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B" w:rsidRPr="00662146" w:rsidRDefault="00B21A8B" w:rsidP="00DE6870">
      <w:pPr>
        <w:pStyle w:val="Heading1Center"/>
        <w:rPr>
          <w:rtl/>
        </w:rPr>
      </w:pPr>
      <w:bookmarkStart w:id="0" w:name="_Toc367119667"/>
      <w:r w:rsidRPr="00662146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المؤمنات</w:t>
      </w:r>
      <w:bookmarkEnd w:id="0"/>
    </w:p>
    <w:p w:rsidR="00B21A8B" w:rsidRPr="00662146" w:rsidRDefault="00405874" w:rsidP="007525C0">
      <w:pPr>
        <w:pStyle w:val="libCenter"/>
        <w:rPr>
          <w:rtl/>
        </w:rPr>
      </w:pPr>
      <w:r>
        <w:rPr>
          <w:rFonts w:hint="cs"/>
          <w:rtl/>
        </w:rPr>
        <w:t xml:space="preserve"> </w:t>
      </w:r>
    </w:p>
    <w:p w:rsidR="00B21A8B" w:rsidRPr="00662146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تأليف</w:t>
      </w:r>
    </w:p>
    <w:p w:rsidR="00F71223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مشكور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lastRenderedPageBreak/>
        <w:br w:type="page"/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lastRenderedPageBreak/>
        <w:t>الإهداء</w:t>
      </w:r>
      <w:r w:rsidR="00405874">
        <w:rPr>
          <w:rFonts w:hint="cs"/>
          <w:rtl/>
        </w:rPr>
        <w:t xml:space="preserve"> 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ضحت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بمهجتها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سبيل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جازت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طريق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الجهاد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الشائك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قارعت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الظلم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والطغيان</w:t>
      </w:r>
      <w:r w:rsidR="00405874">
        <w:rPr>
          <w:rFonts w:hint="cs"/>
          <w:rtl/>
        </w:rPr>
        <w:t xml:space="preserve"> 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وأضاءت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الطريق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العراق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سليلة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جدتها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ووريثتها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الشهادة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المظلومة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الهدى</w:t>
      </w:r>
    </w:p>
    <w:p w:rsidR="00B21A8B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أقدم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الجهد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المتواضع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راجية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القبول</w:t>
      </w:r>
      <w:r w:rsidR="00405874">
        <w:rPr>
          <w:rFonts w:hint="cs"/>
          <w:rtl/>
        </w:rPr>
        <w:t xml:space="preserve"> </w:t>
      </w:r>
    </w:p>
    <w:p w:rsidR="00F71223" w:rsidRDefault="00B21A8B" w:rsidP="00B21A8B">
      <w:pPr>
        <w:pStyle w:val="libCenterBold1"/>
        <w:rPr>
          <w:rtl/>
        </w:rPr>
      </w:pPr>
      <w:r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مشكور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lastRenderedPageBreak/>
        <w:br w:type="page"/>
      </w:r>
    </w:p>
    <w:p w:rsidR="00DE6870" w:rsidRDefault="00B21A8B" w:rsidP="00DE6870">
      <w:pPr>
        <w:pStyle w:val="libCenterBold1"/>
        <w:rPr>
          <w:rtl/>
        </w:rPr>
      </w:pPr>
      <w:r w:rsidRPr="00662146">
        <w:rPr>
          <w:rFonts w:hint="cs"/>
          <w:rtl/>
        </w:rPr>
        <w:lastRenderedPageBreak/>
        <w:t>بسم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الرحمن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الرحيم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المرسلين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وحبيب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وسلّم)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والصلاة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الزاكية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العصمة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ومعدن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ومهبط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الوحي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بعد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ل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انتهينا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مرضٍ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استحسان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اطلعوا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رجالاً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ونساءاً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اقترح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الشواعر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تأليفاً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مستقلاً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التأمل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والاستشارة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عزمتُ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؛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وجدتُ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فائدة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يستغنى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يسبقني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المواصفات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مؤلفة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المضمار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والسمين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الصالح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والطالح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السيوطي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لأربعين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العفيف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الخليع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الماجن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محقق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اللطيف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عاشور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اضطر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وضع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نقاط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="00F71223">
        <w:rPr>
          <w:rFonts w:hint="cs"/>
          <w:rtl/>
        </w:rPr>
        <w:t>.....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مكان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الكثير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الكلمات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الفاحشة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الماجنة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يخجل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سماعها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هدف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السيوطي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الاشعار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الماجنة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لفتيات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عصرنا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العفيف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العقائدي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صالحة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ويجعلها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مهذبة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صالحة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رؤوماً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رؤوفة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الماجن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السخيف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الجواري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الامويين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العباسيين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الاندلس</w:t>
      </w:r>
      <w:r w:rsidR="00F41FCF">
        <w:rPr>
          <w:rFonts w:hint="cs"/>
          <w:rtl/>
        </w:rPr>
        <w:t>؟!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ن</w:t>
      </w:r>
      <w:r w:rsidR="00B21A8B" w:rsidRPr="00662146">
        <w:rPr>
          <w:rFonts w:hint="cs"/>
          <w:rtl/>
        </w:rPr>
        <w:t>عم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مدرسة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وأسمى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ينطق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فحش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فضلاً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ماجنة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عقائدي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مهذب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للنفوس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الأجيال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والصمود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الاضطهاد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والظلم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الدؤلي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خمس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تنشد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ملؤهما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والدرس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يدلان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الأنصارية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المجاهد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تفضح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الظالمين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منزلة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الكنانية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أرطاة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يتفجر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حزناً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وألماً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B2531B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المذحجية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تنشد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وتشجعهم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القتال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تدل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حزنها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الايتام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705B75">
        <w:rPr>
          <w:rStyle w:val="libAlaemChar"/>
          <w:rtl/>
        </w:rPr>
        <w:t>عليه‌السلام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غيرهن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أنشدن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لهواية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لشهرة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النفس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ن</w:t>
      </w:r>
      <w:r w:rsidR="00B21A8B" w:rsidRPr="00662146">
        <w:rPr>
          <w:rFonts w:hint="cs"/>
          <w:rtl/>
        </w:rPr>
        <w:t>عم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الوريقات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تطالعين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عزيزتي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القارئة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يتصد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لجمعها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وتتعرفين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عاشتها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مختلفة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ظلم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واضطهاد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والمؤمنات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فصبروا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واحتسبوا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وفازوا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بجنات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تجري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الانهار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ن</w:t>
      </w:r>
      <w:r w:rsidR="00B21A8B" w:rsidRPr="00662146">
        <w:rPr>
          <w:rFonts w:hint="cs"/>
          <w:rtl/>
        </w:rPr>
        <w:t>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وفنون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مختلفة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الرثاء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والمدح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والهجاء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الوصف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والاعتذار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والغزل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العرفاني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منهجي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قليلاً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ترجمة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مختصرة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وإثبات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مصادر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الترجمة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الهامش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تم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بفضل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حاوياً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واربعين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لامعاً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العقائدي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ودافعن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مبادئهن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بانشاد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DE6870">
      <w:pPr>
        <w:pStyle w:val="Heading2"/>
        <w:rPr>
          <w:rtl/>
        </w:rPr>
      </w:pPr>
      <w:bookmarkStart w:id="1" w:name="02"/>
      <w:bookmarkStart w:id="2" w:name="_Toc367119668"/>
      <w:r w:rsidRPr="00662146">
        <w:rPr>
          <w:rFonts w:hint="cs"/>
          <w:rtl/>
        </w:rPr>
        <w:lastRenderedPageBreak/>
        <w:t>دور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المجتمع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الإسلامي</w:t>
      </w:r>
      <w:r w:rsidR="00F71223">
        <w:rPr>
          <w:rFonts w:hint="cs"/>
          <w:rtl/>
        </w:rPr>
        <w:t>:</w:t>
      </w:r>
      <w:bookmarkEnd w:id="1"/>
      <w:bookmarkEnd w:id="2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ل</w:t>
      </w:r>
      <w:r w:rsidR="00B21A8B" w:rsidRPr="00662146">
        <w:rPr>
          <w:rFonts w:hint="cs"/>
          <w:rtl/>
        </w:rPr>
        <w:t>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نتطرق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مكانة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التشريع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ومقارنتها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بمكانتها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ومنزلتها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التشريع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اللاإسلامي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الغربي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والشرقي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نبحث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عموماً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عانته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ظلم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واضطهاد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انقذتها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بقانون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حفظ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عفتها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وشرفها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وأعطاها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مبحوث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مختصة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ب</w:t>
      </w:r>
      <w:r w:rsidR="00B21A8B" w:rsidRPr="00662146">
        <w:rPr>
          <w:rFonts w:hint="cs"/>
          <w:rtl/>
        </w:rPr>
        <w:t>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الأسطر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المجتمع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الأدوار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الحياتية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أدّتها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فنقول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ل</w:t>
      </w:r>
      <w:r w:rsidR="00B21A8B" w:rsidRPr="00662146">
        <w:rPr>
          <w:rFonts w:hint="cs"/>
          <w:rtl/>
        </w:rPr>
        <w:t>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العملي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تشارك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خصها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التشريع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بالرجل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لمزايا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الفقه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تطالعنا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لامعة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لفقيهات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مشهورات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عرفهن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التأريخ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كالفقيهة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الرويدشتي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الرويدشتي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الجزيني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العاملي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وبنته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المشايخ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والفقيهة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المجتهدة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الأمينية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الأصفهانية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رَوَينَ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والأئمة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الاطهار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انكِ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تجدين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أبواباً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مستقلة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الروايات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خصصها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مؤلفو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التراجم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وقسموهن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أقسام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عليهما‌السلام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المعصومين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أمثال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غانم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البراء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البداء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الوالبية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الوشاء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سعيدة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نضرة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وغيرهن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الحصول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اجازات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للرواية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العلماء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فهناك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حصلن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اجازة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للرواية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المشايخ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التلعكبري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الطوسي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الأشراف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طاووس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شدقم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العشيرة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الأمينية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الأصفهانية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اٌم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هناك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المؤلفات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شاركن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المجالات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الرويد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شتي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فوّاز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فضل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رهنورد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وغيرهن.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درجة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البلاغة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أدهشن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ببلاغتهن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سفانة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حاتم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الطائي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الهمدانية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الزرقاء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الهلالية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دارمية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الحجونية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المذحجية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صفوان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وغيرهن.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يمكن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السلطان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الجائر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وقفن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ودافعن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وصلابة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وأسمعن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كلاماً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قارصاً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شديداً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يتعلق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حضرن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يحضرن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الرباب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طوعة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فكيهة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حبيب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رملة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وزوجته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تقتصر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فقط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شاركته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الحصول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الوسام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أسقطت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الوقائع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شعبان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المهدي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البحراني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العامري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وغيرهن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هناك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أدّت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موقف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يسعنا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ذكرها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هنا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مقدمتهن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سيدتنا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خديجة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خويلد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والحوراء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عليهما‌السلام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وسكينة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وبقية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تعلمن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بيوت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أذن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ترفع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تبليغي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التأريخ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الموجودة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أيدينا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DE6870">
      <w:pPr>
        <w:pStyle w:val="Heading2"/>
        <w:rPr>
          <w:rtl/>
        </w:rPr>
      </w:pPr>
      <w:bookmarkStart w:id="3" w:name="03"/>
      <w:bookmarkStart w:id="4" w:name="_Toc367119669"/>
      <w:r w:rsidRPr="00662146">
        <w:rPr>
          <w:rFonts w:hint="cs"/>
          <w:rtl/>
        </w:rPr>
        <w:lastRenderedPageBreak/>
        <w:t>المرأة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المكتبة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العربية:</w:t>
      </w:r>
      <w:bookmarkEnd w:id="3"/>
      <w:bookmarkEnd w:id="4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المستشرقون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نهجهم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آرائه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ونحا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نحوهم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تفكيره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أهملوا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يكتبوا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أحوالها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وابداعاتها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المجالات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استخفوا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يعتنوا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يخصوهن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بالتأليف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يفردوا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التصانيف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الخاطئ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مردود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عكسه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يطالع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الموسوعات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والمعاجم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وفهارس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المؤلفة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يتجلى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بوضوح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الادعاء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مجموعة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تآليف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وتصانيف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خصوها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وجنسها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وأجلوا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أسرارها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وأخبارها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أدركوا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تكلموا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وبحثوا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نحن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نسعى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وتوفيقه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التراث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العظيم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ألّف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لطائفه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وظرائفه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مطرب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وسمعنا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وأحاديثهن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وأسرارهن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رقيق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جميل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نستطيع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مواضيع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1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الجاهلية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الموؤدات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لهشام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النسابة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الاخباري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المعروف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206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المعروفات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قريش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مناكح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أزواج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288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292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الفهرست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النديم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108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109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B2531B">
        <w:rPr>
          <w:rFonts w:hint="cs"/>
          <w:rtl/>
        </w:rPr>
        <w:lastRenderedPageBreak/>
        <w:t>(</w:t>
      </w:r>
      <w:r w:rsidR="00B21A8B" w:rsidRPr="00B2531B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المردفات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قريش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المدائني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المحدث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المتكلم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225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2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وألفوا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واُمهاته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بالرضاع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وبناته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كبيراً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</w:p>
    <w:p w:rsidR="00DE6870" w:rsidRDefault="007525C0" w:rsidP="00B2531B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اُمهات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اُمهات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F71223">
        <w:rPr>
          <w:rFonts w:hint="cs"/>
          <w:rtl/>
        </w:rPr>
        <w:t>.</w:t>
      </w:r>
    </w:p>
    <w:p w:rsidR="00DE6870" w:rsidRDefault="007525C0" w:rsidP="00B2531B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ازواج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الواقدي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207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(5)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وأزواجه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الرقي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الراوية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المعروف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(6)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أزواج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المعروف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القوطية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نحوياً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لغوياً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أديباً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شاعراً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توفي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367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(7)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أزواج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(8)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3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والملك</w:t>
      </w:r>
      <w:r w:rsidR="00F71223">
        <w:rPr>
          <w:rFonts w:hint="cs"/>
          <w:rtl/>
        </w:rPr>
        <w:t>: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اُمهات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السبعة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قريش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حبيب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245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(9)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الادباء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114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136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111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بالوفيات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219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7)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275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8)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109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9)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115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117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B2531B">
        <w:rPr>
          <w:rFonts w:hint="cs"/>
          <w:rtl/>
        </w:rPr>
        <w:lastRenderedPageBreak/>
        <w:t>(</w:t>
      </w:r>
      <w:r w:rsidR="00B21A8B" w:rsidRPr="00B2531B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اُمهات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الخلفاء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تزوج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الخلفاء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4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أحوالهن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وطبائعهن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وطرق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معائشهن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وأوصافهن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يعجبن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يعرضن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للجاحظ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255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للهيثم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209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لحفص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العمري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(5)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لهارون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المنجم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(6)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اخبار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(7)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للزقي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(8)</w:t>
      </w:r>
      <w:r w:rsidR="00B21A8B" w:rsidRPr="007525C0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7)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لابراهيم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القاسم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القيرواني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(9)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8)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الحاجب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النعمان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(10)</w:t>
      </w:r>
      <w:r w:rsidR="00B21A8B" w:rsidRPr="007525C0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5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وألفوا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الموضوعات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الخاصة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بالنساء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وبينوا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أحوالهن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شتى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الرضاع»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الطلاق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109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114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107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310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112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113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262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7)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8)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9)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216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10)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و«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الصداق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الشغار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وغيرها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وهذه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وافرة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كثيرة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مذكورة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فهارس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الكتب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6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وأفردوا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للتزين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والتجمل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والتحلي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الثياب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والحلي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الكاتب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الشاعر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فارس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اللغوي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المعروف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369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الزينة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للرقي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التزين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فخر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المشط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المرآة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الظاهري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الميكالي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(5)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7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الظرف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خصائص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فألفوا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المتظرفات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طاهر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280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(6)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المتظرفين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والمتظرفات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لعبيد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طاهر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(7)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المتظرفات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الوشاء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الطيب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النحوي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325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(8)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عرائس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المجالس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الكاتب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84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156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164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7)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164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8)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93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المعروف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بالمفجع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الشاعر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الشيعي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المتوفى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سنة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327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ه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المحبوبات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والمكروهات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للرقي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8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ألفوا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الخاصة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وصلتهن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بأزواجن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اختلاف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الزوجين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للشافعي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هجاها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زوجها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شكت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زوجها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(5)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زوجها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(6)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نهيت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تزويج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رجل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فتزوجته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للمدائني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(7)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(</w:t>
      </w:r>
      <w:r w:rsidR="00B21A8B" w:rsidRPr="007525C0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وافقت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كنيته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كنية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زوجته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حيويه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(8)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هناك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اُلفت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مواضيع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علاقة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بزوجته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الشذوذ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الجنسي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الحبائب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والمتطرفات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السواقط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الجواري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والمغنيات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والنوائح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تركنا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الجدوى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ذكرها</w:t>
      </w:r>
      <w:r w:rsidR="00F71223">
        <w:rPr>
          <w:rFonts w:hint="cs"/>
          <w:rtl/>
        </w:rPr>
        <w:t>.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194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الفهرست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91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134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324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327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7)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133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8)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مخطوط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DE6870">
      <w:pPr>
        <w:pStyle w:val="Heading2"/>
        <w:rPr>
          <w:rtl/>
        </w:rPr>
      </w:pPr>
      <w:bookmarkStart w:id="5" w:name="04"/>
      <w:bookmarkStart w:id="6" w:name="_Toc367119670"/>
      <w:r w:rsidRPr="00662146">
        <w:rPr>
          <w:rFonts w:hint="cs"/>
          <w:rtl/>
        </w:rPr>
        <w:lastRenderedPageBreak/>
        <w:t>المرأة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والشعر</w:t>
      </w:r>
      <w:r w:rsidR="00F71223">
        <w:rPr>
          <w:rFonts w:hint="cs"/>
          <w:rtl/>
        </w:rPr>
        <w:t>:</w:t>
      </w:r>
      <w:bookmarkEnd w:id="5"/>
      <w:bookmarkEnd w:id="6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إ</w:t>
      </w:r>
      <w:r w:rsidR="00B21A8B" w:rsidRPr="00662146">
        <w:rPr>
          <w:rFonts w:hint="cs"/>
          <w:rtl/>
        </w:rPr>
        <w:t>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مرآة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تعكس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صفحتها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ودروس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والسعيد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وُعِظ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بغيره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وارتقاء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وصفاء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ومتعة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وعظة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وعِبرة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يعتبر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هو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ولوعته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والرثاء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وحسرته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والهجاء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ولذعته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والوصف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وبهجته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وعزته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والاعتذار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وذلته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لديها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عواطف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جياشة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وأحاسيس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مرهفة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أودعها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الخالق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لحكمة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تخوض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البحر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المتلاطمة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أمواجه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العاطفي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والحماسي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اُخرى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وتفاخر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بنسبها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وقومها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أحياناً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يجيش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خاطرها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أحياناً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اُخرى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يختلف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الباحثون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قسمين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لقسم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ي</w:t>
      </w:r>
      <w:r w:rsidR="00B21A8B" w:rsidRPr="00662146">
        <w:rPr>
          <w:rFonts w:hint="cs"/>
          <w:rtl/>
        </w:rPr>
        <w:t>ذهب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فعالاً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إنشاد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مختلف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وبالأخص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الرثاء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يذهبون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عظمة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خلدته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الأيام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تستطع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الأعوام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المؤلفين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عديدة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م</w:t>
      </w:r>
      <w:r w:rsidR="00B21A8B" w:rsidRPr="00662146">
        <w:rPr>
          <w:rFonts w:hint="cs"/>
          <w:rtl/>
        </w:rPr>
        <w:t>نهم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خر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مظفر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الطراح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694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ألف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الشواعر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اللاتي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يستشهد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بشعرهن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العربية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ويقع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مجلدات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رأى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السيوطي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المجلد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السادس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لخير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الزركلي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224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256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يتضح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جيداً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وبليغاً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منهم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ج</w:t>
      </w:r>
      <w:r w:rsidR="00B21A8B" w:rsidRPr="00662146">
        <w:rPr>
          <w:rFonts w:hint="cs"/>
          <w:rtl/>
        </w:rPr>
        <w:t>لال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السيوطي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911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لأربعين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حققه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اللطيف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عاشور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ونشرته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مكتبة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القرآن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الكريم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بالقاهرة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منهم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م</w:t>
      </w:r>
      <w:r w:rsidR="00B21A8B" w:rsidRPr="007525C0">
        <w:rPr>
          <w:rFonts w:hint="cs"/>
          <w:rtl/>
        </w:rPr>
        <w:t>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المرزباني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الراوية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الاخباري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384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منهم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طيفور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280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كلامهن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وأخبارهن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وأشعارهن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الجاهلية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والإسلام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طبع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منشورات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بصيرتي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منهم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م</w:t>
      </w:r>
      <w:r w:rsidR="00B21A8B" w:rsidRPr="007525C0">
        <w:rPr>
          <w:rFonts w:hint="cs"/>
          <w:rtl/>
        </w:rPr>
        <w:t>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الكاتب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المعروف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بالمفجع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المتوفى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327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الجواري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لقسم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يذهب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يجتمع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صفحات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الأستاذ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العقاد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الاستعداد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نادر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أندر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فالمرأة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269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تحسن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كتابة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القصص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تحسن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التمثيل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تحسن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الرقص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ضروب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الفنون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الجميلة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ولكنها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تحسن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ولمّا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يشتمل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الدنيا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عظيمة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؛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لأن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الانوثة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أنوثة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ليست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معبّرة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عواطفها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غلابة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تستولي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الشخصية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الاُخرى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تقابلها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أدنى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كتمان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العاطفة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وإخفائها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وأدنى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تسليم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وجودها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يستولي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زوج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حبيب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ومتى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فقدت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الشخصية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صدق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التعبير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وصدقت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الرغبة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التوسع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والامتداد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واشتمال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الكائنات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فالذي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يبقى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عظمة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الشاعرية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قليل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الشواعر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المعروفات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الجواري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والعقائل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الدولتين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والأندلسية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مقلدات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مرددات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أصحاب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متطرفون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يؤمنون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أصبح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يُستشهد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إثبات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قواعد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الطّرّاح</w:t>
      </w:r>
      <w:r w:rsidR="00F41FCF">
        <w:rPr>
          <w:rFonts w:hint="cs"/>
          <w:rtl/>
        </w:rPr>
        <w:t>؟</w:t>
      </w:r>
      <w:r w:rsidR="00B21A8B" w:rsidRPr="00662146">
        <w:rPr>
          <w:rFonts w:hint="cs"/>
          <w:rtl/>
        </w:rPr>
        <w:t>!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نحن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نذهب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بمستوى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النوع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؛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ومستوى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تختلف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ينكره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DE6870">
      <w:pPr>
        <w:pStyle w:val="Heading2"/>
        <w:rPr>
          <w:rtl/>
        </w:rPr>
      </w:pPr>
      <w:bookmarkStart w:id="7" w:name="05"/>
      <w:bookmarkStart w:id="8" w:name="_Toc367119671"/>
      <w:r w:rsidRPr="00662146">
        <w:rPr>
          <w:rFonts w:hint="cs"/>
          <w:rtl/>
        </w:rPr>
        <w:lastRenderedPageBreak/>
        <w:t>نبوغ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الرثاء</w:t>
      </w:r>
      <w:r w:rsidR="00F71223">
        <w:rPr>
          <w:rFonts w:hint="cs"/>
          <w:rtl/>
        </w:rPr>
        <w:t>:</w:t>
      </w:r>
      <w:bookmarkEnd w:id="7"/>
      <w:bookmarkEnd w:id="8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نبغت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الرثاء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ملحوظ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وملموس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هاوٍ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للشعر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قيل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والبيتين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أخويها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تنشد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القصائد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القصائد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يقلن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ينشدن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مصائب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ورزايا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وحزن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ناشئ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الأحبة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ينشدن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يجيش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نفوسهن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الملتاعة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نجدها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شعريةٍ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صادقة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حزنها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وتألمها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وغيرهما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العقائل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المخدّرات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اشغلتهن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والتهجد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Normal"/>
        <w:rPr>
          <w:rtl/>
        </w:rPr>
      </w:pPr>
      <w:r w:rsidRPr="007525C0">
        <w:rPr>
          <w:rStyle w:val="libBold2Char"/>
          <w:rFonts w:hint="cs"/>
          <w:rtl/>
        </w:rPr>
        <w:t>خ</w:t>
      </w:r>
      <w:r w:rsidR="00B21A8B" w:rsidRPr="007525C0">
        <w:rPr>
          <w:rStyle w:val="libBold2Char"/>
          <w:rFonts w:hint="cs"/>
          <w:rtl/>
        </w:rPr>
        <w:t>تاما</w:t>
      </w:r>
      <w:r w:rsidR="00F71223">
        <w:rPr>
          <w:rStyle w:val="libBold2Char"/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أود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نُقدمه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يعدو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جزءاً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ضئيلاً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وقفتُ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أثناء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مطالعاتي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المحتم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هناك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اشعاراً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كثيرة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لشاعرات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اُخريات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نصل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فالرجاء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الأخوات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الأديبات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وأصحاب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الاختصاص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يوافونا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لديهم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نسائي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هادف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يرشدونا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أماكن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وجوده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وبالأخص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الأخوات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المعاصرات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القريبات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عصرنا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آخر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دعوانا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بريته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المصطفى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وعترته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الميامين</w:t>
      </w:r>
      <w:r w:rsidR="00F71223">
        <w:rPr>
          <w:rFonts w:hint="cs"/>
          <w:rtl/>
        </w:rPr>
        <w:t>.</w:t>
      </w:r>
    </w:p>
    <w:p w:rsidR="00DE6870" w:rsidRDefault="00B21A8B" w:rsidP="00F71223">
      <w:pPr>
        <w:pStyle w:val="libNormal"/>
        <w:rPr>
          <w:rtl/>
        </w:rPr>
      </w:pPr>
      <w:r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مشكور</w:t>
      </w:r>
    </w:p>
    <w:p w:rsidR="00F71223" w:rsidRDefault="007525C0" w:rsidP="00F71223">
      <w:pPr>
        <w:pStyle w:val="libNormal"/>
        <w:rPr>
          <w:rtl/>
        </w:rPr>
      </w:pPr>
      <w:r w:rsidRPr="00662146">
        <w:rPr>
          <w:rFonts w:hint="cs"/>
          <w:rtl/>
        </w:rPr>
        <w:t>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شعبان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1412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9" w:name="06"/>
      <w:bookmarkStart w:id="10" w:name="_Toc367119672"/>
      <w:r w:rsidRPr="00662146">
        <w:rPr>
          <w:rFonts w:hint="cs"/>
          <w:rtl/>
        </w:rPr>
        <w:lastRenderedPageBreak/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آمنة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الصدر</w:t>
      </w:r>
      <w:bookmarkEnd w:id="9"/>
      <w:bookmarkEnd w:id="1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الفقيه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المحقق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مرموقة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معروفة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الأوساط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العلمية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ياسين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خواها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والمسلمين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إسماعيل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العظمى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والمفكر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العظيم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باقر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نابغة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زماننا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ومفجر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ذاً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تنحدر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عائلتين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علميتين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معروفتين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جهادهما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ومواقفهما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البطولية</w:t>
      </w:r>
      <w:r w:rsidR="00F71223">
        <w:rPr>
          <w:rFonts w:hint="cs"/>
          <w:rtl/>
        </w:rPr>
        <w:t>.</w:t>
      </w:r>
    </w:p>
    <w:p w:rsidR="00DE6870" w:rsidRDefault="007525C0" w:rsidP="0067411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الكاظمية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المقدسة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1357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405874">
        <w:rPr>
          <w:rFonts w:hint="cs"/>
          <w:rtl/>
        </w:rPr>
        <w:t xml:space="preserve"> </w:t>
      </w:r>
      <w:r w:rsidR="00674110">
        <w:rPr>
          <w:rtl/>
        </w:rPr>
        <w:t>–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1937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وترعرعت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أحضان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وأخويها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سنتان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ن</w:t>
      </w:r>
      <w:r w:rsidR="00B21A8B" w:rsidRPr="00662146">
        <w:rPr>
          <w:rFonts w:hint="cs"/>
          <w:rtl/>
        </w:rPr>
        <w:t>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وحضن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التقوى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تكفلت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وأخواها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بتعليمها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وتربيتها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فتعلمت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القراءة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تدخل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المدارس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الرسمية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درست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النحو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والمنطق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والفقه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وباقي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المعارف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واطلعت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المناهج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تدرس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المدارس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ودرستها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الدراسة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الحديثة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دراسة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المعارف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ولِعَة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بمطالعة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مقتصرة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674110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الإسلامية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74110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تناولت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كتباً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دينية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ولأنها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عائلة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فقيرة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تستعير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هنا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وهناك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تصرف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يعطى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مبلغ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بسيط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لسد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حاجاتها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الضرورية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شراء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الكتب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ترغب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قراءتها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ع</w:t>
      </w:r>
      <w:r w:rsidR="00B21A8B" w:rsidRPr="00662146">
        <w:rPr>
          <w:rFonts w:hint="cs"/>
          <w:rtl/>
        </w:rPr>
        <w:t>رفت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بالذكاء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الوقاد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وسرعة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الحفظ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وقابليتها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جذب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بعذوبة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ولطافة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منطقها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وتسمع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كلامها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واُعجبت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واصبحت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مريداتها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المباركة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غفير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وأصبحن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رائدات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النسوي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يؤدين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واجبهن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التبليغي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بإلقاء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المحاضرات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والدروس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الجرائد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والمجلات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والنشريات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تستغل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وتستفيد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شخصية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يمكنها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الإستفادة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بطريقة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تستغل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فراغ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أوقات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راحته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وتنهل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ومعارفه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فعالاً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وملموساً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هداية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الفتيات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وبالأخص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العراقيات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ورجوعهن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التمسك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بتعاليم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الحنيف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قريباً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جيداً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وتصهرها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الحضارة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المستوردة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وقوف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جانبها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وانقاذها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التبرج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والرذيلة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رائدة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F71223">
        <w:rPr>
          <w:rFonts w:hint="cs"/>
          <w:rtl/>
        </w:rPr>
        <w:t>.</w:t>
      </w:r>
    </w:p>
    <w:p w:rsidR="00DE6870" w:rsidRDefault="007525C0" w:rsidP="0067411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التبليغ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أوساط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يمكن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يؤدي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فعالاً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عموماً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بخدها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جلسات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بيوت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وبالتعاون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المريدات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اطلاع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مايجري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محاولات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لافساد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العراقية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تكتفِ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بذلك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سماعها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بوجود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</w:p>
    <w:p w:rsidR="00DE6870" w:rsidRPr="00674110" w:rsidRDefault="00DE6870" w:rsidP="00674110">
      <w:pPr>
        <w:pStyle w:val="libNormal0"/>
        <w:rPr>
          <w:rtl/>
        </w:rPr>
      </w:pPr>
      <w:r>
        <w:rPr>
          <w:rFonts w:hint="cs"/>
          <w:rtl/>
        </w:rPr>
        <w:br w:type="page"/>
      </w:r>
      <w:r w:rsidR="00B21A8B" w:rsidRPr="00674110">
        <w:rPr>
          <w:rFonts w:hint="cs"/>
          <w:rtl/>
        </w:rPr>
        <w:lastRenderedPageBreak/>
        <w:t>النسوة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معين</w:t>
      </w:r>
      <w:r w:rsidR="00405874">
        <w:rPr>
          <w:rFonts w:hint="cs"/>
          <w:rtl/>
        </w:rPr>
        <w:t xml:space="preserve"> </w:t>
      </w:r>
      <w:r w:rsidR="007F3F66" w:rsidRPr="00674110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تسارع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الحضور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أوساط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ترى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الجو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مناسب</w:t>
      </w:r>
      <w:r w:rsidR="00F71223" w:rsidRPr="00674110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فاستطاعت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بعملها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تربي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عدداً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غفيراً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النساء</w:t>
      </w:r>
      <w:r w:rsidR="00F71223" w:rsidRPr="00674110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أصبحت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واحدة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منهن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معلمة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لمجموعة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الفتيات</w:t>
      </w:r>
      <w:r w:rsidR="00F71223" w:rsidRPr="00674110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نستطيع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نقول</w:t>
      </w:r>
      <w:r w:rsidR="00F71223" w:rsidRPr="00674110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رائدات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الحركة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النسوية</w:t>
      </w:r>
      <w:r w:rsidR="00F71223" w:rsidRPr="00674110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والكوادر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الموجودة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منهن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الآن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هن</w:t>
      </w:r>
      <w:r w:rsidR="00405874">
        <w:rPr>
          <w:rFonts w:hint="cs"/>
          <w:rtl/>
        </w:rPr>
        <w:t xml:space="preserve"> </w:t>
      </w:r>
      <w:r w:rsidR="007F3F66" w:rsidRPr="00674110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الأغلب</w:t>
      </w:r>
      <w:r w:rsidR="00405874">
        <w:rPr>
          <w:rFonts w:hint="cs"/>
          <w:rtl/>
        </w:rPr>
        <w:t xml:space="preserve"> </w:t>
      </w:r>
      <w:r w:rsidR="007F3F66" w:rsidRPr="00674110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تلميذات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74110">
        <w:rPr>
          <w:rFonts w:hint="cs"/>
          <w:rtl/>
        </w:rPr>
        <w:t>الهدى</w:t>
      </w:r>
      <w:r w:rsidR="00F71223" w:rsidRPr="00674110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تكتف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التبليغ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تعدته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أوسع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وأكثر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فائدة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مخاطبة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عموماً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الأضواء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أصدرتها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النجف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الأشرف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سيصدر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بادرت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وكتبت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لطيفاً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وظريفاً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الالتزام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بتعاليم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الحنيف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الانجرار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والشرق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واستمرت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بارزاً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اضافة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مدارس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النجف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الأشرف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والكاظمية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وتُعد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مدارس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أعمال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الصندوق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الخيري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المؤسسات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الجهادية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تشكلت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1958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متبنية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أهداف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الحنيف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لجانها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التعلمية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والثقافية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والاجتماعية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والطبية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وبجميع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فروعها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القائمة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البصرة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والديوانية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والكاظمية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وبغداد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مركزها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تقتصر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التبليغي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إلقاء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المحاضرات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والدروس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الاضواء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بالرغم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المنبرين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وجعلهن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عقيدتهن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ورسالتهن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تعدته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أوسع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ورحاب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أكبر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الهادفة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تستطيع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بواسطتها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توصل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صوتها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ودعوتها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العربي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بدأت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آخذة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بنظر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الاعتبار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وثانوية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مخالفة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العراقيين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يعيرون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للجانب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ويفضلونه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الهدف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أشارت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النظرة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الخاطئة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الاُدباء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بقولها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استحال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اُدبائنا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الأسف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مترجمين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وناشرين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أكثر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أقل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أفكارهم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غريبة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بعيدة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واقعهم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ومجتمعهم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تستهويهم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الصيحة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وتطربهم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النغمة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وتسكرهم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الرشفة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فيغنون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بأمجاد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الأعداء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غفلة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ساهون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ويهللون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للأفكار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السامة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يكادون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يفقهون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شيئاً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تشبعوا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بالثقافة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الأجنبية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أدخلها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الاستعمار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بلادنا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منذ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بعيد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ا</w:t>
      </w:r>
      <w:r w:rsidR="00B21A8B" w:rsidRPr="007525C0">
        <w:rPr>
          <w:rFonts w:hint="cs"/>
          <w:rtl/>
        </w:rPr>
        <w:t>ذاً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فكتابتها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للقصة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تكن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هواية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احتراف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لهدف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مخاطبة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الجيل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الناشيء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بأسلوب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قصصي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بسيط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وايصال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التعاليم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الاسلامية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الاسلوب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البسيط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أشارت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المعنى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بقولها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تجسيد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المفاهيم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لوجهة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النظر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الاسلامية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الحياة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الهدف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القصص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الصغيرة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فلست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قصاصة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للقصة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أحاول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قبل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الآن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أكتب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قصة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B21A8B" w:rsidRPr="007525C0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التعارف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للمطبوعات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مؤخراً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بطبع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قصصها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كاملة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ثلاث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مجلدات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صغيرة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تحتوي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1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الفضيلة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تنتصر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</w:t>
      </w:r>
      <w:r w:rsidR="007525C0" w:rsidRPr="007525C0">
        <w:rPr>
          <w:rFonts w:hint="cs"/>
          <w:rtl/>
        </w:rPr>
        <w:t>______________________________________________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مجلة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الاضواء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العدد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التاسع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الاُولى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ربيع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الثاني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1380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تشرين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الأول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1960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مقدمة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صراع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مقدمة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الفضيلة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تنتصر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2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ليتني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3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امرأتان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وجل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4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صراع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الحياة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5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المستشفى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6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الضائعة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7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الباحثة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الحقيقة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8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ودعوة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9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مكّة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1</w:t>
      </w:r>
      <w:r w:rsidR="00B21A8B" w:rsidRPr="00662146">
        <w:rPr>
          <w:rFonts w:hint="cs"/>
          <w:rtl/>
        </w:rPr>
        <w:t>0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بطولة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1</w:t>
      </w:r>
      <w:r w:rsidR="00B21A8B" w:rsidRPr="00662146">
        <w:rPr>
          <w:rFonts w:hint="cs"/>
          <w:rtl/>
        </w:rPr>
        <w:t>1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محترفة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مكثرة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هواية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نقصاً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ثقافياً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سائداً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الوقت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الهادف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يسمو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بصاحبه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درجات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الرحمة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والرضوان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عاتقها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مقاطع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قصائد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خلالها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يهيج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خاطرها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تعانيه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انحطاط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مستواها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الثقافي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نحن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نورد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تيسر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معرفته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F71223">
        <w:rPr>
          <w:rFonts w:hint="cs"/>
          <w:rtl/>
        </w:rPr>
        <w:t>: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674110" w:rsidTr="00674110">
        <w:trPr>
          <w:trHeight w:val="350"/>
        </w:trPr>
        <w:tc>
          <w:tcPr>
            <w:tcW w:w="3920" w:type="dxa"/>
            <w:shd w:val="clear" w:color="auto" w:fill="auto"/>
          </w:tcPr>
          <w:p w:rsidR="00674110" w:rsidRDefault="00674110" w:rsidP="00674110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ابشر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وانظر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اليوم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74110" w:rsidRDefault="00674110" w:rsidP="0067411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74110" w:rsidRDefault="00674110" w:rsidP="00674110">
            <w:pPr>
              <w:pStyle w:val="libPoem"/>
            </w:pPr>
            <w:r w:rsidRPr="00662146">
              <w:rPr>
                <w:rFonts w:hint="cs"/>
                <w:rtl/>
              </w:rPr>
              <w:t>لترانا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كيف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أشرق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نور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705"/>
        <w:gridCol w:w="262"/>
        <w:gridCol w:w="4231"/>
      </w:tblGrid>
      <w:tr w:rsidR="00674110" w:rsidTr="00323FD0">
        <w:trPr>
          <w:trHeight w:val="350"/>
        </w:trPr>
        <w:tc>
          <w:tcPr>
            <w:tcW w:w="3331" w:type="dxa"/>
            <w:shd w:val="clear" w:color="auto" w:fill="auto"/>
          </w:tcPr>
          <w:p w:rsidR="00674110" w:rsidRDefault="00674110" w:rsidP="00674110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رس</w:t>
            </w:r>
            <w:r w:rsidRPr="00662146">
              <w:rPr>
                <w:rFonts w:hint="cs"/>
                <w:rtl/>
              </w:rPr>
              <w:t>ول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[</w:t>
            </w:r>
            <w:r w:rsidR="0040587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إن</w:t>
            </w:r>
            <w:r w:rsidRPr="00662146">
              <w:rPr>
                <w:rFonts w:hint="cs"/>
                <w:rtl/>
              </w:rPr>
              <w:t>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]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فتيات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ابينا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36" w:type="dxa"/>
            <w:shd w:val="clear" w:color="auto" w:fill="auto"/>
          </w:tcPr>
          <w:p w:rsidR="00674110" w:rsidRDefault="00674110" w:rsidP="00674110">
            <w:pPr>
              <w:pStyle w:val="libPoem"/>
              <w:rPr>
                <w:rtl/>
              </w:rPr>
            </w:pPr>
          </w:p>
        </w:tc>
        <w:tc>
          <w:tcPr>
            <w:tcW w:w="3805" w:type="dxa"/>
            <w:shd w:val="clear" w:color="auto" w:fill="auto"/>
          </w:tcPr>
          <w:p w:rsidR="00674110" w:rsidRDefault="00674110" w:rsidP="00674110">
            <w:pPr>
              <w:pStyle w:val="libPoem"/>
            </w:pPr>
            <w:r w:rsidRPr="00662146">
              <w:rPr>
                <w:rFonts w:hint="cs"/>
                <w:rtl/>
              </w:rPr>
              <w:t>أن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نرى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القرآن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مهجوراً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سنين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323FD0" w:rsidP="00323FD0">
      <w:pPr>
        <w:pStyle w:val="libCenter"/>
        <w:rPr>
          <w:rtl/>
        </w:rPr>
      </w:pPr>
      <w:r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وربي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941"/>
        <w:gridCol w:w="298"/>
        <w:gridCol w:w="3959"/>
      </w:tblGrid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دعوة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الإسلام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جاءت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بمساواة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البشر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56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ليس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الإسلام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عَرب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وتتر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323FD0">
            <w:pPr>
              <w:pStyle w:val="libPoem"/>
            </w:pPr>
            <w:r w:rsidRPr="00662146">
              <w:rPr>
                <w:rFonts w:hint="cs"/>
                <w:rtl/>
              </w:rPr>
              <w:t>أحسن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بالخير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والتقوى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اشتهر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56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بجمع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المال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والمنصب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العالمين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323FD0" w:rsidRDefault="00323FD0" w:rsidP="00323FD0">
      <w:pPr>
        <w:pStyle w:val="libCenter"/>
        <w:rPr>
          <w:rtl/>
        </w:rPr>
      </w:pPr>
      <w:r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وربي</w:t>
      </w:r>
    </w:p>
    <w:tbl>
      <w:tblPr>
        <w:tblStyle w:val="TableGrid"/>
        <w:bidiVisual/>
        <w:tblW w:w="4858" w:type="pct"/>
        <w:tblInd w:w="108" w:type="dxa"/>
        <w:tblLook w:val="01E0"/>
      </w:tblPr>
      <w:tblGrid>
        <w:gridCol w:w="3941"/>
        <w:gridCol w:w="298"/>
        <w:gridCol w:w="3959"/>
      </w:tblGrid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اتخذناك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56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قائداً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يرفع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بالإسلام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ذلنا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نحن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بايعناك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البرايا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560" w:type="dxa"/>
          </w:tcPr>
          <w:p w:rsidR="00323FD0" w:rsidRDefault="00323FD0" w:rsidP="00323FD0">
            <w:pPr>
              <w:pStyle w:val="libPoem"/>
            </w:pPr>
            <w:r w:rsidRPr="00662146">
              <w:rPr>
                <w:rFonts w:hint="cs"/>
                <w:rtl/>
              </w:rPr>
              <w:t>وتسابقنا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المصلحين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323FD0" w:rsidRDefault="00323FD0" w:rsidP="00323FD0">
      <w:pPr>
        <w:pStyle w:val="libCenter"/>
        <w:rPr>
          <w:rtl/>
        </w:rPr>
      </w:pPr>
      <w:r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وربي</w:t>
      </w:r>
    </w:p>
    <w:tbl>
      <w:tblPr>
        <w:tblStyle w:val="TableGrid"/>
        <w:bidiVisual/>
        <w:tblW w:w="4858" w:type="pct"/>
        <w:tblInd w:w="108" w:type="dxa"/>
        <w:tblLook w:val="04A0"/>
      </w:tblPr>
      <w:tblGrid>
        <w:gridCol w:w="3941"/>
        <w:gridCol w:w="298"/>
        <w:gridCol w:w="3959"/>
      </w:tblGrid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السعادة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560" w:type="dxa"/>
          </w:tcPr>
          <w:p w:rsidR="00323FD0" w:rsidRDefault="00323FD0" w:rsidP="00323FD0">
            <w:pPr>
              <w:pStyle w:val="libPoem"/>
            </w:pPr>
            <w:r w:rsidRPr="00662146">
              <w:rPr>
                <w:rFonts w:hint="cs"/>
                <w:rtl/>
              </w:rPr>
              <w:t>وعلى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نهجك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حققت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السعادة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بعدما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ككابوس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الوأد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56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جئت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تعطي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المسلمين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323FD0" w:rsidRDefault="00323FD0" w:rsidP="00323FD0">
      <w:pPr>
        <w:pStyle w:val="libCenter"/>
        <w:rPr>
          <w:rtl/>
        </w:rPr>
      </w:pPr>
      <w:r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وربي</w:t>
      </w:r>
    </w:p>
    <w:tbl>
      <w:tblPr>
        <w:tblStyle w:val="TableGrid"/>
        <w:bidiVisual/>
        <w:tblW w:w="4898" w:type="pct"/>
        <w:tblInd w:w="108" w:type="dxa"/>
        <w:tblLook w:val="04A0"/>
      </w:tblPr>
      <w:tblGrid>
        <w:gridCol w:w="3941"/>
        <w:gridCol w:w="298"/>
        <w:gridCol w:w="4027"/>
      </w:tblGrid>
      <w:tr w:rsidR="00323FD0" w:rsidTr="00323FD0">
        <w:trPr>
          <w:trHeight w:val="350"/>
        </w:trPr>
        <w:tc>
          <w:tcPr>
            <w:tcW w:w="3543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فجعلت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كالقرة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للعين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وأحلى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621" w:type="dxa"/>
          </w:tcPr>
          <w:p w:rsidR="00323FD0" w:rsidRDefault="00323FD0" w:rsidP="00323FD0">
            <w:pPr>
              <w:pStyle w:val="libPoem"/>
            </w:pPr>
            <w:r w:rsidRPr="00662146">
              <w:rPr>
                <w:rFonts w:hint="cs"/>
                <w:rtl/>
              </w:rPr>
              <w:t>وجعلت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الاُم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للجنة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كالجسر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98"/>
        <w:gridCol w:w="3672"/>
      </w:tblGrid>
      <w:tr w:rsidR="00323FD0" w:rsidTr="00323FD0">
        <w:trPr>
          <w:trHeight w:val="350"/>
        </w:trPr>
        <w:tc>
          <w:tcPr>
            <w:tcW w:w="3353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ولقد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حققت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للزوجة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قانوناً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وعدلاً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301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ظهر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المرأة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كالصبح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المبين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323FD0" w:rsidRDefault="00323FD0" w:rsidP="00323FD0">
      <w:pPr>
        <w:pStyle w:val="libCenter"/>
        <w:rPr>
          <w:rtl/>
        </w:rPr>
      </w:pPr>
      <w:r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وربي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وفرضت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للمرأة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كيما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تتعلم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ولكي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تترك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دنيا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الجهل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والفكر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المحطم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323FD0">
            <w:pPr>
              <w:pStyle w:val="libPoem"/>
            </w:pPr>
            <w:r w:rsidRPr="00662146">
              <w:rPr>
                <w:rFonts w:hint="cs"/>
                <w:rtl/>
              </w:rPr>
              <w:t>ولتعدو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تعرف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الحقيقي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وتفهم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جوهر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الإسلام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والدين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ومعناه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الثمين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8"/>
        <w:gridCol w:w="275"/>
        <w:gridCol w:w="3686"/>
      </w:tblGrid>
      <w:tr w:rsidR="00323FD0" w:rsidTr="001322FF">
        <w:trPr>
          <w:trHeight w:val="350"/>
        </w:trPr>
        <w:tc>
          <w:tcPr>
            <w:tcW w:w="3920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قسماً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ملئ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الطريق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بما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يعيق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السير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قسماً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جهد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الزمد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لكي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يثبط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فيّ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أو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حاول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الخؤون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بأن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يرش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إليّ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سهما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وتفاعلت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شتى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الظروف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تكيل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آلاماً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فتراكمت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سحب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الهموم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باُفق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فكري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فادلهما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لن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أنثني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اُروم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وإن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عدت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قدماي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تدمى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كلا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أدع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الجهاد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فغايتي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وأسمى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5"/>
        <w:gridCol w:w="3698"/>
      </w:tblGrid>
      <w:tr w:rsidR="00323FD0" w:rsidTr="001322FF">
        <w:trPr>
          <w:trHeight w:val="350"/>
        </w:trPr>
        <w:tc>
          <w:tcPr>
            <w:tcW w:w="3920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أنا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أعلم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الحق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بالاشواك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حافل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خالٍ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الريحان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ينشر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عطره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الجداول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لكنني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أقدمت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اقفو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السير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خطو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الأوائل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فلطالما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المجاهد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مفرداً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الجحافل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ولطالما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نصر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الإله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جنوده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القلائل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فالحق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يخلد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الوجود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يعدوه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زائل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سأظل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أشدو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باسم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إسلامي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وأنكر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باطل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323FD0" w:rsidTr="001322FF">
        <w:trPr>
          <w:trHeight w:val="350"/>
        </w:trPr>
        <w:tc>
          <w:tcPr>
            <w:tcW w:w="3920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اسلامنا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الحبيب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وكل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صعب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سهل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ولأجل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دعوتك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العزيزة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علقم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الأيام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يحلو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شيء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فوق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أسمك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يعلو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وتطبّق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الدنيا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مبادئك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العظيمة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عدل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وسينصر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الرحمن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جند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الحق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ساروا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وحلوا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323FD0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وأظل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باسمك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دائماً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23FD0" w:rsidRDefault="00323FD0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23FD0" w:rsidRDefault="00323FD0" w:rsidP="001322FF">
            <w:pPr>
              <w:pStyle w:val="libPoem"/>
            </w:pPr>
            <w:r w:rsidRPr="00662146">
              <w:rPr>
                <w:rFonts w:hint="cs"/>
                <w:rtl/>
              </w:rPr>
              <w:t>أشدو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ألهو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وأسلو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4"/>
        <w:gridCol w:w="275"/>
        <w:gridCol w:w="3700"/>
      </w:tblGrid>
      <w:tr w:rsidR="00991F8E" w:rsidTr="001322FF">
        <w:trPr>
          <w:trHeight w:val="350"/>
        </w:trPr>
        <w:tc>
          <w:tcPr>
            <w:tcW w:w="3920" w:type="dxa"/>
            <w:shd w:val="clear" w:color="auto" w:fill="auto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لمبادئ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العدى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لافكارهم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القاحلة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تزهر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أفقه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أمجادنا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وشمسهم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زائلة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تركنا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الونى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ولم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أرواحنا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خاملة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عقدنا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اللواء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لديننا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اللحظة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‍‌الفاصلة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تشتيت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فرقة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نصبح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‌مثل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الحلقة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الكاملة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نرهب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نبالي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نكبة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نازلة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أحيلى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كل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الأماني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ماثلة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991F8E" w:rsidTr="001322FF">
        <w:tblPrEx>
          <w:tblLook w:val="04A0"/>
        </w:tblPrEx>
        <w:trPr>
          <w:trHeight w:val="350"/>
        </w:trPr>
        <w:tc>
          <w:tcPr>
            <w:tcW w:w="3920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ينتشر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دستور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اسلامنا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91F8E" w:rsidRDefault="00991F8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91F8E" w:rsidRDefault="00991F8E" w:rsidP="001322FF">
            <w:pPr>
              <w:pStyle w:val="libPoem"/>
            </w:pPr>
            <w:r w:rsidRPr="00662146">
              <w:rPr>
                <w:rFonts w:hint="cs"/>
                <w:rtl/>
              </w:rPr>
              <w:t>تهدي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الورى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أفكاره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الفاضلة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5"/>
        <w:gridCol w:w="3698"/>
      </w:tblGrid>
      <w:tr w:rsidR="00A47A3E" w:rsidTr="001322FF">
        <w:trPr>
          <w:trHeight w:val="350"/>
        </w:trPr>
        <w:tc>
          <w:tcPr>
            <w:tcW w:w="3920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مهما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ادعى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ملحد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وارتحلت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مبادئ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وافدة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صمدنا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نصعف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العصبة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الجاحدة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فالله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واعدنا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نصره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يخلف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واعده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A47A3E" w:rsidTr="001322FF">
        <w:trPr>
          <w:trHeight w:val="350"/>
        </w:trPr>
        <w:tc>
          <w:tcPr>
            <w:tcW w:w="3920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سترتفع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راية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اسلامنا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الهدى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خفاقة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صاعدة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وينتصر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دستور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قرآننا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رغم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أنوف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الزمرة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الحاقدة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مقطوعة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توجيهية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نظمتها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رجعيات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7F3F66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A47A3E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«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رجعية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»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عنك</w:t>
            </w:r>
            <w:r w:rsidR="00F41FCF">
              <w:rPr>
                <w:rFonts w:hint="cs"/>
                <w:rtl/>
              </w:rPr>
              <w:t>!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تبالي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واصمدي</w:t>
            </w:r>
          </w:p>
          <w:p w:rsidR="00B21A8B" w:rsidRPr="00662146" w:rsidRDefault="00B21A8B" w:rsidP="00A47A3E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قولي</w:t>
            </w:r>
            <w:r w:rsidR="00F71223">
              <w:rPr>
                <w:rFonts w:hint="cs"/>
                <w:rtl/>
              </w:rPr>
              <w:t>: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الرسالة</w:t>
            </w:r>
            <w:r w:rsidR="00F71223">
              <w:rPr>
                <w:rFonts w:hint="cs"/>
                <w:rtl/>
              </w:rPr>
              <w:t>،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هداها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اهتدي</w:t>
            </w:r>
          </w:p>
          <w:p w:rsidR="00B21A8B" w:rsidRPr="00662146" w:rsidRDefault="00B21A8B" w:rsidP="00A47A3E">
            <w:pPr>
              <w:pStyle w:val="libCenter"/>
            </w:pPr>
            <w:r w:rsidRPr="00662146">
              <w:rPr>
                <w:rFonts w:hint="cs"/>
                <w:rtl/>
              </w:rPr>
              <w:t>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يثنني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خجلي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العليا</w:t>
            </w:r>
            <w:r w:rsidR="00F71223">
              <w:rPr>
                <w:rFonts w:hint="cs"/>
                <w:rtl/>
              </w:rPr>
              <w:t>،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يغلل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يدي</w:t>
            </w:r>
          </w:p>
        </w:tc>
      </w:tr>
    </w:tbl>
    <w:p w:rsidR="00F71223" w:rsidRDefault="00F71223" w:rsidP="0033545D">
      <w:pPr>
        <w:pStyle w:val="libCenter"/>
        <w:rPr>
          <w:rtl/>
        </w:rPr>
      </w:pP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"/>
        <w:rPr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A47A3E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A47A3E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كلا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هذا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الحجاب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يعيقني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مقصدي</w:t>
            </w:r>
          </w:p>
          <w:p w:rsidR="00B21A8B" w:rsidRPr="00662146" w:rsidRDefault="00B21A8B" w:rsidP="00A47A3E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فغد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واُختاه</w:t>
            </w:r>
            <w:r w:rsidR="00F71223">
              <w:rPr>
                <w:rFonts w:hint="cs"/>
                <w:rtl/>
              </w:rPr>
              <w:t>،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فامضي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طريقك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واصعدي</w:t>
            </w:r>
          </w:p>
          <w:p w:rsidR="00B21A8B" w:rsidRPr="00662146" w:rsidRDefault="00B21A8B" w:rsidP="00A47A3E">
            <w:pPr>
              <w:pStyle w:val="libCenter"/>
            </w:pPr>
            <w:r w:rsidRPr="00662146">
              <w:rPr>
                <w:rFonts w:hint="cs"/>
                <w:rtl/>
              </w:rPr>
              <w:t>والحق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اُختاه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يعلو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فوق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كيد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المعتدي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ذهابها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99"/>
        <w:gridCol w:w="298"/>
        <w:gridCol w:w="3702"/>
      </w:tblGrid>
      <w:tr w:rsidR="00A47A3E" w:rsidTr="00A47A3E">
        <w:trPr>
          <w:trHeight w:val="350"/>
        </w:trPr>
        <w:tc>
          <w:tcPr>
            <w:tcW w:w="3326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28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اوطانه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لاهيا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اخوانه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يبالي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بجوى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تحنانه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قاده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الشوق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ايمانه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سائراً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النعيم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المرتجى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رحاب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31"/>
        <w:gridCol w:w="276"/>
        <w:gridCol w:w="3692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إيها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النعيم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زمزم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الحطيم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والركن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العظيم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رحاب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العفو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الكريم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سعي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الصفا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واذكر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3"/>
        <w:gridCol w:w="298"/>
        <w:gridCol w:w="3688"/>
      </w:tblGrid>
      <w:tr w:rsidR="00A47A3E" w:rsidTr="00A47A3E">
        <w:trPr>
          <w:trHeight w:val="350"/>
        </w:trPr>
        <w:tc>
          <w:tcPr>
            <w:tcW w:w="3338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جنب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المقام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16" w:type="dxa"/>
            <w:shd w:val="clear" w:color="auto" w:fill="auto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حيث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إبراهيم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وصام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A47A3E">
        <w:trPr>
          <w:trHeight w:val="350"/>
        </w:trPr>
        <w:tc>
          <w:tcPr>
            <w:tcW w:w="3338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خشوع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وإحترام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واتجه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الأنام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A47A3E">
        <w:trPr>
          <w:trHeight w:val="350"/>
        </w:trPr>
        <w:tc>
          <w:tcPr>
            <w:tcW w:w="3338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واطلب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العفو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جعل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التوبة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عتق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المذنب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7"/>
        <w:gridCol w:w="298"/>
        <w:gridCol w:w="3684"/>
      </w:tblGrid>
      <w:tr w:rsidR="00A47A3E" w:rsidTr="00A47A3E">
        <w:trPr>
          <w:trHeight w:val="350"/>
        </w:trPr>
        <w:tc>
          <w:tcPr>
            <w:tcW w:w="3342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جئت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الصفا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فأسع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للمروة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تبغي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شرفاً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A47A3E">
        <w:trPr>
          <w:trHeight w:val="350"/>
        </w:trPr>
        <w:tc>
          <w:tcPr>
            <w:tcW w:w="3342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وابتهل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هفا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عفو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اسمى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عفا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A47A3E" w:rsidTr="00A47A3E">
        <w:tblPrEx>
          <w:tblLook w:val="04A0"/>
        </w:tblPrEx>
        <w:trPr>
          <w:trHeight w:val="350"/>
        </w:trPr>
        <w:tc>
          <w:tcPr>
            <w:tcW w:w="3342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قصر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سبع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وأنثني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312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شاكراً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A47A3E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32"/>
        <w:gridCol w:w="276"/>
        <w:gridCol w:w="3691"/>
      </w:tblGrid>
      <w:tr w:rsidR="00A47A3E" w:rsidTr="001322FF">
        <w:trPr>
          <w:trHeight w:val="350"/>
        </w:trPr>
        <w:tc>
          <w:tcPr>
            <w:tcW w:w="3920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يهنيك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المسير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7A3E" w:rsidRDefault="00A47A3E" w:rsidP="001322FF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7A3E" w:rsidRDefault="00A47A3E" w:rsidP="001322FF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خيبر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الغدير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98"/>
        <w:gridCol w:w="3670"/>
      </w:tblGrid>
      <w:tr w:rsidR="00DD540B" w:rsidTr="00DD540B">
        <w:trPr>
          <w:trHeight w:val="350"/>
        </w:trPr>
        <w:tc>
          <w:tcPr>
            <w:tcW w:w="3354" w:type="dxa"/>
            <w:shd w:val="clear" w:color="auto" w:fill="auto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نحو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بدرٍ</w:t>
            </w:r>
            <w:r>
              <w:rPr>
                <w:rFonts w:hint="cs"/>
                <w:rtl/>
              </w:rPr>
              <w:t>،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أحدٍ</w:t>
            </w:r>
            <w:r>
              <w:rPr>
                <w:rFonts w:hint="cs"/>
                <w:rtl/>
              </w:rPr>
              <w:t>،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البشير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00" w:type="dxa"/>
            <w:shd w:val="clear" w:color="auto" w:fill="auto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غارٍ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حراء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مستنير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DD540B" w:rsidTr="00DD540B">
        <w:trPr>
          <w:trHeight w:val="350"/>
        </w:trPr>
        <w:tc>
          <w:tcPr>
            <w:tcW w:w="3354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بضياء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المرسل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الهادي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00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شع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نوراً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بلاد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D540B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DD540B" w:rsidTr="00C85233">
        <w:trPr>
          <w:trHeight w:val="350"/>
        </w:trPr>
        <w:tc>
          <w:tcPr>
            <w:tcW w:w="3920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D540B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3"/>
        <w:gridCol w:w="298"/>
        <w:gridCol w:w="3678"/>
      </w:tblGrid>
      <w:tr w:rsidR="00DD540B" w:rsidTr="00DD540B">
        <w:trPr>
          <w:trHeight w:val="350"/>
        </w:trPr>
        <w:tc>
          <w:tcPr>
            <w:tcW w:w="334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خذها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فرصة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لك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واغنم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ذراها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عبرة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DD540B" w:rsidTr="00DD540B">
        <w:trPr>
          <w:trHeight w:val="350"/>
        </w:trPr>
        <w:tc>
          <w:tcPr>
            <w:tcW w:w="334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ودع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الروح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لتمضي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تبغي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جنة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DD540B" w:rsidTr="00DD540B">
        <w:trPr>
          <w:trHeight w:val="350"/>
        </w:trPr>
        <w:tc>
          <w:tcPr>
            <w:tcW w:w="334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عرضها</w:t>
            </w:r>
            <w:r>
              <w:rPr>
                <w:rFonts w:hint="cs"/>
                <w:rtl/>
              </w:rPr>
              <w:t>،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طولها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كأرض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وهي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بشعور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عذب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D540B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DD540B" w:rsidTr="00C85233">
        <w:trPr>
          <w:trHeight w:val="350"/>
        </w:trPr>
        <w:tc>
          <w:tcPr>
            <w:tcW w:w="3920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D540B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12"/>
        <w:gridCol w:w="297"/>
        <w:gridCol w:w="3690"/>
      </w:tblGrid>
      <w:tr w:rsidR="00DD540B" w:rsidTr="00EE332C">
        <w:trPr>
          <w:trHeight w:val="350"/>
        </w:trPr>
        <w:tc>
          <w:tcPr>
            <w:tcW w:w="333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هذهِ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عرفات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فاغتنمها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فرصة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الفوات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DD540B" w:rsidTr="00EE332C">
        <w:trPr>
          <w:trHeight w:val="350"/>
        </w:trPr>
        <w:tc>
          <w:tcPr>
            <w:tcW w:w="333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واشغلن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ساعتها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بالدعوات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واغسل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الذنب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العبرات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DD540B" w:rsidTr="00EE332C">
        <w:trPr>
          <w:trHeight w:val="350"/>
        </w:trPr>
        <w:tc>
          <w:tcPr>
            <w:tcW w:w="3337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جبل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الرحمة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فأته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540B" w:rsidRDefault="00DD540B" w:rsidP="00C85233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DD540B" w:rsidRDefault="00DD540B" w:rsidP="00C85233">
            <w:pPr>
              <w:pStyle w:val="libPoem"/>
            </w:pPr>
            <w:r w:rsidRPr="00662146">
              <w:rPr>
                <w:rFonts w:hint="cs"/>
                <w:rtl/>
              </w:rPr>
              <w:t>رحمة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وجبِ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EE332C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99"/>
        <w:gridCol w:w="298"/>
        <w:gridCol w:w="3702"/>
      </w:tblGrid>
      <w:tr w:rsidR="00C45B28" w:rsidTr="00EE332C">
        <w:trPr>
          <w:trHeight w:val="350"/>
        </w:trPr>
        <w:tc>
          <w:tcPr>
            <w:tcW w:w="332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2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98"/>
        <w:gridCol w:w="3673"/>
      </w:tblGrid>
      <w:tr w:rsidR="00C45B28" w:rsidTr="00C45B28">
        <w:trPr>
          <w:trHeight w:val="350"/>
        </w:trPr>
        <w:tc>
          <w:tcPr>
            <w:tcW w:w="3352" w:type="dxa"/>
            <w:shd w:val="clear" w:color="auto" w:fill="auto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قفها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وقفة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02" w:type="dxa"/>
            <w:shd w:val="clear" w:color="auto" w:fill="auto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تائباً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توبة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52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واسكب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الروح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عبرة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تغسل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الذنب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وتعطى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جنة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52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يلقاها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نقي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واستقم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لوقت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المغرب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C45B28" w:rsidTr="00C85233">
        <w:trPr>
          <w:trHeight w:val="350"/>
        </w:trPr>
        <w:tc>
          <w:tcPr>
            <w:tcW w:w="3920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99"/>
        <w:gridCol w:w="298"/>
        <w:gridCol w:w="3702"/>
      </w:tblGrid>
      <w:tr w:rsidR="00C45B28" w:rsidTr="00C45B28">
        <w:trPr>
          <w:trHeight w:val="350"/>
        </w:trPr>
        <w:tc>
          <w:tcPr>
            <w:tcW w:w="332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مزدلفة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2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نحوها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فاطو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الدجى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عرفة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2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يذكر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عرفة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2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تائباً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اقترفه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blPrEx>
          <w:tblLook w:val="04A0"/>
        </w:tblPrEx>
        <w:trPr>
          <w:trHeight w:val="350"/>
        </w:trPr>
        <w:tc>
          <w:tcPr>
            <w:tcW w:w="332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ليس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أرض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وسما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2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وظلام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وخشوع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مرهب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C45B28" w:rsidTr="00C85233">
        <w:trPr>
          <w:trHeight w:val="350"/>
        </w:trPr>
        <w:tc>
          <w:tcPr>
            <w:tcW w:w="3920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34"/>
        <w:gridCol w:w="275"/>
        <w:gridCol w:w="3690"/>
      </w:tblGrid>
      <w:tr w:rsidR="00C45B28" w:rsidTr="00C85233">
        <w:trPr>
          <w:trHeight w:val="350"/>
        </w:trPr>
        <w:tc>
          <w:tcPr>
            <w:tcW w:w="3920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إنها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ليلة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سعد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وخشوع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وابتهال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ودعاء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ودموع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8"/>
        <w:gridCol w:w="298"/>
        <w:gridCol w:w="3663"/>
      </w:tblGrid>
      <w:tr w:rsidR="00C45B28" w:rsidTr="00C45B28">
        <w:trPr>
          <w:trHeight w:val="350"/>
        </w:trPr>
        <w:tc>
          <w:tcPr>
            <w:tcW w:w="3361" w:type="dxa"/>
            <w:shd w:val="clear" w:color="auto" w:fill="auto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ومناجاة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الطلوع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293" w:type="dxa"/>
            <w:shd w:val="clear" w:color="auto" w:fill="auto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اُحيلاها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أراض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وربوع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61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يستميل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راحة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293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تزدهي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طيب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C45B28" w:rsidTr="00C85233">
        <w:trPr>
          <w:trHeight w:val="350"/>
        </w:trPr>
        <w:tc>
          <w:tcPr>
            <w:tcW w:w="3920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2"/>
        <w:gridCol w:w="298"/>
        <w:gridCol w:w="3679"/>
      </w:tblGrid>
      <w:tr w:rsidR="00C45B28" w:rsidTr="00C45B28">
        <w:trPr>
          <w:trHeight w:val="350"/>
        </w:trPr>
        <w:tc>
          <w:tcPr>
            <w:tcW w:w="334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نلت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المنى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0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توجهت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أرض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4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مسجداً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للخيف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يعطيك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0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فيه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تنسى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جهد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وعنا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46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الجمرات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08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حصا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معدودة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C45B28" w:rsidTr="00C85233">
        <w:trPr>
          <w:trHeight w:val="350"/>
        </w:trPr>
        <w:tc>
          <w:tcPr>
            <w:tcW w:w="3920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14"/>
        <w:gridCol w:w="298"/>
        <w:gridCol w:w="3687"/>
      </w:tblGrid>
      <w:tr w:rsidR="00C45B28" w:rsidTr="00C45B28">
        <w:trPr>
          <w:trHeight w:val="350"/>
        </w:trPr>
        <w:tc>
          <w:tcPr>
            <w:tcW w:w="3339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وتوجه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للكعبة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طف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وصل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وابتهل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للتوبة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39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فأت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للصفا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والمروة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واشكر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لهذه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النعمة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C45B28" w:rsidTr="00C45B28">
        <w:trPr>
          <w:trHeight w:val="350"/>
        </w:trPr>
        <w:tc>
          <w:tcPr>
            <w:tcW w:w="3339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طوافاً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ثانياً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45B28" w:rsidRDefault="00C45B28" w:rsidP="00C85233">
            <w:pPr>
              <w:pStyle w:val="libPoem"/>
              <w:rPr>
                <w:rtl/>
              </w:rPr>
            </w:pPr>
          </w:p>
        </w:tc>
        <w:tc>
          <w:tcPr>
            <w:tcW w:w="3315" w:type="dxa"/>
          </w:tcPr>
          <w:p w:rsidR="00C45B28" w:rsidRDefault="00C45B28" w:rsidP="00C85233">
            <w:pPr>
              <w:pStyle w:val="libPoem"/>
            </w:pPr>
            <w:r w:rsidRPr="00662146">
              <w:rPr>
                <w:rFonts w:hint="cs"/>
                <w:rtl/>
              </w:rPr>
              <w:t>ليس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جهد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نصب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C45B28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EE332C" w:rsidTr="00C85233">
        <w:trPr>
          <w:trHeight w:val="350"/>
        </w:trPr>
        <w:tc>
          <w:tcPr>
            <w:tcW w:w="3920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EE332C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95"/>
        <w:gridCol w:w="297"/>
        <w:gridCol w:w="3707"/>
      </w:tblGrid>
      <w:tr w:rsidR="00EE332C" w:rsidTr="00EE332C">
        <w:trPr>
          <w:trHeight w:val="350"/>
        </w:trPr>
        <w:tc>
          <w:tcPr>
            <w:tcW w:w="3322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يهنيك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الوصول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33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رحاب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القدس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الرسول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EE332C">
        <w:trPr>
          <w:trHeight w:val="350"/>
        </w:trPr>
        <w:tc>
          <w:tcPr>
            <w:tcW w:w="3322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فيه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تسمو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باريها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العقول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33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تنمحي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الآلام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يزول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EE332C">
        <w:trPr>
          <w:trHeight w:val="350"/>
        </w:trPr>
        <w:tc>
          <w:tcPr>
            <w:tcW w:w="3322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يهب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الارواح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أمناً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ورضى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33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وهو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يروي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مجدب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EE332C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EE332C" w:rsidTr="00C85233">
        <w:trPr>
          <w:trHeight w:val="350"/>
        </w:trPr>
        <w:tc>
          <w:tcPr>
            <w:tcW w:w="3920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EE332C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03"/>
        <w:gridCol w:w="297"/>
        <w:gridCol w:w="3699"/>
      </w:tblGrid>
      <w:tr w:rsidR="00EE332C" w:rsidTr="00EE332C">
        <w:trPr>
          <w:trHeight w:val="350"/>
        </w:trPr>
        <w:tc>
          <w:tcPr>
            <w:tcW w:w="3329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الراحل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الرحاب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26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وبقيعاً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التراب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EE332C">
        <w:trPr>
          <w:trHeight w:val="350"/>
        </w:trPr>
        <w:tc>
          <w:tcPr>
            <w:tcW w:w="3329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فغدت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جدرانه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تحكي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الخراب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26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وانمحت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آثارها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يباب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EE332C">
        <w:tblPrEx>
          <w:tblLook w:val="04A0"/>
        </w:tblPrEx>
        <w:trPr>
          <w:trHeight w:val="350"/>
        </w:trPr>
        <w:tc>
          <w:tcPr>
            <w:tcW w:w="3329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وبه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أربعة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يرجى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بهم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26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نيل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عفو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التعب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EE332C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EE332C" w:rsidTr="00C85233">
        <w:trPr>
          <w:trHeight w:val="350"/>
        </w:trPr>
        <w:tc>
          <w:tcPr>
            <w:tcW w:w="3920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فرصة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وأغلى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مطلب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تهب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الإنسان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الإرب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ودعوة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6"/>
        <w:gridCol w:w="3689"/>
      </w:tblGrid>
      <w:tr w:rsidR="00EE332C" w:rsidTr="00C85233">
        <w:trPr>
          <w:trHeight w:val="350"/>
        </w:trPr>
        <w:tc>
          <w:tcPr>
            <w:tcW w:w="3920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اُختاه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للجهاد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وللفدا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نداء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الندا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09"/>
        <w:gridCol w:w="298"/>
        <w:gridCol w:w="3692"/>
      </w:tblGrid>
      <w:tr w:rsidR="00EE332C" w:rsidTr="00EE332C">
        <w:trPr>
          <w:trHeight w:val="350"/>
        </w:trPr>
        <w:tc>
          <w:tcPr>
            <w:tcW w:w="3335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هيا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أجهري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صرخة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جبارة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19" w:type="dxa"/>
            <w:shd w:val="clear" w:color="auto" w:fill="auto"/>
          </w:tcPr>
          <w:p w:rsidR="00EE332C" w:rsidRPr="00C85233" w:rsidRDefault="00EE332C" w:rsidP="00C85233">
            <w:pPr>
              <w:pStyle w:val="libPoem"/>
            </w:pPr>
            <w:r w:rsidRPr="00C85233">
              <w:rPr>
                <w:rFonts w:hint="cs"/>
                <w:rtl/>
              </w:rPr>
              <w:t>إنا</w:t>
            </w:r>
            <w:r w:rsidR="00405874" w:rsidRPr="00C85233">
              <w:rPr>
                <w:rFonts w:hint="cs"/>
                <w:rtl/>
              </w:rPr>
              <w:t xml:space="preserve"> </w:t>
            </w:r>
            <w:r w:rsidRPr="00C85233">
              <w:rPr>
                <w:rFonts w:hint="cs"/>
                <w:rtl/>
              </w:rPr>
              <w:t>بنات</w:t>
            </w:r>
            <w:r w:rsidR="00405874" w:rsidRPr="00C85233">
              <w:rPr>
                <w:rFonts w:hint="cs"/>
                <w:rtl/>
              </w:rPr>
              <w:t xml:space="preserve"> </w:t>
            </w:r>
            <w:r w:rsidRPr="00C85233">
              <w:rPr>
                <w:rFonts w:hint="cs"/>
                <w:rtl/>
              </w:rPr>
              <w:t>محمد</w:t>
            </w:r>
            <w:r w:rsidR="00405874" w:rsidRPr="00C85233">
              <w:rPr>
                <w:rFonts w:hint="cs"/>
                <w:rtl/>
              </w:rPr>
              <w:t xml:space="preserve"> </w:t>
            </w:r>
            <w:r w:rsidRPr="00C85233">
              <w:rPr>
                <w:rFonts w:hint="cs"/>
                <w:rtl/>
              </w:rPr>
              <w:t>لن</w:t>
            </w:r>
            <w:r w:rsidR="00405874" w:rsidRPr="00C85233">
              <w:rPr>
                <w:rFonts w:hint="cs"/>
                <w:rtl/>
              </w:rPr>
              <w:t xml:space="preserve"> </w:t>
            </w:r>
            <w:r w:rsidRPr="00C85233">
              <w:rPr>
                <w:rFonts w:hint="cs"/>
                <w:rtl/>
              </w:rPr>
              <w:t>نقعدا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EE332C">
        <w:trPr>
          <w:trHeight w:val="350"/>
        </w:trPr>
        <w:tc>
          <w:tcPr>
            <w:tcW w:w="3335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إنا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رسالة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قدسية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319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حملت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تليداً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أصيداً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EE332C" w:rsidTr="00C85233">
        <w:trPr>
          <w:trHeight w:val="350"/>
        </w:trPr>
        <w:tc>
          <w:tcPr>
            <w:tcW w:w="3920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فتيات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الهدى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لنحيي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مآثرنا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الخالدات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C85233">
        <w:trPr>
          <w:trHeight w:val="350"/>
        </w:trPr>
        <w:tc>
          <w:tcPr>
            <w:tcW w:w="3920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ونمضي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سوياً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غاية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لأجل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لقاها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تهون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الحياة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C85233">
        <w:trPr>
          <w:trHeight w:val="350"/>
        </w:trPr>
        <w:tc>
          <w:tcPr>
            <w:tcW w:w="3920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ونكتب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تأريخنا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ناصعاً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مُضيئاً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بأعمالنا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الباهرات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  <w:tr w:rsidR="00EE332C" w:rsidTr="00C85233">
        <w:trPr>
          <w:trHeight w:val="350"/>
        </w:trPr>
        <w:tc>
          <w:tcPr>
            <w:tcW w:w="3920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فإما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نرتقيه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E332C" w:rsidRDefault="00EE332C" w:rsidP="00C8523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E332C" w:rsidRDefault="00EE332C" w:rsidP="00C85233">
            <w:pPr>
              <w:pStyle w:val="libPoem"/>
            </w:pPr>
            <w:r w:rsidRPr="00662146">
              <w:rPr>
                <w:rFonts w:hint="cs"/>
                <w:rtl/>
              </w:rPr>
              <w:t>وإما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قبوراً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تضم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الرفات</w:t>
            </w:r>
            <w:r w:rsidR="00C85233" w:rsidRPr="00D77D35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جمادى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الاولى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1400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الموافق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|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|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1980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اعتقال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واُخته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ثلاثة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أربعة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ايام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نفّذ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الإعدام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عليهما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بهذا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أفل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نجم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المعلمة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الكبيرة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والمرشدة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العظيمة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الهدى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وفازت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برضوان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وجنات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عدنٍ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تجري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تحتها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الأنهار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libNormal"/>
        <w:rPr>
          <w:rtl/>
        </w:rPr>
      </w:pPr>
      <w:bookmarkStart w:id="11" w:name="07"/>
      <w:bookmarkStart w:id="12" w:name="_Toc367119673"/>
      <w:r w:rsidRPr="007525C0">
        <w:rPr>
          <w:rStyle w:val="Heading2Char"/>
          <w:rFonts w:hint="cs"/>
          <w:rtl/>
        </w:rPr>
        <w:lastRenderedPageBreak/>
        <w:t>(2)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أروى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بنت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الحارث</w:t>
      </w:r>
      <w:bookmarkEnd w:id="11"/>
      <w:bookmarkEnd w:id="12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الملطب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الطبقات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تخزيه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طريف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العزى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فهر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ت</w:t>
      </w:r>
      <w:r w:rsidR="00B21A8B" w:rsidRPr="007525C0">
        <w:rPr>
          <w:rFonts w:hint="cs"/>
          <w:rtl/>
        </w:rPr>
        <w:t>زوجها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وداعة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صبرة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سعيد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المطلب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وأبا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سفيان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جميل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والربعة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وداعة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الفصاحة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والبلاغة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أغلظ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أسمعته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كلاماً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قارصاً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طيفور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عائشة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الطويل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الملطب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بالموسم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عجوز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كبيرة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رآها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مرحباً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عمة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أخي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كفرت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بالنعمة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وأسأت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عمّك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الصحبة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وتسميت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بغير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أسمك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وأخذت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حقك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بغير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آبائك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الإسلام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B21A8B" w:rsidRPr="007525C0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كفرتم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50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آبائك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سابقة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فأتعس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منكم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الجدود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واصعر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منكم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الخدود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حتّى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ردّ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الحقّ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إلى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أهله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وكانت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كلمة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هي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العليا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ونبيّنا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محمّد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صلّى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عليه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وآله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هو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المنصور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ناواه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ولو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كره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المشركون</w:t>
      </w:r>
      <w:r w:rsidR="00F71223" w:rsidRPr="003B1AA2">
        <w:rPr>
          <w:rStyle w:val="libNormal0Char"/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كنا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أعظم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حظاً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ونصيباً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وقدراً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مغفوراً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ذنبه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مرفوعاً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درجته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شريفاً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مرضياً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بمنزلة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فرعون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يذبحون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ابناءهم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ويستحيون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المرسلين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نبيّنا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بمنزلة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هارون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موسى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استضعفوني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وكادوا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يقتلونني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يجتمع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شمل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وغايتنا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الجنّة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وغايتكم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النار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العجوز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الضالة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أقصري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وغضي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طرفك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</w:t>
      </w:r>
      <w:r w:rsidR="00F41FCF">
        <w:rPr>
          <w:rFonts w:hint="cs"/>
          <w:rtl/>
        </w:rPr>
        <w:t>؟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اللخناء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النابغة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أتكلمني</w:t>
      </w:r>
      <w:r w:rsidR="00F41FCF">
        <w:rPr>
          <w:rFonts w:hint="cs"/>
          <w:rtl/>
        </w:rPr>
        <w:t>؟!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أربع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ضلعك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بشأن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نفسك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قريش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حسبها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كريم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منصبها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ولقد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فأتعس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منكم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الجدود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وأضرع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منكم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الخدود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لجَدّ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والسعادة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ضرع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أذل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221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ضرع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النباغة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الطريحي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البحرين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ينبغ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نبوغاً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ظهر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النابغة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لظهورها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وشهرتها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البغي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ع</w:t>
      </w:r>
      <w:r w:rsidR="00B21A8B" w:rsidRPr="00662146">
        <w:rPr>
          <w:rFonts w:hint="cs"/>
          <w:rtl/>
        </w:rPr>
        <w:t>لماً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النابغة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عنزة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الإصابة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أربع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ضلعك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أفعل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تطيق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تطيق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244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ضلع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إدعاك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ستة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قريش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كلهم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يزعم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أنه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أبوك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ولقد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رأيت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اُمك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ايام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بمكة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مع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عبد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عاهر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فأتم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بهم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فإنك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بهم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أشبه</w:t>
      </w:r>
      <w:r w:rsidR="00F71223" w:rsidRPr="003B1AA2">
        <w:rPr>
          <w:rStyle w:val="libNormal0Char"/>
          <w:rFonts w:hint="cs"/>
          <w:rtl/>
        </w:rPr>
        <w:t>.</w:t>
      </w:r>
    </w:p>
    <w:p w:rsidR="00DE6870" w:rsidRDefault="007525C0" w:rsidP="00405874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العجوز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الضالة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بصرك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ذهاب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تجوز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شهادتك</w:t>
      </w:r>
      <w:r w:rsidR="00F71223">
        <w:rPr>
          <w:rFonts w:hint="cs"/>
          <w:rtl/>
        </w:rPr>
        <w:t>.</w:t>
      </w:r>
    </w:p>
    <w:p w:rsidR="00DE6870" w:rsidRDefault="007525C0" w:rsidP="00405874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أتتكلم</w:t>
      </w:r>
      <w:r w:rsidR="00F41FCF">
        <w:rPr>
          <w:rFonts w:hint="cs"/>
          <w:rtl/>
        </w:rPr>
        <w:t>؟!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بالحكم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وإنك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لشبهه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زرقة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عينيك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وحمرة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قامته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وظاهر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دمامته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ظاهر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وسبط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كقرابة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الظامر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الأتان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المقرب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فاسأل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تخبرك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صدقت</w:t>
      </w:r>
      <w:r w:rsidR="00F71223">
        <w:rPr>
          <w:rFonts w:hint="cs"/>
          <w:rtl/>
        </w:rPr>
        <w:t>.</w:t>
      </w:r>
    </w:p>
    <w:p w:rsidR="00B21A8B" w:rsidRPr="00662146" w:rsidRDefault="007525C0" w:rsidP="00405874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التفتت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عرضني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لهؤلاء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للقائلة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حمزة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5"/>
        <w:gridCol w:w="3693"/>
      </w:tblGrid>
      <w:tr w:rsidR="00D77D35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D77D35" w:rsidRDefault="00D77D35" w:rsidP="004D104D">
            <w:pPr>
              <w:pStyle w:val="libPoem"/>
            </w:pPr>
            <w:r w:rsidRPr="007525C0">
              <w:rPr>
                <w:rFonts w:hint="cs"/>
                <w:rtl/>
              </w:rPr>
              <w:t>نَحنُ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جَزَيْناكم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77D35" w:rsidRDefault="00D77D35" w:rsidP="004D104D">
            <w:pPr>
              <w:pStyle w:val="libPoem"/>
            </w:pPr>
            <w:r w:rsidRPr="007525C0">
              <w:rPr>
                <w:rFonts w:hint="cs"/>
                <w:rtl/>
              </w:rPr>
              <w:t>والحرب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يوم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ذات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D35" w:rsidTr="004D104D">
        <w:trPr>
          <w:trHeight w:val="350"/>
        </w:trPr>
        <w:tc>
          <w:tcPr>
            <w:tcW w:w="3920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عتبة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وأخي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وصهري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D35" w:rsidTr="004D104D">
        <w:trPr>
          <w:trHeight w:val="350"/>
        </w:trPr>
        <w:tc>
          <w:tcPr>
            <w:tcW w:w="3920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شفيت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وحشي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غليل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شفيت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نفسي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وقضيت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نذري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D35" w:rsidTr="004D104D">
        <w:trPr>
          <w:trHeight w:val="350"/>
        </w:trPr>
        <w:tc>
          <w:tcPr>
            <w:tcW w:w="3920" w:type="dxa"/>
          </w:tcPr>
          <w:p w:rsidR="00D77D35" w:rsidRDefault="00D77D35" w:rsidP="004D104D">
            <w:pPr>
              <w:pStyle w:val="libPoem"/>
            </w:pPr>
            <w:r w:rsidRPr="007525C0">
              <w:rPr>
                <w:rFonts w:hint="cs"/>
                <w:rtl/>
              </w:rPr>
              <w:t>فشكر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وحشي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عليّ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عمري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77D35" w:rsidRDefault="00D77D35" w:rsidP="004D104D">
            <w:pPr>
              <w:pStyle w:val="libPoem"/>
            </w:pPr>
            <w:r w:rsidRPr="007525C0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تغيب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أعظمي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أجبتها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D77D35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رقاعٍ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عظيم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خزيت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فسألت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اُمك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كلهم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أتاني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فانظروا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أشبههم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فألحقوه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فغلب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شبه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العاص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وائل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فلحقت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به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ترم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رمت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عظامه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وأرمّت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بليت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253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رمم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08"/>
        <w:gridCol w:w="298"/>
        <w:gridCol w:w="3693"/>
      </w:tblGrid>
      <w:tr w:rsidR="00D77D35" w:rsidTr="00D77D35">
        <w:trPr>
          <w:trHeight w:val="350"/>
        </w:trPr>
        <w:tc>
          <w:tcPr>
            <w:tcW w:w="3334" w:type="dxa"/>
            <w:shd w:val="clear" w:color="auto" w:fill="auto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صبحك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320" w:type="dxa"/>
            <w:shd w:val="clear" w:color="auto" w:fill="auto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بالهاشميين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الطوال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D35" w:rsidTr="00D77D35">
        <w:trPr>
          <w:trHeight w:val="350"/>
        </w:trPr>
        <w:tc>
          <w:tcPr>
            <w:tcW w:w="3334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بكل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قطاع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يفري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حمزة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ليثي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صقري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D35" w:rsidTr="00D77D35">
        <w:trPr>
          <w:trHeight w:val="350"/>
        </w:trPr>
        <w:tc>
          <w:tcPr>
            <w:tcW w:w="3334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شبيب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وأبوك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أعطيتي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وحشي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ضمير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7D35" w:rsidTr="00D77D35">
        <w:trPr>
          <w:trHeight w:val="350"/>
        </w:trPr>
        <w:tc>
          <w:tcPr>
            <w:tcW w:w="3334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هتك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وحشي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حجاب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7D35" w:rsidRDefault="00D77D35" w:rsidP="004D104D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D77D35" w:rsidRDefault="00D77D35" w:rsidP="004D104D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للبغايا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لمروان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وعمرو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ويلكما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أنتما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عرضتماني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واسمعتماني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أكره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عفا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حاجتك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؛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وخرجت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لأصحابه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المجلس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جميعاً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لأجابت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تجيب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الآخر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لأفصح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غيرهم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بعث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رحيلها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فأكرمها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وعادت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أقصدي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حاجتك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ودعي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اساطير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بألفي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وألفي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وألفي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تصنعين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بألفي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F41FCF">
        <w:rPr>
          <w:rFonts w:hint="cs"/>
          <w:rtl/>
        </w:rPr>
        <w:t>؟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أتشري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عيناً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خرارة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أرض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خوراة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لولد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المطلب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وضعتيها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تصنعين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بألفي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F41FCF">
        <w:rPr>
          <w:rFonts w:hint="cs"/>
          <w:rtl/>
        </w:rPr>
        <w:t>؟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أزوج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أكفائهم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وضعتيها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تصنعين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بألفي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أرض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خوارة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لينة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سهلة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262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خور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الخرارة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الجارية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لخرير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مائها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صوته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234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أستعين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وزيارة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الحرام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وضعتيها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وكرامة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صدقت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الأمانة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ضيعت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أمانتك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فأعطيت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يستحقه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الحقوق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لأهلها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وبيّنها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ودعانا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فشُغل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بحربك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الاُمور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مواضعها.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سألتك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شيئاً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سألتك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أتذكر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وأجهد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بلاءك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بكاؤها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7"/>
        <w:gridCol w:w="275"/>
        <w:gridCol w:w="3687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اسعدينا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المؤمنينا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رُزينا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وفارسها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لبس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احتذاها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قرأ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المثاني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والمئينا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استقبلت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الناظرينا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أنسى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وحسن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صلاته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الراكعينا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blPrEx>
          <w:tblLook w:val="04A0"/>
        </w:tblPrEx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أفي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الشهر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الحرام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فجمعتمونا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بخير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طُرا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اجمعينا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أمر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بستة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آلاف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دينار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أنفقي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تُحبين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فإذا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احتجتيني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فاكتبي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أخيك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يحسن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صفدك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ومعونتك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هكذا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المصدر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والصحيح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شهر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الصيام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الصفد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العطاء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498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400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5"/>
        <w:gridCol w:w="3698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ممنون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أنهما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يشفيني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إني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نسيت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أروى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وذكرته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بغضة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ومال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مكراماً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لاُسرته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رحب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المحاسن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خصب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منافٍ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مهلكه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ولو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رغوب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يعصيني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تغش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ناديهم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تلقى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الحضارمة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العرانين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ر</w:t>
      </w:r>
      <w:r w:rsidR="00B21A8B" w:rsidRPr="00662146">
        <w:rPr>
          <w:rFonts w:hint="cs"/>
          <w:rtl/>
        </w:rPr>
        <w:t>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الهذلي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الملطب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عجوز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رآها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مرحباً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وأهلاً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عمة</w:t>
      </w:r>
      <w:r w:rsidR="00F71223">
        <w:rPr>
          <w:rFonts w:hint="cs"/>
          <w:rtl/>
        </w:rPr>
        <w:t>...</w:t>
      </w:r>
      <w:r w:rsidR="00405874">
        <w:rPr>
          <w:rFonts w:hint="cs"/>
          <w:rtl/>
        </w:rPr>
        <w:t xml:space="preserve"> 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الزركلي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أعلامه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توفيت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حدود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خمسين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هجرية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</w:t>
      </w:r>
      <w:r w:rsidR="007525C0" w:rsidRPr="007525C0">
        <w:rPr>
          <w:rFonts w:hint="cs"/>
          <w:rtl/>
        </w:rPr>
        <w:t>__________________________________</w:t>
      </w:r>
    </w:p>
    <w:p w:rsidR="00F71223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الأربعين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حديثاً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لمنتجب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الحكاية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العاشرة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الدرّ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المنثور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333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للزركلي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290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الإصابة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تمييز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357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4D104D">
      <w:pPr>
        <w:pStyle w:val="Heading2"/>
        <w:rPr>
          <w:rtl/>
        </w:rPr>
      </w:pPr>
      <w:bookmarkStart w:id="13" w:name="08"/>
      <w:bookmarkStart w:id="14" w:name="_Toc367119674"/>
      <w:r w:rsidRPr="004D104D">
        <w:rPr>
          <w:rFonts w:hint="cs"/>
          <w:rtl/>
        </w:rPr>
        <w:lastRenderedPageBreak/>
        <w:t>(3)</w:t>
      </w:r>
      <w:r w:rsidR="00405874" w:rsidRPr="004D104D">
        <w:rPr>
          <w:rFonts w:hint="cs"/>
          <w:rtl/>
        </w:rPr>
        <w:t xml:space="preserve"> </w:t>
      </w:r>
      <w:r w:rsidRPr="004D104D">
        <w:rPr>
          <w:rFonts w:hint="cs"/>
          <w:rtl/>
        </w:rPr>
        <w:t>أروى</w:t>
      </w:r>
      <w:r w:rsidR="00405874" w:rsidRPr="004D104D">
        <w:rPr>
          <w:rFonts w:hint="cs"/>
          <w:rtl/>
        </w:rPr>
        <w:t xml:space="preserve"> </w:t>
      </w:r>
      <w:r w:rsidRPr="004D104D">
        <w:rPr>
          <w:rFonts w:hint="cs"/>
          <w:rtl/>
        </w:rPr>
        <w:t>بنت</w:t>
      </w:r>
      <w:r w:rsidR="00405874" w:rsidRPr="004D104D">
        <w:rPr>
          <w:rFonts w:hint="cs"/>
          <w:rtl/>
        </w:rPr>
        <w:t xml:space="preserve"> </w:t>
      </w:r>
      <w:r w:rsidRPr="004D104D">
        <w:rPr>
          <w:rFonts w:hint="cs"/>
          <w:rtl/>
        </w:rPr>
        <w:t>عبدالمطلب</w:t>
      </w:r>
      <w:bookmarkEnd w:id="13"/>
      <w:r w:rsidR="00405874" w:rsidRPr="004D104D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Pr="004D104D">
        <w:rPr>
          <w:rStyle w:val="libAlaemHeading2Char"/>
          <w:rFonts w:hint="cs"/>
          <w:rtl/>
        </w:rPr>
        <w:t>*</w:t>
      </w:r>
      <w:r w:rsidRPr="00662146">
        <w:rPr>
          <w:rFonts w:hint="cs"/>
          <w:rtl/>
        </w:rPr>
        <w:t>)</w:t>
      </w:r>
      <w:bookmarkEnd w:id="14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عمّة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بليغة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صحابية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جليلة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دافعت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اتباع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مخزوم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الاستيعاب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فقيل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مخزوم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شقيقة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الكعبة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واميمة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وبرة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جندب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رئاب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صعصعة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شقيقة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يعرفون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المخزومية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الزهرية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الطبقات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الجاهلية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Pr="004D104D">
        <w:rPr>
          <w:rStyle w:val="libFootnoteAlaemChar"/>
          <w:rFonts w:hint="cs"/>
          <w:rtl/>
        </w:rPr>
        <w:t>*</w:t>
      </w:r>
      <w:r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انظري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ترجمتها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الاستيعاب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المطبوع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بهامش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الإصابة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الاصابة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المستدرك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الصحيحين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للحاكم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النيسابوري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52،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331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سيرة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هشام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113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114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179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قصي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طليباً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خلف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أرطأة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شرحبيل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هاشم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مناف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قصي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فاطمة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أسلمت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أروى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بمكة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وهاجرت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المدينة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طليب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الأرقم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الأرقم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المخزومي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وأسلمت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وازرت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وعضدت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لتبعناه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وذببنا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يمنعك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تسلمي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وتتبعيه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أخوك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حمزة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تصنع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أخواتي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إحداهن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أسألك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أتيتيه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فسلمت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وصدقتيه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وشهدت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كأخواتها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مرضه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البيضاء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وأميمة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وصفية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وعاتكة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يقلن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يرثينه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ليسمع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فأنشأت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تبكي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9"/>
        <w:gridCol w:w="275"/>
        <w:gridCol w:w="3685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بكت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وحق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البكاء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سمح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سجيته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الحياء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سهل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الخليقة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أبطحي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نيته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العلاء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الفياض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شيبة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أبوه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33545D">
              <w:rPr>
                <w:rFonts w:hint="cs"/>
                <w:rtl/>
              </w:rPr>
              <w:t>طويل</w:t>
            </w:r>
            <w:r>
              <w:rPr>
                <w:rFonts w:hint="cs"/>
                <w:rtl/>
              </w:rPr>
              <w:t xml:space="preserve"> </w:t>
            </w:r>
            <w:r w:rsidRPr="0033545D">
              <w:rPr>
                <w:rFonts w:hint="cs"/>
                <w:rtl/>
              </w:rPr>
              <w:t>الباع</w:t>
            </w:r>
            <w:r>
              <w:rPr>
                <w:rFonts w:hint="cs"/>
                <w:rtl/>
              </w:rPr>
              <w:t xml:space="preserve"> </w:t>
            </w:r>
            <w:r w:rsidRPr="0033545D">
              <w:rPr>
                <w:rFonts w:hint="cs"/>
                <w:rtl/>
              </w:rPr>
              <w:t>أملس</w:t>
            </w:r>
            <w:r>
              <w:rPr>
                <w:rFonts w:hint="cs"/>
                <w:rtl/>
              </w:rPr>
              <w:t xml:space="preserve"> </w:t>
            </w:r>
            <w:r w:rsidRPr="0033545D">
              <w:rPr>
                <w:rFonts w:hint="cs"/>
                <w:rtl/>
              </w:rPr>
              <w:t>شيظمي</w:t>
            </w:r>
            <w:r w:rsidRPr="00F7122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33545D">
              <w:rPr>
                <w:rFonts w:hint="cs"/>
                <w:rtl/>
              </w:rPr>
              <w:t>أغر</w:t>
            </w:r>
            <w:r>
              <w:rPr>
                <w:rFonts w:hint="cs"/>
                <w:rtl/>
              </w:rPr>
              <w:t xml:space="preserve"> </w:t>
            </w:r>
            <w:r w:rsidRPr="0033545D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33545D">
              <w:rPr>
                <w:rFonts w:hint="cs"/>
                <w:rtl/>
              </w:rPr>
              <w:t>غرته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ضياء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Pr="003B1AA2" w:rsidRDefault="00B21A8B" w:rsidP="0033545D">
      <w:pPr>
        <w:pStyle w:val="libFootnote"/>
        <w:rPr>
          <w:rStyle w:val="libNormal0Char"/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الشيظمي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الفتى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الجسيم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1960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شظم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3"/>
        <w:gridCol w:w="298"/>
        <w:gridCol w:w="3678"/>
      </w:tblGrid>
      <w:tr w:rsidR="004D104D" w:rsidTr="004D104D">
        <w:trPr>
          <w:trHeight w:val="350"/>
        </w:trPr>
        <w:tc>
          <w:tcPr>
            <w:tcW w:w="3347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أقب</w:t>
            </w:r>
            <w:r w:rsidRPr="004D104D">
              <w:rPr>
                <w:rStyle w:val="libNormalChar"/>
                <w:rFonts w:hint="cs"/>
                <w:rtl/>
              </w:rPr>
              <w:t xml:space="preserve"> </w:t>
            </w:r>
            <w:r w:rsidRPr="004D104D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الكشح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أروع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فضول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المجد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المقدم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والسناء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347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الضيم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أبلج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هبرزي</w:t>
            </w:r>
            <w:r w:rsidRPr="00F71223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4D104D" w:rsidRDefault="004D104D" w:rsidP="004D104D">
            <w:pPr>
              <w:pStyle w:val="libPoem"/>
            </w:pPr>
            <w:r w:rsidRPr="00662146">
              <w:rPr>
                <w:rFonts w:hint="cs"/>
                <w:rtl/>
              </w:rPr>
              <w:t>قديم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34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ومعقل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مالك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وربيع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وفاصلها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التمس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القضاء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34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الفتى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كرماً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وجوداً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وبأساً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تنسكب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الدماء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34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هاب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الكماة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الموت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قلوب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أكثرهم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هواء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blPrEx>
          <w:tblLook w:val="04A0"/>
        </w:tblPrEx>
        <w:trPr>
          <w:trHeight w:val="350"/>
        </w:trPr>
        <w:tc>
          <w:tcPr>
            <w:tcW w:w="334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مضى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قدماً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بذي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ربدٍ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خشيب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تبصره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البهاء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رجاً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وكنت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جافياً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لذكر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محمدٍ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خفت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المكاويا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الأقب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الضامر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البطن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197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قبب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هبرزي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901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هبرز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15" w:name="09"/>
      <w:bookmarkStart w:id="16" w:name="_Toc367119675"/>
      <w:r w:rsidRPr="00662146">
        <w:rPr>
          <w:rFonts w:hint="cs"/>
          <w:rtl/>
        </w:rPr>
        <w:lastRenderedPageBreak/>
        <w:t>(4)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العامرية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الأشبيلية</w:t>
      </w:r>
      <w:bookmarkEnd w:id="15"/>
      <w:bookmarkEnd w:id="16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ذبيح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المحلاتي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تراجم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الميزان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عرضنا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النصر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والفتح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لسيدنا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المؤمنيا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الحديث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حديثكم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شجونا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رويتم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علمه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فعلمتموه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وصنتم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عهده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فغدا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مصونا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تراجم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225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17" w:name="10"/>
      <w:bookmarkStart w:id="18" w:name="_Toc367119676"/>
      <w:r w:rsidRPr="00662146">
        <w:rPr>
          <w:rFonts w:hint="cs"/>
          <w:rtl/>
        </w:rPr>
        <w:lastRenderedPageBreak/>
        <w:t>(5)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القزوينية</w:t>
      </w:r>
      <w:bookmarkEnd w:id="17"/>
      <w:bookmarkEnd w:id="18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ميرزا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صالح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الفقيه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مهدي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القزويني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الحلي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ت</w:t>
      </w:r>
      <w:r w:rsidR="00B21A8B" w:rsidRPr="00662146">
        <w:rPr>
          <w:rFonts w:hint="cs"/>
          <w:rtl/>
        </w:rPr>
        <w:t>دعى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الحباية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؛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تكريماً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لمقامها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الرفيع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ومنزلتها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الاجتماعية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ت</w:t>
      </w:r>
      <w:r w:rsidR="00B21A8B" w:rsidRPr="00662146">
        <w:rPr>
          <w:rFonts w:hint="cs"/>
          <w:rtl/>
        </w:rPr>
        <w:t>زوجت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الميرزا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الميرزا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القزويني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وأنجبت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ملوك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أديبة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فاضلة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ترجمتها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الميم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عالمة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فاضلة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أديبة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باللغتين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الفصحى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والدارجة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النفوذ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الاجتماعي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راجح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منزلة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اجتماعية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مرموقة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يحترمها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الجميع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وكلمتها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مسموعة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مطاع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العشائر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العراقية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ذ</w:t>
      </w:r>
      <w:r w:rsidR="00B21A8B" w:rsidRPr="00662146">
        <w:rPr>
          <w:rFonts w:hint="cs"/>
          <w:rtl/>
        </w:rPr>
        <w:t>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هما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5"/>
        <w:gridCol w:w="3698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قتيلاً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قضى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وزاحم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سماء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همته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نسرا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فذاك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لعمري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توفيه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أصبحت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للرزء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باكية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عبرى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الفيحاء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1283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للبيئة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ذهنيتها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فالاجواء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تعيشها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والمجالس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مناسبات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أثرها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وتدفع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والأدب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تفوتها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النادرة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الشاردة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المستملحة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وتحفظ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وتحدث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بالكثير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ملوك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قائلاً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تتحدث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امّها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واسطة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لحل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النزاعات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العائلية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فكثيراً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العوائل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المتنافرة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ولطّفت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وأماتت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النزاع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والخصام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الوئام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تتحدث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ومكانتها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وتروي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باللغتين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الفصحى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والدارجة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اشتهر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تميزت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بشخصية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وبأسلوب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الحديث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مجلسها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بالمتأدبات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وذوات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المعرفة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ُصيبت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لازمها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شهوراً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متعددة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وتوفيت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1342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ونقلت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بموكب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النجف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الأشرف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لمقرها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الأخير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وأقيمت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الفاتحة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روحها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صباح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وسارع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للتدليل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نثبت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نموذجاً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رسائلها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صديقة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تعزيها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بوفاة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والدتها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5"/>
        <w:gridCol w:w="275"/>
        <w:gridCol w:w="3689"/>
      </w:tblGrid>
      <w:tr w:rsidR="004D104D" w:rsidTr="004D104D">
        <w:trPr>
          <w:trHeight w:val="350"/>
        </w:trPr>
        <w:tc>
          <w:tcPr>
            <w:tcW w:w="3920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صبراً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</w:t>
            </w:r>
            <w:r w:rsidR="004F2CA0">
              <w:rPr>
                <w:rFonts w:hint="cs"/>
                <w:rtl/>
              </w:rPr>
              <w:t>ـ</w:t>
            </w:r>
            <w:r w:rsidRPr="007525C0">
              <w:rPr>
                <w:rFonts w:hint="cs"/>
                <w:rtl/>
              </w:rPr>
              <w:t>وب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</w:t>
            </w:r>
            <w:r w:rsidR="004F2CA0">
              <w:rPr>
                <w:rFonts w:hint="cs"/>
                <w:rtl/>
              </w:rPr>
              <w:t>ـ</w:t>
            </w:r>
            <w:r w:rsidRPr="007525C0">
              <w:rPr>
                <w:rFonts w:hint="cs"/>
                <w:rtl/>
              </w:rPr>
              <w:t>زمان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وإنما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شيم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الكرام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الصبر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المعضل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D104D" w:rsidTr="004D104D">
        <w:trPr>
          <w:trHeight w:val="350"/>
        </w:trPr>
        <w:tc>
          <w:tcPr>
            <w:tcW w:w="3920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تجزعي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رُزيت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بفادح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D104D" w:rsidRDefault="004D104D" w:rsidP="004D104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D104D" w:rsidRDefault="004D104D" w:rsidP="004D104D">
            <w:pPr>
              <w:pStyle w:val="libPoem"/>
            </w:pPr>
            <w:r w:rsidRPr="007525C0">
              <w:rPr>
                <w:rFonts w:hint="cs"/>
                <w:rtl/>
              </w:rPr>
              <w:t>فالله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عودك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الجميل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فأجملي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خ</w:t>
      </w:r>
      <w:r w:rsidR="00B21A8B" w:rsidRPr="00662146">
        <w:rPr>
          <w:rFonts w:hint="cs"/>
          <w:rtl/>
        </w:rPr>
        <w:t>طب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نازل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ومصاب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هائل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ورزية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المفاصل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وتذرف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الدموع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الهوامل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وينفطر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الصخر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الصبر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ويشيب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الوليد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يفتدى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بالطارف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والتليد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وعمّت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وبعيد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أطفى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لهيبها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وجيجها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التسليم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للقدر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والقضاء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وانّك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الخلف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مضى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تفتقد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أنتِ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البقية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تذهب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شمائلها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فذكراها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تزل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مذكورة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وكأنها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مقبورة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طرقت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بيتك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الطوارق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حلّت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بساحة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ربعك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البوائق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ودمت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برغم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الحقود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لانرى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يغيظ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الحسود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Default="00B21A8B" w:rsidP="007525C0">
      <w:pPr>
        <w:pStyle w:val="libLeftBold"/>
        <w:rPr>
          <w:rtl/>
        </w:rPr>
      </w:pPr>
      <w:r w:rsidRPr="00662146">
        <w:rPr>
          <w:rFonts w:hint="cs"/>
          <w:rtl/>
        </w:rPr>
        <w:t>الداعية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أسماء</w:t>
      </w:r>
    </w:p>
    <w:p w:rsidR="00DE6870" w:rsidRDefault="00B21A8B" w:rsidP="007525C0">
      <w:pPr>
        <w:pStyle w:val="libLeftBold"/>
        <w:rPr>
          <w:rtl/>
        </w:rPr>
      </w:pPr>
      <w:r w:rsidRPr="00662146">
        <w:rPr>
          <w:rFonts w:hint="cs"/>
          <w:rtl/>
        </w:rPr>
        <w:t>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رجب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المرجب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1322ه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لرسالة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الثانية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شقيقها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؛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لنجاته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حادثة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رعناء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1328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يومئذٍ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الهندية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5"/>
        <w:gridCol w:w="3693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هادي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دجى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الظلماء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بنور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جبينه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وأحسابه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يجلوه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أظلم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الخطب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أضرم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الاعداء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حقودهم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علموا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رشح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جودك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يخبو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غ</w:t>
      </w:r>
      <w:r w:rsidR="00B21A8B" w:rsidRPr="00662146">
        <w:rPr>
          <w:rFonts w:hint="cs"/>
          <w:rtl/>
        </w:rPr>
        <w:t>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أمحل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النادي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وشمس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صباح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السارين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وبدرها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حفظك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الرحمن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طوارق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بمحمد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صلى‌الله‌عليه‌وآله‌وسلم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النجباء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فنحن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المتعال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السرور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نزال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بورود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وخصوص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مسرور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فضل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عميم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بنعمته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وخصك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بسلامته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الكافية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ونجاك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الرائعة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فيالها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قارعة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فحمدنا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وشكرناه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هنالك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لتركت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عبرى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ومهجة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حرا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وأحنيت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الضلوع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عيوننا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الهجود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والهجوع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وتمثلنا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2"/>
        <w:gridCol w:w="298"/>
        <w:gridCol w:w="3679"/>
      </w:tblGrid>
      <w:tr w:rsidR="00A06AAC" w:rsidTr="00A06AAC">
        <w:trPr>
          <w:trHeight w:val="350"/>
        </w:trPr>
        <w:tc>
          <w:tcPr>
            <w:tcW w:w="3346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فديت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المحصول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يفتدي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308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أصلك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محفوظاً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بآل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جواد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معلقاً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الحادثة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سبب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الخطيب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مؤلفه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أحوال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الأفاضل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64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ترجمة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باقر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المذكور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نصه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دعاه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رؤساء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العشائر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ليلاً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فرسه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باقر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وجماعة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خاصته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وخدمه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المرحوم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الوقت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صيفاً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فانعقد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المجلس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الفضاء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بجنب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المضيف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قصب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بينا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شغلوا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بنصب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الموائد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بصوت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الرصاص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يُلعلع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فئة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ثأر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المضيف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ففزع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واضطربوا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يقاله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محصول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فأصابته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رصاصة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فسقط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أثرها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قتيلاً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ساقي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واُصيب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للوليمة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فانهزم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الغزاة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راجعين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مكانه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يتحرك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ينذعر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باقر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شكراً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الفيحاء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المعزّ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3B1AA2" w:rsidRDefault="00B21A8B" w:rsidP="003B1AA2">
      <w:pPr>
        <w:pStyle w:val="libNormal"/>
        <w:rPr>
          <w:rtl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بشراك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فاجعة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أخطأت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سوى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جدك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خطاها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فدت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مقادير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و(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محصول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تلقاها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أجابه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يخاطب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هادي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1"/>
        <w:gridCol w:w="275"/>
        <w:gridCol w:w="3703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فديت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المحصول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يفتدى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أصلك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محفوظاً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بآل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والمثل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السار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</w:t>
            </w:r>
            <w:r>
              <w:rPr>
                <w:rFonts w:hint="cs"/>
                <w:rtl/>
              </w:rPr>
              <w:t>ـ</w:t>
            </w:r>
            <w:r w:rsidRPr="007525C0">
              <w:rPr>
                <w:rFonts w:hint="cs"/>
                <w:rtl/>
              </w:rPr>
              <w:t>حصول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حفظ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الأصول</w:t>
            </w:r>
            <w:r>
              <w:rPr>
                <w:rFonts w:hint="cs"/>
                <w:rtl/>
              </w:rPr>
              <w:t xml:space="preserve"> </w:t>
            </w:r>
            <w:r w:rsidRPr="00A06AAC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</w:t>
      </w:r>
      <w:r w:rsidR="007525C0" w:rsidRPr="007525C0">
        <w:rPr>
          <w:rFonts w:hint="cs"/>
          <w:rtl/>
        </w:rPr>
        <w:t>__________________________________</w:t>
      </w:r>
    </w:p>
    <w:p w:rsidR="00F71223" w:rsidRPr="003B1AA2" w:rsidRDefault="00B21A8B" w:rsidP="0033545D">
      <w:pPr>
        <w:pStyle w:val="libFootnote"/>
        <w:rPr>
          <w:rStyle w:val="libNormal0Char"/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أدب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وانظر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مستدركات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مجلة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الموسم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العدد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12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صفحة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373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19" w:name="11"/>
      <w:bookmarkStart w:id="20" w:name="_Toc367119677"/>
      <w:r w:rsidRPr="00662146">
        <w:rPr>
          <w:rFonts w:hint="cs"/>
          <w:rtl/>
        </w:rPr>
        <w:lastRenderedPageBreak/>
        <w:t>(6)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طالب</w:t>
      </w:r>
      <w:bookmarkEnd w:id="19"/>
      <w:bookmarkEnd w:id="20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البشير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سعيد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وراءُك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F41FCF">
        <w:rPr>
          <w:rFonts w:hint="cs"/>
          <w:rtl/>
        </w:rPr>
        <w:t>!</w:t>
      </w:r>
      <w:r w:rsidR="00B21A8B" w:rsidRPr="00662146">
        <w:rPr>
          <w:rFonts w:hint="cs"/>
          <w:rtl/>
        </w:rPr>
        <w:t>!!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بقتله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فنادى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فصاحت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وخرجت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نساؤها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حاسرة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ثوبها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تقولون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فعلتم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وأنت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آخر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الاُمم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بعترتي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وبأهلي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اُسارى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وقتلى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ضرجوا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جزائي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نصحت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تخلفوني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بسوءٍ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ذوي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رحمي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أصواتهن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ضحك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عجّت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نساء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زيادٍ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عجة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كعجيج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نسوتنا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غداة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الأرنب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الأرنب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كعب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وهذا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البيت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لعمر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معدي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كرب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ثم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قال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وعاية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كواعية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عثمان!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تأريخه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البيتين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الأولين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فقط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آشوب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المناقب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تنوح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تولون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الحساب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وصدق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مسموع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خذلتم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عترتي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أوكنتم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غيباً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والحق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ولي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الأمر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مجموع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أسلمتموه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بأيدي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الظالمين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منكم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مشفوع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غداة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الطف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حضروا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تلك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المنايا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عنهن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مدفوع</w:t>
            </w:r>
            <w:r>
              <w:rPr>
                <w:rFonts w:hint="cs"/>
                <w:rtl/>
              </w:rPr>
              <w:t xml:space="preserve"> </w:t>
            </w:r>
            <w:r w:rsidRPr="00A06AAC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تاريخه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المذكورة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مخنف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راشد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الرحمان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الكنود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وهكذا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الصغرى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النبوية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الأنباري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بإسناده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الكامل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88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466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3B1AA2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ابن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طالب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فاطمة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وهي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زوج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عبدالله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جعفر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اُم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بنية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رفعت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خباءها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يوم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كربلاء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يوم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قتل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الحسين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وقالت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هذه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الأبيات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أعلم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  <w:r w:rsidR="00405874">
        <w:rPr>
          <w:rStyle w:val="libNormal0Char"/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198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للخوارزمي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للسيد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طاووس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305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46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Heading2"/>
        <w:rPr>
          <w:rtl/>
        </w:rPr>
      </w:pPr>
      <w:bookmarkStart w:id="21" w:name="12"/>
      <w:bookmarkStart w:id="22" w:name="_Toc367119678"/>
      <w:r w:rsidRPr="003B1AA2">
        <w:rPr>
          <w:rFonts w:hint="cs"/>
          <w:rtl/>
        </w:rPr>
        <w:lastRenderedPageBreak/>
        <w:t>(7)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البّراء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صفوان</w:t>
      </w:r>
      <w:bookmarkEnd w:id="21"/>
      <w:bookmarkEnd w:id="22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م</w:t>
      </w:r>
      <w:r w:rsidR="00B21A8B" w:rsidRPr="00662146">
        <w:rPr>
          <w:rFonts w:hint="cs"/>
          <w:rtl/>
        </w:rPr>
        <w:t>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المواليات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والحاضرات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القتال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وتشجعهم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مواجهة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العدو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طيفور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بكار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سهيل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التميمي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جعدة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هبيرة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المخزومي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استأذنت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البراء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صفوان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هلال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فأذن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فدخلت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ثلاثة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دروع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تسحبها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رأسها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كور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كهيئة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المنسف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فسلمت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جلست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صفوان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حالك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ضعفت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وكسلت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نشاط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درع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المرأة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قميصها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1206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درع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العمامة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يكورها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لاثها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دارها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809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كَوَرَ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القاموس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المحيط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129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المِنْسَف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ينسف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الطعام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طويل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منصوب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وأعلاه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مرتفع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1431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شتان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بينك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اليوم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تقولين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عمرو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دونك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صارماً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رونق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عضب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المهزة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بالخوار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أسرج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جوادك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مسرعاً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ومشمراً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للحرب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معردٍ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لفرار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أجب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لوائه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وأغر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بصارم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بتار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ياليتني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أصبحت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بعورة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فأذب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عساكر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الفجار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ذاك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ومثلك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عفا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﴿</w:t>
      </w:r>
      <w:r w:rsidR="00405874">
        <w:rPr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عَفَا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اللَّهُ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عَمَّا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سَلَفَ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﴾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هيهات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لعدت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ولكنه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اخترم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دونك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نسيته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جلسائه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B2531B" w:rsidRPr="00B2531B">
        <w:rPr>
          <w:rStyle w:val="libAlaemChar"/>
          <w:rFonts w:hint="cs"/>
          <w:rtl/>
        </w:rPr>
        <w:t>عليه‌السلام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للرجال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لعظم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مصيبة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فدحت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مصابها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الهازل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العضب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السيف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القاطع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183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عضب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تعريداً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508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المائدة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95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الشمس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كاسفة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إمامنا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الخلائق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والإمام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العادل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المطي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مشى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التراب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لمحتف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ناعل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حاشا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هدّدَتَ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قواءنا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فالحق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أصبح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خاضعاً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للباطل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قاتلك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صفوان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تركت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لقائل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مقالاً</w:t>
      </w:r>
      <w:r w:rsidR="00F41FCF">
        <w:rPr>
          <w:rFonts w:hint="cs"/>
          <w:rtl/>
        </w:rPr>
        <w:t>!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أذكري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حاجتك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هيهات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سألتك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شيئاً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فعثرت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شانئ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زعمتي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اُحبه</w:t>
      </w:r>
      <w:r w:rsidR="00F41FCF">
        <w:rPr>
          <w:rFonts w:hint="cs"/>
          <w:rtl/>
        </w:rPr>
        <w:t>؟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علمت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Pr="003B1AA2" w:rsidRDefault="00B21A8B" w:rsidP="0033545D">
      <w:pPr>
        <w:pStyle w:val="libFootnote"/>
        <w:rPr>
          <w:rStyle w:val="libNormal0Char"/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75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475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366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23" w:name="13"/>
      <w:bookmarkStart w:id="24" w:name="_Toc367119679"/>
      <w:r w:rsidRPr="00662146">
        <w:rPr>
          <w:rFonts w:hint="cs"/>
          <w:rtl/>
        </w:rPr>
        <w:lastRenderedPageBreak/>
        <w:t>(8)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البيضاء</w:t>
      </w:r>
      <w:bookmarkEnd w:id="23"/>
      <w:bookmarkEnd w:id="24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ب</w:t>
      </w:r>
      <w:r w:rsidR="00B21A8B" w:rsidRPr="00662146">
        <w:rPr>
          <w:rFonts w:hint="cs"/>
          <w:rtl/>
        </w:rPr>
        <w:t>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الملطب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بليغة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مخزوم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توأمة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يختلف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شقيقته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وشقيقة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والزبير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شمس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وبنات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كأخواتها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مرضه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البيضاء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واُميمة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وصفية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وعاتكة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وأمرهن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يقلن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يرثينه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ليسمع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فأنشأت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5"/>
        <w:gridCol w:w="275"/>
        <w:gridCol w:w="3699"/>
      </w:tblGrid>
      <w:tr w:rsidR="00A06AAC" w:rsidTr="0019713D">
        <w:trPr>
          <w:trHeight w:val="350"/>
        </w:trPr>
        <w:tc>
          <w:tcPr>
            <w:tcW w:w="3920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واستهلي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وابكي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والمكرمات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اسعفيني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بدمع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هاطلات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06AAC" w:rsidTr="0019713D">
        <w:trPr>
          <w:trHeight w:val="350"/>
        </w:trPr>
        <w:tc>
          <w:tcPr>
            <w:tcW w:w="3920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وابكي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06AAC" w:rsidRDefault="00A06AAC" w:rsidP="0019713D">
            <w:pPr>
              <w:pStyle w:val="libPoem"/>
            </w:pPr>
            <w:r w:rsidRPr="00662146">
              <w:rPr>
                <w:rFonts w:hint="cs"/>
                <w:rtl/>
              </w:rPr>
              <w:t>أباك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تيار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4"/>
        <w:gridCol w:w="299"/>
        <w:gridCol w:w="3686"/>
      </w:tblGrid>
      <w:tr w:rsidR="00A06AAC" w:rsidTr="00A06AAC">
        <w:trPr>
          <w:trHeight w:val="350"/>
        </w:trPr>
        <w:tc>
          <w:tcPr>
            <w:tcW w:w="3339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طويل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الباع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شيبة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06AAC" w:rsidRDefault="00A06AAC" w:rsidP="0019713D">
            <w:pPr>
              <w:pStyle w:val="libPoem"/>
              <w:rPr>
                <w:rtl/>
              </w:rPr>
            </w:pPr>
          </w:p>
        </w:tc>
        <w:tc>
          <w:tcPr>
            <w:tcW w:w="3314" w:type="dxa"/>
            <w:shd w:val="clear" w:color="auto" w:fill="auto"/>
          </w:tcPr>
          <w:p w:rsidR="00A06AAC" w:rsidRDefault="00A06AAC" w:rsidP="0019713D">
            <w:pPr>
              <w:pStyle w:val="libPoem"/>
            </w:pPr>
            <w:r w:rsidRPr="007525C0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محمود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الهبات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380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25" w:name="14"/>
      <w:bookmarkStart w:id="26" w:name="_Toc367119680"/>
      <w:r w:rsidRPr="00662146">
        <w:rPr>
          <w:rFonts w:hint="cs"/>
          <w:rtl/>
        </w:rPr>
        <w:lastRenderedPageBreak/>
        <w:t>(9)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ذر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الغفاري</w:t>
      </w:r>
      <w:bookmarkEnd w:id="25"/>
      <w:bookmarkEnd w:id="26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ز</w:t>
      </w:r>
      <w:r w:rsidR="00B21A8B" w:rsidRPr="00662146">
        <w:rPr>
          <w:rFonts w:hint="cs"/>
          <w:rtl/>
        </w:rPr>
        <w:t>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الغفاري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الصحابي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بقوله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أظلت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الخضراء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اقلت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الغبراء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شواعر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صحبة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المواليات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يبتسم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ببدء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اسلامك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صنم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فأتيته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فصببت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لبناً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ووليت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فحانت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التفاتة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يشرب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اللبن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فبال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الصنم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فأنشأت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6"/>
        <w:gridCol w:w="3691"/>
      </w:tblGrid>
      <w:tr w:rsidR="007F31AD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مدى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1AD" w:rsidTr="00CC70CA">
        <w:trPr>
          <w:trHeight w:val="350"/>
        </w:trPr>
        <w:tc>
          <w:tcPr>
            <w:tcW w:w="3920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الكلب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سامك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حظ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خسف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يمنع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قفاك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سمعتني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أتيت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جرماً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وأصبت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عظماً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هجرت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نهما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بالخبر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3"/>
        <w:gridCol w:w="276"/>
        <w:gridCol w:w="3700"/>
      </w:tblGrid>
      <w:tr w:rsidR="007F31AD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الا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فابغنا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كريماً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جواداً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الفضائل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1AD" w:rsidTr="00CC70CA">
        <w:trPr>
          <w:trHeight w:val="350"/>
        </w:trPr>
        <w:tc>
          <w:tcPr>
            <w:tcW w:w="3920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سامه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حقير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تمنع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يداه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98"/>
        <w:gridCol w:w="3672"/>
      </w:tblGrid>
      <w:tr w:rsidR="007F31AD" w:rsidTr="007F31AD">
        <w:trPr>
          <w:trHeight w:val="350"/>
        </w:trPr>
        <w:tc>
          <w:tcPr>
            <w:tcW w:w="3353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الحجارة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غاوٍ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301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ركيك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صدقت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الحجارة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غاوٍ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581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392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27" w:name="15"/>
      <w:bookmarkStart w:id="28" w:name="_Toc367119681"/>
      <w:r w:rsidRPr="00662146">
        <w:rPr>
          <w:rFonts w:hint="cs"/>
          <w:rtl/>
        </w:rPr>
        <w:lastRenderedPageBreak/>
        <w:t>(10)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ذريح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العبدية</w:t>
      </w:r>
      <w:bookmarkEnd w:id="27"/>
      <w:bookmarkEnd w:id="28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ش</w:t>
      </w:r>
      <w:r w:rsidR="00B21A8B" w:rsidRPr="00662146">
        <w:rPr>
          <w:rFonts w:hint="cs"/>
          <w:rtl/>
        </w:rPr>
        <w:t>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البلاغة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مخنف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مصحفاً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ليدعو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فقطعوا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وقتلوه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العبدية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3"/>
        <w:gridCol w:w="298"/>
        <w:gridCol w:w="3688"/>
      </w:tblGrid>
      <w:tr w:rsidR="007F31AD" w:rsidTr="007F31AD">
        <w:trPr>
          <w:trHeight w:val="350"/>
        </w:trPr>
        <w:tc>
          <w:tcPr>
            <w:tcW w:w="3338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أتاهم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316" w:type="dxa"/>
            <w:shd w:val="clear" w:color="auto" w:fill="auto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بمصحف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أرسله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مولاهم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1AD" w:rsidTr="007F31AD">
        <w:trPr>
          <w:trHeight w:val="350"/>
        </w:trPr>
        <w:tc>
          <w:tcPr>
            <w:tcW w:w="3338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للعدل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والإيمان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يتلوا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يخشاهم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31AD" w:rsidTr="007F31AD">
        <w:trPr>
          <w:trHeight w:val="350"/>
        </w:trPr>
        <w:tc>
          <w:tcPr>
            <w:tcW w:w="3338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فخضبوا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طباهم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7F31AD" w:rsidRDefault="007F31AD" w:rsidP="00CC70CA">
            <w:pPr>
              <w:pStyle w:val="libPoem"/>
              <w:rPr>
                <w:rtl/>
              </w:rPr>
            </w:pPr>
          </w:p>
        </w:tc>
        <w:tc>
          <w:tcPr>
            <w:tcW w:w="3316" w:type="dxa"/>
          </w:tcPr>
          <w:p w:rsidR="007F31AD" w:rsidRDefault="007F31AD" w:rsidP="00CC70CA">
            <w:pPr>
              <w:pStyle w:val="libPoem"/>
            </w:pPr>
            <w:r w:rsidRPr="00662146">
              <w:rPr>
                <w:rFonts w:hint="cs"/>
                <w:rtl/>
              </w:rPr>
              <w:t>واُمهم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واقفة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F31AD" w:rsidRDefault="007F31AD" w:rsidP="007F31AD">
      <w:pPr>
        <w:pStyle w:val="libCenter"/>
        <w:rPr>
          <w:rtl/>
        </w:rPr>
      </w:pPr>
      <w:r w:rsidRPr="00662146">
        <w:rPr>
          <w:rFonts w:hint="cs"/>
          <w:rtl/>
        </w:rPr>
        <w:t>تأمرهم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بالغي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تنهاهم</w:t>
      </w:r>
      <w:r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موضعين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لأول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عاصم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الحجاج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أرطأة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الدهني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مصحفاً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فطاف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أصحابه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المصحف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يدعوهم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</w:t>
      </w:r>
      <w:r w:rsidR="007525C0" w:rsidRPr="007525C0">
        <w:rPr>
          <w:rFonts w:hint="cs"/>
          <w:rtl/>
        </w:rPr>
        <w:t>_______________________</w:t>
      </w:r>
    </w:p>
    <w:p w:rsidR="00F71223" w:rsidRPr="003B1AA2" w:rsidRDefault="00B21A8B" w:rsidP="0033545D">
      <w:pPr>
        <w:pStyle w:val="libFootnote"/>
        <w:rPr>
          <w:rStyle w:val="libNormal0Char"/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نهج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البلاغة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112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إلى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مقتول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فتى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الكوفة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قباء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أبيض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محشو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فأعرض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كرر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كلامه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ثانياً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وثالثاً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فكان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الفتى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يقوم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قائلاً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فدفعه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فدعاهم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فقطعوا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يده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اليمنى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فأخذه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بيده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اليسرى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فدعاهم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فقطعوا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يده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اليسرى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فأخذه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بصدره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والدماء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تسيل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قبائه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رضى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الآن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قتالهم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الفتى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ترثي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لاهم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يتلو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يخشاهم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وأمهم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قائمة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يأتمرون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تنهاهم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5E85" w:rsidRDefault="00E05E85" w:rsidP="00E05E85">
      <w:pPr>
        <w:pStyle w:val="libCenter"/>
        <w:rPr>
          <w:rtl/>
        </w:rPr>
      </w:pPr>
      <w:r w:rsidRPr="00662146">
        <w:rPr>
          <w:rFonts w:hint="cs"/>
          <w:rtl/>
        </w:rPr>
        <w:t>قد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خضبت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منه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علق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لحاهم</w:t>
      </w:r>
      <w:r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</w:p>
    <w:p w:rsidR="00DE6870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لثاني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شعيب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أرسلنا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يدعو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فرشقوه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صنع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بكعب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رشقاً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فقتلوه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أوّل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عائشة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لاهم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أتاهم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مستسلماً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للموت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يخشاهم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فرملوه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7525C0">
              <w:rPr>
                <w:rFonts w:hint="cs"/>
                <w:rtl/>
              </w:rPr>
              <w:t>واُمهم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قائمة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7525C0">
              <w:rPr>
                <w:rFonts w:hint="cs"/>
                <w:rtl/>
              </w:rPr>
              <w:t>يأتمرون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الغي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تنهاهم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يمكن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ذريح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رثته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العالم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511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529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477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F71223">
      <w:pPr>
        <w:pStyle w:val="libFootnote"/>
        <w:rPr>
          <w:rtl/>
        </w:rPr>
      </w:pPr>
      <w:bookmarkStart w:id="29" w:name="16"/>
      <w:bookmarkStart w:id="30" w:name="_Toc367119682"/>
      <w:r w:rsidRPr="007525C0">
        <w:rPr>
          <w:rStyle w:val="Heading2Char"/>
          <w:rFonts w:hint="cs"/>
          <w:rtl/>
        </w:rPr>
        <w:lastRenderedPageBreak/>
        <w:t>(11)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أُم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رعلة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القشيرية</w:t>
      </w:r>
      <w:bookmarkEnd w:id="29"/>
      <w:bookmarkEnd w:id="3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رعلة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القشيرية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أوردها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المستغفري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باسناد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ضعيف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الاوزاعي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عطاء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عباس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رعلة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القشيرية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وفصاحة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ورحمة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وبركاته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ذوات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الخدور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ومحل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أزر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البعول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ومربيات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الأولاد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وممهدات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الجيش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الأعظم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فعلّمنا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شيئاً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يقربنا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عزّوجلّ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عليكن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بذكر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عزّوجلّ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آناء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وأطراف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النهار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وغض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البصر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وخفض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الصوت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الحديث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أخرجه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أبوموسى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الإصابة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رعلة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وسكون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المهملة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أورده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وأضاف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قائلاً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واُزينهن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لأزواجهن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فأثبط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رعلة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قينيهن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وزينيهن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كسدن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غابت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وأقبلت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ايام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الحزن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وتطوافها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أزقة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تبكي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وأنشد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مرثية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3"/>
        <w:gridCol w:w="298"/>
        <w:gridCol w:w="3678"/>
      </w:tblGrid>
      <w:tr w:rsidR="00E05E85" w:rsidTr="00E05E85">
        <w:trPr>
          <w:trHeight w:val="350"/>
        </w:trPr>
        <w:tc>
          <w:tcPr>
            <w:tcW w:w="3347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فاطمة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المعمور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ساحتها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307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هيجت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حزناً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3B1AA2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معرفة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الصحابة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5</w:t>
      </w:r>
      <w:r w:rsidR="00F71223" w:rsidRPr="003B1AA2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582</w:t>
      </w:r>
      <w:r w:rsidR="00F71223" w:rsidRPr="003B1AA2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Style w:val="libNormal0Char"/>
          <w:rtl/>
        </w:rPr>
      </w:pPr>
      <w:r>
        <w:rPr>
          <w:rStyle w:val="libNormal0Char"/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ثم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قال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حجر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ثم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ساق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أبو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موسى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بسنده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عياش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قدمت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القشيرية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مع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زوجها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رعلة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وكانت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امرأة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بدوية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ذات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لسان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فكان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النبي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صلّى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عليه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وآله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معجباً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وذكر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نحوه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وقال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آخر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الحديث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فهاجت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المدينة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مأتماً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فلم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يبق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دار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دور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الأنصار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إلا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وأهلها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يبكون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محسن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الأمين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الأثير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تطوافها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بالحسنين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عليهما‌السلام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وخطابها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يستظهر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شرط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كتابنا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المؤمنات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يظهر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عالمة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اللسان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بليغة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الكلام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الإصابة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تمييز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449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478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395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31" w:name="17"/>
      <w:bookmarkStart w:id="32" w:name="_Toc367119683"/>
      <w:r w:rsidRPr="00662146">
        <w:rPr>
          <w:rFonts w:hint="cs"/>
          <w:rtl/>
        </w:rPr>
        <w:lastRenderedPageBreak/>
        <w:t>(12)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سنان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المذحجية</w:t>
      </w:r>
      <w:bookmarkEnd w:id="31"/>
      <w:bookmarkEnd w:id="32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ش</w:t>
      </w:r>
      <w:r w:rsidR="00B21A8B" w:rsidRPr="00662146">
        <w:rPr>
          <w:rFonts w:hint="cs"/>
          <w:rtl/>
        </w:rPr>
        <w:t>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معروفة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بفصاحة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والشجاعة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والجرأة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المواليات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وانشدت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أعداء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والصبر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المعركة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5"/>
        <w:gridCol w:w="3696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عزب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الرقاد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فمقلتي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والليل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يصدر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الهموم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مذحج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فشمروا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يقصد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كالهلال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تحفه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وسط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السماء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الكوكب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الخلائق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يهدكم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بالنور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تهتدوا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شهد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الحروب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مظفرا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والنصر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لوائه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يفقد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6"/>
        <w:gridCol w:w="3695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أما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هلكت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الحسين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بالحق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تعرف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هادياً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مهديا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فاذهب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صلاة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الغصون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قمريا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خلفاً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أوصى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فاليوم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يؤمل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هيهات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نأمل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إنسيا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قصة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ظريفة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مذكورة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التأريخ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والسير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فحينما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دخلت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سألها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ومدحها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للامام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تنكر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نطق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وقول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صدَق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479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349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33" w:name="18"/>
      <w:bookmarkStart w:id="34" w:name="_Toc367119684"/>
      <w:r w:rsidRPr="00662146">
        <w:rPr>
          <w:rFonts w:hint="cs"/>
          <w:rtl/>
        </w:rPr>
        <w:lastRenderedPageBreak/>
        <w:t>(13)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كلثوم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bookmarkEnd w:id="33"/>
      <w:bookmarkEnd w:id="34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ب</w:t>
      </w:r>
      <w:r w:rsidR="00B21A8B" w:rsidRPr="00662146">
        <w:rPr>
          <w:rFonts w:hint="cs"/>
          <w:rtl/>
        </w:rPr>
        <w:t>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ُمّها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فواضل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عصرها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وعبادة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وبلاغة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وشجاعة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فطنة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عظيمة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المنزلة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ح</w:t>
      </w:r>
      <w:r w:rsidR="00B21A8B" w:rsidRPr="00662146">
        <w:rPr>
          <w:rFonts w:hint="cs"/>
          <w:rtl/>
        </w:rPr>
        <w:t>ضرت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التبليغي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واقتدار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المشهورة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وتعريفهم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أمامهم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وحرمه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وليسوا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خوارج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يدعي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يزيد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أنشدت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قتلتم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فويل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لأمكم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ستجزون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يتوقد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سفكتم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دماءً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سفكها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وحرمها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القرآن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فابشروا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بالنار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لفي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سقرٍ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حقاً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يقيناً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تُخلّدوا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43"/>
        <w:gridCol w:w="298"/>
        <w:gridCol w:w="3658"/>
      </w:tblGrid>
      <w:tr w:rsidR="00E05E85" w:rsidTr="00E05E85">
        <w:trPr>
          <w:trHeight w:val="350"/>
        </w:trPr>
        <w:tc>
          <w:tcPr>
            <w:tcW w:w="3365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وإني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لأبكي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حياتي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289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سيولد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E05E85">
        <w:trPr>
          <w:trHeight w:val="350"/>
        </w:trPr>
        <w:tc>
          <w:tcPr>
            <w:tcW w:w="3365" w:type="dxa"/>
          </w:tcPr>
          <w:p w:rsidR="00E05E85" w:rsidRDefault="00E05E85" w:rsidP="00CC70CA">
            <w:pPr>
              <w:pStyle w:val="libPoem"/>
            </w:pPr>
            <w:r w:rsidRPr="007525C0">
              <w:rPr>
                <w:rFonts w:hint="cs"/>
                <w:rtl/>
              </w:rPr>
              <w:t>بدمع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غزير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مستهل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مكفكف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289" w:type="dxa"/>
          </w:tcPr>
          <w:p w:rsidR="00E05E85" w:rsidRDefault="00E05E85" w:rsidP="00CC70CA">
            <w:pPr>
              <w:pStyle w:val="libPoem"/>
            </w:pP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دائماً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يجمد</w:t>
            </w:r>
            <w:r>
              <w:rPr>
                <w:rFonts w:hint="cs"/>
                <w:rtl/>
              </w:rPr>
              <w:t xml:space="preserve"> </w:t>
            </w:r>
            <w:r w:rsidRPr="00E05E85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8"/>
        <w:gridCol w:w="275"/>
        <w:gridCol w:w="3706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مدينة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تقبلينا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فبالحسرات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والأحزان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فاخبر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بأنا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فجعنا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الطريحي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منتخبه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تتكون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ثمانية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وأربعين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بيتاً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كلثوم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ومطلع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البيتان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المذكوران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ونقل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الحاج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دخيل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كلثوم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والظاهر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البيتين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الأولين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كلثوم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والباقي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لأحد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الشعراء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العالم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اللهوف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66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اللهوف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المنتخب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للطريحي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499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كلثوم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42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35" w:name="19"/>
      <w:bookmarkStart w:id="36" w:name="_Toc367119685"/>
      <w:r w:rsidRPr="00662146">
        <w:rPr>
          <w:rFonts w:hint="cs"/>
          <w:rtl/>
        </w:rPr>
        <w:lastRenderedPageBreak/>
        <w:t>(14)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مسلم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عبدالله</w:t>
      </w:r>
      <w:bookmarkEnd w:id="35"/>
      <w:bookmarkEnd w:id="36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ش</w:t>
      </w:r>
      <w:r w:rsidR="00B21A8B" w:rsidRPr="00662146">
        <w:rPr>
          <w:rFonts w:hint="cs"/>
          <w:rtl/>
        </w:rPr>
        <w:t>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ر</w:t>
      </w:r>
      <w:r w:rsidR="00B21A8B" w:rsidRPr="00662146">
        <w:rPr>
          <w:rFonts w:hint="cs"/>
          <w:rtl/>
        </w:rPr>
        <w:t>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عاصم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الحجاج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أرطأة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الدهني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مصحفاً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فطاف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أصحابه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المصحف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يدعوهم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مقتول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محشو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فأعرض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كلامه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ثانياً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وثالثاً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قائلاً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فدفعه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فدعاهم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فقطعوا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اليمنى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فأخذه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اليسرى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فدعاهم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فقطعوا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اليسرى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فأخذه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بصدره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قبائه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قتالهم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E05E85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لاهم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يتلو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يخشاهم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05E85" w:rsidTr="00CC70CA">
        <w:trPr>
          <w:trHeight w:val="350"/>
        </w:trPr>
        <w:tc>
          <w:tcPr>
            <w:tcW w:w="3920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واُمهم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قائمة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E05E85" w:rsidRDefault="00E05E85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E05E85" w:rsidRDefault="00E05E85" w:rsidP="00CC70CA">
            <w:pPr>
              <w:pStyle w:val="libPoem"/>
            </w:pPr>
            <w:r w:rsidRPr="00662146">
              <w:rPr>
                <w:rFonts w:hint="cs"/>
                <w:rtl/>
              </w:rPr>
              <w:t>يأتمرون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تنهاهم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5E85" w:rsidRDefault="00E05E85" w:rsidP="00E05E85">
      <w:pPr>
        <w:pStyle w:val="libCenter"/>
        <w:rPr>
          <w:rtl/>
        </w:rPr>
      </w:pPr>
      <w:r w:rsidRPr="00662146">
        <w:rPr>
          <w:rFonts w:hint="cs"/>
          <w:rtl/>
        </w:rPr>
        <w:t>قد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خُضبت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منه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علقٍ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لحاهم</w:t>
      </w:r>
      <w:r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</w:p>
    <w:p w:rsidR="00B21A8B" w:rsidRDefault="007525C0" w:rsidP="00E05E85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شعيب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511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سيف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مخلد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كثير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ارسلنا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مسلم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يدعو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أبينا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فرشقوه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صنع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القلب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بكعب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رشقاً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واحداً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فقتلوه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فكان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أول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يدي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عائشة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مسلم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ترثيه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B614D8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لاهم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أتاهم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مستسلماً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للموت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يخشاهم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فرملوه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هاجهم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7525C0">
              <w:rPr>
                <w:rFonts w:hint="cs"/>
                <w:rtl/>
              </w:rPr>
              <w:t>واُمهم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قائمة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7525C0">
              <w:rPr>
                <w:rFonts w:hint="cs"/>
                <w:rtl/>
              </w:rPr>
              <w:t>يأتمرون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الغي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تنهاهم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البلاغة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ذريح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العبدية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سابقاً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قائلة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B614D8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أتاهم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بمصحف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أرسله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مولاهم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للعدل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والإيمان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يتلو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يخشاهم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فخضبوا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ضباهم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واُمهم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وافقة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تراهم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14D8" w:rsidRDefault="00B614D8" w:rsidP="00B614D8">
      <w:pPr>
        <w:pStyle w:val="libCenter"/>
        <w:rPr>
          <w:rtl/>
        </w:rPr>
      </w:pPr>
      <w:r w:rsidRPr="00662146">
        <w:rPr>
          <w:rFonts w:hint="cs"/>
          <w:rtl/>
        </w:rPr>
        <w:t>تأمروهم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بالغي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لا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تنهاهم</w:t>
      </w:r>
      <w:r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(2)</w:t>
      </w:r>
    </w:p>
    <w:p w:rsidR="00B21A8B" w:rsidRPr="00662146" w:rsidRDefault="007525C0" w:rsidP="00B614D8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يمكن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اُمه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ذريح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رثته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العالم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529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البلاغة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112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477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37" w:name="20"/>
      <w:bookmarkStart w:id="38" w:name="_Toc367119686"/>
      <w:r w:rsidRPr="00662146">
        <w:rPr>
          <w:rFonts w:hint="cs"/>
          <w:rtl/>
        </w:rPr>
        <w:lastRenderedPageBreak/>
        <w:t>(15)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نزار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الملائكة</w:t>
      </w:r>
      <w:bookmarkEnd w:id="37"/>
      <w:bookmarkEnd w:id="38"/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ا</w:t>
      </w:r>
      <w:r w:rsidR="00B21A8B" w:rsidRPr="007525C0">
        <w:rPr>
          <w:rFonts w:hint="cs"/>
          <w:rtl/>
        </w:rPr>
        <w:t>سمها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سليمة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لقبت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وردة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اليازجي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كنيتها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طغت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اسمها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وألقابها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سمتها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الشاطئ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كتابها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الشاعرة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المعاصرة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سلمى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بغداد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1908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وتوفيت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1952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جراحية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أجريت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ودفنت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عراقية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معروفة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تُعد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طليعة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العربيات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عالجت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قضايا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سياسية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واجتماعية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وقومية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وحملت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سائدة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آنذاك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ووصل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صوتها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أنحاء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ونشرت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والمجلات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قصائد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رائعة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مستواها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الثقافي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وطبع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ديوانها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الورود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بيروت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1867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محافظة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حجابها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الإسلامي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تختلط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أثار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الادباء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آنذاك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الاديبة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الشاطئ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العجب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تكون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نزار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جيلها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الثائرة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الأغلال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تنطلق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قفص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الحريم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انطلقت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جميلة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العلايلي</w:t>
      </w:r>
      <w:r w:rsidR="00F71223">
        <w:rPr>
          <w:rFonts w:hint="cs"/>
          <w:rtl/>
        </w:rPr>
        <w:t>.</w:t>
      </w:r>
      <w:r w:rsidR="00B21A8B" w:rsidRPr="007525C0">
        <w:rPr>
          <w:rFonts w:hint="cs"/>
          <w:rtl/>
        </w:rPr>
        <w:t>..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صوت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نزار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ينطلق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وراء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الحجاب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يُعلن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الوجود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الثوري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للشاعرة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الحديثة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الشاعرة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المعاصرة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37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المعاصرة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42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DE6870" w:rsidP="00B2531B">
      <w:pPr>
        <w:pStyle w:val="libNormal"/>
        <w:rPr>
          <w:rtl/>
        </w:rPr>
      </w:pPr>
      <w:r>
        <w:rPr>
          <w:rFonts w:hint="cs"/>
          <w:rtl/>
        </w:rPr>
        <w:br w:type="page"/>
      </w:r>
      <w:r w:rsidR="007525C0"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تراث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عنوانها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المذياع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الصامت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موقف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المذياع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لخلل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المحجبة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تتصل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بالعالم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المسحور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5"/>
        <w:gridCol w:w="3694"/>
      </w:tblGrid>
      <w:tr w:rsidR="00B614D8" w:rsidTr="00CC70CA">
        <w:trPr>
          <w:trHeight w:val="350"/>
        </w:trPr>
        <w:tc>
          <w:tcPr>
            <w:tcW w:w="3920" w:type="dxa"/>
            <w:shd w:val="clear" w:color="auto" w:fill="auto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أيها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الصامت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المعذب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بعدما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مؤنسي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وسميري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هاج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صمتك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الحزين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شجوناً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مبهمات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فغاب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سروري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أتأسي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بالقرب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لعل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شافٍ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لوعتي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وسعيري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وأمنى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النفس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فإنها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بلحن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صوتك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المسحور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أثقل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ساعدي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وأضنى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الجهد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وكدني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تفكيري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blPrEx>
          <w:tblLook w:val="04A0"/>
        </w:tblPrEx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علني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أستطيع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عرفنا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غاب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فتهت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ديجور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14D8" w:rsidRPr="00662146" w:rsidRDefault="00B614D8" w:rsidP="00B614D8">
      <w:pPr>
        <w:pStyle w:val="libCenter"/>
        <w:rPr>
          <w:rtl/>
        </w:rPr>
      </w:pPr>
      <w:r w:rsidRPr="00662146">
        <w:rPr>
          <w:rFonts w:hint="cs"/>
          <w:rtl/>
        </w:rPr>
        <w:t>وسجا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الليل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واعتكر</w:t>
      </w:r>
    </w:p>
    <w:p w:rsidR="00B614D8" w:rsidRPr="00662146" w:rsidRDefault="00B614D8" w:rsidP="00B614D8">
      <w:pPr>
        <w:pStyle w:val="libCenter"/>
        <w:rPr>
          <w:rtl/>
        </w:rPr>
      </w:pPr>
      <w:r w:rsidRPr="00662146">
        <w:rPr>
          <w:rFonts w:hint="cs"/>
          <w:rtl/>
        </w:rPr>
        <w:t>وتغي</w:t>
      </w:r>
      <w:r>
        <w:rPr>
          <w:rFonts w:hint="cs"/>
          <w:rtl/>
        </w:rPr>
        <w:t>ـ</w:t>
      </w:r>
      <w:r w:rsidRPr="00662146">
        <w:rPr>
          <w:rFonts w:hint="cs"/>
          <w:rtl/>
        </w:rPr>
        <w:t>ب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بالس</w:t>
      </w:r>
      <w:r>
        <w:rPr>
          <w:rFonts w:hint="cs"/>
          <w:rtl/>
        </w:rPr>
        <w:t>ـ</w:t>
      </w:r>
      <w:r w:rsidRPr="00662146">
        <w:rPr>
          <w:rFonts w:hint="cs"/>
          <w:rtl/>
        </w:rPr>
        <w:t>هر</w:t>
      </w:r>
    </w:p>
    <w:p w:rsidR="00B614D8" w:rsidRDefault="00B614D8" w:rsidP="00B614D8">
      <w:pPr>
        <w:pStyle w:val="libCenter"/>
        <w:rPr>
          <w:rtl/>
        </w:rPr>
      </w:pPr>
      <w:r w:rsidRPr="00662146">
        <w:rPr>
          <w:rFonts w:hint="cs"/>
          <w:rtl/>
        </w:rPr>
        <w:t>أجهد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القلب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بالفكر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35"/>
        <w:gridCol w:w="275"/>
        <w:gridCol w:w="3689"/>
      </w:tblGrid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كيف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وللسكون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مرعبات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وللدجى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وحوالي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يتنزى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أضاليله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يلتام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تتهاوى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النفوس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وللمنايا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ازدحام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وحيالي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اشتباك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المآسي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غمم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وضرام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وفؤادي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أبلته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أحلامه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فأودت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بسعده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الآلام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14D8" w:rsidTr="00CC70CA">
        <w:trPr>
          <w:trHeight w:val="350"/>
        </w:trPr>
        <w:tc>
          <w:tcPr>
            <w:tcW w:w="3920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وسميري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الغريد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دهاه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614D8" w:rsidRDefault="00B614D8" w:rsidP="00CC70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614D8" w:rsidRDefault="00B614D8" w:rsidP="00CC70CA">
            <w:pPr>
              <w:pStyle w:val="libPoem"/>
            </w:pPr>
            <w:r w:rsidRPr="00662146">
              <w:rPr>
                <w:rFonts w:hint="cs"/>
                <w:rtl/>
              </w:rPr>
              <w:t>فتعاين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517F3C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كيف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غريدي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الصمت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أوفى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17F3C" w:rsidRPr="00662146" w:rsidRDefault="00517F3C" w:rsidP="00517F3C">
      <w:pPr>
        <w:pStyle w:val="libCenter"/>
        <w:rPr>
          <w:rtl/>
        </w:rPr>
      </w:pPr>
      <w:r w:rsidRPr="00662146">
        <w:rPr>
          <w:rFonts w:hint="cs"/>
          <w:rtl/>
        </w:rPr>
        <w:t>وهو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نابي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ومزهري</w:t>
      </w:r>
    </w:p>
    <w:p w:rsidR="00517F3C" w:rsidRPr="00662146" w:rsidRDefault="00517F3C" w:rsidP="00517F3C">
      <w:pPr>
        <w:pStyle w:val="libCenter"/>
        <w:rPr>
          <w:rtl/>
        </w:rPr>
      </w:pPr>
      <w:r w:rsidRPr="00662146">
        <w:rPr>
          <w:rFonts w:hint="cs"/>
          <w:rtl/>
        </w:rPr>
        <w:t>ونديمي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ومخبري</w:t>
      </w:r>
    </w:p>
    <w:p w:rsidR="00517F3C" w:rsidRDefault="00517F3C" w:rsidP="00517F3C">
      <w:pPr>
        <w:pStyle w:val="libCenter"/>
        <w:rPr>
          <w:rtl/>
        </w:rPr>
      </w:pPr>
      <w:r w:rsidRPr="00662146">
        <w:rPr>
          <w:rFonts w:hint="cs"/>
          <w:rtl/>
        </w:rPr>
        <w:t>بأماني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معشري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517F3C" w:rsidTr="00620A2D"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صاحب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ثابت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الولاء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أخلاصه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الصحاب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F3C" w:rsidTr="00620A2D"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ينفك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مغدقاً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حولي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مشتتاً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سآمتي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واكتئابي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F3C" w:rsidTr="00620A2D"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صحارى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قطعتها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بجناحيه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وكم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جزت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طاغي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F3C" w:rsidTr="00620A2D"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والأهازيج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بالسحر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زيج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وإرنان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جرسها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F3C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منهل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سائغ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المذاق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روى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غلتي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فراق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F3C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جف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سلساله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الشهي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والعذاب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17F3C" w:rsidRPr="00662146" w:rsidRDefault="00517F3C" w:rsidP="00517F3C">
      <w:pPr>
        <w:pStyle w:val="libCenter"/>
        <w:rPr>
          <w:rtl/>
        </w:rPr>
      </w:pPr>
      <w:r w:rsidRPr="00662146">
        <w:rPr>
          <w:rFonts w:hint="cs"/>
          <w:rtl/>
        </w:rPr>
        <w:t>فأنا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بين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وحدتي</w:t>
      </w:r>
    </w:p>
    <w:p w:rsidR="00517F3C" w:rsidRPr="00662146" w:rsidRDefault="00517F3C" w:rsidP="00517F3C">
      <w:pPr>
        <w:pStyle w:val="libCenter"/>
        <w:rPr>
          <w:rtl/>
        </w:rPr>
      </w:pPr>
      <w:r w:rsidRPr="00662146">
        <w:rPr>
          <w:rFonts w:hint="cs"/>
          <w:rtl/>
        </w:rPr>
        <w:t>وسكتوني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ولهفتي</w:t>
      </w:r>
    </w:p>
    <w:p w:rsidR="00517F3C" w:rsidRPr="00517F3C" w:rsidRDefault="00517F3C" w:rsidP="00517F3C">
      <w:pPr>
        <w:pStyle w:val="libCenter"/>
        <w:rPr>
          <w:rtl/>
        </w:rPr>
      </w:pPr>
      <w:r w:rsidRPr="00662146">
        <w:rPr>
          <w:rFonts w:hint="cs"/>
          <w:rtl/>
        </w:rPr>
        <w:t>رهن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شجو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وحيرة</w:t>
      </w:r>
      <w:r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خاطبت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الطموح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6"/>
        <w:gridCol w:w="3690"/>
      </w:tblGrid>
      <w:tr w:rsidR="00517F3C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فإلام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الطموح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تهيم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وديان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أفكار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تذيق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العلقما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17F3C" w:rsidTr="00620A2D">
        <w:trPr>
          <w:trHeight w:val="350"/>
        </w:trPr>
        <w:tc>
          <w:tcPr>
            <w:tcW w:w="3920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تترك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517F3C" w:rsidRDefault="00517F3C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517F3C" w:rsidRDefault="00517F3C" w:rsidP="00620A2D">
            <w:pPr>
              <w:pStyle w:val="libPoem"/>
            </w:pPr>
            <w:r w:rsidRPr="00662146">
              <w:rPr>
                <w:rFonts w:hint="cs"/>
                <w:rtl/>
              </w:rPr>
              <w:t>أرضى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أصغي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فأسلما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</w:t>
      </w:r>
      <w:r w:rsidR="007525C0" w:rsidRPr="007525C0">
        <w:rPr>
          <w:rFonts w:hint="cs"/>
          <w:rtl/>
        </w:rPr>
        <w:t>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المعاصرة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43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9"/>
        <w:gridCol w:w="298"/>
        <w:gridCol w:w="3682"/>
      </w:tblGrid>
      <w:tr w:rsidR="00DB2D6D" w:rsidTr="00DB2D6D">
        <w:trPr>
          <w:trHeight w:val="350"/>
        </w:trPr>
        <w:tc>
          <w:tcPr>
            <w:tcW w:w="3344" w:type="dxa"/>
            <w:shd w:val="clear" w:color="auto" w:fill="auto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جاوزت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الحدود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يحن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310" w:type="dxa"/>
            <w:shd w:val="clear" w:color="auto" w:fill="auto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تكف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الطموح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وتسأما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405874" w:rsidP="007525C0">
      <w:pPr>
        <w:pStyle w:val="libBold2"/>
        <w:rPr>
          <w:rtl/>
        </w:rPr>
      </w:pPr>
      <w:r>
        <w:rPr>
          <w:rFonts w:hint="cs"/>
          <w:rtl/>
        </w:rPr>
        <w:t xml:space="preserve"> </w:t>
      </w:r>
      <w:r w:rsidR="007525C0"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مخاطبة</w:t>
      </w:r>
      <w:r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5"/>
        <w:gridCol w:w="3694"/>
      </w:tblGrid>
      <w:tr w:rsidR="00DB2D6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رضيتن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فهنتن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2D6D" w:rsidTr="00620A2D">
        <w:trPr>
          <w:trHeight w:val="350"/>
        </w:trPr>
        <w:tc>
          <w:tcPr>
            <w:tcW w:w="3920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وأمعنتن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غائلة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2D6D" w:rsidTr="00620A2D">
        <w:trPr>
          <w:trHeight w:val="350"/>
        </w:trPr>
        <w:tc>
          <w:tcPr>
            <w:tcW w:w="3920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تعملن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بلافلا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الشقا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2D6D" w:rsidTr="00620A2D">
        <w:trPr>
          <w:trHeight w:val="350"/>
        </w:trPr>
        <w:tc>
          <w:tcPr>
            <w:tcW w:w="3920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تفخرن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بالماضي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تبسمن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للآتي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2D6D" w:rsidTr="00620A2D">
        <w:trPr>
          <w:trHeight w:val="350"/>
        </w:trPr>
        <w:tc>
          <w:tcPr>
            <w:tcW w:w="3920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ألفنا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الضعف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وارتحنا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لبلوانا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رضيات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B2D6D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نهوَ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الدنيا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B2D6D" w:rsidRDefault="00DB2D6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B2D6D" w:rsidRDefault="00DB2D6D" w:rsidP="00620A2D">
            <w:pPr>
              <w:pStyle w:val="libPoem"/>
            </w:pPr>
            <w:r w:rsidRPr="00662146">
              <w:rPr>
                <w:rFonts w:hint="cs"/>
                <w:rtl/>
              </w:rPr>
              <w:t>سوى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ثوب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ومرآة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أثناء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توجه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الجويش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فلسطين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1948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EA111E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lastRenderedPageBreak/>
              <w:t>شددي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العنف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الباغين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إذلالاً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وقهرا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شددي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الضيق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الطاغين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زيدي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القيد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عسرا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تليني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لافاعي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أمعنت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لدغاً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وغدرا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ترقي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للمضلين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جاؤك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اسرى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دمريهم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حطمي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طغيانهم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حتى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أرهقيهم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أبدلي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أحلامهم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يأساً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وخسرا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جرعيهم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أكؤساً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بغيهم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تطفح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مرّا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إمنحيهم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فلسطين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عناءً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مُستمرا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EA111E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البأس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أعيدي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ربوات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اليأس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اطبقي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الكفين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الرجس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تقتيلاً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ودحرا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ترقي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لصهايين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عتوا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القدس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أبعدي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الرأفة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افئدة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تطفح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طهرا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ليس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للرأفة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الآن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تعقب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قتليهم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فالأذلاء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يرون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خسرا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أظهري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الباطل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تباينا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وزجرا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ليس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تأتين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والعدل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الأغرا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أذكري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الأهوال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تنهال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الساحات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سكرى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اُذكري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الأطفال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تتساقط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ارهابا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وذعرا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اسألي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القدس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ينبئك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اسأليه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مسجداً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مسترهقاً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يشكو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وديرا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اسألي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العتمة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والليل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الدجى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المكفهرا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EA111E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lastRenderedPageBreak/>
              <w:t>اسألي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الاشلاء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فالاشلاء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بالقصة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ادرى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كيف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بالقدس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وكيف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ارتد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نكرا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كيف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رفت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وضمات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النور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بالساحة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حيرى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EA111E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عاصف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السوح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تصخاباً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وذعرا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عاصف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يحيل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الكون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اهتيج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فلسطين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فلينبشو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ناباً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وظفرا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وليمدوا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الطغيان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طياً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نشرا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وليمنوا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طغمة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الشذاذ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القدس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مقرا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ليس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شأن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العُرب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تذهب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هدرا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858" w:type="pct"/>
        <w:tblInd w:w="-34" w:type="dxa"/>
        <w:tblLook w:val="01E0"/>
      </w:tblPr>
      <w:tblGrid>
        <w:gridCol w:w="3940"/>
        <w:gridCol w:w="298"/>
        <w:gridCol w:w="3960"/>
      </w:tblGrid>
      <w:tr w:rsidR="00B62C32" w:rsidTr="00B62C32">
        <w:trPr>
          <w:trHeight w:val="350"/>
        </w:trPr>
        <w:tc>
          <w:tcPr>
            <w:tcW w:w="3543" w:type="dxa"/>
            <w:shd w:val="clear" w:color="auto" w:fill="auto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لن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تكوني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كعبة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الاسراء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للعادين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62C32" w:rsidRDefault="00B62C32" w:rsidP="00620A2D">
            <w:pPr>
              <w:pStyle w:val="libPoem"/>
              <w:rPr>
                <w:rtl/>
              </w:rPr>
            </w:pPr>
          </w:p>
        </w:tc>
        <w:tc>
          <w:tcPr>
            <w:tcW w:w="3561" w:type="dxa"/>
            <w:shd w:val="clear" w:color="auto" w:fill="auto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لن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تصيري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للمغيرين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الامجاد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جسرا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C32" w:rsidTr="00B62C32">
        <w:trPr>
          <w:trHeight w:val="350"/>
        </w:trPr>
        <w:tc>
          <w:tcPr>
            <w:tcW w:w="3543" w:type="dxa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سجلت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سفرا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2C32" w:rsidRDefault="00B62C32" w:rsidP="00620A2D">
            <w:pPr>
              <w:pStyle w:val="libPoem"/>
              <w:rPr>
                <w:rtl/>
              </w:rPr>
            </w:pPr>
          </w:p>
        </w:tc>
        <w:tc>
          <w:tcPr>
            <w:tcW w:w="3561" w:type="dxa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وطدت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الأمجاد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حصناً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مشمخرا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2C32" w:rsidTr="00B62C32">
        <w:trPr>
          <w:trHeight w:val="350"/>
        </w:trPr>
        <w:tc>
          <w:tcPr>
            <w:tcW w:w="3543" w:type="dxa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النصر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والعزة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62C32" w:rsidRDefault="00B62C32" w:rsidP="00620A2D">
            <w:pPr>
              <w:pStyle w:val="libPoem"/>
              <w:rPr>
                <w:rtl/>
              </w:rPr>
            </w:pPr>
          </w:p>
        </w:tc>
        <w:tc>
          <w:tcPr>
            <w:tcW w:w="3561" w:type="dxa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فليصموا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الدنيا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تفاهات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وهجرا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222"/>
      </w:tblGrid>
      <w:tr w:rsidR="00B21A8B" w:rsidRPr="00662146" w:rsidTr="00EA111E">
        <w:trPr>
          <w:tblCellSpacing w:w="0" w:type="dxa"/>
          <w:jc w:val="center"/>
        </w:trPr>
        <w:tc>
          <w:tcPr>
            <w:tcW w:w="5000" w:type="pct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من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أباح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للأغراب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يهديه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حكرا</w:t>
            </w:r>
            <w:r w:rsidR="00F41FCF">
              <w:rPr>
                <w:rFonts w:hint="cs"/>
                <w:rtl/>
              </w:rPr>
              <w:t>؟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الغربي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يلعب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الصحراء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دورا</w:t>
            </w:r>
            <w:r w:rsidR="00F41FCF">
              <w:rPr>
                <w:rFonts w:hint="cs"/>
                <w:rtl/>
              </w:rPr>
              <w:t>؟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أيها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الغدر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حملت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خذ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طريق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واجنح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للهدى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واستدن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غفرا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كيف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القدس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فاستهدفته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صدراً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ونحرا</w:t>
            </w:r>
            <w:r w:rsidR="00F41FCF">
              <w:rPr>
                <w:rFonts w:hint="cs"/>
                <w:rtl/>
              </w:rPr>
              <w:t>؟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كيف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أعزيت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سكب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الطاهر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غدرا</w:t>
            </w:r>
            <w:r w:rsidR="00F41FCF">
              <w:rPr>
                <w:rFonts w:hint="cs"/>
                <w:rtl/>
              </w:rPr>
              <w:t>؟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هذه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الدار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أهل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أرادوا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العيش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نضرا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هذه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السوح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فراديس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عزاً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وطهرا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هذه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الجنات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للهدى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مغدى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ومسرى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كيف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تنصاع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صهيون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توليه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أمرا</w:t>
            </w:r>
            <w:r w:rsidR="00F41FCF">
              <w:rPr>
                <w:rFonts w:hint="cs"/>
                <w:rtl/>
              </w:rPr>
              <w:t>؟</w:t>
            </w:r>
            <w:r w:rsidRPr="00662146">
              <w:rPr>
                <w:rFonts w:hint="cs"/>
                <w:rtl/>
              </w:rPr>
              <w:t>!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951" w:type="pct"/>
        <w:tblInd w:w="108" w:type="dxa"/>
        <w:tblLook w:val="01E0"/>
      </w:tblPr>
      <w:tblGrid>
        <w:gridCol w:w="3941"/>
        <w:gridCol w:w="298"/>
        <w:gridCol w:w="4116"/>
      </w:tblGrid>
      <w:tr w:rsidR="00B62C32" w:rsidTr="00B62C32">
        <w:trPr>
          <w:trHeight w:val="350"/>
        </w:trPr>
        <w:tc>
          <w:tcPr>
            <w:tcW w:w="3544" w:type="dxa"/>
            <w:shd w:val="clear" w:color="auto" w:fill="auto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عالم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استفق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فالشرق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يستوفز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62C32" w:rsidRDefault="00B62C32" w:rsidP="00620A2D">
            <w:pPr>
              <w:pStyle w:val="libPoem"/>
              <w:rPr>
                <w:rtl/>
              </w:rPr>
            </w:pPr>
          </w:p>
        </w:tc>
        <w:tc>
          <w:tcPr>
            <w:tcW w:w="3701" w:type="dxa"/>
            <w:shd w:val="clear" w:color="auto" w:fill="auto"/>
          </w:tcPr>
          <w:p w:rsidR="00B62C32" w:rsidRDefault="00B62C32" w:rsidP="00620A2D">
            <w:pPr>
              <w:pStyle w:val="libPoem"/>
            </w:pPr>
            <w:r w:rsidRPr="00662146">
              <w:rPr>
                <w:rFonts w:hint="cs"/>
                <w:rtl/>
              </w:rPr>
              <w:t>طال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واجتثت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قسرا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bidiVisual/>
        <w:tblW w:w="5462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462"/>
      </w:tblGrid>
      <w:tr w:rsidR="00B21A8B" w:rsidRPr="00662146" w:rsidTr="003B1AA2">
        <w:trPr>
          <w:tblCellSpacing w:w="0" w:type="dxa"/>
          <w:jc w:val="center"/>
        </w:trPr>
        <w:tc>
          <w:tcPr>
            <w:tcW w:w="5462" w:type="dxa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lastRenderedPageBreak/>
              <w:t>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نعد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نقوى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الطغيان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تضليلا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وسترا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سوف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تزجيها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لضىً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حمراء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تصلي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سعرا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كان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بالعرب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فخرا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bidiVisual/>
        <w:tblW w:w="710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105"/>
      </w:tblGrid>
      <w:tr w:rsidR="00B21A8B" w:rsidRPr="00662146" w:rsidTr="003B1AA2">
        <w:trPr>
          <w:tblCellSpacing w:w="0" w:type="dxa"/>
          <w:jc w:val="center"/>
        </w:trPr>
        <w:tc>
          <w:tcPr>
            <w:tcW w:w="7105" w:type="dxa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إنه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الظلم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يحيل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القلب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مهما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صخرا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إنها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الخمرة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تجتاح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ترديه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سكرا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bidiVisual/>
        <w:tblW w:w="5764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764"/>
      </w:tblGrid>
      <w:tr w:rsidR="00B21A8B" w:rsidRPr="00662146" w:rsidTr="003B1AA2">
        <w:trPr>
          <w:tblCellSpacing w:w="0" w:type="dxa"/>
          <w:jc w:val="center"/>
        </w:trPr>
        <w:tc>
          <w:tcPr>
            <w:tcW w:w="5764" w:type="dxa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فلسطين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عانيت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ارهاقا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وجورا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إنها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خاتمة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الآلام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أشجاها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ممرا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لملمي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الأشلاء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ولتفضي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الغمة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سترا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ولتجيلي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الطرف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البيد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البيد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الساحات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أفواج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توالي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اثر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اُخرى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الأبطال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ضجت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الهيجاء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حرى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فلتعديها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فلسطين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ليوم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النصر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ذخرا</w:t>
            </w:r>
          </w:p>
        </w:tc>
      </w:tr>
    </w:tbl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bidiVisual/>
        <w:tblW w:w="5416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5416"/>
      </w:tblGrid>
      <w:tr w:rsidR="00B21A8B" w:rsidRPr="00662146" w:rsidTr="003B1AA2">
        <w:trPr>
          <w:tblCellSpacing w:w="0" w:type="dxa"/>
          <w:jc w:val="center"/>
        </w:trPr>
        <w:tc>
          <w:tcPr>
            <w:tcW w:w="5416" w:type="dxa"/>
            <w:noWrap/>
            <w:hideMark/>
          </w:tcPr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ساحة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الإسراء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الفتنة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لا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تسائي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يكون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الهدى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للشرك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أحمد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منقذك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الأسمى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سيولي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نصرا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فيك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أنوار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عيسى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يحيل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الليل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فجرا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وعلى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آفاقك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الزهر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النصر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استقرا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فاملأي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الأكواب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اضعافا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وردي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السهم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عشرا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وامنحي</w:t>
            </w:r>
            <w:r w:rsidR="00C85233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هذي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الصهايين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بقصر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البحر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قبرا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أورديها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مورد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الهلكة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ترتد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حسرى</w:t>
            </w:r>
          </w:p>
          <w:p w:rsidR="00B21A8B" w:rsidRPr="00662146" w:rsidRDefault="00B21A8B" w:rsidP="00157F09">
            <w:pPr>
              <w:pStyle w:val="libCenter"/>
              <w:rPr>
                <w:rtl/>
              </w:rPr>
            </w:pPr>
            <w:r w:rsidRPr="00662146">
              <w:rPr>
                <w:rFonts w:hint="cs"/>
                <w:rtl/>
              </w:rPr>
              <w:t>ادفنيها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هوى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الذل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وساءت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مستقرا</w:t>
            </w:r>
          </w:p>
          <w:p w:rsidR="00B21A8B" w:rsidRPr="00662146" w:rsidRDefault="00B21A8B" w:rsidP="00157F09">
            <w:pPr>
              <w:pStyle w:val="libCenter"/>
            </w:pPr>
            <w:r w:rsidRPr="00662146">
              <w:rPr>
                <w:rFonts w:hint="cs"/>
                <w:rtl/>
              </w:rPr>
              <w:t>اقذفيها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جحيم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تحشر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الغاوين</w:t>
            </w:r>
            <w:r w:rsidR="00405874"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حشرا</w:t>
            </w:r>
            <w:r w:rsidR="00405874"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مستدركات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43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44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lastRenderedPageBreak/>
        <w:br w:type="page"/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lastRenderedPageBreak/>
        <w:br w:type="page"/>
      </w:r>
    </w:p>
    <w:p w:rsidR="00DE6870" w:rsidRDefault="00B21A8B" w:rsidP="00F71223">
      <w:pPr>
        <w:pStyle w:val="libFootnote"/>
        <w:rPr>
          <w:rtl/>
        </w:rPr>
      </w:pPr>
      <w:bookmarkStart w:id="39" w:name="21"/>
      <w:bookmarkStart w:id="40" w:name="_Toc367119687"/>
      <w:r w:rsidRPr="007525C0">
        <w:rPr>
          <w:rStyle w:val="Heading2Char"/>
          <w:rFonts w:hint="cs"/>
          <w:rtl/>
        </w:rPr>
        <w:lastRenderedPageBreak/>
        <w:t>(16)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اُم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الهيثم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بنت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الأسود</w:t>
      </w:r>
      <w:bookmarkEnd w:id="39"/>
      <w:bookmarkEnd w:id="4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تابعية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أصحاب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وشيعته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اشتهرت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بالكنية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اختلفت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كلماتهم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ابيها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المفيد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الارشاد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مخنف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الاصفهاني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الطالبيين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النخعية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الاسيتعاب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النخعية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الإصابة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النخعية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لعلها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واخرى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جدها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عثرنا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علياً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اختلفت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الرواة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اختلافاً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ويظهر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المؤرخين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الدؤلي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وقافيتها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المنسوبة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بتمامها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والظاهر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لاتحاد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الوزن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والقافية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القصيدتين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ادخل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وبالعكس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اشتباهاً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نظير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ميمية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الفرزدق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العابدين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وميمية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للحزين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الليثي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الاستيعاب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وتبعه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وذكرها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أبوالفرج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مقاتل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الطالبيين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مخنف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ببعض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المخالفة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الاستيعاب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ونحن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نجمع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الروايتين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فنذكرها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أولاً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برواية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الاستيعاب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نذكرها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برواية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مخنف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الاستيعاب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وأكثرهم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يرويها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النخعية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الدؤلي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وبعضهم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يرويها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النخعية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361BA2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اسعدينا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المؤمنينا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أتبكي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كلثوم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بعبرتها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رأت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للخوارج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‌الشامتينا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7525C0">
              <w:rPr>
                <w:rFonts w:hint="cs"/>
                <w:rtl/>
              </w:rPr>
              <w:t>أفي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الشهر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الحرام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فجعتمونا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7525C0">
              <w:rPr>
                <w:rFonts w:hint="cs"/>
                <w:rtl/>
              </w:rPr>
              <w:t>بخير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الناس‌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طراً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أجمعينا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قتلتم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فذللها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لبس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حذاها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قرأ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المثاني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‌والمئينا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مناقب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العالمينا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قريش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بأنك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‌خيرها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استقبلت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راق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الناظرينا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وكنا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مقتله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بخير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نرى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يقيم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ويعدل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والأقربينا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بكاتم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يخلق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‌المتجبرينا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نعام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</w:t>
      </w:r>
      <w:r w:rsidR="007525C0" w:rsidRPr="007525C0">
        <w:rPr>
          <w:rFonts w:hint="cs"/>
          <w:rtl/>
        </w:rPr>
        <w:t>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هكذا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والصحيح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شهر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الصيام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361BA2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تشمت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معاوية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الخلفاء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الطالبيين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مخنف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الهيثم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النخعية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5"/>
        <w:gridCol w:w="3694"/>
      </w:tblGrid>
      <w:tr w:rsidR="00361BA2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اسعدينا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المؤمنينا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رزينا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المطايا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وحيسها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لبس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حذاها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قرأ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المثاني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والمئينا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وكنا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مقتله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بخير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نرى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‌فينا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يقيم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ويقضي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بالفرائض‌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مستبينا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ويدعو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للجماعة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عصاه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وينهك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قطع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أيدي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السارقينا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بكاتم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يخلق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المتجبرينا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لعمر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أصحاب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الصحابة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جعونا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وغرونا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عكوف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فعل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العاكفينا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الصيام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فجعتمونا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بخير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أجمعينا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أبو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الصالحينا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نام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سئلنا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بذلنا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والبنينا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أشاب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ذؤابتي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وأطال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اُمامة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فارقت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تطوف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لحاجتها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استيأست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رفعت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وعبرة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كلثوم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تجاوبها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رأت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تشمت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معاوية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الخلفاء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11"/>
        <w:gridCol w:w="298"/>
        <w:gridCol w:w="3690"/>
      </w:tblGrid>
      <w:tr w:rsidR="00361BA2" w:rsidTr="00361BA2">
        <w:trPr>
          <w:trHeight w:val="350"/>
        </w:trPr>
        <w:tc>
          <w:tcPr>
            <w:tcW w:w="3336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وأجمعنا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الأمارة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تراضٍ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318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نبينا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361BA2">
        <w:trPr>
          <w:trHeight w:val="350"/>
        </w:trPr>
        <w:tc>
          <w:tcPr>
            <w:tcW w:w="3336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نعطي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سواه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آخر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361BA2">
        <w:trPr>
          <w:trHeight w:val="350"/>
        </w:trPr>
        <w:tc>
          <w:tcPr>
            <w:tcW w:w="3336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سراتنا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وذوي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حجانا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تواصوا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نجيب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دعينا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361BA2">
        <w:trPr>
          <w:trHeight w:val="350"/>
        </w:trPr>
        <w:tc>
          <w:tcPr>
            <w:tcW w:w="3336" w:type="dxa"/>
          </w:tcPr>
          <w:p w:rsidR="00361BA2" w:rsidRDefault="00361BA2" w:rsidP="00620A2D">
            <w:pPr>
              <w:pStyle w:val="libPoem"/>
            </w:pPr>
            <w:r w:rsidRPr="007525C0">
              <w:rPr>
                <w:rFonts w:hint="cs"/>
                <w:rtl/>
              </w:rPr>
              <w:t>بكل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مهند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عضب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وجرد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318" w:type="dxa"/>
          </w:tcPr>
          <w:p w:rsidR="00361BA2" w:rsidRDefault="00361BA2" w:rsidP="00620A2D">
            <w:pPr>
              <w:pStyle w:val="libPoem"/>
            </w:pPr>
            <w:r w:rsidRPr="007525C0">
              <w:rPr>
                <w:rFonts w:hint="cs"/>
                <w:rtl/>
              </w:rPr>
              <w:t>عليهن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الكماة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مسومينا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487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329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الإرشاد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للشيخ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المفيد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150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455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الفصول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المهمة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مقاتل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الطالبيين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عليّ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دنيا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تحقيق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العزيز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الطباطبائي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المطبوع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نشرة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تراثنا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العدد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12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الثالثة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41" w:name="22"/>
      <w:bookmarkStart w:id="42" w:name="_Toc367119688"/>
      <w:r w:rsidRPr="00662146">
        <w:rPr>
          <w:rFonts w:hint="cs"/>
          <w:rtl/>
        </w:rPr>
        <w:lastRenderedPageBreak/>
        <w:t>(17)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اُميمة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عبدالمطلب</w:t>
      </w:r>
      <w:bookmarkEnd w:id="41"/>
      <w:bookmarkEnd w:id="42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عمّة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بليغة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5"/>
        <w:gridCol w:w="3694"/>
      </w:tblGrid>
      <w:tr w:rsidR="00361BA2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الراعي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العشيرة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وساقي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الحجيج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والمحامي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يؤلف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الضيف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الغريب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بيوته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تبخل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بالرعد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كسبت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وليداً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يكسب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تنفك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تزداد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شيبة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أبو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الحارث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الفياض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تبعدون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لباك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وموجع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وكان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أهلاً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61BA2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سقاك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القبر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ممطراً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361BA2" w:rsidRDefault="00361BA2" w:rsidP="00620A2D">
            <w:pPr>
              <w:pStyle w:val="libPoem"/>
            </w:pPr>
            <w:r w:rsidRPr="00662146">
              <w:rPr>
                <w:rFonts w:hint="cs"/>
                <w:rtl/>
              </w:rPr>
              <w:t>فسوف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أبكيه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99"/>
        <w:gridCol w:w="3668"/>
      </w:tblGrid>
      <w:tr w:rsidR="00361BA2" w:rsidTr="00361BA2">
        <w:trPr>
          <w:trHeight w:val="350"/>
        </w:trPr>
        <w:tc>
          <w:tcPr>
            <w:tcW w:w="3355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فقد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زيناً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للعشيرة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361BA2" w:rsidRDefault="00361BA2" w:rsidP="00620A2D">
            <w:pPr>
              <w:pStyle w:val="libPoem"/>
              <w:rPr>
                <w:rtl/>
              </w:rPr>
            </w:pPr>
          </w:p>
        </w:tc>
        <w:tc>
          <w:tcPr>
            <w:tcW w:w="3298" w:type="dxa"/>
            <w:shd w:val="clear" w:color="auto" w:fill="auto"/>
          </w:tcPr>
          <w:p w:rsidR="00361BA2" w:rsidRDefault="00361BA2" w:rsidP="00620A2D">
            <w:pPr>
              <w:pStyle w:val="libPoem"/>
            </w:pPr>
            <w:r w:rsidRPr="007525C0">
              <w:rPr>
                <w:rFonts w:hint="cs"/>
                <w:rtl/>
              </w:rPr>
              <w:t>وكان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حميداً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حيثما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حمدِ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246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43" w:name="23"/>
      <w:bookmarkStart w:id="44" w:name="_Toc367119689"/>
      <w:r w:rsidRPr="00662146">
        <w:rPr>
          <w:rFonts w:hint="cs"/>
          <w:rtl/>
        </w:rPr>
        <w:lastRenderedPageBreak/>
        <w:t>(18)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أمينة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الأنصارية</w:t>
      </w:r>
      <w:bookmarkEnd w:id="43"/>
      <w:bookmarkEnd w:id="44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نصر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مزاحم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الأنصارية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اليهثم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التيهان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بصفين</w:t>
      </w:r>
      <w:r w:rsidR="00F71223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منع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أذوق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رقاداً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مالك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مضى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الهيثم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تيهان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بإني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صرت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معدناً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ووسادا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الفاسق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الكفور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إنه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مثلها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معتادا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أصبحوا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مثل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ثوى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يرحم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تلكم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الاجسادا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365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489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454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45" w:name="24"/>
      <w:bookmarkStart w:id="46" w:name="_Toc367119690"/>
      <w:r w:rsidRPr="00662146">
        <w:rPr>
          <w:rFonts w:hint="cs"/>
          <w:rtl/>
        </w:rPr>
        <w:lastRenderedPageBreak/>
        <w:t>(19)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بدر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التمام</w:t>
      </w:r>
      <w:bookmarkEnd w:id="45"/>
      <w:bookmarkEnd w:id="46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الوهاب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الدباس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السيوطي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المعروفة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نسختها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المكتبة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الظاهرية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بدمشق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البارعات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نظم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وسنذكر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4"/>
        <w:gridCol w:w="275"/>
        <w:gridCol w:w="3700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يبدو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وعيدك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ويحول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ويزور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طيفك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فبحمد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طيفك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بحمدك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لذل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وخضوعه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بعهدك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مشتهري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شعراء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الشيعة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معروفاً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باسم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البارع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الدباس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546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71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47" w:name="25"/>
      <w:bookmarkStart w:id="48" w:name="_Toc367119691"/>
      <w:r w:rsidRPr="00662146">
        <w:rPr>
          <w:rFonts w:hint="cs"/>
          <w:rtl/>
        </w:rPr>
        <w:lastRenderedPageBreak/>
        <w:t>(20)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عبدالمطلب</w:t>
      </w:r>
      <w:bookmarkEnd w:id="47"/>
      <w:bookmarkEnd w:id="48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ب</w:t>
      </w:r>
      <w:r w:rsidR="00B21A8B" w:rsidRPr="00662146">
        <w:rPr>
          <w:rFonts w:hint="cs"/>
          <w:rtl/>
        </w:rPr>
        <w:t>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عمّة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بليغة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صحابية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جليلة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والمعتصر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الزناد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جميل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المحيا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عظيم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شيبة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المكرمات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والعز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والمفتخر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والفضل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النائبات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كثير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المكارم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فضل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مجدٍ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منير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يلوح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كضوء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blPrEx>
          <w:tblLook w:val="04A0"/>
        </w:tblPrEx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أتته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المنايا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تشوه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بصرف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الليالي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وريت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القمر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246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49" w:name="26"/>
      <w:bookmarkStart w:id="50" w:name="_Toc367119692"/>
      <w:r w:rsidRPr="00662146">
        <w:rPr>
          <w:rFonts w:hint="cs"/>
          <w:rtl/>
        </w:rPr>
        <w:lastRenderedPageBreak/>
        <w:t>(21)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بكارة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الهلالية</w:t>
      </w:r>
      <w:bookmarkEnd w:id="49"/>
      <w:bookmarkEnd w:id="5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م</w:t>
      </w:r>
      <w:r w:rsidR="00B21A8B" w:rsidRPr="00662146">
        <w:rPr>
          <w:rFonts w:hint="cs"/>
          <w:rtl/>
        </w:rPr>
        <w:t>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الموصوفات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بالشجاعة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والإقدام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والفصاحة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والخطابة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أنصار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فخطبت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حماسية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يخوضوا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غمارات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بدون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تردد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طيفور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وقراءة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ابراهيم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المفضل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إبراهيم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الشافعي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إبراهيم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الوليد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حذافة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الجمحي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د</w:t>
      </w:r>
      <w:r w:rsidR="00B21A8B" w:rsidRPr="00662146">
        <w:rPr>
          <w:rFonts w:hint="cs"/>
          <w:rtl/>
        </w:rPr>
        <w:t>خلت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الهلالية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عظمها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خادمان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متكئة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عكاز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فسلمت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بالخلافة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وأذن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الجلوس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ابتدأ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أميرالمؤمنين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الّتي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القائلة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6"/>
        <w:gridCol w:w="3691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زيد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دونك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فاستشر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درانا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سيفاً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حساماً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التراب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هامش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الأصول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فاحتفر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5"/>
        <w:gridCol w:w="299"/>
        <w:gridCol w:w="3675"/>
      </w:tblGrid>
      <w:tr w:rsidR="00620A2D" w:rsidTr="00620A2D">
        <w:trPr>
          <w:trHeight w:val="350"/>
        </w:trPr>
        <w:tc>
          <w:tcPr>
            <w:tcW w:w="3349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مذخوراً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لكل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عظيمة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304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فاليوم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أبرزه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مصونا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620A2D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القائلة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أميرالمؤمنين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5"/>
        <w:gridCol w:w="275"/>
        <w:gridCol w:w="3689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أترى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هند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للخلافة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مالكاً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هيهات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وما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أراد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منتك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نفسك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ضلالة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أغراك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عمرو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للشقا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فارجع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بأنكد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طائرٍ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بنحوسها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لاقت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القائلة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6"/>
        <w:gridCol w:w="275"/>
        <w:gridCol w:w="3688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آمل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أموت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المنابر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اُمية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خاطبا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فالله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فتطاولت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رأيت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عجائبا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اُذخره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ليوم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كريهة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وإن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أطمع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98"/>
        <w:gridCol w:w="3672"/>
      </w:tblGrid>
      <w:tr w:rsidR="00620A2D" w:rsidTr="00620A2D">
        <w:trPr>
          <w:trHeight w:val="350"/>
        </w:trPr>
        <w:tc>
          <w:tcPr>
            <w:tcW w:w="3353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يزال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خطيبهم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30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وسط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الجموع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لآل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أحمد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عائبا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ث</w:t>
      </w:r>
      <w:r w:rsidR="00B21A8B" w:rsidRPr="007525C0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سكت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القوم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بكارة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نبحتني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كلابك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واعتورتني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محجني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وكثر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عجي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وعشى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بصري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قائلة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قالوا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أدفع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بتكذيب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فأمض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لشأنك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العيش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المؤمنين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يضعك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فاذكري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حاجتك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تقضى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فقضى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حوائجها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طيفور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طريق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وحدثني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مروان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الخزامي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استأذنت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الهلالية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فأذن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فدخلت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وعشى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وضعفت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ترتعش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خادمين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فسلمت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جلست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خالة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الدهر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عاش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كبر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قبر</w:t>
      </w:r>
      <w:r w:rsidR="00F71223">
        <w:rPr>
          <w:rFonts w:hint="cs"/>
          <w:rtl/>
        </w:rPr>
        <w:t>...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ربه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__________________________________</w:t>
      </w:r>
    </w:p>
    <w:p w:rsidR="00B21A8B" w:rsidRPr="003B1AA2" w:rsidRDefault="00B21A8B" w:rsidP="0033545D">
      <w:pPr>
        <w:pStyle w:val="libFootnote"/>
        <w:rPr>
          <w:rStyle w:val="libNormal0Char"/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Footnote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للزمان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خطيبهم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Footnote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Footnote"/>
            </w:pPr>
            <w:r w:rsidRPr="00662146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الجموع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عائبا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Pr="00620A2D" w:rsidRDefault="00B21A8B" w:rsidP="00620A2D">
      <w:pPr>
        <w:pStyle w:val="libFootnote"/>
        <w:rPr>
          <w:rtl/>
        </w:rPr>
      </w:pPr>
      <w:r w:rsidRPr="00620A2D">
        <w:rPr>
          <w:rFonts w:hint="cs"/>
          <w:rtl/>
        </w:rPr>
        <w:t>(2)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المحجن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والمحجنة</w:t>
      </w:r>
      <w:r w:rsidR="00F71223" w:rsidRPr="00620A2D">
        <w:rPr>
          <w:rFonts w:hint="cs"/>
          <w:rtl/>
        </w:rPr>
        <w:t>: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العصا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المعوجة</w:t>
      </w:r>
      <w:r w:rsidR="00F71223" w:rsidRPr="00620A2D">
        <w:rPr>
          <w:rFonts w:hint="cs"/>
          <w:rtl/>
        </w:rPr>
        <w:t>.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لسان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العرب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13</w:t>
      </w:r>
      <w:r w:rsidR="00F71223" w:rsidRPr="00620A2D">
        <w:rPr>
          <w:rFonts w:hint="cs"/>
          <w:rtl/>
        </w:rPr>
        <w:t>: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108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«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حجن</w:t>
      </w:r>
      <w:r w:rsidR="00405874" w:rsidRPr="00620A2D">
        <w:rPr>
          <w:rFonts w:hint="cs"/>
          <w:rtl/>
        </w:rPr>
        <w:t xml:space="preserve"> </w:t>
      </w:r>
      <w:r w:rsidRPr="00620A2D">
        <w:rPr>
          <w:rFonts w:hint="cs"/>
          <w:rtl/>
        </w:rPr>
        <w:t>»</w:t>
      </w:r>
      <w:r w:rsidR="00F71223" w:rsidRPr="00620A2D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عج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صوته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بالدعاء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والاستغاثة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318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عجج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معاوية</w:t>
      </w:r>
      <w:r w:rsidR="00405874">
        <w:rPr>
          <w:rStyle w:val="libNormal0Char"/>
          <w:rFonts w:hint="cs"/>
          <w:rtl/>
        </w:rPr>
        <w:t xml:space="preserve"> </w:t>
      </w:r>
      <w:r w:rsidR="007F3F66">
        <w:rPr>
          <w:rStyle w:val="libNormal0Char"/>
          <w:rFonts w:hint="cs"/>
          <w:rtl/>
        </w:rPr>
        <w:t>-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محمّد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عبدالله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الخزاعي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الشعبي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مع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اختلاف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الالفاظ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ذكره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رضا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كحالة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والمحلاتي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الشريعة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346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137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81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51" w:name="27"/>
      <w:bookmarkStart w:id="52" w:name="_Toc367119693"/>
      <w:r w:rsidRPr="00662146">
        <w:rPr>
          <w:rFonts w:hint="cs"/>
          <w:rtl/>
        </w:rPr>
        <w:lastRenderedPageBreak/>
        <w:t>(22)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الدؤلي</w:t>
      </w:r>
      <w:bookmarkEnd w:id="51"/>
      <w:bookmarkEnd w:id="52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ذ</w:t>
      </w:r>
      <w:r w:rsidR="00B21A8B" w:rsidRPr="00662146">
        <w:rPr>
          <w:rFonts w:hint="cs"/>
          <w:rtl/>
        </w:rPr>
        <w:t>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منتجب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الأربعين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الرابعة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الحكايات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آخره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المفيد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الرحمان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الحافظ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الرضا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حدثهم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النحوي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التميمي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الدؤلي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خبيص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اطعمني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أفتحي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ففتحته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اللوزة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بالتمر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وأشبع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وأنجع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طعام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يخدعنا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السلام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قبحه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يخدعنا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المزعفر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لمرسله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وآكله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عالجت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وقاءت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باكية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أبا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لشهد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المزعفر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نبيع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إسلاماً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06"/>
        <w:gridCol w:w="299"/>
        <w:gridCol w:w="3694"/>
      </w:tblGrid>
      <w:tr w:rsidR="00620A2D" w:rsidTr="00620A2D">
        <w:trPr>
          <w:trHeight w:val="350"/>
        </w:trPr>
        <w:tc>
          <w:tcPr>
            <w:tcW w:w="3332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فلا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يكون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ومولانا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المؤمنينا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أبوالفتوح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الرازي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تفسيره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خمس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سنين.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عبّاس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القمّيّ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والألقاب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أرسل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الدؤلي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ظالم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هدية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حلواء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استمالته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وصرفه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فدخلت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صغيرة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خماسي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سداسي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الحلواء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وجعلتها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فمها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الأسود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ألقيه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حلواء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أرسلها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ليخدعنا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ويردنا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الصبية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قبحه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يخدعنا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المزعفر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لمرسله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وآكله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فعالجت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قاءت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أبالشهد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المزعفر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نبيع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أحساباً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معاذ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كيف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يكون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ومولانا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أمير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المؤمنينا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الأربعون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حديثاً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81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والألقاب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275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607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222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البحار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669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F71223">
      <w:pPr>
        <w:pStyle w:val="libFootnote"/>
        <w:rPr>
          <w:rtl/>
        </w:rPr>
      </w:pPr>
      <w:bookmarkStart w:id="53" w:name="28"/>
      <w:bookmarkStart w:id="54" w:name="_Toc367119694"/>
      <w:r w:rsidRPr="007525C0">
        <w:rPr>
          <w:rStyle w:val="Heading2Char"/>
          <w:rFonts w:hint="cs"/>
          <w:rtl/>
        </w:rPr>
        <w:lastRenderedPageBreak/>
        <w:t>(23)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بنت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أبي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يشكر</w:t>
      </w:r>
      <w:bookmarkEnd w:id="53"/>
      <w:bookmarkEnd w:id="54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ر</w:t>
      </w:r>
      <w:r w:rsidR="00B21A8B" w:rsidRPr="00662146">
        <w:rPr>
          <w:rFonts w:hint="cs"/>
          <w:rtl/>
        </w:rPr>
        <w:t>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الكليني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الكافي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أصحابنا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رنجويه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الأرمني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إبراهيم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الجعفري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أتينا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خديجة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نعزيها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فوجدنا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ناحية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قريبا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فعزيناها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أقبلنا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لابنة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يشكر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الراثية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6"/>
        <w:gridCol w:w="3695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اعدد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واعدد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اسد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وثالثاً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عباسا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واعدد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واعدد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جعفراً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واعدد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عقيلاً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الرواسا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أحسنت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زيديني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فاندفعت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3"/>
        <w:gridCol w:w="276"/>
        <w:gridCol w:w="3700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ومنا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المتقين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وحمزة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والمهذب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جعفر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ومنا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صهره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وفارسه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المطهرا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Style w:val="libNormalChar"/>
          <w:rtl/>
        </w:rPr>
      </w:pPr>
      <w:r>
        <w:rPr>
          <w:rStyle w:val="libNormalChar"/>
          <w:rFonts w:hint="cs"/>
          <w:rtl/>
        </w:rPr>
        <w:br w:type="page"/>
      </w:r>
    </w:p>
    <w:p w:rsidR="00B21A8B" w:rsidRPr="0033545D" w:rsidRDefault="00B21A8B" w:rsidP="0033545D">
      <w:pPr>
        <w:pStyle w:val="libFootnote"/>
        <w:rPr>
          <w:rStyle w:val="libNormalChar"/>
          <w:rtl/>
        </w:rPr>
      </w:pPr>
      <w:r w:rsidRPr="003B1AA2">
        <w:rPr>
          <w:rStyle w:val="libNormal0Char"/>
          <w:rFonts w:hint="cs"/>
          <w:rtl/>
        </w:rPr>
        <w:lastRenderedPageBreak/>
        <w:t>فأقمنا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عندها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حتى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كاد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الليل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يجيء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ثم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قالت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خديجة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سمعت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عمي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محمد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صلوات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عليهما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وهو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يقول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«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إنما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تحتاج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المرأة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المأتم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إلى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النوح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لتسيل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دمعتها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ولا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ينبغي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تقول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هجراً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فإذا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جاء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الليل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فلا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تؤذي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الملائكة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بالنوح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»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  <w:r w:rsidR="00405874">
        <w:rPr>
          <w:rStyle w:val="libNormal0Char"/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291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يفصل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دعوى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والمبطل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الإمامة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55" w:name="29"/>
      <w:bookmarkStart w:id="56" w:name="_Toc367119695"/>
      <w:r w:rsidRPr="00662146">
        <w:rPr>
          <w:rFonts w:hint="cs"/>
          <w:rtl/>
        </w:rPr>
        <w:lastRenderedPageBreak/>
        <w:t>(24)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الجارية</w:t>
      </w:r>
      <w:bookmarkEnd w:id="55"/>
      <w:bookmarkEnd w:id="56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منتجب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بابويه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الرازي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الأربعون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حديثاً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الاُولى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أذن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المفيد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الرحمن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الواعظ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إملاءاً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النحوي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بقراءتي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يعقوب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إسحاق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حاتم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الليث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الجشمي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مضر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القارئ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الحرام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فبينا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الطواف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جاريتين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واقفتين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اليماني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أحداهما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لاُختها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المنتجب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بالوصية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والحاكم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بالسوية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العادل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القضية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البينة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الصحيح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المرضية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وكذا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الواحد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وكنتُ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جارية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المنعوت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الصفة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الأحكام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وقسيم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الكفار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والفجار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ورباني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ورئيس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الأئمة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الهزبر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تعرفين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علياً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قُتل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أصبحت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الأيتام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DE6870" w:rsidP="00B2531B">
      <w:pPr>
        <w:pStyle w:val="libNormal"/>
        <w:rPr>
          <w:rtl/>
        </w:rPr>
      </w:pPr>
      <w:r>
        <w:rPr>
          <w:rFonts w:hint="cs"/>
          <w:rtl/>
        </w:rPr>
        <w:br w:type="page"/>
      </w:r>
      <w:r w:rsidR="007525C0" w:rsidRPr="00662146">
        <w:rPr>
          <w:rFonts w:hint="cs"/>
          <w:rtl/>
        </w:rPr>
        <w:lastRenderedPageBreak/>
        <w:t>ف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أخرجتني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واُختي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أصابني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الجدري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نظر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طفق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تأوهت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شيء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رزيت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تأوهت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للأطفال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الصغر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والدهم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يكفلهم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النائبات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الأسفار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والحضر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المباركة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وجههي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فانفتحت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عيناي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لوقتي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وساعتي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لانظر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الظلماء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ببركة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أعطانا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شيئاً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وطيب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قلبنا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ورجع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الواحد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نفقتي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فأعطيتها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خُذي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جارية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واستعيني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وقتك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خلفنا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السلف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نحن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وطفقت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620A2D" w:rsidTr="00620A2D">
        <w:trPr>
          <w:trHeight w:val="350"/>
        </w:trPr>
        <w:tc>
          <w:tcPr>
            <w:tcW w:w="3920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نيط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خناق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شهدت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بالنعمة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النعم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20A2D" w:rsidTr="00620A2D">
        <w:trPr>
          <w:trHeight w:val="350"/>
        </w:trPr>
        <w:tc>
          <w:tcPr>
            <w:tcW w:w="3920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20A2D" w:rsidRDefault="00620A2D" w:rsidP="00620A2D">
            <w:pPr>
              <w:pStyle w:val="libPoem"/>
            </w:pPr>
            <w:r w:rsidRPr="00662146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أثبتت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06"/>
        <w:gridCol w:w="299"/>
        <w:gridCol w:w="3694"/>
      </w:tblGrid>
      <w:tr w:rsidR="00620A2D" w:rsidTr="00620A2D">
        <w:trPr>
          <w:trHeight w:val="350"/>
        </w:trPr>
        <w:tc>
          <w:tcPr>
            <w:tcW w:w="3332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سرني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أكن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شيعته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20A2D" w:rsidRDefault="00620A2D" w:rsidP="00620A2D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620A2D" w:rsidRDefault="00620A2D" w:rsidP="00620A2D">
            <w:pPr>
              <w:pStyle w:val="libPoem"/>
            </w:pPr>
            <w:r w:rsidRPr="007525C0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حوته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العرب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والعجم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الأربعون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حديثاً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75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ورواه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المصطفى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وأورده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الخرائج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والجرائح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مخطوط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آشوب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334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ونقله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المجلسي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الأنوار41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220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المصطفى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وأورده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المناقب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مخطوط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المعاجز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105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280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57" w:name="30"/>
      <w:bookmarkStart w:id="58" w:name="_Toc367119696"/>
      <w:r w:rsidRPr="00662146">
        <w:rPr>
          <w:rFonts w:hint="cs"/>
          <w:rtl/>
        </w:rPr>
        <w:lastRenderedPageBreak/>
        <w:t>(25)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جرهمة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الأنصارية</w:t>
      </w:r>
      <w:bookmarkEnd w:id="57"/>
      <w:bookmarkEnd w:id="58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ورد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شهرآشوب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C94B30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C94B30" w:rsidRDefault="00C94B30" w:rsidP="00B12AEB">
            <w:pPr>
              <w:pStyle w:val="libPoem"/>
            </w:pPr>
            <w:r w:rsidRPr="00662146">
              <w:rPr>
                <w:rFonts w:hint="cs"/>
                <w:rtl/>
              </w:rPr>
              <w:t>صهر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اكرمه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94B30" w:rsidRDefault="00C94B30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94B30" w:rsidRDefault="00C94B30" w:rsidP="00B12AEB">
            <w:pPr>
              <w:pStyle w:val="libPoem"/>
            </w:pP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اصطفاه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4B30" w:rsidTr="00B12AEB">
        <w:trPr>
          <w:trHeight w:val="350"/>
        </w:trPr>
        <w:tc>
          <w:tcPr>
            <w:tcW w:w="3920" w:type="dxa"/>
          </w:tcPr>
          <w:p w:rsidR="00C94B30" w:rsidRDefault="00C94B30" w:rsidP="00B12AEB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يسلم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4B30" w:rsidRDefault="00C94B30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4B30" w:rsidRDefault="00C94B30" w:rsidP="00B12AEB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أعداؤه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كثروا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4B30" w:rsidTr="00B12AEB">
        <w:trPr>
          <w:trHeight w:val="350"/>
        </w:trPr>
        <w:tc>
          <w:tcPr>
            <w:tcW w:w="3920" w:type="dxa"/>
          </w:tcPr>
          <w:p w:rsidR="00C94B30" w:rsidRDefault="00C94B30" w:rsidP="00B12AEB">
            <w:pPr>
              <w:pStyle w:val="libPoem"/>
            </w:pP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رام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صولته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أتت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94B30" w:rsidRDefault="00C94B30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94B30" w:rsidRDefault="00C94B30" w:rsidP="00B12AEB">
            <w:pPr>
              <w:pStyle w:val="libPoem"/>
            </w:pP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يدفع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الثكل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أقرانه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الحذر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3B1AA2">
      <w:pPr>
        <w:pStyle w:val="libLine"/>
        <w:rPr>
          <w:rtl/>
        </w:rPr>
      </w:pPr>
      <w:r w:rsidRPr="00662146">
        <w:rPr>
          <w:rFonts w:hint="cs"/>
          <w:rtl/>
        </w:rPr>
        <w:t>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93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59" w:name="31"/>
      <w:bookmarkStart w:id="60" w:name="_Toc367119697"/>
      <w:r w:rsidRPr="00662146">
        <w:rPr>
          <w:rFonts w:hint="cs"/>
          <w:rtl/>
        </w:rPr>
        <w:lastRenderedPageBreak/>
        <w:t>(26)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حورية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أُم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خالد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الكنانية</w:t>
      </w:r>
      <w:bookmarkEnd w:id="59"/>
      <w:bookmarkEnd w:id="6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ز</w:t>
      </w:r>
      <w:r w:rsidR="00B21A8B" w:rsidRPr="00662146">
        <w:rPr>
          <w:rFonts w:hint="cs"/>
          <w:rtl/>
        </w:rPr>
        <w:t>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العبّاس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عبدالمطلب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حورية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ولكنها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اشتهرت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الكنانية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ل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أرطأة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أغار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مكّة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أعداداً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توجه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صنعاء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اليمن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عباس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فأحس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مقاومة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ودخلها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سليمان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وداود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صغيرين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فذبحهما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وقطع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رأسيهما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يذبح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الكبش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خرجت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قبيلتها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باكيات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معولات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بالويل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تريقون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لقولكم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مقصرون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الصغار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فعلتكم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الجاهلية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لهممت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واقتلكن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جميعاً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حكيم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قتلتنا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وانتدبت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قائلة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3"/>
        <w:gridCol w:w="275"/>
        <w:gridCol w:w="3701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7525C0">
              <w:rPr>
                <w:rFonts w:hint="cs"/>
                <w:rtl/>
              </w:rPr>
              <w:t>هامن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أحس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بابني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اللذين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7525C0">
              <w:rPr>
                <w:rFonts w:hint="cs"/>
                <w:rtl/>
              </w:rPr>
              <w:t>كالدرتين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تشظى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عنهما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الصدف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تشظى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تطاير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شظايا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كالدرتين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تشظى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الهدف.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لصحاح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2392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تشظى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07"/>
        <w:gridCol w:w="298"/>
        <w:gridCol w:w="3694"/>
      </w:tblGrid>
      <w:tr w:rsidR="00B12AEB" w:rsidTr="00B12AEB">
        <w:trPr>
          <w:trHeight w:val="350"/>
        </w:trPr>
        <w:tc>
          <w:tcPr>
            <w:tcW w:w="3333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هامن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سمعي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مختطف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33" w:type="dxa"/>
          </w:tcPr>
          <w:p w:rsidR="00B12AEB" w:rsidRDefault="00B12AEB" w:rsidP="00B12AEB">
            <w:pPr>
              <w:pStyle w:val="libPoem"/>
            </w:pPr>
            <w:r w:rsidRPr="007525C0">
              <w:rPr>
                <w:rFonts w:hint="cs"/>
                <w:rtl/>
              </w:rPr>
              <w:t>هامن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أحس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بابني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الذين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12AEB" w:rsidRDefault="00B12AEB" w:rsidP="00B12AEB">
            <w:pPr>
              <w:pStyle w:val="libPoem"/>
            </w:pPr>
            <w:r w:rsidRPr="007525C0">
              <w:rPr>
                <w:rFonts w:hint="cs"/>
                <w:rtl/>
              </w:rPr>
              <w:t>مخ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العظام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فمخي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مزدهف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33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نبئت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صدقت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زعموا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قيلهم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الافك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اقترفوا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33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أنحى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ودجي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مرهفة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مشحوذة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يقترف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33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والهة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مسلبة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صبيين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مضى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السلف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دعا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دعا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تمته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تسلبه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يلبث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يسيراً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يهذي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بالسيف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أعطوني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يزال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فاُتخذ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سيفاً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خشب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يدنون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المرفقة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يزل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يضربها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يصرع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ويغشى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يضرب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المنفوخ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ينتثر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فلبث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مبارزة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بالسيف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وأيقن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حتفه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الضربة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سوأته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فتركه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بذم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الخسيس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حياء</w:t>
      </w:r>
      <w:r w:rsidR="00405874">
        <w:rPr>
          <w:rFonts w:hint="cs"/>
          <w:rtl/>
        </w:rPr>
        <w:t xml:space="preserve"> 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</w:t>
      </w:r>
      <w:r w:rsidR="007525C0" w:rsidRPr="007525C0">
        <w:rPr>
          <w:rFonts w:hint="cs"/>
          <w:rtl/>
        </w:rPr>
        <w:t>__________________________________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اُزْهفَ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وازدهف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ذهب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الصحاح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1371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زهف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فاعله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فقالت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النضر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السهمي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شعراء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الوقت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فارس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ينتهي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وعورته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العجاجة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بادية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يكف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ويضحك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معاويه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عمرو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فقنع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رأسه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وعورة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مثلها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حذو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حاذيه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فقولا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لعمرو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انظرا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سبيلكما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تلقيا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ثانيه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تحمدا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وخصاكما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كانتا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للنفس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واقيه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فلولا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تنجوا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وتلك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العود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ناهيه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تلقيا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المشيحة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صبحة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وفيها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فاتركا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ناحيه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وكونا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بعيداً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تدرك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نحوركما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التجارب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النفس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حاجة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فعودا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شئتما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ماهيه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الحمداني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6"/>
        <w:gridCol w:w="3695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دفع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بمذلة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ردها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بسوأته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الطرابلسي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6"/>
        <w:gridCol w:w="3694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بطلّ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بسوءته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تل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بصارمه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5"/>
        <w:gridCol w:w="3696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عمرو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والأسنة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لقيا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الحمامة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للعقاب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الكاسر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وتلاه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نجاهما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فعل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الخسيس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7525C0">
              <w:rPr>
                <w:rFonts w:hint="cs"/>
                <w:rtl/>
              </w:rPr>
              <w:t>فثنى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حياء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عنهما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وعفا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7525C0">
              <w:rPr>
                <w:rFonts w:hint="cs"/>
                <w:rtl/>
              </w:rPr>
              <w:t>يرهقهما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عفو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الكريم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القادر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الجواهر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ونزهة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الخواطر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360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61" w:name="32"/>
      <w:bookmarkStart w:id="62" w:name="_Toc367119698"/>
      <w:r w:rsidRPr="00662146">
        <w:rPr>
          <w:rFonts w:hint="cs"/>
          <w:rtl/>
        </w:rPr>
        <w:lastRenderedPageBreak/>
        <w:t>(27)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درة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العلماء</w:t>
      </w:r>
      <w:bookmarkEnd w:id="61"/>
      <w:bookmarkEnd w:id="62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ه</w:t>
      </w:r>
      <w:r w:rsidR="00B21A8B" w:rsidRPr="00662146">
        <w:rPr>
          <w:rFonts w:hint="cs"/>
          <w:rtl/>
        </w:rPr>
        <w:t>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الفاضلة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الكاملة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الواعظة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القارئة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العابدة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الزاهدة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الأخلاق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الملكية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والصفات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القدسية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خانم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قراءت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والملقبة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بالحزينة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باللغة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واُخرى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بالفارسية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أشعار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اللغتين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والفارسية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وأكثر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بيته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اشعار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والمواعظ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ديوان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شعر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طبع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طهران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1332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ذكره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الطهراني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الذريعة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والأئمة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خليلي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تدنو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رائق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ترو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بكأس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سائغ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وارحل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وابغ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منازلاً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رفيعاً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وسيعاً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زاكياً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تسدد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وجالس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الأبرار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واذكر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حديث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حبيب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مشفق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متودد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|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235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رقم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1432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فطيب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نفساً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لذكر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نواله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وفرج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ببشر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مجدد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الأصل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الايجاد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بمولده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فأحمد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آدم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صورة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وبالصدق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معنى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آدم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المأثور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الدجى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الممدود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مرصد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الكوكب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وسط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معضلات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الغواشي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لنهتدي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والايمان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والكهف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وهذا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القويم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المؤيد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وعترته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البرية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العروة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الوثقى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وقصر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المشيد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الامور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بأسرها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متمدد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حجج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الرحمن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وفيهم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كتاب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يشهد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معاندهم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ذهباً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ملآى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ليفتدي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وشيعتهم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القيامة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حولهم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سرر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مستبشرين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مروّد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تشهي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النفوس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تلذ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الأبصار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يقولون</w:t>
            </w:r>
            <w:r>
              <w:rPr>
                <w:rFonts w:hint="cs"/>
                <w:rtl/>
              </w:rPr>
              <w:t xml:space="preserve">: </w:t>
            </w:r>
            <w:r w:rsidRPr="00662146">
              <w:rPr>
                <w:rFonts w:hint="cs"/>
                <w:rtl/>
              </w:rPr>
              <w:t>أتمم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نوراً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فإنا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ملائكة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يستقبلون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قدومهم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يرونهم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طيبين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الممجد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يقولون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ينظرون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بوجههم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>
              <w:rPr>
                <w:rFonts w:hint="cs"/>
                <w:rtl/>
              </w:rPr>
              <w:t xml:space="preserve">: </w:t>
            </w:r>
            <w:r w:rsidRPr="00662146">
              <w:rPr>
                <w:rFonts w:hint="cs"/>
                <w:rtl/>
              </w:rPr>
              <w:t>سلامٌ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فادخلوها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مخلد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تمسكن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ولائهم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تدخرن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كفاك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بذكر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فخراً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ونعمة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حزينة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»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قومي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واشكري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وتهجد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الأئمة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عشر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5"/>
        <w:gridCol w:w="276"/>
        <w:gridCol w:w="3698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صم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سمعي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والبصر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هجت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وجنتنا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قسياً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كالحجر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ارجع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النضرة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مقبلاً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تركنا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لهشيم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المحتضر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ينجيني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أجل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ضجت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النفس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الموت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قلتها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كوني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يهوى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إنما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نزلنا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عابرين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ليست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الدنيا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مضت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قنظرة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تمضين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مناص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نزلت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فتنادين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فامسكي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بالعروة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الوثقى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تمسكت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تلقي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سادة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طابت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حيث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ينحون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رجس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دجى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الغواشي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المظلم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بعضهم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شمس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وبعض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كالقمر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أبدوا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مشرقين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أنجم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تعدادها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أثنا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54"/>
        <w:gridCol w:w="298"/>
        <w:gridCol w:w="3647"/>
      </w:tblGrid>
      <w:tr w:rsidR="00B12AEB" w:rsidTr="00B12AEB">
        <w:trPr>
          <w:trHeight w:val="350"/>
        </w:trPr>
        <w:tc>
          <w:tcPr>
            <w:tcW w:w="3375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غاب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نجم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نجم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أنوار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تولاهم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نجا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المصطفى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بولاهم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ذنب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يغتفر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صراط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شايعهم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عاجلاً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سهلاً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خوف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خاتم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كختم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الأنبياء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معلن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وقتال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هو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للمعتصمين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لعدو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مشتهر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سيدي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هواك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تدعني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دائي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حصن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كهف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آية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وذكرى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موتنا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دائم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وتوريك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الموت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blPrEx>
          <w:tblLook w:val="04A0"/>
        </w:tblPrEx>
        <w:trPr>
          <w:trHeight w:val="350"/>
        </w:trPr>
        <w:tc>
          <w:tcPr>
            <w:tcW w:w="3375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تظهر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سيدنا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279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أم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يبدو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الأثر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40"/>
        <w:gridCol w:w="275"/>
        <w:gridCol w:w="3684"/>
      </w:tblGrid>
      <w:tr w:rsidR="00B12AEB" w:rsidTr="00B12AEB">
        <w:trPr>
          <w:trHeight w:val="350"/>
        </w:trPr>
        <w:tc>
          <w:tcPr>
            <w:tcW w:w="3920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لست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أرجوا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صريخا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اُموري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المنتشر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فبحق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السادة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المنتجبين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تهتك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عبيوبي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المتستتر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بيننا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فاجمع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واياهم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دنت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الآجال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وحضر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AEB" w:rsidTr="00B12AEB">
        <w:trPr>
          <w:trHeight w:val="350"/>
        </w:trPr>
        <w:tc>
          <w:tcPr>
            <w:tcW w:w="3920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حزينة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»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اصبري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واستبشري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AEB" w:rsidRDefault="00B12AEB" w:rsidP="00B12A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AEB" w:rsidRDefault="00B12AEB" w:rsidP="00B12AEB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تُسرين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تشكو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زمانها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والأحبة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وسبب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تسميتها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بالحزينة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5"/>
        <w:gridCol w:w="3693"/>
      </w:tblGrid>
      <w:tr w:rsidR="00BA3D03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نديمي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ألم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مقلتي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يجري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أشكو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أحبتي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لياليّ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تمضي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الكآبة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بالسهر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يهينونني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كالقاف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تنزلت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كالباء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المرفع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أبيت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وأمسي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أهلي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غريبة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ودار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كالبدو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فكم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جئتهم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وكرامة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رفضوني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الشدائد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والغمر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BA3D03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بليات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جفائهم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مصيبات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فكم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نهار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تفرغت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رقدت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الأيدي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بحاجة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يدي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أيديهم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بلا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جهة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وداد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غنى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تملقة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الفقر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وإني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استطاعة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ولكن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هجرانهم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كسروا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blPrEx>
          <w:tblLook w:val="04A0"/>
        </w:tblPrEx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لداهيتي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سميت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نفسي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حزينة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»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سموم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بليات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أذوق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دهري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blPrEx>
          <w:tblLook w:val="04A0"/>
        </w:tblPrEx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تلامذتي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تسألني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عبارة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لكثرة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أشجاني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اُجيب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blPrEx>
          <w:tblLook w:val="04A0"/>
        </w:tblPrEx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وكنت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خائضة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خوض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الحضيض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لوجه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A3D03" w:rsidTr="00A94422">
        <w:tblPrEx>
          <w:tblLook w:val="04A0"/>
        </w:tblPrEx>
        <w:trPr>
          <w:trHeight w:val="350"/>
        </w:trPr>
        <w:tc>
          <w:tcPr>
            <w:tcW w:w="3920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فربي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كفيل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الامور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جميعها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A3D03" w:rsidRDefault="00BA3D03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A3D03" w:rsidRDefault="00BA3D03" w:rsidP="00A94422">
            <w:pPr>
              <w:pStyle w:val="libPoem"/>
            </w:pPr>
            <w:r w:rsidRPr="00662146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توكلت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وفوضته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Pr="003B1AA2" w:rsidRDefault="00A027BE" w:rsidP="00BA3D03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883A3C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883A3C" w:rsidRDefault="00883A3C" w:rsidP="00A94422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ذلة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3A3C" w:rsidRDefault="00883A3C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3A3C" w:rsidRDefault="00883A3C" w:rsidP="00A94422">
            <w:pPr>
              <w:pStyle w:val="libPoem"/>
            </w:pPr>
            <w:r w:rsidRPr="00662146">
              <w:rPr>
                <w:rFonts w:hint="cs"/>
                <w:rtl/>
              </w:rPr>
              <w:t>سنين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أعوام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دهري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مضت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3A3C" w:rsidTr="00A94422">
        <w:trPr>
          <w:trHeight w:val="350"/>
        </w:trPr>
        <w:tc>
          <w:tcPr>
            <w:tcW w:w="3920" w:type="dxa"/>
          </w:tcPr>
          <w:p w:rsidR="00883A3C" w:rsidRDefault="00883A3C" w:rsidP="00A94422">
            <w:pPr>
              <w:pStyle w:val="libPoem"/>
            </w:pPr>
            <w:r w:rsidRPr="00662146">
              <w:rPr>
                <w:rFonts w:hint="cs"/>
                <w:rtl/>
              </w:rPr>
              <w:t>اضحت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دويراي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أياماً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قلائلة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83A3C" w:rsidRDefault="00883A3C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83A3C" w:rsidRDefault="00883A3C" w:rsidP="00A94422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ضحكت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883A3C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883A3C" w:rsidRDefault="00883A3C" w:rsidP="00A94422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قرحة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ثقبت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83A3C" w:rsidRDefault="00883A3C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83A3C" w:rsidRDefault="00883A3C" w:rsidP="00A94422">
            <w:pPr>
              <w:pStyle w:val="libPoem"/>
            </w:pPr>
            <w:r w:rsidRPr="00662146">
              <w:rPr>
                <w:rFonts w:hint="cs"/>
                <w:rtl/>
              </w:rPr>
              <w:t>معالج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يتداواها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وملتئم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3A3C" w:rsidTr="00A94422">
        <w:trPr>
          <w:trHeight w:val="350"/>
        </w:trPr>
        <w:tc>
          <w:tcPr>
            <w:tcW w:w="3920" w:type="dxa"/>
          </w:tcPr>
          <w:p w:rsidR="00883A3C" w:rsidRDefault="00883A3C" w:rsidP="00A94422">
            <w:pPr>
              <w:pStyle w:val="libPoem"/>
            </w:pPr>
            <w:r w:rsidRPr="007525C0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الممات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بأحشائي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جراحتها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83A3C" w:rsidRDefault="00883A3C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83A3C" w:rsidRDefault="00883A3C" w:rsidP="00A94422">
            <w:pPr>
              <w:pStyle w:val="libPoem"/>
            </w:pPr>
            <w:r w:rsidRPr="007525C0">
              <w:rPr>
                <w:rFonts w:hint="cs"/>
                <w:rtl/>
              </w:rPr>
              <w:t>داء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يؤلم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روحي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وهو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مكتتم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3B1AA2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</w:t>
      </w:r>
      <w:r w:rsidR="007525C0" w:rsidRPr="007525C0">
        <w:rPr>
          <w:rFonts w:hint="cs"/>
          <w:rtl/>
        </w:rPr>
        <w:t>_______________________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تراجم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72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883A3C">
      <w:pPr>
        <w:pStyle w:val="Heading2"/>
        <w:rPr>
          <w:rtl/>
        </w:rPr>
      </w:pPr>
      <w:bookmarkStart w:id="63" w:name="33"/>
      <w:bookmarkStart w:id="64" w:name="_Toc367119699"/>
      <w:r w:rsidRPr="00883A3C">
        <w:rPr>
          <w:rFonts w:hint="cs"/>
          <w:rtl/>
        </w:rPr>
        <w:lastRenderedPageBreak/>
        <w:t>(28)</w:t>
      </w:r>
      <w:r w:rsidR="00405874" w:rsidRPr="00883A3C">
        <w:rPr>
          <w:rFonts w:hint="cs"/>
          <w:rtl/>
        </w:rPr>
        <w:t xml:space="preserve"> </w:t>
      </w:r>
      <w:r w:rsidRPr="00883A3C">
        <w:rPr>
          <w:rFonts w:hint="cs"/>
          <w:rtl/>
        </w:rPr>
        <w:t>دعد</w:t>
      </w:r>
      <w:r w:rsidR="00405874" w:rsidRPr="00883A3C">
        <w:rPr>
          <w:rFonts w:hint="cs"/>
          <w:rtl/>
        </w:rPr>
        <w:t xml:space="preserve"> </w:t>
      </w:r>
      <w:r w:rsidRPr="00883A3C">
        <w:rPr>
          <w:rFonts w:hint="cs"/>
          <w:rtl/>
        </w:rPr>
        <w:t>الكيالي</w:t>
      </w:r>
      <w:bookmarkEnd w:id="63"/>
      <w:bookmarkEnd w:id="64"/>
    </w:p>
    <w:p w:rsidR="00B21A8B" w:rsidRPr="00662146" w:rsidRDefault="007525C0" w:rsidP="00883A3C">
      <w:pPr>
        <w:pStyle w:val="libNormal"/>
        <w:rPr>
          <w:rtl/>
        </w:rPr>
      </w:pPr>
      <w:r w:rsidRPr="00662146">
        <w:rPr>
          <w:rFonts w:hint="cs"/>
          <w:rtl/>
        </w:rPr>
        <w:t>ش</w:t>
      </w:r>
      <w:r w:rsidR="00B21A8B" w:rsidRPr="00662146">
        <w:rPr>
          <w:rFonts w:hint="cs"/>
          <w:rtl/>
        </w:rPr>
        <w:t>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فلسطينية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اعمالها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للنكبة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لفلسطين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معظم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1946</w:t>
      </w:r>
      <w:r w:rsidR="00883A3C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زارت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النجف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الأشرف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ونظمت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رائعة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القدس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ومأساة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الطفوف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مستلهمة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كربلاء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صمود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883A3C" w:rsidRPr="00705B75">
        <w:rPr>
          <w:rStyle w:val="libAlaemChar"/>
          <w:rtl/>
        </w:rPr>
        <w:t>عليه‌السلام</w:t>
      </w:r>
      <w:r w:rsidR="00883A3C">
        <w:rPr>
          <w:rtl/>
        </w:rPr>
        <w:t xml:space="preserve"> </w:t>
      </w:r>
      <w:r w:rsidR="00B21A8B" w:rsidRPr="00662146">
        <w:rPr>
          <w:rFonts w:hint="cs"/>
          <w:rtl/>
        </w:rPr>
        <w:t>وتضحيته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نشرت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القصيدة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مؤخراً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الفصلية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الثالث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عشر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الصادر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1413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=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1992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0"/>
        <w:gridCol w:w="275"/>
        <w:gridCol w:w="3704"/>
      </w:tblGrid>
      <w:tr w:rsidR="00A94422" w:rsidTr="00A94422">
        <w:trPr>
          <w:trHeight w:val="350"/>
        </w:trPr>
        <w:tc>
          <w:tcPr>
            <w:tcW w:w="3720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واندبي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عاشوراء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ونوحي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كربلا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مآس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هجت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فغدا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كالطير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الذبيح..!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كربلا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أهرقت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فوق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كثبانك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مهد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جروحي.!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كربلا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آهة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الشعر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دمعة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روحي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جئت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أسعى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بحنين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ظامئ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لثرى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تخفيني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مسحوي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رحت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بذهول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خاشع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وأناجي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بذياك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الضريح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جئت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أسعى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مثل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نسر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تاعس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جئت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أذري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دمعة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يدعو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ثبوري</w:t>
            </w:r>
            <w:r>
              <w:rPr>
                <w:rFonts w:hint="cs"/>
                <w:rtl/>
              </w:rPr>
              <w:t>.</w:t>
            </w:r>
            <w:r w:rsidRPr="00662146">
              <w:rPr>
                <w:rFonts w:hint="cs"/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جئت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وطناً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يفديه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بالشمور..!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كلهم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يهتف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فليحيى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صار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واموتاه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أهل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القبور.!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ضاع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لهوهم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يضربون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طبل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النفير.!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أر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اليهود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blPrEx>
          <w:tblLook w:val="04A0"/>
        </w:tblPrEx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أر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قومي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عيشهم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عيش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94422" w:rsidRDefault="00A94422" w:rsidP="00206C2C">
      <w:pPr>
        <w:pStyle w:val="libNormal"/>
      </w:pPr>
      <w: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20"/>
        <w:gridCol w:w="275"/>
        <w:gridCol w:w="3704"/>
      </w:tblGrid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يرتضون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كأن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ساحة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الشهيد.!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مت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الراي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تخضع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يخفض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الجدود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حرموك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ينل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الحرمان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قتلوا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ولدك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ينل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القتل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البأس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كلهم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شجاعاً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باسلاً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يطق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قتلوا</w:t>
            </w:r>
            <w:r>
              <w:rPr>
                <w:rFonts w:hint="cs"/>
                <w:rtl/>
              </w:rPr>
              <w:t xml:space="preserve">؟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. </w:t>
            </w:r>
            <w:r w:rsidRPr="00662146">
              <w:rPr>
                <w:rFonts w:hint="cs"/>
                <w:rtl/>
              </w:rPr>
              <w:t>انهم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أحياء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جنة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غلبوا</w:t>
            </w:r>
            <w:r>
              <w:rPr>
                <w:rFonts w:hint="cs"/>
                <w:rtl/>
              </w:rPr>
              <w:t xml:space="preserve">؟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يغلبوا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كيف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الأسود</w:t>
            </w:r>
            <w:r>
              <w:rPr>
                <w:rFonts w:hint="cs"/>
                <w:rtl/>
              </w:rPr>
              <w:t>!</w:t>
            </w:r>
            <w:r w:rsidRPr="00662146">
              <w:rPr>
                <w:rFonts w:hint="cs"/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إنهم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نصروا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التليد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أوطاننا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نخدر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بالوعود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ثرنا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مثلما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ثرت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بالضبا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بالقصيد.!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7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شهد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704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أبدع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الشعر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وأشدو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للخلود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A94422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كرهت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الشعر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والنثر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وعشقت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الحديد</w:t>
            </w:r>
            <w:r>
              <w:rPr>
                <w:rFonts w:hint="cs"/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عصوف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تمحق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الظلم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والطغيان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قنبلة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ذرية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فأريح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اليهود.!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ليتني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لكنني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عزلتي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يرهقني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94422" w:rsidRPr="00662146" w:rsidRDefault="00A94422" w:rsidP="00A94422">
      <w:pPr>
        <w:pStyle w:val="libCenterBold2"/>
        <w:rPr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725"/>
        <w:gridCol w:w="275"/>
        <w:gridCol w:w="3699"/>
      </w:tblGrid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جئت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أستوحي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ضريحاً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طاهراً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وبقلبي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ذكرة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الماضي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الأسيف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ناطق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بشجوني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ذريف.!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ودعت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وروحي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ذاهل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ثغري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الروح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آه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ذكرى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فؤاد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ضيعة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القدس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ومأساة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الطفوف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إيه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ألهمتني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مبدئي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إيه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الرزايا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والصروف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أفهمي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الأعراب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شيء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يعليه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العنيف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94422" w:rsidRPr="00662146" w:rsidRDefault="00A94422" w:rsidP="00A94422">
      <w:pPr>
        <w:pStyle w:val="libCenterBold2"/>
        <w:rPr>
          <w:rtl/>
        </w:rPr>
      </w:pP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65" w:name="34"/>
      <w:bookmarkStart w:id="66" w:name="_Toc367119700"/>
      <w:r w:rsidRPr="00662146">
        <w:rPr>
          <w:rFonts w:hint="cs"/>
          <w:rtl/>
        </w:rPr>
        <w:lastRenderedPageBreak/>
        <w:t>(29)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امرئ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القيس</w:t>
      </w:r>
      <w:bookmarkEnd w:id="65"/>
      <w:bookmarkEnd w:id="66"/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ا</w:t>
      </w:r>
      <w:r w:rsidR="00B21A8B" w:rsidRPr="007525C0">
        <w:rPr>
          <w:rFonts w:hint="cs"/>
          <w:rtl/>
        </w:rPr>
        <w:t>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امرئ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القيس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أوس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جابر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كعب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هبل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عوف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عذرة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زيد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رفيدة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ثور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هكذا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نسبها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الطبقات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محسن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الأمين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الأعيان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نقلا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السحر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امرئ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القيس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أوس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جابر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كعب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حليم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الفرج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الأصفهاني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امرئ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القيس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جابر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كعب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وبرة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ثعلبة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الحاف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قضاعة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الهنود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الربيع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مسعود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مصادف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حصن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كعب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امها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الربيع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مسعود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مروان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حصين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كعب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كليب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الشهداء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الفرج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الأصفهاني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هشام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الكلبي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خيار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وأفضلهن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(5)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ترجمة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المطبوعة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نشرة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تراثنا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187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449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139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141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lastRenderedPageBreak/>
        <w:t>و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نقلا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السحر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خيار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جمالاً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وأدباً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وعقلاً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أسلم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أبوها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خلافة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نصرانياً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عرب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فولاه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قومه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قضاعة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أمسى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خطب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لابنه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فزوجه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إياها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خطب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بناته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ولولديه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الحسنين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أنكحتك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المحياة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ابنتي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وأنكحتك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حسن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سلمى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وانحكتك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للحسين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سكينة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عقيلة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قريش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تنظر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أحب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شديداً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سكينة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5"/>
        <w:gridCol w:w="3696"/>
      </w:tblGrid>
      <w:tr w:rsidR="00A94422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لعمرك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لاُحب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تحل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سكينة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احبهما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وأبذل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للائمي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ولست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عتبوا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مطيعا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حياتي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يعليني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التراب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العروس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الرباب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6"/>
        <w:gridCol w:w="3694"/>
      </w:tblGrid>
      <w:tr w:rsidR="00A94422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أحب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لحبها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زيداً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جميعاً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ونتلة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أخوالاً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لامٍ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أحبهم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وطرّ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جناب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449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أنساب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457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209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تذكرة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الخواص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فضائل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الأئمة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الأطهار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عليهم‌السلام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الفصول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المهمة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183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236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lastRenderedPageBreak/>
        <w:t>و</w:t>
      </w:r>
      <w:r w:rsidR="00B21A8B" w:rsidRPr="007525C0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استشهد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أرض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كربلاء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وجدت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وجداً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شديداً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أقامت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قبره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كاملة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انصرفت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تذكرة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الخواص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امرئ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الرأس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ووضعته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وقبلته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A94422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واحسينا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نسيت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أقصدته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الأعداء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غادروه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بكربلاء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صريعاً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سقى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جانبي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كربلاء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A94422" w:rsidTr="00A94422">
        <w:trPr>
          <w:trHeight w:val="350"/>
        </w:trPr>
        <w:tc>
          <w:tcPr>
            <w:tcW w:w="3920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نوراً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يستضاء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بكربلاء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قتيل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مدفون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سبط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جزاك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صالحة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عنا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وجنبت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خسران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الموازين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جبلاً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صعباً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ألوذ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وكنت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تصحبنا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بالرحم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لليتامى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للسائلين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662146">
              <w:rPr>
                <w:rFonts w:hint="cs"/>
                <w:rtl/>
              </w:rPr>
              <w:t>يغني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ويؤوي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مسكين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94422" w:rsidTr="00A94422">
        <w:trPr>
          <w:trHeight w:val="350"/>
        </w:trPr>
        <w:tc>
          <w:tcPr>
            <w:tcW w:w="3920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أبتغي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صهراً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بصهركم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94422" w:rsidRDefault="00A94422" w:rsidP="00A94422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94422" w:rsidRDefault="00A94422" w:rsidP="00A94422">
            <w:pPr>
              <w:pStyle w:val="libPoem"/>
            </w:pPr>
            <w:r w:rsidRPr="007525C0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اُغيب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الرمل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والطين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209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تذكرة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الخواص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منتهى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الآمال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463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141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منتهى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الآمال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335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439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الاشراف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لأتخذ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حمواً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يؤويني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ورجلاً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سقف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أبداً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المامقاني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التنقيح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يعتمد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روايتها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غاية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الاعتماد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3B1AA2">
      <w:pPr>
        <w:pStyle w:val="libLine"/>
        <w:rPr>
          <w:rtl/>
        </w:rPr>
      </w:pPr>
      <w:r w:rsidRPr="003B1AA2">
        <w:rPr>
          <w:rFonts w:hint="cs"/>
          <w:rtl/>
        </w:rPr>
        <w:t>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تنقيح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المقال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78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67" w:name="35"/>
      <w:bookmarkStart w:id="68" w:name="_Toc367119701"/>
      <w:r w:rsidRPr="00662146">
        <w:rPr>
          <w:rFonts w:hint="cs"/>
          <w:rtl/>
        </w:rPr>
        <w:lastRenderedPageBreak/>
        <w:t>(30)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bookmarkEnd w:id="67"/>
      <w:bookmarkEnd w:id="68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ب</w:t>
      </w:r>
      <w:r w:rsidR="00B21A8B" w:rsidRPr="00662146">
        <w:rPr>
          <w:rFonts w:hint="cs"/>
          <w:rtl/>
        </w:rPr>
        <w:t>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الموحّدين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الأوّلين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والآخرين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فخر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وسيدها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الصديقة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الصغرى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المعلمة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والفهمة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المفهمة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عاقلة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لبيبة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جزلة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فصاحتها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وزهدها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وعبادتها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كأبيها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المرتضى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وامتازت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بمحاسنها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الكثيرة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وأوصافها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الجليلة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وخصالها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الحميدة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ومفاخرها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البارزة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وفضائلها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الطاهرة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بخمس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وتزوجت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وعلياً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وعباساًً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كلثوم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وعوناً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ح</w:t>
      </w:r>
      <w:r w:rsidR="00B21A8B" w:rsidRPr="00662146">
        <w:rPr>
          <w:rFonts w:hint="cs"/>
          <w:rtl/>
        </w:rPr>
        <w:t>دثت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عميس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عمرو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وعطاء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السائب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وجابر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الانصاري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العامري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ع</w:t>
      </w:r>
      <w:r w:rsidR="00B21A8B" w:rsidRPr="00662146">
        <w:rPr>
          <w:rFonts w:hint="cs"/>
          <w:rtl/>
        </w:rPr>
        <w:t>رفت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بكثرة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والتهجد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وجدها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جميعاً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وينقل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العابدين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عشر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تركت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تهجدها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وعبادتها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المستحبة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تلك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الليلة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الحزينة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فقدت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الأعزة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والأحبة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ولاقت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لاقت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اليوم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مصائب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ودع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عياله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وداعه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الأخير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عاشوراء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اُختاه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تنسيني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نافلة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الليل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لسنا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بصدد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ترجمة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هدف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وضع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الكتيب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ويتطلب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تأليف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مستقل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الكتّاب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عرفنا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طبقاً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للمنهج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ايراد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تعريف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بسيط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نوردها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للعقيلة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وأرفع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الأدب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المعلمة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تفسر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القرآن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الكريم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لجماعة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النسوة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مجلس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لتعليم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الفقه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مأساة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كربلاء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تلاها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مشاهد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الحزن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تنفس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آلامها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برثاء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ولعلها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تستهدف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المراثي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الرثاء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الظالمين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والتحريض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هلالاً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كمالا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غاله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خسفه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فأبدى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غروبا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توهمت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شقيق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فؤادي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مقدراً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مكتوبا</w:t>
            </w:r>
            <w:r>
              <w:rPr>
                <w:rFonts w:hint="cs"/>
                <w:rtl/>
              </w:rPr>
              <w:t xml:space="preserve"> </w:t>
            </w:r>
            <w:r w:rsidRPr="00883A3C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السلام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وساكنيه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وروح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نفوس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قدست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خلقت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النطف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العذاب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مضاجع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عبدوا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فناموا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هجوداً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الفدافد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والروابي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110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40"/>
        <w:gridCol w:w="275"/>
        <w:gridCol w:w="3684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علتهم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مضاجعهم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كعاب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باردان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منعمة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رطاب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وصيرت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القبور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قصورا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مناخاً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ذات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أفنية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رحاب</w:t>
            </w:r>
            <w:r>
              <w:rPr>
                <w:rStyle w:val="libFootnoteChar"/>
                <w:rFonts w:hint="cs"/>
                <w:rtl/>
              </w:rPr>
              <w:t xml:space="preserve"> </w:t>
            </w:r>
            <w:r w:rsidRPr="00883A3C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المشهورة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الكوفة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تقولون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صنعتم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آخر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الاُمم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بأهل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بيتي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وأولادي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وتكرمتي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اُسارى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ضرجوا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جزائي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نصحت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تخلفوني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بسوء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ذوي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رحمي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إني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لأخشى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يحل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مثل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العذاب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أودى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إرم</w:t>
            </w:r>
            <w:r>
              <w:rPr>
                <w:rStyle w:val="libFootnoteChar"/>
                <w:rFonts w:hint="cs"/>
                <w:rtl/>
              </w:rPr>
              <w:t xml:space="preserve"> </w:t>
            </w:r>
            <w:r w:rsidRPr="001F687B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احدى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5"/>
        <w:gridCol w:w="275"/>
        <w:gridCol w:w="3689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اتشهرونا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البرية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ووالدنا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أوحى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كفرتم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العرش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نبيه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يجئكم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أدب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236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236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6"/>
        <w:gridCol w:w="3691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لحاكم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العرش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لكم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لظى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المعاد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عويل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F687B" w:rsidRDefault="001F687B" w:rsidP="001F687B">
      <w:pPr>
        <w:pStyle w:val="libCenter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الاحتجاج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31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Heading2"/>
        <w:rPr>
          <w:rtl/>
        </w:rPr>
      </w:pPr>
      <w:bookmarkStart w:id="69" w:name="36"/>
      <w:bookmarkStart w:id="70" w:name="_Toc367119702"/>
      <w:r w:rsidRPr="003B1AA2">
        <w:rPr>
          <w:rFonts w:hint="cs"/>
          <w:rtl/>
        </w:rPr>
        <w:lastRenderedPageBreak/>
        <w:t>(31)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السيدة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سكينة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(</w:t>
      </w:r>
      <w:r w:rsidRPr="001F687B">
        <w:rPr>
          <w:rStyle w:val="libAlaemHeading2Char"/>
          <w:rFonts w:hint="cs"/>
          <w:rtl/>
        </w:rPr>
        <w:t>*</w:t>
      </w:r>
      <w:r w:rsidRPr="003B1AA2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عبدالله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bookmarkEnd w:id="69"/>
      <w:bookmarkEnd w:id="7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أ</w:t>
      </w:r>
      <w:r w:rsidR="00B21A8B" w:rsidRPr="00662146">
        <w:rPr>
          <w:rFonts w:hint="cs"/>
          <w:rtl/>
        </w:rPr>
        <w:t>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امرئ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القضاعي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المطهرة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والزهرة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الباسمة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الناظرة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عصرها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وأحسنهن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اخلاقاً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وفصاحة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الجميلة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والكرم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والعقل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تتصف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الفعال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وجميل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الخصال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وطيب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الشمائل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وزهد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سكينة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فغالب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الاستغراق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تصلح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لرجل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شديداً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الرباب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5"/>
        <w:gridCol w:w="3696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لعمرك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لاحب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تحل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سكينة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والرباب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أحبهما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وابذل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للائمي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7525C0" w:rsidP="0033545D">
      <w:pPr>
        <w:pStyle w:val="libFootnote"/>
        <w:rPr>
          <w:rtl/>
        </w:rPr>
      </w:pPr>
      <w:r w:rsidRPr="001F687B">
        <w:rPr>
          <w:rStyle w:val="libFootnoteAlaemChar"/>
          <w:rFonts w:hint="cs"/>
          <w:rtl/>
        </w:rPr>
        <w:t>*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ترجمتها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ابصار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انصار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521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للزركلي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106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438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ونسب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قريش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والمصارع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272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وخطط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مبارك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وفهرس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252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202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254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الزجاج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الانوار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223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210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تاريخ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الخميس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300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تظلم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224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تنقيح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المأوى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256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410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شذرات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الذهب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154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البلاغة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20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153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155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159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218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كشف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الكنى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والألقاب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424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الأحزان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104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394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ولست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عتبوا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مطيعاً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حياتي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يعليني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التراب</w:t>
            </w:r>
            <w:r>
              <w:rPr>
                <w:rStyle w:val="libFootnoteChar"/>
                <w:rFonts w:hint="cs"/>
                <w:rtl/>
              </w:rPr>
              <w:t xml:space="preserve"> </w:t>
            </w:r>
            <w:r w:rsidRPr="001F687B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يكذب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مجالسة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والتحكيم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بالمستوى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زعموه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لملأت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الدنيا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رياءً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لأبيها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والبيتين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أخويها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بلغت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الغاية.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الزجاج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سكينة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40"/>
        <w:gridCol w:w="275"/>
        <w:gridCol w:w="3684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تعذليه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قاطع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طرقه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فعينه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بدموع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ذرف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الحسين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يرشقه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ريب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المنون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يخطئ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الحدقة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بكف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نسل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البغايا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وجيش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المرق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الفسقة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السوء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هاتوا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احتجاجكم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غداً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وجلكم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بالسيف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صفقة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الويل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لحقه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صيرتموه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لأرماح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درقة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فاحتفلي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الحياة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تبكِ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أهلاً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رفقة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لكن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فاسكبي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قيحاً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ودمعا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أثريهما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العلقة</w:t>
            </w:r>
            <w:r>
              <w:rPr>
                <w:rStyle w:val="libFootnoteChar"/>
                <w:rFonts w:hint="cs"/>
                <w:rtl/>
              </w:rPr>
              <w:t xml:space="preserve"> </w:t>
            </w:r>
            <w:r w:rsidRPr="001F687B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F687B" w:rsidRDefault="001F687B" w:rsidP="001F687B">
      <w:pPr>
        <w:pStyle w:val="libCenter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209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تذكرة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الخواص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233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الفصول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المهمة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183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سكينة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للحاج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دخيل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20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الزجاج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169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71" w:name="37"/>
      <w:bookmarkStart w:id="72" w:name="_Toc367119703"/>
      <w:r w:rsidRPr="00662146">
        <w:rPr>
          <w:rFonts w:hint="cs"/>
          <w:rtl/>
        </w:rPr>
        <w:lastRenderedPageBreak/>
        <w:t>(32)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سودة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عمارة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الهمدانية</w:t>
      </w:r>
      <w:bookmarkEnd w:id="71"/>
      <w:bookmarkEnd w:id="72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س</w:t>
      </w:r>
      <w:r w:rsidR="00B21A8B" w:rsidRPr="00662146">
        <w:rPr>
          <w:rFonts w:hint="cs"/>
          <w:rtl/>
        </w:rPr>
        <w:t>ودة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الاشتر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الهمدانية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شواعر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والحاضرات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جاهدت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بلسانها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السطان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الجائر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طيفور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موسى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مهران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حدثني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الخزامي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يذكره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الشعبي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ورواه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استأذنت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سودة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الهمدانية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فأذن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القائلة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شمر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كفعل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عمارة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الطعان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وملتقى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الأقران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واُنصر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والحسين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ورهطه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واقصد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لهند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وابنها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علم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ومنارة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الإيمان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1F687B" w:rsidTr="001F687B">
        <w:trPr>
          <w:trHeight w:val="350"/>
        </w:trPr>
        <w:tc>
          <w:tcPr>
            <w:tcW w:w="373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الجيوش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لوائه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692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قدما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بأبيض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صارم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رغب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اعتذر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بالكذب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واتباع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الحق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أثر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شيئاً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اُنشدك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واعادة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مضى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وتذكار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هيهات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ينسى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قومك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وأخيك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ذميم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المكان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الخنساء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6"/>
        <w:gridCol w:w="3690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صخراً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لتأتم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الهداة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كأنه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رأسه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صدقت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كذلك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الرأس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وبتر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الذنب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أسأل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اعفائي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استعفيت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حاجتك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اصبحت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ولأمرهم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متقلدا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سائلك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افترض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تزال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ينوء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بعزك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ويبسط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بسلطانك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فيحصدنا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حصد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السنبل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ويدوسنا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البقر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ويسومنا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الخسيسة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ويسلبنا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الجليلة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ه</w:t>
      </w:r>
      <w:r w:rsidR="00B21A8B" w:rsidRPr="00662146">
        <w:rPr>
          <w:rFonts w:hint="cs"/>
          <w:rtl/>
        </w:rPr>
        <w:t>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بُسر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أرطاة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رجالي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ومنعة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فإما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عزلته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فشكرناك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فعرفناك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lastRenderedPageBreak/>
        <w:t>ف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اتهددني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بقومك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هممت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أحملك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قتب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أشرس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فأردك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ينفذ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حكمه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فيك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أطرقت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تبكي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أنشأت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صلى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الإله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جسم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تضمنه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قبر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فأصبح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العدل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مدفونا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حالف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يبغي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ثمناً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فصار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بالحق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والإيمان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مقرونا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ذاك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صنع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كذلك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قدمت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رجل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صدقتنا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بيني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وبينه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الغث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(3)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والسمين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فأتيت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علياً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لأشكو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صنع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فوجدته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قائماً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يصلي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فلما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نظر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أنفتل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صلاته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برأفة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وتعطف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حاجة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فأخبرته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الخبر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فبكى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الشاهد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وعليهم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آمرهم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بظلم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خلقك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بترك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حقك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ث</w:t>
      </w:r>
      <w:r w:rsidR="00B21A8B" w:rsidRPr="007525C0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أخرج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جيبه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قطعة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جلد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كهيئة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طرف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الجراب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فكتب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﴿</w:t>
      </w:r>
      <w:r w:rsidR="00405874">
        <w:rPr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بِسْمِ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اللَّهِ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الرَّحْمَٰنِ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الرَّحِيمِ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﴿</w:t>
      </w:r>
      <w:r w:rsidR="00405874">
        <w:rPr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قَدْ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جَاءَتْكُم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بَيِّنَةٌ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مِّن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رَّبِّكُمْ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AlaemChar"/>
          <w:rFonts w:hint="cs"/>
          <w:rtl/>
        </w:rPr>
        <w:t>ۖ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فَأَوْفُوا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الْكَيْلَ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وَالْمِيزَانَ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وَلَا</w:t>
      </w:r>
      <w:r w:rsidR="00405874">
        <w:rPr>
          <w:rStyle w:val="libAieChar"/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القتب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الرحل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الصغير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قدر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السنام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661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قتب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روح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الغث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الرديء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شيء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غثث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3545D">
      <w:pPr>
        <w:pStyle w:val="libFootnote"/>
        <w:rPr>
          <w:rStyle w:val="libNormal0Char"/>
          <w:rtl/>
        </w:rPr>
      </w:pPr>
      <w:r w:rsidRPr="007525C0">
        <w:rPr>
          <w:rStyle w:val="libAieChar"/>
          <w:rFonts w:hint="cs"/>
          <w:rtl/>
        </w:rPr>
        <w:lastRenderedPageBreak/>
        <w:t>تَبْخَسُوا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النَّاسَ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أَشْيَاءَهُمْ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﴾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﴿</w:t>
      </w:r>
      <w:r w:rsidR="00405874">
        <w:rPr>
          <w:rStyle w:val="libNormal0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وَلَا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تَعْثَوْا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فِي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الْأَرْضِ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مُفْسِدِينَ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﴾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(2)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﴿</w:t>
      </w:r>
      <w:r w:rsidR="00405874">
        <w:rPr>
          <w:rStyle w:val="libNormal0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بَقِيَّتُ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اللَّهِ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خَيْرٌ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لَّكُمْ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إِن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كُنتُم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مُّؤْمِنِينَ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AlaemChar"/>
          <w:rFonts w:hint="cs"/>
          <w:rtl/>
        </w:rPr>
        <w:t>ۚ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وَمَا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أَنَا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عَلَيْكُم</w:t>
      </w:r>
      <w:r w:rsidR="00405874">
        <w:rPr>
          <w:rStyle w:val="libAieChar"/>
          <w:rFonts w:hint="cs"/>
          <w:rtl/>
        </w:rPr>
        <w:t xml:space="preserve"> </w:t>
      </w:r>
      <w:r w:rsidRPr="007525C0">
        <w:rPr>
          <w:rStyle w:val="libAieChar"/>
          <w:rFonts w:hint="cs"/>
          <w:rtl/>
        </w:rPr>
        <w:t>بِحَفِيظٍ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﴾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(3)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اذا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قرأت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كتابي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فاحتفظ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بما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يديك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عملنا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حتى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يقدم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عليك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يقبضه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والسلام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﴾</w:t>
      </w:r>
      <w:r w:rsidR="00F71223" w:rsidRPr="003B1AA2">
        <w:rPr>
          <w:rStyle w:val="libNormal0Char"/>
          <w:rFonts w:hint="cs"/>
          <w:rtl/>
        </w:rPr>
        <w:t>.</w:t>
      </w:r>
      <w:r w:rsidR="00405874">
        <w:rPr>
          <w:rStyle w:val="libNormal0Char"/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أخذته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ختمه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بطين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خزمه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بخزام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فقرأته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لمظكم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(5)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السطان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فبطيئاً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تفطمون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اكتبوا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برد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مالها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والعدل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اليها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خاصة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لقومي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عامة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وقومك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اذاً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الفحشاء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واللؤم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شاملاً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كسائر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قومي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ق</w:t>
      </w:r>
      <w:r w:rsidR="00B21A8B" w:rsidRPr="007525C0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أكتبوا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ولقومها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(6)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ربه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الشعبي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وفيه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اكتبوا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بالانصاف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والعدل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خاصة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لقومي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عامة</w:t>
      </w:r>
      <w:r w:rsidR="00F41FCF">
        <w:rPr>
          <w:rFonts w:hint="cs"/>
          <w:rtl/>
        </w:rPr>
        <w:t>؟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وقومك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الفحشاء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واللؤم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شاملاً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يسعني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الأعراف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85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العنكبوت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36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86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خزمه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شكه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وثقبه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أقفله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174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خزم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لمظكم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عودكم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وعلمكم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462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بلاغات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30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يسع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قومي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هيهات</w:t>
      </w:r>
      <w:r w:rsidR="00F41FCF">
        <w:rPr>
          <w:rFonts w:hint="cs"/>
          <w:rtl/>
        </w:rPr>
        <w:t>!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لمظكم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السلطان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فبطيئاً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تفطمون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وغركم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قوله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فلو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بوابا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جنة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662146">
              <w:rPr>
                <w:rFonts w:hint="cs"/>
                <w:rtl/>
              </w:rPr>
              <w:t>لقلت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لهمدان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ادخلوا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بسلام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قوله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9"/>
        <w:gridCol w:w="275"/>
        <w:gridCol w:w="3685"/>
      </w:tblGrid>
      <w:tr w:rsidR="001F687B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ناديت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همدان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والابواب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مغلقة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ومثل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همدان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سنى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فتحة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687B" w:rsidTr="007E4E85">
        <w:trPr>
          <w:trHeight w:val="350"/>
        </w:trPr>
        <w:tc>
          <w:tcPr>
            <w:tcW w:w="3920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كالهندواني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تفلل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مضاربه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1F687B" w:rsidRDefault="001F687B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1F687B" w:rsidRDefault="001F687B" w:rsidP="007E4E85">
            <w:pPr>
              <w:pStyle w:val="libPoem"/>
            </w:pPr>
            <w:r w:rsidRPr="007525C0">
              <w:rPr>
                <w:rFonts w:hint="cs"/>
                <w:rtl/>
              </w:rPr>
              <w:t>وجه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جميل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وقلب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وجّاب</w:t>
            </w:r>
            <w:r>
              <w:rPr>
                <w:rFonts w:hint="cs"/>
                <w:rtl/>
              </w:rPr>
              <w:t xml:space="preserve"> </w:t>
            </w:r>
            <w:r w:rsidRPr="001F687B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Default="007525C0" w:rsidP="007F76B8">
      <w:pPr>
        <w:pStyle w:val="libNormal"/>
        <w:rPr>
          <w:rtl/>
        </w:rPr>
      </w:pPr>
      <w:r w:rsidRPr="007525C0">
        <w:rPr>
          <w:rFonts w:hint="cs"/>
          <w:rtl/>
        </w:rPr>
        <w:t>ا</w:t>
      </w:r>
      <w:r w:rsidR="00B21A8B" w:rsidRPr="007525C0">
        <w:rPr>
          <w:rFonts w:hint="cs"/>
          <w:rtl/>
        </w:rPr>
        <w:t>كتبوا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بحاجتها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(4)</w:t>
      </w:r>
      <w:r w:rsidR="00B21A8B" w:rsidRPr="007525C0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سنّى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سهّل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404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سنا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».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الهندواني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ببلاد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الهند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واحكم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438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وجاب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خائف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متهيب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القاموس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المحيط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البحرين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179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344.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270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245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351.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73" w:name="38"/>
      <w:bookmarkStart w:id="74" w:name="_Toc367119704"/>
      <w:r w:rsidRPr="00662146">
        <w:rPr>
          <w:rFonts w:hint="cs"/>
          <w:rtl/>
        </w:rPr>
        <w:lastRenderedPageBreak/>
        <w:t>(33)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صفية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عبدالمطلب</w:t>
      </w:r>
      <w:bookmarkEnd w:id="73"/>
      <w:bookmarkEnd w:id="74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العوام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أديبة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فاضلة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عاقلة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الجاهلية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شمس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العوام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خويلد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الكعبة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وعاشت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كثيراً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وتوفيت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عشرين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هجرية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ثلاث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وسبعين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سنة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ودفنت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بالبقيع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ك</w:t>
      </w:r>
      <w:r w:rsidR="00B21A8B" w:rsidRPr="00662146">
        <w:rPr>
          <w:rFonts w:hint="cs"/>
          <w:rtl/>
        </w:rPr>
        <w:t>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زمانها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الجاسوس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اليهودي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ثابت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الفارين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اُحد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وتقدمت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برمح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ر</w:t>
      </w:r>
      <w:r w:rsidR="00B21A8B" w:rsidRPr="00662146">
        <w:rPr>
          <w:rFonts w:hint="cs"/>
          <w:rtl/>
        </w:rPr>
        <w:t>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الاصابة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جدتها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الخندق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أطم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فارع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ثابت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فجاء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اليهود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فرقى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الحصن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أطل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علينا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لحسان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فاقتله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فضربته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قطعت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لحسان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فاطرح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اليهود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أسفل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الحصن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ذاك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ق</w:t>
      </w:r>
      <w:r w:rsidR="00B21A8B" w:rsidRPr="00662146">
        <w:rPr>
          <w:rFonts w:hint="cs"/>
          <w:rtl/>
        </w:rPr>
        <w:t>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فرميت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فقالوا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علمنا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ليترك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خلواً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فتفرقوا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طريق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حماد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هشام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جاءت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اُحد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انهزم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وبيدها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رمح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تضرب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وجهوههم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انتهت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اُحد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حمزة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أقبلت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لإبنها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لئلا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بأخيها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حمزة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فلقيها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فأعلمها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بلغني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بأخي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أرضانا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لأحتسبن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ولأصبرن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فأعلم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الزبير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بذلك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سبيلها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فأتته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واسترجعت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فدفن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مبلغ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قريشاً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ففيم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والامار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كنا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السلف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المقدم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علمتم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توقد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بالغدر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مناقب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وبعض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منقصة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B21A8B" w:rsidP="007525C0">
      <w:pPr>
        <w:pStyle w:val="libBold2"/>
        <w:rPr>
          <w:rtl/>
        </w:rPr>
      </w:pPr>
      <w:r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5"/>
        <w:gridCol w:w="3694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منحدر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تملين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ابكي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مصيبته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جميع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قومي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وأهل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البدو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والحضر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تملي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الدهر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معولة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غرد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القمري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رثائه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5"/>
        <w:gridCol w:w="275"/>
        <w:gridCol w:w="3699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لفقد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فيا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بالدموع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السواجم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أيضا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كورت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شمسه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مُضيئا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5"/>
        <w:gridCol w:w="3696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أرقت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لصوت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نائحة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رجل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بقارعة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الصعيد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ففاضت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ذلكم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دموعي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كمنحدر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الفريد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رجل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وغد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الفضل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المبين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الفياض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شيبة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أبيك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وارث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صدوق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المواطن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نكس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شخت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المقام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طويل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شيظمي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مطاع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عشيرته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رفيع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أبلج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فضول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وغيث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وصوم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يروق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المسود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والمسود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عظيم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كرام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خضارمة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ملاوثة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أسود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فلو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خلد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امرؤ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لقديم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ولكن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سبيل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لكان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مخلداً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الليالي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لفضل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المجد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والحسب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التليد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تعد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الراويات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ذكرها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البرقي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3B1AA2" w:rsidRDefault="00B21A8B" w:rsidP="0033545D">
      <w:pPr>
        <w:pStyle w:val="libFootnote"/>
        <w:rPr>
          <w:rStyle w:val="libNormal0Char"/>
          <w:rtl/>
        </w:rPr>
      </w:pPr>
      <w:r w:rsidRPr="003B1AA2">
        <w:rPr>
          <w:rStyle w:val="libNormal0Char"/>
          <w:rFonts w:hint="cs"/>
          <w:rtl/>
        </w:rPr>
        <w:lastRenderedPageBreak/>
        <w:t>وغيره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الصاحبيات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  <w:r w:rsidR="00405874">
        <w:rPr>
          <w:rStyle w:val="libNormal0Char"/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492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390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الإصابة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348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للزركلي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206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المذيل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المحبر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الآلي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رغبة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96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الدرّ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المنثور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261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تنقيح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البرقي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343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365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طبقات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الحديث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194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F71223">
      <w:pPr>
        <w:pStyle w:val="libFootnote"/>
        <w:rPr>
          <w:rtl/>
        </w:rPr>
      </w:pPr>
      <w:bookmarkStart w:id="75" w:name="39"/>
      <w:bookmarkStart w:id="76" w:name="_Toc367119705"/>
      <w:r w:rsidRPr="007525C0">
        <w:rPr>
          <w:rStyle w:val="Heading2Char"/>
          <w:rFonts w:hint="cs"/>
          <w:rtl/>
        </w:rPr>
        <w:lastRenderedPageBreak/>
        <w:t>(34)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ضبيعة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بنت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خزيمة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بن</w:t>
      </w:r>
      <w:r w:rsidR="00405874">
        <w:rPr>
          <w:rStyle w:val="Heading2Char"/>
          <w:rFonts w:hint="cs"/>
          <w:rtl/>
        </w:rPr>
        <w:t xml:space="preserve"> </w:t>
      </w:r>
      <w:r w:rsidRPr="007525C0">
        <w:rPr>
          <w:rStyle w:val="Heading2Char"/>
          <w:rFonts w:hint="cs"/>
          <w:rtl/>
        </w:rPr>
        <w:t>ثابت</w:t>
      </w:r>
      <w:bookmarkEnd w:id="75"/>
      <w:bookmarkEnd w:id="76"/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ش</w:t>
      </w:r>
      <w:r w:rsidR="00B21A8B" w:rsidRPr="00662146">
        <w:rPr>
          <w:rFonts w:hint="cs"/>
          <w:rtl/>
        </w:rPr>
        <w:t>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المواليات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لعليّ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خزيمة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الشهادتين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الّذي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قائلة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خزيمة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بالدمع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قتيل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الأحزان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قتلوا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الشهادتين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عتواً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أدرك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بالترات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قتلوه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فتية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يسرعون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الركوب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للدعوات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نصروا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السيد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الموفق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ودانوا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بذاك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لعن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معشراً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قتلوه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ورماهم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بالخزي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والآفات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وقعة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صفين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365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خزيمة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بالخاء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المعجمة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المضمومة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والزاي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المعجمة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المفتوحة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والياء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المثناة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الساكنة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الفاكهة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ثعلبة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ساعدة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الأوسي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عمارة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بدراً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والمشاهد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شهادته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كشهادة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رجلين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الشهادتين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وجه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لقبه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بذي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الشهادتين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اشترى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ناقة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أعرابي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فأنكر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الأعرابي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البيع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وطلب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الشهود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يشهد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انني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اشتريت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الأعرابي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ناقة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يشهد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أحد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سوى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خزيمة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كيف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شهدت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خزيمة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»</w:t>
      </w:r>
      <w:r w:rsidR="00F41FCF">
        <w:rPr>
          <w:rFonts w:hint="cs"/>
          <w:rtl/>
        </w:rPr>
        <w:t>؟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خزيمة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صدقناك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بخبر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السماء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نصدقك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بخبر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اشتراء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ناقة</w:t>
      </w:r>
      <w:r w:rsidR="00F41FCF">
        <w:rPr>
          <w:rFonts w:hint="cs"/>
          <w:rtl/>
        </w:rPr>
        <w:t>!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فسماه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حينئذ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بذي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الشهادتين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370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77" w:name="40"/>
      <w:bookmarkStart w:id="78" w:name="_Toc367119706"/>
      <w:r w:rsidRPr="00662146">
        <w:rPr>
          <w:rFonts w:hint="cs"/>
          <w:rtl/>
        </w:rPr>
        <w:lastRenderedPageBreak/>
        <w:t>(35)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عاتكة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عبدالمطّلب</w:t>
      </w:r>
      <w:bookmarkEnd w:id="77"/>
      <w:bookmarkEnd w:id="78"/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ع</w:t>
      </w:r>
      <w:r w:rsidR="00B21A8B" w:rsidRPr="00662146">
        <w:rPr>
          <w:rFonts w:hint="cs"/>
          <w:rtl/>
        </w:rPr>
        <w:t>اتكة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المطّلب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هاشم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عمّة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وسلّم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اللسان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أباها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5"/>
        <w:gridCol w:w="275"/>
        <w:gridCol w:w="3689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جودا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تبخلا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بدمعكما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النيام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واستحقرا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واسكبا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وشوبا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بكاءكما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بالتدوام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واستخرطا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واسجما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رجل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نكس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الجحفل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النائبات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كريم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المساعي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وفيّ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شبية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الحمد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الزناد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مصدق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ثبت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المقام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وسيف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صمامة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ومردي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المخاصم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الخصام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وسهل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الخليقة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طلق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عدملي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صميم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تبنك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باذخ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رفيع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الذؤابة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صعب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المرام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F76B8" w:rsidRDefault="007F76B8" w:rsidP="007F76B8">
      <w:pPr>
        <w:pStyle w:val="libCenter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246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F71223">
      <w:pPr>
        <w:pStyle w:val="Heading2"/>
        <w:rPr>
          <w:rtl/>
        </w:rPr>
      </w:pPr>
      <w:bookmarkStart w:id="79" w:name="41"/>
      <w:bookmarkStart w:id="80" w:name="_Toc367119707"/>
      <w:r w:rsidRPr="00662146">
        <w:rPr>
          <w:rFonts w:hint="cs"/>
          <w:rtl/>
        </w:rPr>
        <w:lastRenderedPageBreak/>
        <w:t>(36)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العجوز</w:t>
      </w:r>
      <w:bookmarkEnd w:id="79"/>
      <w:bookmarkEnd w:id="80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ذ</w:t>
      </w:r>
      <w:r w:rsidR="00B21A8B" w:rsidRPr="00662146">
        <w:rPr>
          <w:rFonts w:hint="cs"/>
          <w:rtl/>
        </w:rPr>
        <w:t>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أصحاب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عجوزاً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حضرت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عشوراء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وشاهدت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مصائب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ومحن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وشاركتهم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ومولاه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وفلذة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كبدها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ليدافع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وعياله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دفاعاً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وعقيدته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نراها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تأخذ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عموداً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وتنزل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لتقاتل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الأعداء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أرجعها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ودعا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للخوارزمي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المعركة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بُني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تقتل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أفعل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ولعل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خروجه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الشاب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أمرتني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أميري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ونعم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الأمير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سرور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فؤاد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البشير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النذير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وفاطمة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فهل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تعلمون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نظير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ث</w:t>
      </w:r>
      <w:r w:rsidR="00B21A8B" w:rsidRPr="00662146">
        <w:rPr>
          <w:rFonts w:hint="cs"/>
          <w:rtl/>
        </w:rPr>
        <w:t>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وحز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عسكر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أحسنت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عيني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وسرور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قلبي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برأس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رجلاً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فقتلته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عمود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وحملت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6"/>
        <w:gridCol w:w="3691"/>
      </w:tblGrid>
      <w:tr w:rsidR="007F76B8" w:rsidTr="007F76B8">
        <w:trPr>
          <w:trHeight w:val="350"/>
        </w:trPr>
        <w:tc>
          <w:tcPr>
            <w:tcW w:w="3732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إني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عجوز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النسا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ضعيفة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69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بالية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خاوية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نحيفة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F76B8">
        <w:trPr>
          <w:trHeight w:val="350"/>
        </w:trPr>
        <w:tc>
          <w:tcPr>
            <w:tcW w:w="3732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أضربكم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بضربة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691" w:type="dxa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دون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فاطمة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الشريفة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ضربت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رجلين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فقتلتهما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فأمر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بصرفها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ودعا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ذكر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شهر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آشوب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المناقب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اختلاف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يسير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الشعر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خلال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مطالعتي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القاصرة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أتعرف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وولدها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سميناها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بالعجوز</w:t>
      </w:r>
      <w:r w:rsidR="00F71223">
        <w:rPr>
          <w:rFonts w:hint="cs"/>
          <w:rtl/>
        </w:rPr>
        <w:t>.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21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81" w:name="42"/>
      <w:bookmarkStart w:id="82" w:name="_Toc367119708"/>
      <w:r w:rsidRPr="00662146">
        <w:rPr>
          <w:rFonts w:hint="cs"/>
          <w:rtl/>
        </w:rPr>
        <w:lastRenderedPageBreak/>
        <w:t>(37)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عقيلة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طالب</w:t>
      </w:r>
      <w:bookmarkEnd w:id="81"/>
      <w:bookmarkEnd w:id="82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المصادر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يزيد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خرجت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حواسر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السادات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تقولون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فعلتم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آخر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76B8" w:rsidTr="007E4E85">
        <w:trPr>
          <w:trHeight w:val="350"/>
        </w:trPr>
        <w:tc>
          <w:tcPr>
            <w:tcW w:w="3920" w:type="dxa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بعترتي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وبأهلي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اُسارى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ومنهم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ضرجوا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بدم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نسبت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الأبيات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واُخرى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مشابهة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لأسماء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ونسبت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أيضاً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لزينب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واُم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لقمان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ورملة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بنات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طالب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ذكرنا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كله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محله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(2)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6"/>
        <w:gridCol w:w="3695"/>
      </w:tblGrid>
      <w:tr w:rsidR="007F76B8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عيني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بعبرة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وعويل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662146">
              <w:rPr>
                <w:rFonts w:hint="cs"/>
                <w:rtl/>
              </w:rPr>
              <w:t>وأندبي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ندبت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322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نقلاً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عدة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مصادر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التاريخ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466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116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198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للخورازمي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طاووس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305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346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6"/>
        <w:gridCol w:w="3693"/>
      </w:tblGrid>
      <w:tr w:rsidR="007F76B8" w:rsidTr="007F76B8">
        <w:trPr>
          <w:trHeight w:val="350"/>
        </w:trPr>
        <w:tc>
          <w:tcPr>
            <w:tcW w:w="3730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ستة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كلهم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لصلب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6" w:type="dxa"/>
            <w:shd w:val="clear" w:color="auto" w:fill="auto"/>
          </w:tcPr>
          <w:p w:rsidR="007F76B8" w:rsidRDefault="007F76B8" w:rsidP="007E4E85">
            <w:pPr>
              <w:pStyle w:val="libPoem"/>
              <w:rPr>
                <w:rtl/>
              </w:rPr>
            </w:pPr>
          </w:p>
        </w:tc>
        <w:tc>
          <w:tcPr>
            <w:tcW w:w="3693" w:type="dxa"/>
            <w:shd w:val="clear" w:color="auto" w:fill="auto"/>
          </w:tcPr>
          <w:p w:rsidR="007F76B8" w:rsidRDefault="007F76B8" w:rsidP="007E4E85">
            <w:pPr>
              <w:pStyle w:val="libPoem"/>
            </w:pPr>
            <w:r w:rsidRPr="007525C0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اُصيبوا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وخمسة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لعقيل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أعداء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تجالس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وتسمع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يتحاكمون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شعرهم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كذب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محض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ديدن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النواصب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ينسبوا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شيعتهم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وحاشاهم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منها</w:t>
      </w:r>
      <w:r w:rsidR="00F71223">
        <w:rPr>
          <w:rFonts w:hint="cs"/>
          <w:rtl/>
        </w:rPr>
        <w:t>.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322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83" w:name="43"/>
      <w:bookmarkStart w:id="84" w:name="_Toc367119709"/>
      <w:r w:rsidRPr="00662146">
        <w:rPr>
          <w:rFonts w:hint="cs"/>
          <w:rtl/>
        </w:rPr>
        <w:lastRenderedPageBreak/>
        <w:t>(38)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bookmarkEnd w:id="83"/>
      <w:bookmarkEnd w:id="84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ب</w:t>
      </w:r>
      <w:r w:rsidR="00B21A8B" w:rsidRPr="00662146">
        <w:rPr>
          <w:rFonts w:hint="cs"/>
          <w:rtl/>
        </w:rPr>
        <w:t>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الكائنات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الأنبياء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والرسل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محمّد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خديجة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خويلد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بضعة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ناسكات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الأصفياء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وصفيات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الأتقياء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البتول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والبضعة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الشبيهة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بالرسول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ألوط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أولاده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بقبله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لصوقاً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وأولهم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وفاته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لحوقاً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يرضى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لرضاها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ويغضب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لغضبها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ثالثة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الشمس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والقمر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الطاهرة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الميلاد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باجماع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السداد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العالمين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أصدق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عساني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البضعة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الطاهرة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والسيدة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المعصومة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يرقى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ليكتب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يستطيع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يحيط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وجودها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تكوينها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اُلفت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وفضائلها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الكتب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وتحدث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خطيب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مفوه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ومتكلم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بارع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كتبوه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وقالوه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يعدو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يكون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جزءً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صغيراً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جوانب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وشخصيتها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العظيمة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فالزهراء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أعظم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تكن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روحي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فداها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مكثرة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الشعر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الكريم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أحزنها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كثيراً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فجعلها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ترثيه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بأبيات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شعرية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قليلة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مضافاً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عانته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الفاجعة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وشدة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المصيبة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وعظم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النازلة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بفقده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الصلاة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تشاهد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انحراف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الامة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وانتكاستها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وانقلابها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اشار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اليه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القرآن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الكريم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﴿</w:t>
      </w:r>
      <w:r w:rsidR="00405874">
        <w:rPr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وَمَا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مُحَمَّدٌ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إِلَّا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رَسُولٌ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قَدْ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خَلَتْ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مِن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قَبْلِهِ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الرُّسُلُ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AlaemChar"/>
          <w:rFonts w:hint="cs"/>
          <w:rtl/>
        </w:rPr>
        <w:t>ۚ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أَفَإِن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مَّاتَ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أَوْ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قُتِلَ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انقَلَبْتُمْ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عَلَىٰ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أَعْقَابِكُمْ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AlaemChar"/>
          <w:rFonts w:hint="cs"/>
          <w:rtl/>
        </w:rPr>
        <w:t>ۚ</w:t>
      </w:r>
      <w:r w:rsidR="00405874">
        <w:rPr>
          <w:rStyle w:val="libAieAlaem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وَمَن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يَنقَلِبْ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عَلَىٰ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عَقِبَيْهِ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فَلَن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يَضُرَّ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اللَّهَ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شَيْئًا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AlaemChar"/>
          <w:rFonts w:hint="cs"/>
          <w:rtl/>
        </w:rPr>
        <w:t>ۗ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وَسَيَجْزِي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اللَّهُ</w:t>
      </w:r>
      <w:r w:rsidR="00405874">
        <w:rPr>
          <w:rStyle w:val="libAieChar"/>
          <w:rFonts w:hint="cs"/>
          <w:rtl/>
        </w:rPr>
        <w:t xml:space="preserve"> </w:t>
      </w:r>
      <w:r w:rsidR="00B21A8B" w:rsidRPr="007525C0">
        <w:rPr>
          <w:rStyle w:val="libAieChar"/>
          <w:rFonts w:hint="cs"/>
          <w:rtl/>
        </w:rPr>
        <w:t>الشَّاكِرِينَ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﴾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بكاؤها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ضجر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للأمرين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انقلاب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الاُمة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وانحرافها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اوجع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قلبها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وأجرى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لمدامعها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رثاء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الأعظم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F71223">
        <w:rPr>
          <w:rFonts w:hint="cs"/>
          <w:rtl/>
        </w:rPr>
        <w:t>:</w:t>
      </w:r>
    </w:p>
    <w:p w:rsidR="00B21A8B" w:rsidRPr="00662146" w:rsidRDefault="007525C0" w:rsidP="007525C0">
      <w:pPr>
        <w:pStyle w:val="libBold2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أغبر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آفاق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السماء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فكورت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شمس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النهار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العصران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كئيبة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أسفاً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كثيرة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الأحزان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فليبكه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شرق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العباد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وغربها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وليبكه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مضر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وليبكه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الطود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الأشم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وجوده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والبيت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والأستار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والأركان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خاتم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الرسل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المبارك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ضوؤه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صلى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منزل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القرآن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4F7609" w:rsidP="007525C0">
      <w:pPr>
        <w:pStyle w:val="libBold2"/>
        <w:rPr>
          <w:rtl/>
        </w:rPr>
      </w:pPr>
      <w:r w:rsidRPr="00DE6870">
        <w:rPr>
          <w:rStyle w:val="libFootnotenumChar"/>
          <w:rFonts w:hint="cs"/>
          <w:rtl/>
        </w:rPr>
        <w:t xml:space="preserve"> </w:t>
      </w:r>
      <w:r w:rsidR="007525C0" w:rsidRPr="004F7609">
        <w:rPr>
          <w:rFonts w:hint="cs"/>
          <w:rtl/>
        </w:rPr>
        <w:t>(</w:t>
      </w:r>
      <w:r w:rsidR="00B21A8B" w:rsidRPr="004F7609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أخذت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قبضة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وشمتها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يشم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غواليا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7525C0">
        <w:rPr>
          <w:rFonts w:hint="cs"/>
          <w:rtl/>
        </w:rPr>
        <w:t>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عمران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144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الفصول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المهمة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132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5"/>
        <w:gridCol w:w="276"/>
        <w:gridCol w:w="3688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صبت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مصائب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صبت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الايام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عدن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لياليا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4F7609">
        <w:rPr>
          <w:rFonts w:hint="cs"/>
          <w:rtl/>
        </w:rPr>
        <w:t>(</w:t>
      </w:r>
      <w:r w:rsidR="00B21A8B" w:rsidRPr="004F7609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الخطبة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انعطفت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حمية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عشت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أعشى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البراح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جناحي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أخضع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للذليل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وأتقي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وأدفع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ظالمي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وإذا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بكت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قمرية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شجنا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ليلاً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غصن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بكيت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صباحي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Bold2"/>
        <w:rPr>
          <w:rtl/>
        </w:rPr>
      </w:pPr>
      <w:r w:rsidRPr="004F7609">
        <w:rPr>
          <w:rFonts w:hint="cs"/>
          <w:rtl/>
        </w:rPr>
        <w:t>(</w:t>
      </w:r>
      <w:r w:rsidR="00B21A8B" w:rsidRPr="004F7609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قبره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الشريف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5"/>
        <w:gridCol w:w="3695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حزن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وفؤادي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يزيد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واكتئابي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يبيد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4F7609" w:rsidP="007525C0">
      <w:pPr>
        <w:pStyle w:val="libBold2"/>
        <w:rPr>
          <w:rtl/>
        </w:rPr>
      </w:pPr>
      <w:r w:rsidRPr="004F7609">
        <w:rPr>
          <w:rFonts w:hint="cs"/>
          <w:rtl/>
        </w:rPr>
        <w:t xml:space="preserve"> </w:t>
      </w:r>
      <w:r w:rsidR="007525C0" w:rsidRPr="004F7609">
        <w:rPr>
          <w:rFonts w:hint="cs"/>
          <w:rtl/>
        </w:rPr>
        <w:t>(</w:t>
      </w:r>
      <w:r w:rsidR="00B21A8B" w:rsidRPr="004F7609">
        <w:rPr>
          <w:rFonts w:hint="cs"/>
          <w:rtl/>
        </w:rPr>
        <w:t>5)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4"/>
        <w:gridCol w:w="275"/>
        <w:gridCol w:w="3700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صبري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وبان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عزائي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لخاتم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الأنبياء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اسكبي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تبخلي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بفيض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الدماء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وكهف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الأيتام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والضعفاء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ترى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المنبر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تعلوه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علاه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الظلام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الضياء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إلهي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عجل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وفاتي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سريعاً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بغضت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الحياة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مولائي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</w:t>
      </w:r>
      <w:r w:rsidR="007525C0" w:rsidRPr="007525C0"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الفصول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المهمة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الدر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المنثور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360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للحاج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دخيل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125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نقلا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النظيم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الأحزان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70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الأحزان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70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Bold2"/>
        <w:rPr>
          <w:rtl/>
        </w:rPr>
      </w:pPr>
      <w:r w:rsidRPr="004F7609">
        <w:rPr>
          <w:rFonts w:hint="cs"/>
          <w:rtl/>
        </w:rPr>
        <w:lastRenderedPageBreak/>
        <w:t>(</w:t>
      </w:r>
      <w:r w:rsidR="00B21A8B" w:rsidRPr="004F7609">
        <w:rPr>
          <w:rFonts w:hint="cs"/>
          <w:rtl/>
        </w:rPr>
        <w:t>6)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6"/>
        <w:gridCol w:w="3690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يوماً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ذكره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وذكر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مذ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أزيد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تذكرت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فرق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فعزيت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نفسي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فقلت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: </w:t>
            </w:r>
            <w:r w:rsidRPr="007525C0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الحياة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سبيلنا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ومن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يمت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يومه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غد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4F7609" w:rsidP="007525C0">
      <w:pPr>
        <w:pStyle w:val="libBold2"/>
        <w:rPr>
          <w:rtl/>
        </w:rPr>
      </w:pPr>
      <w:r w:rsidRPr="004F7609">
        <w:rPr>
          <w:rFonts w:hint="cs"/>
          <w:rtl/>
        </w:rPr>
        <w:t xml:space="preserve"> </w:t>
      </w:r>
      <w:r w:rsidR="007525C0" w:rsidRPr="004F7609">
        <w:rPr>
          <w:rFonts w:hint="cs"/>
          <w:rtl/>
        </w:rPr>
        <w:t>(</w:t>
      </w:r>
      <w:r w:rsidR="00B21A8B" w:rsidRPr="004F7609">
        <w:rPr>
          <w:rFonts w:hint="cs"/>
          <w:rtl/>
        </w:rPr>
        <w:t>7)</w:t>
      </w:r>
      <w:r w:rsidR="00405874" w:rsidRPr="004F7609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اذا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اشتد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شوقي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زرت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باكياً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أنوح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وأشكوا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أراك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مجاوبي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ساكن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الغبراء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علمتني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وذكرك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أنساني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جميع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المصائب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7E4E85">
        <w:trPr>
          <w:trHeight w:val="350"/>
        </w:trPr>
        <w:tc>
          <w:tcPr>
            <w:tcW w:w="392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التراب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مغيباً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قلبي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الحزين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بغائب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4F7609" w:rsidP="007525C0">
      <w:pPr>
        <w:pStyle w:val="libBold2"/>
        <w:rPr>
          <w:rtl/>
        </w:rPr>
      </w:pPr>
      <w:r w:rsidRPr="004F7609">
        <w:rPr>
          <w:rFonts w:hint="cs"/>
          <w:rtl/>
        </w:rPr>
        <w:t xml:space="preserve"> </w:t>
      </w:r>
      <w:r w:rsidR="007525C0" w:rsidRPr="004F7609">
        <w:rPr>
          <w:rFonts w:hint="cs"/>
          <w:rtl/>
        </w:rPr>
        <w:t>(</w:t>
      </w:r>
      <w:r w:rsidR="00B21A8B" w:rsidRPr="004F7609">
        <w:rPr>
          <w:rFonts w:hint="cs"/>
          <w:rtl/>
        </w:rPr>
        <w:t>8)</w:t>
      </w:r>
      <w:r w:rsidR="00405874" w:rsidRPr="004F7609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خطبتها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5"/>
        <w:gridCol w:w="276"/>
        <w:gridCol w:w="3698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انباء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وهنبثة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شاهدها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تكثر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الخطب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_________</w:t>
      </w:r>
      <w:r w:rsidR="007525C0" w:rsidRPr="00F71223">
        <w:rPr>
          <w:rFonts w:hint="cs"/>
          <w:rtl/>
        </w:rPr>
        <w:t>_______________________</w:t>
      </w:r>
    </w:p>
    <w:p w:rsidR="00F71223" w:rsidRPr="003B1AA2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الأحزان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71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0"/>
        <w:gridCol w:w="275"/>
        <w:gridCol w:w="3694"/>
      </w:tblGrid>
      <w:tr w:rsidR="004F7609" w:rsidTr="004F7609">
        <w:trPr>
          <w:trHeight w:val="350"/>
        </w:trPr>
        <w:tc>
          <w:tcPr>
            <w:tcW w:w="373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إنا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فقدناك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وابلها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واختل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قومك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فاشهدهم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نكبوا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4F7609">
        <w:trPr>
          <w:trHeight w:val="350"/>
        </w:trPr>
        <w:tc>
          <w:tcPr>
            <w:tcW w:w="373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جبريل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بالآيات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يؤنسنا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فغبت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محتجب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4F7609">
        <w:trPr>
          <w:trHeight w:val="350"/>
        </w:trPr>
        <w:tc>
          <w:tcPr>
            <w:tcW w:w="373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وكنت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ونوراً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يستضاء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تنزل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العزة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الكتب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4F7609">
        <w:trPr>
          <w:trHeight w:val="350"/>
        </w:trPr>
        <w:tc>
          <w:tcPr>
            <w:tcW w:w="373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تجهمتنا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رجال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واستخف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مغتصب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4F7609">
        <w:trPr>
          <w:trHeight w:val="350"/>
        </w:trPr>
        <w:tc>
          <w:tcPr>
            <w:tcW w:w="373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سيعلم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المتولي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ظلم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حامتنا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القيامة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سوف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ينقلب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4F7609">
        <w:tblPrEx>
          <w:tblLook w:val="04A0"/>
        </w:tblPrEx>
        <w:trPr>
          <w:trHeight w:val="350"/>
        </w:trPr>
        <w:tc>
          <w:tcPr>
            <w:tcW w:w="3730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لقينا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يلقه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البرية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عجم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609" w:rsidTr="004F7609">
        <w:tblPrEx>
          <w:tblLook w:val="04A0"/>
        </w:tblPrEx>
        <w:trPr>
          <w:trHeight w:val="350"/>
        </w:trPr>
        <w:tc>
          <w:tcPr>
            <w:tcW w:w="3730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فسوف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نبكيك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عشنا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بقيت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694" w:type="dxa"/>
          </w:tcPr>
          <w:p w:rsidR="004F7609" w:rsidRDefault="004F7609" w:rsidP="007E4E85">
            <w:pPr>
              <w:pStyle w:val="libPoem"/>
            </w:pPr>
            <w:r w:rsidRPr="007525C0">
              <w:rPr>
                <w:rFonts w:hint="cs"/>
                <w:rtl/>
              </w:rPr>
              <w:t>لنا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العيون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بتهمال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سكب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F7609" w:rsidRDefault="004F7609" w:rsidP="004F7609">
      <w:pPr>
        <w:pStyle w:val="libCenter"/>
        <w:rPr>
          <w:rtl/>
        </w:rPr>
      </w:pPr>
      <w:r>
        <w:rPr>
          <w:rFonts w:hint="cs"/>
          <w:rtl/>
        </w:rPr>
        <w:t>***</w:t>
      </w:r>
    </w:p>
    <w:p w:rsidR="00DE6870" w:rsidRDefault="00B21A8B" w:rsidP="007525C0">
      <w:pPr>
        <w:pStyle w:val="libLine"/>
        <w:rPr>
          <w:rtl/>
        </w:rPr>
      </w:pPr>
      <w:r w:rsidRPr="00F71223">
        <w:rPr>
          <w:rFonts w:hint="cs"/>
          <w:rtl/>
        </w:rPr>
        <w:t>______</w:t>
      </w:r>
      <w:r w:rsidR="007525C0" w:rsidRPr="007525C0">
        <w:rPr>
          <w:rFonts w:hint="cs"/>
          <w:rtl/>
        </w:rPr>
        <w:t>______________________________________________</w:t>
      </w:r>
    </w:p>
    <w:p w:rsidR="00F71223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أمالي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المفيد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وذكرها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الطبرسي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الاحتجاج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146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الاختلافات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4F7609">
      <w:pPr>
        <w:pStyle w:val="Heading2"/>
        <w:rPr>
          <w:rtl/>
        </w:rPr>
      </w:pPr>
      <w:bookmarkStart w:id="85" w:name="44"/>
      <w:bookmarkStart w:id="86" w:name="_Toc367119710"/>
      <w:r w:rsidRPr="004F7609">
        <w:rPr>
          <w:rFonts w:hint="cs"/>
          <w:rtl/>
        </w:rPr>
        <w:lastRenderedPageBreak/>
        <w:t>(39)</w:t>
      </w:r>
      <w:r w:rsidR="00405874" w:rsidRPr="004F7609">
        <w:rPr>
          <w:rFonts w:hint="cs"/>
          <w:rtl/>
        </w:rPr>
        <w:t xml:space="preserve"> </w:t>
      </w:r>
      <w:r w:rsidRPr="004F7609">
        <w:rPr>
          <w:rFonts w:hint="cs"/>
          <w:rtl/>
        </w:rPr>
        <w:t>فاطمة</w:t>
      </w:r>
      <w:r w:rsidR="00405874" w:rsidRPr="004F7609">
        <w:rPr>
          <w:rFonts w:hint="cs"/>
          <w:rtl/>
        </w:rPr>
        <w:t xml:space="preserve"> </w:t>
      </w:r>
      <w:r w:rsidRPr="004F7609">
        <w:rPr>
          <w:rFonts w:hint="cs"/>
          <w:rtl/>
        </w:rPr>
        <w:t>بنت</w:t>
      </w:r>
      <w:r w:rsidR="00405874" w:rsidRPr="004F7609">
        <w:rPr>
          <w:rFonts w:hint="cs"/>
          <w:rtl/>
        </w:rPr>
        <w:t xml:space="preserve"> </w:t>
      </w:r>
      <w:r w:rsidRPr="004F7609">
        <w:rPr>
          <w:rFonts w:hint="cs"/>
          <w:rtl/>
        </w:rPr>
        <w:t>حزام</w:t>
      </w:r>
      <w:bookmarkEnd w:id="85"/>
      <w:bookmarkEnd w:id="86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حزام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خالد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ربيعة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الشاعر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صعصعة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الكلابية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سيدنا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ومولانا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عليّ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عريق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العروبة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والشجاعة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باشارة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يختار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امرأة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الفحولة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غلاماً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فارساً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نسابة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عالماً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وانسابهم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فاختارها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اشجع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آبائها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أفرس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آبائها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للنعمان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المنذر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الحيرة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6"/>
        <w:gridCol w:w="3697"/>
      </w:tblGrid>
      <w:tr w:rsidR="004F7609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نحن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البنين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الأربعة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F7609" w:rsidRDefault="004F7609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F7609" w:rsidRDefault="004F7609" w:rsidP="007E4E85">
            <w:pPr>
              <w:pStyle w:val="libPoem"/>
            </w:pPr>
            <w:r w:rsidRPr="00662146">
              <w:rPr>
                <w:rFonts w:hint="cs"/>
                <w:rtl/>
              </w:rPr>
              <w:t>ونحن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عامر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صعصعة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F7609" w:rsidRDefault="004F7609" w:rsidP="004F7609">
      <w:pPr>
        <w:pStyle w:val="libCenter"/>
        <w:rPr>
          <w:rtl/>
        </w:rPr>
      </w:pPr>
      <w:r w:rsidRPr="00662146">
        <w:rPr>
          <w:rFonts w:hint="cs"/>
          <w:rtl/>
        </w:rPr>
        <w:t>الضاربون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الهام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وسط</w:t>
      </w:r>
      <w:r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الجمجمة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ينكر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ملاعب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براء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يعرف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مثله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الشجاعة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فولدت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جعفراً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عثمان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وكلهم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استشهدوا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أخيهم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بكربلاء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رحمها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فصيحة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تخرج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البقيع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فتندب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أولادها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الأربعة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خصوصاً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B21A8B" w:rsidP="003B1AA2">
      <w:pPr>
        <w:pStyle w:val="libNormal0"/>
        <w:rPr>
          <w:rtl/>
        </w:rPr>
      </w:pPr>
      <w:r w:rsidRPr="00662146">
        <w:rPr>
          <w:rFonts w:hint="cs"/>
          <w:rtl/>
        </w:rPr>
        <w:lastRenderedPageBreak/>
        <w:t>أشجى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ندبة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وأحرقها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فيجتمع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فيسمعون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بكاءها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وندبتها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مروان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الحكم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شدة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عداوته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لبني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هاشم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يجيء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يجيء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يزال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يسمع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ندبتها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ويبكي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فمن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قولها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رثاء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ولدها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العباس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6"/>
        <w:gridCol w:w="3696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رأى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العباس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جماهير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ووراه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أبناء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حيدر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أنبئت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اُصيب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برأسه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مقطوع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ويلي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شبلي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براسه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ضرب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سيفك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يديك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دنا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النقد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نوع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الغنم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قصار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الأرجل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الوجوه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حسنا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العباس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أولادها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5"/>
        <w:gridCol w:w="3693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تدعوني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تذكريني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بليوث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كانت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اُدعى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واليوم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أصبحت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أربعة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مثل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نسور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واصلوا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الموت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بقطع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تنازع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الخرصان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أشلاءهم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فكلهم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أمسى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صريعاً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طعين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ياليت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شعري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أخبروا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عباساً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قطيع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تحضر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كربلاء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واست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أهل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أولادها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الأربع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تزل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باكية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نائحة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حتى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التحقت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بالرفيق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الأعلى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يقمن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العزاء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بيتها</w:t>
      </w:r>
      <w:r w:rsidR="00F71223">
        <w:rPr>
          <w:rFonts w:hint="cs"/>
          <w:rtl/>
        </w:rPr>
        <w:t>.</w:t>
      </w:r>
    </w:p>
    <w:p w:rsidR="00F71223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المامقاني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تنقيح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ويستفاد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ايمانها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بشراً</w:t>
      </w:r>
      <w:r w:rsidR="00405874">
        <w:rPr>
          <w:rFonts w:hint="cs"/>
          <w:rtl/>
        </w:rPr>
        <w:t xml:space="preserve"> 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33545D" w:rsidRDefault="00B21A8B" w:rsidP="0033545D">
      <w:pPr>
        <w:pStyle w:val="libFootnote"/>
        <w:rPr>
          <w:rStyle w:val="libNormalChar"/>
          <w:rtl/>
        </w:rPr>
      </w:pPr>
      <w:r w:rsidRPr="003B1AA2">
        <w:rPr>
          <w:rStyle w:val="libNormal0Char"/>
          <w:rFonts w:hint="cs"/>
          <w:rtl/>
        </w:rPr>
        <w:lastRenderedPageBreak/>
        <w:t>بعد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وروده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المدينة</w:t>
      </w:r>
      <w:r w:rsidR="00405874">
        <w:rPr>
          <w:rStyle w:val="libNormal0Char"/>
          <w:rFonts w:hint="cs"/>
          <w:rtl/>
        </w:rPr>
        <w:t xml:space="preserve"> </w:t>
      </w:r>
      <w:r w:rsidR="007F3F66">
        <w:rPr>
          <w:rStyle w:val="libNormal0Char"/>
          <w:rFonts w:hint="cs"/>
          <w:rtl/>
        </w:rPr>
        <w:t>-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نعى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اليها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أحد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أولادها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الأربعة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فقالت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معناه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أخبرني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عبد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الحسين</w:t>
      </w:r>
      <w:r w:rsidR="00405874">
        <w:rPr>
          <w:rStyle w:val="libNormal0Char"/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فلما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نعى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اليها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الأربعة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قالت</w:t>
      </w:r>
      <w:r w:rsidR="00F71223" w:rsidRPr="003B1AA2">
        <w:rPr>
          <w:rStyle w:val="libNormal0Char"/>
          <w:rFonts w:hint="cs"/>
          <w:rtl/>
        </w:rPr>
        <w:t>: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قطعت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نياط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قلبي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أولادي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تحت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الخضراء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كلهم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فداء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لأبي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عبد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الله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الحسين</w:t>
      </w:r>
      <w:r w:rsidR="00405874">
        <w:rPr>
          <w:rStyle w:val="libNormal0Char"/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 w:rsidRPr="003B1AA2">
        <w:rPr>
          <w:rStyle w:val="libNormal0Char"/>
          <w:rFonts w:hint="cs"/>
          <w:rtl/>
        </w:rPr>
        <w:t>.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فإن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علقتها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بالحسين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ليس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إلا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لامامته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وتهوينها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على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نفسها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موت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مثل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هؤلاء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الأشبال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الأربعة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سلم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الحسين</w:t>
      </w:r>
      <w:r w:rsidR="00405874">
        <w:rPr>
          <w:rStyle w:val="libNormal0Char"/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يكشف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عن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مرتبة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في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الديانة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رفيعة</w:t>
      </w:r>
      <w:r w:rsidR="00F71223" w:rsidRPr="003B1AA2">
        <w:rPr>
          <w:rStyle w:val="libNormal0Char"/>
          <w:rFonts w:hint="cs"/>
          <w:rtl/>
        </w:rPr>
        <w:t>،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واني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اعتبرها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لذلك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الحسان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إن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لم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نعتبرها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من</w:t>
      </w:r>
      <w:r w:rsidR="00405874">
        <w:rPr>
          <w:rStyle w:val="libNormal0Char"/>
          <w:rFonts w:hint="cs"/>
          <w:rtl/>
        </w:rPr>
        <w:t xml:space="preserve"> </w:t>
      </w:r>
      <w:r w:rsidRPr="003B1AA2">
        <w:rPr>
          <w:rStyle w:val="libNormal0Char"/>
          <w:rFonts w:hint="cs"/>
          <w:rtl/>
        </w:rPr>
        <w:t>الثقات</w:t>
      </w:r>
      <w:r w:rsidR="00405874" w:rsidRPr="00405874">
        <w:rPr>
          <w:rFonts w:hint="cs"/>
          <w:rtl/>
        </w:rPr>
        <w:t xml:space="preserve"> </w:t>
      </w:r>
      <w:r w:rsidRPr="00DE6870">
        <w:rPr>
          <w:rStyle w:val="libFootnotenumChar"/>
          <w:rFonts w:hint="cs"/>
          <w:rtl/>
        </w:rPr>
        <w:t>(1)</w:t>
      </w:r>
      <w:r w:rsidR="00F71223" w:rsidRPr="003B1AA2">
        <w:rPr>
          <w:rStyle w:val="libNormal0Char"/>
          <w:rFonts w:hint="cs"/>
          <w:rtl/>
        </w:rPr>
        <w:t>.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الورى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250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475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389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468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تنقيح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المقال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279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شرح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الأخبار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فضائل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الأئمة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الأطهار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عليهم‌السلام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الفصول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المهمة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مقاتل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الطالبيين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مقتل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للخوارزمي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29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87" w:name="45"/>
      <w:bookmarkStart w:id="88" w:name="_Toc367119711"/>
      <w:r w:rsidRPr="00662146">
        <w:rPr>
          <w:rFonts w:hint="cs"/>
          <w:rtl/>
        </w:rPr>
        <w:lastRenderedPageBreak/>
        <w:t>(40)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الصغرى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bookmarkEnd w:id="87"/>
      <w:bookmarkEnd w:id="88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المصادر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ابنته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الصغرى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المنورة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فراش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المرض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يأت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كربلاء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لشدة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وجعها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تمكنها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وقدرتها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السير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والحركة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فبقيت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اذهلتها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الصدمة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ووجدت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تحيطها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الآلام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والمأساة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فراحت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تسأل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قادم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وتستقصي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أخبار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الركب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المقدس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بتلهف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ووجد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يروض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حقيبة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الوافدين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العراق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شيئاً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الأمل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المشرق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لنفسها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المعذبة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يجد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الملاح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عاصفة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هوجاء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هددته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بالفناء</w:t>
      </w:r>
      <w:r w:rsidR="00F71223">
        <w:rPr>
          <w:rFonts w:hint="cs"/>
          <w:rtl/>
        </w:rPr>
        <w:t>.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المعروف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والشائع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الألسن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الفتاة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الكريمة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بينما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فراش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يوم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سابحة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بحار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الخيال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تترقب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بقلب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نزوع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وصبر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فارغ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أنباء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والدها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إذ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استقر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الحائط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غراب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ملطخ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بالدم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استشهد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وتوجه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صوب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ليخبر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الصغرى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بالواقعة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كربلاء</w:t>
      </w:r>
      <w:r w:rsidR="00405874">
        <w:rPr>
          <w:rFonts w:hint="cs"/>
          <w:rtl/>
        </w:rPr>
        <w:t xml:space="preserve"> </w:t>
      </w:r>
      <w:r w:rsidR="007F3F66">
        <w:rPr>
          <w:rFonts w:hint="cs"/>
          <w:rtl/>
        </w:rPr>
        <w:t>-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فرفعت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للنظر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الغراب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فرأته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مخضباً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بالدم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فثارت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نفسها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أمواج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الكآبة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واجهشت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بالبكاء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والعويل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كأنها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استيقنت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باستشهاد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ابيها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وأنشدت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تقول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7"/>
        <w:gridCol w:w="275"/>
        <w:gridCol w:w="3697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نعب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الغراب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ققلت</w:t>
            </w:r>
            <w:r>
              <w:rPr>
                <w:rFonts w:hint="cs"/>
                <w:rtl/>
              </w:rPr>
              <w:t xml:space="preserve">: </w:t>
            </w:r>
            <w:r w:rsidRPr="00662146">
              <w:rPr>
                <w:rFonts w:hint="cs"/>
                <w:rtl/>
              </w:rPr>
              <w:t>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تنعاه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ويلك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الإمام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فقلت</w:t>
            </w:r>
            <w:r>
              <w:rPr>
                <w:rFonts w:hint="cs"/>
                <w:rtl/>
              </w:rPr>
              <w:t xml:space="preserve">: </w:t>
            </w:r>
            <w:r w:rsidRPr="00662146">
              <w:rPr>
                <w:rFonts w:hint="cs"/>
                <w:rtl/>
              </w:rPr>
              <w:t>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: </w:t>
            </w:r>
            <w:r w:rsidRPr="00662146">
              <w:rPr>
                <w:rFonts w:hint="cs"/>
                <w:rtl/>
              </w:rPr>
              <w:t>الموفق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للصواب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DE6870" w:rsidP="00DE6870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6"/>
        <w:gridCol w:w="275"/>
        <w:gridCol w:w="3698"/>
      </w:tblGrid>
      <w:tr w:rsidR="007E4E85" w:rsidTr="007E4E85">
        <w:trPr>
          <w:trHeight w:val="350"/>
        </w:trPr>
        <w:tc>
          <w:tcPr>
            <w:tcW w:w="3726" w:type="dxa"/>
            <w:shd w:val="clear" w:color="auto" w:fill="auto"/>
          </w:tcPr>
          <w:p w:rsidR="007E4E85" w:rsidRPr="00521FCE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lastRenderedPageBreak/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الحسين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بكربلا</w:t>
            </w:r>
            <w:r w:rsidRPr="00521FCE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698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الاسنة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والضراب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726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فابكي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الحسين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بعبرة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698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ترجى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الإله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الثواب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726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قلت</w:t>
            </w:r>
            <w:r>
              <w:rPr>
                <w:rFonts w:hint="cs"/>
                <w:rtl/>
              </w:rPr>
              <w:t xml:space="preserve">: </w:t>
            </w:r>
            <w:r w:rsidRPr="00662146">
              <w:rPr>
                <w:rFonts w:hint="cs"/>
                <w:rtl/>
              </w:rPr>
              <w:t>الحسين</w:t>
            </w:r>
            <w:r>
              <w:rPr>
                <w:rFonts w:hint="cs"/>
                <w:rtl/>
              </w:rPr>
              <w:t xml:space="preserve">؟ </w:t>
            </w:r>
            <w:r w:rsidRPr="00662146">
              <w:rPr>
                <w:rFonts w:hint="cs"/>
                <w:rtl/>
              </w:rPr>
              <w:t>فقال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</w:t>
            </w:r>
            <w:r>
              <w:rPr>
                <w:rFonts w:hint="cs"/>
                <w:rtl/>
              </w:rPr>
              <w:t>: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698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حقاً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سكن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التراب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726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ثم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استقل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الجناح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698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يطق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الجواب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726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فبكيت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5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698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الرضاء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المستجاب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و</w:t>
      </w:r>
      <w:r w:rsidR="00B21A8B" w:rsidRPr="007525C0">
        <w:rPr>
          <w:rFonts w:hint="cs"/>
          <w:rtl/>
        </w:rPr>
        <w:t>بقيت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العلوية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تبكي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أباها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أياماً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وليالي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دخل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ركب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السبايا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المدينة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وضج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الناس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بالبكاء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والعويل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حينها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التحقت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الصغرى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بالعائلة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وسكنت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معهم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يقيمون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العزاء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تلو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العزاء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مصاب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سيد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الشهداء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انظري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316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نقلا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فرائط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السمطين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وبحار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الأنوار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)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Footnote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نقلا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(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ناسخ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التواريخ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والدر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المنثور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362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)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89" w:name="46"/>
      <w:bookmarkStart w:id="90" w:name="_Toc367119712"/>
      <w:r w:rsidRPr="00662146">
        <w:rPr>
          <w:rFonts w:hint="cs"/>
          <w:rtl/>
        </w:rPr>
        <w:lastRenderedPageBreak/>
        <w:t>(41)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عبدالله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المحض</w:t>
      </w:r>
      <w:bookmarkEnd w:id="89"/>
      <w:bookmarkEnd w:id="90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ق</w:t>
      </w:r>
      <w:r w:rsidR="00B21A8B" w:rsidRPr="00662146">
        <w:rPr>
          <w:rFonts w:hint="cs"/>
          <w:rtl/>
        </w:rPr>
        <w:t>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ذبيح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المحلاتي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العلامة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الشهير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ملا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باقر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الكجوري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الطهراني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صفحة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كتابه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النعيم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أحوال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الشاهزادة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العظيم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»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تصاعدت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دماء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أبناء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الدوانيقي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محبوساً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قبل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المنصور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وقفت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فاطمة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المحض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المنصور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وكانت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حينذاك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صغيرة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8"/>
        <w:gridCol w:w="276"/>
        <w:gridCol w:w="3695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إرحم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كبيراً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متهدة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السجن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سلاسل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وقيود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بالرحم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القريبة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بيننا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جدكم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ببعيد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525C0">
        <w:rPr>
          <w:rFonts w:hint="cs"/>
          <w:rtl/>
        </w:rPr>
        <w:t>ف</w:t>
      </w:r>
      <w:r w:rsidR="00B21A8B" w:rsidRPr="007525C0">
        <w:rPr>
          <w:rFonts w:hint="cs"/>
          <w:rtl/>
        </w:rPr>
        <w:t>عندما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سمع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المنصور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مقالتها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رق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قلبه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لكلامها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ولكنه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يرتب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أثراً</w:t>
      </w:r>
      <w:r w:rsidR="00405874">
        <w:rPr>
          <w:rFonts w:hint="cs"/>
          <w:rtl/>
        </w:rPr>
        <w:t xml:space="preserve"> </w:t>
      </w:r>
      <w:r w:rsidR="00B21A8B" w:rsidRPr="007525C0">
        <w:rPr>
          <w:rFonts w:hint="cs"/>
          <w:rtl/>
        </w:rPr>
        <w:t>لذلك</w:t>
      </w:r>
      <w:r w:rsidR="00405874" w:rsidRPr="00405874">
        <w:rPr>
          <w:rFonts w:hint="cs"/>
          <w:rtl/>
        </w:rPr>
        <w:t xml:space="preserve"> </w:t>
      </w:r>
      <w:r w:rsidR="00B21A8B" w:rsidRPr="00DE6870">
        <w:rPr>
          <w:rStyle w:val="libFootnotenumChar"/>
          <w:rFonts w:hint="cs"/>
          <w:rtl/>
        </w:rPr>
        <w:t>(1)</w:t>
      </w:r>
      <w:r w:rsidR="00F71223">
        <w:rPr>
          <w:rFonts w:hint="cs"/>
          <w:rtl/>
        </w:rPr>
        <w:t>.</w:t>
      </w:r>
    </w:p>
    <w:p w:rsidR="00B21A8B" w:rsidRPr="00662146" w:rsidRDefault="00A027BE" w:rsidP="00A027BE">
      <w:pPr>
        <w:pStyle w:val="libCenterBold2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3B1AA2">
      <w:pPr>
        <w:pStyle w:val="Heading2"/>
        <w:rPr>
          <w:rtl/>
        </w:rPr>
      </w:pPr>
      <w:bookmarkStart w:id="91" w:name="47"/>
      <w:bookmarkStart w:id="92" w:name="_Toc367119713"/>
      <w:r w:rsidRPr="003B1AA2">
        <w:rPr>
          <w:rFonts w:hint="cs"/>
          <w:rtl/>
        </w:rPr>
        <w:lastRenderedPageBreak/>
        <w:t>(42)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اُم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سلمة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اُمية</w:t>
      </w:r>
      <w:bookmarkEnd w:id="91"/>
      <w:r w:rsidR="00405874">
        <w:rPr>
          <w:rFonts w:hint="cs"/>
          <w:rtl/>
        </w:rPr>
        <w:t xml:space="preserve"> </w:t>
      </w:r>
      <w:r w:rsidRPr="003B1AA2">
        <w:rPr>
          <w:rFonts w:hint="cs"/>
          <w:rtl/>
        </w:rPr>
        <w:t>(</w:t>
      </w:r>
      <w:r w:rsidRPr="003B1AA2">
        <w:rPr>
          <w:rStyle w:val="libAlaemHeading2Char"/>
          <w:rFonts w:hint="cs"/>
          <w:rtl/>
        </w:rPr>
        <w:t>*</w:t>
      </w:r>
      <w:r w:rsidRPr="003B1AA2">
        <w:rPr>
          <w:rFonts w:hint="cs"/>
          <w:rtl/>
        </w:rPr>
        <w:t>)</w:t>
      </w:r>
      <w:bookmarkEnd w:id="92"/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ه</w:t>
      </w:r>
      <w:r w:rsidR="00B21A8B" w:rsidRPr="00662146">
        <w:rPr>
          <w:rFonts w:hint="cs"/>
          <w:rtl/>
        </w:rPr>
        <w:t>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سهيل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الراكب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المغيرة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مخزوم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ُمها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عاتكة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ربيعة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جزيمة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علقة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جذل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الطق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فراس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غنم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مالك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كنانة</w:t>
      </w:r>
      <w:r w:rsidR="00F71223">
        <w:rPr>
          <w:rFonts w:hint="cs"/>
          <w:rtl/>
        </w:rPr>
        <w:t>.</w:t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ز</w:t>
      </w:r>
      <w:r w:rsidR="00B21A8B" w:rsidRPr="00662146">
        <w:rPr>
          <w:rFonts w:hint="cs"/>
          <w:rtl/>
        </w:rPr>
        <w:t>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أبو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الأسد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المخزومي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أنجبت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سلمة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وعمرو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ودرة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وزينب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تزوجها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وسلم</w:t>
      </w:r>
      <w:r w:rsidR="00F71223">
        <w:rPr>
          <w:rFonts w:hint="cs"/>
          <w:rtl/>
        </w:rPr>
        <w:t>.</w:t>
      </w:r>
    </w:p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اُمهات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خديجة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خويلد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مهاجرة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جليلة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رأي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وعقل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وكمال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وجمال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حالها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الجلالة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والاخلاص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لأمير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المؤمنين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عليهما‌السلام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أشهر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يذكر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وأجلى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يحرر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Pr="007E4E85">
        <w:rPr>
          <w:rStyle w:val="libFootnoteAlaemChar"/>
          <w:rFonts w:hint="cs"/>
          <w:rtl/>
        </w:rPr>
        <w:t>*</w:t>
      </w:r>
      <w:r w:rsidRPr="00662146">
        <w:rPr>
          <w:rFonts w:hint="cs"/>
          <w:rtl/>
        </w:rPr>
        <w:t>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انظري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ترجمتها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اُسد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الغابة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560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590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إعلام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الورى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النساء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272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479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سلمة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للحاج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دخيل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أمالي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الصدوق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311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أمالي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الطوسي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174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أنساب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الأشراف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586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الاحتجاج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الاختصاص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116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الاصابة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423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458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للزركلي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97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الإمامة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والسياسة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البداية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والنهاية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291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199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الخصال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419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العبر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العقد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الفريد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178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السيرة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النبوية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كثير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215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السيرة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النبوية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هشام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113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142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86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الكاشف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436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المستدرك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على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الصحيحين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16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المناقب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شهرآشوب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بحار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الأنوار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223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بشارة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المصطفى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59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بغداد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164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تذكرة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الخواص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71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240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تقريب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التهذيب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607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تهذيب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التهذيب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483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سير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أعلام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النبلاء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148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شذرات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الذهب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69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مرآة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الجنان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137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معاني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الأخبار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106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معجم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رجال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الحديث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23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177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lastRenderedPageBreak/>
        <w:t>و</w:t>
      </w:r>
      <w:r w:rsidR="00B21A8B" w:rsidRPr="00662146">
        <w:rPr>
          <w:rFonts w:hint="cs"/>
          <w:rtl/>
        </w:rPr>
        <w:t>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وجدناه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هو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1)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موكب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زفاف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الزهراء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عليها‌السلام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2"/>
        <w:gridCol w:w="275"/>
        <w:gridCol w:w="3702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سرن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جاراتي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واشكرنه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حالات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واذكرن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أنعم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كشف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مكروه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وآفات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هدانا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كفر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أنعشنا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السماوات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وسرن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نساء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تفدى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وخالات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بنت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فضله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ذو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بالوحي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والرسالات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E4E85">
        <w:rPr>
          <w:rFonts w:hint="cs"/>
          <w:rtl/>
        </w:rPr>
        <w:t>(</w:t>
      </w:r>
      <w:r w:rsidR="00B21A8B" w:rsidRPr="007E4E85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وهي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الحسين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بأبي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ابن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أنت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بالخير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كن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كأسنان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الجلي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كن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ككبش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الحول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525C0">
      <w:pPr>
        <w:pStyle w:val="libNormal"/>
        <w:rPr>
          <w:rtl/>
        </w:rPr>
      </w:pPr>
      <w:r w:rsidRPr="007E4E85">
        <w:rPr>
          <w:rFonts w:hint="cs"/>
          <w:rtl/>
        </w:rPr>
        <w:t>(</w:t>
      </w:r>
      <w:r w:rsidR="00B21A8B" w:rsidRPr="007E4E85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نهيها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لعائشة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الخروج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لحرب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الإمام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</w:t>
      </w:r>
      <w:r w:rsidR="00405874">
        <w:rPr>
          <w:rFonts w:hint="cs"/>
          <w:rtl/>
        </w:rPr>
        <w:t xml:space="preserve"> </w:t>
      </w:r>
      <w:r w:rsidR="00B2531B" w:rsidRPr="00B2531B">
        <w:rPr>
          <w:rStyle w:val="libAlaemChar"/>
          <w:rFonts w:hint="cs"/>
          <w:rtl/>
        </w:rPr>
        <w:t>عليه‌السلام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2"/>
        <w:gridCol w:w="275"/>
        <w:gridCol w:w="3692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نصحت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ولكن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للنصح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قابل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قبلت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عنفتها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العواذل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كأني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ردت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رحلها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وليس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إلا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الترجل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راحل</w:t>
            </w:r>
            <w:r>
              <w:rPr>
                <w:rFonts w:hint="cs"/>
                <w:rtl/>
              </w:rPr>
              <w:t xml:space="preserve"> </w:t>
            </w:r>
            <w:r w:rsidRPr="007E4E85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DE6870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المناقب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لابن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شهرآشوب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3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130</w:t>
      </w:r>
      <w:r w:rsidR="00F71223">
        <w:rPr>
          <w:rFonts w:hint="cs"/>
          <w:rtl/>
        </w:rPr>
        <w:t>.</w:t>
      </w:r>
    </w:p>
    <w:p w:rsidR="00DE6870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البحار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258</w:t>
      </w:r>
      <w:r w:rsidR="00F71223">
        <w:rPr>
          <w:rFonts w:hint="cs"/>
          <w:rtl/>
        </w:rPr>
        <w:t>.</w:t>
      </w:r>
    </w:p>
    <w:p w:rsidR="00F71223" w:rsidRDefault="007525C0" w:rsidP="0033545D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تذكرة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الخواص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72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B21A8B" w:rsidRPr="00662146" w:rsidRDefault="007525C0" w:rsidP="007525C0">
      <w:pPr>
        <w:pStyle w:val="libNormal"/>
        <w:rPr>
          <w:rtl/>
        </w:rPr>
      </w:pPr>
      <w:r w:rsidRPr="007E4E85">
        <w:rPr>
          <w:rFonts w:hint="cs"/>
          <w:rtl/>
        </w:rPr>
        <w:lastRenderedPageBreak/>
        <w:t>(</w:t>
      </w:r>
      <w:r w:rsidR="00B21A8B" w:rsidRPr="007E4E85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عائشة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لنصيحتها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وندمها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ذلك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معتصما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زلة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أحد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كانت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لعائشة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العتبى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سنة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لرسول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تاركة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وتلو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آي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القرآن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مدراس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قد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ينزع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ناس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عقولهم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حتى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يكون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يقضي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فيرحم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اُم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المؤمنين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كانت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تبدل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أيحاشاً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بإيناس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E4E85" w:rsidRDefault="007E4E85" w:rsidP="007E4E85">
      <w:pPr>
        <w:pStyle w:val="libCenter"/>
        <w:rPr>
          <w:rtl/>
        </w:rPr>
      </w:pPr>
      <w:r>
        <w:rPr>
          <w:rFonts w:hint="cs"/>
          <w:rtl/>
        </w:rPr>
        <w:t>***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</w:t>
      </w:r>
    </w:p>
    <w:p w:rsidR="00F71223" w:rsidRDefault="00B21A8B" w:rsidP="0033545D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الاختصاص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116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93" w:name="48"/>
      <w:bookmarkStart w:id="94" w:name="_Toc367119714"/>
      <w:r w:rsidRPr="00662146">
        <w:rPr>
          <w:rFonts w:hint="cs"/>
          <w:rtl/>
        </w:rPr>
        <w:lastRenderedPageBreak/>
        <w:t>(43)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اُثالة</w:t>
      </w:r>
      <w:bookmarkEnd w:id="93"/>
      <w:bookmarkEnd w:id="94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ا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المطلب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عبد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مناف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العرب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أسلمت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وبايعت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وحسن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أسلامها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أعطاها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الرسول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صلّى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وآله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ولأخيها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ثلاثين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وسقا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الطعام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غزوة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خيبر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شعرها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أنشدته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غزوة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اُحد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مجيبة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آكلة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الأكباد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هنداً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حينما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3"/>
        <w:gridCol w:w="275"/>
        <w:gridCol w:w="3691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نحن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جزيناكم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بيوم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والحرب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الحرب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ذات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سعر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Pr="00662146" w:rsidRDefault="007525C0" w:rsidP="007E4E85">
      <w:pPr>
        <w:pStyle w:val="libNormal"/>
        <w:rPr>
          <w:rtl/>
        </w:rPr>
      </w:pPr>
      <w:r w:rsidRPr="00662146">
        <w:rPr>
          <w:rFonts w:hint="cs"/>
          <w:rtl/>
        </w:rPr>
        <w:t>ف</w:t>
      </w:r>
      <w:r w:rsidR="00B21A8B" w:rsidRPr="00662146">
        <w:rPr>
          <w:rFonts w:hint="cs"/>
          <w:rtl/>
        </w:rPr>
        <w:t>أجابتها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5"/>
        <w:gridCol w:w="275"/>
        <w:gridCol w:w="3699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خزيت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وغير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وقاع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العظيم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الكفر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قبحك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الله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غداة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الفجر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بالهاشميين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الطوال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بكل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قطاع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حسام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يفري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حمزة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ليثي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وعلي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صقري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رام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شيب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وأبوك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غدري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فخضبا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ضواحي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النحر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21A8B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قد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نسبت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الأبيات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إلى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أروى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الحارث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اختلاف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يسير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الألفاظ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كما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ترجمتها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</w:p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</w:t>
      </w:r>
    </w:p>
    <w:p w:rsidR="00F71223" w:rsidRDefault="00B21A8B" w:rsidP="003B1AA2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102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DE6870" w:rsidRDefault="00B21A8B" w:rsidP="007525C0">
      <w:pPr>
        <w:pStyle w:val="Heading2"/>
        <w:rPr>
          <w:rtl/>
        </w:rPr>
      </w:pPr>
      <w:bookmarkStart w:id="95" w:name="49"/>
      <w:bookmarkStart w:id="96" w:name="_Toc367119715"/>
      <w:r w:rsidRPr="00662146">
        <w:rPr>
          <w:rFonts w:hint="cs"/>
          <w:rtl/>
        </w:rPr>
        <w:lastRenderedPageBreak/>
        <w:t>(44)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هند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الأنصارية</w:t>
      </w:r>
      <w:bookmarkEnd w:id="95"/>
      <w:bookmarkEnd w:id="96"/>
    </w:p>
    <w:p w:rsidR="00B21A8B" w:rsidRPr="00662146" w:rsidRDefault="007525C0" w:rsidP="007525C0">
      <w:pPr>
        <w:pStyle w:val="libNormal"/>
        <w:rPr>
          <w:rtl/>
        </w:rPr>
      </w:pPr>
      <w:r w:rsidRPr="00662146">
        <w:rPr>
          <w:rFonts w:hint="cs"/>
          <w:rtl/>
        </w:rPr>
        <w:t>ه</w:t>
      </w:r>
      <w:r w:rsidR="00B21A8B" w:rsidRPr="00662146">
        <w:rPr>
          <w:rFonts w:hint="cs"/>
          <w:rtl/>
        </w:rPr>
        <w:t>ند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زيد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مخزمة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الأنصارية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شاعرة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المسلمين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مؤمنة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موالية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طالب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.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قالت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ترثي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عدي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رضوان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تعالى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والذي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قتله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معاوية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أبي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سفيان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لعنة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لأنه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كان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موالياً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لعلي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سلام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الله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عليه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4"/>
        <w:gridCol w:w="275"/>
        <w:gridCol w:w="3690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ترفع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أيها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القمر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المنير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تبصر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ترى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حجرا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يسير</w:t>
            </w:r>
            <w:r>
              <w:rPr>
                <w:rFonts w:hint="cs"/>
                <w:rtl/>
              </w:rPr>
              <w:t xml:space="preserve"> </w:t>
            </w:r>
            <w:r w:rsidRPr="007E4E85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يسير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معاوية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ليقتله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زعم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الأمير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تجبرت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الجبائر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وطاب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الخورنق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والسدير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وأصبحت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البلاد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محولاً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كأن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يحيها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مزن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مطير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حجر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حجر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بني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662146">
              <w:rPr>
                <w:rFonts w:hint="cs"/>
                <w:rtl/>
              </w:rPr>
              <w:t>تلقتك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السلامة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والسرور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blPrEx>
          <w:tblLook w:val="04A0"/>
        </w:tblPrEx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أخاف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أردى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عدياً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وشيخاً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دمشق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زئير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</w:t>
      </w:r>
    </w:p>
    <w:p w:rsidR="00DE6870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هكذا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ورد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الطبري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ترفع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حجراً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يسير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و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لعلك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حجراً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يسير</w:t>
      </w:r>
      <w:r w:rsidR="00F71223">
        <w:rPr>
          <w:rFonts w:hint="cs"/>
          <w:rtl/>
        </w:rPr>
        <w:t>.</w:t>
      </w:r>
    </w:p>
    <w:p w:rsidR="00B21A8B" w:rsidRPr="00662146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2)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الاغاني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ورد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بعد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البيت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6"/>
        <w:gridCol w:w="3694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Footnote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ياليت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حُجراً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موتاً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Footnote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Footnote"/>
            </w:pPr>
            <w:r w:rsidRPr="00662146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ينحر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البعير</w:t>
            </w:r>
            <w:r>
              <w:rPr>
                <w:rFonts w:hint="cs"/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E4E85" w:rsidP="00F71223">
      <w:pPr>
        <w:pStyle w:val="libFootnote"/>
        <w:rPr>
          <w:rtl/>
        </w:rPr>
      </w:pPr>
      <w:r w:rsidRPr="007E4E85">
        <w:rPr>
          <w:rFonts w:hint="cs"/>
          <w:rtl/>
        </w:rPr>
        <w:t xml:space="preserve"> </w:t>
      </w:r>
      <w:r w:rsidR="007525C0" w:rsidRPr="007E4E85">
        <w:rPr>
          <w:rFonts w:hint="cs"/>
          <w:rtl/>
        </w:rPr>
        <w:t>(</w:t>
      </w:r>
      <w:r w:rsidR="00B21A8B" w:rsidRPr="007E4E85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ترفعت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الجبابر</w:t>
      </w:r>
      <w:r w:rsidR="00F71223">
        <w:rPr>
          <w:rFonts w:hint="cs"/>
          <w:rtl/>
        </w:rPr>
        <w:t>.</w:t>
      </w:r>
    </w:p>
    <w:p w:rsidR="00DE6870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4)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لها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محولاً</w:t>
      </w:r>
      <w:r w:rsidR="00F71223">
        <w:rPr>
          <w:rFonts w:hint="cs"/>
          <w:rtl/>
        </w:rPr>
        <w:t>.</w:t>
      </w:r>
    </w:p>
    <w:p w:rsidR="00F71223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أخاف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عليك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سطوة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آل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حرب</w:t>
      </w:r>
      <w:r w:rsidR="00F71223">
        <w:rPr>
          <w:rFonts w:hint="cs"/>
          <w:rtl/>
        </w:rPr>
        <w:t>.</w:t>
      </w:r>
    </w:p>
    <w:p w:rsidR="00DE6870" w:rsidRDefault="00DE6870" w:rsidP="00DE6870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31"/>
        <w:gridCol w:w="276"/>
        <w:gridCol w:w="3692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lastRenderedPageBreak/>
              <w:t>يرى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قتل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الخيار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حقاً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شر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اُمته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وزير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4E85" w:rsidTr="007E4E85">
        <w:trPr>
          <w:trHeight w:val="350"/>
        </w:trPr>
        <w:tc>
          <w:tcPr>
            <w:tcW w:w="3920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فإن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تهلك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فكل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زعيم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قوم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7E4E85" w:rsidRDefault="007E4E85" w:rsidP="007E4E85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7E4E85" w:rsidRDefault="007E4E85" w:rsidP="007E4E85">
            <w:pPr>
              <w:pStyle w:val="libPoem"/>
            </w:pPr>
            <w:r w:rsidRPr="007525C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الدنيا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هلك</w:t>
            </w:r>
            <w:r>
              <w:rPr>
                <w:rFonts w:hint="cs"/>
                <w:rtl/>
              </w:rPr>
              <w:t xml:space="preserve"> </w:t>
            </w:r>
            <w:r w:rsidRPr="007525C0">
              <w:rPr>
                <w:rFonts w:hint="cs"/>
                <w:rtl/>
              </w:rPr>
              <w:t>يصير</w:t>
            </w:r>
            <w:r w:rsidRPr="00405874">
              <w:rPr>
                <w:rFonts w:hint="cs"/>
                <w:rtl/>
              </w:rPr>
              <w:t xml:space="preserve"> </w:t>
            </w:r>
            <w:r w:rsidRPr="00DE6870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7525C0" w:rsidP="007525C0">
      <w:pPr>
        <w:pStyle w:val="libLine"/>
        <w:rPr>
          <w:rtl/>
        </w:rPr>
      </w:pPr>
      <w:r>
        <w:rPr>
          <w:rFonts w:hint="cs"/>
          <w:rtl/>
        </w:rPr>
        <w:t>_____________________________________________</w:t>
      </w:r>
    </w:p>
    <w:p w:rsidR="00B21A8B" w:rsidRPr="00662146" w:rsidRDefault="00B21A8B" w:rsidP="00F71223">
      <w:pPr>
        <w:pStyle w:val="libFootnote"/>
        <w:rPr>
          <w:rtl/>
        </w:rPr>
      </w:pPr>
      <w:r w:rsidRPr="00662146">
        <w:rPr>
          <w:rFonts w:hint="cs"/>
          <w:rtl/>
        </w:rPr>
        <w:t>(1)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لم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يرد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هذا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البيت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وورد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وجاء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بعده</w:t>
      </w:r>
      <w:r w:rsidR="00F7122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729"/>
        <w:gridCol w:w="276"/>
        <w:gridCol w:w="3694"/>
      </w:tblGrid>
      <w:tr w:rsidR="007E4E85" w:rsidTr="007E4E85">
        <w:trPr>
          <w:trHeight w:val="350"/>
        </w:trPr>
        <w:tc>
          <w:tcPr>
            <w:tcW w:w="3920" w:type="dxa"/>
            <w:shd w:val="clear" w:color="auto" w:fill="auto"/>
          </w:tcPr>
          <w:p w:rsidR="007E4E85" w:rsidRDefault="007E4E85" w:rsidP="007E4E85">
            <w:pPr>
              <w:pStyle w:val="libPoemFootnote"/>
            </w:pPr>
            <w:r w:rsidRPr="00662146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ياليت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حُجراً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مات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موتاً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7E4E85" w:rsidRDefault="007E4E85" w:rsidP="007E4E85">
            <w:pPr>
              <w:pStyle w:val="libPoemFootnote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7E4E85" w:rsidRDefault="007E4E85" w:rsidP="007E4E85">
            <w:pPr>
              <w:pStyle w:val="libPoemFootnote"/>
            </w:pPr>
            <w:r w:rsidRPr="00662146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ينحر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كما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نحر</w:t>
            </w:r>
            <w:r>
              <w:rPr>
                <w:rFonts w:hint="cs"/>
                <w:rtl/>
              </w:rPr>
              <w:t xml:space="preserve"> </w:t>
            </w:r>
            <w:r w:rsidRPr="00662146">
              <w:rPr>
                <w:rFonts w:hint="cs"/>
                <w:rtl/>
              </w:rPr>
              <w:t>البعير</w:t>
            </w:r>
            <w:r>
              <w:rPr>
                <w:rFonts w:hint="cs"/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E6870" w:rsidRDefault="00B21A8B" w:rsidP="00F71223">
      <w:pPr>
        <w:pStyle w:val="libFootnote"/>
        <w:rPr>
          <w:rtl/>
        </w:rPr>
      </w:pPr>
      <w:r w:rsidRPr="007E4E85">
        <w:rPr>
          <w:rFonts w:hint="cs"/>
          <w:rtl/>
        </w:rPr>
        <w:t>(2)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في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الكبرى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فإن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تهلك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فكل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عميد</w:t>
      </w:r>
      <w:r w:rsidR="00405874">
        <w:rPr>
          <w:rFonts w:hint="cs"/>
          <w:rtl/>
        </w:rPr>
        <w:t xml:space="preserve"> </w:t>
      </w:r>
      <w:r w:rsidRPr="00662146">
        <w:rPr>
          <w:rFonts w:hint="cs"/>
          <w:rtl/>
        </w:rPr>
        <w:t>قوم</w:t>
      </w:r>
      <w:r w:rsidR="00F71223">
        <w:rPr>
          <w:rFonts w:hint="cs"/>
          <w:rtl/>
        </w:rPr>
        <w:t>.</w:t>
      </w:r>
    </w:p>
    <w:p w:rsidR="00B21A8B" w:rsidRPr="00662146" w:rsidRDefault="007525C0" w:rsidP="00F71223">
      <w:pPr>
        <w:pStyle w:val="libFootnote"/>
        <w:rPr>
          <w:rtl/>
        </w:rPr>
      </w:pPr>
      <w:r w:rsidRPr="00662146">
        <w:rPr>
          <w:rFonts w:hint="cs"/>
          <w:rtl/>
        </w:rPr>
        <w:t>(</w:t>
      </w:r>
      <w:r w:rsidR="00B21A8B" w:rsidRPr="00662146">
        <w:rPr>
          <w:rFonts w:hint="cs"/>
          <w:rtl/>
        </w:rPr>
        <w:t>3)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انظر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272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أعيان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النساء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630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الأغاني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17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361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تأريخ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الطبري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280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رياحين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الشريعة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5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101</w:t>
      </w:r>
      <w:r w:rsidR="00F71223">
        <w:rPr>
          <w:rFonts w:hint="cs"/>
          <w:rtl/>
        </w:rPr>
        <w:t>،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الطبقات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الكبرى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6</w:t>
      </w:r>
      <w:r w:rsidR="00F71223">
        <w:rPr>
          <w:rFonts w:hint="cs"/>
          <w:rtl/>
        </w:rPr>
        <w:t>:</w:t>
      </w:r>
      <w:r w:rsidR="00405874">
        <w:rPr>
          <w:rFonts w:hint="cs"/>
          <w:rtl/>
        </w:rPr>
        <w:t xml:space="preserve"> </w:t>
      </w:r>
      <w:r w:rsidR="00B21A8B" w:rsidRPr="00662146">
        <w:rPr>
          <w:rFonts w:hint="cs"/>
          <w:rtl/>
        </w:rPr>
        <w:t>220</w:t>
      </w:r>
      <w:r w:rsidR="00F71223">
        <w:rPr>
          <w:rFonts w:hint="cs"/>
          <w:rtl/>
        </w:rPr>
        <w:t>.</w:t>
      </w:r>
    </w:p>
    <w:p w:rsidR="00E54CC7" w:rsidRDefault="00E54CC7" w:rsidP="00E54CC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32"/>
          <w:szCs w:val="32"/>
          <w:rtl/>
        </w:rPr>
        <w:id w:val="3141767"/>
        <w:docPartObj>
          <w:docPartGallery w:val="Table of Contents"/>
          <w:docPartUnique/>
        </w:docPartObj>
      </w:sdtPr>
      <w:sdtContent>
        <w:p w:rsidR="00E54CC7" w:rsidRDefault="00206C2C" w:rsidP="00206C2C">
          <w:pPr>
            <w:pStyle w:val="TOCHeading"/>
            <w:bidi/>
            <w:jc w:val="center"/>
          </w:pPr>
          <w:r>
            <w:rPr>
              <w:rFonts w:hint="cs"/>
              <w:rtl/>
            </w:rPr>
            <w:t>الفهرست</w:t>
          </w:r>
        </w:p>
        <w:p w:rsidR="00E54CC7" w:rsidRDefault="00FA61A5" w:rsidP="00206C2C">
          <w:pPr>
            <w:pStyle w:val="TOC1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r w:rsidRPr="00FA61A5">
            <w:fldChar w:fldCharType="begin"/>
          </w:r>
          <w:r w:rsidR="00E54CC7">
            <w:instrText xml:space="preserve"> TOC \o "1-3" \h \z \u </w:instrText>
          </w:r>
          <w:r w:rsidRPr="00FA61A5">
            <w:fldChar w:fldCharType="separate"/>
          </w:r>
          <w:hyperlink w:anchor="_Toc367119667" w:history="1">
            <w:r w:rsidR="00E54CC7" w:rsidRPr="004A6912">
              <w:rPr>
                <w:rStyle w:val="Hyperlink"/>
                <w:rFonts w:hint="eastAsia"/>
                <w:noProof/>
                <w:rtl/>
              </w:rPr>
              <w:t>أشعار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النساء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المؤمنات</w:t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68" w:history="1">
            <w:r w:rsidR="00E54CC7" w:rsidRPr="004A6912">
              <w:rPr>
                <w:rStyle w:val="Hyperlink"/>
                <w:rFonts w:hint="eastAsia"/>
                <w:noProof/>
                <w:rtl/>
              </w:rPr>
              <w:t>دور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المرأة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المؤمنة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المجتمع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الإسلامي</w:t>
            </w:r>
            <w:r w:rsidR="00E54CC7" w:rsidRPr="004A6912">
              <w:rPr>
                <w:rStyle w:val="Hyperlink"/>
                <w:noProof/>
                <w:rtl/>
              </w:rPr>
              <w:t>: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Toc367119668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69" w:history="1">
            <w:r w:rsidR="00E54CC7" w:rsidRPr="004A6912">
              <w:rPr>
                <w:rStyle w:val="Hyperlink"/>
                <w:rFonts w:hint="eastAsia"/>
                <w:noProof/>
                <w:rtl/>
              </w:rPr>
              <w:t>المرأة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المكتبة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العربية</w:t>
            </w:r>
            <w:r w:rsidR="00E54CC7" w:rsidRPr="004A6912">
              <w:rPr>
                <w:rStyle w:val="Hyperlink"/>
                <w:noProof/>
                <w:rtl/>
              </w:rPr>
              <w:t>: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Toc367119669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0" w:history="1">
            <w:r w:rsidR="00E54CC7" w:rsidRPr="004A6912">
              <w:rPr>
                <w:rStyle w:val="Hyperlink"/>
                <w:rFonts w:hint="eastAsia"/>
                <w:noProof/>
                <w:rtl/>
              </w:rPr>
              <w:t>المرأة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والشعر</w:t>
            </w:r>
            <w:r w:rsidR="00E54CC7" w:rsidRPr="004A6912">
              <w:rPr>
                <w:rStyle w:val="Hyperlink"/>
                <w:noProof/>
                <w:rtl/>
              </w:rPr>
              <w:t>: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Toc367119670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1" w:history="1">
            <w:r w:rsidR="00E54CC7" w:rsidRPr="004A6912">
              <w:rPr>
                <w:rStyle w:val="Hyperlink"/>
                <w:rFonts w:hint="eastAsia"/>
                <w:noProof/>
                <w:rtl/>
              </w:rPr>
              <w:t>نبوغ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المرأة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الرثاء</w:t>
            </w:r>
            <w:r w:rsidR="00E54CC7" w:rsidRPr="004A6912">
              <w:rPr>
                <w:rStyle w:val="Hyperlink"/>
                <w:noProof/>
                <w:rtl/>
              </w:rPr>
              <w:t>: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Toc367119671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2" w:history="1">
            <w:r w:rsidR="00E54CC7" w:rsidRPr="004A6912">
              <w:rPr>
                <w:rStyle w:val="Hyperlink"/>
                <w:noProof/>
                <w:rtl/>
              </w:rPr>
              <w:t xml:space="preserve">(1)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آمنة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الصدر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Toc367119672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3" w:history="1">
            <w:r w:rsidR="00E54CC7" w:rsidRPr="004A6912">
              <w:rPr>
                <w:rStyle w:val="Hyperlink"/>
                <w:noProof/>
                <w:rtl/>
              </w:rPr>
              <w:t xml:space="preserve">(2)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أروى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الحارث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Toc367119673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37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4" w:history="1">
            <w:r w:rsidR="00E54CC7" w:rsidRPr="004A6912">
              <w:rPr>
                <w:rStyle w:val="Hyperlink"/>
                <w:noProof/>
                <w:rtl/>
              </w:rPr>
              <w:t xml:space="preserve">(3)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أروى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عبدالمطلب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Toc367119674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5" w:history="1">
            <w:r w:rsidR="00E54CC7" w:rsidRPr="004A6912">
              <w:rPr>
                <w:rStyle w:val="Hyperlink"/>
                <w:noProof/>
                <w:rtl/>
              </w:rPr>
              <w:t xml:space="preserve">(4)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أسماء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العامرية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الأشبيلية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Toc367119675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6" w:history="1">
            <w:r w:rsidR="00E54CC7" w:rsidRPr="004A6912">
              <w:rPr>
                <w:rStyle w:val="Hyperlink"/>
                <w:noProof/>
                <w:rtl/>
              </w:rPr>
              <w:t xml:space="preserve">(5)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أسماء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القزوينية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Toc367119676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7" w:history="1">
            <w:r w:rsidR="00E54CC7" w:rsidRPr="004A6912">
              <w:rPr>
                <w:rStyle w:val="Hyperlink"/>
                <w:noProof/>
                <w:rtl/>
              </w:rPr>
              <w:t xml:space="preserve">(6)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أسماء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عقيل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أبي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طالب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Toc367119677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8" w:history="1">
            <w:r w:rsidR="00E54CC7" w:rsidRPr="004A6912">
              <w:rPr>
                <w:rStyle w:val="Hyperlink"/>
                <w:noProof/>
                <w:rtl/>
              </w:rPr>
              <w:t xml:space="preserve">(7)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البّراء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صفوان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Toc367119678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79" w:history="1">
            <w:r w:rsidR="00E54CC7" w:rsidRPr="004A6912">
              <w:rPr>
                <w:rStyle w:val="Hyperlink"/>
                <w:noProof/>
                <w:rtl/>
              </w:rPr>
              <w:t xml:space="preserve">(8)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حكيم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البيضاء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Toc367119679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0" w:history="1">
            <w:r w:rsidR="00E54CC7" w:rsidRPr="004A6912">
              <w:rPr>
                <w:rStyle w:val="Hyperlink"/>
                <w:noProof/>
                <w:rtl/>
              </w:rPr>
              <w:t xml:space="preserve">(9)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ذر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الغفاري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Toc367119680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1" w:history="1">
            <w:r w:rsidR="00E54CC7" w:rsidRPr="004A6912">
              <w:rPr>
                <w:rStyle w:val="Hyperlink"/>
                <w:noProof/>
                <w:rtl/>
              </w:rPr>
              <w:t xml:space="preserve">(10)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ذريح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العبدية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Toc367119681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62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2" w:history="1">
            <w:r w:rsidR="00E54CC7" w:rsidRPr="004A6912">
              <w:rPr>
                <w:rStyle w:val="Hyperlink"/>
                <w:noProof/>
                <w:rtl/>
              </w:rPr>
              <w:t xml:space="preserve">(11)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رعلة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القشيرية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Toc367119682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64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3" w:history="1">
            <w:r w:rsidR="00E54CC7" w:rsidRPr="004A6912">
              <w:rPr>
                <w:rStyle w:val="Hyperlink"/>
                <w:noProof/>
                <w:rtl/>
              </w:rPr>
              <w:t xml:space="preserve">(12)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سنان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المذحجية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Toc367119683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66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7E68" w:rsidRDefault="00B27E68">
          <w:pPr>
            <w:spacing w:before="480" w:after="0"/>
            <w:jc w:val="center"/>
            <w:rPr>
              <w:rFonts w:ascii="Times New Roman" w:eastAsia="Times New Roman" w:hAnsi="Times New Roman" w:cs="Traditional Arabic"/>
              <w:noProof/>
              <w:color w:val="000000"/>
              <w:sz w:val="32"/>
              <w:szCs w:val="32"/>
            </w:rPr>
          </w:pPr>
          <w:r>
            <w:rPr>
              <w:noProof/>
            </w:rPr>
            <w:br w:type="page"/>
          </w:r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4" w:history="1">
            <w:r w:rsidR="00E54CC7" w:rsidRPr="004A6912">
              <w:rPr>
                <w:rStyle w:val="Hyperlink"/>
                <w:noProof/>
                <w:rtl/>
              </w:rPr>
              <w:t xml:space="preserve">(13)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كلثوم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Toc367119684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68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5" w:history="1">
            <w:r w:rsidR="00E54CC7" w:rsidRPr="004A6912">
              <w:rPr>
                <w:rStyle w:val="Hyperlink"/>
                <w:noProof/>
                <w:rtl/>
              </w:rPr>
              <w:t xml:space="preserve">(14)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مسلم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عبدالله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Toc367119685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70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6" w:history="1">
            <w:r w:rsidR="00E54CC7" w:rsidRPr="004A6912">
              <w:rPr>
                <w:rStyle w:val="Hyperlink"/>
                <w:noProof/>
                <w:rtl/>
              </w:rPr>
              <w:t xml:space="preserve">(15)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نزار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الملائكة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Toc367119686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7" w:history="1">
            <w:r w:rsidR="00E54CC7" w:rsidRPr="004A6912">
              <w:rPr>
                <w:rStyle w:val="Hyperlink"/>
                <w:noProof/>
                <w:rtl/>
              </w:rPr>
              <w:t xml:space="preserve">(16)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الهيثم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الأسود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Toc367119687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8" w:history="1">
            <w:r w:rsidR="00E54CC7" w:rsidRPr="004A6912">
              <w:rPr>
                <w:rStyle w:val="Hyperlink"/>
                <w:noProof/>
                <w:rtl/>
              </w:rPr>
              <w:t xml:space="preserve">(17)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اُميمة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عبدالمطلب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Toc367119688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85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89" w:history="1">
            <w:r w:rsidR="00E54CC7" w:rsidRPr="004A6912">
              <w:rPr>
                <w:rStyle w:val="Hyperlink"/>
                <w:noProof/>
                <w:rtl/>
              </w:rPr>
              <w:t xml:space="preserve">(18)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أمينة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الأنصارية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Toc367119689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0" w:history="1">
            <w:r w:rsidR="00E54CC7" w:rsidRPr="004A6912">
              <w:rPr>
                <w:rStyle w:val="Hyperlink"/>
                <w:noProof/>
                <w:rtl/>
              </w:rPr>
              <w:t xml:space="preserve">(19)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بدر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التمام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Toc367119690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88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1" w:history="1">
            <w:r w:rsidR="00E54CC7" w:rsidRPr="004A6912">
              <w:rPr>
                <w:rStyle w:val="Hyperlink"/>
                <w:noProof/>
                <w:rtl/>
              </w:rPr>
              <w:t xml:space="preserve">(20)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برة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عبدالمطلب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Toc367119691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2" w:history="1">
            <w:r w:rsidR="00E54CC7" w:rsidRPr="004A6912">
              <w:rPr>
                <w:rStyle w:val="Hyperlink"/>
                <w:noProof/>
                <w:rtl/>
              </w:rPr>
              <w:t xml:space="preserve">(21)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بكارة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الهلالية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Toc367119692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90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3" w:history="1">
            <w:r w:rsidR="00E54CC7" w:rsidRPr="004A6912">
              <w:rPr>
                <w:rStyle w:val="Hyperlink"/>
                <w:noProof/>
                <w:rtl/>
              </w:rPr>
              <w:t xml:space="preserve">(22)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أبي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الأسود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الدؤلي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Toc367119693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94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06C2C" w:rsidRDefault="00FA61A5" w:rsidP="00206C2C">
          <w:pPr>
            <w:pStyle w:val="TOC2"/>
            <w:rPr>
              <w:rStyle w:val="Hyperlink"/>
              <w:noProof/>
              <w:rtl/>
            </w:rPr>
          </w:pPr>
          <w:hyperlink w:anchor="_Toc367119694" w:history="1">
            <w:r w:rsidR="00E54CC7" w:rsidRPr="004A6912">
              <w:rPr>
                <w:rStyle w:val="Hyperlink"/>
                <w:noProof/>
                <w:rtl/>
              </w:rPr>
              <w:t xml:space="preserve">(23)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أبي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يشكر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Toc367119694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96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206C2C" w:rsidRDefault="00206C2C" w:rsidP="00206C2C">
          <w:pPr>
            <w:pStyle w:val="libNormal"/>
            <w:rPr>
              <w:rStyle w:val="Hyperlink"/>
              <w:noProof/>
              <w:rtl/>
            </w:rPr>
          </w:pPr>
          <w:r>
            <w:rPr>
              <w:rStyle w:val="Hyperlink"/>
              <w:noProof/>
              <w:rtl/>
            </w:rPr>
            <w:br w:type="page"/>
          </w:r>
        </w:p>
        <w:p w:rsidR="00E54CC7" w:rsidRDefault="00E54CC7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5" w:history="1">
            <w:r w:rsidR="00E54CC7" w:rsidRPr="004A6912">
              <w:rPr>
                <w:rStyle w:val="Hyperlink"/>
                <w:noProof/>
                <w:rtl/>
              </w:rPr>
              <w:t xml:space="preserve">(24)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الجارية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Toc367119695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98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6" w:history="1">
            <w:r w:rsidR="00E54CC7" w:rsidRPr="004A6912">
              <w:rPr>
                <w:rStyle w:val="Hyperlink"/>
                <w:noProof/>
                <w:rtl/>
              </w:rPr>
              <w:t xml:space="preserve">(25)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جرهمة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الأنصارية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Toc367119696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7" w:history="1">
            <w:r w:rsidR="00E54CC7" w:rsidRPr="004A6912">
              <w:rPr>
                <w:rStyle w:val="Hyperlink"/>
                <w:noProof/>
                <w:rtl/>
              </w:rPr>
              <w:t xml:space="preserve">(26)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حورية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حكيم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خالد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الكنانية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Toc367119697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102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8" w:history="1">
            <w:r w:rsidR="00E54CC7" w:rsidRPr="004A6912">
              <w:rPr>
                <w:rStyle w:val="Hyperlink"/>
                <w:noProof/>
                <w:rtl/>
              </w:rPr>
              <w:t xml:space="preserve">(27)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درة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العلماء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Toc367119698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106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699" w:history="1">
            <w:r w:rsidR="00E54CC7" w:rsidRPr="004A6912">
              <w:rPr>
                <w:rStyle w:val="Hyperlink"/>
                <w:noProof/>
                <w:rtl/>
              </w:rPr>
              <w:t xml:space="preserve">(28)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دعد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الكيالي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Toc367119699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0" w:history="1">
            <w:r w:rsidR="00E54CC7" w:rsidRPr="004A6912">
              <w:rPr>
                <w:rStyle w:val="Hyperlink"/>
                <w:noProof/>
                <w:rtl/>
              </w:rPr>
              <w:t xml:space="preserve">(29)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الرباب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امرئ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القيس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Toc367119700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1" w:history="1">
            <w:r w:rsidR="00E54CC7" w:rsidRPr="004A6912">
              <w:rPr>
                <w:rStyle w:val="Hyperlink"/>
                <w:noProof/>
                <w:rtl/>
              </w:rPr>
              <w:t xml:space="preserve">(30)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زينب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الكبرى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Toc367119701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2" w:history="1">
            <w:r w:rsidR="00E54CC7" w:rsidRPr="004A6912">
              <w:rPr>
                <w:rStyle w:val="Hyperlink"/>
                <w:noProof/>
                <w:rtl/>
              </w:rPr>
              <w:t xml:space="preserve">(31)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السيدة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سكينة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أبي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عبدالله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الإمام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Toc367119702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3" w:history="1">
            <w:r w:rsidR="00E54CC7" w:rsidRPr="004A6912">
              <w:rPr>
                <w:rStyle w:val="Hyperlink"/>
                <w:noProof/>
                <w:rtl/>
              </w:rPr>
              <w:t xml:space="preserve">(32)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سودة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عمارة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الهمدانية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Toc367119703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4" w:history="1">
            <w:r w:rsidR="00E54CC7" w:rsidRPr="004A6912">
              <w:rPr>
                <w:rStyle w:val="Hyperlink"/>
                <w:noProof/>
                <w:rtl/>
              </w:rPr>
              <w:t xml:space="preserve">(33)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صفية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عبدالمطلب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Toc367119704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132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5" w:history="1">
            <w:r w:rsidR="00E54CC7" w:rsidRPr="004A6912">
              <w:rPr>
                <w:rStyle w:val="Hyperlink"/>
                <w:noProof/>
                <w:rtl/>
              </w:rPr>
              <w:t xml:space="preserve">(34)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ضبيعة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خزيمة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ثابت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Toc367119705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6" w:history="1">
            <w:r w:rsidR="00E54CC7" w:rsidRPr="004A6912">
              <w:rPr>
                <w:rStyle w:val="Hyperlink"/>
                <w:noProof/>
                <w:rtl/>
              </w:rPr>
              <w:t xml:space="preserve">(35)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عاتكة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عبدالمطّلب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Toc367119706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138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27E68" w:rsidRDefault="00B27E68">
          <w:pPr>
            <w:spacing w:before="480" w:after="0"/>
            <w:jc w:val="center"/>
            <w:rPr>
              <w:rFonts w:ascii="Times New Roman" w:eastAsia="Times New Roman" w:hAnsi="Times New Roman" w:cs="Traditional Arabic"/>
              <w:noProof/>
              <w:color w:val="000000"/>
              <w:sz w:val="32"/>
              <w:szCs w:val="32"/>
            </w:rPr>
          </w:pPr>
          <w:r>
            <w:rPr>
              <w:noProof/>
            </w:rPr>
            <w:br w:type="page"/>
          </w:r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7" w:history="1">
            <w:r w:rsidR="00E54CC7" w:rsidRPr="004A6912">
              <w:rPr>
                <w:rStyle w:val="Hyperlink"/>
                <w:noProof/>
                <w:rtl/>
              </w:rPr>
              <w:t xml:space="preserve">(36)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العجوز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Toc367119707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8" w:history="1">
            <w:r w:rsidR="00E54CC7" w:rsidRPr="004A6912">
              <w:rPr>
                <w:rStyle w:val="Hyperlink"/>
                <w:noProof/>
                <w:rtl/>
              </w:rPr>
              <w:t xml:space="preserve">(37)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عقيلة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عقيل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أبي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طالب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Toc367119708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141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09" w:history="1">
            <w:r w:rsidR="00E54CC7" w:rsidRPr="004A6912">
              <w:rPr>
                <w:rStyle w:val="Hyperlink"/>
                <w:noProof/>
                <w:rtl/>
              </w:rPr>
              <w:t xml:space="preserve">(38)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فاطمة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الزهراء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Toc367119709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10" w:history="1">
            <w:r w:rsidR="00E54CC7" w:rsidRPr="004A6912">
              <w:rPr>
                <w:rStyle w:val="Hyperlink"/>
                <w:noProof/>
                <w:rtl/>
              </w:rPr>
              <w:t xml:space="preserve">(39)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فاطمة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حزام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Toc367119710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11" w:history="1">
            <w:r w:rsidR="00E54CC7" w:rsidRPr="004A6912">
              <w:rPr>
                <w:rStyle w:val="Hyperlink"/>
                <w:noProof/>
                <w:rtl/>
              </w:rPr>
              <w:t xml:space="preserve">(40)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فاطمة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الصغرى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الحسين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Toc367119711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12" w:history="1">
            <w:r w:rsidR="00E54CC7" w:rsidRPr="004A6912">
              <w:rPr>
                <w:rStyle w:val="Hyperlink"/>
                <w:noProof/>
                <w:rtl/>
              </w:rPr>
              <w:t xml:space="preserve">(41)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فاطمة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عبدالله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المحض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Toc367119712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13" w:history="1">
            <w:r w:rsidR="00E54CC7" w:rsidRPr="004A6912">
              <w:rPr>
                <w:rStyle w:val="Hyperlink"/>
                <w:noProof/>
                <w:rtl/>
              </w:rPr>
              <w:t xml:space="preserve">(42)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اُم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سلمة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هند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أبي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اُمية</w:t>
            </w:r>
            <w:r w:rsidR="00206C2C">
              <w:rPr>
                <w:rStyle w:val="Hyperlink"/>
                <w:noProof/>
                <w:rtl/>
              </w:rPr>
              <w:t xml:space="preserve"> 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Toc367119713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154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14" w:history="1">
            <w:r w:rsidR="00E54CC7" w:rsidRPr="004A6912">
              <w:rPr>
                <w:rStyle w:val="Hyperlink"/>
                <w:noProof/>
                <w:rtl/>
              </w:rPr>
              <w:t xml:space="preserve">(43)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هند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بنت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اُثالة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Toc367119714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TOC2"/>
            <w:rPr>
              <w:rFonts w:asciiTheme="minorHAnsi" w:eastAsiaTheme="minorEastAsia" w:hAnsiTheme="minorHAnsi" w:cstheme="minorBidi"/>
              <w:noProof/>
              <w:rtl/>
              <w:lang w:bidi="fa-IR"/>
            </w:rPr>
          </w:pPr>
          <w:hyperlink w:anchor="_Toc367119715" w:history="1">
            <w:r w:rsidR="00E54CC7" w:rsidRPr="004A6912">
              <w:rPr>
                <w:rStyle w:val="Hyperlink"/>
                <w:noProof/>
                <w:rtl/>
              </w:rPr>
              <w:t xml:space="preserve">(44)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هند</w:t>
            </w:r>
            <w:r w:rsidR="00E54CC7" w:rsidRPr="004A6912">
              <w:rPr>
                <w:rStyle w:val="Hyperlink"/>
                <w:noProof/>
                <w:rtl/>
              </w:rPr>
              <w:t xml:space="preserve"> </w:t>
            </w:r>
            <w:r w:rsidR="00E54CC7" w:rsidRPr="004A6912">
              <w:rPr>
                <w:rStyle w:val="Hyperlink"/>
                <w:rFonts w:hint="eastAsia"/>
                <w:noProof/>
                <w:rtl/>
              </w:rPr>
              <w:t>الأنصارية</w:t>
            </w:r>
            <w:r w:rsidR="00E54CC7"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 w:rsidR="00E54CC7">
              <w:rPr>
                <w:noProof/>
                <w:webHidden/>
              </w:rPr>
              <w:instrText>PAGEREF</w:instrText>
            </w:r>
            <w:r w:rsidR="00E54CC7">
              <w:rPr>
                <w:noProof/>
                <w:webHidden/>
                <w:rtl/>
              </w:rPr>
              <w:instrText xml:space="preserve"> _</w:instrText>
            </w:r>
            <w:r w:rsidR="00E54CC7">
              <w:rPr>
                <w:noProof/>
                <w:webHidden/>
              </w:rPr>
              <w:instrText>Toc367119715 \h</w:instrText>
            </w:r>
            <w:r w:rsidR="00E54CC7"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 w:rsidR="0096773C">
              <w:rPr>
                <w:noProof/>
                <w:webHidden/>
                <w:rtl/>
              </w:rPr>
              <w:t>158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54CC7" w:rsidRDefault="00FA61A5" w:rsidP="00206C2C">
          <w:pPr>
            <w:pStyle w:val="libNormal"/>
          </w:pPr>
          <w:r>
            <w:fldChar w:fldCharType="end"/>
          </w:r>
        </w:p>
      </w:sdtContent>
    </w:sdt>
    <w:sectPr w:rsidR="00E54CC7" w:rsidSect="00883A3C"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1842" w:bottom="1276" w:left="1843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34F" w:rsidRDefault="004C534F">
      <w:r>
        <w:separator/>
      </w:r>
    </w:p>
  </w:endnote>
  <w:endnote w:type="continuationSeparator" w:id="1">
    <w:p w:rsidR="004C534F" w:rsidRDefault="004C5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C7" w:rsidRDefault="00FA61A5" w:rsidP="0033545D">
    <w:pPr>
      <w:pStyle w:val="Footer"/>
      <w:bidi/>
    </w:pPr>
    <w:fldSimple w:instr=" PAGE   \* MERGEFORMAT ">
      <w:r w:rsidR="0096773C">
        <w:rPr>
          <w:noProof/>
          <w:rtl/>
        </w:rPr>
        <w:t>162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C7" w:rsidRDefault="00FA61A5" w:rsidP="0033545D">
    <w:pPr>
      <w:pStyle w:val="Footer"/>
      <w:bidi/>
    </w:pPr>
    <w:fldSimple w:instr=" PAGE   \* MERGEFORMAT ">
      <w:r w:rsidR="0096773C">
        <w:rPr>
          <w:noProof/>
          <w:rtl/>
        </w:rPr>
        <w:t>163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C7" w:rsidRDefault="00FA61A5" w:rsidP="0033545D">
    <w:pPr>
      <w:pStyle w:val="Footer"/>
      <w:bidi/>
    </w:pPr>
    <w:fldSimple w:instr=" PAGE   \* MERGEFORMAT ">
      <w:r w:rsidR="0096773C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34F" w:rsidRDefault="004C534F">
      <w:r>
        <w:separator/>
      </w:r>
    </w:p>
  </w:footnote>
  <w:footnote w:type="continuationSeparator" w:id="1">
    <w:p w:rsidR="004C534F" w:rsidRDefault="004C5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25C0"/>
    <w:rsid w:val="00005A19"/>
    <w:rsid w:val="000267FE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3A56"/>
    <w:rsid w:val="000C0A89"/>
    <w:rsid w:val="000C7722"/>
    <w:rsid w:val="000D0932"/>
    <w:rsid w:val="000D12D4"/>
    <w:rsid w:val="000D1BDF"/>
    <w:rsid w:val="000D4AED"/>
    <w:rsid w:val="000D71B7"/>
    <w:rsid w:val="000E1D61"/>
    <w:rsid w:val="000E3F3D"/>
    <w:rsid w:val="000E6824"/>
    <w:rsid w:val="000F27FE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15E"/>
    <w:rsid w:val="001243ED"/>
    <w:rsid w:val="00126471"/>
    <w:rsid w:val="0012672F"/>
    <w:rsid w:val="001322FF"/>
    <w:rsid w:val="00135E90"/>
    <w:rsid w:val="00136268"/>
    <w:rsid w:val="00136E6F"/>
    <w:rsid w:val="00136FE7"/>
    <w:rsid w:val="0014341C"/>
    <w:rsid w:val="00143EEA"/>
    <w:rsid w:val="001451CF"/>
    <w:rsid w:val="00147ED8"/>
    <w:rsid w:val="00151C03"/>
    <w:rsid w:val="001531AC"/>
    <w:rsid w:val="00153917"/>
    <w:rsid w:val="00157306"/>
    <w:rsid w:val="00157F09"/>
    <w:rsid w:val="00160F76"/>
    <w:rsid w:val="00163D83"/>
    <w:rsid w:val="00164767"/>
    <w:rsid w:val="00164810"/>
    <w:rsid w:val="001712E1"/>
    <w:rsid w:val="001767EE"/>
    <w:rsid w:val="00182CD3"/>
    <w:rsid w:val="00185EA5"/>
    <w:rsid w:val="0018664D"/>
    <w:rsid w:val="00187017"/>
    <w:rsid w:val="00187246"/>
    <w:rsid w:val="001937F7"/>
    <w:rsid w:val="0019610D"/>
    <w:rsid w:val="0019713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1F687B"/>
    <w:rsid w:val="00202C7B"/>
    <w:rsid w:val="002054C5"/>
    <w:rsid w:val="00206C2C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47F5A"/>
    <w:rsid w:val="00250E0A"/>
    <w:rsid w:val="00251E02"/>
    <w:rsid w:val="00252AD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771C"/>
    <w:rsid w:val="00296E4F"/>
    <w:rsid w:val="002A0284"/>
    <w:rsid w:val="002A1851"/>
    <w:rsid w:val="002A2068"/>
    <w:rsid w:val="002A338C"/>
    <w:rsid w:val="002A5096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2362"/>
    <w:rsid w:val="00307C3A"/>
    <w:rsid w:val="00310762"/>
    <w:rsid w:val="00310A38"/>
    <w:rsid w:val="00310D1D"/>
    <w:rsid w:val="003129CD"/>
    <w:rsid w:val="00317E22"/>
    <w:rsid w:val="00320644"/>
    <w:rsid w:val="00322466"/>
    <w:rsid w:val="00323FD0"/>
    <w:rsid w:val="00324B78"/>
    <w:rsid w:val="00325A62"/>
    <w:rsid w:val="00330D70"/>
    <w:rsid w:val="003339D0"/>
    <w:rsid w:val="00335249"/>
    <w:rsid w:val="003353BB"/>
    <w:rsid w:val="0033545D"/>
    <w:rsid w:val="0033620A"/>
    <w:rsid w:val="0034239A"/>
    <w:rsid w:val="0035368E"/>
    <w:rsid w:val="00354493"/>
    <w:rsid w:val="00354F8E"/>
    <w:rsid w:val="00355C40"/>
    <w:rsid w:val="00360A5F"/>
    <w:rsid w:val="003618AA"/>
    <w:rsid w:val="00361BA2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1AA2"/>
    <w:rsid w:val="003B20C5"/>
    <w:rsid w:val="003B5031"/>
    <w:rsid w:val="003B63EE"/>
    <w:rsid w:val="003B6720"/>
    <w:rsid w:val="003B775B"/>
    <w:rsid w:val="003B7FA9"/>
    <w:rsid w:val="003C7C08"/>
    <w:rsid w:val="003D0E9A"/>
    <w:rsid w:val="003D2459"/>
    <w:rsid w:val="003D28ED"/>
    <w:rsid w:val="003D3107"/>
    <w:rsid w:val="003E148D"/>
    <w:rsid w:val="003E3600"/>
    <w:rsid w:val="003E6D9A"/>
    <w:rsid w:val="003F133B"/>
    <w:rsid w:val="003F33DE"/>
    <w:rsid w:val="00402C65"/>
    <w:rsid w:val="00404306"/>
    <w:rsid w:val="00404EB7"/>
    <w:rsid w:val="00405863"/>
    <w:rsid w:val="00405874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07B"/>
    <w:rsid w:val="00442CD9"/>
    <w:rsid w:val="00446BBA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FD0"/>
    <w:rsid w:val="0048221F"/>
    <w:rsid w:val="0049103A"/>
    <w:rsid w:val="004919C3"/>
    <w:rsid w:val="004953C3"/>
    <w:rsid w:val="00497042"/>
    <w:rsid w:val="004A0866"/>
    <w:rsid w:val="004A0AF4"/>
    <w:rsid w:val="004A6FE9"/>
    <w:rsid w:val="004B06B3"/>
    <w:rsid w:val="004B17F4"/>
    <w:rsid w:val="004B3F28"/>
    <w:rsid w:val="004B653D"/>
    <w:rsid w:val="004C0461"/>
    <w:rsid w:val="004C3E90"/>
    <w:rsid w:val="004C4336"/>
    <w:rsid w:val="004C534F"/>
    <w:rsid w:val="004C77B5"/>
    <w:rsid w:val="004D104D"/>
    <w:rsid w:val="004D18A8"/>
    <w:rsid w:val="004D67F7"/>
    <w:rsid w:val="004D7678"/>
    <w:rsid w:val="004D7CD7"/>
    <w:rsid w:val="004E6E95"/>
    <w:rsid w:val="004E7BA2"/>
    <w:rsid w:val="004F2CA0"/>
    <w:rsid w:val="004F4743"/>
    <w:rsid w:val="004F58BA"/>
    <w:rsid w:val="004F6137"/>
    <w:rsid w:val="004F7609"/>
    <w:rsid w:val="005022E5"/>
    <w:rsid w:val="00514000"/>
    <w:rsid w:val="00517F3C"/>
    <w:rsid w:val="005254BC"/>
    <w:rsid w:val="00526724"/>
    <w:rsid w:val="00540721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41A3"/>
    <w:rsid w:val="00614301"/>
    <w:rsid w:val="00620A2D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4110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525C0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259F"/>
    <w:rsid w:val="00782872"/>
    <w:rsid w:val="00784287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E85"/>
    <w:rsid w:val="007E6DD9"/>
    <w:rsid w:val="007F31AD"/>
    <w:rsid w:val="007F3F66"/>
    <w:rsid w:val="007F4190"/>
    <w:rsid w:val="007F4E53"/>
    <w:rsid w:val="007F5ABC"/>
    <w:rsid w:val="007F76B8"/>
    <w:rsid w:val="008018D9"/>
    <w:rsid w:val="00806335"/>
    <w:rsid w:val="008105E2"/>
    <w:rsid w:val="008110DA"/>
    <w:rsid w:val="008128CA"/>
    <w:rsid w:val="00813440"/>
    <w:rsid w:val="00821493"/>
    <w:rsid w:val="00822733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6B32"/>
    <w:rsid w:val="008777DC"/>
    <w:rsid w:val="008778B5"/>
    <w:rsid w:val="00880BCE"/>
    <w:rsid w:val="008810AF"/>
    <w:rsid w:val="008830EF"/>
    <w:rsid w:val="00883A3C"/>
    <w:rsid w:val="00884773"/>
    <w:rsid w:val="00885077"/>
    <w:rsid w:val="008933CF"/>
    <w:rsid w:val="00893836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EA9"/>
    <w:rsid w:val="008F1A98"/>
    <w:rsid w:val="008F258C"/>
    <w:rsid w:val="008F3BB8"/>
    <w:rsid w:val="008F4513"/>
    <w:rsid w:val="008F5B45"/>
    <w:rsid w:val="008F72BE"/>
    <w:rsid w:val="009006DA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6773C"/>
    <w:rsid w:val="0097061F"/>
    <w:rsid w:val="00972C70"/>
    <w:rsid w:val="00974224"/>
    <w:rsid w:val="00974F8D"/>
    <w:rsid w:val="00974FF1"/>
    <w:rsid w:val="00975D34"/>
    <w:rsid w:val="009767D3"/>
    <w:rsid w:val="00982BF2"/>
    <w:rsid w:val="00987873"/>
    <w:rsid w:val="00991F8E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8A1"/>
    <w:rsid w:val="009F6DDF"/>
    <w:rsid w:val="00A00A9C"/>
    <w:rsid w:val="00A027BE"/>
    <w:rsid w:val="00A0400A"/>
    <w:rsid w:val="00A05A22"/>
    <w:rsid w:val="00A05F81"/>
    <w:rsid w:val="00A06AAC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47A3E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1D33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422"/>
    <w:rsid w:val="00A971B5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AEB"/>
    <w:rsid w:val="00B12ED2"/>
    <w:rsid w:val="00B13730"/>
    <w:rsid w:val="00B17010"/>
    <w:rsid w:val="00B2067B"/>
    <w:rsid w:val="00B21A8B"/>
    <w:rsid w:val="00B241CE"/>
    <w:rsid w:val="00B24ABA"/>
    <w:rsid w:val="00B2531B"/>
    <w:rsid w:val="00B27E68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5CE7"/>
    <w:rsid w:val="00B614D8"/>
    <w:rsid w:val="00B629FE"/>
    <w:rsid w:val="00B62C32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3D03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B28"/>
    <w:rsid w:val="00C45E29"/>
    <w:rsid w:val="00C478FD"/>
    <w:rsid w:val="00C617E5"/>
    <w:rsid w:val="00C62B77"/>
    <w:rsid w:val="00C634F8"/>
    <w:rsid w:val="00C667E4"/>
    <w:rsid w:val="00C70D9D"/>
    <w:rsid w:val="00C76A9C"/>
    <w:rsid w:val="00C77054"/>
    <w:rsid w:val="00C80492"/>
    <w:rsid w:val="00C81C96"/>
    <w:rsid w:val="00C85233"/>
    <w:rsid w:val="00C9021F"/>
    <w:rsid w:val="00C9028D"/>
    <w:rsid w:val="00C906FE"/>
    <w:rsid w:val="00C94B30"/>
    <w:rsid w:val="00CA2801"/>
    <w:rsid w:val="00CA41BF"/>
    <w:rsid w:val="00CB22FF"/>
    <w:rsid w:val="00CB4647"/>
    <w:rsid w:val="00CB686E"/>
    <w:rsid w:val="00CC0833"/>
    <w:rsid w:val="00CC0D6C"/>
    <w:rsid w:val="00CC156E"/>
    <w:rsid w:val="00CC546F"/>
    <w:rsid w:val="00CC70CA"/>
    <w:rsid w:val="00CD72D4"/>
    <w:rsid w:val="00CE30CD"/>
    <w:rsid w:val="00CF06A5"/>
    <w:rsid w:val="00CF06DE"/>
    <w:rsid w:val="00CF137D"/>
    <w:rsid w:val="00D00008"/>
    <w:rsid w:val="00D032B6"/>
    <w:rsid w:val="00D10971"/>
    <w:rsid w:val="00D11686"/>
    <w:rsid w:val="00D11AFF"/>
    <w:rsid w:val="00D1225E"/>
    <w:rsid w:val="00D208D0"/>
    <w:rsid w:val="00D20EAE"/>
    <w:rsid w:val="00D212D5"/>
    <w:rsid w:val="00D230D8"/>
    <w:rsid w:val="00D24B24"/>
    <w:rsid w:val="00D24EB0"/>
    <w:rsid w:val="00D25987"/>
    <w:rsid w:val="00D33A32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B5F"/>
    <w:rsid w:val="00D70D85"/>
    <w:rsid w:val="00D718B1"/>
    <w:rsid w:val="00D71BAC"/>
    <w:rsid w:val="00D7331A"/>
    <w:rsid w:val="00D7499D"/>
    <w:rsid w:val="00D77D35"/>
    <w:rsid w:val="00D84ECA"/>
    <w:rsid w:val="00D854D7"/>
    <w:rsid w:val="00D91B67"/>
    <w:rsid w:val="00D92CDF"/>
    <w:rsid w:val="00DA32DF"/>
    <w:rsid w:val="00DA5931"/>
    <w:rsid w:val="00DA722B"/>
    <w:rsid w:val="00DA76C9"/>
    <w:rsid w:val="00DB2424"/>
    <w:rsid w:val="00DB2D6D"/>
    <w:rsid w:val="00DB3E84"/>
    <w:rsid w:val="00DC02A0"/>
    <w:rsid w:val="00DC0B08"/>
    <w:rsid w:val="00DC0E27"/>
    <w:rsid w:val="00DC1000"/>
    <w:rsid w:val="00DC3D3E"/>
    <w:rsid w:val="00DD1BB4"/>
    <w:rsid w:val="00DD540B"/>
    <w:rsid w:val="00DD6547"/>
    <w:rsid w:val="00DD78A5"/>
    <w:rsid w:val="00DE4448"/>
    <w:rsid w:val="00DE49C9"/>
    <w:rsid w:val="00DE6870"/>
    <w:rsid w:val="00DE6957"/>
    <w:rsid w:val="00DF477D"/>
    <w:rsid w:val="00DF5863"/>
    <w:rsid w:val="00DF5E1E"/>
    <w:rsid w:val="00DF6442"/>
    <w:rsid w:val="00DF67A3"/>
    <w:rsid w:val="00DF7A42"/>
    <w:rsid w:val="00E022DC"/>
    <w:rsid w:val="00E024D3"/>
    <w:rsid w:val="00E0487B"/>
    <w:rsid w:val="00E05E85"/>
    <w:rsid w:val="00E07A7B"/>
    <w:rsid w:val="00E138BD"/>
    <w:rsid w:val="00E14435"/>
    <w:rsid w:val="00E206F5"/>
    <w:rsid w:val="00E21598"/>
    <w:rsid w:val="00E259BC"/>
    <w:rsid w:val="00E264A4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4CC7"/>
    <w:rsid w:val="00E5512D"/>
    <w:rsid w:val="00E574E5"/>
    <w:rsid w:val="00E63C51"/>
    <w:rsid w:val="00E70BDA"/>
    <w:rsid w:val="00E71139"/>
    <w:rsid w:val="00E74F63"/>
    <w:rsid w:val="00E7602E"/>
    <w:rsid w:val="00E7773E"/>
    <w:rsid w:val="00E80007"/>
    <w:rsid w:val="00E82E08"/>
    <w:rsid w:val="00E90664"/>
    <w:rsid w:val="00E92065"/>
    <w:rsid w:val="00E96F05"/>
    <w:rsid w:val="00EA111E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5E3"/>
    <w:rsid w:val="00EC5C01"/>
    <w:rsid w:val="00EC682C"/>
    <w:rsid w:val="00EC766D"/>
    <w:rsid w:val="00EC7E34"/>
    <w:rsid w:val="00ED3DFD"/>
    <w:rsid w:val="00ED3F21"/>
    <w:rsid w:val="00EE260F"/>
    <w:rsid w:val="00EE332C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1FCF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223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61A0"/>
    <w:rsid w:val="00F97A32"/>
    <w:rsid w:val="00FA3B58"/>
    <w:rsid w:val="00FA490B"/>
    <w:rsid w:val="00FA5484"/>
    <w:rsid w:val="00FA6127"/>
    <w:rsid w:val="00FA61A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D19"/>
    <w:rsid w:val="00FE57BE"/>
    <w:rsid w:val="00FE5FEC"/>
    <w:rsid w:val="00FF08F6"/>
    <w:rsid w:val="00FF095B"/>
    <w:rsid w:val="00FF0A8C"/>
    <w:rsid w:val="00FF21EB"/>
    <w:rsid w:val="00FF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1A8B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1531AC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32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1531AC"/>
    <w:rPr>
      <w:rFonts w:cs="Traditional Arabic"/>
      <w:color w:val="000000"/>
      <w:sz w:val="32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B21A8B"/>
    <w:rPr>
      <w:rFonts w:cs="Traditional Arabic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Normal"/>
    <w:autoRedefine/>
    <w:uiPriority w:val="39"/>
    <w:rsid w:val="00206C2C"/>
    <w:pPr>
      <w:tabs>
        <w:tab w:val="right" w:leader="dot" w:pos="8212"/>
      </w:tabs>
      <w:ind w:left="238"/>
    </w:pPr>
  </w:style>
  <w:style w:type="paragraph" w:styleId="TOC1">
    <w:name w:val="toc 1"/>
    <w:basedOn w:val="libNormal"/>
    <w:next w:val="Normal"/>
    <w:autoRedefine/>
    <w:uiPriority w:val="39"/>
    <w:rsid w:val="00206C2C"/>
    <w:pPr>
      <w:tabs>
        <w:tab w:val="right" w:leader="dot" w:pos="8222"/>
      </w:tabs>
      <w:ind w:firstLine="0"/>
      <w:jc w:val="center"/>
    </w:pPr>
    <w:rPr>
      <w:bCs/>
    </w:rPr>
  </w:style>
  <w:style w:type="paragraph" w:styleId="TOC3">
    <w:name w:val="toc 3"/>
    <w:basedOn w:val="Normal"/>
    <w:next w:val="Normal"/>
    <w:autoRedefine/>
    <w:semiHidden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4B3F28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6E0F1D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uiPriority w:val="99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oSpacing">
    <w:name w:val="No Spacing"/>
    <w:link w:val="NoSpacingChar"/>
    <w:uiPriority w:val="1"/>
    <w:qFormat/>
    <w:rsid w:val="00B21A8B"/>
    <w:pPr>
      <w:spacing w:before="0" w:line="240" w:lineRule="auto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1A8B"/>
    <w:rPr>
      <w:rFonts w:ascii="Calibri" w:hAnsi="Calibri" w:cs="Arial"/>
      <w:sz w:val="22"/>
      <w:szCs w:val="22"/>
      <w:lang w:bidi="ar-SA"/>
    </w:rPr>
  </w:style>
  <w:style w:type="paragraph" w:styleId="NormalWeb">
    <w:name w:val="Normal (Web)"/>
    <w:basedOn w:val="Normal"/>
    <w:uiPriority w:val="99"/>
    <w:unhideWhenUsed/>
    <w:rsid w:val="00B2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fdalaem">
    <w:name w:val="rfdalaem"/>
    <w:basedOn w:val="DefaultParagraphFont"/>
    <w:rsid w:val="00B2531B"/>
  </w:style>
  <w:style w:type="character" w:styleId="Hyperlink">
    <w:name w:val="Hyperlink"/>
    <w:basedOn w:val="DefaultParagraphFont"/>
    <w:uiPriority w:val="99"/>
    <w:unhideWhenUsed/>
    <w:rsid w:val="00E54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Books\Template%20Booklib\Arabic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12857-BE77-48B1-9625-F3F5D4E7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285</TotalTime>
  <Pages>1</Pages>
  <Words>18957</Words>
  <Characters>108061</Characters>
  <Application>Microsoft Office Word</Application>
  <DocSecurity>0</DocSecurity>
  <Lines>900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126765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Rahimi</dc:creator>
  <cp:keywords/>
  <dc:description/>
  <cp:lastModifiedBy>mahdi</cp:lastModifiedBy>
  <cp:revision>25</cp:revision>
  <cp:lastPrinted>2013-09-29T11:15:00Z</cp:lastPrinted>
  <dcterms:created xsi:type="dcterms:W3CDTF">2013-08-04T09:17:00Z</dcterms:created>
  <dcterms:modified xsi:type="dcterms:W3CDTF">2013-10-01T09:48:00Z</dcterms:modified>
</cp:coreProperties>
</file>