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C29" w:rsidRDefault="00C46C29" w:rsidP="00C46C29">
      <w:pPr>
        <w:pStyle w:val="libTitr1"/>
      </w:pPr>
      <w:r w:rsidRPr="005F55ED">
        <w:rPr>
          <w:rtl/>
        </w:rPr>
        <w:t>الدموع الناطقة الجزء ال</w:t>
      </w:r>
      <w:r>
        <w:rPr>
          <w:rFonts w:hint="cs"/>
          <w:rtl/>
        </w:rPr>
        <w:t>ثامن</w:t>
      </w:r>
    </w:p>
    <w:p w:rsidR="00C46C29" w:rsidRPr="005F55ED" w:rsidRDefault="00C46C29" w:rsidP="00C46C29">
      <w:pPr>
        <w:pStyle w:val="libTitr2"/>
        <w:rPr>
          <w:rFonts w:hint="cs"/>
        </w:rPr>
      </w:pPr>
      <w:r w:rsidRPr="005F55ED">
        <w:rPr>
          <w:rtl/>
        </w:rPr>
        <w:t xml:space="preserve">في رثاء النبي </w:t>
      </w:r>
      <w:r>
        <w:rPr>
          <w:rtl/>
        </w:rPr>
        <w:t>(</w:t>
      </w:r>
      <w:r w:rsidRPr="005F55ED">
        <w:rPr>
          <w:rtl/>
        </w:rPr>
        <w:t>صلّى الله عليه وآله وسلّم</w:t>
      </w:r>
      <w:r>
        <w:rPr>
          <w:rtl/>
        </w:rPr>
        <w:t>)</w:t>
      </w:r>
      <w:r w:rsidRPr="005F55ED">
        <w:rPr>
          <w:rtl/>
        </w:rPr>
        <w:t xml:space="preserve"> وآله </w:t>
      </w:r>
      <w:r>
        <w:rPr>
          <w:rtl/>
        </w:rPr>
        <w:t>(</w:t>
      </w:r>
      <w:r w:rsidRPr="005F55ED">
        <w:rPr>
          <w:rtl/>
        </w:rPr>
        <w:t>عليهم السلام</w:t>
      </w:r>
      <w:r>
        <w:rPr>
          <w:rFonts w:hint="cs"/>
          <w:rtl/>
        </w:rPr>
        <w:t>)</w:t>
      </w:r>
    </w:p>
    <w:p w:rsidR="00C46C29" w:rsidRPr="00C46C29" w:rsidRDefault="00C46C29" w:rsidP="00C46C29">
      <w:pPr>
        <w:pStyle w:val="libCenterBold1"/>
      </w:pPr>
      <w:r w:rsidRPr="005F55ED">
        <w:rPr>
          <w:rtl/>
        </w:rPr>
        <w:t>الشاعر جابر الكاظمي</w:t>
      </w:r>
    </w:p>
    <w:p w:rsidR="00C46C29" w:rsidRDefault="00C46C29" w:rsidP="00C46C29">
      <w:pPr>
        <w:pStyle w:val="libNormal"/>
      </w:pPr>
      <w:r>
        <w:rPr>
          <w:rtl/>
        </w:rPr>
        <w:br w:type="page"/>
      </w:r>
    </w:p>
    <w:p w:rsidR="00C46C29" w:rsidRDefault="00C46C29" w:rsidP="00C46C29">
      <w:pPr>
        <w:pStyle w:val="Heading2"/>
        <w:rPr>
          <w:rFonts w:hint="cs"/>
          <w:rtl/>
        </w:rPr>
      </w:pPr>
      <w:bookmarkStart w:id="0" w:name="_Toc495744792"/>
      <w:r>
        <w:rPr>
          <w:rFonts w:hint="cs"/>
          <w:rtl/>
        </w:rPr>
        <w:lastRenderedPageBreak/>
        <w:t>مقدمة</w:t>
      </w:r>
      <w:bookmarkEnd w:id="0"/>
    </w:p>
    <w:p w:rsidR="00C46C29" w:rsidRDefault="00C46C29" w:rsidP="00C46C29">
      <w:pPr>
        <w:pStyle w:val="libNormal"/>
        <w:rPr>
          <w:rFonts w:hint="cs"/>
          <w:rtl/>
        </w:rPr>
      </w:pPr>
      <w:r>
        <w:rPr>
          <w:rFonts w:hint="cs"/>
          <w:rtl/>
        </w:rPr>
        <w:t xml:space="preserve">قلّما يظفر المتأمل في سجل التاريخ بحادثة كحادثة الطف وقضية كقضية أبي الأحرار الإمام الحسين بن علي بن أبي طالب (عليهم السلام) في إثارتها للوجدان الجماهيري وتحريمها للعاطفة الإنسانية بصورة مستمرة وبنفس الزخم الذي زلزلت به ساحة الأحداث في المقطع الذي وقعت فيه تلك الملحمة الخالدة التي تراءت للناس أسطورة في ما عرضته من مشاهد وسطّرته من معاني وخلّفته من آثار. </w:t>
      </w:r>
    </w:p>
    <w:p w:rsidR="00C46C29" w:rsidRDefault="00C46C29" w:rsidP="00C46C29">
      <w:pPr>
        <w:pStyle w:val="libNormal"/>
        <w:rPr>
          <w:rFonts w:hint="cs"/>
          <w:rtl/>
        </w:rPr>
      </w:pPr>
      <w:r>
        <w:rPr>
          <w:rFonts w:hint="cs"/>
          <w:rtl/>
        </w:rPr>
        <w:t xml:space="preserve">ولئن كان للسماء دورها الرئيس في التخطيط لهذه القضية والتبليغ لها والعمل على إبقائها حية وهّاجة مهما تقدم بها السن، فإنها لقاعدتها التي تبنتها وتعهدت بالنضال في سبيلها هدفاً وفكراً ومنهجاً ورصيداً وعملاً، ودوراً لا يغفل في إدامتها وترسيخها في الألباب والقلوب، إنها ظاهرة تناغم أخّاذ بين هذه القضية التي توقد بحرارتها النفوس فتطفق تعبّر عما يجول فيها من رؤى ومشاعر وبين هذه النفوس التي جنّدت لأداء وظيفتها إزاء هذه القضية كالزيت يحترق بالنار فيموّنها لتبقى شعلتها ملتهبة وملهبة ما دام له وجود. </w:t>
      </w:r>
    </w:p>
    <w:p w:rsidR="00C46C29" w:rsidRDefault="00C46C29" w:rsidP="00C46C29">
      <w:pPr>
        <w:pStyle w:val="libNormal"/>
        <w:rPr>
          <w:rFonts w:hint="cs"/>
          <w:rtl/>
        </w:rPr>
      </w:pPr>
      <w:r>
        <w:rPr>
          <w:rFonts w:hint="cs"/>
          <w:rtl/>
        </w:rPr>
        <w:t xml:space="preserve">ويبرز الشعر من بين فعاليات هذه القاعدة بما له من قوة في صياغة الفكر وقدرة في التعبير عنها وفعل في التحريك لها ليحتل مساحة مرموقة ويملأ فراغاً لا يُملأ بغيره من ألوان التصوير والتعبير. </w:t>
      </w:r>
    </w:p>
    <w:p w:rsidR="00C46C29" w:rsidRDefault="00C46C29" w:rsidP="00C46C29">
      <w:pPr>
        <w:pStyle w:val="libNormal"/>
        <w:rPr>
          <w:rFonts w:hint="cs"/>
          <w:rtl/>
        </w:rPr>
      </w:pPr>
      <w:r>
        <w:rPr>
          <w:rFonts w:hint="cs"/>
          <w:rtl/>
        </w:rPr>
        <w:t xml:space="preserve">وهكذا كان للقضية منذ البداية وعلى طول الخط جيش من الشعراء رفعوا راية الدم وعلقوا أوسمة الطف وبرزوا بعد ما تشبعت بأبعاد كربلاء أذهانهم وجاشت بالمأساة نفوسهم ليصوروا في قصائدهم ما نهلوه من معين قضيةٍ كان العطش معلماً من معالم المظلومية والمأساة فيها، فكان لتلك القصائد الأثر الكبير في الدفاع عن قضية كربلاء وفي إحيائها وفي تعظيمها. </w:t>
      </w:r>
    </w:p>
    <w:p w:rsidR="00C46C29" w:rsidRDefault="00C46C29" w:rsidP="00C46C29">
      <w:pPr>
        <w:pStyle w:val="libNormal"/>
        <w:rPr>
          <w:rFonts w:hint="cs"/>
          <w:rtl/>
        </w:rPr>
      </w:pPr>
      <w:r>
        <w:rPr>
          <w:rFonts w:hint="cs"/>
          <w:rtl/>
        </w:rPr>
        <w:t xml:space="preserve">ومن هنا كان تأكيد الأئمة (صلوات الله عليهم) على هذا الحقل ودعمهم للدور الرسالي الذي يمكن أن يقوم به، فهذا  على سبيل المثال  أبو هارون المكفوف يقول: قال لي أبو عبد الله (عليه السلام): (يا أبا هارون أنشدني في الحسين (عليه السلام) فأنشدته فقال: أنشدني كما تنشدون  يعني بالرّقة  قال فأنشدته: أمرر على جدث الحسين فقل لأعظمه الزكيّة قال: فبكى ثم قال زدني فنشدته القصيدة الأخرى قال: فبكى، فسمعت بكاءً من خلف الستر فلما فرغت قال: يا أبا هارون من أنشد في الحسين شعراً فبكى وأبكى عشرة كتبت لهم الجنة، ومن أنشد في الحسين شعراً فبكى وأبكى خمسة كتبت لهم الجنة، ومن أنشد في الحسين شعراً فبكى وأبكى واحداً كتبت لهما الجنة، ومن ذكر الحسين عنده فخرج من عينه من الدمع مقدار جناح ذبابة كان ثوابه على الله ولم يرض له بدون الجنة). </w:t>
      </w:r>
    </w:p>
    <w:p w:rsidR="00C46C29" w:rsidRPr="00C46C29" w:rsidRDefault="00C46C29" w:rsidP="00C46C29">
      <w:pPr>
        <w:pStyle w:val="libNormal"/>
        <w:rPr>
          <w:rFonts w:hint="cs"/>
          <w:rtl/>
        </w:rPr>
      </w:pPr>
      <w:r w:rsidRPr="00C46C29">
        <w:rPr>
          <w:rFonts w:hint="cs"/>
          <w:rtl/>
        </w:rPr>
        <w:t xml:space="preserve">ويروي الكميت بن زيد فيقول: دخلت على أبي جعفر (عليه السلام) فقال: والله يا كميت لو كان عندنا مال لأعطيناك منه ولكن لك ما قال رسول الله (صلّى الله عليه وآله) لحسان: (لا يزال معك روح القدس ما ذببت عنا). </w:t>
      </w:r>
    </w:p>
    <w:p w:rsidR="00C46C29" w:rsidRDefault="00C46C29" w:rsidP="00C46C29">
      <w:pPr>
        <w:pStyle w:val="libNormal"/>
        <w:rPr>
          <w:rFonts w:hint="cs"/>
          <w:rtl/>
        </w:rPr>
      </w:pPr>
      <w:r>
        <w:rPr>
          <w:rFonts w:hint="cs"/>
          <w:rtl/>
        </w:rPr>
        <w:lastRenderedPageBreak/>
        <w:t xml:space="preserve">ويطالعنا الإمام الرضا (صلوات الله وسلامه عليه) فيما ورد عنه في مقام تجليل شعراء أهل البيت (عليهم السلام) بقوله: (ما قال مؤمن فينا شعراً يمدحنا به إلا بنى الله تعالى له مدينة في الجنة أوسع من الدنيا سبع مرات يزوره فيها كل ملك مقرّب وكل نبيّ مرسل). </w:t>
      </w:r>
    </w:p>
    <w:p w:rsidR="00C46C29" w:rsidRDefault="00C46C29" w:rsidP="00C46C29">
      <w:pPr>
        <w:pStyle w:val="libNormal"/>
        <w:rPr>
          <w:rFonts w:hint="cs"/>
          <w:rtl/>
        </w:rPr>
      </w:pPr>
      <w:r>
        <w:rPr>
          <w:rFonts w:hint="cs"/>
          <w:rtl/>
        </w:rPr>
        <w:t xml:space="preserve">نعم إنها رسالة الشعر حين ينطق ليحرّك الناس في خط الحق وليساهم في دحر الباطل وليؤدي دوره في مسيرة خلافة الله تعالى في أرضه. </w:t>
      </w:r>
    </w:p>
    <w:p w:rsidR="00C46C29" w:rsidRDefault="00C46C29" w:rsidP="00C46C29">
      <w:pPr>
        <w:pStyle w:val="libNormal"/>
        <w:rPr>
          <w:rFonts w:hint="cs"/>
          <w:rtl/>
        </w:rPr>
      </w:pPr>
      <w:r>
        <w:rPr>
          <w:rFonts w:hint="cs"/>
          <w:rtl/>
        </w:rPr>
        <w:t>و(الدموع الناطقة) حلقة من هذه الحلقات المتواصلة ذرفها شاعر موهوب من شعراء أهل البيت (عليهم السلام) وأنجبته الكاظمية المقدسة وهو الشاعر جابر الكاظمي، ويمثل الدموع الناطقة ديوانه الشعري الذي يتميز به من إبداع في التصوير وجمال في التعبير وإخلاص في العمل ورسالية في الطرح وجلال في المادة قد ملأ فراغاً كان لابدّ أن يسد تراثنا الأدبي الشعبي، الأمر الذي يبعث على أن نشدّ على يديه ونحيي جهوده ونكرم أعماله وندعو الله تعالى له بالقبول والتسديد.</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1" w:name="02"/>
      <w:bookmarkStart w:id="2" w:name="_Toc495744793"/>
      <w:r>
        <w:rPr>
          <w:rFonts w:hint="cs"/>
          <w:rtl/>
        </w:rPr>
        <w:lastRenderedPageBreak/>
        <w:t>الباب الأول: في قصائد الگعدة</w:t>
      </w:r>
      <w:bookmarkEnd w:id="1"/>
      <w:bookmarkEnd w:id="2"/>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3" w:name="_Toc495744794"/>
      <w:r>
        <w:rPr>
          <w:rFonts w:hint="cs"/>
          <w:rtl/>
        </w:rPr>
        <w:lastRenderedPageBreak/>
        <w:t>كلّ انسان وذاته</w:t>
      </w:r>
      <w:bookmarkEnd w:id="3"/>
      <w:r>
        <w:rPr>
          <w:rFonts w:hint="cs"/>
          <w:rtl/>
        </w:rPr>
        <w:t xml:space="preserve"> </w:t>
      </w:r>
    </w:p>
    <w:p w:rsidR="00C46C29" w:rsidRDefault="00C46C29" w:rsidP="00C46C29">
      <w:pPr>
        <w:pStyle w:val="libPoemCenter"/>
        <w:rPr>
          <w:rFonts w:hint="cs"/>
          <w:rtl/>
        </w:rPr>
      </w:pPr>
      <w:r>
        <w:rPr>
          <w:rFonts w:hint="cs"/>
          <w:rtl/>
        </w:rPr>
        <w:t xml:space="preserve">أهل الخبره ايگولون كل إنسان وذاته </w:t>
      </w:r>
    </w:p>
    <w:p w:rsidR="00C46C29" w:rsidRDefault="00C46C29" w:rsidP="00C46C29">
      <w:pPr>
        <w:pStyle w:val="libPoemCenter"/>
        <w:rPr>
          <w:rFonts w:hint="cs"/>
          <w:rtl/>
        </w:rPr>
      </w:pPr>
      <w:r>
        <w:rPr>
          <w:rFonts w:hint="cs"/>
          <w:rtl/>
        </w:rPr>
        <w:t xml:space="preserve">جرّب واستخدم عقلك بالناتج يتوضّحلك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ناس غمرتها التجارب عاشت وماتت گبلنه </w:t>
      </w:r>
    </w:p>
    <w:p w:rsidR="00C46C29" w:rsidRDefault="00C46C29" w:rsidP="00C46C29">
      <w:pPr>
        <w:pStyle w:val="libPoemCenter"/>
        <w:rPr>
          <w:rFonts w:hint="cs"/>
          <w:rtl/>
        </w:rPr>
      </w:pPr>
      <w:r>
        <w:rPr>
          <w:rFonts w:hint="cs"/>
          <w:rtl/>
        </w:rPr>
        <w:t xml:space="preserve">اكتسبت امن الدنيه خبره وضربت الامثال النه </w:t>
      </w:r>
    </w:p>
    <w:p w:rsidR="00C46C29" w:rsidRDefault="00C46C29" w:rsidP="00C46C29">
      <w:pPr>
        <w:pStyle w:val="libPoemCenter"/>
        <w:rPr>
          <w:rFonts w:hint="cs"/>
          <w:rtl/>
        </w:rPr>
      </w:pPr>
      <w:r>
        <w:rPr>
          <w:rFonts w:hint="cs"/>
          <w:rtl/>
        </w:rPr>
        <w:t xml:space="preserve">درست وسهرت ليالي وعمر بذلت من أجلنه </w:t>
      </w:r>
    </w:p>
    <w:p w:rsidR="00C46C29" w:rsidRDefault="00C46C29" w:rsidP="00C46C29">
      <w:pPr>
        <w:pStyle w:val="libPoemCenter"/>
        <w:rPr>
          <w:rFonts w:hint="cs"/>
          <w:rtl/>
        </w:rPr>
      </w:pPr>
      <w:r>
        <w:rPr>
          <w:rFonts w:hint="cs"/>
          <w:rtl/>
        </w:rPr>
        <w:t xml:space="preserve">النه تركت هالمواعظ رادت اتنوّر عقلنه </w:t>
      </w:r>
    </w:p>
    <w:p w:rsidR="00C46C29" w:rsidRDefault="00C46C29" w:rsidP="00C46C29">
      <w:pPr>
        <w:pStyle w:val="libPoemCenter"/>
        <w:rPr>
          <w:rFonts w:hint="cs"/>
          <w:rtl/>
        </w:rPr>
      </w:pPr>
      <w:r>
        <w:rPr>
          <w:rFonts w:hint="cs"/>
          <w:rtl/>
        </w:rPr>
        <w:t xml:space="preserve">تركت كتب تحمل درر موعظه وارشاد وعبر </w:t>
      </w:r>
    </w:p>
    <w:p w:rsidR="00C46C29" w:rsidRDefault="00C46C29" w:rsidP="00C46C29">
      <w:pPr>
        <w:pStyle w:val="libPoemCenter"/>
        <w:rPr>
          <w:rFonts w:hint="cs"/>
          <w:rtl/>
        </w:rPr>
      </w:pPr>
      <w:r>
        <w:rPr>
          <w:rFonts w:hint="cs"/>
          <w:rtl/>
        </w:rPr>
        <w:t xml:space="preserve">اشما شفنه بالدنيه صور هيّه هم شافت مثلنه </w:t>
      </w:r>
    </w:p>
    <w:p w:rsidR="00C46C29" w:rsidRDefault="00C46C29" w:rsidP="00C46C29">
      <w:pPr>
        <w:pStyle w:val="libPoemCenter"/>
        <w:rPr>
          <w:rFonts w:hint="cs"/>
          <w:rtl/>
        </w:rPr>
      </w:pPr>
      <w:r>
        <w:rPr>
          <w:rFonts w:hint="cs"/>
          <w:rtl/>
        </w:rPr>
        <w:t xml:space="preserve">اتصور لك كل إنسان وتعرضلك حالاته </w:t>
      </w:r>
    </w:p>
    <w:p w:rsidR="00C46C29" w:rsidRDefault="00C46C29" w:rsidP="00C46C29">
      <w:pPr>
        <w:pStyle w:val="libPoemCenter"/>
        <w:rPr>
          <w:rFonts w:hint="cs"/>
          <w:rtl/>
        </w:rPr>
      </w:pPr>
      <w:r>
        <w:rPr>
          <w:rFonts w:hint="cs"/>
          <w:rtl/>
        </w:rPr>
        <w:t xml:space="preserve">واحد للشر ايدفعك والثاني ايريد اينفعك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لا يشغلك هوه الدنيه فكِّر ابتفكير أوسع </w:t>
      </w:r>
    </w:p>
    <w:p w:rsidR="00C46C29" w:rsidRDefault="00C46C29" w:rsidP="00C46C29">
      <w:pPr>
        <w:pStyle w:val="libPoemCenter"/>
        <w:rPr>
          <w:rFonts w:hint="cs"/>
          <w:rtl/>
        </w:rPr>
      </w:pPr>
      <w:r>
        <w:rPr>
          <w:rFonts w:hint="cs"/>
          <w:rtl/>
        </w:rPr>
        <w:t xml:space="preserve">اتوجَّه الشاطي السلامه وللنصايح هاك اسمع </w:t>
      </w:r>
    </w:p>
    <w:p w:rsidR="00C46C29" w:rsidRDefault="00C46C29" w:rsidP="00C46C29">
      <w:pPr>
        <w:pStyle w:val="libPoemCenter"/>
        <w:rPr>
          <w:rFonts w:hint="cs"/>
          <w:rtl/>
        </w:rPr>
      </w:pPr>
      <w:r>
        <w:rPr>
          <w:rFonts w:hint="cs"/>
          <w:rtl/>
        </w:rPr>
        <w:t xml:space="preserve">جالس أصحاب المعارف تكتسب مضمون ينفع </w:t>
      </w:r>
    </w:p>
    <w:p w:rsidR="00C46C29" w:rsidRDefault="00C46C29" w:rsidP="00C46C29">
      <w:pPr>
        <w:pStyle w:val="libPoemCenter"/>
        <w:rPr>
          <w:rFonts w:hint="cs"/>
          <w:rtl/>
        </w:rPr>
      </w:pPr>
      <w:r>
        <w:rPr>
          <w:rFonts w:hint="cs"/>
          <w:rtl/>
        </w:rPr>
        <w:t xml:space="preserve">والفرص مثل السحاب ومن تمر هيهات ترجع </w:t>
      </w:r>
    </w:p>
    <w:p w:rsidR="00C46C29" w:rsidRDefault="00C46C29" w:rsidP="00C46C29">
      <w:pPr>
        <w:pStyle w:val="libPoemCenter"/>
        <w:rPr>
          <w:rFonts w:hint="cs"/>
          <w:rtl/>
        </w:rPr>
      </w:pPr>
      <w:r>
        <w:rPr>
          <w:rFonts w:hint="cs"/>
          <w:rtl/>
        </w:rPr>
        <w:t xml:space="preserve">إقرن كلامك بالعمل والكسل مفتاح الفشل </w:t>
      </w:r>
    </w:p>
    <w:p w:rsidR="00C46C29" w:rsidRDefault="00C46C29" w:rsidP="00C46C29">
      <w:pPr>
        <w:pStyle w:val="libPoemCenter"/>
        <w:rPr>
          <w:rFonts w:hint="cs"/>
          <w:rtl/>
        </w:rPr>
      </w:pPr>
      <w:r>
        <w:rPr>
          <w:rFonts w:hint="cs"/>
          <w:rtl/>
        </w:rPr>
        <w:t xml:space="preserve">ينمسح كل ليل الجهل حين شمس العلم تطلع </w:t>
      </w:r>
    </w:p>
    <w:p w:rsidR="00C46C29" w:rsidRDefault="00C46C29" w:rsidP="00C46C29">
      <w:pPr>
        <w:pStyle w:val="libPoemCenter"/>
        <w:rPr>
          <w:rFonts w:hint="cs"/>
          <w:rtl/>
        </w:rPr>
      </w:pPr>
      <w:r>
        <w:rPr>
          <w:rFonts w:hint="cs"/>
          <w:rtl/>
        </w:rPr>
        <w:t xml:space="preserve">كل فاهم بالتدريج تتوسّع نظراته </w:t>
      </w:r>
    </w:p>
    <w:p w:rsidR="00C46C29" w:rsidRDefault="00C46C29" w:rsidP="00C46C29">
      <w:pPr>
        <w:pStyle w:val="libPoemCenter"/>
        <w:rPr>
          <w:rFonts w:hint="cs"/>
          <w:rtl/>
        </w:rPr>
      </w:pPr>
      <w:r>
        <w:rPr>
          <w:rFonts w:hint="cs"/>
          <w:rtl/>
        </w:rPr>
        <w:t xml:space="preserve">كلما عقلك يتفتَّح يبدي اگبالك يتوضح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إصغي واسمع للنصايح لا تضّيع فرص عمرك </w:t>
      </w:r>
    </w:p>
    <w:p w:rsidR="00C46C29" w:rsidRDefault="00C46C29" w:rsidP="00C46C29">
      <w:pPr>
        <w:pStyle w:val="libPoemCenter"/>
        <w:rPr>
          <w:rFonts w:hint="cs"/>
          <w:rtl/>
        </w:rPr>
      </w:pPr>
      <w:r>
        <w:rPr>
          <w:rFonts w:hint="cs"/>
          <w:rtl/>
        </w:rPr>
        <w:t xml:space="preserve">الناس مجموعة معادن بالمظاهر لا تغرّك </w:t>
      </w:r>
    </w:p>
    <w:p w:rsidR="00C46C29" w:rsidRDefault="00C46C29" w:rsidP="00C46C29">
      <w:pPr>
        <w:pStyle w:val="libPoemCenter"/>
        <w:rPr>
          <w:rFonts w:hint="cs"/>
          <w:rtl/>
        </w:rPr>
      </w:pPr>
      <w:r>
        <w:rPr>
          <w:rFonts w:hint="cs"/>
          <w:rtl/>
        </w:rPr>
        <w:lastRenderedPageBreak/>
        <w:t xml:space="preserve">من أعز الناس إحذر بالك أتوضّحله سرك </w:t>
      </w:r>
    </w:p>
    <w:p w:rsidR="00C46C29" w:rsidRDefault="00C46C29" w:rsidP="00C46C29">
      <w:pPr>
        <w:pStyle w:val="libPoemCenter"/>
        <w:rPr>
          <w:rFonts w:hint="cs"/>
          <w:rtl/>
        </w:rPr>
      </w:pPr>
      <w:r>
        <w:rPr>
          <w:rFonts w:hint="cs"/>
          <w:rtl/>
        </w:rPr>
        <w:t xml:space="preserve">ولا تعاشر شخص جاهل عوض ما ينفع يضرك </w:t>
      </w:r>
    </w:p>
    <w:p w:rsidR="00C46C29" w:rsidRDefault="00C46C29" w:rsidP="00C46C29">
      <w:pPr>
        <w:pStyle w:val="libPoemCenter"/>
        <w:rPr>
          <w:rFonts w:hint="cs"/>
          <w:rtl/>
        </w:rPr>
      </w:pPr>
      <w:r>
        <w:rPr>
          <w:rFonts w:hint="cs"/>
          <w:rtl/>
        </w:rPr>
        <w:t xml:space="preserve">كل شخص يعرف صاحبه ابحكم العقل والتجربه </w:t>
      </w:r>
    </w:p>
    <w:p w:rsidR="00C46C29" w:rsidRDefault="00C46C29" w:rsidP="00C46C29">
      <w:pPr>
        <w:pStyle w:val="libPoemCenter"/>
        <w:rPr>
          <w:rFonts w:hint="cs"/>
          <w:rtl/>
        </w:rPr>
      </w:pPr>
      <w:r>
        <w:rPr>
          <w:rFonts w:hint="cs"/>
          <w:rtl/>
        </w:rPr>
        <w:t xml:space="preserve">اختار الاراضي الطيبه لو ردت ينحفظ جذرك </w:t>
      </w:r>
    </w:p>
    <w:p w:rsidR="00C46C29" w:rsidRDefault="00C46C29" w:rsidP="00C46C29">
      <w:pPr>
        <w:pStyle w:val="libPoemCenter"/>
        <w:rPr>
          <w:rFonts w:hint="cs"/>
          <w:rtl/>
        </w:rPr>
      </w:pPr>
      <w:r>
        <w:rPr>
          <w:rFonts w:hint="cs"/>
          <w:rtl/>
        </w:rPr>
        <w:t xml:space="preserve">واليزرع شر للناس ما تثمر بذراته </w:t>
      </w:r>
    </w:p>
    <w:p w:rsidR="00C46C29" w:rsidRDefault="00C46C29" w:rsidP="00C46C29">
      <w:pPr>
        <w:pStyle w:val="libPoemCenter"/>
        <w:rPr>
          <w:rFonts w:hint="cs"/>
          <w:rtl/>
        </w:rPr>
      </w:pPr>
      <w:r>
        <w:rPr>
          <w:rFonts w:hint="cs"/>
          <w:rtl/>
        </w:rPr>
        <w:t xml:space="preserve">يظهر لك كلما عنده ويبين وكت الشده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الحكمه گالت من تصادف جاهل ايخبّط ابجهله </w:t>
      </w:r>
    </w:p>
    <w:p w:rsidR="00C46C29" w:rsidRDefault="00C46C29" w:rsidP="00C46C29">
      <w:pPr>
        <w:pStyle w:val="libPoemCenter"/>
        <w:rPr>
          <w:rFonts w:hint="cs"/>
          <w:rtl/>
        </w:rPr>
      </w:pPr>
      <w:r>
        <w:rPr>
          <w:rFonts w:hint="cs"/>
          <w:rtl/>
        </w:rPr>
        <w:t xml:space="preserve">انظر افعالك وقارن گبل ما تنتقد فعله </w:t>
      </w:r>
    </w:p>
    <w:p w:rsidR="00C46C29" w:rsidRDefault="00C46C29" w:rsidP="00C46C29">
      <w:pPr>
        <w:pStyle w:val="libPoemCenter"/>
        <w:rPr>
          <w:rFonts w:hint="cs"/>
          <w:rtl/>
        </w:rPr>
      </w:pPr>
      <w:r>
        <w:rPr>
          <w:rFonts w:hint="cs"/>
          <w:rtl/>
        </w:rPr>
        <w:t xml:space="preserve">مو فخر تحچي وتنقده الفخر لو ما صرت مثله </w:t>
      </w:r>
    </w:p>
    <w:p w:rsidR="00C46C29" w:rsidRDefault="00C46C29" w:rsidP="00C46C29">
      <w:pPr>
        <w:pStyle w:val="libPoemCenter"/>
        <w:rPr>
          <w:rFonts w:hint="cs"/>
          <w:rtl/>
        </w:rPr>
      </w:pPr>
      <w:r>
        <w:rPr>
          <w:rFonts w:hint="cs"/>
          <w:rtl/>
        </w:rPr>
        <w:t xml:space="preserve">النقد مفتاح العداوه والجهل باب المذله </w:t>
      </w:r>
    </w:p>
    <w:p w:rsidR="00C46C29" w:rsidRDefault="00C46C29" w:rsidP="00C46C29">
      <w:pPr>
        <w:pStyle w:val="libPoemCenter"/>
        <w:rPr>
          <w:rFonts w:hint="cs"/>
          <w:rtl/>
        </w:rPr>
      </w:pPr>
      <w:r>
        <w:rPr>
          <w:rFonts w:hint="cs"/>
          <w:rtl/>
        </w:rPr>
        <w:t xml:space="preserve">اصحه يغافل وانتبه اخذ المعزه واتجه </w:t>
      </w:r>
    </w:p>
    <w:p w:rsidR="00C46C29" w:rsidRDefault="00C46C29" w:rsidP="00C46C29">
      <w:pPr>
        <w:pStyle w:val="libPoemCenter"/>
        <w:rPr>
          <w:rFonts w:hint="cs"/>
          <w:rtl/>
        </w:rPr>
      </w:pPr>
      <w:r>
        <w:rPr>
          <w:rFonts w:hint="cs"/>
          <w:rtl/>
        </w:rPr>
        <w:t xml:space="preserve">هيهات يرجع للوجه ماي وجهك من تبذله </w:t>
      </w:r>
    </w:p>
    <w:p w:rsidR="00C46C29" w:rsidRDefault="00C46C29" w:rsidP="00C46C29">
      <w:pPr>
        <w:pStyle w:val="libPoemCenter"/>
        <w:rPr>
          <w:rFonts w:hint="cs"/>
          <w:rtl/>
        </w:rPr>
      </w:pPr>
      <w:r>
        <w:rPr>
          <w:rFonts w:hint="cs"/>
          <w:rtl/>
        </w:rPr>
        <w:t xml:space="preserve">كل نسان ابمسراه تتوضّح خطواته </w:t>
      </w:r>
    </w:p>
    <w:p w:rsidR="00C46C29" w:rsidRDefault="00C46C29" w:rsidP="00C46C29">
      <w:pPr>
        <w:pStyle w:val="libPoemCenter"/>
        <w:rPr>
          <w:rFonts w:hint="cs"/>
          <w:rtl/>
        </w:rPr>
      </w:pPr>
      <w:r>
        <w:rPr>
          <w:rFonts w:hint="cs"/>
          <w:rtl/>
        </w:rPr>
        <w:t xml:space="preserve">هذا العالم واجياله مو كلهم نفس الحاله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خالص الأعمال يكشف للبشر طيب السراير </w:t>
      </w:r>
    </w:p>
    <w:p w:rsidR="00C46C29" w:rsidRDefault="00C46C29" w:rsidP="00C46C29">
      <w:pPr>
        <w:pStyle w:val="libPoemCenter"/>
        <w:rPr>
          <w:rFonts w:hint="cs"/>
          <w:rtl/>
        </w:rPr>
      </w:pPr>
      <w:r>
        <w:rPr>
          <w:rFonts w:hint="cs"/>
          <w:rtl/>
        </w:rPr>
        <w:t xml:space="preserve">الك راح انقل روايه واضحه گبال النواظر </w:t>
      </w:r>
    </w:p>
    <w:p w:rsidR="00C46C29" w:rsidRDefault="00C46C29" w:rsidP="00C46C29">
      <w:pPr>
        <w:pStyle w:val="libPoemCenter"/>
        <w:rPr>
          <w:rFonts w:hint="cs"/>
          <w:rtl/>
        </w:rPr>
      </w:pPr>
      <w:r>
        <w:rPr>
          <w:rFonts w:hint="cs"/>
          <w:rtl/>
        </w:rPr>
        <w:t xml:space="preserve">إبن أبو سفيان أصدر للشعب هاي الأوامر </w:t>
      </w:r>
    </w:p>
    <w:p w:rsidR="00C46C29" w:rsidRDefault="00C46C29" w:rsidP="00C46C29">
      <w:pPr>
        <w:pStyle w:val="libPoemCenter"/>
        <w:rPr>
          <w:rFonts w:hint="cs"/>
          <w:rtl/>
        </w:rPr>
      </w:pPr>
      <w:r>
        <w:rPr>
          <w:rFonts w:hint="cs"/>
          <w:rtl/>
        </w:rPr>
        <w:t xml:space="preserve">گال واجب شَتِم حيدر وانشتَم من عالمنابر </w:t>
      </w:r>
    </w:p>
    <w:p w:rsidR="00C46C29" w:rsidRDefault="00C46C29" w:rsidP="00C46C29">
      <w:pPr>
        <w:pStyle w:val="libPoemCenter"/>
        <w:rPr>
          <w:rFonts w:hint="cs"/>
          <w:rtl/>
        </w:rPr>
      </w:pPr>
      <w:r>
        <w:rPr>
          <w:rFonts w:hint="cs"/>
          <w:rtl/>
        </w:rPr>
        <w:t xml:space="preserve">شوف النهايه الواضحه يا كفّه منهم راجحه </w:t>
      </w:r>
    </w:p>
    <w:p w:rsidR="00C46C29" w:rsidRDefault="00C46C29" w:rsidP="00C46C29">
      <w:pPr>
        <w:pStyle w:val="libPoemCenter"/>
        <w:rPr>
          <w:rFonts w:hint="cs"/>
          <w:rtl/>
        </w:rPr>
      </w:pPr>
      <w:r>
        <w:rPr>
          <w:rFonts w:hint="cs"/>
          <w:rtl/>
        </w:rPr>
        <w:t xml:space="preserve">هذا الرجس گبره انمحه ومرقد الكرار زاهر </w:t>
      </w:r>
    </w:p>
    <w:p w:rsidR="00C46C29" w:rsidRDefault="00C46C29" w:rsidP="00C46C29">
      <w:pPr>
        <w:pStyle w:val="libPoemCenter"/>
        <w:rPr>
          <w:rFonts w:hint="cs"/>
          <w:rtl/>
        </w:rPr>
      </w:pPr>
      <w:r>
        <w:rPr>
          <w:rFonts w:hint="cs"/>
          <w:rtl/>
        </w:rPr>
        <w:t xml:space="preserve">هالظالم مهما جار ما حصَّل غاياته </w:t>
      </w:r>
    </w:p>
    <w:p w:rsidR="00C46C29" w:rsidRDefault="00C46C29" w:rsidP="00C46C29">
      <w:pPr>
        <w:pStyle w:val="libPoemCenter"/>
        <w:rPr>
          <w:rFonts w:hint="cs"/>
          <w:rtl/>
        </w:rPr>
      </w:pPr>
      <w:r>
        <w:rPr>
          <w:rFonts w:hint="cs"/>
          <w:rtl/>
        </w:rPr>
        <w:t xml:space="preserve">وحيدر ظل خالد اسمه تعرف من هاي الحكمه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lastRenderedPageBreak/>
        <w:t xml:space="preserve">وبعد أرويلك روايه حتى تستوعب الفكره </w:t>
      </w:r>
    </w:p>
    <w:p w:rsidR="00C46C29" w:rsidRDefault="00C46C29" w:rsidP="00C46C29">
      <w:pPr>
        <w:pStyle w:val="libPoemCenter"/>
        <w:rPr>
          <w:rFonts w:hint="cs"/>
          <w:rtl/>
        </w:rPr>
      </w:pPr>
      <w:r>
        <w:rPr>
          <w:rFonts w:hint="cs"/>
          <w:rtl/>
        </w:rPr>
        <w:t xml:space="preserve">نطه المتوكل أوامر تشهد باعلان كفره </w:t>
      </w:r>
    </w:p>
    <w:p w:rsidR="00C46C29" w:rsidRDefault="00C46C29" w:rsidP="00C46C29">
      <w:pPr>
        <w:pStyle w:val="libPoemCenter"/>
        <w:rPr>
          <w:rFonts w:hint="cs"/>
          <w:rtl/>
        </w:rPr>
      </w:pPr>
      <w:r>
        <w:rPr>
          <w:rFonts w:hint="cs"/>
          <w:rtl/>
        </w:rPr>
        <w:t xml:space="preserve">گال هذا حسين أريده ينمحي من الأرض گبره </w:t>
      </w:r>
    </w:p>
    <w:p w:rsidR="00C46C29" w:rsidRDefault="00C46C29" w:rsidP="00C46C29">
      <w:pPr>
        <w:pStyle w:val="libPoemCenter"/>
        <w:rPr>
          <w:rFonts w:hint="cs"/>
          <w:rtl/>
        </w:rPr>
      </w:pPr>
      <w:r>
        <w:rPr>
          <w:rFonts w:hint="cs"/>
          <w:rtl/>
        </w:rPr>
        <w:t xml:space="preserve">بالغرور وبالتمادي باشر ابتنفيذ أمره </w:t>
      </w:r>
    </w:p>
    <w:p w:rsidR="00C46C29" w:rsidRDefault="00C46C29" w:rsidP="00C46C29">
      <w:pPr>
        <w:pStyle w:val="libPoemCenter"/>
        <w:rPr>
          <w:rFonts w:hint="cs"/>
          <w:rtl/>
        </w:rPr>
      </w:pPr>
      <w:r>
        <w:rPr>
          <w:rFonts w:hint="cs"/>
          <w:rtl/>
        </w:rPr>
        <w:t xml:space="preserve">وللگبر لمن هدّمه حصل اللعنه الدائمه </w:t>
      </w:r>
    </w:p>
    <w:p w:rsidR="00C46C29" w:rsidRDefault="00C46C29" w:rsidP="00C46C29">
      <w:pPr>
        <w:pStyle w:val="libPoemCenter"/>
        <w:rPr>
          <w:rFonts w:hint="cs"/>
          <w:rtl/>
        </w:rPr>
      </w:pPr>
      <w:r>
        <w:rPr>
          <w:rFonts w:hint="cs"/>
          <w:rtl/>
        </w:rPr>
        <w:t xml:space="preserve">هاي الطغاة المجرمه أصبحت للناس عبره </w:t>
      </w:r>
    </w:p>
    <w:p w:rsidR="00C46C29" w:rsidRDefault="00C46C29" w:rsidP="00C46C29">
      <w:pPr>
        <w:pStyle w:val="libPoemCenter"/>
        <w:rPr>
          <w:rFonts w:hint="cs"/>
          <w:rtl/>
        </w:rPr>
      </w:pPr>
      <w:r>
        <w:rPr>
          <w:rFonts w:hint="cs"/>
          <w:rtl/>
        </w:rPr>
        <w:t xml:space="preserve">وحسين اويه التاريخ تتردّد صرخاته </w:t>
      </w:r>
    </w:p>
    <w:p w:rsidR="00C46C29" w:rsidRDefault="00C46C29" w:rsidP="00C46C29">
      <w:pPr>
        <w:pStyle w:val="libPoemCenter"/>
        <w:rPr>
          <w:rFonts w:hint="cs"/>
          <w:rtl/>
        </w:rPr>
      </w:pPr>
      <w:r>
        <w:rPr>
          <w:rFonts w:hint="cs"/>
          <w:rtl/>
        </w:rPr>
        <w:t xml:space="preserve">اصغي لصرخاته واسمع والناتج عندك يطلع </w:t>
      </w:r>
    </w:p>
    <w:p w:rsidR="00C46C29" w:rsidRDefault="00C46C29" w:rsidP="00C46C29">
      <w:pPr>
        <w:pStyle w:val="libPoemCenter"/>
        <w:rPr>
          <w:rFonts w:hint="cs"/>
          <w:rtl/>
        </w:rPr>
      </w:pPr>
      <w:r>
        <w:rPr>
          <w:rFonts w:hint="cs"/>
          <w:rtl/>
        </w:rPr>
        <w:t xml:space="preserve">كل إنسان وذاته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(كوبنهاغن - 1996م)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4" w:name="03"/>
      <w:bookmarkStart w:id="5" w:name="_Toc495744795"/>
      <w:r>
        <w:rPr>
          <w:rFonts w:hint="cs"/>
          <w:rtl/>
        </w:rPr>
        <w:lastRenderedPageBreak/>
        <w:t>ساقي العطاشى</w:t>
      </w:r>
      <w:bookmarkEnd w:id="5"/>
      <w:r>
        <w:rPr>
          <w:rFonts w:hint="cs"/>
          <w:rtl/>
        </w:rPr>
        <w:t xml:space="preserve"> </w:t>
      </w:r>
      <w:bookmarkEnd w:id="4"/>
    </w:p>
    <w:p w:rsidR="00C46C29" w:rsidRDefault="00C46C29" w:rsidP="00C46C29">
      <w:pPr>
        <w:pStyle w:val="libPoemCenter"/>
        <w:rPr>
          <w:rFonts w:hint="cs"/>
          <w:rtl/>
        </w:rPr>
      </w:pPr>
      <w:r>
        <w:rPr>
          <w:rFonts w:hint="cs"/>
          <w:rtl/>
        </w:rPr>
        <w:t xml:space="preserve">يحسين اطفالك بحمايه عطشانه وتنظر للرايه </w:t>
      </w:r>
    </w:p>
    <w:p w:rsidR="00C46C29" w:rsidRDefault="00C46C29" w:rsidP="00C46C29">
      <w:pPr>
        <w:pStyle w:val="libPoemCenter"/>
        <w:rPr>
          <w:rFonts w:hint="cs"/>
          <w:rtl/>
        </w:rPr>
      </w:pPr>
      <w:r>
        <w:rPr>
          <w:rFonts w:hint="cs"/>
          <w:rtl/>
        </w:rPr>
        <w:t xml:space="preserve">تصرخ وتنوح ابخيمتها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لاحت آفاق المصيبه وعسكر امطوگ خيمنه </w:t>
      </w:r>
    </w:p>
    <w:p w:rsidR="00C46C29" w:rsidRDefault="00C46C29" w:rsidP="00C46C29">
      <w:pPr>
        <w:pStyle w:val="libPoemCenter"/>
        <w:rPr>
          <w:rFonts w:hint="cs"/>
          <w:rtl/>
        </w:rPr>
      </w:pPr>
      <w:r>
        <w:rPr>
          <w:rFonts w:hint="cs"/>
          <w:rtl/>
        </w:rPr>
        <w:t xml:space="preserve">وانته منطيني الكفاله وسلمت بيدي علمنه </w:t>
      </w:r>
    </w:p>
    <w:p w:rsidR="00C46C29" w:rsidRDefault="00C46C29" w:rsidP="00C46C29">
      <w:pPr>
        <w:pStyle w:val="libPoemCenter"/>
        <w:rPr>
          <w:rFonts w:hint="cs"/>
          <w:rtl/>
        </w:rPr>
      </w:pPr>
      <w:r>
        <w:rPr>
          <w:rFonts w:hint="cs"/>
          <w:rtl/>
        </w:rPr>
        <w:t xml:space="preserve">التفت للخيمه اسمع ضجه تصرخ وينه عمنه </w:t>
      </w:r>
    </w:p>
    <w:p w:rsidR="00C46C29" w:rsidRDefault="00C46C29" w:rsidP="00C46C29">
      <w:pPr>
        <w:pStyle w:val="libPoemCenter"/>
        <w:rPr>
          <w:rFonts w:hint="cs"/>
          <w:rtl/>
        </w:rPr>
      </w:pPr>
      <w:r>
        <w:rPr>
          <w:rFonts w:hint="cs"/>
          <w:rtl/>
        </w:rPr>
        <w:t xml:space="preserve">والشريعه مو بعيده هالنهر يا خويه يمنه </w:t>
      </w:r>
    </w:p>
    <w:p w:rsidR="00C46C29" w:rsidRDefault="00C46C29" w:rsidP="00C46C29">
      <w:pPr>
        <w:pStyle w:val="libPoemCenter"/>
        <w:rPr>
          <w:rFonts w:hint="cs"/>
          <w:rtl/>
        </w:rPr>
      </w:pPr>
      <w:r>
        <w:rPr>
          <w:rFonts w:hint="cs"/>
          <w:rtl/>
        </w:rPr>
        <w:t xml:space="preserve">يحسين ارخصني وخل اطلع اترس هذا الجود وأرجع </w:t>
      </w:r>
    </w:p>
    <w:p w:rsidR="00C46C29" w:rsidRDefault="00C46C29" w:rsidP="00C46C29">
      <w:pPr>
        <w:pStyle w:val="libPoemCenter"/>
        <w:rPr>
          <w:rFonts w:hint="cs"/>
          <w:rtl/>
        </w:rPr>
      </w:pPr>
      <w:r>
        <w:rPr>
          <w:rFonts w:hint="cs"/>
          <w:rtl/>
        </w:rPr>
        <w:t xml:space="preserve">أطفالك تصعب حالتها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هذي ديرة غربه هذي وعيلتك گطعت أملها </w:t>
      </w:r>
    </w:p>
    <w:p w:rsidR="00C46C29" w:rsidRDefault="00C46C29" w:rsidP="00C46C29">
      <w:pPr>
        <w:pStyle w:val="libPoemCenter"/>
        <w:rPr>
          <w:rFonts w:hint="cs"/>
          <w:rtl/>
        </w:rPr>
      </w:pPr>
      <w:r>
        <w:rPr>
          <w:rFonts w:hint="cs"/>
          <w:rtl/>
        </w:rPr>
        <w:t xml:space="preserve">وانته تدري يا عضيدي غيري ما واحد كفلها </w:t>
      </w:r>
    </w:p>
    <w:p w:rsidR="00C46C29" w:rsidRDefault="00C46C29" w:rsidP="00C46C29">
      <w:pPr>
        <w:pStyle w:val="libPoemCenter"/>
        <w:rPr>
          <w:rFonts w:hint="cs"/>
          <w:rtl/>
        </w:rPr>
      </w:pPr>
      <w:r>
        <w:rPr>
          <w:rFonts w:hint="cs"/>
          <w:rtl/>
        </w:rPr>
        <w:t xml:space="preserve">أنظر اطفالك عطاشه وتشرب الدمعه التهلها </w:t>
      </w:r>
    </w:p>
    <w:p w:rsidR="00C46C29" w:rsidRDefault="00C46C29" w:rsidP="00C46C29">
      <w:pPr>
        <w:pStyle w:val="libPoemCenter"/>
        <w:rPr>
          <w:rFonts w:hint="cs"/>
          <w:rtl/>
        </w:rPr>
      </w:pPr>
      <w:r>
        <w:rPr>
          <w:rFonts w:hint="cs"/>
          <w:rtl/>
        </w:rPr>
        <w:t xml:space="preserve">وتدري چم طفلة شفتها تنتظر ساعة أجلها </w:t>
      </w:r>
    </w:p>
    <w:p w:rsidR="00C46C29" w:rsidRDefault="00C46C29" w:rsidP="00C46C29">
      <w:pPr>
        <w:pStyle w:val="libPoemCenter"/>
        <w:rPr>
          <w:rFonts w:hint="cs"/>
          <w:rtl/>
        </w:rPr>
      </w:pPr>
      <w:r>
        <w:rPr>
          <w:rFonts w:hint="cs"/>
          <w:rtl/>
        </w:rPr>
        <w:t xml:space="preserve">يحسين ويصعب هالمنظر ما أگدر اصبر ما أگدر </w:t>
      </w:r>
    </w:p>
    <w:p w:rsidR="00C46C29" w:rsidRDefault="00C46C29" w:rsidP="00C46C29">
      <w:pPr>
        <w:pStyle w:val="libPoemCenter"/>
        <w:rPr>
          <w:rFonts w:hint="cs"/>
          <w:rtl/>
        </w:rPr>
      </w:pPr>
      <w:r>
        <w:rPr>
          <w:rFonts w:hint="cs"/>
          <w:rtl/>
        </w:rPr>
        <w:t xml:space="preserve">هالطفله الشربت دمعتها ما أگدر أسمع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صوبت روحي الملامه وروحي ما متلك صبرها </w:t>
      </w:r>
    </w:p>
    <w:p w:rsidR="00C46C29" w:rsidRDefault="00C46C29" w:rsidP="00C46C29">
      <w:pPr>
        <w:pStyle w:val="libPoemCenter"/>
        <w:rPr>
          <w:rFonts w:hint="cs"/>
          <w:rtl/>
        </w:rPr>
      </w:pPr>
      <w:r>
        <w:rPr>
          <w:rFonts w:hint="cs"/>
          <w:rtl/>
        </w:rPr>
        <w:t xml:space="preserve">وبالخيم ضجه اسمعتها وحست العيله ابخطرها </w:t>
      </w:r>
    </w:p>
    <w:p w:rsidR="00C46C29" w:rsidRDefault="00C46C29" w:rsidP="00C46C29">
      <w:pPr>
        <w:pStyle w:val="libPoemCenter"/>
        <w:rPr>
          <w:rFonts w:hint="cs"/>
          <w:rtl/>
        </w:rPr>
      </w:pPr>
      <w:r>
        <w:rPr>
          <w:rFonts w:hint="cs"/>
          <w:rtl/>
        </w:rPr>
        <w:t xml:space="preserve">وهذي اطفالك يخويه ضاميه وشبحت نظرها </w:t>
      </w:r>
    </w:p>
    <w:p w:rsidR="00C46C29" w:rsidRDefault="00C46C29" w:rsidP="00C46C29">
      <w:pPr>
        <w:pStyle w:val="libPoemCenter"/>
        <w:rPr>
          <w:rFonts w:hint="cs"/>
          <w:rtl/>
        </w:rPr>
      </w:pPr>
      <w:r>
        <w:rPr>
          <w:rFonts w:hint="cs"/>
          <w:rtl/>
        </w:rPr>
        <w:t xml:space="preserve">ذابت گلوب العطاشه والمهج يسعر جمرها </w:t>
      </w:r>
    </w:p>
    <w:p w:rsidR="00C46C29" w:rsidRDefault="00C46C29" w:rsidP="00C46C29">
      <w:pPr>
        <w:pStyle w:val="libPoemCenter"/>
        <w:rPr>
          <w:rFonts w:hint="cs"/>
          <w:rtl/>
        </w:rPr>
      </w:pPr>
      <w:r>
        <w:rPr>
          <w:rFonts w:hint="cs"/>
          <w:rtl/>
        </w:rPr>
        <w:t xml:space="preserve">عبد الله اتفطر دلاله ما اگدر انظر هالحاله </w:t>
      </w:r>
    </w:p>
    <w:p w:rsidR="00C46C29" w:rsidRDefault="00C46C29" w:rsidP="00C46C29">
      <w:pPr>
        <w:pStyle w:val="libPoemCenter"/>
        <w:rPr>
          <w:rFonts w:hint="cs"/>
          <w:rtl/>
        </w:rPr>
      </w:pPr>
      <w:r>
        <w:rPr>
          <w:rFonts w:hint="cs"/>
          <w:rtl/>
        </w:rPr>
        <w:t xml:space="preserve">وامه اتناديني ابعبرتها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سيفي يحسين ابيميني وعالمتن جود السقايه </w:t>
      </w:r>
    </w:p>
    <w:p w:rsidR="00C46C29" w:rsidRDefault="00C46C29" w:rsidP="00C46C29">
      <w:pPr>
        <w:pStyle w:val="libPoemCenter"/>
        <w:rPr>
          <w:rFonts w:hint="cs"/>
          <w:rtl/>
        </w:rPr>
      </w:pPr>
      <w:r>
        <w:rPr>
          <w:rFonts w:hint="cs"/>
          <w:rtl/>
        </w:rPr>
        <w:t xml:space="preserve">وهذا عسكر آل أميه واگف ابحد المنايه </w:t>
      </w:r>
    </w:p>
    <w:p w:rsidR="00C46C29" w:rsidRDefault="00C46C29" w:rsidP="00C46C29">
      <w:pPr>
        <w:pStyle w:val="libPoemCenter"/>
        <w:rPr>
          <w:rFonts w:hint="cs"/>
          <w:rtl/>
        </w:rPr>
      </w:pPr>
      <w:r>
        <w:rPr>
          <w:rFonts w:hint="cs"/>
          <w:rtl/>
        </w:rPr>
        <w:lastRenderedPageBreak/>
        <w:t xml:space="preserve">لو أروح الماي اجيبه واسگي هالعيله الضمايه </w:t>
      </w:r>
    </w:p>
    <w:p w:rsidR="00C46C29" w:rsidRDefault="00C46C29" w:rsidP="00C46C29">
      <w:pPr>
        <w:pStyle w:val="libPoemCenter"/>
        <w:rPr>
          <w:rFonts w:hint="cs"/>
          <w:rtl/>
        </w:rPr>
      </w:pPr>
      <w:r>
        <w:rPr>
          <w:rFonts w:hint="cs"/>
          <w:rtl/>
        </w:rPr>
        <w:t xml:space="preserve">لو أخلي ابدم اميه هالنهر ينخبط مايه </w:t>
      </w:r>
    </w:p>
    <w:p w:rsidR="00C46C29" w:rsidRDefault="00C46C29" w:rsidP="00C46C29">
      <w:pPr>
        <w:pStyle w:val="libPoemCenter"/>
        <w:rPr>
          <w:rFonts w:hint="cs"/>
          <w:rtl/>
        </w:rPr>
      </w:pPr>
      <w:r>
        <w:rPr>
          <w:rFonts w:hint="cs"/>
          <w:rtl/>
        </w:rPr>
        <w:t xml:space="preserve">وجمرات اطفالك تدريها بس جود الماي ايطفيها </w:t>
      </w:r>
    </w:p>
    <w:p w:rsidR="00C46C29" w:rsidRDefault="00C46C29" w:rsidP="00C46C29">
      <w:pPr>
        <w:pStyle w:val="libPoemCenter"/>
        <w:rPr>
          <w:rFonts w:hint="cs"/>
          <w:rtl/>
        </w:rPr>
      </w:pPr>
      <w:r>
        <w:rPr>
          <w:rFonts w:hint="cs"/>
          <w:rtl/>
        </w:rPr>
        <w:t xml:space="preserve">عطشانه وتسعر جمرتها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جاوبه حسين ارد اخبرك روحتك تصعب عليه </w:t>
      </w:r>
    </w:p>
    <w:p w:rsidR="00C46C29" w:rsidRDefault="00C46C29" w:rsidP="00C46C29">
      <w:pPr>
        <w:pStyle w:val="libPoemCenter"/>
        <w:rPr>
          <w:rFonts w:hint="cs"/>
          <w:rtl/>
        </w:rPr>
      </w:pPr>
      <w:r>
        <w:rPr>
          <w:rFonts w:hint="cs"/>
          <w:rtl/>
        </w:rPr>
        <w:t xml:space="preserve">كل اخوتي وكل بنيني نامت ابحجر المنيه </w:t>
      </w:r>
    </w:p>
    <w:p w:rsidR="00C46C29" w:rsidRDefault="00C46C29" w:rsidP="00C46C29">
      <w:pPr>
        <w:pStyle w:val="libPoemCenter"/>
        <w:rPr>
          <w:rFonts w:hint="cs"/>
          <w:rtl/>
        </w:rPr>
      </w:pPr>
      <w:r>
        <w:rPr>
          <w:rFonts w:hint="cs"/>
          <w:rtl/>
        </w:rPr>
        <w:t xml:space="preserve">وحتى أنصاري يخويه وذّرتها سيوف أميه </w:t>
      </w:r>
    </w:p>
    <w:p w:rsidR="00C46C29" w:rsidRDefault="00C46C29" w:rsidP="00C46C29">
      <w:pPr>
        <w:pStyle w:val="libPoemCenter"/>
        <w:rPr>
          <w:rFonts w:hint="cs"/>
          <w:rtl/>
        </w:rPr>
      </w:pPr>
      <w:r>
        <w:rPr>
          <w:rFonts w:hint="cs"/>
          <w:rtl/>
        </w:rPr>
        <w:t xml:space="preserve">والقدر يخبرني عنك تنذبح آخر ضحيه </w:t>
      </w:r>
    </w:p>
    <w:p w:rsidR="00C46C29" w:rsidRDefault="00C46C29" w:rsidP="00C46C29">
      <w:pPr>
        <w:pStyle w:val="libPoemCenter"/>
        <w:rPr>
          <w:rFonts w:hint="cs"/>
          <w:rtl/>
        </w:rPr>
      </w:pPr>
      <w:r>
        <w:rPr>
          <w:rFonts w:hint="cs"/>
          <w:rtl/>
        </w:rPr>
        <w:t xml:space="preserve">يا عباس وعيني اتشوفك بالمصرع مگطوعه چفوفك </w:t>
      </w:r>
    </w:p>
    <w:p w:rsidR="00C46C29" w:rsidRDefault="00C46C29" w:rsidP="00C46C29">
      <w:pPr>
        <w:pStyle w:val="libPoemCenter"/>
        <w:rPr>
          <w:rFonts w:hint="cs"/>
          <w:rtl/>
        </w:rPr>
      </w:pPr>
      <w:r>
        <w:rPr>
          <w:rFonts w:hint="cs"/>
          <w:rtl/>
        </w:rPr>
        <w:t xml:space="preserve">وزينب تفگد كل اخوتها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مره يا عباس اريدك للحرم تحمي حماها </w:t>
      </w:r>
    </w:p>
    <w:p w:rsidR="00C46C29" w:rsidRDefault="00C46C29" w:rsidP="00C46C29">
      <w:pPr>
        <w:pStyle w:val="libPoemCenter"/>
        <w:rPr>
          <w:rFonts w:hint="cs"/>
          <w:rtl/>
        </w:rPr>
      </w:pPr>
      <w:r>
        <w:rPr>
          <w:rFonts w:hint="cs"/>
          <w:rtl/>
        </w:rPr>
        <w:t xml:space="preserve">ومره يا خويه اريدك تطفي جمرتها ولظاها </w:t>
      </w:r>
    </w:p>
    <w:p w:rsidR="00C46C29" w:rsidRDefault="00C46C29" w:rsidP="00C46C29">
      <w:pPr>
        <w:pStyle w:val="libPoemCenter"/>
        <w:rPr>
          <w:rFonts w:hint="cs"/>
          <w:rtl/>
        </w:rPr>
      </w:pPr>
      <w:r>
        <w:rPr>
          <w:rFonts w:hint="cs"/>
          <w:rtl/>
        </w:rPr>
        <w:t xml:space="preserve">اشلون اسلمك للمنايه يا من لهاشم لواها </w:t>
      </w:r>
    </w:p>
    <w:p w:rsidR="00C46C29" w:rsidRDefault="00C46C29" w:rsidP="00C46C29">
      <w:pPr>
        <w:pStyle w:val="libPoemCenter"/>
        <w:rPr>
          <w:rFonts w:hint="cs"/>
          <w:rtl/>
        </w:rPr>
      </w:pPr>
      <w:r>
        <w:rPr>
          <w:rFonts w:hint="cs"/>
          <w:rtl/>
        </w:rPr>
        <w:t xml:space="preserve">فرگتك يا خويه صعبه وبالگلب يسعر لضاها </w:t>
      </w:r>
    </w:p>
    <w:p w:rsidR="00C46C29" w:rsidRDefault="00C46C29" w:rsidP="00C46C29">
      <w:pPr>
        <w:pStyle w:val="libPoemCenter"/>
        <w:rPr>
          <w:rFonts w:hint="cs"/>
          <w:rtl/>
        </w:rPr>
      </w:pPr>
      <w:r>
        <w:rPr>
          <w:rFonts w:hint="cs"/>
          <w:rtl/>
        </w:rPr>
        <w:t xml:space="preserve">لو شفت چفوفك مگطوعه يا عباس احمل يالوعه </w:t>
      </w:r>
    </w:p>
    <w:p w:rsidR="00C46C29" w:rsidRDefault="00C46C29" w:rsidP="00C46C29">
      <w:pPr>
        <w:pStyle w:val="libPoemCenter"/>
        <w:rPr>
          <w:rFonts w:hint="cs"/>
          <w:rtl/>
        </w:rPr>
      </w:pPr>
      <w:r>
        <w:rPr>
          <w:rFonts w:hint="cs"/>
          <w:rtl/>
        </w:rPr>
        <w:t xml:space="preserve">والعيله اتحس ابغربتها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اتوادع حسين وعضيده وگلبه يشعر بالفجيعه </w:t>
      </w:r>
    </w:p>
    <w:p w:rsidR="00C46C29" w:rsidRDefault="00C46C29" w:rsidP="00C46C29">
      <w:pPr>
        <w:pStyle w:val="libPoemCenter"/>
        <w:rPr>
          <w:rFonts w:hint="cs"/>
          <w:rtl/>
        </w:rPr>
      </w:pPr>
      <w:r>
        <w:rPr>
          <w:rFonts w:hint="cs"/>
          <w:rtl/>
        </w:rPr>
        <w:t xml:space="preserve">ساعه لن صرخه سمعها تدوي من صوب الشريعه </w:t>
      </w:r>
    </w:p>
    <w:p w:rsidR="00C46C29" w:rsidRDefault="00C46C29" w:rsidP="00C46C29">
      <w:pPr>
        <w:pStyle w:val="libPoemCenter"/>
        <w:rPr>
          <w:rFonts w:hint="cs"/>
          <w:rtl/>
        </w:rPr>
      </w:pPr>
      <w:r>
        <w:rPr>
          <w:rFonts w:hint="cs"/>
          <w:rtl/>
        </w:rPr>
        <w:t xml:space="preserve">للنهر مسرع تعنه وشاهد چفوفه گطيعه </w:t>
      </w:r>
    </w:p>
    <w:p w:rsidR="00C46C29" w:rsidRDefault="00C46C29" w:rsidP="00C46C29">
      <w:pPr>
        <w:pStyle w:val="libPoemCenter"/>
        <w:rPr>
          <w:rFonts w:hint="cs"/>
          <w:rtl/>
        </w:rPr>
      </w:pPr>
      <w:r>
        <w:rPr>
          <w:rFonts w:hint="cs"/>
          <w:rtl/>
        </w:rPr>
        <w:t xml:space="preserve">ضلوعه محنيه وينادي ضيعتك يا خويه ضيعه </w:t>
      </w:r>
    </w:p>
    <w:p w:rsidR="00C46C29" w:rsidRDefault="00C46C29" w:rsidP="00C46C29">
      <w:pPr>
        <w:pStyle w:val="libPoemCenter"/>
        <w:rPr>
          <w:rFonts w:hint="cs"/>
          <w:rtl/>
        </w:rPr>
      </w:pPr>
      <w:r>
        <w:rPr>
          <w:rFonts w:hint="cs"/>
          <w:rtl/>
        </w:rPr>
        <w:t xml:space="preserve">يا عباس اكسرته لظهري اشراح اخبر زينب ما أدري </w:t>
      </w:r>
    </w:p>
    <w:p w:rsidR="00C46C29" w:rsidRDefault="00C46C29" w:rsidP="00C46C29">
      <w:pPr>
        <w:pStyle w:val="libPoemCenter"/>
        <w:rPr>
          <w:rFonts w:hint="cs"/>
          <w:rtl/>
        </w:rPr>
      </w:pPr>
      <w:r>
        <w:rPr>
          <w:rFonts w:hint="cs"/>
          <w:rtl/>
        </w:rPr>
        <w:t xml:space="preserve">ولمن تشعر بمصيبتها ما اگدر اسمع صرختها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6" w:name="04"/>
      <w:bookmarkStart w:id="7" w:name="_Toc495744796"/>
      <w:r>
        <w:rPr>
          <w:rFonts w:hint="cs"/>
          <w:rtl/>
        </w:rPr>
        <w:lastRenderedPageBreak/>
        <w:t>عاشت حزينه</w:t>
      </w:r>
      <w:bookmarkEnd w:id="6"/>
      <w:bookmarkEnd w:id="7"/>
      <w:r>
        <w:rPr>
          <w:rFonts w:hint="cs"/>
          <w:rtl/>
        </w:rPr>
        <w:t xml:space="preserve"> </w:t>
      </w:r>
    </w:p>
    <w:p w:rsidR="00C46C29" w:rsidRDefault="00C46C29" w:rsidP="00C46C29">
      <w:pPr>
        <w:pStyle w:val="libPoemCenter"/>
        <w:rPr>
          <w:rFonts w:hint="cs"/>
          <w:rtl/>
        </w:rPr>
      </w:pPr>
      <w:r>
        <w:rPr>
          <w:rFonts w:hint="cs"/>
          <w:rtl/>
        </w:rPr>
        <w:t xml:space="preserve">مظلومة زينب يا دهر إرحمها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PoemCenter"/>
        <w:rPr>
          <w:rFonts w:hint="cs"/>
          <w:rtl/>
        </w:rPr>
      </w:pPr>
      <w:r>
        <w:rPr>
          <w:rFonts w:hint="cs"/>
          <w:rtl/>
        </w:rPr>
        <w:t xml:space="preserve">يا فاجعه التنساها متحيره ابدنياها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دهر هاي العقيله لو ردت تنشدني عنها </w:t>
      </w:r>
    </w:p>
    <w:p w:rsidR="00C46C29" w:rsidRDefault="00C46C29" w:rsidP="00C46C29">
      <w:pPr>
        <w:pStyle w:val="libPoemCenter"/>
        <w:rPr>
          <w:rFonts w:hint="cs"/>
          <w:rtl/>
        </w:rPr>
      </w:pPr>
      <w:r>
        <w:rPr>
          <w:rFonts w:hint="cs"/>
          <w:rtl/>
        </w:rPr>
        <w:t xml:space="preserve">هذي ام الحزن زينب عجز حتى الصبر منها </w:t>
      </w:r>
    </w:p>
    <w:p w:rsidR="00C46C29" w:rsidRDefault="00C46C29" w:rsidP="00C46C29">
      <w:pPr>
        <w:pStyle w:val="libPoemCenter"/>
        <w:rPr>
          <w:rFonts w:hint="cs"/>
          <w:rtl/>
        </w:rPr>
      </w:pPr>
      <w:r>
        <w:rPr>
          <w:rFonts w:hint="cs"/>
          <w:rtl/>
        </w:rPr>
        <w:t xml:space="preserve">والمحن ما فارگنها اتيتمت من زغر سنها </w:t>
      </w:r>
    </w:p>
    <w:p w:rsidR="00C46C29" w:rsidRDefault="00C46C29" w:rsidP="00C46C29">
      <w:pPr>
        <w:pStyle w:val="libPoemCenter"/>
        <w:rPr>
          <w:rFonts w:hint="cs"/>
          <w:rtl/>
        </w:rPr>
      </w:pPr>
      <w:r>
        <w:rPr>
          <w:rFonts w:hint="cs"/>
          <w:rtl/>
        </w:rPr>
        <w:t xml:space="preserve">شافت عله امها اشماجره ومن راحت امها الطاهره </w:t>
      </w:r>
    </w:p>
    <w:p w:rsidR="00C46C29" w:rsidRDefault="00C46C29" w:rsidP="00C46C29">
      <w:pPr>
        <w:pStyle w:val="libPoemCenter"/>
        <w:rPr>
          <w:rFonts w:hint="cs"/>
          <w:rtl/>
        </w:rPr>
      </w:pPr>
      <w:r>
        <w:rPr>
          <w:rFonts w:hint="cs"/>
          <w:rtl/>
        </w:rPr>
        <w:t xml:space="preserve">عاشت يتيمه وصابره وبالصبر ما خاب ظنها </w:t>
      </w:r>
    </w:p>
    <w:p w:rsidR="00C46C29" w:rsidRDefault="00C46C29" w:rsidP="00C46C29">
      <w:pPr>
        <w:pStyle w:val="libPoemCenter"/>
        <w:rPr>
          <w:rFonts w:hint="cs"/>
          <w:rtl/>
        </w:rPr>
      </w:pPr>
      <w:r>
        <w:rPr>
          <w:rFonts w:hint="cs"/>
          <w:rtl/>
        </w:rPr>
        <w:t xml:space="preserve">يا دهر جورك عالصبر علّمها </w:t>
      </w:r>
    </w:p>
    <w:p w:rsidR="00C46C29" w:rsidRDefault="00C46C29" w:rsidP="00C46C29">
      <w:pPr>
        <w:pStyle w:val="libPoemCenter"/>
        <w:rPr>
          <w:rFonts w:hint="cs"/>
          <w:rtl/>
        </w:rPr>
      </w:pPr>
      <w:r>
        <w:rPr>
          <w:rFonts w:hint="cs"/>
          <w:rtl/>
        </w:rPr>
        <w:t xml:space="preserve">وصوّب گلب بت فاطمه ويتمها </w:t>
      </w:r>
    </w:p>
    <w:p w:rsidR="00C46C29" w:rsidRDefault="00C46C29" w:rsidP="00C46C29">
      <w:pPr>
        <w:pStyle w:val="libPoemCenter"/>
        <w:rPr>
          <w:rFonts w:hint="cs"/>
          <w:rtl/>
        </w:rPr>
      </w:pPr>
      <w:r>
        <w:rPr>
          <w:rFonts w:hint="cs"/>
          <w:rtl/>
        </w:rPr>
        <w:t xml:space="preserve">متيتمه ومفجوعه ومن عگب هاي اللوعه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زينب ابشوفة ابوها اتهون چانت فاجعتها </w:t>
      </w:r>
    </w:p>
    <w:p w:rsidR="00C46C29" w:rsidRDefault="00C46C29" w:rsidP="00C46C29">
      <w:pPr>
        <w:pStyle w:val="libPoemCenter"/>
        <w:rPr>
          <w:rFonts w:hint="cs"/>
          <w:rtl/>
        </w:rPr>
      </w:pPr>
      <w:r>
        <w:rPr>
          <w:rFonts w:hint="cs"/>
          <w:rtl/>
        </w:rPr>
        <w:t xml:space="preserve">النوب يا دهر المنايه ابيا مصيبه صوبتها </w:t>
      </w:r>
    </w:p>
    <w:p w:rsidR="00C46C29" w:rsidRDefault="00C46C29" w:rsidP="00C46C29">
      <w:pPr>
        <w:pStyle w:val="libPoemCenter"/>
        <w:rPr>
          <w:rFonts w:hint="cs"/>
          <w:rtl/>
        </w:rPr>
      </w:pPr>
      <w:r>
        <w:rPr>
          <w:rFonts w:hint="cs"/>
          <w:rtl/>
        </w:rPr>
        <w:t xml:space="preserve">من بعد فگد البتول ابفگد ابوها يتمتها </w:t>
      </w:r>
    </w:p>
    <w:p w:rsidR="00C46C29" w:rsidRDefault="00C46C29" w:rsidP="00C46C29">
      <w:pPr>
        <w:pStyle w:val="libPoemCenter"/>
        <w:rPr>
          <w:rFonts w:hint="cs"/>
          <w:rtl/>
        </w:rPr>
      </w:pPr>
      <w:r>
        <w:rPr>
          <w:rFonts w:hint="cs"/>
          <w:rtl/>
        </w:rPr>
        <w:t xml:space="preserve">وزينب لبوها شافته مخضوبه بالدم شيبته </w:t>
      </w:r>
    </w:p>
    <w:p w:rsidR="00C46C29" w:rsidRDefault="00C46C29" w:rsidP="00C46C29">
      <w:pPr>
        <w:pStyle w:val="libPoemCenter"/>
        <w:rPr>
          <w:rFonts w:hint="cs"/>
          <w:rtl/>
        </w:rPr>
      </w:pPr>
      <w:r>
        <w:rPr>
          <w:rFonts w:hint="cs"/>
          <w:rtl/>
        </w:rPr>
        <w:t xml:space="preserve">طاحت عليه ونادته الدنيه عگبك ما ردتها </w:t>
      </w:r>
    </w:p>
    <w:p w:rsidR="00C46C29" w:rsidRDefault="00C46C29" w:rsidP="00C46C29">
      <w:pPr>
        <w:pStyle w:val="libPoemCenter"/>
        <w:rPr>
          <w:rFonts w:hint="cs"/>
          <w:rtl/>
        </w:rPr>
      </w:pPr>
      <w:r>
        <w:rPr>
          <w:rFonts w:hint="cs"/>
          <w:rtl/>
        </w:rPr>
        <w:t xml:space="preserve">افراگك يبويه لمهجتي ألّمها </w:t>
      </w:r>
    </w:p>
    <w:p w:rsidR="00C46C29" w:rsidRDefault="00C46C29" w:rsidP="00C46C29">
      <w:pPr>
        <w:pStyle w:val="libPoemCenter"/>
        <w:rPr>
          <w:rFonts w:hint="cs"/>
          <w:rtl/>
        </w:rPr>
      </w:pPr>
      <w:r>
        <w:rPr>
          <w:rFonts w:hint="cs"/>
          <w:rtl/>
        </w:rPr>
        <w:t xml:space="preserve">وفگدك عواميد الصبر هدَّمها </w:t>
      </w:r>
    </w:p>
    <w:p w:rsidR="00C46C29" w:rsidRDefault="00C46C29" w:rsidP="00C46C29">
      <w:pPr>
        <w:pStyle w:val="libPoemCenter"/>
        <w:rPr>
          <w:rFonts w:hint="cs"/>
          <w:rtl/>
        </w:rPr>
      </w:pPr>
      <w:r>
        <w:rPr>
          <w:rFonts w:hint="cs"/>
          <w:rtl/>
        </w:rPr>
        <w:t xml:space="preserve">يا بويه تسمع نوحي واشلون عاشت روحي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بالگلب يكثر صبرها اشما رزايا الدهر تكثر </w:t>
      </w:r>
    </w:p>
    <w:p w:rsidR="00C46C29" w:rsidRDefault="00C46C29" w:rsidP="00C46C29">
      <w:pPr>
        <w:pStyle w:val="libPoemCenter"/>
        <w:rPr>
          <w:rFonts w:hint="cs"/>
          <w:rtl/>
        </w:rPr>
      </w:pPr>
      <w:r>
        <w:rPr>
          <w:rFonts w:hint="cs"/>
          <w:rtl/>
        </w:rPr>
        <w:lastRenderedPageBreak/>
        <w:t xml:space="preserve">عگب ما فارگت امها الطاهره ووالدها حيدر </w:t>
      </w:r>
    </w:p>
    <w:p w:rsidR="00C46C29" w:rsidRDefault="00C46C29" w:rsidP="00C46C29">
      <w:pPr>
        <w:pStyle w:val="libPoemCenter"/>
        <w:rPr>
          <w:rFonts w:hint="cs"/>
          <w:rtl/>
        </w:rPr>
      </w:pPr>
      <w:r>
        <w:rPr>
          <w:rFonts w:hint="cs"/>
          <w:rtl/>
        </w:rPr>
        <w:t xml:space="preserve">النوب شافت چبد اخوها الحسن مسموم وتفطّر </w:t>
      </w:r>
    </w:p>
    <w:p w:rsidR="00C46C29" w:rsidRDefault="00C46C29" w:rsidP="00C46C29">
      <w:pPr>
        <w:pStyle w:val="libPoemCenter"/>
        <w:rPr>
          <w:rFonts w:hint="cs"/>
          <w:rtl/>
        </w:rPr>
      </w:pPr>
      <w:r>
        <w:rPr>
          <w:rFonts w:hint="cs"/>
          <w:rtl/>
        </w:rPr>
        <w:t xml:space="preserve">والصدر من عدها انشحن بالحزن والهم والمحن </w:t>
      </w:r>
    </w:p>
    <w:p w:rsidR="00C46C29" w:rsidRDefault="00C46C29" w:rsidP="00C46C29">
      <w:pPr>
        <w:pStyle w:val="libPoemCenter"/>
        <w:rPr>
          <w:rFonts w:hint="cs"/>
          <w:rtl/>
        </w:rPr>
      </w:pPr>
      <w:r>
        <w:rPr>
          <w:rFonts w:hint="cs"/>
          <w:rtl/>
        </w:rPr>
        <w:t xml:space="preserve">مصيوبه بمصاب الحسن والفكر منها تحيَّر </w:t>
      </w:r>
    </w:p>
    <w:p w:rsidR="00C46C29" w:rsidRDefault="00C46C29" w:rsidP="00C46C29">
      <w:pPr>
        <w:pStyle w:val="libPoemCenter"/>
        <w:rPr>
          <w:rFonts w:hint="cs"/>
          <w:rtl/>
        </w:rPr>
      </w:pPr>
      <w:r>
        <w:rPr>
          <w:rFonts w:hint="cs"/>
          <w:rtl/>
        </w:rPr>
        <w:t xml:space="preserve">محتاره ما بين المصيبه وهمها </w:t>
      </w:r>
    </w:p>
    <w:p w:rsidR="00C46C29" w:rsidRDefault="00C46C29" w:rsidP="00C46C29">
      <w:pPr>
        <w:pStyle w:val="libPoemCenter"/>
        <w:rPr>
          <w:rFonts w:hint="cs"/>
          <w:rtl/>
        </w:rPr>
      </w:pPr>
      <w:r>
        <w:rPr>
          <w:rFonts w:hint="cs"/>
          <w:rtl/>
        </w:rPr>
        <w:t xml:space="preserve">متصدعه وفگد الحسن داهمها </w:t>
      </w:r>
    </w:p>
    <w:p w:rsidR="00C46C29" w:rsidRDefault="00C46C29" w:rsidP="00C46C29">
      <w:pPr>
        <w:pStyle w:val="libPoemCenter"/>
        <w:rPr>
          <w:rFonts w:hint="cs"/>
          <w:rtl/>
        </w:rPr>
      </w:pPr>
      <w:r>
        <w:rPr>
          <w:rFonts w:hint="cs"/>
          <w:rtl/>
        </w:rPr>
        <w:t xml:space="preserve">بالطشت شافت چبده واشلون عاشت بعده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دهر والنوب اخبرك عن هظم رابع مصيبه </w:t>
      </w:r>
    </w:p>
    <w:p w:rsidR="00C46C29" w:rsidRDefault="00C46C29" w:rsidP="00C46C29">
      <w:pPr>
        <w:pStyle w:val="libPoemCenter"/>
        <w:rPr>
          <w:rFonts w:hint="cs"/>
          <w:rtl/>
        </w:rPr>
      </w:pPr>
      <w:r>
        <w:rPr>
          <w:rFonts w:hint="cs"/>
          <w:rtl/>
        </w:rPr>
        <w:t xml:space="preserve">بكربله ولنها تشاهد جثث ولياها سليبه </w:t>
      </w:r>
    </w:p>
    <w:p w:rsidR="00C46C29" w:rsidRDefault="00C46C29" w:rsidP="00C46C29">
      <w:pPr>
        <w:pStyle w:val="libPoemCenter"/>
        <w:rPr>
          <w:rFonts w:hint="cs"/>
          <w:rtl/>
        </w:rPr>
      </w:pPr>
      <w:r>
        <w:rPr>
          <w:rFonts w:hint="cs"/>
          <w:rtl/>
        </w:rPr>
        <w:t xml:space="preserve">چانت ام الخدر زينب اصبحت ام المصيبه </w:t>
      </w:r>
    </w:p>
    <w:p w:rsidR="00C46C29" w:rsidRDefault="00C46C29" w:rsidP="00C46C29">
      <w:pPr>
        <w:pStyle w:val="libPoemCenter"/>
        <w:rPr>
          <w:rFonts w:hint="cs"/>
          <w:rtl/>
        </w:rPr>
      </w:pPr>
      <w:r>
        <w:rPr>
          <w:rFonts w:hint="cs"/>
          <w:rtl/>
        </w:rPr>
        <w:t xml:space="preserve">صدَّت بعين الفاجعه شافت جسوم امگطعه </w:t>
      </w:r>
    </w:p>
    <w:p w:rsidR="00C46C29" w:rsidRDefault="00C46C29" w:rsidP="00C46C29">
      <w:pPr>
        <w:pStyle w:val="libPoemCenter"/>
        <w:rPr>
          <w:rFonts w:hint="cs"/>
          <w:rtl/>
        </w:rPr>
      </w:pPr>
      <w:r>
        <w:rPr>
          <w:rFonts w:hint="cs"/>
          <w:rtl/>
        </w:rPr>
        <w:t xml:space="preserve">شافت حسين ابمصرعه جثته بدمه خضيبه </w:t>
      </w:r>
    </w:p>
    <w:p w:rsidR="00C46C29" w:rsidRDefault="00C46C29" w:rsidP="00C46C29">
      <w:pPr>
        <w:pStyle w:val="libPoemCenter"/>
        <w:rPr>
          <w:rFonts w:hint="cs"/>
          <w:rtl/>
        </w:rPr>
      </w:pPr>
      <w:r>
        <w:rPr>
          <w:rFonts w:hint="cs"/>
          <w:rtl/>
        </w:rPr>
        <w:t xml:space="preserve">جثة وليها اتغسلت من دمها </w:t>
      </w:r>
    </w:p>
    <w:p w:rsidR="00C46C29" w:rsidRDefault="00C46C29" w:rsidP="00C46C29">
      <w:pPr>
        <w:pStyle w:val="libPoemCenter"/>
        <w:rPr>
          <w:rFonts w:hint="cs"/>
          <w:rtl/>
        </w:rPr>
      </w:pPr>
      <w:r>
        <w:rPr>
          <w:rFonts w:hint="cs"/>
          <w:rtl/>
        </w:rPr>
        <w:t xml:space="preserve">ليش من اخوها يا دهر تحرمها </w:t>
      </w:r>
    </w:p>
    <w:p w:rsidR="00C46C29" w:rsidRDefault="00C46C29" w:rsidP="00C46C29">
      <w:pPr>
        <w:pStyle w:val="libPoemCenter"/>
        <w:rPr>
          <w:rFonts w:hint="cs"/>
          <w:rtl/>
        </w:rPr>
      </w:pPr>
      <w:r>
        <w:rPr>
          <w:rFonts w:hint="cs"/>
          <w:rtl/>
        </w:rPr>
        <w:t xml:space="preserve">گعدت تشمه ابنحره مظلومه مثل الزهره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حسين بالمصرع ذبيح وعالرمال ايسيل دمه </w:t>
      </w:r>
    </w:p>
    <w:p w:rsidR="00C46C29" w:rsidRDefault="00C46C29" w:rsidP="00C46C29">
      <w:pPr>
        <w:pStyle w:val="libPoemCenter"/>
        <w:rPr>
          <w:rFonts w:hint="cs"/>
          <w:rtl/>
        </w:rPr>
      </w:pPr>
      <w:r>
        <w:rPr>
          <w:rFonts w:hint="cs"/>
          <w:rtl/>
        </w:rPr>
        <w:t xml:space="preserve">يا دهر واشلون طيحه طاحت ام الخدر يمه </w:t>
      </w:r>
    </w:p>
    <w:p w:rsidR="00C46C29" w:rsidRDefault="00C46C29" w:rsidP="00C46C29">
      <w:pPr>
        <w:pStyle w:val="libPoemCenter"/>
        <w:rPr>
          <w:rFonts w:hint="cs"/>
          <w:rtl/>
        </w:rPr>
      </w:pPr>
      <w:r>
        <w:rPr>
          <w:rFonts w:hint="cs"/>
          <w:rtl/>
        </w:rPr>
        <w:t xml:space="preserve">نوبه تمسح دم وريده نوبه بالمنحر تشمه </w:t>
      </w:r>
    </w:p>
    <w:p w:rsidR="00C46C29" w:rsidRDefault="00C46C29" w:rsidP="00C46C29">
      <w:pPr>
        <w:pStyle w:val="libPoemCenter"/>
        <w:rPr>
          <w:rFonts w:hint="cs"/>
          <w:rtl/>
        </w:rPr>
      </w:pPr>
      <w:r>
        <w:rPr>
          <w:rFonts w:hint="cs"/>
          <w:rtl/>
        </w:rPr>
        <w:t xml:space="preserve">والنوب شبحت للسمه لرب الجلاله اتكلمه </w:t>
      </w:r>
    </w:p>
    <w:p w:rsidR="00C46C29" w:rsidRDefault="00C46C29" w:rsidP="00C46C29">
      <w:pPr>
        <w:pStyle w:val="libPoemCenter"/>
        <w:rPr>
          <w:rFonts w:hint="cs"/>
          <w:rtl/>
        </w:rPr>
      </w:pPr>
      <w:r>
        <w:rPr>
          <w:rFonts w:hint="cs"/>
          <w:rtl/>
        </w:rPr>
        <w:t xml:space="preserve">قربان هذا انقدِّمه وصارت اتحرك ابجسمه </w:t>
      </w:r>
    </w:p>
    <w:p w:rsidR="00C46C29" w:rsidRDefault="00C46C29" w:rsidP="00C46C29">
      <w:pPr>
        <w:pStyle w:val="libPoemCenter"/>
        <w:rPr>
          <w:rFonts w:hint="cs"/>
          <w:rtl/>
        </w:rPr>
      </w:pPr>
      <w:r>
        <w:rPr>
          <w:rFonts w:hint="cs"/>
          <w:rtl/>
        </w:rPr>
        <w:t xml:space="preserve">هاي الغريبه ولا اخو ظل يمها </w:t>
      </w:r>
    </w:p>
    <w:p w:rsidR="00C46C29" w:rsidRDefault="00C46C29" w:rsidP="00C46C29">
      <w:pPr>
        <w:pStyle w:val="libPoemCenter"/>
        <w:rPr>
          <w:rFonts w:hint="cs"/>
          <w:rtl/>
        </w:rPr>
      </w:pPr>
      <w:r>
        <w:rPr>
          <w:rFonts w:hint="cs"/>
          <w:rtl/>
        </w:rPr>
        <w:t xml:space="preserve">ونار المصايب تستعر بخيمها </w:t>
      </w:r>
    </w:p>
    <w:p w:rsidR="00C46C29" w:rsidRDefault="00C46C29" w:rsidP="00C46C29">
      <w:pPr>
        <w:pStyle w:val="libPoemCenter"/>
        <w:rPr>
          <w:rFonts w:hint="cs"/>
          <w:rtl/>
        </w:rPr>
      </w:pPr>
      <w:r>
        <w:rPr>
          <w:rFonts w:hint="cs"/>
          <w:rtl/>
        </w:rPr>
        <w:t xml:space="preserve">يالوعة امصيبتها اتفت الصخر حالتها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عافت حسين وتعنّت للنهر يم الكفلها </w:t>
      </w:r>
    </w:p>
    <w:p w:rsidR="00C46C29" w:rsidRDefault="00C46C29" w:rsidP="00C46C29">
      <w:pPr>
        <w:pStyle w:val="libPoemCenter"/>
        <w:rPr>
          <w:rFonts w:hint="cs"/>
          <w:rtl/>
        </w:rPr>
      </w:pPr>
      <w:r>
        <w:rPr>
          <w:rFonts w:hint="cs"/>
          <w:rtl/>
        </w:rPr>
        <w:t xml:space="preserve">انحنت من شافت چفوفه ودمعة الناظر تهلها </w:t>
      </w:r>
    </w:p>
    <w:p w:rsidR="00C46C29" w:rsidRDefault="00C46C29" w:rsidP="00C46C29">
      <w:pPr>
        <w:pStyle w:val="libPoemCenter"/>
        <w:rPr>
          <w:rFonts w:hint="cs"/>
          <w:rtl/>
        </w:rPr>
      </w:pPr>
      <w:r>
        <w:rPr>
          <w:rFonts w:hint="cs"/>
          <w:rtl/>
        </w:rPr>
        <w:t xml:space="preserve">اتگله يا عباس هاي العايله گطعت املها </w:t>
      </w:r>
    </w:p>
    <w:p w:rsidR="00C46C29" w:rsidRDefault="00C46C29" w:rsidP="00C46C29">
      <w:pPr>
        <w:pStyle w:val="libPoemCenter"/>
        <w:rPr>
          <w:rFonts w:hint="cs"/>
          <w:rtl/>
        </w:rPr>
      </w:pPr>
      <w:r>
        <w:rPr>
          <w:rFonts w:hint="cs"/>
          <w:rtl/>
        </w:rPr>
        <w:t xml:space="preserve">عفت الغرايب بالحزن وحده على الوالد تحن </w:t>
      </w:r>
    </w:p>
    <w:p w:rsidR="00C46C29" w:rsidRDefault="00C46C29" w:rsidP="00C46C29">
      <w:pPr>
        <w:pStyle w:val="libPoemCenter"/>
        <w:rPr>
          <w:rFonts w:hint="cs"/>
          <w:rtl/>
        </w:rPr>
      </w:pPr>
      <w:r>
        <w:rPr>
          <w:rFonts w:hint="cs"/>
          <w:rtl/>
        </w:rPr>
        <w:t xml:space="preserve">وحده اعله ضنوتها تون وحده مفجوعه ابطفلها </w:t>
      </w:r>
    </w:p>
    <w:p w:rsidR="00C46C29" w:rsidRDefault="00C46C29" w:rsidP="00C46C29">
      <w:pPr>
        <w:pStyle w:val="libPoemCenter"/>
        <w:rPr>
          <w:rFonts w:hint="cs"/>
          <w:rtl/>
        </w:rPr>
      </w:pPr>
      <w:r>
        <w:rPr>
          <w:rFonts w:hint="cs"/>
          <w:rtl/>
        </w:rPr>
        <w:t xml:space="preserve">يا خويه هاي العايله شيلمها </w:t>
      </w:r>
    </w:p>
    <w:p w:rsidR="00C46C29" w:rsidRDefault="00C46C29" w:rsidP="00C46C29">
      <w:pPr>
        <w:pStyle w:val="libPoemCenter"/>
        <w:rPr>
          <w:rFonts w:hint="cs"/>
          <w:rtl/>
        </w:rPr>
      </w:pPr>
      <w:r>
        <w:rPr>
          <w:rFonts w:hint="cs"/>
          <w:rtl/>
        </w:rPr>
        <w:t xml:space="preserve">وتدري ابمصايبنه الدهر يختمها </w:t>
      </w:r>
    </w:p>
    <w:p w:rsidR="00C46C29" w:rsidRDefault="00C46C29" w:rsidP="00C46C29">
      <w:pPr>
        <w:pStyle w:val="libPoemCenter"/>
        <w:rPr>
          <w:rFonts w:hint="cs"/>
          <w:rtl/>
        </w:rPr>
      </w:pPr>
      <w:r>
        <w:rPr>
          <w:rFonts w:hint="cs"/>
          <w:rtl/>
        </w:rPr>
        <w:t xml:space="preserve">هالعيله گطعت ظنها ولو ردت تنشد عنها </w:t>
      </w:r>
    </w:p>
    <w:p w:rsidR="00C46C29" w:rsidRDefault="00C46C29" w:rsidP="00C46C29">
      <w:pPr>
        <w:pStyle w:val="libPoemCenter"/>
        <w:rPr>
          <w:rFonts w:hint="cs"/>
          <w:rtl/>
        </w:rPr>
      </w:pPr>
      <w:r>
        <w:rPr>
          <w:rFonts w:hint="cs"/>
          <w:rtl/>
        </w:rPr>
        <w:t xml:space="preserve">عاشت حزينه وصابره مثل امها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اليوم ابو الصادق توسد جسمه بحجور المنيه </w:t>
      </w:r>
    </w:p>
    <w:p w:rsidR="00C46C29" w:rsidRDefault="00C46C29" w:rsidP="00C46C29">
      <w:pPr>
        <w:pStyle w:val="libPoemCenter"/>
        <w:rPr>
          <w:rFonts w:hint="cs"/>
          <w:rtl/>
        </w:rPr>
      </w:pPr>
      <w:r>
        <w:rPr>
          <w:rFonts w:hint="cs"/>
          <w:rtl/>
        </w:rPr>
        <w:t xml:space="preserve">وجبينه يم گبر العقيله نجري دمعات الرزيه </w:t>
      </w:r>
    </w:p>
    <w:p w:rsidR="00C46C29" w:rsidRDefault="00C46C29" w:rsidP="00C46C29">
      <w:pPr>
        <w:pStyle w:val="libPoemCenter"/>
        <w:rPr>
          <w:rFonts w:hint="cs"/>
          <w:rtl/>
        </w:rPr>
      </w:pPr>
      <w:r>
        <w:rPr>
          <w:rFonts w:hint="cs"/>
          <w:rtl/>
        </w:rPr>
        <w:t xml:space="preserve">الباقر اوياها تيسر حين ودوها سبيه </w:t>
      </w:r>
    </w:p>
    <w:p w:rsidR="00C46C29" w:rsidRDefault="00C46C29" w:rsidP="00C46C29">
      <w:pPr>
        <w:pStyle w:val="libPoemCenter"/>
        <w:rPr>
          <w:rFonts w:hint="cs"/>
          <w:rtl/>
        </w:rPr>
      </w:pPr>
      <w:r>
        <w:rPr>
          <w:rFonts w:hint="cs"/>
          <w:rtl/>
        </w:rPr>
        <w:t xml:space="preserve">شاف المصايب واليسر </w:t>
      </w:r>
    </w:p>
    <w:p w:rsidR="00C46C29" w:rsidRDefault="00C46C29" w:rsidP="00C46C29">
      <w:pPr>
        <w:pStyle w:val="libPoemCenter"/>
        <w:rPr>
          <w:rFonts w:hint="cs"/>
          <w:rtl/>
        </w:rPr>
      </w:pPr>
      <w:r>
        <w:rPr>
          <w:rFonts w:hint="cs"/>
          <w:rtl/>
        </w:rPr>
        <w:t xml:space="preserve">واتحمل هموم وصبر </w:t>
      </w:r>
    </w:p>
    <w:p w:rsidR="00C46C29" w:rsidRDefault="00C46C29" w:rsidP="00C46C29">
      <w:pPr>
        <w:pStyle w:val="libPoemCenter"/>
        <w:rPr>
          <w:rFonts w:hint="cs"/>
          <w:rtl/>
        </w:rPr>
      </w:pPr>
      <w:r>
        <w:rPr>
          <w:rFonts w:hint="cs"/>
          <w:rtl/>
        </w:rPr>
        <w:t xml:space="preserve">عاش الحياة اعله الجمر </w:t>
      </w:r>
    </w:p>
    <w:p w:rsidR="00C46C29" w:rsidRDefault="00C46C29" w:rsidP="00C46C29">
      <w:pPr>
        <w:pStyle w:val="libPoemCenter"/>
        <w:rPr>
          <w:rFonts w:hint="cs"/>
          <w:rtl/>
        </w:rPr>
      </w:pPr>
      <w:r>
        <w:rPr>
          <w:rFonts w:hint="cs"/>
          <w:rtl/>
        </w:rPr>
        <w:t xml:space="preserve">اليوم جبينه ابدمع يجري انواسي زينب بالمصايب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(طهران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8" w:name="05"/>
      <w:bookmarkStart w:id="9" w:name="_Toc495744797"/>
      <w:r>
        <w:rPr>
          <w:rFonts w:hint="cs"/>
          <w:rtl/>
        </w:rPr>
        <w:lastRenderedPageBreak/>
        <w:t>الشهيد الأوّل</w:t>
      </w:r>
      <w:bookmarkEnd w:id="8"/>
      <w:bookmarkEnd w:id="9"/>
      <w:r>
        <w:rPr>
          <w:rFonts w:hint="cs"/>
          <w:rtl/>
        </w:rPr>
        <w:t xml:space="preserve"> </w:t>
      </w:r>
    </w:p>
    <w:p w:rsidR="00C46C29" w:rsidRDefault="00C46C29" w:rsidP="00C46C29">
      <w:pPr>
        <w:pStyle w:val="libPoemCenter"/>
        <w:rPr>
          <w:rFonts w:hint="cs"/>
          <w:rtl/>
        </w:rPr>
      </w:pPr>
      <w:r>
        <w:rPr>
          <w:rFonts w:hint="cs"/>
          <w:rtl/>
        </w:rPr>
        <w:t xml:space="preserve">مسلم الهم راد اصلاح وتوحيد </w:t>
      </w:r>
    </w:p>
    <w:p w:rsidR="00C46C29" w:rsidRDefault="00C46C29" w:rsidP="00C46C29">
      <w:pPr>
        <w:pStyle w:val="libPoemCenter"/>
        <w:rPr>
          <w:rFonts w:hint="cs"/>
          <w:rtl/>
        </w:rPr>
      </w:pPr>
      <w:r>
        <w:rPr>
          <w:rFonts w:hint="cs"/>
          <w:rtl/>
        </w:rPr>
        <w:t xml:space="preserve">واتوجه للكوفه وأهدافه المعروفه </w:t>
      </w:r>
    </w:p>
    <w:p w:rsidR="00C46C29" w:rsidRDefault="00C46C29" w:rsidP="00C46C29">
      <w:pPr>
        <w:pStyle w:val="libPoemCenter"/>
        <w:rPr>
          <w:rFonts w:hint="cs"/>
          <w:rtl/>
        </w:rPr>
      </w:pPr>
      <w:r>
        <w:rPr>
          <w:rFonts w:hint="cs"/>
          <w:rtl/>
        </w:rPr>
        <w:t xml:space="preserve">اصلاح وتوحيد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 ردت تدرس معالم مسلم وغاية مسيره </w:t>
      </w:r>
    </w:p>
    <w:p w:rsidR="00C46C29" w:rsidRDefault="00C46C29" w:rsidP="00C46C29">
      <w:pPr>
        <w:pStyle w:val="libPoemCenter"/>
        <w:rPr>
          <w:rFonts w:hint="cs"/>
          <w:rtl/>
        </w:rPr>
      </w:pPr>
      <w:r>
        <w:rPr>
          <w:rFonts w:hint="cs"/>
          <w:rtl/>
        </w:rPr>
        <w:t xml:space="preserve">إبدي من مطلع حياته لحد مراحلها الأخيره </w:t>
      </w:r>
    </w:p>
    <w:p w:rsidR="00C46C29" w:rsidRDefault="00C46C29" w:rsidP="00C46C29">
      <w:pPr>
        <w:pStyle w:val="libPoemCenter"/>
        <w:rPr>
          <w:rFonts w:hint="cs"/>
          <w:rtl/>
        </w:rPr>
      </w:pPr>
      <w:r>
        <w:rPr>
          <w:rFonts w:hint="cs"/>
          <w:rtl/>
        </w:rPr>
        <w:t xml:space="preserve">اتشوفه مثل الشمعه يضوي ويحترگ والضوه لغيره </w:t>
      </w:r>
    </w:p>
    <w:p w:rsidR="00C46C29" w:rsidRDefault="00C46C29" w:rsidP="00C46C29">
      <w:pPr>
        <w:pStyle w:val="libPoemCenter"/>
        <w:rPr>
          <w:rFonts w:hint="cs"/>
          <w:rtl/>
        </w:rPr>
      </w:pPr>
      <w:r>
        <w:rPr>
          <w:rFonts w:hint="cs"/>
          <w:rtl/>
        </w:rPr>
        <w:t xml:space="preserve">أهدافه هذي وفكرته للعدل للحگ غايته </w:t>
      </w:r>
    </w:p>
    <w:p w:rsidR="00C46C29" w:rsidRDefault="00C46C29" w:rsidP="00C46C29">
      <w:pPr>
        <w:pStyle w:val="libPoemCenter"/>
        <w:rPr>
          <w:rFonts w:hint="cs"/>
          <w:rtl/>
        </w:rPr>
      </w:pPr>
      <w:r>
        <w:rPr>
          <w:rFonts w:hint="cs"/>
          <w:rtl/>
        </w:rPr>
        <w:t xml:space="preserve">نهضة حسين وثورته امدوِّنه بصفحة ضميره </w:t>
      </w:r>
    </w:p>
    <w:p w:rsidR="00C46C29" w:rsidRDefault="00C46C29" w:rsidP="00C46C29">
      <w:pPr>
        <w:pStyle w:val="libPoemCenter"/>
        <w:rPr>
          <w:rFonts w:hint="cs"/>
          <w:rtl/>
        </w:rPr>
      </w:pPr>
      <w:r>
        <w:rPr>
          <w:rFonts w:hint="cs"/>
          <w:rtl/>
        </w:rPr>
        <w:t xml:space="preserve">بالعز والايمان للذل ما مد إيد </w:t>
      </w:r>
    </w:p>
    <w:p w:rsidR="00C46C29" w:rsidRDefault="00C46C29" w:rsidP="00C46C29">
      <w:pPr>
        <w:pStyle w:val="libPoemCenter"/>
        <w:rPr>
          <w:rFonts w:hint="cs"/>
          <w:rtl/>
        </w:rPr>
      </w:pPr>
      <w:r>
        <w:rPr>
          <w:rFonts w:hint="cs"/>
          <w:rtl/>
        </w:rPr>
        <w:t xml:space="preserve">مسلم هاي اوصافه وانعرفت أهدافه </w:t>
      </w:r>
    </w:p>
    <w:p w:rsidR="00C46C29" w:rsidRDefault="00C46C29" w:rsidP="00C46C29">
      <w:pPr>
        <w:pStyle w:val="libPoemCenter"/>
        <w:rPr>
          <w:rFonts w:hint="cs"/>
          <w:rtl/>
        </w:rPr>
      </w:pPr>
      <w:r>
        <w:rPr>
          <w:rFonts w:hint="cs"/>
          <w:rtl/>
        </w:rPr>
        <w:t xml:space="preserve">اصلاح وتوحيد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بثورة حسين المجيده انكتب أول اسم اسمه </w:t>
      </w:r>
    </w:p>
    <w:p w:rsidR="00C46C29" w:rsidRDefault="00C46C29" w:rsidP="00C46C29">
      <w:pPr>
        <w:pStyle w:val="libPoemCenter"/>
        <w:rPr>
          <w:rFonts w:hint="cs"/>
          <w:rtl/>
        </w:rPr>
      </w:pPr>
      <w:r>
        <w:rPr>
          <w:rFonts w:hint="cs"/>
          <w:rtl/>
        </w:rPr>
        <w:t xml:space="preserve">ثاير وسجّل صحايف تضحيه والحبر دمه </w:t>
      </w:r>
    </w:p>
    <w:p w:rsidR="00C46C29" w:rsidRDefault="00C46C29" w:rsidP="00C46C29">
      <w:pPr>
        <w:pStyle w:val="libPoemCenter"/>
        <w:rPr>
          <w:rFonts w:hint="cs"/>
          <w:rtl/>
        </w:rPr>
      </w:pPr>
      <w:r>
        <w:rPr>
          <w:rFonts w:hint="cs"/>
          <w:rtl/>
        </w:rPr>
        <w:t xml:space="preserve">ضحه للدين ابحياته وبالعزم أدَّه المهمه </w:t>
      </w:r>
    </w:p>
    <w:p w:rsidR="00C46C29" w:rsidRDefault="00C46C29" w:rsidP="00C46C29">
      <w:pPr>
        <w:pStyle w:val="libPoemCenter"/>
        <w:rPr>
          <w:rFonts w:hint="cs"/>
          <w:rtl/>
        </w:rPr>
      </w:pPr>
      <w:r>
        <w:rPr>
          <w:rFonts w:hint="cs"/>
          <w:rtl/>
        </w:rPr>
        <w:t xml:space="preserve">مسلم رفع راية ظفر شريانه عالسيف انتصر </w:t>
      </w:r>
    </w:p>
    <w:p w:rsidR="00C46C29" w:rsidRDefault="00C46C29" w:rsidP="00C46C29">
      <w:pPr>
        <w:pStyle w:val="libPoemCenter"/>
        <w:rPr>
          <w:rFonts w:hint="cs"/>
          <w:rtl/>
        </w:rPr>
      </w:pPr>
      <w:r>
        <w:rPr>
          <w:rFonts w:hint="cs"/>
          <w:rtl/>
        </w:rPr>
        <w:t xml:space="preserve">لكل جيل خلّد هالأثر وصار للأجيال القمه </w:t>
      </w:r>
    </w:p>
    <w:p w:rsidR="00C46C29" w:rsidRDefault="00C46C29" w:rsidP="00C46C29">
      <w:pPr>
        <w:pStyle w:val="libPoemCenter"/>
        <w:rPr>
          <w:rFonts w:hint="cs"/>
          <w:rtl/>
        </w:rPr>
      </w:pPr>
      <w:r>
        <w:rPr>
          <w:rFonts w:hint="cs"/>
          <w:rtl/>
        </w:rPr>
        <w:t xml:space="preserve">ظلت بسمه اتصيح اصوات التخليد </w:t>
      </w:r>
    </w:p>
    <w:p w:rsidR="00C46C29" w:rsidRDefault="00C46C29" w:rsidP="00C46C29">
      <w:pPr>
        <w:pStyle w:val="libPoemCenter"/>
        <w:rPr>
          <w:rFonts w:hint="cs"/>
          <w:rtl/>
        </w:rPr>
      </w:pPr>
      <w:r>
        <w:rPr>
          <w:rFonts w:hint="cs"/>
          <w:rtl/>
        </w:rPr>
        <w:t xml:space="preserve">غاياته الموصوفه للوادم مكشوفه </w:t>
      </w:r>
    </w:p>
    <w:p w:rsidR="00C46C29" w:rsidRDefault="00C46C29" w:rsidP="00C46C29">
      <w:pPr>
        <w:pStyle w:val="libPoemCenter"/>
        <w:rPr>
          <w:rFonts w:hint="cs"/>
          <w:rtl/>
        </w:rPr>
      </w:pPr>
      <w:r>
        <w:rPr>
          <w:rFonts w:hint="cs"/>
          <w:rtl/>
        </w:rPr>
        <w:t xml:space="preserve">اصلاح وتوحيد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مسلم اجتاز المصاعب بالثبات وبالاراده </w:t>
      </w:r>
    </w:p>
    <w:p w:rsidR="00C46C29" w:rsidRDefault="00C46C29" w:rsidP="00C46C29">
      <w:pPr>
        <w:pStyle w:val="libPoemCenter"/>
        <w:rPr>
          <w:rFonts w:hint="cs"/>
          <w:rtl/>
        </w:rPr>
      </w:pPr>
      <w:r>
        <w:rPr>
          <w:rFonts w:hint="cs"/>
          <w:rtl/>
        </w:rPr>
        <w:t xml:space="preserve">صار للامثال مضرب من صموده ومن جهاده </w:t>
      </w:r>
    </w:p>
    <w:p w:rsidR="00C46C29" w:rsidRDefault="00C46C29" w:rsidP="00C46C29">
      <w:pPr>
        <w:pStyle w:val="libPoemCenter"/>
        <w:rPr>
          <w:rFonts w:hint="cs"/>
          <w:rtl/>
        </w:rPr>
      </w:pPr>
      <w:r>
        <w:rPr>
          <w:rFonts w:hint="cs"/>
          <w:rtl/>
        </w:rPr>
        <w:t xml:space="preserve">ثاير وفتحت الكوفه ابوجهه أبواب الشهاده </w:t>
      </w:r>
    </w:p>
    <w:p w:rsidR="00C46C29" w:rsidRDefault="00C46C29" w:rsidP="00C46C29">
      <w:pPr>
        <w:pStyle w:val="libPoemCenter"/>
        <w:rPr>
          <w:rFonts w:hint="cs"/>
          <w:rtl/>
        </w:rPr>
      </w:pPr>
      <w:r>
        <w:rPr>
          <w:rFonts w:hint="cs"/>
          <w:rtl/>
        </w:rPr>
        <w:t xml:space="preserve">واستقبل الموت ابعزم ما عاش خاضع منرغم </w:t>
      </w:r>
    </w:p>
    <w:p w:rsidR="00C46C29" w:rsidRDefault="00C46C29" w:rsidP="00C46C29">
      <w:pPr>
        <w:pStyle w:val="libPoemCenter"/>
        <w:rPr>
          <w:rFonts w:hint="cs"/>
          <w:rtl/>
        </w:rPr>
      </w:pPr>
      <w:r>
        <w:rPr>
          <w:rFonts w:hint="cs"/>
          <w:rtl/>
        </w:rPr>
        <w:lastRenderedPageBreak/>
        <w:t xml:space="preserve">خل نسأل ابحكمه وعلم يا هدف للناس راده </w:t>
      </w:r>
    </w:p>
    <w:p w:rsidR="00C46C29" w:rsidRDefault="00C46C29" w:rsidP="00C46C29">
      <w:pPr>
        <w:pStyle w:val="libPoemCenter"/>
        <w:rPr>
          <w:rFonts w:hint="cs"/>
          <w:rtl/>
        </w:rPr>
      </w:pPr>
      <w:r>
        <w:rPr>
          <w:rFonts w:hint="cs"/>
          <w:rtl/>
        </w:rPr>
        <w:t xml:space="preserve">تحرير الاجيال مسلم چان ايريد </w:t>
      </w:r>
    </w:p>
    <w:p w:rsidR="00C46C29" w:rsidRDefault="00C46C29" w:rsidP="00C46C29">
      <w:pPr>
        <w:pStyle w:val="libPoemCenter"/>
        <w:rPr>
          <w:rFonts w:hint="cs"/>
          <w:rtl/>
        </w:rPr>
      </w:pPr>
      <w:r>
        <w:rPr>
          <w:rFonts w:hint="cs"/>
          <w:rtl/>
        </w:rPr>
        <w:t xml:space="preserve">معروف بأسلوبه والغايه المطلوبه </w:t>
      </w:r>
    </w:p>
    <w:p w:rsidR="00C46C29" w:rsidRDefault="00C46C29" w:rsidP="00C46C29">
      <w:pPr>
        <w:pStyle w:val="libPoemCenter"/>
        <w:rPr>
          <w:rFonts w:hint="cs"/>
          <w:rtl/>
        </w:rPr>
      </w:pPr>
      <w:r>
        <w:rPr>
          <w:rFonts w:hint="cs"/>
          <w:rtl/>
        </w:rPr>
        <w:t xml:space="preserve">اصلاح وتوحيد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للهدف قدّم وجوده وراد للأمه الكرامه </w:t>
      </w:r>
    </w:p>
    <w:p w:rsidR="00C46C29" w:rsidRDefault="00C46C29" w:rsidP="00C46C29">
      <w:pPr>
        <w:pStyle w:val="libPoemCenter"/>
        <w:rPr>
          <w:rFonts w:hint="cs"/>
          <w:rtl/>
        </w:rPr>
      </w:pPr>
      <w:r>
        <w:rPr>
          <w:rFonts w:hint="cs"/>
          <w:rtl/>
        </w:rPr>
        <w:t xml:space="preserve">مو مثل أجلاف اميه الطامعه بعرش الزعامه </w:t>
      </w:r>
    </w:p>
    <w:p w:rsidR="00C46C29" w:rsidRDefault="00C46C29" w:rsidP="00C46C29">
      <w:pPr>
        <w:pStyle w:val="libPoemCenter"/>
        <w:rPr>
          <w:rFonts w:hint="cs"/>
          <w:rtl/>
        </w:rPr>
      </w:pPr>
      <w:r>
        <w:rPr>
          <w:rFonts w:hint="cs"/>
          <w:rtl/>
        </w:rPr>
        <w:t xml:space="preserve">جزت بالطغيان حدها وعاشت بذله وندامه </w:t>
      </w:r>
    </w:p>
    <w:p w:rsidR="00C46C29" w:rsidRDefault="00C46C29" w:rsidP="00C46C29">
      <w:pPr>
        <w:pStyle w:val="libPoemCenter"/>
        <w:rPr>
          <w:rFonts w:hint="cs"/>
          <w:rtl/>
        </w:rPr>
      </w:pPr>
      <w:r>
        <w:rPr>
          <w:rFonts w:hint="cs"/>
          <w:rtl/>
        </w:rPr>
        <w:t xml:space="preserve">مسلم تحده الطاغيه بروح الاراده العاليه </w:t>
      </w:r>
    </w:p>
    <w:p w:rsidR="00C46C29" w:rsidRDefault="00C46C29" w:rsidP="00C46C29">
      <w:pPr>
        <w:pStyle w:val="libPoemCenter"/>
        <w:rPr>
          <w:rFonts w:hint="cs"/>
          <w:rtl/>
        </w:rPr>
      </w:pPr>
      <w:r>
        <w:rPr>
          <w:rFonts w:hint="cs"/>
          <w:rtl/>
        </w:rPr>
        <w:t xml:space="preserve">سالك طريق التضحيه بكل جداره وكل شهامه </w:t>
      </w:r>
    </w:p>
    <w:p w:rsidR="00C46C29" w:rsidRDefault="00C46C29" w:rsidP="00C46C29">
      <w:pPr>
        <w:pStyle w:val="libPoemCenter"/>
        <w:rPr>
          <w:rFonts w:hint="cs"/>
          <w:rtl/>
        </w:rPr>
      </w:pPr>
      <w:r>
        <w:rPr>
          <w:rFonts w:hint="cs"/>
          <w:rtl/>
        </w:rPr>
        <w:t xml:space="preserve">مسلم دمه السال حطّم عرش ايزيد </w:t>
      </w:r>
    </w:p>
    <w:p w:rsidR="00C46C29" w:rsidRDefault="00C46C29" w:rsidP="00C46C29">
      <w:pPr>
        <w:pStyle w:val="libPoemCenter"/>
        <w:rPr>
          <w:rFonts w:hint="cs"/>
          <w:rtl/>
        </w:rPr>
      </w:pPr>
      <w:r>
        <w:rPr>
          <w:rFonts w:hint="cs"/>
          <w:rtl/>
        </w:rPr>
        <w:t xml:space="preserve">ما بايع للظالم راد لهاي الوادم </w:t>
      </w:r>
    </w:p>
    <w:p w:rsidR="00C46C29" w:rsidRDefault="00C46C29" w:rsidP="00C46C29">
      <w:pPr>
        <w:pStyle w:val="libPoemCenter"/>
        <w:rPr>
          <w:rFonts w:hint="cs"/>
          <w:rtl/>
        </w:rPr>
      </w:pPr>
      <w:r>
        <w:rPr>
          <w:rFonts w:hint="cs"/>
          <w:rtl/>
        </w:rPr>
        <w:t xml:space="preserve">اصلاح وتوحيد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تضحية مسلم بدايه وهالبدايه ابلا نهايه </w:t>
      </w:r>
    </w:p>
    <w:p w:rsidR="00C46C29" w:rsidRDefault="00C46C29" w:rsidP="00C46C29">
      <w:pPr>
        <w:pStyle w:val="libPoemCenter"/>
        <w:rPr>
          <w:rFonts w:hint="cs"/>
          <w:rtl/>
        </w:rPr>
      </w:pPr>
      <w:r>
        <w:rPr>
          <w:rFonts w:hint="cs"/>
          <w:rtl/>
        </w:rPr>
        <w:t xml:space="preserve">وبعده ظلت مستمره قافلة دم الضحايه </w:t>
      </w:r>
    </w:p>
    <w:p w:rsidR="00C46C29" w:rsidRDefault="00C46C29" w:rsidP="00C46C29">
      <w:pPr>
        <w:pStyle w:val="libPoemCenter"/>
        <w:rPr>
          <w:rFonts w:hint="cs"/>
          <w:rtl/>
        </w:rPr>
      </w:pPr>
      <w:r>
        <w:rPr>
          <w:rFonts w:hint="cs"/>
          <w:rtl/>
        </w:rPr>
        <w:t xml:space="preserve">انظر لثورة حسين بكل يقين وكل درايه </w:t>
      </w:r>
    </w:p>
    <w:p w:rsidR="00C46C29" w:rsidRDefault="00C46C29" w:rsidP="00C46C29">
      <w:pPr>
        <w:pStyle w:val="libPoemCenter"/>
        <w:rPr>
          <w:rFonts w:hint="cs"/>
          <w:rtl/>
        </w:rPr>
      </w:pPr>
      <w:r>
        <w:rPr>
          <w:rFonts w:hint="cs"/>
          <w:rtl/>
        </w:rPr>
        <w:t xml:space="preserve">اول شهيد اسمه انذكر ومن بعده گطعوا چم نحر </w:t>
      </w:r>
    </w:p>
    <w:p w:rsidR="00C46C29" w:rsidRDefault="00C46C29" w:rsidP="00C46C29">
      <w:pPr>
        <w:pStyle w:val="libPoemCenter"/>
        <w:rPr>
          <w:rFonts w:hint="cs"/>
          <w:rtl/>
        </w:rPr>
      </w:pPr>
      <w:r>
        <w:rPr>
          <w:rFonts w:hint="cs"/>
          <w:rtl/>
        </w:rPr>
        <w:t xml:space="preserve">من كربله اخذ الخبر وانظر لوادي المنايه </w:t>
      </w:r>
    </w:p>
    <w:p w:rsidR="00C46C29" w:rsidRDefault="00C46C29" w:rsidP="00C46C29">
      <w:pPr>
        <w:pStyle w:val="libPoemCenter"/>
        <w:rPr>
          <w:rFonts w:hint="cs"/>
          <w:rtl/>
        </w:rPr>
      </w:pPr>
      <w:r>
        <w:rPr>
          <w:rFonts w:hint="cs"/>
          <w:rtl/>
        </w:rPr>
        <w:t xml:space="preserve">وتشوف الأجساد طايح چم صنديد </w:t>
      </w:r>
    </w:p>
    <w:p w:rsidR="00C46C29" w:rsidRDefault="00C46C29" w:rsidP="00C46C29">
      <w:pPr>
        <w:pStyle w:val="libPoemCenter"/>
        <w:rPr>
          <w:rFonts w:hint="cs"/>
          <w:rtl/>
        </w:rPr>
      </w:pPr>
      <w:r>
        <w:rPr>
          <w:rFonts w:hint="cs"/>
          <w:rtl/>
        </w:rPr>
        <w:t xml:space="preserve">ظل مخضوب ابدمه ودمه ايخط للأمه </w:t>
      </w:r>
    </w:p>
    <w:p w:rsidR="00C46C29" w:rsidRDefault="00C46C29" w:rsidP="00C46C29">
      <w:pPr>
        <w:pStyle w:val="libPoemCenter"/>
        <w:rPr>
          <w:rFonts w:hint="cs"/>
          <w:rtl/>
        </w:rPr>
      </w:pPr>
      <w:r>
        <w:rPr>
          <w:rFonts w:hint="cs"/>
          <w:rtl/>
        </w:rPr>
        <w:t xml:space="preserve">اصلاح وتوحيد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تضحيه ومسلم بداها وابن عمه اللي ختمها </w:t>
      </w:r>
    </w:p>
    <w:p w:rsidR="00C46C29" w:rsidRDefault="00C46C29" w:rsidP="00C46C29">
      <w:pPr>
        <w:pStyle w:val="libPoemCenter"/>
        <w:rPr>
          <w:rFonts w:hint="cs"/>
          <w:rtl/>
        </w:rPr>
      </w:pPr>
      <w:r>
        <w:rPr>
          <w:rFonts w:hint="cs"/>
          <w:rtl/>
        </w:rPr>
        <w:t xml:space="preserve">انظر لوادي الطفوف اجسوم متضرِّجه ابدمها </w:t>
      </w:r>
    </w:p>
    <w:p w:rsidR="00C46C29" w:rsidRDefault="00C46C29" w:rsidP="00C46C29">
      <w:pPr>
        <w:pStyle w:val="libPoemCenter"/>
        <w:rPr>
          <w:rFonts w:hint="cs"/>
          <w:rtl/>
        </w:rPr>
      </w:pPr>
      <w:r>
        <w:rPr>
          <w:rFonts w:hint="cs"/>
          <w:rtl/>
        </w:rPr>
        <w:t xml:space="preserve">راحت الوليان ظلت عايله وحرگوا خيمها </w:t>
      </w:r>
    </w:p>
    <w:p w:rsidR="00C46C29" w:rsidRDefault="00C46C29" w:rsidP="00C46C29">
      <w:pPr>
        <w:pStyle w:val="libPoemCenter"/>
        <w:rPr>
          <w:rFonts w:hint="cs"/>
          <w:rtl/>
        </w:rPr>
      </w:pPr>
      <w:r>
        <w:rPr>
          <w:rFonts w:hint="cs"/>
          <w:rtl/>
        </w:rPr>
        <w:t xml:space="preserve">ظلت غريبه العايله </w:t>
      </w:r>
    </w:p>
    <w:p w:rsidR="00C46C29" w:rsidRDefault="00C46C29" w:rsidP="00C46C29">
      <w:pPr>
        <w:pStyle w:val="libPoemCenter"/>
        <w:rPr>
          <w:rFonts w:hint="cs"/>
          <w:rtl/>
        </w:rPr>
      </w:pPr>
      <w:r>
        <w:rPr>
          <w:rFonts w:hint="cs"/>
          <w:rtl/>
        </w:rPr>
        <w:t xml:space="preserve">متحيرة بطف كربله </w:t>
      </w:r>
    </w:p>
    <w:p w:rsidR="00C46C29" w:rsidRDefault="00C46C29" w:rsidP="00C46C29">
      <w:pPr>
        <w:pStyle w:val="libPoemCenter"/>
        <w:rPr>
          <w:rFonts w:hint="cs"/>
          <w:rtl/>
        </w:rPr>
      </w:pPr>
      <w:r>
        <w:rPr>
          <w:rFonts w:hint="cs"/>
          <w:rtl/>
        </w:rPr>
        <w:lastRenderedPageBreak/>
        <w:t xml:space="preserve">واليها بالطف انوله </w:t>
      </w:r>
    </w:p>
    <w:p w:rsidR="00C46C29" w:rsidRDefault="00C46C29" w:rsidP="00C46C29">
      <w:pPr>
        <w:pStyle w:val="libPoemCenter"/>
        <w:rPr>
          <w:rFonts w:hint="cs"/>
          <w:rtl/>
        </w:rPr>
      </w:pPr>
      <w:r>
        <w:rPr>
          <w:rFonts w:hint="cs"/>
          <w:rtl/>
        </w:rPr>
        <w:t xml:space="preserve">والحرم ظلت غرايب لا كفيل ولا محامي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bookmarkStart w:id="10" w:name="06"/>
      <w:r>
        <w:rPr>
          <w:rFonts w:hint="cs"/>
          <w:rtl/>
        </w:rPr>
        <w:br w:type="page"/>
      </w:r>
    </w:p>
    <w:p w:rsidR="00C46C29" w:rsidRDefault="00C46C29" w:rsidP="00C46C29">
      <w:pPr>
        <w:pStyle w:val="Heading2Center"/>
        <w:rPr>
          <w:rFonts w:hint="cs"/>
        </w:rPr>
      </w:pPr>
      <w:bookmarkStart w:id="11" w:name="_Toc495744798"/>
      <w:r>
        <w:rPr>
          <w:rFonts w:hint="cs"/>
          <w:rtl/>
        </w:rPr>
        <w:lastRenderedPageBreak/>
        <w:t>قدوة الشباب</w:t>
      </w:r>
      <w:bookmarkEnd w:id="10"/>
      <w:bookmarkEnd w:id="11"/>
      <w:r>
        <w:rPr>
          <w:rFonts w:hint="cs"/>
          <w:rtl/>
        </w:rPr>
        <w:t xml:space="preserve"> </w:t>
      </w:r>
    </w:p>
    <w:p w:rsidR="00C46C29" w:rsidRDefault="00C46C29" w:rsidP="00C46C29">
      <w:pPr>
        <w:pStyle w:val="libPoemCenter"/>
        <w:rPr>
          <w:rFonts w:hint="cs"/>
          <w:rtl/>
        </w:rPr>
      </w:pPr>
      <w:r>
        <w:rPr>
          <w:rFonts w:hint="cs"/>
          <w:rtl/>
        </w:rPr>
        <w:t xml:space="preserve">حنتك دم رگبتك حيرتني امصيبتك </w:t>
      </w:r>
    </w:p>
    <w:p w:rsidR="00C46C29" w:rsidRDefault="00C46C29" w:rsidP="00C46C29">
      <w:pPr>
        <w:pStyle w:val="libPoemCenter"/>
        <w:rPr>
          <w:rFonts w:hint="cs"/>
          <w:rtl/>
        </w:rPr>
      </w:pPr>
      <w:r>
        <w:rPr>
          <w:rFonts w:hint="cs"/>
          <w:rtl/>
        </w:rPr>
        <w:t xml:space="preserve">بالخيم معلوگه شمعه وبالجفن يوليدي دمعه </w:t>
      </w:r>
    </w:p>
    <w:p w:rsidR="00C46C29" w:rsidRDefault="00C46C29" w:rsidP="00C46C29">
      <w:pPr>
        <w:pStyle w:val="libPoemCenter"/>
        <w:rPr>
          <w:rFonts w:hint="cs"/>
          <w:rtl/>
        </w:rPr>
      </w:pPr>
      <w:r>
        <w:rPr>
          <w:rFonts w:hint="cs"/>
          <w:rtl/>
        </w:rPr>
        <w:t xml:space="preserve">حيرتني امصيبتك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غصن روضة حياتي اللي زرعته بوسط گلبي </w:t>
      </w:r>
    </w:p>
    <w:p w:rsidR="00C46C29" w:rsidRDefault="00C46C29" w:rsidP="00C46C29">
      <w:pPr>
        <w:pStyle w:val="libPoemCenter"/>
        <w:rPr>
          <w:rFonts w:hint="cs"/>
          <w:rtl/>
        </w:rPr>
      </w:pPr>
      <w:r>
        <w:rPr>
          <w:rFonts w:hint="cs"/>
          <w:rtl/>
        </w:rPr>
        <w:t xml:space="preserve">يا سراج اللي علگته بدمعتي ويضويلي دربي </w:t>
      </w:r>
    </w:p>
    <w:p w:rsidR="00C46C29" w:rsidRDefault="00C46C29" w:rsidP="00C46C29">
      <w:pPr>
        <w:pStyle w:val="libPoemCenter"/>
        <w:rPr>
          <w:rFonts w:hint="cs"/>
          <w:rtl/>
        </w:rPr>
      </w:pPr>
      <w:r>
        <w:rPr>
          <w:rFonts w:hint="cs"/>
          <w:rtl/>
        </w:rPr>
        <w:t xml:space="preserve">يا أمل روحي عليك عيوني بالشدات تربي </w:t>
      </w:r>
    </w:p>
    <w:p w:rsidR="00C46C29" w:rsidRDefault="00C46C29" w:rsidP="00C46C29">
      <w:pPr>
        <w:pStyle w:val="libPoemCenter"/>
        <w:rPr>
          <w:rFonts w:hint="cs"/>
          <w:rtl/>
        </w:rPr>
      </w:pPr>
      <w:r>
        <w:rPr>
          <w:rFonts w:hint="cs"/>
          <w:rtl/>
        </w:rPr>
        <w:t xml:space="preserve">غذيتك ابدمعي اليسح وصدري بوجودك منشرح </w:t>
      </w:r>
    </w:p>
    <w:p w:rsidR="00C46C29" w:rsidRDefault="00C46C29" w:rsidP="00C46C29">
      <w:pPr>
        <w:pStyle w:val="libPoemCenter"/>
        <w:rPr>
          <w:rFonts w:hint="cs"/>
          <w:rtl/>
        </w:rPr>
      </w:pPr>
      <w:r>
        <w:rPr>
          <w:rFonts w:hint="cs"/>
          <w:rtl/>
        </w:rPr>
        <w:t xml:space="preserve">ما أدري تالي تنذبح وللسيوف ايروح تعبي </w:t>
      </w:r>
    </w:p>
    <w:p w:rsidR="00C46C29" w:rsidRDefault="00C46C29" w:rsidP="00C46C29">
      <w:pPr>
        <w:pStyle w:val="libPoemCenter"/>
        <w:rPr>
          <w:rFonts w:hint="cs"/>
          <w:rtl/>
        </w:rPr>
      </w:pPr>
      <w:r>
        <w:rPr>
          <w:rFonts w:hint="cs"/>
          <w:rtl/>
        </w:rPr>
        <w:t xml:space="preserve">يبني يا جاسم صحت اگبالي عالغبره طحت </w:t>
      </w:r>
    </w:p>
    <w:p w:rsidR="00C46C29" w:rsidRDefault="00C46C29" w:rsidP="00C46C29">
      <w:pPr>
        <w:pStyle w:val="libPoemCenter"/>
        <w:rPr>
          <w:rFonts w:hint="cs"/>
          <w:rtl/>
        </w:rPr>
      </w:pPr>
      <w:r>
        <w:rPr>
          <w:rFonts w:hint="cs"/>
          <w:rtl/>
        </w:rPr>
        <w:t xml:space="preserve">روحتك ما منها رجعه وبالجفن يوليدي دمعه </w:t>
      </w:r>
    </w:p>
    <w:p w:rsidR="00C46C29" w:rsidRDefault="00C46C29" w:rsidP="00C46C29">
      <w:pPr>
        <w:pStyle w:val="libPoemCenter"/>
        <w:rPr>
          <w:rFonts w:hint="cs"/>
          <w:rtl/>
        </w:rPr>
      </w:pPr>
      <w:r>
        <w:rPr>
          <w:rFonts w:hint="cs"/>
          <w:rtl/>
        </w:rPr>
        <w:t xml:space="preserve">حيرتني امصيبتك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ثمر سهر الليالي ويا عمد بيتي التهدّم </w:t>
      </w:r>
    </w:p>
    <w:p w:rsidR="00C46C29" w:rsidRDefault="00C46C29" w:rsidP="00C46C29">
      <w:pPr>
        <w:pStyle w:val="libPoemCenter"/>
        <w:rPr>
          <w:rFonts w:hint="cs"/>
          <w:rtl/>
        </w:rPr>
      </w:pPr>
      <w:r>
        <w:rPr>
          <w:rFonts w:hint="cs"/>
          <w:rtl/>
        </w:rPr>
        <w:t xml:space="preserve">حسَّبت عريس اشوفك وبزفافك روحي تحلم </w:t>
      </w:r>
    </w:p>
    <w:p w:rsidR="00C46C29" w:rsidRDefault="00C46C29" w:rsidP="00C46C29">
      <w:pPr>
        <w:pStyle w:val="libPoemCenter"/>
        <w:rPr>
          <w:rFonts w:hint="cs"/>
          <w:rtl/>
        </w:rPr>
      </w:pPr>
      <w:r>
        <w:rPr>
          <w:rFonts w:hint="cs"/>
          <w:rtl/>
        </w:rPr>
        <w:t xml:space="preserve">تالي راواني زماني چفك المخضوب بالدم </w:t>
      </w:r>
    </w:p>
    <w:p w:rsidR="00C46C29" w:rsidRDefault="00C46C29" w:rsidP="00C46C29">
      <w:pPr>
        <w:pStyle w:val="libPoemCenter"/>
        <w:rPr>
          <w:rFonts w:hint="cs"/>
          <w:rtl/>
        </w:rPr>
      </w:pPr>
      <w:r>
        <w:rPr>
          <w:rFonts w:hint="cs"/>
          <w:rtl/>
        </w:rPr>
        <w:t xml:space="preserve">يوليدي لوعة كربله خلت دمعتي هامله </w:t>
      </w:r>
    </w:p>
    <w:p w:rsidR="00C46C29" w:rsidRDefault="00C46C29" w:rsidP="00C46C29">
      <w:pPr>
        <w:pStyle w:val="libPoemCenter"/>
        <w:rPr>
          <w:rFonts w:hint="cs"/>
          <w:rtl/>
        </w:rPr>
      </w:pPr>
      <w:r>
        <w:rPr>
          <w:rFonts w:hint="cs"/>
          <w:rtl/>
        </w:rPr>
        <w:t xml:space="preserve">فرقت شمل العايله وشمل حزني بگلبي ملتم </w:t>
      </w:r>
    </w:p>
    <w:p w:rsidR="00C46C29" w:rsidRDefault="00C46C29" w:rsidP="00C46C29">
      <w:pPr>
        <w:pStyle w:val="libPoemCenter"/>
        <w:rPr>
          <w:rFonts w:hint="cs"/>
          <w:rtl/>
        </w:rPr>
      </w:pPr>
      <w:r>
        <w:rPr>
          <w:rFonts w:hint="cs"/>
          <w:rtl/>
        </w:rPr>
        <w:t xml:space="preserve">دارت افلاك الحزن وهذا گلبي الممتحن </w:t>
      </w:r>
    </w:p>
    <w:p w:rsidR="00C46C29" w:rsidRDefault="00C46C29" w:rsidP="00C46C29">
      <w:pPr>
        <w:pStyle w:val="libPoemCenter"/>
        <w:rPr>
          <w:rFonts w:hint="cs"/>
          <w:rtl/>
        </w:rPr>
      </w:pPr>
      <w:r>
        <w:rPr>
          <w:rFonts w:hint="cs"/>
          <w:rtl/>
        </w:rPr>
        <w:t xml:space="preserve">يصرخ وصوته تسمعه وبالجفن يوليدي دمعه </w:t>
      </w:r>
    </w:p>
    <w:p w:rsidR="00C46C29" w:rsidRDefault="00C46C29" w:rsidP="00C46C29">
      <w:pPr>
        <w:pStyle w:val="libPoemCenter"/>
        <w:rPr>
          <w:rFonts w:hint="cs"/>
          <w:rtl/>
        </w:rPr>
      </w:pPr>
      <w:r>
        <w:rPr>
          <w:rFonts w:hint="cs"/>
          <w:rtl/>
        </w:rPr>
        <w:t xml:space="preserve">حيرتني امصيبتك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يا جاسم اشلون اخطفك چف الدهر مني </w:t>
      </w:r>
    </w:p>
    <w:p w:rsidR="00C46C29" w:rsidRDefault="00C46C29" w:rsidP="00C46C29">
      <w:pPr>
        <w:pStyle w:val="libPoemCenter"/>
        <w:rPr>
          <w:rFonts w:hint="cs"/>
          <w:rtl/>
        </w:rPr>
      </w:pPr>
      <w:r>
        <w:rPr>
          <w:rFonts w:hint="cs"/>
          <w:rtl/>
        </w:rPr>
        <w:t xml:space="preserve">ذبّك ابحجر المنيه وآنه بين اعداك ذبني </w:t>
      </w:r>
    </w:p>
    <w:p w:rsidR="00C46C29" w:rsidRDefault="00C46C29" w:rsidP="00C46C29">
      <w:pPr>
        <w:pStyle w:val="libPoemCenter"/>
        <w:rPr>
          <w:rFonts w:hint="cs"/>
          <w:rtl/>
        </w:rPr>
      </w:pPr>
      <w:r>
        <w:rPr>
          <w:rFonts w:hint="cs"/>
          <w:rtl/>
        </w:rPr>
        <w:t xml:space="preserve">لو ردت عن حالي تنشد انشد أهل النوح عني </w:t>
      </w:r>
    </w:p>
    <w:p w:rsidR="00C46C29" w:rsidRDefault="00C46C29" w:rsidP="00C46C29">
      <w:pPr>
        <w:pStyle w:val="libPoemCenter"/>
        <w:rPr>
          <w:rFonts w:hint="cs"/>
          <w:rtl/>
        </w:rPr>
      </w:pPr>
      <w:r>
        <w:rPr>
          <w:rFonts w:hint="cs"/>
          <w:rtl/>
        </w:rPr>
        <w:t xml:space="preserve">ابوادي الطفوف امحيره ودمعي مثل دمك جره </w:t>
      </w:r>
    </w:p>
    <w:p w:rsidR="00C46C29" w:rsidRDefault="00C46C29" w:rsidP="00C46C29">
      <w:pPr>
        <w:pStyle w:val="libPoemCenter"/>
        <w:rPr>
          <w:rFonts w:hint="cs"/>
          <w:rtl/>
        </w:rPr>
      </w:pPr>
      <w:r>
        <w:rPr>
          <w:rFonts w:hint="cs"/>
          <w:rtl/>
        </w:rPr>
        <w:lastRenderedPageBreak/>
        <w:t xml:space="preserve">من طاح جسمك عالثره انهدم حيلي وزاد وني </w:t>
      </w:r>
    </w:p>
    <w:p w:rsidR="00C46C29" w:rsidRDefault="00C46C29" w:rsidP="00C46C29">
      <w:pPr>
        <w:pStyle w:val="libPoemCenter"/>
        <w:rPr>
          <w:rFonts w:hint="cs"/>
          <w:rtl/>
        </w:rPr>
      </w:pPr>
      <w:r>
        <w:rPr>
          <w:rFonts w:hint="cs"/>
          <w:rtl/>
        </w:rPr>
        <w:t xml:space="preserve">دمك ودمع السهر شفته يجري من النحر </w:t>
      </w:r>
    </w:p>
    <w:p w:rsidR="00C46C29" w:rsidRDefault="00C46C29" w:rsidP="00C46C29">
      <w:pPr>
        <w:pStyle w:val="libPoemCenter"/>
        <w:rPr>
          <w:rFonts w:hint="cs"/>
          <w:rtl/>
        </w:rPr>
      </w:pPr>
      <w:r>
        <w:rPr>
          <w:rFonts w:hint="cs"/>
          <w:rtl/>
        </w:rPr>
        <w:t xml:space="preserve">وسفه گلب امك تفجعه وبالجفن يوليدي دمعه </w:t>
      </w:r>
    </w:p>
    <w:p w:rsidR="00C46C29" w:rsidRDefault="00C46C29" w:rsidP="00C46C29">
      <w:pPr>
        <w:pStyle w:val="libPoemCenter"/>
        <w:rPr>
          <w:rFonts w:hint="cs"/>
          <w:rtl/>
        </w:rPr>
      </w:pPr>
      <w:r>
        <w:rPr>
          <w:rFonts w:hint="cs"/>
          <w:rtl/>
        </w:rPr>
        <w:t xml:space="preserve">حيرتني امصيبتك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انشهرت سيوف المصايب والنوايب كلها ضدي </w:t>
      </w:r>
    </w:p>
    <w:p w:rsidR="00C46C29" w:rsidRDefault="00C46C29" w:rsidP="00C46C29">
      <w:pPr>
        <w:pStyle w:val="libPoemCenter"/>
        <w:rPr>
          <w:rFonts w:hint="cs"/>
          <w:rtl/>
        </w:rPr>
      </w:pPr>
      <w:r>
        <w:rPr>
          <w:rFonts w:hint="cs"/>
          <w:rtl/>
        </w:rPr>
        <w:t xml:space="preserve">والفجيعه استوحدتني تدري ما ظل والي عندي </w:t>
      </w:r>
    </w:p>
    <w:p w:rsidR="00C46C29" w:rsidRDefault="00C46C29" w:rsidP="00C46C29">
      <w:pPr>
        <w:pStyle w:val="libPoemCenter"/>
        <w:rPr>
          <w:rFonts w:hint="cs"/>
          <w:rtl/>
        </w:rPr>
      </w:pPr>
      <w:r>
        <w:rPr>
          <w:rFonts w:hint="cs"/>
          <w:rtl/>
        </w:rPr>
        <w:t xml:space="preserve">ودمعة عيوني يجاسم تجري من ضربة الأزدي </w:t>
      </w:r>
    </w:p>
    <w:p w:rsidR="00C46C29" w:rsidRDefault="00C46C29" w:rsidP="00C46C29">
      <w:pPr>
        <w:pStyle w:val="libPoemCenter"/>
        <w:rPr>
          <w:rFonts w:hint="cs"/>
          <w:rtl/>
        </w:rPr>
      </w:pPr>
      <w:r>
        <w:rPr>
          <w:rFonts w:hint="cs"/>
          <w:rtl/>
        </w:rPr>
        <w:t xml:space="preserve">انعرضت اگبالي امصيبتك شاهدت منظر جثتك </w:t>
      </w:r>
    </w:p>
    <w:p w:rsidR="00C46C29" w:rsidRDefault="00C46C29" w:rsidP="00C46C29">
      <w:pPr>
        <w:pStyle w:val="libPoemCenter"/>
        <w:rPr>
          <w:rFonts w:hint="cs"/>
          <w:rtl/>
        </w:rPr>
      </w:pPr>
      <w:r>
        <w:rPr>
          <w:rFonts w:hint="cs"/>
          <w:rtl/>
        </w:rPr>
        <w:t xml:space="preserve">طبرة الصابت هامتك بالأثر صوبت چبدي </w:t>
      </w:r>
    </w:p>
    <w:p w:rsidR="00C46C29" w:rsidRDefault="00C46C29" w:rsidP="00C46C29">
      <w:pPr>
        <w:pStyle w:val="libPoemCenter"/>
        <w:rPr>
          <w:rFonts w:hint="cs"/>
          <w:rtl/>
        </w:rPr>
      </w:pPr>
      <w:r>
        <w:rPr>
          <w:rFonts w:hint="cs"/>
          <w:rtl/>
        </w:rPr>
        <w:t xml:space="preserve">يبني عرسك والشمع صارن هموم ودمع </w:t>
      </w:r>
    </w:p>
    <w:p w:rsidR="00C46C29" w:rsidRDefault="00C46C29" w:rsidP="00C46C29">
      <w:pPr>
        <w:pStyle w:val="libPoemCenter"/>
        <w:rPr>
          <w:rFonts w:hint="cs"/>
          <w:rtl/>
        </w:rPr>
      </w:pPr>
      <w:r>
        <w:rPr>
          <w:rFonts w:hint="cs"/>
          <w:rtl/>
        </w:rPr>
        <w:t xml:space="preserve">اشلون ألم جسمك واجمعه وبالجفن يوليدي دمعه </w:t>
      </w:r>
    </w:p>
    <w:p w:rsidR="00C46C29" w:rsidRDefault="00C46C29" w:rsidP="00C46C29">
      <w:pPr>
        <w:pStyle w:val="libPoemCenter"/>
        <w:rPr>
          <w:rFonts w:hint="cs"/>
          <w:rtl/>
        </w:rPr>
      </w:pPr>
      <w:r>
        <w:rPr>
          <w:rFonts w:hint="cs"/>
          <w:rtl/>
        </w:rPr>
        <w:t xml:space="preserve">حيرتني امصيبتك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هدمت حيلي المصيبه وگلبي ظل اعليك حايم </w:t>
      </w:r>
    </w:p>
    <w:p w:rsidR="00C46C29" w:rsidRDefault="00C46C29" w:rsidP="00C46C29">
      <w:pPr>
        <w:pStyle w:val="libPoemCenter"/>
        <w:rPr>
          <w:rFonts w:hint="cs"/>
          <w:rtl/>
        </w:rPr>
      </w:pPr>
      <w:r>
        <w:rPr>
          <w:rFonts w:hint="cs"/>
          <w:rtl/>
        </w:rPr>
        <w:t xml:space="preserve">ريت يبني انگطع نحري من گبل نحرك يجاسم </w:t>
      </w:r>
    </w:p>
    <w:p w:rsidR="00C46C29" w:rsidRDefault="00C46C29" w:rsidP="00C46C29">
      <w:pPr>
        <w:pStyle w:val="libPoemCenter"/>
        <w:rPr>
          <w:rFonts w:hint="cs"/>
          <w:rtl/>
        </w:rPr>
      </w:pPr>
      <w:r>
        <w:rPr>
          <w:rFonts w:hint="cs"/>
          <w:rtl/>
        </w:rPr>
        <w:t xml:space="preserve">وگبل جسمك ريت جسمي اتوذر ابيض الصوارم </w:t>
      </w:r>
    </w:p>
    <w:p w:rsidR="00C46C29" w:rsidRDefault="00C46C29" w:rsidP="00C46C29">
      <w:pPr>
        <w:pStyle w:val="libPoemCenter"/>
        <w:rPr>
          <w:rFonts w:hint="cs"/>
          <w:rtl/>
        </w:rPr>
      </w:pPr>
      <w:r>
        <w:rPr>
          <w:rFonts w:hint="cs"/>
          <w:rtl/>
        </w:rPr>
        <w:t xml:space="preserve">فارگت عين امك غصب يالنايم ابگاع الحرب </w:t>
      </w:r>
    </w:p>
    <w:p w:rsidR="00C46C29" w:rsidRDefault="00C46C29" w:rsidP="00C46C29">
      <w:pPr>
        <w:pStyle w:val="libPoemCenter"/>
        <w:rPr>
          <w:rFonts w:hint="cs"/>
          <w:rtl/>
        </w:rPr>
      </w:pPr>
      <w:r>
        <w:rPr>
          <w:rFonts w:hint="cs"/>
          <w:rtl/>
        </w:rPr>
        <w:t xml:space="preserve">گوم وتوسد بالگلب ولا تظل عالترب نايم </w:t>
      </w:r>
    </w:p>
    <w:p w:rsidR="00C46C29" w:rsidRDefault="00C46C29" w:rsidP="00C46C29">
      <w:pPr>
        <w:pStyle w:val="libPoemCenter"/>
        <w:rPr>
          <w:rFonts w:hint="cs"/>
          <w:rtl/>
        </w:rPr>
      </w:pPr>
      <w:r>
        <w:rPr>
          <w:rFonts w:hint="cs"/>
          <w:rtl/>
        </w:rPr>
        <w:t xml:space="preserve">هذا عرسك والفرح فاجعه ومدمع صبح </w:t>
      </w:r>
    </w:p>
    <w:p w:rsidR="00C46C29" w:rsidRDefault="00C46C29" w:rsidP="00C46C29">
      <w:pPr>
        <w:pStyle w:val="libPoemCenter"/>
        <w:rPr>
          <w:rFonts w:hint="cs"/>
          <w:rtl/>
        </w:rPr>
      </w:pPr>
      <w:r>
        <w:rPr>
          <w:rFonts w:hint="cs"/>
          <w:rtl/>
        </w:rPr>
        <w:t xml:space="preserve">رسمك بعيني أطبعه وبالجفن يوليدي دمعه </w:t>
      </w:r>
    </w:p>
    <w:p w:rsidR="00C46C29" w:rsidRDefault="00C46C29" w:rsidP="00C46C29">
      <w:pPr>
        <w:pStyle w:val="libPoemCenter"/>
        <w:rPr>
          <w:rFonts w:hint="cs"/>
          <w:rtl/>
        </w:rPr>
      </w:pPr>
      <w:r>
        <w:rPr>
          <w:rFonts w:hint="cs"/>
          <w:rtl/>
        </w:rPr>
        <w:t xml:space="preserve">حيرتني امصيبتك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ابدال ما أنظر زفافك وانظر شموعك مزهره </w:t>
      </w:r>
    </w:p>
    <w:p w:rsidR="00C46C29" w:rsidRDefault="00C46C29" w:rsidP="00C46C29">
      <w:pPr>
        <w:pStyle w:val="libPoemCenter"/>
        <w:rPr>
          <w:rFonts w:hint="cs"/>
          <w:rtl/>
        </w:rPr>
      </w:pPr>
      <w:r>
        <w:rPr>
          <w:rFonts w:hint="cs"/>
          <w:rtl/>
        </w:rPr>
        <w:t xml:space="preserve">الدهر راواني المصيبه ونار الخيام المسعره </w:t>
      </w:r>
    </w:p>
    <w:p w:rsidR="00C46C29" w:rsidRDefault="00C46C29" w:rsidP="00C46C29">
      <w:pPr>
        <w:pStyle w:val="libPoemCenter"/>
        <w:rPr>
          <w:rFonts w:hint="cs"/>
          <w:rtl/>
        </w:rPr>
      </w:pPr>
      <w:r>
        <w:rPr>
          <w:rFonts w:hint="cs"/>
          <w:rtl/>
        </w:rPr>
        <w:t xml:space="preserve">ابدال ما أفرح ابعرسك شفت جسمك على الغبره </w:t>
      </w:r>
    </w:p>
    <w:p w:rsidR="00C46C29" w:rsidRDefault="00C46C29" w:rsidP="00C46C29">
      <w:pPr>
        <w:pStyle w:val="libPoemCenter"/>
        <w:rPr>
          <w:rFonts w:hint="cs"/>
          <w:rtl/>
        </w:rPr>
      </w:pPr>
      <w:r>
        <w:rPr>
          <w:rFonts w:hint="cs"/>
          <w:rtl/>
        </w:rPr>
        <w:t xml:space="preserve">محتاره يبني ابغربتي </w:t>
      </w:r>
    </w:p>
    <w:p w:rsidR="00C46C29" w:rsidRDefault="00C46C29" w:rsidP="00C46C29">
      <w:pPr>
        <w:pStyle w:val="libPoemCenter"/>
        <w:rPr>
          <w:rFonts w:hint="cs"/>
          <w:rtl/>
        </w:rPr>
      </w:pPr>
      <w:r>
        <w:rPr>
          <w:rFonts w:hint="cs"/>
          <w:rtl/>
        </w:rPr>
        <w:t xml:space="preserve">يا لوعتي ويا حيرتي </w:t>
      </w:r>
    </w:p>
    <w:p w:rsidR="00C46C29" w:rsidRDefault="00C46C29" w:rsidP="00C46C29">
      <w:pPr>
        <w:pStyle w:val="libPoemCenter"/>
        <w:rPr>
          <w:rFonts w:hint="cs"/>
          <w:rtl/>
        </w:rPr>
      </w:pPr>
      <w:r>
        <w:rPr>
          <w:rFonts w:hint="cs"/>
          <w:rtl/>
        </w:rPr>
        <w:lastRenderedPageBreak/>
        <w:t xml:space="preserve">حرگتني نار امصيبتي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واصعب كل مصيبة الحادي لو بالنوگ طوّح </w:t>
      </w:r>
    </w:p>
    <w:p w:rsidR="00C46C29" w:rsidRDefault="00C46C29" w:rsidP="00C46C29">
      <w:pPr>
        <w:pStyle w:val="libPoemCenter"/>
        <w:rPr>
          <w:rFonts w:hint="cs"/>
          <w:rtl/>
        </w:rPr>
      </w:pPr>
      <w:r>
        <w:rPr>
          <w:rFonts w:hint="cs"/>
          <w:rtl/>
        </w:rPr>
        <w:t xml:space="preserve">آنه فوگ الهزل اطلع وانته متوسد المذبح </w:t>
      </w:r>
    </w:p>
    <w:p w:rsidR="00C46C29" w:rsidRDefault="00C46C29" w:rsidP="00C46C29">
      <w:pPr>
        <w:pStyle w:val="libPoemCenter"/>
        <w:rPr>
          <w:rFonts w:hint="cs"/>
          <w:rtl/>
        </w:rPr>
      </w:pPr>
      <w:r>
        <w:rPr>
          <w:rFonts w:hint="cs"/>
          <w:rtl/>
        </w:rPr>
        <w:t xml:space="preserve">دمعي يجري وانته دمك يظل عالتربان يسفح </w:t>
      </w:r>
    </w:p>
    <w:p w:rsidR="00C46C29" w:rsidRDefault="00C46C29" w:rsidP="00C46C29">
      <w:pPr>
        <w:pStyle w:val="libPoemCenter"/>
        <w:rPr>
          <w:rFonts w:hint="cs"/>
          <w:rtl/>
        </w:rPr>
      </w:pPr>
      <w:r>
        <w:rPr>
          <w:rFonts w:hint="cs"/>
          <w:rtl/>
        </w:rPr>
        <w:t xml:space="preserve">يا فرحة ايام المظن </w:t>
      </w:r>
    </w:p>
    <w:p w:rsidR="00C46C29" w:rsidRDefault="00C46C29" w:rsidP="00C46C29">
      <w:pPr>
        <w:pStyle w:val="libPoemCenter"/>
        <w:rPr>
          <w:rFonts w:hint="cs"/>
          <w:rtl/>
        </w:rPr>
      </w:pPr>
      <w:r>
        <w:rPr>
          <w:rFonts w:hint="cs"/>
          <w:rtl/>
        </w:rPr>
        <w:t xml:space="preserve">وين العرس يبن الحسن </w:t>
      </w:r>
    </w:p>
    <w:p w:rsidR="00C46C29" w:rsidRDefault="00C46C29" w:rsidP="00C46C29">
      <w:pPr>
        <w:pStyle w:val="libPoemCenter"/>
        <w:rPr>
          <w:rFonts w:hint="cs"/>
          <w:rtl/>
        </w:rPr>
      </w:pPr>
      <w:r>
        <w:rPr>
          <w:rFonts w:hint="cs"/>
          <w:rtl/>
        </w:rPr>
        <w:t xml:space="preserve">ثوب الفرح اصبح چفن </w:t>
      </w:r>
    </w:p>
    <w:p w:rsidR="00C46C29" w:rsidRDefault="00C46C29" w:rsidP="00C46C29">
      <w:pPr>
        <w:pStyle w:val="libPoemCenter"/>
        <w:rPr>
          <w:rFonts w:hint="cs"/>
          <w:rtl/>
        </w:rPr>
      </w:pPr>
      <w:r>
        <w:rPr>
          <w:rFonts w:hint="cs"/>
          <w:rtl/>
        </w:rPr>
        <w:t xml:space="preserve">فرحتك صارت مناحه وحنتك دم الشهاده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12" w:name="07"/>
      <w:bookmarkStart w:id="13" w:name="_Toc495744799"/>
      <w:r>
        <w:rPr>
          <w:rFonts w:hint="cs"/>
          <w:rtl/>
        </w:rPr>
        <w:lastRenderedPageBreak/>
        <w:t>الإمام الرضا (ع)</w:t>
      </w:r>
      <w:bookmarkEnd w:id="12"/>
      <w:bookmarkEnd w:id="13"/>
      <w:r>
        <w:rPr>
          <w:rFonts w:hint="cs"/>
          <w:rtl/>
        </w:rPr>
        <w:t xml:space="preserve"> </w:t>
      </w:r>
    </w:p>
    <w:p w:rsidR="00C46C29" w:rsidRDefault="00C46C29" w:rsidP="00C46C29">
      <w:pPr>
        <w:pStyle w:val="libPoemCenter"/>
        <w:rPr>
          <w:rFonts w:hint="cs"/>
          <w:rtl/>
        </w:rPr>
      </w:pPr>
      <w:r>
        <w:rPr>
          <w:rFonts w:hint="cs"/>
          <w:rtl/>
        </w:rPr>
        <w:t xml:space="preserve">يمك حضرنه وبالحزن جينه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PoemCenter"/>
        <w:rPr>
          <w:rFonts w:hint="cs"/>
          <w:rtl/>
        </w:rPr>
      </w:pPr>
      <w:r>
        <w:rPr>
          <w:rFonts w:hint="cs"/>
          <w:rtl/>
        </w:rPr>
        <w:t xml:space="preserve">يالرضا وبالآلام نحسب اليوم ابعام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الك نكتب هالصفيحه المؤلمه ونشرح ألمنه </w:t>
      </w:r>
    </w:p>
    <w:p w:rsidR="00C46C29" w:rsidRDefault="00C46C29" w:rsidP="00C46C29">
      <w:pPr>
        <w:pStyle w:val="libPoemCenter"/>
        <w:rPr>
          <w:rFonts w:hint="cs"/>
          <w:rtl/>
        </w:rPr>
      </w:pPr>
      <w:r>
        <w:rPr>
          <w:rFonts w:hint="cs"/>
          <w:rtl/>
        </w:rPr>
        <w:t xml:space="preserve">ابكل حرف لوعه ومصيبه والحبر دمعة هظمنه </w:t>
      </w:r>
    </w:p>
    <w:p w:rsidR="00C46C29" w:rsidRDefault="00C46C29" w:rsidP="00C46C29">
      <w:pPr>
        <w:pStyle w:val="libPoemCenter"/>
        <w:rPr>
          <w:rFonts w:hint="cs"/>
          <w:rtl/>
        </w:rPr>
      </w:pPr>
      <w:r>
        <w:rPr>
          <w:rFonts w:hint="cs"/>
          <w:rtl/>
        </w:rPr>
        <w:t xml:space="preserve">يا سنه ويا شهر تگضي النايبه وينزال همنه </w:t>
      </w:r>
    </w:p>
    <w:p w:rsidR="00C46C29" w:rsidRDefault="00C46C29" w:rsidP="00C46C29">
      <w:pPr>
        <w:pStyle w:val="libPoemCenter"/>
        <w:rPr>
          <w:rFonts w:hint="cs"/>
          <w:rtl/>
        </w:rPr>
      </w:pPr>
      <w:r>
        <w:rPr>
          <w:rFonts w:hint="cs"/>
          <w:rtl/>
        </w:rPr>
        <w:t xml:space="preserve">ننتظر ساعات الفرج والجمر يلذع بالمهج </w:t>
      </w:r>
    </w:p>
    <w:p w:rsidR="00C46C29" w:rsidRDefault="00C46C29" w:rsidP="00C46C29">
      <w:pPr>
        <w:pStyle w:val="libPoemCenter"/>
        <w:rPr>
          <w:rFonts w:hint="cs"/>
          <w:rtl/>
        </w:rPr>
      </w:pPr>
      <w:r>
        <w:rPr>
          <w:rFonts w:hint="cs"/>
          <w:rtl/>
        </w:rPr>
        <w:t xml:space="preserve">عشنه ابحزن يبن الحجج وأبد ما يوم ابتسمنه </w:t>
      </w:r>
    </w:p>
    <w:p w:rsidR="00C46C29" w:rsidRDefault="00C46C29" w:rsidP="00C46C29">
      <w:pPr>
        <w:pStyle w:val="libPoemCenter"/>
        <w:rPr>
          <w:rFonts w:hint="cs"/>
          <w:rtl/>
        </w:rPr>
      </w:pPr>
      <w:r>
        <w:rPr>
          <w:rFonts w:hint="cs"/>
          <w:rtl/>
        </w:rPr>
        <w:t xml:space="preserve">يالرضا ومن هالعمر ملينه </w:t>
      </w:r>
    </w:p>
    <w:p w:rsidR="00C46C29" w:rsidRDefault="00C46C29" w:rsidP="00C46C29">
      <w:pPr>
        <w:pStyle w:val="libPoemCenter"/>
        <w:rPr>
          <w:rFonts w:hint="cs"/>
          <w:rtl/>
        </w:rPr>
      </w:pPr>
      <w:r>
        <w:rPr>
          <w:rFonts w:hint="cs"/>
          <w:rtl/>
        </w:rPr>
        <w:t xml:space="preserve">يا يوم ظعن الفرج يلفينه </w:t>
      </w:r>
    </w:p>
    <w:p w:rsidR="00C46C29" w:rsidRDefault="00C46C29" w:rsidP="00C46C29">
      <w:pPr>
        <w:pStyle w:val="libPoemCenter"/>
        <w:rPr>
          <w:rFonts w:hint="cs"/>
          <w:rtl/>
        </w:rPr>
      </w:pPr>
      <w:r>
        <w:rPr>
          <w:rFonts w:hint="cs"/>
          <w:rtl/>
        </w:rPr>
        <w:t xml:space="preserve">من لوعة الأيام نحسب اليوم ابعام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غريب الدار يا من جرّبت حالة الغربه </w:t>
      </w:r>
    </w:p>
    <w:p w:rsidR="00C46C29" w:rsidRDefault="00C46C29" w:rsidP="00C46C29">
      <w:pPr>
        <w:pStyle w:val="libPoemCenter"/>
        <w:rPr>
          <w:rFonts w:hint="cs"/>
          <w:rtl/>
        </w:rPr>
      </w:pPr>
      <w:r>
        <w:rPr>
          <w:rFonts w:hint="cs"/>
          <w:rtl/>
        </w:rPr>
        <w:t xml:space="preserve">عايشتها ابصبر گلبك واعرفتها اشكثر صعبه </w:t>
      </w:r>
    </w:p>
    <w:p w:rsidR="00C46C29" w:rsidRDefault="00C46C29" w:rsidP="00C46C29">
      <w:pPr>
        <w:pStyle w:val="libPoemCenter"/>
        <w:rPr>
          <w:rFonts w:hint="cs"/>
          <w:rtl/>
        </w:rPr>
      </w:pPr>
      <w:r>
        <w:rPr>
          <w:rFonts w:hint="cs"/>
          <w:rtl/>
        </w:rPr>
        <w:t xml:space="preserve">ابيا صبر واحدنه يصبر واشيخمد نار گلبه </w:t>
      </w:r>
    </w:p>
    <w:p w:rsidR="00C46C29" w:rsidRDefault="00C46C29" w:rsidP="00C46C29">
      <w:pPr>
        <w:pStyle w:val="libPoemCenter"/>
        <w:rPr>
          <w:rFonts w:hint="cs"/>
          <w:rtl/>
        </w:rPr>
      </w:pPr>
      <w:r>
        <w:rPr>
          <w:rFonts w:hint="cs"/>
          <w:rtl/>
        </w:rPr>
        <w:t xml:space="preserve">وانگضت أيام الدهر آلام وهموم وسهر </w:t>
      </w:r>
    </w:p>
    <w:p w:rsidR="00C46C29" w:rsidRDefault="00C46C29" w:rsidP="00C46C29">
      <w:pPr>
        <w:pStyle w:val="libPoemCenter"/>
        <w:rPr>
          <w:rFonts w:hint="cs"/>
          <w:rtl/>
        </w:rPr>
      </w:pPr>
      <w:r>
        <w:rPr>
          <w:rFonts w:hint="cs"/>
          <w:rtl/>
        </w:rPr>
        <w:t xml:space="preserve">هاي المحن لو بالصخر من مرارتها تذوبه </w:t>
      </w:r>
    </w:p>
    <w:p w:rsidR="00C46C29" w:rsidRDefault="00C46C29" w:rsidP="00C46C29">
      <w:pPr>
        <w:pStyle w:val="libPoemCenter"/>
        <w:rPr>
          <w:rFonts w:hint="cs"/>
          <w:rtl/>
        </w:rPr>
      </w:pPr>
      <w:r>
        <w:rPr>
          <w:rFonts w:hint="cs"/>
          <w:rtl/>
        </w:rPr>
        <w:t xml:space="preserve">يالرضا الغربه تصعب علينه </w:t>
      </w:r>
    </w:p>
    <w:p w:rsidR="00C46C29" w:rsidRDefault="00C46C29" w:rsidP="00C46C29">
      <w:pPr>
        <w:pStyle w:val="libPoemCenter"/>
        <w:rPr>
          <w:rFonts w:hint="cs"/>
          <w:rtl/>
        </w:rPr>
      </w:pPr>
      <w:r>
        <w:rPr>
          <w:rFonts w:hint="cs"/>
          <w:rtl/>
        </w:rPr>
        <w:t xml:space="preserve">والمحب شبحت للنجف عينه </w:t>
      </w:r>
    </w:p>
    <w:p w:rsidR="00C46C29" w:rsidRDefault="00C46C29" w:rsidP="00C46C29">
      <w:pPr>
        <w:pStyle w:val="libPoemCenter"/>
        <w:rPr>
          <w:rFonts w:hint="cs"/>
          <w:rtl/>
        </w:rPr>
      </w:pPr>
      <w:r>
        <w:rPr>
          <w:rFonts w:hint="cs"/>
          <w:rtl/>
        </w:rPr>
        <w:t xml:space="preserve">وصرنه يبن الاكرام نحسب اليوم ابعام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انته منهل للسماحه وبحر للاحسان يدك </w:t>
      </w:r>
    </w:p>
    <w:p w:rsidR="00C46C29" w:rsidRDefault="00C46C29" w:rsidP="00C46C29">
      <w:pPr>
        <w:pStyle w:val="libPoemCenter"/>
        <w:rPr>
          <w:rFonts w:hint="cs"/>
          <w:rtl/>
        </w:rPr>
      </w:pPr>
      <w:r>
        <w:rPr>
          <w:rFonts w:hint="cs"/>
          <w:rtl/>
        </w:rPr>
        <w:lastRenderedPageBreak/>
        <w:t xml:space="preserve">سيدي شانك عظيم وتنگضي الحاجات عندك </w:t>
      </w:r>
    </w:p>
    <w:p w:rsidR="00C46C29" w:rsidRDefault="00C46C29" w:rsidP="00C46C29">
      <w:pPr>
        <w:pStyle w:val="libPoemCenter"/>
        <w:rPr>
          <w:rFonts w:hint="cs"/>
          <w:rtl/>
        </w:rPr>
      </w:pPr>
      <w:r>
        <w:rPr>
          <w:rFonts w:hint="cs"/>
          <w:rtl/>
        </w:rPr>
        <w:t xml:space="preserve">ابفضلك ابجاهك تردنه للنجف يم گبر جدك </w:t>
      </w:r>
    </w:p>
    <w:p w:rsidR="00C46C29" w:rsidRDefault="00C46C29" w:rsidP="00C46C29">
      <w:pPr>
        <w:pStyle w:val="libPoemCenter"/>
        <w:rPr>
          <w:rFonts w:hint="cs"/>
          <w:rtl/>
        </w:rPr>
      </w:pPr>
      <w:r>
        <w:rPr>
          <w:rFonts w:hint="cs"/>
          <w:rtl/>
        </w:rPr>
        <w:t xml:space="preserve">ابنظرة فرج نتأملك فياض بالعز منهلك </w:t>
      </w:r>
    </w:p>
    <w:p w:rsidR="00C46C29" w:rsidRDefault="00C46C29" w:rsidP="00C46C29">
      <w:pPr>
        <w:pStyle w:val="libPoemCenter"/>
        <w:rPr>
          <w:rFonts w:hint="cs"/>
          <w:rtl/>
        </w:rPr>
      </w:pPr>
      <w:r>
        <w:rPr>
          <w:rFonts w:hint="cs"/>
          <w:rtl/>
        </w:rPr>
        <w:t xml:space="preserve">رب العوالم فضّلك وفرض عالمخلوق ودك </w:t>
      </w:r>
    </w:p>
    <w:p w:rsidR="00C46C29" w:rsidRDefault="00C46C29" w:rsidP="00C46C29">
      <w:pPr>
        <w:pStyle w:val="libPoemCenter"/>
        <w:rPr>
          <w:rFonts w:hint="cs"/>
          <w:rtl/>
        </w:rPr>
      </w:pPr>
      <w:r>
        <w:rPr>
          <w:rFonts w:hint="cs"/>
          <w:rtl/>
        </w:rPr>
        <w:t xml:space="preserve">ابلهفة گلب يمك تعنينه </w:t>
      </w:r>
    </w:p>
    <w:p w:rsidR="00C46C29" w:rsidRDefault="00C46C29" w:rsidP="00C46C29">
      <w:pPr>
        <w:pStyle w:val="libPoemCenter"/>
        <w:rPr>
          <w:rFonts w:hint="cs"/>
          <w:rtl/>
        </w:rPr>
      </w:pPr>
      <w:r>
        <w:rPr>
          <w:rFonts w:hint="cs"/>
          <w:rtl/>
        </w:rPr>
        <w:t xml:space="preserve">نشرح الحاله وتعلم اشبينه </w:t>
      </w:r>
    </w:p>
    <w:p w:rsidR="00C46C29" w:rsidRDefault="00C46C29" w:rsidP="00C46C29">
      <w:pPr>
        <w:pStyle w:val="libPoemCenter"/>
        <w:rPr>
          <w:rFonts w:hint="cs"/>
          <w:rtl/>
        </w:rPr>
      </w:pPr>
      <w:r>
        <w:rPr>
          <w:rFonts w:hint="cs"/>
          <w:rtl/>
        </w:rPr>
        <w:t xml:space="preserve">من سطوة الظلاّم نحسب اليوم ابعام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اعليك يا ثامن اليمه امهدّفه اسهام المصايب </w:t>
      </w:r>
    </w:p>
    <w:p w:rsidR="00C46C29" w:rsidRDefault="00C46C29" w:rsidP="00C46C29">
      <w:pPr>
        <w:pStyle w:val="libPoemCenter"/>
        <w:rPr>
          <w:rFonts w:hint="cs"/>
          <w:rtl/>
        </w:rPr>
      </w:pPr>
      <w:r>
        <w:rPr>
          <w:rFonts w:hint="cs"/>
          <w:rtl/>
        </w:rPr>
        <w:t xml:space="preserve">واحنه من عندك ورثنه الصبر والهم والنوايب </w:t>
      </w:r>
    </w:p>
    <w:p w:rsidR="00C46C29" w:rsidRDefault="00C46C29" w:rsidP="00C46C29">
      <w:pPr>
        <w:pStyle w:val="libPoemCenter"/>
        <w:rPr>
          <w:rFonts w:hint="cs"/>
          <w:rtl/>
        </w:rPr>
      </w:pPr>
      <w:r>
        <w:rPr>
          <w:rFonts w:hint="cs"/>
          <w:rtl/>
        </w:rPr>
        <w:t xml:space="preserve">الليله جيناك ونواسي گلبك البالحزن ذايب </w:t>
      </w:r>
    </w:p>
    <w:p w:rsidR="00C46C29" w:rsidRDefault="00C46C29" w:rsidP="00C46C29">
      <w:pPr>
        <w:pStyle w:val="libPoemCenter"/>
        <w:rPr>
          <w:rFonts w:hint="cs"/>
          <w:rtl/>
        </w:rPr>
      </w:pPr>
      <w:r>
        <w:rPr>
          <w:rFonts w:hint="cs"/>
          <w:rtl/>
        </w:rPr>
        <w:t xml:space="preserve">بين الگضه ابذاك السجن هاك اخذ دمعات الجفن </w:t>
      </w:r>
    </w:p>
    <w:p w:rsidR="00C46C29" w:rsidRDefault="00C46C29" w:rsidP="00C46C29">
      <w:pPr>
        <w:pStyle w:val="libPoemCenter"/>
        <w:rPr>
          <w:rFonts w:hint="cs"/>
          <w:rtl/>
        </w:rPr>
      </w:pPr>
      <w:r>
        <w:rPr>
          <w:rFonts w:hint="cs"/>
          <w:rtl/>
        </w:rPr>
        <w:t xml:space="preserve">انواسيك بالهم والحزن ومشعل الأحزان لاهب </w:t>
      </w:r>
    </w:p>
    <w:p w:rsidR="00C46C29" w:rsidRDefault="00C46C29" w:rsidP="00C46C29">
      <w:pPr>
        <w:pStyle w:val="libPoemCenter"/>
        <w:rPr>
          <w:rFonts w:hint="cs"/>
          <w:rtl/>
        </w:rPr>
      </w:pPr>
      <w:r>
        <w:rPr>
          <w:rFonts w:hint="cs"/>
          <w:rtl/>
        </w:rPr>
        <w:t xml:space="preserve">يالرضا انقدملك تعازينه </w:t>
      </w:r>
    </w:p>
    <w:p w:rsidR="00C46C29" w:rsidRDefault="00C46C29" w:rsidP="00C46C29">
      <w:pPr>
        <w:pStyle w:val="libPoemCenter"/>
        <w:rPr>
          <w:rFonts w:hint="cs"/>
          <w:rtl/>
        </w:rPr>
      </w:pPr>
      <w:r>
        <w:rPr>
          <w:rFonts w:hint="cs"/>
          <w:rtl/>
        </w:rPr>
        <w:t xml:space="preserve">وصوت الحزن بسمك ينادينه </w:t>
      </w:r>
    </w:p>
    <w:p w:rsidR="00C46C29" w:rsidRDefault="00C46C29" w:rsidP="00C46C29">
      <w:pPr>
        <w:pStyle w:val="libPoemCenter"/>
        <w:rPr>
          <w:rFonts w:hint="cs"/>
          <w:rtl/>
        </w:rPr>
      </w:pPr>
      <w:r>
        <w:rPr>
          <w:rFonts w:hint="cs"/>
          <w:rtl/>
        </w:rPr>
        <w:t xml:space="preserve">والدهر يرمي اسهام نحسب اليوم ابعام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اليوم عد گبرك حضرنه وبالجفن فاضت العبره </w:t>
      </w:r>
    </w:p>
    <w:p w:rsidR="00C46C29" w:rsidRDefault="00C46C29" w:rsidP="00C46C29">
      <w:pPr>
        <w:pStyle w:val="libPoemCenter"/>
        <w:rPr>
          <w:rFonts w:hint="cs"/>
          <w:rtl/>
        </w:rPr>
      </w:pPr>
      <w:r>
        <w:rPr>
          <w:rFonts w:hint="cs"/>
          <w:rtl/>
        </w:rPr>
        <w:t xml:space="preserve">جينه وانقدم تعازي وبالگلب تستعر جمره </w:t>
      </w:r>
    </w:p>
    <w:p w:rsidR="00C46C29" w:rsidRDefault="00C46C29" w:rsidP="00C46C29">
      <w:pPr>
        <w:pStyle w:val="libPoemCenter"/>
        <w:rPr>
          <w:rFonts w:hint="cs"/>
          <w:rtl/>
        </w:rPr>
      </w:pPr>
      <w:r>
        <w:rPr>
          <w:rFonts w:hint="cs"/>
          <w:rtl/>
        </w:rPr>
        <w:t xml:space="preserve">والدك موسى بن جعفر بالزنازن گضّه عمره </w:t>
      </w:r>
    </w:p>
    <w:p w:rsidR="00C46C29" w:rsidRDefault="00C46C29" w:rsidP="00C46C29">
      <w:pPr>
        <w:pStyle w:val="libPoemCenter"/>
        <w:rPr>
          <w:rFonts w:hint="cs"/>
          <w:rtl/>
        </w:rPr>
      </w:pPr>
      <w:r>
        <w:rPr>
          <w:rFonts w:hint="cs"/>
          <w:rtl/>
        </w:rPr>
        <w:t xml:space="preserve">واليوم وافاه الأجل واعله الجسر نعشه انحمل </w:t>
      </w:r>
    </w:p>
    <w:p w:rsidR="00C46C29" w:rsidRDefault="00C46C29" w:rsidP="00C46C29">
      <w:pPr>
        <w:pStyle w:val="libPoemCenter"/>
        <w:rPr>
          <w:rFonts w:hint="cs"/>
          <w:rtl/>
        </w:rPr>
      </w:pPr>
      <w:r>
        <w:rPr>
          <w:rFonts w:hint="cs"/>
          <w:rtl/>
        </w:rPr>
        <w:t xml:space="preserve">وانصيح چا يمته الأهل توصل لگبره وتحضره </w:t>
      </w:r>
    </w:p>
    <w:p w:rsidR="00C46C29" w:rsidRDefault="00C46C29" w:rsidP="00C46C29">
      <w:pPr>
        <w:pStyle w:val="libPoemCenter"/>
        <w:rPr>
          <w:rFonts w:hint="cs"/>
          <w:rtl/>
        </w:rPr>
      </w:pPr>
      <w:r>
        <w:rPr>
          <w:rFonts w:hint="cs"/>
          <w:rtl/>
        </w:rPr>
        <w:t xml:space="preserve">يالرضا جرح الحزن ماذينه </w:t>
      </w:r>
    </w:p>
    <w:p w:rsidR="00C46C29" w:rsidRDefault="00C46C29" w:rsidP="00C46C29">
      <w:pPr>
        <w:pStyle w:val="libPoemCenter"/>
        <w:rPr>
          <w:rFonts w:hint="cs"/>
          <w:rtl/>
        </w:rPr>
      </w:pPr>
      <w:r>
        <w:rPr>
          <w:rFonts w:hint="cs"/>
          <w:rtl/>
        </w:rPr>
        <w:t xml:space="preserve">والصبر ما يگدر يداوينه </w:t>
      </w:r>
    </w:p>
    <w:p w:rsidR="00C46C29" w:rsidRDefault="00C46C29" w:rsidP="00C46C29">
      <w:pPr>
        <w:pStyle w:val="libPoemCenter"/>
        <w:rPr>
          <w:rFonts w:hint="cs"/>
          <w:rtl/>
        </w:rPr>
      </w:pPr>
      <w:r>
        <w:rPr>
          <w:rFonts w:hint="cs"/>
          <w:rtl/>
        </w:rPr>
        <w:t xml:space="preserve">هالجرح ما يلتام نحسب اليوم ابعام </w:t>
      </w:r>
    </w:p>
    <w:p w:rsidR="00C46C29" w:rsidRDefault="00C46C29" w:rsidP="00C46C29">
      <w:pPr>
        <w:pStyle w:val="libPoemCenter"/>
        <w:rPr>
          <w:rFonts w:hint="cs"/>
          <w:rtl/>
        </w:rPr>
      </w:pPr>
      <w:r>
        <w:rPr>
          <w:rFonts w:hint="cs"/>
          <w:rtl/>
        </w:rPr>
        <w:t xml:space="preserve">يا يوم نخلص من مآسينه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من بعد ما گضه نحبه نعشه حملوه وتشيَّع </w:t>
      </w:r>
    </w:p>
    <w:p w:rsidR="00C46C29" w:rsidRDefault="00C46C29" w:rsidP="00C46C29">
      <w:pPr>
        <w:pStyle w:val="libPoemCenter"/>
        <w:rPr>
          <w:rFonts w:hint="cs"/>
          <w:rtl/>
        </w:rPr>
      </w:pPr>
      <w:r>
        <w:rPr>
          <w:rFonts w:hint="cs"/>
          <w:rtl/>
        </w:rPr>
        <w:t xml:space="preserve">يالرضا وشيعتك حضرت تجري للكاظم المدمع </w:t>
      </w:r>
    </w:p>
    <w:p w:rsidR="00C46C29" w:rsidRDefault="00C46C29" w:rsidP="00C46C29">
      <w:pPr>
        <w:pStyle w:val="libPoemCenter"/>
        <w:rPr>
          <w:rFonts w:hint="cs"/>
          <w:rtl/>
        </w:rPr>
      </w:pPr>
      <w:r>
        <w:rPr>
          <w:rFonts w:hint="cs"/>
          <w:rtl/>
        </w:rPr>
        <w:t xml:space="preserve">بس ابو السجاد ظل اعله الثره موسد المصرع </w:t>
      </w:r>
    </w:p>
    <w:p w:rsidR="00C46C29" w:rsidRDefault="00C46C29" w:rsidP="00C46C29">
      <w:pPr>
        <w:pStyle w:val="libPoemCenter"/>
        <w:rPr>
          <w:rFonts w:hint="cs"/>
          <w:rtl/>
        </w:rPr>
      </w:pPr>
      <w:r>
        <w:rPr>
          <w:rFonts w:hint="cs"/>
          <w:rtl/>
        </w:rPr>
        <w:t xml:space="preserve">محد حضر من شيعته </w:t>
      </w:r>
    </w:p>
    <w:p w:rsidR="00C46C29" w:rsidRDefault="00C46C29" w:rsidP="00C46C29">
      <w:pPr>
        <w:pStyle w:val="libPoemCenter"/>
        <w:rPr>
          <w:rFonts w:hint="cs"/>
          <w:rtl/>
        </w:rPr>
      </w:pPr>
      <w:r>
        <w:rPr>
          <w:rFonts w:hint="cs"/>
          <w:rtl/>
        </w:rPr>
        <w:t xml:space="preserve">عالغبره ظلت جثته </w:t>
      </w:r>
    </w:p>
    <w:p w:rsidR="00C46C29" w:rsidRDefault="00C46C29" w:rsidP="00C46C29">
      <w:pPr>
        <w:pStyle w:val="libPoemCenter"/>
        <w:rPr>
          <w:rFonts w:hint="cs"/>
          <w:rtl/>
        </w:rPr>
      </w:pPr>
      <w:r>
        <w:rPr>
          <w:rFonts w:hint="cs"/>
          <w:rtl/>
        </w:rPr>
        <w:t xml:space="preserve">ما ننسه يوم مصيبته </w:t>
      </w:r>
    </w:p>
    <w:p w:rsidR="00C46C29" w:rsidRDefault="00C46C29" w:rsidP="00C46C29">
      <w:pPr>
        <w:pStyle w:val="libPoemCenter"/>
        <w:rPr>
          <w:rFonts w:hint="cs"/>
          <w:rtl/>
        </w:rPr>
      </w:pPr>
      <w:r>
        <w:rPr>
          <w:rFonts w:hint="cs"/>
          <w:rtl/>
        </w:rPr>
        <w:t xml:space="preserve">والدك شيعوه لاچن جدك ابلا دفن جسمه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14" w:name="08"/>
      <w:bookmarkStart w:id="15" w:name="_Toc495744800"/>
      <w:r>
        <w:rPr>
          <w:rFonts w:hint="cs"/>
          <w:rtl/>
        </w:rPr>
        <w:lastRenderedPageBreak/>
        <w:t>القتيل الأوّل</w:t>
      </w:r>
      <w:bookmarkEnd w:id="14"/>
      <w:bookmarkEnd w:id="15"/>
      <w:r>
        <w:rPr>
          <w:rFonts w:hint="cs"/>
          <w:rtl/>
        </w:rPr>
        <w:t xml:space="preserve"> </w:t>
      </w:r>
    </w:p>
    <w:p w:rsidR="00C46C29" w:rsidRDefault="00C46C29" w:rsidP="00C46C29">
      <w:pPr>
        <w:pStyle w:val="libPoemCenter"/>
        <w:rPr>
          <w:rFonts w:hint="cs"/>
          <w:rtl/>
        </w:rPr>
      </w:pPr>
      <w:r>
        <w:rPr>
          <w:rFonts w:hint="cs"/>
          <w:rtl/>
        </w:rPr>
        <w:t xml:space="preserve">تنتظرك المعركه يوليدي يالأكبر </w:t>
      </w:r>
    </w:p>
    <w:p w:rsidR="00C46C29" w:rsidRDefault="00C46C29" w:rsidP="00C46C29">
      <w:pPr>
        <w:pStyle w:val="libPoemCenter"/>
        <w:rPr>
          <w:rFonts w:hint="cs"/>
          <w:rtl/>
        </w:rPr>
      </w:pPr>
      <w:r>
        <w:rPr>
          <w:rFonts w:hint="cs"/>
          <w:rtl/>
        </w:rPr>
        <w:t xml:space="preserve">دور الحرب صال الك والحومه تتأملك </w:t>
      </w:r>
    </w:p>
    <w:p w:rsidR="00C46C29" w:rsidRDefault="00C46C29" w:rsidP="00C46C29">
      <w:pPr>
        <w:pStyle w:val="libPoemCenter"/>
        <w:rPr>
          <w:rFonts w:hint="cs"/>
          <w:rtl/>
        </w:rPr>
      </w:pPr>
      <w:r>
        <w:rPr>
          <w:rFonts w:hint="cs"/>
          <w:rtl/>
        </w:rPr>
        <w:t xml:space="preserve">يوليدي يالأكبر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امك آنه وأرد اودعك گوم يبني ودّع امك </w:t>
      </w:r>
    </w:p>
    <w:p w:rsidR="00C46C29" w:rsidRDefault="00C46C29" w:rsidP="00C46C29">
      <w:pPr>
        <w:pStyle w:val="libPoemCenter"/>
        <w:rPr>
          <w:rFonts w:hint="cs"/>
          <w:rtl/>
        </w:rPr>
      </w:pPr>
      <w:r>
        <w:rPr>
          <w:rFonts w:hint="cs"/>
          <w:rtl/>
        </w:rPr>
        <w:t xml:space="preserve">ما يهم أبگه غريبه وهظم حالي لا يهمك </w:t>
      </w:r>
    </w:p>
    <w:p w:rsidR="00C46C29" w:rsidRDefault="00C46C29" w:rsidP="00C46C29">
      <w:pPr>
        <w:pStyle w:val="libPoemCenter"/>
        <w:rPr>
          <w:rFonts w:hint="cs"/>
          <w:rtl/>
        </w:rPr>
      </w:pPr>
      <w:r>
        <w:rPr>
          <w:rFonts w:hint="cs"/>
          <w:rtl/>
        </w:rPr>
        <w:t xml:space="preserve">أنسه كل سهر السهرته من تضحي اليوم دمك </w:t>
      </w:r>
    </w:p>
    <w:p w:rsidR="00C46C29" w:rsidRDefault="00C46C29" w:rsidP="00C46C29">
      <w:pPr>
        <w:pStyle w:val="libPoemCenter"/>
        <w:rPr>
          <w:rFonts w:hint="cs"/>
          <w:rtl/>
        </w:rPr>
      </w:pPr>
      <w:r>
        <w:rPr>
          <w:rFonts w:hint="cs"/>
          <w:rtl/>
        </w:rPr>
        <w:t xml:space="preserve">حومتك يبني حومتك تنتظر ساعة طلعتك </w:t>
      </w:r>
    </w:p>
    <w:p w:rsidR="00C46C29" w:rsidRDefault="00C46C29" w:rsidP="00C46C29">
      <w:pPr>
        <w:pStyle w:val="libPoemCenter"/>
        <w:rPr>
          <w:rFonts w:hint="cs"/>
          <w:rtl/>
        </w:rPr>
      </w:pPr>
      <w:r>
        <w:rPr>
          <w:rFonts w:hint="cs"/>
          <w:rtl/>
        </w:rPr>
        <w:t xml:space="preserve">خليني اسمع صيحتك وخل اشوف اليوم عزمك </w:t>
      </w:r>
    </w:p>
    <w:p w:rsidR="00C46C29" w:rsidRDefault="00C46C29" w:rsidP="00C46C29">
      <w:pPr>
        <w:pStyle w:val="libPoemCenter"/>
        <w:rPr>
          <w:rFonts w:hint="cs"/>
          <w:rtl/>
        </w:rPr>
      </w:pPr>
      <w:r>
        <w:rPr>
          <w:rFonts w:hint="cs"/>
          <w:rtl/>
        </w:rPr>
        <w:t xml:space="preserve">أدريك يا ضنوتي عزمك عزم حيدر </w:t>
      </w:r>
    </w:p>
    <w:p w:rsidR="00C46C29" w:rsidRDefault="00C46C29" w:rsidP="00C46C29">
      <w:pPr>
        <w:pStyle w:val="libPoemCenter"/>
        <w:rPr>
          <w:rFonts w:hint="cs"/>
          <w:rtl/>
        </w:rPr>
      </w:pPr>
      <w:r>
        <w:rPr>
          <w:rFonts w:hint="cs"/>
          <w:rtl/>
        </w:rPr>
        <w:t xml:space="preserve">وانته اورثت كل صفه من جدك المصطفه </w:t>
      </w:r>
    </w:p>
    <w:p w:rsidR="00C46C29" w:rsidRDefault="00C46C29" w:rsidP="00C46C29">
      <w:pPr>
        <w:pStyle w:val="libPoemCenter"/>
        <w:rPr>
          <w:rFonts w:hint="cs"/>
          <w:rtl/>
        </w:rPr>
      </w:pPr>
      <w:r>
        <w:rPr>
          <w:rFonts w:hint="cs"/>
          <w:rtl/>
        </w:rPr>
        <w:t xml:space="preserve">يوليدي يالأكبر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يالأكبر أريدك قدوه للاجيال تصبح </w:t>
      </w:r>
    </w:p>
    <w:p w:rsidR="00C46C29" w:rsidRDefault="00C46C29" w:rsidP="00C46C29">
      <w:pPr>
        <w:pStyle w:val="libPoemCenter"/>
        <w:rPr>
          <w:rFonts w:hint="cs"/>
          <w:rtl/>
        </w:rPr>
      </w:pPr>
      <w:r>
        <w:rPr>
          <w:rFonts w:hint="cs"/>
          <w:rtl/>
        </w:rPr>
        <w:t xml:space="preserve">گوم ودعني واودعك واطلع لحومتك وامرح </w:t>
      </w:r>
    </w:p>
    <w:p w:rsidR="00C46C29" w:rsidRDefault="00C46C29" w:rsidP="00C46C29">
      <w:pPr>
        <w:pStyle w:val="libPoemCenter"/>
        <w:rPr>
          <w:rFonts w:hint="cs"/>
          <w:rtl/>
        </w:rPr>
      </w:pPr>
      <w:r>
        <w:rPr>
          <w:rFonts w:hint="cs"/>
          <w:rtl/>
        </w:rPr>
        <w:t xml:space="preserve">گظت كل انصار ابوك وللحرب اسمك ترشح </w:t>
      </w:r>
    </w:p>
    <w:p w:rsidR="00C46C29" w:rsidRDefault="00C46C29" w:rsidP="00C46C29">
      <w:pPr>
        <w:pStyle w:val="libPoemCenter"/>
        <w:rPr>
          <w:rFonts w:hint="cs"/>
          <w:rtl/>
        </w:rPr>
      </w:pPr>
      <w:r>
        <w:rPr>
          <w:rFonts w:hint="cs"/>
          <w:rtl/>
        </w:rPr>
        <w:t xml:space="preserve">يبني يالأكبر مرضعك لخوض الحروب ايشجعك </w:t>
      </w:r>
    </w:p>
    <w:p w:rsidR="00C46C29" w:rsidRDefault="00C46C29" w:rsidP="00C46C29">
      <w:pPr>
        <w:pStyle w:val="libPoemCenter"/>
        <w:rPr>
          <w:rFonts w:hint="cs"/>
          <w:rtl/>
        </w:rPr>
      </w:pPr>
      <w:r>
        <w:rPr>
          <w:rFonts w:hint="cs"/>
          <w:rtl/>
        </w:rPr>
        <w:t xml:space="preserve">ولمن أشوفن مصرعك بالصبر گلبي ايتسلح </w:t>
      </w:r>
    </w:p>
    <w:p w:rsidR="00C46C29" w:rsidRDefault="00C46C29" w:rsidP="00C46C29">
      <w:pPr>
        <w:pStyle w:val="libPoemCenter"/>
        <w:rPr>
          <w:rFonts w:hint="cs"/>
          <w:rtl/>
        </w:rPr>
      </w:pPr>
      <w:r>
        <w:rPr>
          <w:rFonts w:hint="cs"/>
          <w:rtl/>
        </w:rPr>
        <w:t xml:space="preserve">وگفت جيوش العده وينتظرك العسكر </w:t>
      </w:r>
    </w:p>
    <w:p w:rsidR="00C46C29" w:rsidRDefault="00C46C29" w:rsidP="00C46C29">
      <w:pPr>
        <w:pStyle w:val="libPoemCenter"/>
        <w:rPr>
          <w:rFonts w:hint="cs"/>
          <w:rtl/>
        </w:rPr>
      </w:pPr>
      <w:r>
        <w:rPr>
          <w:rFonts w:hint="cs"/>
          <w:rtl/>
        </w:rPr>
        <w:t xml:space="preserve">هالجيش سبعين الف شنّوا عليك الزحف </w:t>
      </w:r>
    </w:p>
    <w:p w:rsidR="00C46C29" w:rsidRDefault="00C46C29" w:rsidP="00C46C29">
      <w:pPr>
        <w:pStyle w:val="libPoemCenter"/>
        <w:rPr>
          <w:rFonts w:hint="cs"/>
          <w:rtl/>
        </w:rPr>
      </w:pPr>
      <w:r>
        <w:rPr>
          <w:rFonts w:hint="cs"/>
          <w:rtl/>
        </w:rPr>
        <w:t xml:space="preserve">يوليدي يالأكبر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تضحيه ودمك الطاهر للنصر يكسب ظمانك </w:t>
      </w:r>
    </w:p>
    <w:p w:rsidR="00C46C29" w:rsidRDefault="00C46C29" w:rsidP="00C46C29">
      <w:pPr>
        <w:pStyle w:val="libPoemCenter"/>
        <w:rPr>
          <w:rFonts w:hint="cs"/>
          <w:rtl/>
        </w:rPr>
      </w:pPr>
      <w:r>
        <w:rPr>
          <w:rFonts w:hint="cs"/>
          <w:rtl/>
        </w:rPr>
        <w:t xml:space="preserve">گلبك امن الدرع أقوه وأمضه من سيفك لسانك </w:t>
      </w:r>
    </w:p>
    <w:p w:rsidR="00C46C29" w:rsidRDefault="00C46C29" w:rsidP="00C46C29">
      <w:pPr>
        <w:pStyle w:val="libPoemCenter"/>
        <w:rPr>
          <w:rFonts w:hint="cs"/>
          <w:rtl/>
        </w:rPr>
      </w:pPr>
      <w:r>
        <w:rPr>
          <w:rFonts w:hint="cs"/>
          <w:rtl/>
        </w:rPr>
        <w:t xml:space="preserve">غير سيفك غير درعك محد ايشيد كيانك </w:t>
      </w:r>
    </w:p>
    <w:p w:rsidR="00C46C29" w:rsidRDefault="00C46C29" w:rsidP="00C46C29">
      <w:pPr>
        <w:pStyle w:val="libPoemCenter"/>
        <w:rPr>
          <w:rFonts w:hint="cs"/>
          <w:rtl/>
        </w:rPr>
      </w:pPr>
      <w:r>
        <w:rPr>
          <w:rFonts w:hint="cs"/>
          <w:rtl/>
        </w:rPr>
        <w:t xml:space="preserve">من گلبي هاك اخذ الخبر مو گلب يوليدي صخر </w:t>
      </w:r>
    </w:p>
    <w:p w:rsidR="00C46C29" w:rsidRDefault="00C46C29" w:rsidP="00C46C29">
      <w:pPr>
        <w:pStyle w:val="libPoemCenter"/>
        <w:rPr>
          <w:rFonts w:hint="cs"/>
          <w:rtl/>
        </w:rPr>
      </w:pPr>
      <w:r>
        <w:rPr>
          <w:rFonts w:hint="cs"/>
          <w:rtl/>
        </w:rPr>
        <w:lastRenderedPageBreak/>
        <w:t xml:space="preserve">لاچن يصب دمع النظر حيث يدري الدهر خانك </w:t>
      </w:r>
    </w:p>
    <w:p w:rsidR="00C46C29" w:rsidRDefault="00C46C29" w:rsidP="00C46C29">
      <w:pPr>
        <w:pStyle w:val="libPoemCenter"/>
        <w:rPr>
          <w:rFonts w:hint="cs"/>
          <w:rtl/>
        </w:rPr>
      </w:pPr>
      <w:r>
        <w:rPr>
          <w:rFonts w:hint="cs"/>
          <w:rtl/>
        </w:rPr>
        <w:t xml:space="preserve">يالأكبر ومهجتك من العطش تسعر </w:t>
      </w:r>
    </w:p>
    <w:p w:rsidR="00C46C29" w:rsidRDefault="00C46C29" w:rsidP="00C46C29">
      <w:pPr>
        <w:pStyle w:val="libPoemCenter"/>
        <w:rPr>
          <w:rFonts w:hint="cs"/>
          <w:rtl/>
        </w:rPr>
      </w:pPr>
      <w:r>
        <w:rPr>
          <w:rFonts w:hint="cs"/>
          <w:rtl/>
        </w:rPr>
        <w:t xml:space="preserve">وآنه الردت يا علي بالنصر ترجع إلي </w:t>
      </w:r>
    </w:p>
    <w:p w:rsidR="00C46C29" w:rsidRDefault="00C46C29" w:rsidP="00C46C29">
      <w:pPr>
        <w:pStyle w:val="libPoemCenter"/>
        <w:rPr>
          <w:rFonts w:hint="cs"/>
          <w:rtl/>
        </w:rPr>
      </w:pPr>
      <w:r>
        <w:rPr>
          <w:rFonts w:hint="cs"/>
          <w:rtl/>
        </w:rPr>
        <w:t xml:space="preserve">يوليدي يالأكبر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درعك بگلبي نسجته هاك اخذ گلبي اعله صدرك </w:t>
      </w:r>
    </w:p>
    <w:p w:rsidR="00C46C29" w:rsidRDefault="00C46C29" w:rsidP="00C46C29">
      <w:pPr>
        <w:pStyle w:val="libPoemCenter"/>
        <w:rPr>
          <w:rFonts w:hint="cs"/>
          <w:rtl/>
        </w:rPr>
      </w:pPr>
      <w:r>
        <w:rPr>
          <w:rFonts w:hint="cs"/>
          <w:rtl/>
        </w:rPr>
        <w:t xml:space="preserve">ولمن اتضحي أخضب راسي يبني ابفيض نحرك </w:t>
      </w:r>
    </w:p>
    <w:p w:rsidR="00C46C29" w:rsidRDefault="00C46C29" w:rsidP="00C46C29">
      <w:pPr>
        <w:pStyle w:val="libPoemCenter"/>
        <w:rPr>
          <w:rFonts w:hint="cs"/>
          <w:rtl/>
        </w:rPr>
      </w:pPr>
      <w:r>
        <w:rPr>
          <w:rFonts w:hint="cs"/>
          <w:rtl/>
        </w:rPr>
        <w:t xml:space="preserve">ضامي يوليدي وتحارب عجب الاكوان صبرك </w:t>
      </w:r>
    </w:p>
    <w:p w:rsidR="00C46C29" w:rsidRDefault="00C46C29" w:rsidP="00C46C29">
      <w:pPr>
        <w:pStyle w:val="libPoemCenter"/>
        <w:rPr>
          <w:rFonts w:hint="cs"/>
          <w:rtl/>
        </w:rPr>
      </w:pPr>
      <w:r>
        <w:rPr>
          <w:rFonts w:hint="cs"/>
          <w:rtl/>
        </w:rPr>
        <w:t xml:space="preserve">شجَّعتك آنه للحرب لاچن اليفجع هالگلب </w:t>
      </w:r>
    </w:p>
    <w:p w:rsidR="00C46C29" w:rsidRDefault="00C46C29" w:rsidP="00C46C29">
      <w:pPr>
        <w:pStyle w:val="libPoemCenter"/>
        <w:rPr>
          <w:rFonts w:hint="cs"/>
          <w:rtl/>
        </w:rPr>
      </w:pPr>
      <w:r>
        <w:rPr>
          <w:rFonts w:hint="cs"/>
          <w:rtl/>
        </w:rPr>
        <w:t xml:space="preserve">ضامي وتطيح اعله الترب وسابح ابدمك انظرك </w:t>
      </w:r>
    </w:p>
    <w:p w:rsidR="00C46C29" w:rsidRDefault="00C46C29" w:rsidP="00C46C29">
      <w:pPr>
        <w:pStyle w:val="libPoemCenter"/>
        <w:rPr>
          <w:rFonts w:hint="cs"/>
          <w:rtl/>
        </w:rPr>
      </w:pPr>
      <w:r>
        <w:rPr>
          <w:rFonts w:hint="cs"/>
          <w:rtl/>
        </w:rPr>
        <w:t xml:space="preserve">اشلون احمل الفاجعه لو شفتك اموذر </w:t>
      </w:r>
    </w:p>
    <w:p w:rsidR="00C46C29" w:rsidRDefault="00C46C29" w:rsidP="00C46C29">
      <w:pPr>
        <w:pStyle w:val="libPoemCenter"/>
        <w:rPr>
          <w:rFonts w:hint="cs"/>
          <w:rtl/>
        </w:rPr>
      </w:pPr>
      <w:r>
        <w:rPr>
          <w:rFonts w:hint="cs"/>
          <w:rtl/>
        </w:rPr>
        <w:t xml:space="preserve">متحيِّرة ابهالوضع بين الصبر والدمع </w:t>
      </w:r>
    </w:p>
    <w:p w:rsidR="00C46C29" w:rsidRDefault="00C46C29" w:rsidP="00C46C29">
      <w:pPr>
        <w:pStyle w:val="libPoemCenter"/>
        <w:rPr>
          <w:rFonts w:hint="cs"/>
          <w:rtl/>
        </w:rPr>
      </w:pPr>
      <w:r>
        <w:rPr>
          <w:rFonts w:hint="cs"/>
          <w:rtl/>
        </w:rPr>
        <w:t xml:space="preserve">يوليدي يالأكبر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نوبه آنه اللي اشجعتك تدخل لسوح الحرايب </w:t>
      </w:r>
    </w:p>
    <w:p w:rsidR="00C46C29" w:rsidRDefault="00C46C29" w:rsidP="00C46C29">
      <w:pPr>
        <w:pStyle w:val="libPoemCenter"/>
        <w:rPr>
          <w:rFonts w:hint="cs"/>
          <w:rtl/>
        </w:rPr>
      </w:pPr>
      <w:r>
        <w:rPr>
          <w:rFonts w:hint="cs"/>
          <w:rtl/>
        </w:rPr>
        <w:t xml:space="preserve">ونوبه اگول اشلون ضامي اتگابل صفوف الكتايب </w:t>
      </w:r>
    </w:p>
    <w:p w:rsidR="00C46C29" w:rsidRDefault="00C46C29" w:rsidP="00C46C29">
      <w:pPr>
        <w:pStyle w:val="libPoemCenter"/>
        <w:rPr>
          <w:rFonts w:hint="cs"/>
          <w:rtl/>
        </w:rPr>
      </w:pPr>
      <w:r>
        <w:rPr>
          <w:rFonts w:hint="cs"/>
          <w:rtl/>
        </w:rPr>
        <w:t xml:space="preserve">يبني حيرني زماني وشفت بالطف العجايب </w:t>
      </w:r>
    </w:p>
    <w:p w:rsidR="00C46C29" w:rsidRDefault="00C46C29" w:rsidP="00C46C29">
      <w:pPr>
        <w:pStyle w:val="libPoemCenter"/>
        <w:rPr>
          <w:rFonts w:hint="cs"/>
          <w:rtl/>
        </w:rPr>
      </w:pPr>
      <w:r>
        <w:rPr>
          <w:rFonts w:hint="cs"/>
          <w:rtl/>
        </w:rPr>
        <w:t xml:space="preserve">ما ادري أبگه صابره لو أظل عگبك حايره </w:t>
      </w:r>
    </w:p>
    <w:p w:rsidR="00C46C29" w:rsidRDefault="00C46C29" w:rsidP="00C46C29">
      <w:pPr>
        <w:pStyle w:val="libPoemCenter"/>
        <w:rPr>
          <w:rFonts w:hint="cs"/>
          <w:rtl/>
        </w:rPr>
      </w:pPr>
      <w:r>
        <w:rPr>
          <w:rFonts w:hint="cs"/>
          <w:rtl/>
        </w:rPr>
        <w:t xml:space="preserve">اگبالي وچبدتي اموذره اشلون لو عن عيني غايب </w:t>
      </w:r>
    </w:p>
    <w:p w:rsidR="00C46C29" w:rsidRDefault="00C46C29" w:rsidP="00C46C29">
      <w:pPr>
        <w:pStyle w:val="libPoemCenter"/>
        <w:rPr>
          <w:rFonts w:hint="cs"/>
          <w:rtl/>
        </w:rPr>
      </w:pPr>
      <w:r>
        <w:rPr>
          <w:rFonts w:hint="cs"/>
          <w:rtl/>
        </w:rPr>
        <w:t xml:space="preserve">روحي تريدك تظل عالصبر ما تگدر </w:t>
      </w:r>
    </w:p>
    <w:p w:rsidR="00C46C29" w:rsidRDefault="00C46C29" w:rsidP="00C46C29">
      <w:pPr>
        <w:pStyle w:val="libPoemCenter"/>
        <w:rPr>
          <w:rFonts w:hint="cs"/>
          <w:rtl/>
        </w:rPr>
      </w:pPr>
      <w:r>
        <w:rPr>
          <w:rFonts w:hint="cs"/>
          <w:rtl/>
        </w:rPr>
        <w:t xml:space="preserve">لاچن اشوف الگلب رادك تخوض الحرب </w:t>
      </w:r>
    </w:p>
    <w:p w:rsidR="00C46C29" w:rsidRDefault="00C46C29" w:rsidP="00C46C29">
      <w:pPr>
        <w:pStyle w:val="libPoemCenter"/>
        <w:rPr>
          <w:rFonts w:hint="cs"/>
          <w:rtl/>
        </w:rPr>
      </w:pPr>
      <w:r>
        <w:rPr>
          <w:rFonts w:hint="cs"/>
          <w:rtl/>
        </w:rPr>
        <w:t xml:space="preserve">يوليدي يالأكبر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طلع للميدان مسرع من سمع تحشيم امه </w:t>
      </w:r>
    </w:p>
    <w:p w:rsidR="00C46C29" w:rsidRDefault="00C46C29" w:rsidP="00C46C29">
      <w:pPr>
        <w:pStyle w:val="libPoemCenter"/>
        <w:rPr>
          <w:rFonts w:hint="cs"/>
          <w:rtl/>
        </w:rPr>
      </w:pPr>
      <w:r>
        <w:rPr>
          <w:rFonts w:hint="cs"/>
          <w:rtl/>
        </w:rPr>
        <w:t xml:space="preserve">انهدمت اركان الجحافل من صموده وسيف عزمه </w:t>
      </w:r>
    </w:p>
    <w:p w:rsidR="00C46C29" w:rsidRDefault="00C46C29" w:rsidP="00C46C29">
      <w:pPr>
        <w:pStyle w:val="libPoemCenter"/>
        <w:rPr>
          <w:rFonts w:hint="cs"/>
          <w:rtl/>
        </w:rPr>
      </w:pPr>
      <w:r>
        <w:rPr>
          <w:rFonts w:hint="cs"/>
          <w:rtl/>
        </w:rPr>
        <w:t xml:space="preserve">ساعه لن تنظر ولدها طايح امخضب ابدمه </w:t>
      </w:r>
    </w:p>
    <w:p w:rsidR="00C46C29" w:rsidRDefault="00C46C29" w:rsidP="00C46C29">
      <w:pPr>
        <w:pStyle w:val="libPoemCenter"/>
        <w:rPr>
          <w:rFonts w:hint="cs"/>
          <w:rtl/>
        </w:rPr>
      </w:pPr>
      <w:r>
        <w:rPr>
          <w:rFonts w:hint="cs"/>
          <w:rtl/>
        </w:rPr>
        <w:t xml:space="preserve">شافت ولدها وجثته </w:t>
      </w:r>
    </w:p>
    <w:p w:rsidR="00C46C29" w:rsidRDefault="00C46C29" w:rsidP="00C46C29">
      <w:pPr>
        <w:pStyle w:val="libPoemCenter"/>
        <w:rPr>
          <w:rFonts w:hint="cs"/>
          <w:rtl/>
        </w:rPr>
      </w:pPr>
      <w:r>
        <w:rPr>
          <w:rFonts w:hint="cs"/>
          <w:rtl/>
        </w:rPr>
        <w:t xml:space="preserve">متخضبه ابدمه رگبته </w:t>
      </w:r>
    </w:p>
    <w:p w:rsidR="00C46C29" w:rsidRDefault="00C46C29" w:rsidP="00C46C29">
      <w:pPr>
        <w:pStyle w:val="libPoemCenter"/>
        <w:rPr>
          <w:rFonts w:hint="cs"/>
          <w:rtl/>
        </w:rPr>
      </w:pPr>
      <w:r>
        <w:rPr>
          <w:rFonts w:hint="cs"/>
          <w:rtl/>
        </w:rPr>
        <w:lastRenderedPageBreak/>
        <w:t xml:space="preserve">طاحت عليه ونادته </w:t>
      </w:r>
    </w:p>
    <w:p w:rsidR="00C46C29" w:rsidRDefault="00C46C29" w:rsidP="00C46C29">
      <w:pPr>
        <w:pStyle w:val="libPoemCenter"/>
        <w:rPr>
          <w:rFonts w:hint="cs"/>
          <w:rtl/>
        </w:rPr>
      </w:pPr>
      <w:r>
        <w:rPr>
          <w:rFonts w:hint="cs"/>
          <w:rtl/>
        </w:rPr>
        <w:t xml:space="preserve">گوم واتوسَّد بگلبي بالگلب محفور گبرك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16" w:name="09"/>
      <w:bookmarkStart w:id="17" w:name="_Toc495744801"/>
      <w:r>
        <w:rPr>
          <w:rFonts w:hint="cs"/>
          <w:rtl/>
        </w:rPr>
        <w:lastRenderedPageBreak/>
        <w:t>الليلية الرهيبة</w:t>
      </w:r>
      <w:bookmarkEnd w:id="16"/>
      <w:bookmarkEnd w:id="17"/>
      <w:r>
        <w:rPr>
          <w:rFonts w:hint="cs"/>
          <w:rtl/>
        </w:rPr>
        <w:t xml:space="preserve"> </w:t>
      </w:r>
    </w:p>
    <w:p w:rsidR="00C46C29" w:rsidRDefault="00C46C29" w:rsidP="00C46C29">
      <w:pPr>
        <w:pStyle w:val="libPoemCenter"/>
        <w:rPr>
          <w:rFonts w:hint="cs"/>
          <w:rtl/>
        </w:rPr>
      </w:pPr>
      <w:r>
        <w:rPr>
          <w:rFonts w:hint="cs"/>
          <w:rtl/>
        </w:rPr>
        <w:t xml:space="preserve">بالخيم هالعايله اتودع زلمها حايره اتفكّر ابغربتها وهظمها </w:t>
      </w:r>
    </w:p>
    <w:p w:rsidR="00C46C29" w:rsidRDefault="00C46C29" w:rsidP="00C46C29">
      <w:pPr>
        <w:pStyle w:val="libPoemCenter"/>
        <w:rPr>
          <w:rFonts w:hint="cs"/>
          <w:rtl/>
        </w:rPr>
      </w:pPr>
      <w:r>
        <w:rPr>
          <w:rFonts w:hint="cs"/>
          <w:rtl/>
        </w:rPr>
        <w:t xml:space="preserve">عايله وأطفال أمست ابيا حال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حلت الليله الرهيبه ليله ما مرت مثلها </w:t>
      </w:r>
    </w:p>
    <w:p w:rsidR="00C46C29" w:rsidRDefault="00C46C29" w:rsidP="00C46C29">
      <w:pPr>
        <w:pStyle w:val="libPoemCenter"/>
        <w:rPr>
          <w:rFonts w:hint="cs"/>
          <w:rtl/>
        </w:rPr>
      </w:pPr>
      <w:r>
        <w:rPr>
          <w:rFonts w:hint="cs"/>
          <w:rtl/>
        </w:rPr>
        <w:t xml:space="preserve">لاحت أشباح المصيبه وعايله اتودع أهلها </w:t>
      </w:r>
    </w:p>
    <w:p w:rsidR="00C46C29" w:rsidRDefault="00C46C29" w:rsidP="00C46C29">
      <w:pPr>
        <w:pStyle w:val="libPoemCenter"/>
        <w:rPr>
          <w:rFonts w:hint="cs"/>
          <w:rtl/>
        </w:rPr>
      </w:pPr>
      <w:r>
        <w:rPr>
          <w:rFonts w:hint="cs"/>
          <w:rtl/>
        </w:rPr>
        <w:t xml:space="preserve">حرم باتت بالمناحه وزلم تتنطّر أجلها </w:t>
      </w:r>
    </w:p>
    <w:p w:rsidR="00C46C29" w:rsidRDefault="00C46C29" w:rsidP="00C46C29">
      <w:pPr>
        <w:pStyle w:val="libPoemCenter"/>
        <w:rPr>
          <w:rFonts w:hint="cs"/>
          <w:rtl/>
        </w:rPr>
      </w:pPr>
      <w:r>
        <w:rPr>
          <w:rFonts w:hint="cs"/>
          <w:rtl/>
        </w:rPr>
        <w:t xml:space="preserve">وصار الدمع يرسم صور توديع وهموم وسهر </w:t>
      </w:r>
    </w:p>
    <w:p w:rsidR="00C46C29" w:rsidRDefault="00C46C29" w:rsidP="00C46C29">
      <w:pPr>
        <w:pStyle w:val="libPoemCenter"/>
        <w:rPr>
          <w:rFonts w:hint="cs"/>
          <w:rtl/>
        </w:rPr>
      </w:pPr>
      <w:r>
        <w:rPr>
          <w:rFonts w:hint="cs"/>
          <w:rtl/>
        </w:rPr>
        <w:t xml:space="preserve">عايله وتدري هالدهر باچر ايفرق شملها </w:t>
      </w:r>
    </w:p>
    <w:p w:rsidR="00C46C29" w:rsidRDefault="00C46C29" w:rsidP="00C46C29">
      <w:pPr>
        <w:pStyle w:val="libPoemCenter"/>
        <w:rPr>
          <w:rFonts w:hint="cs"/>
          <w:rtl/>
        </w:rPr>
      </w:pPr>
      <w:r>
        <w:rPr>
          <w:rFonts w:hint="cs"/>
          <w:rtl/>
        </w:rPr>
        <w:t xml:space="preserve">الليله هاي العايله الوليان يمها </w:t>
      </w:r>
    </w:p>
    <w:p w:rsidR="00C46C29" w:rsidRDefault="00C46C29" w:rsidP="00C46C29">
      <w:pPr>
        <w:pStyle w:val="libPoemCenter"/>
        <w:rPr>
          <w:rFonts w:hint="cs"/>
          <w:rtl/>
        </w:rPr>
      </w:pPr>
      <w:r>
        <w:rPr>
          <w:rFonts w:hint="cs"/>
          <w:rtl/>
        </w:rPr>
        <w:t xml:space="preserve">باچر اتعاين النيران ابخيمها </w:t>
      </w:r>
    </w:p>
    <w:p w:rsidR="00C46C29" w:rsidRDefault="00C46C29" w:rsidP="00C46C29">
      <w:pPr>
        <w:pStyle w:val="libPoemCenter"/>
        <w:rPr>
          <w:rFonts w:hint="cs"/>
          <w:rtl/>
        </w:rPr>
      </w:pPr>
      <w:r>
        <w:rPr>
          <w:rFonts w:hint="cs"/>
          <w:rtl/>
        </w:rPr>
        <w:t xml:space="preserve">ظلت ابتفكير بالفجر شيصير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زينب اتراقب الحاله ولايجه الدمعه ابجفنها </w:t>
      </w:r>
    </w:p>
    <w:p w:rsidR="00C46C29" w:rsidRDefault="00C46C29" w:rsidP="00C46C29">
      <w:pPr>
        <w:pStyle w:val="libPoemCenter"/>
        <w:rPr>
          <w:rFonts w:hint="cs"/>
          <w:rtl/>
        </w:rPr>
      </w:pPr>
      <w:r>
        <w:rPr>
          <w:rFonts w:hint="cs"/>
          <w:rtl/>
        </w:rPr>
        <w:t xml:space="preserve">لحظه وگفت لنها تسمع صرخه مصحوبه ابحزنها </w:t>
      </w:r>
    </w:p>
    <w:p w:rsidR="00C46C29" w:rsidRDefault="00C46C29" w:rsidP="00C46C29">
      <w:pPr>
        <w:pStyle w:val="libPoemCenter"/>
        <w:rPr>
          <w:rFonts w:hint="cs"/>
          <w:rtl/>
        </w:rPr>
      </w:pPr>
      <w:r>
        <w:rPr>
          <w:rFonts w:hint="cs"/>
          <w:rtl/>
        </w:rPr>
        <w:t xml:space="preserve">صرخه من ليله الحزينه اتخاطب الأكبر إبنها </w:t>
      </w:r>
    </w:p>
    <w:p w:rsidR="00C46C29" w:rsidRDefault="00C46C29" w:rsidP="00C46C29">
      <w:pPr>
        <w:pStyle w:val="libPoemCenter"/>
        <w:rPr>
          <w:rFonts w:hint="cs"/>
          <w:rtl/>
        </w:rPr>
      </w:pPr>
      <w:r>
        <w:rPr>
          <w:rFonts w:hint="cs"/>
          <w:rtl/>
        </w:rPr>
        <w:t xml:space="preserve">واتگله يبني يا علي بالدنيه غيرك ما إلي </w:t>
      </w:r>
    </w:p>
    <w:p w:rsidR="00C46C29" w:rsidRDefault="00C46C29" w:rsidP="00C46C29">
      <w:pPr>
        <w:pStyle w:val="libPoemCenter"/>
        <w:rPr>
          <w:rFonts w:hint="cs"/>
          <w:rtl/>
        </w:rPr>
      </w:pPr>
      <w:r>
        <w:rPr>
          <w:rFonts w:hint="cs"/>
          <w:rtl/>
        </w:rPr>
        <w:t xml:space="preserve">ساعة وداعك يالولي ايشيب حتى الطفل منها </w:t>
      </w:r>
    </w:p>
    <w:p w:rsidR="00C46C29" w:rsidRDefault="00C46C29" w:rsidP="00C46C29">
      <w:pPr>
        <w:pStyle w:val="libPoemCenter"/>
        <w:rPr>
          <w:rFonts w:hint="cs"/>
          <w:rtl/>
        </w:rPr>
      </w:pPr>
      <w:r>
        <w:rPr>
          <w:rFonts w:hint="cs"/>
          <w:rtl/>
        </w:rPr>
        <w:t xml:space="preserve">يبني يا صوره الدهر بالطف رسمها </w:t>
      </w:r>
    </w:p>
    <w:p w:rsidR="00C46C29" w:rsidRDefault="00C46C29" w:rsidP="00C46C29">
      <w:pPr>
        <w:pStyle w:val="libPoemCenter"/>
        <w:rPr>
          <w:rFonts w:hint="cs"/>
          <w:rtl/>
        </w:rPr>
      </w:pPr>
      <w:r>
        <w:rPr>
          <w:rFonts w:hint="cs"/>
          <w:rtl/>
        </w:rPr>
        <w:t xml:space="preserve">رسم صورة جثتك ويسيل دمها </w:t>
      </w:r>
    </w:p>
    <w:p w:rsidR="00C46C29" w:rsidRDefault="00C46C29" w:rsidP="00C46C29">
      <w:pPr>
        <w:pStyle w:val="libPoemCenter"/>
        <w:rPr>
          <w:rFonts w:hint="cs"/>
          <w:rtl/>
        </w:rPr>
      </w:pPr>
      <w:r>
        <w:rPr>
          <w:rFonts w:hint="cs"/>
          <w:rtl/>
        </w:rPr>
        <w:t xml:space="preserve">لو طحت مذبوح روحي وين اتروح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وزينب بهالحاله ظلت بين شهگه وبين دمعه </w:t>
      </w:r>
    </w:p>
    <w:p w:rsidR="00C46C29" w:rsidRDefault="00C46C29" w:rsidP="00C46C29">
      <w:pPr>
        <w:pStyle w:val="libPoemCenter"/>
        <w:rPr>
          <w:rFonts w:hint="cs"/>
          <w:rtl/>
        </w:rPr>
      </w:pPr>
      <w:r>
        <w:rPr>
          <w:rFonts w:hint="cs"/>
          <w:rtl/>
        </w:rPr>
        <w:t xml:space="preserve">لنها تسمع صوت ثاني صوت من رمله تسمعه </w:t>
      </w:r>
    </w:p>
    <w:p w:rsidR="00C46C29" w:rsidRDefault="00C46C29" w:rsidP="00C46C29">
      <w:pPr>
        <w:pStyle w:val="libPoemCenter"/>
        <w:rPr>
          <w:rFonts w:hint="cs"/>
          <w:rtl/>
        </w:rPr>
      </w:pPr>
      <w:r>
        <w:rPr>
          <w:rFonts w:hint="cs"/>
          <w:rtl/>
        </w:rPr>
        <w:lastRenderedPageBreak/>
        <w:t xml:space="preserve">اتصيح يا جسام يبني للزفاف اعلگلت شمعه </w:t>
      </w:r>
    </w:p>
    <w:p w:rsidR="00C46C29" w:rsidRDefault="00C46C29" w:rsidP="00C46C29">
      <w:pPr>
        <w:pStyle w:val="libPoemCenter"/>
        <w:rPr>
          <w:rFonts w:hint="cs"/>
          <w:rtl/>
        </w:rPr>
      </w:pPr>
      <w:r>
        <w:rPr>
          <w:rFonts w:hint="cs"/>
          <w:rtl/>
        </w:rPr>
        <w:t xml:space="preserve">يا فرحة اسنين المظن شنهو السبب يبن الحسن </w:t>
      </w:r>
    </w:p>
    <w:p w:rsidR="00C46C29" w:rsidRDefault="00C46C29" w:rsidP="00C46C29">
      <w:pPr>
        <w:pStyle w:val="libPoemCenter"/>
        <w:rPr>
          <w:rFonts w:hint="cs"/>
          <w:rtl/>
        </w:rPr>
      </w:pPr>
      <w:r>
        <w:rPr>
          <w:rFonts w:hint="cs"/>
          <w:rtl/>
        </w:rPr>
        <w:t xml:space="preserve">چن لابس اثياب الچفن والگلب ناوي تفجعه </w:t>
      </w:r>
    </w:p>
    <w:p w:rsidR="00C46C29" w:rsidRDefault="00C46C29" w:rsidP="00C46C29">
      <w:pPr>
        <w:pStyle w:val="libPoemCenter"/>
        <w:rPr>
          <w:rFonts w:hint="cs"/>
          <w:rtl/>
        </w:rPr>
      </w:pPr>
      <w:r>
        <w:rPr>
          <w:rFonts w:hint="cs"/>
          <w:rtl/>
        </w:rPr>
        <w:t xml:space="preserve">يبيني گلب امك بهالساعه علمها </w:t>
      </w:r>
    </w:p>
    <w:p w:rsidR="00C46C29" w:rsidRDefault="00C46C29" w:rsidP="00C46C29">
      <w:pPr>
        <w:pStyle w:val="libPoemCenter"/>
        <w:rPr>
          <w:rFonts w:hint="cs"/>
          <w:rtl/>
        </w:rPr>
      </w:pPr>
      <w:r>
        <w:rPr>
          <w:rFonts w:hint="cs"/>
          <w:rtl/>
        </w:rPr>
        <w:t xml:space="preserve">ابدال فرحة عرسك اتعيش بألمها </w:t>
      </w:r>
    </w:p>
    <w:p w:rsidR="00C46C29" w:rsidRDefault="00C46C29" w:rsidP="00C46C29">
      <w:pPr>
        <w:pStyle w:val="libPoemCenter"/>
        <w:rPr>
          <w:rFonts w:hint="cs"/>
          <w:rtl/>
        </w:rPr>
      </w:pPr>
      <w:r>
        <w:rPr>
          <w:rFonts w:hint="cs"/>
          <w:rtl/>
        </w:rPr>
        <w:t xml:space="preserve">يبني يا جسام روحي بالآلام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هذي اُم بعد اُم تصيح يبني اندهش حالي </w:t>
      </w:r>
    </w:p>
    <w:p w:rsidR="00C46C29" w:rsidRDefault="00C46C29" w:rsidP="00C46C29">
      <w:pPr>
        <w:pStyle w:val="libPoemCenter"/>
        <w:rPr>
          <w:rFonts w:hint="cs"/>
          <w:rtl/>
        </w:rPr>
      </w:pPr>
      <w:r>
        <w:rPr>
          <w:rFonts w:hint="cs"/>
          <w:rtl/>
        </w:rPr>
        <w:t xml:space="preserve">شاعت أخبار المصيبه تروح من بين ايدي تالي </w:t>
      </w:r>
    </w:p>
    <w:p w:rsidR="00C46C29" w:rsidRDefault="00C46C29" w:rsidP="00C46C29">
      <w:pPr>
        <w:pStyle w:val="libPoemCenter"/>
        <w:rPr>
          <w:rFonts w:hint="cs"/>
          <w:rtl/>
        </w:rPr>
      </w:pPr>
      <w:r>
        <w:rPr>
          <w:rFonts w:hint="cs"/>
          <w:rtl/>
        </w:rPr>
        <w:t xml:space="preserve">يبني هذا الدهر طبعه وهذي عادات الليالي </w:t>
      </w:r>
    </w:p>
    <w:p w:rsidR="00C46C29" w:rsidRDefault="00C46C29" w:rsidP="00C46C29">
      <w:pPr>
        <w:pStyle w:val="libPoemCenter"/>
        <w:rPr>
          <w:rFonts w:hint="cs"/>
          <w:rtl/>
        </w:rPr>
      </w:pPr>
      <w:r>
        <w:rPr>
          <w:rFonts w:hint="cs"/>
          <w:rtl/>
        </w:rPr>
        <w:t xml:space="preserve">حيلي يعبد الله انفگد يوليدي شترجّه بعد </w:t>
      </w:r>
    </w:p>
    <w:p w:rsidR="00C46C29" w:rsidRDefault="00C46C29" w:rsidP="00C46C29">
      <w:pPr>
        <w:pStyle w:val="libPoemCenter"/>
        <w:rPr>
          <w:rFonts w:hint="cs"/>
          <w:rtl/>
        </w:rPr>
      </w:pPr>
      <w:r>
        <w:rPr>
          <w:rFonts w:hint="cs"/>
          <w:rtl/>
        </w:rPr>
        <w:t xml:space="preserve">هاليوم اشوفك بالمهد باچر الگه المهد خالي </w:t>
      </w:r>
    </w:p>
    <w:p w:rsidR="00C46C29" w:rsidRDefault="00C46C29" w:rsidP="00C46C29">
      <w:pPr>
        <w:pStyle w:val="libPoemCenter"/>
        <w:rPr>
          <w:rFonts w:hint="cs"/>
          <w:rtl/>
        </w:rPr>
      </w:pPr>
      <w:r>
        <w:rPr>
          <w:rFonts w:hint="cs"/>
          <w:rtl/>
        </w:rPr>
        <w:t xml:space="preserve">رگبتك يوليدي خليني أشمها </w:t>
      </w:r>
    </w:p>
    <w:p w:rsidR="00C46C29" w:rsidRDefault="00C46C29" w:rsidP="00C46C29">
      <w:pPr>
        <w:pStyle w:val="libPoemCenter"/>
        <w:rPr>
          <w:rFonts w:hint="cs"/>
          <w:rtl/>
        </w:rPr>
      </w:pPr>
      <w:r>
        <w:rPr>
          <w:rFonts w:hint="cs"/>
          <w:rtl/>
        </w:rPr>
        <w:t xml:space="preserve">گبل لا هالگوم توميك ابسهمها </w:t>
      </w:r>
    </w:p>
    <w:p w:rsidR="00C46C29" w:rsidRDefault="00C46C29" w:rsidP="00C46C29">
      <w:pPr>
        <w:pStyle w:val="libPoemCenter"/>
        <w:rPr>
          <w:rFonts w:hint="cs"/>
          <w:rtl/>
        </w:rPr>
      </w:pPr>
      <w:r>
        <w:rPr>
          <w:rFonts w:hint="cs"/>
          <w:rtl/>
        </w:rPr>
        <w:t xml:space="preserve">والسهم مسموم وامك بهاليوم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چانت اويه الحرم زينب شافت اوادع الفواطم </w:t>
      </w:r>
    </w:p>
    <w:p w:rsidR="00C46C29" w:rsidRDefault="00C46C29" w:rsidP="00C46C29">
      <w:pPr>
        <w:pStyle w:val="libPoemCenter"/>
        <w:rPr>
          <w:rFonts w:hint="cs"/>
          <w:rtl/>
        </w:rPr>
      </w:pPr>
      <w:r>
        <w:rPr>
          <w:rFonts w:hint="cs"/>
          <w:rtl/>
        </w:rPr>
        <w:t xml:space="preserve">النوب للاطفال راحت والعطش يرسم علايم </w:t>
      </w:r>
    </w:p>
    <w:p w:rsidR="00C46C29" w:rsidRDefault="00C46C29" w:rsidP="00C46C29">
      <w:pPr>
        <w:pStyle w:val="libPoemCenter"/>
        <w:rPr>
          <w:rFonts w:hint="cs"/>
          <w:rtl/>
        </w:rPr>
      </w:pPr>
      <w:r>
        <w:rPr>
          <w:rFonts w:hint="cs"/>
          <w:rtl/>
        </w:rPr>
        <w:t xml:space="preserve">لگت لمه امن الاطفال ويمها واگف گمر هاشم </w:t>
      </w:r>
    </w:p>
    <w:p w:rsidR="00C46C29" w:rsidRDefault="00C46C29" w:rsidP="00C46C29">
      <w:pPr>
        <w:pStyle w:val="libPoemCenter"/>
        <w:rPr>
          <w:rFonts w:hint="cs"/>
          <w:rtl/>
        </w:rPr>
      </w:pPr>
      <w:r>
        <w:rPr>
          <w:rFonts w:hint="cs"/>
          <w:rtl/>
        </w:rPr>
        <w:t xml:space="preserve">يا صوت منهم ينسمع ينسمع بس صوت الدمع </w:t>
      </w:r>
    </w:p>
    <w:p w:rsidR="00C46C29" w:rsidRDefault="00C46C29" w:rsidP="00C46C29">
      <w:pPr>
        <w:pStyle w:val="libPoemCenter"/>
        <w:rPr>
          <w:rFonts w:hint="cs"/>
          <w:rtl/>
        </w:rPr>
      </w:pPr>
      <w:r>
        <w:rPr>
          <w:rFonts w:hint="cs"/>
          <w:rtl/>
        </w:rPr>
        <w:t xml:space="preserve">چم طفل أمسه بهالوضع وچم گلب بالعطش هايم </w:t>
      </w:r>
    </w:p>
    <w:p w:rsidR="00C46C29" w:rsidRDefault="00C46C29" w:rsidP="00C46C29">
      <w:pPr>
        <w:pStyle w:val="libPoemCenter"/>
        <w:rPr>
          <w:rFonts w:hint="cs"/>
          <w:rtl/>
        </w:rPr>
      </w:pPr>
      <w:r>
        <w:rPr>
          <w:rFonts w:hint="cs"/>
          <w:rtl/>
        </w:rPr>
        <w:t xml:space="preserve">طفله وگفت بالحزن تحچي اويه عمها </w:t>
      </w:r>
    </w:p>
    <w:p w:rsidR="00C46C29" w:rsidRDefault="00C46C29" w:rsidP="00C46C29">
      <w:pPr>
        <w:pStyle w:val="libPoemCenter"/>
        <w:rPr>
          <w:rFonts w:hint="cs"/>
          <w:rtl/>
        </w:rPr>
      </w:pPr>
      <w:r>
        <w:rPr>
          <w:rFonts w:hint="cs"/>
          <w:rtl/>
        </w:rPr>
        <w:t xml:space="preserve">اتگله ليش المشرعه العسكر لزمها </w:t>
      </w:r>
    </w:p>
    <w:p w:rsidR="00C46C29" w:rsidRDefault="00C46C29" w:rsidP="00C46C29">
      <w:pPr>
        <w:pStyle w:val="libPoemCenter"/>
        <w:rPr>
          <w:rFonts w:hint="cs"/>
          <w:rtl/>
        </w:rPr>
      </w:pPr>
      <w:r>
        <w:rPr>
          <w:rFonts w:hint="cs"/>
          <w:rtl/>
        </w:rPr>
        <w:t xml:space="preserve">وطفله من الخوف ما درت شتشوف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lastRenderedPageBreak/>
        <w:t xml:space="preserve">بالخيم زينب تحوم وعاشت الحاله ابدمعها </w:t>
      </w:r>
    </w:p>
    <w:p w:rsidR="00C46C29" w:rsidRDefault="00C46C29" w:rsidP="00C46C29">
      <w:pPr>
        <w:pStyle w:val="libPoemCenter"/>
        <w:rPr>
          <w:rFonts w:hint="cs"/>
          <w:rtl/>
        </w:rPr>
      </w:pPr>
      <w:r>
        <w:rPr>
          <w:rFonts w:hint="cs"/>
          <w:rtl/>
        </w:rPr>
        <w:t xml:space="preserve">النوب راحت يم اخوها تشچي حالتها أو وضعها </w:t>
      </w:r>
    </w:p>
    <w:p w:rsidR="00C46C29" w:rsidRDefault="00C46C29" w:rsidP="00C46C29">
      <w:pPr>
        <w:pStyle w:val="libPoemCenter"/>
        <w:rPr>
          <w:rFonts w:hint="cs"/>
          <w:rtl/>
        </w:rPr>
      </w:pPr>
      <w:r>
        <w:rPr>
          <w:rFonts w:hint="cs"/>
          <w:rtl/>
        </w:rPr>
        <w:t xml:space="preserve">اتگله يحسين أرد اخبرك مهجتي اوداعك فجعها </w:t>
      </w:r>
    </w:p>
    <w:p w:rsidR="00C46C29" w:rsidRDefault="00C46C29" w:rsidP="00C46C29">
      <w:pPr>
        <w:pStyle w:val="libPoemCenter"/>
        <w:rPr>
          <w:rFonts w:hint="cs"/>
          <w:rtl/>
        </w:rPr>
      </w:pPr>
      <w:r>
        <w:rPr>
          <w:rFonts w:hint="cs"/>
          <w:rtl/>
        </w:rPr>
        <w:t xml:space="preserve">امصابك يبن حامي الحمه أيجدد مصيبة فاطمه </w:t>
      </w:r>
    </w:p>
    <w:p w:rsidR="00C46C29" w:rsidRDefault="00C46C29" w:rsidP="00C46C29">
      <w:pPr>
        <w:pStyle w:val="libPoemCenter"/>
        <w:rPr>
          <w:rFonts w:hint="cs"/>
          <w:rtl/>
        </w:rPr>
      </w:pPr>
      <w:r>
        <w:rPr>
          <w:rFonts w:hint="cs"/>
          <w:rtl/>
        </w:rPr>
        <w:t xml:space="preserve">ابكل ضلع خيل اتهشِّمه اذكر الزهره وضلعها </w:t>
      </w:r>
    </w:p>
    <w:p w:rsidR="00C46C29" w:rsidRDefault="00C46C29" w:rsidP="00C46C29">
      <w:pPr>
        <w:pStyle w:val="libPoemCenter"/>
        <w:rPr>
          <w:rFonts w:hint="cs"/>
          <w:rtl/>
        </w:rPr>
      </w:pPr>
      <w:r>
        <w:rPr>
          <w:rFonts w:hint="cs"/>
          <w:rtl/>
        </w:rPr>
        <w:t xml:space="preserve">اشعدها زينب بالمصايب تذكر امها </w:t>
      </w:r>
    </w:p>
    <w:p w:rsidR="00C46C29" w:rsidRDefault="00C46C29" w:rsidP="00C46C29">
      <w:pPr>
        <w:pStyle w:val="libPoemCenter"/>
        <w:rPr>
          <w:rFonts w:hint="cs"/>
          <w:rtl/>
        </w:rPr>
      </w:pPr>
      <w:r>
        <w:rPr>
          <w:rFonts w:hint="cs"/>
          <w:rtl/>
        </w:rPr>
        <w:t xml:space="preserve">ما كفاها امصابها وكربله وهمها </w:t>
      </w:r>
    </w:p>
    <w:p w:rsidR="00C46C29" w:rsidRDefault="00C46C29" w:rsidP="00C46C29">
      <w:pPr>
        <w:pStyle w:val="libPoemCenter"/>
        <w:rPr>
          <w:rFonts w:hint="cs"/>
          <w:rtl/>
        </w:rPr>
      </w:pPr>
      <w:r>
        <w:rPr>
          <w:rFonts w:hint="cs"/>
          <w:rtl/>
        </w:rPr>
        <w:t xml:space="preserve">الاخوه من يرحون يا مصاب ايهون </w:t>
      </w:r>
    </w:p>
    <w:p w:rsidR="00C46C29" w:rsidRDefault="00C46C29" w:rsidP="00C46C29">
      <w:pPr>
        <w:pStyle w:val="libPoemCenter"/>
        <w:rPr>
          <w:rFonts w:hint="cs"/>
          <w:rtl/>
        </w:rPr>
      </w:pPr>
      <w:r>
        <w:rPr>
          <w:rFonts w:hint="cs"/>
          <w:rtl/>
        </w:rPr>
        <w:t xml:space="preserve">حايره اتفكر ابغربتها وهظمها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حسين جاوبها يزينب أمر هذا اعلينه حتمي </w:t>
      </w:r>
    </w:p>
    <w:p w:rsidR="00C46C29" w:rsidRDefault="00C46C29" w:rsidP="00C46C29">
      <w:pPr>
        <w:pStyle w:val="libPoemCenter"/>
        <w:rPr>
          <w:rFonts w:hint="cs"/>
          <w:rtl/>
        </w:rPr>
      </w:pPr>
      <w:r>
        <w:rPr>
          <w:rFonts w:hint="cs"/>
          <w:rtl/>
        </w:rPr>
        <w:t xml:space="preserve">بالحرب صدري ايتكسر مثل كسرة ضلع اُمي </w:t>
      </w:r>
    </w:p>
    <w:p w:rsidR="00C46C29" w:rsidRDefault="00C46C29" w:rsidP="00C46C29">
      <w:pPr>
        <w:pStyle w:val="libPoemCenter"/>
        <w:rPr>
          <w:rFonts w:hint="cs"/>
          <w:rtl/>
        </w:rPr>
      </w:pPr>
      <w:r>
        <w:rPr>
          <w:rFonts w:hint="cs"/>
          <w:rtl/>
        </w:rPr>
        <w:t xml:space="preserve">ومثل دم حيدر أبويه اعله التراب يسيل دمي </w:t>
      </w:r>
    </w:p>
    <w:p w:rsidR="00C46C29" w:rsidRDefault="00C46C29" w:rsidP="00C46C29">
      <w:pPr>
        <w:pStyle w:val="libPoemCenter"/>
        <w:rPr>
          <w:rFonts w:hint="cs"/>
          <w:rtl/>
        </w:rPr>
      </w:pPr>
      <w:r>
        <w:rPr>
          <w:rFonts w:hint="cs"/>
          <w:rtl/>
        </w:rPr>
        <w:t xml:space="preserve">هالليله ليلة نايبه يا مظلوم </w:t>
      </w:r>
    </w:p>
    <w:p w:rsidR="00C46C29" w:rsidRDefault="00C46C29" w:rsidP="00C46C29">
      <w:pPr>
        <w:pStyle w:val="libPoemCenter"/>
        <w:rPr>
          <w:rFonts w:hint="cs"/>
          <w:rtl/>
        </w:rPr>
      </w:pPr>
      <w:r>
        <w:rPr>
          <w:rFonts w:hint="cs"/>
          <w:rtl/>
        </w:rPr>
        <w:t xml:space="preserve">باچر جثث متخضبه وتجري دموم </w:t>
      </w:r>
    </w:p>
    <w:p w:rsidR="00C46C29" w:rsidRDefault="00C46C29" w:rsidP="00C46C29">
      <w:pPr>
        <w:pStyle w:val="libPoemCenter"/>
        <w:rPr>
          <w:rFonts w:hint="cs"/>
          <w:rtl/>
        </w:rPr>
      </w:pPr>
      <w:r>
        <w:rPr>
          <w:rFonts w:hint="cs"/>
          <w:rtl/>
        </w:rPr>
        <w:t xml:space="preserve">باچر خيم متلاهبه ابنار الگوم </w:t>
      </w:r>
    </w:p>
    <w:p w:rsidR="00C46C29" w:rsidRDefault="00C46C29" w:rsidP="00C46C29">
      <w:pPr>
        <w:pStyle w:val="libPoemCenter"/>
        <w:rPr>
          <w:rFonts w:hint="cs"/>
          <w:rtl/>
        </w:rPr>
      </w:pPr>
      <w:r>
        <w:rPr>
          <w:rFonts w:hint="cs"/>
          <w:rtl/>
        </w:rPr>
        <w:t xml:space="preserve">مثل باب الدار باچر خيمتچ بالنار تسعر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18" w:name="10"/>
      <w:bookmarkStart w:id="19" w:name="_Toc495744802"/>
      <w:r>
        <w:rPr>
          <w:rFonts w:hint="cs"/>
          <w:rtl/>
        </w:rPr>
        <w:lastRenderedPageBreak/>
        <w:t>الأمّة المجيدة</w:t>
      </w:r>
      <w:bookmarkEnd w:id="18"/>
      <w:bookmarkEnd w:id="19"/>
      <w:r>
        <w:rPr>
          <w:rFonts w:hint="cs"/>
          <w:rtl/>
        </w:rPr>
        <w:t xml:space="preserve"> </w:t>
      </w:r>
    </w:p>
    <w:p w:rsidR="00C46C29" w:rsidRDefault="00C46C29" w:rsidP="00C46C29">
      <w:pPr>
        <w:pStyle w:val="libPoemCenter"/>
        <w:rPr>
          <w:rFonts w:hint="cs"/>
          <w:rtl/>
        </w:rPr>
      </w:pPr>
      <w:r>
        <w:rPr>
          <w:rFonts w:hint="cs"/>
          <w:rtl/>
        </w:rPr>
        <w:t xml:space="preserve">وهمانه ونكرت واقعها وهاي الاعذار اشتنفعها </w:t>
      </w:r>
    </w:p>
    <w:p w:rsidR="00C46C29" w:rsidRDefault="00C46C29" w:rsidP="00C46C29">
      <w:pPr>
        <w:pStyle w:val="libPoemCenter"/>
        <w:rPr>
          <w:rFonts w:hint="cs"/>
          <w:rtl/>
        </w:rPr>
      </w:pPr>
      <w:r>
        <w:rPr>
          <w:rFonts w:hint="cs"/>
          <w:rtl/>
        </w:rPr>
        <w:t xml:space="preserve">لمن يسألها المختار اشراح اتقدم من أعذار </w:t>
      </w:r>
    </w:p>
    <w:p w:rsidR="00C46C29" w:rsidRDefault="00C46C29" w:rsidP="00C46C29">
      <w:pPr>
        <w:pStyle w:val="libPoemCenter"/>
        <w:rPr>
          <w:rFonts w:hint="cs"/>
          <w:rtl/>
        </w:rPr>
      </w:pPr>
      <w:r>
        <w:rPr>
          <w:rFonts w:hint="cs"/>
          <w:rtl/>
        </w:rPr>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ردنه انظل اعله الأمه انعيد الماضي ونبدي اعتاب </w:t>
      </w:r>
    </w:p>
    <w:p w:rsidR="00C46C29" w:rsidRDefault="00C46C29" w:rsidP="00C46C29">
      <w:pPr>
        <w:pStyle w:val="libPoemCenter"/>
        <w:rPr>
          <w:rFonts w:hint="cs"/>
          <w:rtl/>
        </w:rPr>
      </w:pPr>
      <w:r>
        <w:rPr>
          <w:rFonts w:hint="cs"/>
          <w:rtl/>
        </w:rPr>
        <w:t xml:space="preserve">لاچن ناخذ منها العبره ونحسب للأحداث احساب </w:t>
      </w:r>
    </w:p>
    <w:p w:rsidR="00C46C29" w:rsidRDefault="00C46C29" w:rsidP="00C46C29">
      <w:pPr>
        <w:pStyle w:val="libPoemCenter"/>
        <w:rPr>
          <w:rFonts w:hint="cs"/>
          <w:rtl/>
        </w:rPr>
      </w:pPr>
      <w:r>
        <w:rPr>
          <w:rFonts w:hint="cs"/>
          <w:rtl/>
        </w:rPr>
        <w:t xml:space="preserve">كل مجهول اتوضح النه وما ظل فوﮒ العين احجاب </w:t>
      </w:r>
    </w:p>
    <w:p w:rsidR="00C46C29" w:rsidRDefault="00C46C29" w:rsidP="00C46C29">
      <w:pPr>
        <w:pStyle w:val="libPoemCenter"/>
        <w:rPr>
          <w:rFonts w:hint="cs"/>
          <w:rtl/>
        </w:rPr>
      </w:pPr>
      <w:r>
        <w:rPr>
          <w:rFonts w:hint="cs"/>
          <w:rtl/>
        </w:rPr>
        <w:t xml:space="preserve">باچر للناس ايحاسبها الهادي ومنها يريد اجواب </w:t>
      </w:r>
    </w:p>
    <w:p w:rsidR="00C46C29" w:rsidRDefault="00C46C29" w:rsidP="00C46C29">
      <w:pPr>
        <w:pStyle w:val="libPoemCenter"/>
        <w:rPr>
          <w:rFonts w:hint="cs"/>
          <w:rtl/>
        </w:rPr>
      </w:pPr>
      <w:r>
        <w:rPr>
          <w:rFonts w:hint="cs"/>
          <w:rtl/>
        </w:rPr>
        <w:t xml:space="preserve">هالناس الغدرت بالعتره باچر توگف ويه الزهره </w:t>
      </w:r>
    </w:p>
    <w:p w:rsidR="00C46C29" w:rsidRDefault="00C46C29" w:rsidP="00C46C29">
      <w:pPr>
        <w:pStyle w:val="libPoemCenter"/>
        <w:rPr>
          <w:rFonts w:hint="cs"/>
          <w:rtl/>
        </w:rPr>
      </w:pPr>
      <w:r>
        <w:rPr>
          <w:rFonts w:hint="cs"/>
          <w:rtl/>
        </w:rPr>
        <w:t xml:space="preserve">وهناك المحشر لو صار اشراح اتقدم من أعذار </w:t>
      </w:r>
    </w:p>
    <w:p w:rsidR="00C46C29" w:rsidRDefault="00C46C29" w:rsidP="00C46C29">
      <w:pPr>
        <w:pStyle w:val="libPoemCenter"/>
        <w:rPr>
          <w:rFonts w:hint="cs"/>
          <w:rtl/>
        </w:rPr>
      </w:pPr>
      <w:r>
        <w:rPr>
          <w:rFonts w:hint="cs"/>
          <w:rtl/>
        </w:rPr>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بس ما فارگهم هادينه صاروا للشيطان اعوان </w:t>
      </w:r>
    </w:p>
    <w:p w:rsidR="00C46C29" w:rsidRDefault="00C46C29" w:rsidP="00C46C29">
      <w:pPr>
        <w:pStyle w:val="libPoemCenter"/>
        <w:rPr>
          <w:rFonts w:hint="cs"/>
          <w:rtl/>
        </w:rPr>
      </w:pPr>
      <w:r>
        <w:rPr>
          <w:rFonts w:hint="cs"/>
          <w:rtl/>
        </w:rPr>
        <w:t xml:space="preserve">لمن دفعوا باب الزهره فتحوا أبواب الطغيان </w:t>
      </w:r>
    </w:p>
    <w:p w:rsidR="00C46C29" w:rsidRDefault="00C46C29" w:rsidP="00C46C29">
      <w:pPr>
        <w:pStyle w:val="libPoemCenter"/>
        <w:rPr>
          <w:rFonts w:hint="cs"/>
          <w:rtl/>
        </w:rPr>
      </w:pPr>
      <w:r>
        <w:rPr>
          <w:rFonts w:hint="cs"/>
          <w:rtl/>
        </w:rPr>
        <w:t xml:space="preserve">ضلع الهشموه ابهجمتهم أصبح مصدر للأحزان </w:t>
      </w:r>
    </w:p>
    <w:p w:rsidR="00C46C29" w:rsidRDefault="00C46C29" w:rsidP="00C46C29">
      <w:pPr>
        <w:pStyle w:val="libPoemCenter"/>
        <w:rPr>
          <w:rFonts w:hint="cs"/>
          <w:rtl/>
        </w:rPr>
      </w:pPr>
      <w:r>
        <w:rPr>
          <w:rFonts w:hint="cs"/>
          <w:rtl/>
        </w:rPr>
        <w:t xml:space="preserve">چانوا أصحاب اشغيرهم اشبدَّلهم صاروا عدوان </w:t>
      </w:r>
    </w:p>
    <w:p w:rsidR="00C46C29" w:rsidRDefault="00C46C29" w:rsidP="00C46C29">
      <w:pPr>
        <w:pStyle w:val="libPoemCenter"/>
        <w:rPr>
          <w:rFonts w:hint="cs"/>
          <w:rtl/>
        </w:rPr>
      </w:pPr>
      <w:r>
        <w:rPr>
          <w:rFonts w:hint="cs"/>
          <w:rtl/>
        </w:rPr>
        <w:t xml:space="preserve">أصحابه انحرفوا من بعده الله يلعن أهل الردَّه </w:t>
      </w:r>
    </w:p>
    <w:p w:rsidR="00C46C29" w:rsidRDefault="00C46C29" w:rsidP="00C46C29">
      <w:pPr>
        <w:pStyle w:val="libPoemCenter"/>
        <w:rPr>
          <w:rFonts w:hint="cs"/>
          <w:rtl/>
        </w:rPr>
      </w:pPr>
      <w:r>
        <w:rPr>
          <w:rFonts w:hint="cs"/>
          <w:rtl/>
        </w:rPr>
        <w:t xml:space="preserve">گوم الدفعت باب الدار اشراح اتقدم من أعذار </w:t>
      </w:r>
    </w:p>
    <w:p w:rsidR="00C46C29" w:rsidRDefault="00C46C29" w:rsidP="00C46C29">
      <w:pPr>
        <w:pStyle w:val="libPoemCenter"/>
        <w:rPr>
          <w:rFonts w:hint="cs"/>
          <w:rtl/>
        </w:rPr>
      </w:pPr>
      <w:r>
        <w:rPr>
          <w:rFonts w:hint="cs"/>
          <w:rtl/>
        </w:rPr>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لا تنشد عن موقف حيدر موقف حيدر ما ننساه </w:t>
      </w:r>
    </w:p>
    <w:p w:rsidR="00C46C29" w:rsidRDefault="00C46C29" w:rsidP="00C46C29">
      <w:pPr>
        <w:pStyle w:val="libPoemCenter"/>
        <w:rPr>
          <w:rFonts w:hint="cs"/>
          <w:rtl/>
        </w:rPr>
      </w:pPr>
      <w:r>
        <w:rPr>
          <w:rFonts w:hint="cs"/>
          <w:rtl/>
        </w:rPr>
        <w:t xml:space="preserve">مصيوب وطاح بمحرابه واتخضب شيبه امن ادماه </w:t>
      </w:r>
    </w:p>
    <w:p w:rsidR="00C46C29" w:rsidRDefault="00C46C29" w:rsidP="00C46C29">
      <w:pPr>
        <w:pStyle w:val="libPoemCenter"/>
        <w:rPr>
          <w:rFonts w:hint="cs"/>
          <w:rtl/>
        </w:rPr>
      </w:pPr>
      <w:r>
        <w:rPr>
          <w:rFonts w:hint="cs"/>
          <w:rtl/>
        </w:rPr>
        <w:t xml:space="preserve">حيدر لمن دفنوا جسمه دفنوا جسم العزه اوياه </w:t>
      </w:r>
    </w:p>
    <w:p w:rsidR="00C46C29" w:rsidRDefault="00C46C29" w:rsidP="00C46C29">
      <w:pPr>
        <w:pStyle w:val="libPoemCenter"/>
        <w:rPr>
          <w:rFonts w:hint="cs"/>
          <w:rtl/>
        </w:rPr>
      </w:pPr>
      <w:r>
        <w:rPr>
          <w:rFonts w:hint="cs"/>
          <w:rtl/>
        </w:rPr>
        <w:t xml:space="preserve">گبل الموت اسنين اتحمل ظل يكابد جور اعداه </w:t>
      </w:r>
    </w:p>
    <w:p w:rsidR="00C46C29" w:rsidRDefault="00C46C29" w:rsidP="00C46C29">
      <w:pPr>
        <w:pStyle w:val="libPoemCenter"/>
        <w:rPr>
          <w:rFonts w:hint="cs"/>
          <w:rtl/>
        </w:rPr>
      </w:pPr>
      <w:r>
        <w:rPr>
          <w:rFonts w:hint="cs"/>
          <w:rtl/>
        </w:rPr>
        <w:t xml:space="preserve">اشما جارت سطوة عدوانه ما هزت قلعة ايمانه </w:t>
      </w:r>
    </w:p>
    <w:p w:rsidR="00C46C29" w:rsidRDefault="00C46C29" w:rsidP="00C46C29">
      <w:pPr>
        <w:pStyle w:val="libPoemCenter"/>
        <w:rPr>
          <w:rFonts w:hint="cs"/>
          <w:rtl/>
        </w:rPr>
      </w:pPr>
      <w:r>
        <w:rPr>
          <w:rFonts w:hint="cs"/>
          <w:rtl/>
        </w:rPr>
        <w:t xml:space="preserve">والصابت راس الكرار اشراح اتقدم من أعذار </w:t>
      </w:r>
    </w:p>
    <w:p w:rsidR="00C46C29" w:rsidRDefault="00C46C29" w:rsidP="00C46C29">
      <w:pPr>
        <w:pStyle w:val="libPoemCenter"/>
        <w:rPr>
          <w:rFonts w:hint="cs"/>
          <w:rtl/>
        </w:rPr>
      </w:pPr>
      <w:r>
        <w:rPr>
          <w:rFonts w:hint="cs"/>
          <w:rtl/>
        </w:rPr>
        <w:lastRenderedPageBreak/>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حيدر عايش بين الأمه لوعات ايكابد وهموم </w:t>
      </w:r>
    </w:p>
    <w:p w:rsidR="00C46C29" w:rsidRDefault="00C46C29" w:rsidP="00C46C29">
      <w:pPr>
        <w:pStyle w:val="libPoemCenter"/>
        <w:rPr>
          <w:rFonts w:hint="cs"/>
          <w:rtl/>
        </w:rPr>
      </w:pPr>
      <w:r>
        <w:rPr>
          <w:rFonts w:hint="cs"/>
          <w:rtl/>
        </w:rPr>
        <w:t xml:space="preserve">مات وشبله اتولّه ابدفنه مظلوم ايوسد مظلوم </w:t>
      </w:r>
    </w:p>
    <w:p w:rsidR="00C46C29" w:rsidRDefault="00C46C29" w:rsidP="00C46C29">
      <w:pPr>
        <w:pStyle w:val="libPoemCenter"/>
        <w:rPr>
          <w:rFonts w:hint="cs"/>
          <w:rtl/>
        </w:rPr>
      </w:pPr>
      <w:r>
        <w:rPr>
          <w:rFonts w:hint="cs"/>
          <w:rtl/>
        </w:rPr>
        <w:t xml:space="preserve">والنوب اتحولت لاولاده الله يلعن ذيچ الگوم </w:t>
      </w:r>
    </w:p>
    <w:p w:rsidR="00C46C29" w:rsidRDefault="00C46C29" w:rsidP="00C46C29">
      <w:pPr>
        <w:pStyle w:val="libPoemCenter"/>
        <w:rPr>
          <w:rFonts w:hint="cs"/>
          <w:rtl/>
        </w:rPr>
      </w:pPr>
      <w:r>
        <w:rPr>
          <w:rFonts w:hint="cs"/>
          <w:rtl/>
        </w:rPr>
        <w:t xml:space="preserve">ولبحر الاحسان اتوجهت واُبسمهم أصبح مسموم </w:t>
      </w:r>
    </w:p>
    <w:p w:rsidR="00C46C29" w:rsidRDefault="00C46C29" w:rsidP="00C46C29">
      <w:pPr>
        <w:pStyle w:val="libPoemCenter"/>
        <w:rPr>
          <w:rFonts w:hint="cs"/>
          <w:rtl/>
        </w:rPr>
      </w:pPr>
      <w:r>
        <w:rPr>
          <w:rFonts w:hint="cs"/>
          <w:rtl/>
        </w:rPr>
        <w:t xml:space="preserve">من هاي الگوم اشتتوقع ابسمهم چبد الدين اتگطع </w:t>
      </w:r>
    </w:p>
    <w:p w:rsidR="00C46C29" w:rsidRDefault="00C46C29" w:rsidP="00C46C29">
      <w:pPr>
        <w:pStyle w:val="libPoemCenter"/>
        <w:rPr>
          <w:rFonts w:hint="cs"/>
          <w:rtl/>
        </w:rPr>
      </w:pPr>
      <w:r>
        <w:rPr>
          <w:rFonts w:hint="cs"/>
          <w:rtl/>
        </w:rPr>
        <w:t xml:space="preserve">خل ننشد گوم الاشرار اشراح اتقدم من اعذار </w:t>
      </w:r>
    </w:p>
    <w:p w:rsidR="00C46C29" w:rsidRDefault="00C46C29" w:rsidP="00C46C29">
      <w:pPr>
        <w:pStyle w:val="libPoemCenter"/>
        <w:rPr>
          <w:rFonts w:hint="cs"/>
          <w:rtl/>
        </w:rPr>
      </w:pPr>
      <w:r>
        <w:rPr>
          <w:rFonts w:hint="cs"/>
          <w:rtl/>
        </w:rPr>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ويوم الطف لا تنشد عنّه ولا تسأل عن حال حسين </w:t>
      </w:r>
    </w:p>
    <w:p w:rsidR="00C46C29" w:rsidRDefault="00C46C29" w:rsidP="00C46C29">
      <w:pPr>
        <w:pStyle w:val="libPoemCenter"/>
        <w:rPr>
          <w:rFonts w:hint="cs"/>
          <w:rtl/>
        </w:rPr>
      </w:pPr>
      <w:r>
        <w:rPr>
          <w:rFonts w:hint="cs"/>
          <w:rtl/>
        </w:rPr>
        <w:t xml:space="preserve">احتشدت هاي الأمه اگباله وهوّه بأنصاره السبعين </w:t>
      </w:r>
    </w:p>
    <w:p w:rsidR="00C46C29" w:rsidRDefault="00C46C29" w:rsidP="00C46C29">
      <w:pPr>
        <w:pStyle w:val="libPoemCenter"/>
        <w:rPr>
          <w:rFonts w:hint="cs"/>
          <w:rtl/>
        </w:rPr>
      </w:pPr>
      <w:r>
        <w:rPr>
          <w:rFonts w:hint="cs"/>
          <w:rtl/>
        </w:rPr>
        <w:t xml:space="preserve">سفكوا دمه ودم اصحابه وعالخدر هجموا صوبين </w:t>
      </w:r>
    </w:p>
    <w:p w:rsidR="00C46C29" w:rsidRDefault="00C46C29" w:rsidP="00C46C29">
      <w:pPr>
        <w:pStyle w:val="libPoemCenter"/>
        <w:rPr>
          <w:rFonts w:hint="cs"/>
          <w:rtl/>
        </w:rPr>
      </w:pPr>
      <w:r>
        <w:rPr>
          <w:rFonts w:hint="cs"/>
          <w:rtl/>
        </w:rPr>
        <w:t xml:space="preserve">نار اظماه ونار اخيامه شيخمد هاي النارين </w:t>
      </w:r>
    </w:p>
    <w:p w:rsidR="00C46C29" w:rsidRDefault="00C46C29" w:rsidP="00C46C29">
      <w:pPr>
        <w:pStyle w:val="libPoemCenter"/>
        <w:rPr>
          <w:rFonts w:hint="cs"/>
          <w:rtl/>
        </w:rPr>
      </w:pPr>
      <w:r>
        <w:rPr>
          <w:rFonts w:hint="cs"/>
          <w:rtl/>
        </w:rPr>
        <w:t xml:space="preserve">طايح ريت الهادي اينظره وبعينه ايشاهد دم نحره </w:t>
      </w:r>
    </w:p>
    <w:p w:rsidR="00C46C29" w:rsidRDefault="00C46C29" w:rsidP="00C46C29">
      <w:pPr>
        <w:pStyle w:val="libPoemCenter"/>
        <w:rPr>
          <w:rFonts w:hint="cs"/>
          <w:rtl/>
        </w:rPr>
      </w:pPr>
      <w:r>
        <w:rPr>
          <w:rFonts w:hint="cs"/>
          <w:rtl/>
        </w:rPr>
        <w:t xml:space="preserve">ويسأل أعوان الغدار اشراح اتقدم من أعذار </w:t>
      </w:r>
    </w:p>
    <w:p w:rsidR="00C46C29" w:rsidRDefault="00C46C29" w:rsidP="00C46C29">
      <w:pPr>
        <w:pStyle w:val="libPoemCenter"/>
        <w:rPr>
          <w:rFonts w:hint="cs"/>
          <w:rtl/>
        </w:rPr>
      </w:pPr>
      <w:r>
        <w:rPr>
          <w:rFonts w:hint="cs"/>
          <w:rtl/>
        </w:rPr>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والنوب انوجّه صرختنه صرخه ومصحوبه بدمعات </w:t>
      </w:r>
    </w:p>
    <w:p w:rsidR="00C46C29" w:rsidRDefault="00C46C29" w:rsidP="00C46C29">
      <w:pPr>
        <w:pStyle w:val="libPoemCenter"/>
        <w:rPr>
          <w:rFonts w:hint="cs"/>
          <w:rtl/>
        </w:rPr>
      </w:pPr>
      <w:r>
        <w:rPr>
          <w:rFonts w:hint="cs"/>
          <w:rtl/>
        </w:rPr>
        <w:t xml:space="preserve">يالمختار العتره اخلافك عاشت بهموم وآهات </w:t>
      </w:r>
    </w:p>
    <w:p w:rsidR="00C46C29" w:rsidRDefault="00C46C29" w:rsidP="00C46C29">
      <w:pPr>
        <w:pStyle w:val="libPoemCenter"/>
        <w:rPr>
          <w:rFonts w:hint="cs"/>
          <w:rtl/>
        </w:rPr>
      </w:pPr>
      <w:r>
        <w:rPr>
          <w:rFonts w:hint="cs"/>
          <w:rtl/>
        </w:rPr>
        <w:t xml:space="preserve">والناس الرايد عزتهم عگبك عاشوا چالأموات </w:t>
      </w:r>
    </w:p>
    <w:p w:rsidR="00C46C29" w:rsidRDefault="00C46C29" w:rsidP="00C46C29">
      <w:pPr>
        <w:pStyle w:val="libPoemCenter"/>
        <w:rPr>
          <w:rFonts w:hint="cs"/>
          <w:rtl/>
        </w:rPr>
      </w:pPr>
      <w:r>
        <w:rPr>
          <w:rFonts w:hint="cs"/>
          <w:rtl/>
        </w:rPr>
        <w:t xml:space="preserve">باعوا عزتهم بالذله عزتهم ترجع هيهات </w:t>
      </w:r>
    </w:p>
    <w:p w:rsidR="00C46C29" w:rsidRDefault="00C46C29" w:rsidP="00C46C29">
      <w:pPr>
        <w:pStyle w:val="libPoemCenter"/>
        <w:rPr>
          <w:rFonts w:hint="cs"/>
          <w:rtl/>
        </w:rPr>
      </w:pPr>
      <w:r>
        <w:rPr>
          <w:rFonts w:hint="cs"/>
          <w:rtl/>
        </w:rPr>
        <w:t xml:space="preserve">اگعد يالهادي وحاسبهم بلسان المدمع خاطبهم </w:t>
      </w:r>
    </w:p>
    <w:p w:rsidR="00C46C29" w:rsidRDefault="00C46C29" w:rsidP="00C46C29">
      <w:pPr>
        <w:pStyle w:val="libPoemCenter"/>
        <w:rPr>
          <w:rFonts w:hint="cs"/>
          <w:rtl/>
        </w:rPr>
      </w:pPr>
      <w:r>
        <w:rPr>
          <w:rFonts w:hint="cs"/>
          <w:rtl/>
        </w:rPr>
        <w:t xml:space="preserve">وانشد عن چتل الأطهار اشراح اتقدم من أعذار </w:t>
      </w:r>
    </w:p>
    <w:p w:rsidR="00C46C29" w:rsidRDefault="00C46C29" w:rsidP="00C46C29">
      <w:pPr>
        <w:pStyle w:val="libPoemCenter"/>
        <w:rPr>
          <w:rFonts w:hint="cs"/>
          <w:rtl/>
        </w:rPr>
      </w:pPr>
      <w:r>
        <w:rPr>
          <w:rFonts w:hint="cs"/>
          <w:rtl/>
        </w:rPr>
        <w:t xml:space="preserve">وهاي الاعذار اشتنفعها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(دمشق - 1996م)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Pr>
      </w:pPr>
      <w:bookmarkStart w:id="20" w:name="_Toc495744803"/>
      <w:r>
        <w:rPr>
          <w:rFonts w:hint="cs"/>
          <w:rtl/>
        </w:rPr>
        <w:lastRenderedPageBreak/>
        <w:t>الباب الثاني: في قصائد اللطم</w:t>
      </w:r>
      <w:bookmarkEnd w:id="20"/>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21" w:name="_Toc495744804"/>
      <w:r>
        <w:rPr>
          <w:rFonts w:hint="cs"/>
          <w:rtl/>
        </w:rPr>
        <w:lastRenderedPageBreak/>
        <w:t>إحذر من دنياك</w:t>
      </w:r>
      <w:bookmarkEnd w:id="21"/>
      <w:r>
        <w:rPr>
          <w:rFonts w:hint="cs"/>
          <w:rtl/>
        </w:rPr>
        <w:t xml:space="preserve"> </w:t>
      </w:r>
    </w:p>
    <w:p w:rsidR="00C46C29" w:rsidRDefault="00C46C29" w:rsidP="00C46C29">
      <w:pPr>
        <w:pStyle w:val="libPoemCenter"/>
        <w:rPr>
          <w:rFonts w:hint="cs"/>
          <w:rtl/>
        </w:rPr>
      </w:pPr>
      <w:r>
        <w:rPr>
          <w:rFonts w:hint="cs"/>
          <w:rtl/>
        </w:rPr>
        <w:t xml:space="preserve">إحذر إحذر من دنياك غداره وما توفي اوياك </w:t>
      </w:r>
    </w:p>
    <w:p w:rsidR="00C46C29" w:rsidRDefault="00C46C29" w:rsidP="00C46C29">
      <w:pPr>
        <w:pStyle w:val="libPoemCenter"/>
        <w:rPr>
          <w:rFonts w:hint="cs"/>
          <w:rtl/>
        </w:rPr>
      </w:pPr>
      <w:r>
        <w:rPr>
          <w:rFonts w:hint="cs"/>
          <w:rtl/>
        </w:rPr>
        <w:t xml:space="preserve">إبعد عنها واحذر منها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أهل الأمثال ايگولوها حكمه وتهدف للاصلاح </w:t>
      </w:r>
    </w:p>
    <w:p w:rsidR="00C46C29" w:rsidRDefault="00C46C29" w:rsidP="00C46C29">
      <w:pPr>
        <w:pStyle w:val="libPoemCenter"/>
        <w:rPr>
          <w:rFonts w:hint="cs"/>
          <w:rtl/>
        </w:rPr>
      </w:pPr>
      <w:r>
        <w:rPr>
          <w:rFonts w:hint="cs"/>
          <w:rtl/>
        </w:rPr>
        <w:t xml:space="preserve">لا تشغل فكرك بالماضي والماضي اتعدّاك وراح </w:t>
      </w:r>
    </w:p>
    <w:p w:rsidR="00C46C29" w:rsidRDefault="00C46C29" w:rsidP="00C46C29">
      <w:pPr>
        <w:pStyle w:val="libPoemCenter"/>
        <w:rPr>
          <w:rFonts w:hint="cs"/>
          <w:rtl/>
        </w:rPr>
      </w:pPr>
      <w:r>
        <w:rPr>
          <w:rFonts w:hint="cs"/>
          <w:rtl/>
        </w:rPr>
        <w:t xml:space="preserve">فكّر بالأمه وحاضرها وشوف المستقبل يا صاح </w:t>
      </w:r>
    </w:p>
    <w:p w:rsidR="00C46C29" w:rsidRDefault="00C46C29" w:rsidP="00C46C29">
      <w:pPr>
        <w:pStyle w:val="libPoemCenter"/>
        <w:rPr>
          <w:rFonts w:hint="cs"/>
          <w:rtl/>
        </w:rPr>
      </w:pPr>
      <w:r>
        <w:rPr>
          <w:rFonts w:hint="cs"/>
          <w:rtl/>
        </w:rPr>
        <w:t xml:space="preserve">الليل اشما طالت ساعاته لابد ينشاف المصباح </w:t>
      </w:r>
    </w:p>
    <w:p w:rsidR="00C46C29" w:rsidRDefault="00C46C29" w:rsidP="00C46C29">
      <w:pPr>
        <w:pStyle w:val="libPoemCenter"/>
        <w:rPr>
          <w:rFonts w:hint="cs"/>
          <w:rtl/>
        </w:rPr>
      </w:pPr>
      <w:r>
        <w:rPr>
          <w:rFonts w:hint="cs"/>
          <w:rtl/>
        </w:rPr>
        <w:t xml:space="preserve">دينك عالواقع دلاّك لا تنغش بهذا وذاك </w:t>
      </w:r>
    </w:p>
    <w:p w:rsidR="00C46C29" w:rsidRDefault="00C46C29" w:rsidP="00C46C29">
      <w:pPr>
        <w:pStyle w:val="libPoemCenter"/>
        <w:rPr>
          <w:rFonts w:hint="cs"/>
          <w:rtl/>
        </w:rPr>
      </w:pPr>
      <w:r>
        <w:rPr>
          <w:rFonts w:hint="cs"/>
          <w:rtl/>
        </w:rPr>
        <w:t xml:space="preserve">أهل المنكر منها اتحذر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إترك هالدنيه الخداعه چلمه وگلناها من اسنين </w:t>
      </w:r>
    </w:p>
    <w:p w:rsidR="00C46C29" w:rsidRDefault="00C46C29" w:rsidP="00C46C29">
      <w:pPr>
        <w:pStyle w:val="libPoemCenter"/>
        <w:rPr>
          <w:rFonts w:hint="cs"/>
          <w:rtl/>
        </w:rPr>
      </w:pPr>
      <w:r>
        <w:rPr>
          <w:rFonts w:hint="cs"/>
          <w:rtl/>
        </w:rPr>
        <w:t xml:space="preserve">هاي الدنيه اويا من وفّت حتى اتوفي اويه الطيبين </w:t>
      </w:r>
    </w:p>
    <w:p w:rsidR="00C46C29" w:rsidRDefault="00C46C29" w:rsidP="00C46C29">
      <w:pPr>
        <w:pStyle w:val="libPoemCenter"/>
        <w:rPr>
          <w:rFonts w:hint="cs"/>
          <w:rtl/>
        </w:rPr>
      </w:pPr>
      <w:r>
        <w:rPr>
          <w:rFonts w:hint="cs"/>
          <w:rtl/>
        </w:rPr>
        <w:t xml:space="preserve">بالك تنغش ابضاهرها وبالك تمشي اعله الحبلين </w:t>
      </w:r>
    </w:p>
    <w:p w:rsidR="00C46C29" w:rsidRDefault="00C46C29" w:rsidP="00C46C29">
      <w:pPr>
        <w:pStyle w:val="libPoemCenter"/>
        <w:rPr>
          <w:rFonts w:hint="cs"/>
          <w:rtl/>
        </w:rPr>
      </w:pPr>
      <w:r>
        <w:rPr>
          <w:rFonts w:hint="cs"/>
          <w:rtl/>
        </w:rPr>
        <w:t xml:space="preserve">والما يسلك درب الطاعه لا دنيه اينول او لا دين </w:t>
      </w:r>
    </w:p>
    <w:p w:rsidR="00C46C29" w:rsidRDefault="00C46C29" w:rsidP="00C46C29">
      <w:pPr>
        <w:pStyle w:val="libPoemCenter"/>
        <w:rPr>
          <w:rFonts w:hint="cs"/>
          <w:rtl/>
        </w:rPr>
      </w:pPr>
      <w:r>
        <w:rPr>
          <w:rFonts w:hint="cs"/>
          <w:rtl/>
        </w:rPr>
        <w:t xml:space="preserve">يا ما گلنه ونبهناك تمشي اعله الواقع ردناك </w:t>
      </w:r>
    </w:p>
    <w:p w:rsidR="00C46C29" w:rsidRDefault="00C46C29" w:rsidP="00C46C29">
      <w:pPr>
        <w:pStyle w:val="libPoemCenter"/>
        <w:rPr>
          <w:rFonts w:hint="cs"/>
          <w:rtl/>
        </w:rPr>
      </w:pPr>
      <w:r>
        <w:rPr>
          <w:rFonts w:hint="cs"/>
          <w:rtl/>
        </w:rPr>
        <w:t xml:space="preserve">الدنيه اتخادع هذا الواقع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اسمع هالحكمه المعروفه حكمه وظلت بالأذهان </w:t>
      </w:r>
    </w:p>
    <w:p w:rsidR="00C46C29" w:rsidRDefault="00C46C29" w:rsidP="00C46C29">
      <w:pPr>
        <w:pStyle w:val="libPoemCenter"/>
        <w:rPr>
          <w:rFonts w:hint="cs"/>
          <w:rtl/>
        </w:rPr>
      </w:pPr>
      <w:r>
        <w:rPr>
          <w:rFonts w:hint="cs"/>
          <w:rtl/>
        </w:rPr>
        <w:t xml:space="preserve">تشرحلك أوضاع العالم هالعالم كل يوم ابشان </w:t>
      </w:r>
    </w:p>
    <w:p w:rsidR="00C46C29" w:rsidRDefault="00C46C29" w:rsidP="00C46C29">
      <w:pPr>
        <w:pStyle w:val="libPoemCenter"/>
        <w:rPr>
          <w:rFonts w:hint="cs"/>
          <w:rtl/>
        </w:rPr>
      </w:pPr>
      <w:r>
        <w:rPr>
          <w:rFonts w:hint="cs"/>
          <w:rtl/>
        </w:rPr>
        <w:t xml:space="preserve">لو ردت المضمون الواضح اسمع شيگول القرآن </w:t>
      </w:r>
    </w:p>
    <w:p w:rsidR="00C46C29" w:rsidRDefault="00C46C29" w:rsidP="00C46C29">
      <w:pPr>
        <w:pStyle w:val="libPoemCenter"/>
        <w:rPr>
          <w:rFonts w:hint="cs"/>
          <w:rtl/>
        </w:rPr>
      </w:pPr>
      <w:r>
        <w:rPr>
          <w:rFonts w:hint="cs"/>
          <w:rtl/>
        </w:rPr>
        <w:t xml:space="preserve">بالخسران اصحاب الباطل والفوز لأهل الايمان </w:t>
      </w:r>
    </w:p>
    <w:p w:rsidR="00C46C29" w:rsidRDefault="00C46C29" w:rsidP="00C46C29">
      <w:pPr>
        <w:pStyle w:val="libPoemCenter"/>
        <w:rPr>
          <w:rFonts w:hint="cs"/>
          <w:rtl/>
        </w:rPr>
      </w:pPr>
      <w:r>
        <w:rPr>
          <w:rFonts w:hint="cs"/>
          <w:rtl/>
        </w:rPr>
        <w:t xml:space="preserve">خلّي الايمان ابيمناك وعيون الخالق ترعاك </w:t>
      </w:r>
    </w:p>
    <w:p w:rsidR="00C46C29" w:rsidRDefault="00C46C29" w:rsidP="00C46C29">
      <w:pPr>
        <w:pStyle w:val="libPoemCenter"/>
        <w:rPr>
          <w:rFonts w:hint="cs"/>
          <w:rtl/>
        </w:rPr>
      </w:pPr>
      <w:r>
        <w:rPr>
          <w:rFonts w:hint="cs"/>
          <w:rtl/>
        </w:rPr>
        <w:t xml:space="preserve">اخذ الحاصل أهل الباطل </w:t>
      </w:r>
    </w:p>
    <w:p w:rsidR="00C46C29" w:rsidRDefault="00C46C29" w:rsidP="00C46C29">
      <w:pPr>
        <w:pStyle w:val="libPoemCenter"/>
        <w:rPr>
          <w:rFonts w:hint="cs"/>
          <w:rtl/>
        </w:rPr>
      </w:pPr>
      <w:r>
        <w:rPr>
          <w:rFonts w:hint="cs"/>
          <w:rtl/>
        </w:rPr>
        <w:lastRenderedPageBreak/>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يالمسلم دينك يشرحلك وايبين هذا المفهوم </w:t>
      </w:r>
    </w:p>
    <w:p w:rsidR="00C46C29" w:rsidRDefault="00C46C29" w:rsidP="00C46C29">
      <w:pPr>
        <w:pStyle w:val="libPoemCenter"/>
        <w:rPr>
          <w:rFonts w:hint="cs"/>
          <w:rtl/>
        </w:rPr>
      </w:pPr>
      <w:r>
        <w:rPr>
          <w:rFonts w:hint="cs"/>
          <w:rtl/>
        </w:rPr>
        <w:t xml:space="preserve">المن دامت هاي الدنيه حتى اتريد اوياك اتدوم </w:t>
      </w:r>
    </w:p>
    <w:p w:rsidR="00C46C29" w:rsidRDefault="00C46C29" w:rsidP="00C46C29">
      <w:pPr>
        <w:pStyle w:val="libPoemCenter"/>
        <w:rPr>
          <w:rFonts w:hint="cs"/>
          <w:rtl/>
        </w:rPr>
      </w:pPr>
      <w:r>
        <w:rPr>
          <w:rFonts w:hint="cs"/>
          <w:rtl/>
        </w:rPr>
        <w:t xml:space="preserve">هذا حسين وهاي اهدافه اسمع شيگول المظلوم </w:t>
      </w:r>
    </w:p>
    <w:p w:rsidR="00C46C29" w:rsidRDefault="00C46C29" w:rsidP="00C46C29">
      <w:pPr>
        <w:pStyle w:val="libPoemCenter"/>
        <w:rPr>
          <w:rFonts w:hint="cs"/>
          <w:rtl/>
        </w:rPr>
      </w:pPr>
      <w:r>
        <w:rPr>
          <w:rFonts w:hint="cs"/>
          <w:rtl/>
        </w:rPr>
        <w:t xml:space="preserve">اتمسَّك بالدين ولا تغصب حق البائس والمحروم </w:t>
      </w:r>
    </w:p>
    <w:p w:rsidR="00C46C29" w:rsidRDefault="00C46C29" w:rsidP="00C46C29">
      <w:pPr>
        <w:pStyle w:val="libPoemCenter"/>
        <w:rPr>
          <w:rFonts w:hint="cs"/>
          <w:rtl/>
        </w:rPr>
      </w:pPr>
      <w:r>
        <w:rPr>
          <w:rFonts w:hint="cs"/>
          <w:rtl/>
        </w:rPr>
        <w:t xml:space="preserve">يالمسلم ابذل مسعاك بالك تتبع مَنْ اغواك </w:t>
      </w:r>
    </w:p>
    <w:p w:rsidR="00C46C29" w:rsidRDefault="00C46C29" w:rsidP="00C46C29">
      <w:pPr>
        <w:pStyle w:val="libPoemCenter"/>
        <w:rPr>
          <w:rFonts w:hint="cs"/>
          <w:rtl/>
        </w:rPr>
      </w:pPr>
      <w:r>
        <w:rPr>
          <w:rFonts w:hint="cs"/>
          <w:rtl/>
        </w:rPr>
        <w:t xml:space="preserve">الزم دينك هاي اسنينك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إحذر واتجنَّب هالوادم بالك بالمظهر تغريك </w:t>
      </w:r>
    </w:p>
    <w:p w:rsidR="00C46C29" w:rsidRDefault="00C46C29" w:rsidP="00C46C29">
      <w:pPr>
        <w:pStyle w:val="libPoemCenter"/>
        <w:rPr>
          <w:rFonts w:hint="cs"/>
          <w:rtl/>
        </w:rPr>
      </w:pPr>
      <w:r>
        <w:rPr>
          <w:rFonts w:hint="cs"/>
          <w:rtl/>
        </w:rPr>
        <w:t xml:space="preserve">وأكثر منهم، إحذر منك نفسك مو وياك، اعليك </w:t>
      </w:r>
    </w:p>
    <w:p w:rsidR="00C46C29" w:rsidRDefault="00C46C29" w:rsidP="00C46C29">
      <w:pPr>
        <w:pStyle w:val="libPoemCenter"/>
        <w:rPr>
          <w:rFonts w:hint="cs"/>
          <w:rtl/>
        </w:rPr>
      </w:pPr>
      <w:r>
        <w:rPr>
          <w:rFonts w:hint="cs"/>
          <w:rtl/>
        </w:rPr>
        <w:t xml:space="preserve">حتى الذات اللي تحملها لابد يوم وتغدر بيك </w:t>
      </w:r>
    </w:p>
    <w:p w:rsidR="00C46C29" w:rsidRDefault="00C46C29" w:rsidP="00C46C29">
      <w:pPr>
        <w:pStyle w:val="libPoemCenter"/>
        <w:rPr>
          <w:rFonts w:hint="cs"/>
          <w:rtl/>
        </w:rPr>
      </w:pPr>
      <w:r>
        <w:rPr>
          <w:rFonts w:hint="cs"/>
          <w:rtl/>
        </w:rPr>
        <w:t xml:space="preserve">ما مثل حسين ابها العالم يهديلك دم ويهديك </w:t>
      </w:r>
    </w:p>
    <w:p w:rsidR="00C46C29" w:rsidRDefault="00C46C29" w:rsidP="00C46C29">
      <w:pPr>
        <w:pStyle w:val="libPoemCenter"/>
        <w:rPr>
          <w:rFonts w:hint="cs"/>
          <w:rtl/>
        </w:rPr>
      </w:pPr>
      <w:r>
        <w:rPr>
          <w:rFonts w:hint="cs"/>
          <w:rtl/>
        </w:rPr>
        <w:t xml:space="preserve">انطاك الدم وروح انطاك رادك ما تحرف مسراك </w:t>
      </w:r>
    </w:p>
    <w:p w:rsidR="00C46C29" w:rsidRDefault="00C46C29" w:rsidP="00C46C29">
      <w:pPr>
        <w:pStyle w:val="libPoemCenter"/>
        <w:rPr>
          <w:rFonts w:hint="cs"/>
          <w:rtl/>
        </w:rPr>
      </w:pPr>
      <w:r>
        <w:rPr>
          <w:rFonts w:hint="cs"/>
          <w:rtl/>
        </w:rPr>
        <w:t xml:space="preserve">واصحاب الشر ما تتغيَّر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ضحه حسين بكل ما يملك اخوه وأولاده وانصار </w:t>
      </w:r>
    </w:p>
    <w:p w:rsidR="00C46C29" w:rsidRDefault="00C46C29" w:rsidP="00C46C29">
      <w:pPr>
        <w:pStyle w:val="libPoemCenter"/>
        <w:rPr>
          <w:rFonts w:hint="cs"/>
          <w:rtl/>
        </w:rPr>
      </w:pPr>
      <w:r>
        <w:rPr>
          <w:rFonts w:hint="cs"/>
          <w:rtl/>
        </w:rPr>
        <w:t xml:space="preserve">ولمن قدم دمه الغالي وضَّح مفهوم الأحرار </w:t>
      </w:r>
    </w:p>
    <w:p w:rsidR="00C46C29" w:rsidRDefault="00C46C29" w:rsidP="00C46C29">
      <w:pPr>
        <w:pStyle w:val="libPoemCenter"/>
        <w:rPr>
          <w:rFonts w:hint="cs"/>
          <w:rtl/>
        </w:rPr>
      </w:pPr>
      <w:r>
        <w:rPr>
          <w:rFonts w:hint="cs"/>
          <w:rtl/>
        </w:rPr>
        <w:t xml:space="preserve">رادك يالمسلم تتفهَّم معنى الحب معنى الايثار </w:t>
      </w:r>
    </w:p>
    <w:p w:rsidR="00C46C29" w:rsidRDefault="00C46C29" w:rsidP="00C46C29">
      <w:pPr>
        <w:pStyle w:val="libPoemCenter"/>
        <w:rPr>
          <w:rFonts w:hint="cs"/>
          <w:rtl/>
        </w:rPr>
      </w:pPr>
      <w:r>
        <w:rPr>
          <w:rFonts w:hint="cs"/>
          <w:rtl/>
        </w:rPr>
        <w:t xml:space="preserve">عزه وذله بهاي الدنيه يا مطلب منهن تختار </w:t>
      </w:r>
    </w:p>
    <w:p w:rsidR="00C46C29" w:rsidRDefault="00C46C29" w:rsidP="00C46C29">
      <w:pPr>
        <w:pStyle w:val="libPoemCenter"/>
        <w:rPr>
          <w:rFonts w:hint="cs"/>
          <w:rtl/>
        </w:rPr>
      </w:pPr>
      <w:r>
        <w:rPr>
          <w:rFonts w:hint="cs"/>
          <w:rtl/>
        </w:rPr>
        <w:t xml:space="preserve">صوت الدم صاح وناداك بالك تستسلم لعداك </w:t>
      </w:r>
    </w:p>
    <w:p w:rsidR="00C46C29" w:rsidRDefault="00C46C29" w:rsidP="00C46C29">
      <w:pPr>
        <w:pStyle w:val="libPoemCenter"/>
        <w:rPr>
          <w:rFonts w:hint="cs"/>
          <w:rtl/>
        </w:rPr>
      </w:pPr>
      <w:r>
        <w:rPr>
          <w:rFonts w:hint="cs"/>
          <w:rtl/>
        </w:rPr>
        <w:t xml:space="preserve">تخضع المن ما تتأمَّن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حب حسين ايعيش ابدمنه نحيا اوياه انموت اوياه </w:t>
      </w:r>
    </w:p>
    <w:p w:rsidR="00C46C29" w:rsidRDefault="00C46C29" w:rsidP="00C46C29">
      <w:pPr>
        <w:pStyle w:val="libPoemCenter"/>
        <w:rPr>
          <w:rFonts w:hint="cs"/>
          <w:rtl/>
        </w:rPr>
      </w:pPr>
      <w:r>
        <w:rPr>
          <w:rFonts w:hint="cs"/>
          <w:rtl/>
        </w:rPr>
        <w:t xml:space="preserve">عفنه الدنيه وكل ما بيها لجل حسين وما عفناه </w:t>
      </w:r>
    </w:p>
    <w:p w:rsidR="00C46C29" w:rsidRDefault="00C46C29" w:rsidP="00C46C29">
      <w:pPr>
        <w:pStyle w:val="libPoemCenter"/>
        <w:rPr>
          <w:rFonts w:hint="cs"/>
          <w:rtl/>
        </w:rPr>
      </w:pPr>
      <w:r>
        <w:rPr>
          <w:rFonts w:hint="cs"/>
          <w:rtl/>
        </w:rPr>
        <w:lastRenderedPageBreak/>
        <w:t xml:space="preserve">بالأرواح يعيش اويانه وكل عام انجدد ذكراه </w:t>
      </w:r>
    </w:p>
    <w:p w:rsidR="00C46C29" w:rsidRDefault="00C46C29" w:rsidP="00C46C29">
      <w:pPr>
        <w:pStyle w:val="libPoemCenter"/>
        <w:rPr>
          <w:rFonts w:hint="cs"/>
          <w:rtl/>
        </w:rPr>
      </w:pPr>
      <w:r>
        <w:rPr>
          <w:rFonts w:hint="cs"/>
          <w:rtl/>
        </w:rPr>
        <w:t xml:space="preserve">انجدد عهده وما نتغيَّر نمشي ابدربه وعاهدناه </w:t>
      </w:r>
    </w:p>
    <w:p w:rsidR="00C46C29" w:rsidRDefault="00C46C29" w:rsidP="00C46C29">
      <w:pPr>
        <w:pStyle w:val="libPoemCenter"/>
        <w:rPr>
          <w:rFonts w:hint="cs"/>
          <w:rtl/>
        </w:rPr>
      </w:pPr>
      <w:r>
        <w:rPr>
          <w:rFonts w:hint="cs"/>
          <w:rtl/>
        </w:rPr>
        <w:t xml:space="preserve">مهما نصبوا من أشراك نمشي ونسحگ عالأشواك </w:t>
      </w:r>
    </w:p>
    <w:p w:rsidR="00C46C29" w:rsidRDefault="00C46C29" w:rsidP="00C46C29">
      <w:pPr>
        <w:pStyle w:val="libPoemCenter"/>
        <w:rPr>
          <w:rFonts w:hint="cs"/>
          <w:rtl/>
        </w:rPr>
      </w:pPr>
      <w:r>
        <w:rPr>
          <w:rFonts w:hint="cs"/>
          <w:rtl/>
        </w:rPr>
        <w:t xml:space="preserve">اشلون نعوفه مثل الكوفه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منعوف حسين ولا نترك مهما تندار الأيام </w:t>
      </w:r>
    </w:p>
    <w:p w:rsidR="00C46C29" w:rsidRDefault="00C46C29" w:rsidP="00C46C29">
      <w:pPr>
        <w:pStyle w:val="libPoemCenter"/>
        <w:rPr>
          <w:rFonts w:hint="cs"/>
          <w:rtl/>
        </w:rPr>
      </w:pPr>
      <w:r>
        <w:rPr>
          <w:rFonts w:hint="cs"/>
          <w:rtl/>
        </w:rPr>
        <w:t xml:space="preserve">مظلوم وما ننسه مصابه ومصابه هموم وآلام </w:t>
      </w:r>
    </w:p>
    <w:p w:rsidR="00C46C29" w:rsidRDefault="00C46C29" w:rsidP="00C46C29">
      <w:pPr>
        <w:pStyle w:val="libPoemCenter"/>
        <w:rPr>
          <w:rFonts w:hint="cs"/>
          <w:rtl/>
        </w:rPr>
      </w:pPr>
      <w:r>
        <w:rPr>
          <w:rFonts w:hint="cs"/>
          <w:rtl/>
        </w:rPr>
        <w:t xml:space="preserve">ما تنشف دمعتنه التجري واتواسي دموع الأيتام </w:t>
      </w:r>
    </w:p>
    <w:p w:rsidR="00C46C29" w:rsidRDefault="00C46C29" w:rsidP="00C46C29">
      <w:pPr>
        <w:pStyle w:val="libPoemCenter"/>
        <w:rPr>
          <w:rFonts w:hint="cs"/>
          <w:rtl/>
        </w:rPr>
      </w:pPr>
      <w:r>
        <w:rPr>
          <w:rFonts w:hint="cs"/>
          <w:rtl/>
        </w:rPr>
        <w:t xml:space="preserve">نذكر أيتامه السلبوها وما خلّوا للعيله خيام </w:t>
      </w:r>
    </w:p>
    <w:p w:rsidR="00C46C29" w:rsidRDefault="00C46C29" w:rsidP="00C46C29">
      <w:pPr>
        <w:pStyle w:val="libPoemCenter"/>
        <w:rPr>
          <w:rFonts w:hint="cs"/>
          <w:rtl/>
        </w:rPr>
      </w:pPr>
      <w:r>
        <w:rPr>
          <w:rFonts w:hint="cs"/>
          <w:rtl/>
        </w:rPr>
        <w:t xml:space="preserve">صوت العيله يصيح هناك يالمخضوب بفيض ادماك </w:t>
      </w:r>
    </w:p>
    <w:p w:rsidR="00C46C29" w:rsidRDefault="00C46C29" w:rsidP="00C46C29">
      <w:pPr>
        <w:pStyle w:val="libPoemCenter"/>
        <w:rPr>
          <w:rFonts w:hint="cs"/>
          <w:rtl/>
        </w:rPr>
      </w:pPr>
      <w:r>
        <w:rPr>
          <w:rFonts w:hint="cs"/>
          <w:rtl/>
        </w:rPr>
        <w:t xml:space="preserve">هاي الوادم ويه الظالم </w:t>
      </w:r>
    </w:p>
    <w:p w:rsidR="00C46C29" w:rsidRDefault="00C46C29" w:rsidP="00C46C29">
      <w:pPr>
        <w:pStyle w:val="libPoemCenter"/>
        <w:rPr>
          <w:rFonts w:hint="cs"/>
          <w:rtl/>
        </w:rPr>
      </w:pPr>
      <w:r>
        <w:rPr>
          <w:rFonts w:hint="cs"/>
          <w:rtl/>
        </w:rPr>
        <w:t xml:space="preserve">غداره وما توفي اوياك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22" w:name="12"/>
      <w:bookmarkStart w:id="23" w:name="_Toc495744805"/>
      <w:r>
        <w:rPr>
          <w:rFonts w:hint="cs"/>
          <w:rtl/>
        </w:rPr>
        <w:lastRenderedPageBreak/>
        <w:t>بين الدار والمحراب</w:t>
      </w:r>
      <w:bookmarkEnd w:id="23"/>
      <w:r>
        <w:rPr>
          <w:rFonts w:hint="cs"/>
          <w:rtl/>
        </w:rPr>
        <w:t xml:space="preserve"> </w:t>
      </w:r>
      <w:bookmarkEnd w:id="22"/>
    </w:p>
    <w:p w:rsidR="00C46C29" w:rsidRDefault="00C46C29" w:rsidP="00C46C29">
      <w:pPr>
        <w:pStyle w:val="libPoemCenter"/>
        <w:rPr>
          <w:rFonts w:hint="cs"/>
          <w:rtl/>
        </w:rPr>
      </w:pPr>
      <w:r>
        <w:rPr>
          <w:rFonts w:hint="cs"/>
          <w:rtl/>
        </w:rPr>
        <w:t xml:space="preserve">من تذكر امها يكثر هظمها </w:t>
      </w:r>
    </w:p>
    <w:p w:rsidR="00C46C29" w:rsidRDefault="00C46C29" w:rsidP="00C46C29">
      <w:pPr>
        <w:pStyle w:val="libPoemCenter"/>
        <w:rPr>
          <w:rFonts w:hint="cs"/>
          <w:rtl/>
        </w:rPr>
      </w:pPr>
      <w:r>
        <w:rPr>
          <w:rFonts w:hint="cs"/>
          <w:rtl/>
        </w:rPr>
        <w:t xml:space="preserve">لمن شافت دم الطبره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زينب ابلوعتها وفكرها المحتار سهرانه تذكر ما جره اعليها وصار </w:t>
      </w:r>
    </w:p>
    <w:p w:rsidR="00C46C29" w:rsidRDefault="00C46C29" w:rsidP="00C46C29">
      <w:pPr>
        <w:pStyle w:val="libPoemCenter"/>
        <w:rPr>
          <w:rFonts w:hint="cs"/>
          <w:rtl/>
        </w:rPr>
      </w:pPr>
      <w:r>
        <w:rPr>
          <w:rFonts w:hint="cs"/>
          <w:rtl/>
        </w:rPr>
        <w:t xml:space="preserve">من تنظر لمحراب ابوها الكرار تذكر الزهره والضلع والبسمار </w:t>
      </w:r>
    </w:p>
    <w:p w:rsidR="00C46C29" w:rsidRDefault="00C46C29" w:rsidP="00C46C29">
      <w:pPr>
        <w:pStyle w:val="libPoemCenter"/>
        <w:rPr>
          <w:rFonts w:hint="cs"/>
          <w:rtl/>
        </w:rPr>
      </w:pPr>
      <w:r>
        <w:rPr>
          <w:rFonts w:hint="cs"/>
          <w:rtl/>
        </w:rPr>
        <w:t xml:space="preserve">اشتترجه من جور الزمان الغدار خلاها تتحمل غصص ليل انهار </w:t>
      </w:r>
    </w:p>
    <w:p w:rsidR="00C46C29" w:rsidRDefault="00C46C29" w:rsidP="00C46C29">
      <w:pPr>
        <w:pStyle w:val="libPoemCenter"/>
        <w:rPr>
          <w:rFonts w:hint="cs"/>
          <w:rtl/>
        </w:rPr>
      </w:pPr>
      <w:r>
        <w:rPr>
          <w:rFonts w:hint="cs"/>
          <w:rtl/>
        </w:rPr>
        <w:t xml:space="preserve">رسمت حزنها ابدمعة جفنها </w:t>
      </w:r>
    </w:p>
    <w:p w:rsidR="00C46C29" w:rsidRDefault="00C46C29" w:rsidP="00C46C29">
      <w:pPr>
        <w:pStyle w:val="libPoemCenter"/>
        <w:rPr>
          <w:rFonts w:hint="cs"/>
          <w:rtl/>
        </w:rPr>
      </w:pPr>
      <w:r>
        <w:rPr>
          <w:rFonts w:hint="cs"/>
          <w:rtl/>
        </w:rPr>
        <w:t xml:space="preserve">اعليمن سالت منها العبره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اتفت الصخر لوعة گلبها المرتاب هالگلب يحمل چم هظم چم مصاب </w:t>
      </w:r>
    </w:p>
    <w:p w:rsidR="00C46C29" w:rsidRDefault="00C46C29" w:rsidP="00C46C29">
      <w:pPr>
        <w:pStyle w:val="libPoemCenter"/>
        <w:rPr>
          <w:rFonts w:hint="cs"/>
          <w:rtl/>
        </w:rPr>
      </w:pPr>
      <w:r>
        <w:rPr>
          <w:rFonts w:hint="cs"/>
          <w:rtl/>
        </w:rPr>
        <w:t xml:space="preserve">كلما تصد وتشوف خالي المحراب تتذكر الضلع التهشم بالباب </w:t>
      </w:r>
    </w:p>
    <w:p w:rsidR="00C46C29" w:rsidRDefault="00C46C29" w:rsidP="00C46C29">
      <w:pPr>
        <w:pStyle w:val="libPoemCenter"/>
        <w:rPr>
          <w:rFonts w:hint="cs"/>
          <w:rtl/>
        </w:rPr>
      </w:pPr>
      <w:r>
        <w:rPr>
          <w:rFonts w:hint="cs"/>
          <w:rtl/>
        </w:rPr>
        <w:t xml:space="preserve">اتحَمِّلَت منك يا دهر چم اصواب لمن تنشدك زينب اشتنطي جواب </w:t>
      </w:r>
    </w:p>
    <w:p w:rsidR="00C46C29" w:rsidRDefault="00C46C29" w:rsidP="00C46C29">
      <w:pPr>
        <w:pStyle w:val="libPoemCenter"/>
        <w:rPr>
          <w:rFonts w:hint="cs"/>
          <w:rtl/>
        </w:rPr>
      </w:pPr>
      <w:r>
        <w:rPr>
          <w:rFonts w:hint="cs"/>
          <w:rtl/>
        </w:rPr>
        <w:t xml:space="preserve">تحسب نوايب والگلب ذايب </w:t>
      </w:r>
    </w:p>
    <w:p w:rsidR="00C46C29" w:rsidRDefault="00C46C29" w:rsidP="00C46C29">
      <w:pPr>
        <w:pStyle w:val="libPoemCenter"/>
        <w:rPr>
          <w:rFonts w:hint="cs"/>
          <w:rtl/>
        </w:rPr>
      </w:pPr>
      <w:r>
        <w:rPr>
          <w:rFonts w:hint="cs"/>
          <w:rtl/>
        </w:rPr>
        <w:t xml:space="preserve">بين الدمعه وبين الجمره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 ناشدت يا دهر عن محنتها بت فاطمة اتفت الصخر حالتها </w:t>
      </w:r>
    </w:p>
    <w:p w:rsidR="00C46C29" w:rsidRDefault="00C46C29" w:rsidP="00C46C29">
      <w:pPr>
        <w:pStyle w:val="libPoemCenter"/>
        <w:rPr>
          <w:rFonts w:hint="cs"/>
          <w:rtl/>
        </w:rPr>
      </w:pPr>
      <w:r>
        <w:rPr>
          <w:rFonts w:hint="cs"/>
          <w:rtl/>
        </w:rPr>
        <w:t xml:space="preserve">من كسر ضلع امها ابتدت لوعتها وانختمت ابطبرة علي امصيبتها </w:t>
      </w:r>
    </w:p>
    <w:p w:rsidR="00C46C29" w:rsidRDefault="00C46C29" w:rsidP="00C46C29">
      <w:pPr>
        <w:pStyle w:val="libPoemCenter"/>
        <w:rPr>
          <w:rFonts w:hint="cs"/>
          <w:rtl/>
        </w:rPr>
      </w:pPr>
      <w:r>
        <w:rPr>
          <w:rFonts w:hint="cs"/>
          <w:rtl/>
        </w:rPr>
        <w:t xml:space="preserve">اشما تظل تجري من الجفن دمعتها ما تگدر اتخمّد لهب جمرتها </w:t>
      </w:r>
    </w:p>
    <w:p w:rsidR="00C46C29" w:rsidRDefault="00C46C29" w:rsidP="00C46C29">
      <w:pPr>
        <w:pStyle w:val="libPoemCenter"/>
        <w:rPr>
          <w:rFonts w:hint="cs"/>
          <w:rtl/>
        </w:rPr>
      </w:pPr>
      <w:r>
        <w:rPr>
          <w:rFonts w:hint="cs"/>
          <w:rtl/>
        </w:rPr>
        <w:t xml:space="preserve">فگدت ذخرها اشينفع صبرها </w:t>
      </w:r>
    </w:p>
    <w:p w:rsidR="00C46C29" w:rsidRDefault="00C46C29" w:rsidP="00C46C29">
      <w:pPr>
        <w:pStyle w:val="libPoemCenter"/>
        <w:rPr>
          <w:rFonts w:hint="cs"/>
          <w:rtl/>
        </w:rPr>
      </w:pPr>
      <w:r>
        <w:rPr>
          <w:rFonts w:hint="cs"/>
          <w:rtl/>
        </w:rPr>
        <w:t xml:space="preserve">مرت بيها امصايب كثره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هاي العقيله الحايره المهمومه مثل امها عاشت صابره ومظلومه </w:t>
      </w:r>
    </w:p>
    <w:p w:rsidR="00C46C29" w:rsidRDefault="00C46C29" w:rsidP="00C46C29">
      <w:pPr>
        <w:pStyle w:val="libPoemCenter"/>
        <w:rPr>
          <w:rFonts w:hint="cs"/>
          <w:rtl/>
        </w:rPr>
      </w:pPr>
      <w:r>
        <w:rPr>
          <w:rFonts w:hint="cs"/>
          <w:rtl/>
        </w:rPr>
        <w:t xml:space="preserve">اشتنسه الضلع ذاك الكسير ويومه لو تنسه والدها انخضب بدمومه </w:t>
      </w:r>
    </w:p>
    <w:p w:rsidR="00C46C29" w:rsidRDefault="00C46C29" w:rsidP="00C46C29">
      <w:pPr>
        <w:pStyle w:val="libPoemCenter"/>
        <w:rPr>
          <w:rFonts w:hint="cs"/>
          <w:rtl/>
        </w:rPr>
      </w:pPr>
      <w:r>
        <w:rPr>
          <w:rFonts w:hint="cs"/>
          <w:rtl/>
        </w:rPr>
        <w:t xml:space="preserve">من زغر سنها امدوهنه ومهظومه ودنياها صارت بالمحن مختومه </w:t>
      </w:r>
    </w:p>
    <w:p w:rsidR="00C46C29" w:rsidRDefault="00C46C29" w:rsidP="00C46C29">
      <w:pPr>
        <w:pStyle w:val="libPoemCenter"/>
        <w:rPr>
          <w:rFonts w:hint="cs"/>
          <w:rtl/>
        </w:rPr>
      </w:pPr>
      <w:r>
        <w:rPr>
          <w:rFonts w:hint="cs"/>
          <w:rtl/>
        </w:rPr>
        <w:t xml:space="preserve">ابدار الهظيمه أمست يتيمه </w:t>
      </w:r>
    </w:p>
    <w:p w:rsidR="00C46C29" w:rsidRDefault="00C46C29" w:rsidP="00C46C29">
      <w:pPr>
        <w:pStyle w:val="libPoemCenter"/>
        <w:rPr>
          <w:rFonts w:hint="cs"/>
          <w:rtl/>
        </w:rPr>
      </w:pPr>
      <w:r>
        <w:rPr>
          <w:rFonts w:hint="cs"/>
          <w:rtl/>
        </w:rPr>
        <w:t xml:space="preserve">شنهو التنسه وشنهو اتذكره زينب ذكرت ضلع الزهره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لا جرح واحد حتى يضمد ويروح ولا محنه وحده وتصبر عليها الروح </w:t>
      </w:r>
    </w:p>
    <w:p w:rsidR="00C46C29" w:rsidRDefault="00C46C29" w:rsidP="00C46C29">
      <w:pPr>
        <w:pStyle w:val="libPoemCenter"/>
        <w:rPr>
          <w:rFonts w:hint="cs"/>
          <w:rtl/>
        </w:rPr>
      </w:pPr>
      <w:r>
        <w:rPr>
          <w:rFonts w:hint="cs"/>
          <w:rtl/>
        </w:rPr>
        <w:t xml:space="preserve">امصايبها أكثر من دمعها المسفوح والحزن يرعاها ويباريها النوح </w:t>
      </w:r>
    </w:p>
    <w:p w:rsidR="00C46C29" w:rsidRDefault="00C46C29" w:rsidP="00C46C29">
      <w:pPr>
        <w:pStyle w:val="libPoemCenter"/>
        <w:rPr>
          <w:rFonts w:hint="cs"/>
          <w:rtl/>
        </w:rPr>
      </w:pPr>
      <w:r>
        <w:rPr>
          <w:rFonts w:hint="cs"/>
          <w:rtl/>
        </w:rPr>
        <w:t xml:space="preserve">سهرانه ظلت والجفن ظل مشبوح والصبر ما يگدر يداوي المجروح </w:t>
      </w:r>
    </w:p>
    <w:p w:rsidR="00C46C29" w:rsidRDefault="00C46C29" w:rsidP="00C46C29">
      <w:pPr>
        <w:pStyle w:val="libPoemCenter"/>
        <w:rPr>
          <w:rFonts w:hint="cs"/>
          <w:rtl/>
        </w:rPr>
      </w:pPr>
      <w:r>
        <w:rPr>
          <w:rFonts w:hint="cs"/>
          <w:rtl/>
        </w:rPr>
        <w:t xml:space="preserve">تايه فكرها ابوليه دهرها </w:t>
      </w:r>
    </w:p>
    <w:p w:rsidR="00C46C29" w:rsidRDefault="00C46C29" w:rsidP="00C46C29">
      <w:pPr>
        <w:pStyle w:val="libPoemCenter"/>
        <w:rPr>
          <w:rFonts w:hint="cs"/>
          <w:rtl/>
        </w:rPr>
      </w:pPr>
      <w:r>
        <w:rPr>
          <w:rFonts w:hint="cs"/>
          <w:rtl/>
        </w:rPr>
        <w:t xml:space="preserve">لنعش الوالي تريد اتنظره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تعنت لخوها الحسن تجري المدمع وتصيح يبن امي دليلي اتصدع </w:t>
      </w:r>
    </w:p>
    <w:p w:rsidR="00C46C29" w:rsidRDefault="00C46C29" w:rsidP="00C46C29">
      <w:pPr>
        <w:pStyle w:val="libPoemCenter"/>
        <w:rPr>
          <w:rFonts w:hint="cs"/>
          <w:rtl/>
        </w:rPr>
      </w:pPr>
      <w:r>
        <w:rPr>
          <w:rFonts w:hint="cs"/>
          <w:rtl/>
        </w:rPr>
        <w:t xml:space="preserve">ابيا عين اشوفن والدي يتشيع واشلون خلف النعش اختك تطلع </w:t>
      </w:r>
    </w:p>
    <w:p w:rsidR="00C46C29" w:rsidRDefault="00C46C29" w:rsidP="00C46C29">
      <w:pPr>
        <w:pStyle w:val="libPoemCenter"/>
        <w:rPr>
          <w:rFonts w:hint="cs"/>
          <w:rtl/>
        </w:rPr>
      </w:pPr>
      <w:r>
        <w:rPr>
          <w:rFonts w:hint="cs"/>
          <w:rtl/>
        </w:rPr>
        <w:t xml:space="preserve">لو شفت ابويه بالگبر يتودع اشلون النواظر تغفه واشلون اهجع </w:t>
      </w:r>
    </w:p>
    <w:p w:rsidR="00C46C29" w:rsidRDefault="00C46C29" w:rsidP="00C46C29">
      <w:pPr>
        <w:pStyle w:val="libPoemCenter"/>
        <w:rPr>
          <w:rFonts w:hint="cs"/>
          <w:rtl/>
        </w:rPr>
      </w:pPr>
      <w:r>
        <w:rPr>
          <w:rFonts w:hint="cs"/>
          <w:rtl/>
        </w:rPr>
        <w:t xml:space="preserve">تجري المدامع والأمل ضايع </w:t>
      </w:r>
    </w:p>
    <w:p w:rsidR="00C46C29" w:rsidRDefault="00C46C29" w:rsidP="00C46C29">
      <w:pPr>
        <w:pStyle w:val="libPoemCenter"/>
        <w:rPr>
          <w:rFonts w:hint="cs"/>
          <w:rtl/>
        </w:rPr>
      </w:pPr>
      <w:r>
        <w:rPr>
          <w:rFonts w:hint="cs"/>
          <w:rtl/>
        </w:rPr>
        <w:t xml:space="preserve">وحيدر لمن فارگ عمره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والنعش من حملته چفوف الاكرام زينب اجت والگلب من عدها هام </w:t>
      </w:r>
    </w:p>
    <w:p w:rsidR="00C46C29" w:rsidRDefault="00C46C29" w:rsidP="00C46C29">
      <w:pPr>
        <w:pStyle w:val="libPoemCenter"/>
        <w:rPr>
          <w:rFonts w:hint="cs"/>
          <w:rtl/>
        </w:rPr>
      </w:pPr>
      <w:r>
        <w:rPr>
          <w:rFonts w:hint="cs"/>
          <w:rtl/>
        </w:rPr>
        <w:t xml:space="preserve">تنهض وتعثر بالمحن والآلام صاحت يصنديد الحرب يا ضرغام </w:t>
      </w:r>
    </w:p>
    <w:p w:rsidR="00C46C29" w:rsidRDefault="00C46C29" w:rsidP="00C46C29">
      <w:pPr>
        <w:pStyle w:val="libPoemCenter"/>
        <w:rPr>
          <w:rFonts w:hint="cs"/>
          <w:rtl/>
        </w:rPr>
      </w:pPr>
      <w:r>
        <w:rPr>
          <w:rFonts w:hint="cs"/>
          <w:rtl/>
        </w:rPr>
        <w:t xml:space="preserve">يا بويه من بعدك ولتنه الأيام وصرنه يحيدر عگب عينك ايتام </w:t>
      </w:r>
    </w:p>
    <w:p w:rsidR="00C46C29" w:rsidRDefault="00C46C29" w:rsidP="00C46C29">
      <w:pPr>
        <w:pStyle w:val="libPoemCenter"/>
        <w:rPr>
          <w:rFonts w:hint="cs"/>
          <w:rtl/>
        </w:rPr>
      </w:pPr>
      <w:r>
        <w:rPr>
          <w:rFonts w:hint="cs"/>
          <w:rtl/>
        </w:rPr>
        <w:t xml:space="preserve">جور الليالي ما رحم حالي </w:t>
      </w:r>
    </w:p>
    <w:p w:rsidR="00C46C29" w:rsidRDefault="00C46C29" w:rsidP="00C46C29">
      <w:pPr>
        <w:pStyle w:val="libPoemCenter"/>
        <w:rPr>
          <w:rFonts w:hint="cs"/>
          <w:rtl/>
        </w:rPr>
      </w:pPr>
      <w:r>
        <w:rPr>
          <w:rFonts w:hint="cs"/>
          <w:rtl/>
        </w:rPr>
        <w:t xml:space="preserve">بهذا الموقف وبهالفكره زينب ذكرت ضلع الزهره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- 1994م)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24" w:name="13"/>
      <w:bookmarkStart w:id="25" w:name="_Toc495744806"/>
      <w:r>
        <w:rPr>
          <w:rFonts w:hint="cs"/>
          <w:rtl/>
        </w:rPr>
        <w:lastRenderedPageBreak/>
        <w:t>حبيب القلوب</w:t>
      </w:r>
      <w:bookmarkEnd w:id="24"/>
      <w:bookmarkEnd w:id="25"/>
      <w:r>
        <w:rPr>
          <w:rFonts w:hint="cs"/>
          <w:rtl/>
        </w:rPr>
        <w:t xml:space="preserve"> </w:t>
      </w:r>
    </w:p>
    <w:p w:rsidR="00C46C29" w:rsidRDefault="00C46C29" w:rsidP="00C46C29">
      <w:pPr>
        <w:pStyle w:val="libPoemCenter"/>
        <w:rPr>
          <w:rFonts w:hint="cs"/>
          <w:rtl/>
        </w:rPr>
      </w:pPr>
      <w:r>
        <w:rPr>
          <w:rFonts w:hint="cs"/>
          <w:rtl/>
        </w:rPr>
        <w:t xml:space="preserve">نذرنه گلوبنه لحبك ونعوف الشوگ يردونه </w:t>
      </w:r>
    </w:p>
    <w:p w:rsidR="00C46C29" w:rsidRDefault="00C46C29" w:rsidP="00C46C29">
      <w:pPr>
        <w:pStyle w:val="libPoemCenter"/>
        <w:rPr>
          <w:rFonts w:hint="cs"/>
          <w:rtl/>
        </w:rPr>
      </w:pPr>
      <w:r>
        <w:rPr>
          <w:rFonts w:hint="cs"/>
          <w:rtl/>
        </w:rPr>
        <w:t xml:space="preserve">منعوفك أبد يحسين خل كلهم يلومونه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روابط بيك تجمعنه وعلاقه من الأزل يحسين </w:t>
      </w:r>
    </w:p>
    <w:p w:rsidR="00C46C29" w:rsidRDefault="00C46C29" w:rsidP="00C46C29">
      <w:pPr>
        <w:pStyle w:val="libPoemCenter"/>
        <w:rPr>
          <w:rFonts w:hint="cs"/>
          <w:rtl/>
        </w:rPr>
      </w:pPr>
      <w:r>
        <w:rPr>
          <w:rFonts w:hint="cs"/>
          <w:rtl/>
        </w:rPr>
        <w:t xml:space="preserve">مثل الجسم ويه الروح مثل الجفن ويه العين </w:t>
      </w:r>
    </w:p>
    <w:p w:rsidR="00C46C29" w:rsidRDefault="00C46C29" w:rsidP="00C46C29">
      <w:pPr>
        <w:pStyle w:val="libPoemCenter"/>
        <w:rPr>
          <w:rFonts w:hint="cs"/>
          <w:rtl/>
        </w:rPr>
      </w:pPr>
      <w:r>
        <w:rPr>
          <w:rFonts w:hint="cs"/>
          <w:rtl/>
        </w:rPr>
        <w:t xml:space="preserve">ونشعر صرنه احنه اوياك روح انقسمت ابجسمين </w:t>
      </w:r>
    </w:p>
    <w:p w:rsidR="00C46C29" w:rsidRDefault="00C46C29" w:rsidP="00C46C29">
      <w:pPr>
        <w:pStyle w:val="libPoemCenter"/>
        <w:rPr>
          <w:rFonts w:hint="cs"/>
          <w:rtl/>
        </w:rPr>
      </w:pPr>
      <w:r>
        <w:rPr>
          <w:rFonts w:hint="cs"/>
          <w:rtl/>
        </w:rPr>
        <w:t xml:space="preserve">يحسين ابهواك انذوب </w:t>
      </w:r>
    </w:p>
    <w:p w:rsidR="00C46C29" w:rsidRDefault="00C46C29" w:rsidP="00C46C29">
      <w:pPr>
        <w:pStyle w:val="libPoemCenter"/>
        <w:rPr>
          <w:rFonts w:hint="cs"/>
          <w:rtl/>
        </w:rPr>
      </w:pPr>
      <w:r>
        <w:rPr>
          <w:rFonts w:hint="cs"/>
          <w:rtl/>
        </w:rPr>
        <w:t xml:space="preserve">يا أغله وأعز محبوب </w:t>
      </w:r>
    </w:p>
    <w:p w:rsidR="00C46C29" w:rsidRDefault="00C46C29" w:rsidP="00C46C29">
      <w:pPr>
        <w:pStyle w:val="libPoemCenter"/>
        <w:rPr>
          <w:rFonts w:hint="cs"/>
          <w:rtl/>
        </w:rPr>
      </w:pPr>
      <w:r>
        <w:rPr>
          <w:rFonts w:hint="cs"/>
          <w:rtl/>
        </w:rPr>
        <w:t xml:space="preserve">حبك بالگلب مكتوب </w:t>
      </w:r>
    </w:p>
    <w:p w:rsidR="00C46C29" w:rsidRDefault="00C46C29" w:rsidP="00C46C29">
      <w:pPr>
        <w:pStyle w:val="libPoemCenter"/>
        <w:rPr>
          <w:rFonts w:hint="cs"/>
          <w:rtl/>
        </w:rPr>
      </w:pPr>
      <w:r>
        <w:rPr>
          <w:rFonts w:hint="cs"/>
          <w:rtl/>
        </w:rPr>
        <w:t xml:space="preserve">لجلك يا حبيب الروح نقبل لو يوذرونه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مثل حب المطر والگاع حبيناك عالفطره </w:t>
      </w:r>
    </w:p>
    <w:p w:rsidR="00C46C29" w:rsidRDefault="00C46C29" w:rsidP="00C46C29">
      <w:pPr>
        <w:pStyle w:val="libPoemCenter"/>
        <w:rPr>
          <w:rFonts w:hint="cs"/>
          <w:rtl/>
        </w:rPr>
      </w:pPr>
      <w:r>
        <w:rPr>
          <w:rFonts w:hint="cs"/>
          <w:rtl/>
        </w:rPr>
        <w:t xml:space="preserve">لون متنه ونرد نعيش ونرد انموت الف مره </w:t>
      </w:r>
    </w:p>
    <w:p w:rsidR="00C46C29" w:rsidRDefault="00C46C29" w:rsidP="00C46C29">
      <w:pPr>
        <w:pStyle w:val="libPoemCenter"/>
        <w:rPr>
          <w:rFonts w:hint="cs"/>
          <w:rtl/>
        </w:rPr>
      </w:pPr>
      <w:r>
        <w:rPr>
          <w:rFonts w:hint="cs"/>
          <w:rtl/>
        </w:rPr>
        <w:t xml:space="preserve">وألف مره يحرگونه ورماد ابريح نتذره </w:t>
      </w:r>
    </w:p>
    <w:p w:rsidR="00C46C29" w:rsidRDefault="00C46C29" w:rsidP="00C46C29">
      <w:pPr>
        <w:pStyle w:val="libPoemCenter"/>
        <w:rPr>
          <w:rFonts w:hint="cs"/>
          <w:rtl/>
        </w:rPr>
      </w:pPr>
      <w:r>
        <w:rPr>
          <w:rFonts w:hint="cs"/>
          <w:rtl/>
        </w:rPr>
        <w:t xml:space="preserve">نرد ورود نتجمع </w:t>
      </w:r>
    </w:p>
    <w:p w:rsidR="00C46C29" w:rsidRDefault="00C46C29" w:rsidP="00C46C29">
      <w:pPr>
        <w:pStyle w:val="libPoemCenter"/>
        <w:rPr>
          <w:rFonts w:hint="cs"/>
          <w:rtl/>
        </w:rPr>
      </w:pPr>
      <w:r>
        <w:rPr>
          <w:rFonts w:hint="cs"/>
          <w:rtl/>
        </w:rPr>
        <w:t xml:space="preserve">نگلك عالعشگ نرجع </w:t>
      </w:r>
    </w:p>
    <w:p w:rsidR="00C46C29" w:rsidRDefault="00C46C29" w:rsidP="00C46C29">
      <w:pPr>
        <w:pStyle w:val="libPoemCenter"/>
        <w:rPr>
          <w:rFonts w:hint="cs"/>
          <w:rtl/>
        </w:rPr>
      </w:pPr>
      <w:r>
        <w:rPr>
          <w:rFonts w:hint="cs"/>
          <w:rtl/>
        </w:rPr>
        <w:t xml:space="preserve">العواذل كلها خل تسمع </w:t>
      </w:r>
    </w:p>
    <w:p w:rsidR="00C46C29" w:rsidRDefault="00C46C29" w:rsidP="00C46C29">
      <w:pPr>
        <w:pStyle w:val="libPoemCenter"/>
        <w:rPr>
          <w:rFonts w:hint="cs"/>
          <w:rtl/>
        </w:rPr>
      </w:pPr>
      <w:r>
        <w:rPr>
          <w:rFonts w:hint="cs"/>
          <w:rtl/>
        </w:rPr>
        <w:t xml:space="preserve">لو ميت الف موته انموت عنك ما يفصلونه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ابدوره عشگ متواصل انتقل حبك يبو السجاد </w:t>
      </w:r>
    </w:p>
    <w:p w:rsidR="00C46C29" w:rsidRDefault="00C46C29" w:rsidP="00C46C29">
      <w:pPr>
        <w:pStyle w:val="libPoemCenter"/>
        <w:rPr>
          <w:rFonts w:hint="cs"/>
          <w:rtl/>
        </w:rPr>
      </w:pPr>
      <w:r>
        <w:rPr>
          <w:rFonts w:hint="cs"/>
          <w:rtl/>
        </w:rPr>
        <w:t xml:space="preserve">من الاجداد للآباء النه وراح للأولاد </w:t>
      </w:r>
    </w:p>
    <w:p w:rsidR="00C46C29" w:rsidRDefault="00C46C29" w:rsidP="00C46C29">
      <w:pPr>
        <w:pStyle w:val="libPoemCenter"/>
        <w:rPr>
          <w:rFonts w:hint="cs"/>
          <w:rtl/>
        </w:rPr>
      </w:pPr>
      <w:r>
        <w:rPr>
          <w:rFonts w:hint="cs"/>
          <w:rtl/>
        </w:rPr>
        <w:t xml:space="preserve">وكلما تكثر اللوعات حبك بالگلب يزداد </w:t>
      </w:r>
    </w:p>
    <w:p w:rsidR="00C46C29" w:rsidRDefault="00C46C29" w:rsidP="00C46C29">
      <w:pPr>
        <w:pStyle w:val="libPoemCenter"/>
        <w:rPr>
          <w:rFonts w:hint="cs"/>
          <w:rtl/>
        </w:rPr>
      </w:pPr>
      <w:r>
        <w:rPr>
          <w:rFonts w:hint="cs"/>
          <w:rtl/>
        </w:rPr>
        <w:t xml:space="preserve">حبيب وبيك مشغوفين </w:t>
      </w:r>
    </w:p>
    <w:p w:rsidR="00C46C29" w:rsidRDefault="00C46C29" w:rsidP="00C46C29">
      <w:pPr>
        <w:pStyle w:val="libPoemCenter"/>
        <w:rPr>
          <w:rFonts w:hint="cs"/>
          <w:rtl/>
        </w:rPr>
      </w:pPr>
      <w:r>
        <w:rPr>
          <w:rFonts w:hint="cs"/>
          <w:rtl/>
        </w:rPr>
        <w:t xml:space="preserve">تلوَّعنه ابهواك اسنين </w:t>
      </w:r>
    </w:p>
    <w:p w:rsidR="00C46C29" w:rsidRDefault="00C46C29" w:rsidP="00C46C29">
      <w:pPr>
        <w:pStyle w:val="libPoemCenter"/>
        <w:rPr>
          <w:rFonts w:hint="cs"/>
          <w:rtl/>
        </w:rPr>
      </w:pPr>
      <w:r>
        <w:rPr>
          <w:rFonts w:hint="cs"/>
          <w:rtl/>
        </w:rPr>
        <w:t xml:space="preserve">وعن شوفتك محرومين </w:t>
      </w:r>
    </w:p>
    <w:p w:rsidR="00C46C29" w:rsidRDefault="00C46C29" w:rsidP="00C46C29">
      <w:pPr>
        <w:pStyle w:val="libPoemCenter"/>
        <w:rPr>
          <w:rFonts w:hint="cs"/>
          <w:rtl/>
        </w:rPr>
      </w:pPr>
      <w:r>
        <w:rPr>
          <w:rFonts w:hint="cs"/>
          <w:rtl/>
        </w:rPr>
        <w:t xml:space="preserve">نريد انواصلك والناس عن وصلك يحرمونه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مرت عالمحب أدوار كل فتره يمر ابدور </w:t>
      </w:r>
    </w:p>
    <w:p w:rsidR="00C46C29" w:rsidRDefault="00C46C29" w:rsidP="00C46C29">
      <w:pPr>
        <w:pStyle w:val="libPoemCenter"/>
        <w:rPr>
          <w:rFonts w:hint="cs"/>
          <w:rtl/>
        </w:rPr>
      </w:pPr>
      <w:r>
        <w:rPr>
          <w:rFonts w:hint="cs"/>
          <w:rtl/>
        </w:rPr>
        <w:t xml:space="preserve">يجيك ابلهفه يتعناك ولگبرك يريد ايزور </w:t>
      </w:r>
    </w:p>
    <w:p w:rsidR="00C46C29" w:rsidRDefault="00C46C29" w:rsidP="00C46C29">
      <w:pPr>
        <w:pStyle w:val="libPoemCenter"/>
        <w:rPr>
          <w:rFonts w:hint="cs"/>
          <w:rtl/>
        </w:rPr>
      </w:pPr>
      <w:r>
        <w:rPr>
          <w:rFonts w:hint="cs"/>
          <w:rtl/>
        </w:rPr>
        <w:t xml:space="preserve">حواجز ينصب اگباله ويمنعه الجاحد المغرور </w:t>
      </w:r>
    </w:p>
    <w:p w:rsidR="00C46C29" w:rsidRDefault="00C46C29" w:rsidP="00C46C29">
      <w:pPr>
        <w:pStyle w:val="libPoemCenter"/>
        <w:rPr>
          <w:rFonts w:hint="cs"/>
          <w:rtl/>
        </w:rPr>
      </w:pPr>
      <w:r>
        <w:rPr>
          <w:rFonts w:hint="cs"/>
          <w:rtl/>
        </w:rPr>
        <w:t xml:space="preserve">أصدر أمر النه وگال </w:t>
      </w:r>
    </w:p>
    <w:p w:rsidR="00C46C29" w:rsidRDefault="00C46C29" w:rsidP="00C46C29">
      <w:pPr>
        <w:pStyle w:val="libPoemCenter"/>
        <w:rPr>
          <w:rFonts w:hint="cs"/>
          <w:rtl/>
        </w:rPr>
      </w:pPr>
      <w:r>
        <w:rPr>
          <w:rFonts w:hint="cs"/>
          <w:rtl/>
        </w:rPr>
        <w:t xml:space="preserve">اليجي يدفع ثمن أموال </w:t>
      </w:r>
    </w:p>
    <w:p w:rsidR="00C46C29" w:rsidRDefault="00C46C29" w:rsidP="00C46C29">
      <w:pPr>
        <w:pStyle w:val="libPoemCenter"/>
        <w:rPr>
          <w:rFonts w:hint="cs"/>
          <w:rtl/>
        </w:rPr>
      </w:pPr>
      <w:r>
        <w:rPr>
          <w:rFonts w:hint="cs"/>
          <w:rtl/>
        </w:rPr>
        <w:t xml:space="preserve">جاوبناه شنهو المال </w:t>
      </w:r>
    </w:p>
    <w:p w:rsidR="00C46C29" w:rsidRDefault="00C46C29" w:rsidP="00C46C29">
      <w:pPr>
        <w:pStyle w:val="libPoemCenter"/>
        <w:rPr>
          <w:rFonts w:hint="cs"/>
          <w:rtl/>
        </w:rPr>
      </w:pPr>
      <w:r>
        <w:rPr>
          <w:rFonts w:hint="cs"/>
          <w:rtl/>
        </w:rPr>
        <w:t xml:space="preserve">بالدم بالنفس بالروح للمحبوب يشرونه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هالنوب اجه اردود وگال وصدر هذا الأمر عنه </w:t>
      </w:r>
    </w:p>
    <w:p w:rsidR="00C46C29" w:rsidRDefault="00C46C29" w:rsidP="00C46C29">
      <w:pPr>
        <w:pStyle w:val="libPoemCenter"/>
        <w:rPr>
          <w:rFonts w:hint="cs"/>
          <w:rtl/>
        </w:rPr>
      </w:pPr>
      <w:r>
        <w:rPr>
          <w:rFonts w:hint="cs"/>
          <w:rtl/>
        </w:rPr>
        <w:t xml:space="preserve">كل واحد يزور حسين چفه ينگطع منه </w:t>
      </w:r>
    </w:p>
    <w:p w:rsidR="00C46C29" w:rsidRDefault="00C46C29" w:rsidP="00C46C29">
      <w:pPr>
        <w:pStyle w:val="libPoemCenter"/>
        <w:rPr>
          <w:rFonts w:hint="cs"/>
          <w:rtl/>
        </w:rPr>
      </w:pPr>
      <w:r>
        <w:rPr>
          <w:rFonts w:hint="cs"/>
          <w:rtl/>
        </w:rPr>
        <w:t xml:space="preserve">لن شاف اعله گطع اچفوف نتسابق ونتعنه </w:t>
      </w:r>
    </w:p>
    <w:p w:rsidR="00C46C29" w:rsidRDefault="00C46C29" w:rsidP="00C46C29">
      <w:pPr>
        <w:pStyle w:val="libPoemCenter"/>
        <w:rPr>
          <w:rFonts w:hint="cs"/>
          <w:rtl/>
        </w:rPr>
      </w:pPr>
      <w:r>
        <w:rPr>
          <w:rFonts w:hint="cs"/>
          <w:rtl/>
        </w:rPr>
        <w:t xml:space="preserve">معاني الشوگ معروفه </w:t>
      </w:r>
    </w:p>
    <w:p w:rsidR="00C46C29" w:rsidRDefault="00C46C29" w:rsidP="00C46C29">
      <w:pPr>
        <w:pStyle w:val="libPoemCenter"/>
        <w:rPr>
          <w:rFonts w:hint="cs"/>
          <w:rtl/>
        </w:rPr>
      </w:pPr>
      <w:r>
        <w:rPr>
          <w:rFonts w:hint="cs"/>
          <w:rtl/>
        </w:rPr>
        <w:t xml:space="preserve">اليحب ابروح مشغوفه </w:t>
      </w:r>
    </w:p>
    <w:p w:rsidR="00C46C29" w:rsidRDefault="00C46C29" w:rsidP="00C46C29">
      <w:pPr>
        <w:pStyle w:val="libPoemCenter"/>
        <w:rPr>
          <w:rFonts w:hint="cs"/>
          <w:rtl/>
        </w:rPr>
      </w:pPr>
      <w:r>
        <w:rPr>
          <w:rFonts w:hint="cs"/>
          <w:rtl/>
        </w:rPr>
        <w:t xml:space="preserve">اشتهمه گطعة اچفوفه </w:t>
      </w:r>
    </w:p>
    <w:p w:rsidR="00C46C29" w:rsidRDefault="00C46C29" w:rsidP="00C46C29">
      <w:pPr>
        <w:pStyle w:val="libPoemCenter"/>
        <w:rPr>
          <w:rFonts w:hint="cs"/>
          <w:rtl/>
        </w:rPr>
      </w:pPr>
      <w:r>
        <w:rPr>
          <w:rFonts w:hint="cs"/>
          <w:rtl/>
        </w:rPr>
        <w:t xml:space="preserve">مو چفي لون راسي أقبل خل يگطعونه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هالنوب اللعين اغتاظ والغيظ اعتله ابصدره </w:t>
      </w:r>
    </w:p>
    <w:p w:rsidR="00C46C29" w:rsidRDefault="00C46C29" w:rsidP="00C46C29">
      <w:pPr>
        <w:pStyle w:val="libPoemCenter"/>
        <w:rPr>
          <w:rFonts w:hint="cs"/>
          <w:rtl/>
        </w:rPr>
      </w:pPr>
      <w:r>
        <w:rPr>
          <w:rFonts w:hint="cs"/>
          <w:rtl/>
        </w:rPr>
        <w:t xml:space="preserve">گال ابكل عشر اشخاص تجي لحسين يم گبره </w:t>
      </w:r>
    </w:p>
    <w:p w:rsidR="00C46C29" w:rsidRDefault="00C46C29" w:rsidP="00C46C29">
      <w:pPr>
        <w:pStyle w:val="libPoemCenter"/>
        <w:rPr>
          <w:rFonts w:hint="cs"/>
          <w:rtl/>
        </w:rPr>
      </w:pPr>
      <w:r>
        <w:rPr>
          <w:rFonts w:hint="cs"/>
          <w:rtl/>
        </w:rPr>
        <w:t xml:space="preserve">تسعه تنذبح منهم وواحد يجي امن العشره </w:t>
      </w:r>
    </w:p>
    <w:p w:rsidR="00C46C29" w:rsidRDefault="00C46C29" w:rsidP="00C46C29">
      <w:pPr>
        <w:pStyle w:val="libPoemCenter"/>
        <w:rPr>
          <w:rFonts w:hint="cs"/>
          <w:rtl/>
        </w:rPr>
      </w:pPr>
      <w:r>
        <w:rPr>
          <w:rFonts w:hint="cs"/>
          <w:rtl/>
        </w:rPr>
        <w:t xml:space="preserve">لن شاف الأمر معكوس </w:t>
      </w:r>
    </w:p>
    <w:p w:rsidR="00C46C29" w:rsidRDefault="00C46C29" w:rsidP="00C46C29">
      <w:pPr>
        <w:pStyle w:val="libPoemCenter"/>
        <w:rPr>
          <w:rFonts w:hint="cs"/>
          <w:rtl/>
        </w:rPr>
      </w:pPr>
      <w:r>
        <w:rPr>
          <w:rFonts w:hint="cs"/>
          <w:rtl/>
        </w:rPr>
        <w:t xml:space="preserve">اجينه اعله المنايه اندوس </w:t>
      </w:r>
    </w:p>
    <w:p w:rsidR="00C46C29" w:rsidRDefault="00C46C29" w:rsidP="00C46C29">
      <w:pPr>
        <w:pStyle w:val="libPoemCenter"/>
        <w:rPr>
          <w:rFonts w:hint="cs"/>
          <w:rtl/>
        </w:rPr>
      </w:pPr>
      <w:r>
        <w:rPr>
          <w:rFonts w:hint="cs"/>
          <w:rtl/>
        </w:rPr>
        <w:t xml:space="preserve">عالمذبح نحط الروس </w:t>
      </w:r>
    </w:p>
    <w:p w:rsidR="00C46C29" w:rsidRDefault="00C46C29" w:rsidP="00C46C29">
      <w:pPr>
        <w:pStyle w:val="libPoemCenter"/>
        <w:rPr>
          <w:rFonts w:hint="cs"/>
          <w:rtl/>
        </w:rPr>
      </w:pPr>
      <w:r>
        <w:rPr>
          <w:rFonts w:hint="cs"/>
          <w:rtl/>
        </w:rPr>
        <w:t xml:space="preserve">اعله حد السيف نتسابق وما گدروا يمنعونه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علاقة عاشگ ومعشوگ يبو السجاد تجمعنه </w:t>
      </w:r>
    </w:p>
    <w:p w:rsidR="00C46C29" w:rsidRDefault="00C46C29" w:rsidP="00C46C29">
      <w:pPr>
        <w:pStyle w:val="libPoemCenter"/>
        <w:rPr>
          <w:rFonts w:hint="cs"/>
          <w:rtl/>
        </w:rPr>
      </w:pPr>
      <w:r>
        <w:rPr>
          <w:rFonts w:hint="cs"/>
          <w:rtl/>
        </w:rPr>
        <w:t xml:space="preserve">مثل عابس رمانه الشوگ وابحبك تولَّعنه </w:t>
      </w:r>
    </w:p>
    <w:p w:rsidR="00C46C29" w:rsidRDefault="00C46C29" w:rsidP="00C46C29">
      <w:pPr>
        <w:pStyle w:val="libPoemCenter"/>
        <w:rPr>
          <w:rFonts w:hint="cs"/>
          <w:rtl/>
        </w:rPr>
      </w:pPr>
      <w:r>
        <w:rPr>
          <w:rFonts w:hint="cs"/>
          <w:rtl/>
        </w:rPr>
        <w:t xml:space="preserve">نفس الغايه والمضمون نفس الهدف يجمعنه </w:t>
      </w:r>
    </w:p>
    <w:p w:rsidR="00C46C29" w:rsidRDefault="00C46C29" w:rsidP="00C46C29">
      <w:pPr>
        <w:pStyle w:val="libPoemCenter"/>
        <w:rPr>
          <w:rFonts w:hint="cs"/>
          <w:rtl/>
        </w:rPr>
      </w:pPr>
      <w:r>
        <w:rPr>
          <w:rFonts w:hint="cs"/>
          <w:rtl/>
        </w:rPr>
        <w:lastRenderedPageBreak/>
        <w:t xml:space="preserve">لمن رمه السيف وراح </w:t>
      </w:r>
    </w:p>
    <w:p w:rsidR="00C46C29" w:rsidRDefault="00C46C29" w:rsidP="00C46C29">
      <w:pPr>
        <w:pStyle w:val="libPoemCenter"/>
        <w:rPr>
          <w:rFonts w:hint="cs"/>
          <w:rtl/>
        </w:rPr>
      </w:pPr>
      <w:r>
        <w:rPr>
          <w:rFonts w:hint="cs"/>
          <w:rtl/>
        </w:rPr>
        <w:t xml:space="preserve">للمعركه ابغير اسلاح </w:t>
      </w:r>
    </w:p>
    <w:p w:rsidR="00C46C29" w:rsidRDefault="00C46C29" w:rsidP="00C46C29">
      <w:pPr>
        <w:pStyle w:val="libPoemCenter"/>
        <w:rPr>
          <w:rFonts w:hint="cs"/>
          <w:rtl/>
        </w:rPr>
      </w:pPr>
      <w:r>
        <w:rPr>
          <w:rFonts w:hint="cs"/>
          <w:rtl/>
        </w:rPr>
        <w:t xml:space="preserve">وگف بين الجموع وصاح </w:t>
      </w:r>
    </w:p>
    <w:p w:rsidR="00C46C29" w:rsidRDefault="00C46C29" w:rsidP="00C46C29">
      <w:pPr>
        <w:pStyle w:val="libPoemCenter"/>
        <w:rPr>
          <w:rFonts w:hint="cs"/>
          <w:rtl/>
        </w:rPr>
      </w:pPr>
      <w:r>
        <w:rPr>
          <w:rFonts w:hint="cs"/>
          <w:rtl/>
        </w:rPr>
        <w:t xml:space="preserve">حب حسين جنَّني وكشف للناس مضمونه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برز مترجِّل اعله الموت يحمله للحرب حبه </w:t>
      </w:r>
    </w:p>
    <w:p w:rsidR="00C46C29" w:rsidRDefault="00C46C29" w:rsidP="00C46C29">
      <w:pPr>
        <w:pStyle w:val="libPoemCenter"/>
        <w:rPr>
          <w:rFonts w:hint="cs"/>
          <w:rtl/>
        </w:rPr>
      </w:pPr>
      <w:r>
        <w:rPr>
          <w:rFonts w:hint="cs"/>
          <w:rtl/>
        </w:rPr>
        <w:t xml:space="preserve">رمه السيف ونزع درعه ولبس فوگ الصدر گلبه </w:t>
      </w:r>
    </w:p>
    <w:p w:rsidR="00C46C29" w:rsidRDefault="00C46C29" w:rsidP="00C46C29">
      <w:pPr>
        <w:pStyle w:val="libPoemCenter"/>
        <w:rPr>
          <w:rFonts w:hint="cs"/>
          <w:rtl/>
        </w:rPr>
      </w:pPr>
      <w:r>
        <w:rPr>
          <w:rFonts w:hint="cs"/>
          <w:rtl/>
        </w:rPr>
        <w:t xml:space="preserve">يحمل روح شفّافه لچن عند الشدد صلبه </w:t>
      </w:r>
    </w:p>
    <w:p w:rsidR="00C46C29" w:rsidRDefault="00C46C29" w:rsidP="00C46C29">
      <w:pPr>
        <w:pStyle w:val="libPoemCenter"/>
        <w:rPr>
          <w:rFonts w:hint="cs"/>
          <w:rtl/>
        </w:rPr>
      </w:pPr>
      <w:r>
        <w:rPr>
          <w:rFonts w:hint="cs"/>
          <w:rtl/>
        </w:rPr>
        <w:t xml:space="preserve">ما بين الجمع يمرح </w:t>
      </w:r>
    </w:p>
    <w:p w:rsidR="00C46C29" w:rsidRDefault="00C46C29" w:rsidP="00C46C29">
      <w:pPr>
        <w:pStyle w:val="libPoemCenter"/>
        <w:rPr>
          <w:rFonts w:hint="cs"/>
          <w:rtl/>
        </w:rPr>
      </w:pPr>
      <w:r>
        <w:rPr>
          <w:rFonts w:hint="cs"/>
          <w:rtl/>
        </w:rPr>
        <w:t xml:space="preserve">وبروحه الأجل طوّح </w:t>
      </w:r>
    </w:p>
    <w:p w:rsidR="00C46C29" w:rsidRDefault="00C46C29" w:rsidP="00C46C29">
      <w:pPr>
        <w:pStyle w:val="libPoemCenter"/>
        <w:rPr>
          <w:rFonts w:hint="cs"/>
          <w:rtl/>
        </w:rPr>
      </w:pPr>
      <w:r>
        <w:rPr>
          <w:rFonts w:hint="cs"/>
          <w:rtl/>
        </w:rPr>
        <w:t xml:space="preserve">شهيد وبالأبه اتوشح </w:t>
      </w:r>
    </w:p>
    <w:p w:rsidR="00C46C29" w:rsidRDefault="00C46C29" w:rsidP="00C46C29">
      <w:pPr>
        <w:pStyle w:val="libPoemCenter"/>
        <w:rPr>
          <w:rFonts w:hint="cs"/>
          <w:rtl/>
        </w:rPr>
      </w:pPr>
      <w:r>
        <w:rPr>
          <w:rFonts w:hint="cs"/>
          <w:rtl/>
        </w:rPr>
        <w:t xml:space="preserve">خالد اسمه بالتاريخ ما گدروا ينكرونه </w:t>
      </w:r>
    </w:p>
    <w:p w:rsidR="00C46C29" w:rsidRDefault="00C46C29" w:rsidP="00C46C29">
      <w:pPr>
        <w:pStyle w:val="libLeft"/>
        <w:rPr>
          <w:rFonts w:hint="cs"/>
          <w:rtl/>
        </w:rPr>
      </w:pPr>
      <w:r>
        <w:rPr>
          <w:rFonts w:hint="cs"/>
          <w:rtl/>
        </w:rPr>
        <w:t>(لندن - 1996م)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26" w:name="14"/>
      <w:bookmarkStart w:id="27" w:name="_Toc495744807"/>
      <w:r>
        <w:rPr>
          <w:rFonts w:hint="cs"/>
          <w:rtl/>
        </w:rPr>
        <w:lastRenderedPageBreak/>
        <w:t>الأم المضحيّة</w:t>
      </w:r>
      <w:bookmarkEnd w:id="26"/>
      <w:bookmarkEnd w:id="27"/>
      <w:r>
        <w:rPr>
          <w:rFonts w:hint="cs"/>
          <w:rtl/>
        </w:rPr>
        <w:t xml:space="preserve"> </w:t>
      </w:r>
    </w:p>
    <w:p w:rsidR="00C46C29" w:rsidRDefault="00C46C29" w:rsidP="00C46C29">
      <w:pPr>
        <w:pStyle w:val="libPoemCenter"/>
        <w:rPr>
          <w:rFonts w:hint="cs"/>
          <w:rtl/>
        </w:rPr>
      </w:pPr>
      <w:r>
        <w:rPr>
          <w:rFonts w:hint="cs"/>
          <w:rtl/>
        </w:rPr>
        <w:t xml:space="preserve">يحسين انطيك اربع اخوه جرُّبهم ساعات النخوه </w:t>
      </w:r>
    </w:p>
    <w:p w:rsidR="00C46C29" w:rsidRDefault="00C46C29" w:rsidP="00C46C29">
      <w:pPr>
        <w:pStyle w:val="libPoemCenter"/>
        <w:rPr>
          <w:rFonts w:hint="cs"/>
          <w:rtl/>
        </w:rPr>
      </w:pPr>
      <w:r>
        <w:rPr>
          <w:rFonts w:hint="cs"/>
          <w:rtl/>
        </w:rPr>
        <w:t xml:space="preserve">أولادي ومعتمده اعليهم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يالناوي تروح وتگطع المسره واتعوف المدينه البيك مزدهره </w:t>
      </w:r>
    </w:p>
    <w:p w:rsidR="00C46C29" w:rsidRDefault="00C46C29" w:rsidP="00C46C29">
      <w:pPr>
        <w:pStyle w:val="libPoemCenter"/>
        <w:rPr>
          <w:rFonts w:hint="cs"/>
          <w:rtl/>
        </w:rPr>
      </w:pPr>
      <w:r>
        <w:rPr>
          <w:rFonts w:hint="cs"/>
          <w:rtl/>
        </w:rPr>
        <w:t xml:space="preserve">اخذ أربع بنيني اوياك للهجره كل واحد جفن من عيني اعتبره </w:t>
      </w:r>
    </w:p>
    <w:p w:rsidR="00C46C29" w:rsidRDefault="00C46C29" w:rsidP="00C46C29">
      <w:pPr>
        <w:pStyle w:val="libPoemCenter"/>
        <w:rPr>
          <w:rFonts w:hint="cs"/>
          <w:rtl/>
        </w:rPr>
      </w:pPr>
      <w:r>
        <w:rPr>
          <w:rFonts w:hint="cs"/>
          <w:rtl/>
        </w:rPr>
        <w:t xml:space="preserve">أقدمهم هديه لأمك الزهره ولجيتك أظل يحسين منتظره </w:t>
      </w:r>
    </w:p>
    <w:p w:rsidR="00C46C29" w:rsidRDefault="00C46C29" w:rsidP="00C46C29">
      <w:pPr>
        <w:pStyle w:val="libPoemCenter"/>
        <w:rPr>
          <w:rFonts w:hint="cs"/>
          <w:rtl/>
        </w:rPr>
      </w:pPr>
      <w:r>
        <w:rPr>
          <w:rFonts w:hint="cs"/>
          <w:rtl/>
        </w:rPr>
        <w:t xml:space="preserve">ريتك سالم من هالرحله والدنيه بغيرك ما تحله </w:t>
      </w:r>
    </w:p>
    <w:p w:rsidR="00C46C29" w:rsidRDefault="00C46C29" w:rsidP="00C46C29">
      <w:pPr>
        <w:pStyle w:val="libPoemCenter"/>
        <w:rPr>
          <w:rFonts w:hint="cs"/>
          <w:rtl/>
        </w:rPr>
      </w:pPr>
      <w:r>
        <w:rPr>
          <w:rFonts w:hint="cs"/>
          <w:rtl/>
        </w:rPr>
        <w:t xml:space="preserve">وشباني لعينك أفديهم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أرويلك روايه واسمع الأخبار يبني من گبل تشريفي بالكرار </w:t>
      </w:r>
    </w:p>
    <w:p w:rsidR="00C46C29" w:rsidRDefault="00C46C29" w:rsidP="00C46C29">
      <w:pPr>
        <w:pStyle w:val="libPoemCenter"/>
        <w:rPr>
          <w:rFonts w:hint="cs"/>
          <w:rtl/>
        </w:rPr>
      </w:pPr>
      <w:r>
        <w:rPr>
          <w:rFonts w:hint="cs"/>
          <w:rtl/>
        </w:rPr>
        <w:t xml:space="preserve">ليله امن الليالي غمضت الأبصار لن عيني تشوف ابعالم الأسرار </w:t>
      </w:r>
    </w:p>
    <w:p w:rsidR="00C46C29" w:rsidRDefault="00C46C29" w:rsidP="00C46C29">
      <w:pPr>
        <w:pStyle w:val="libPoemCenter"/>
        <w:rPr>
          <w:rFonts w:hint="cs"/>
          <w:rtl/>
        </w:rPr>
      </w:pPr>
      <w:r>
        <w:rPr>
          <w:rFonts w:hint="cs"/>
          <w:rtl/>
        </w:rPr>
        <w:t xml:space="preserve">تتنزّل ابحجري من السمه الأقمار تفسير الحلم هالأربعه الأطهار </w:t>
      </w:r>
    </w:p>
    <w:p w:rsidR="00C46C29" w:rsidRDefault="00C46C29" w:rsidP="00C46C29">
      <w:pPr>
        <w:pStyle w:val="libPoemCenter"/>
        <w:rPr>
          <w:rFonts w:hint="cs"/>
          <w:rtl/>
        </w:rPr>
      </w:pPr>
      <w:r>
        <w:rPr>
          <w:rFonts w:hint="cs"/>
          <w:rtl/>
        </w:rPr>
        <w:t xml:space="preserve">هاي الأقمار اتوافيني وگبال الزهره اتگر عيني </w:t>
      </w:r>
    </w:p>
    <w:p w:rsidR="00C46C29" w:rsidRDefault="00C46C29" w:rsidP="00C46C29">
      <w:pPr>
        <w:pStyle w:val="libPoemCenter"/>
        <w:rPr>
          <w:rFonts w:hint="cs"/>
          <w:rtl/>
        </w:rPr>
      </w:pPr>
      <w:r>
        <w:rPr>
          <w:rFonts w:hint="cs"/>
          <w:rtl/>
        </w:rPr>
        <w:t xml:space="preserve">يوفون المرضع خليهم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أرويلك خبر ثاني وإخذ معناه طفل عباس چان ايدورج ابممشاه </w:t>
      </w:r>
    </w:p>
    <w:p w:rsidR="00C46C29" w:rsidRDefault="00C46C29" w:rsidP="00C46C29">
      <w:pPr>
        <w:pStyle w:val="libPoemCenter"/>
        <w:rPr>
          <w:rFonts w:hint="cs"/>
          <w:rtl/>
        </w:rPr>
      </w:pPr>
      <w:r>
        <w:rPr>
          <w:rFonts w:hint="cs"/>
          <w:rtl/>
        </w:rPr>
        <w:t xml:space="preserve">سمع زينب تريد الماي تترجاه زم بيده الجدح والماي جابه اُياه </w:t>
      </w:r>
    </w:p>
    <w:p w:rsidR="00C46C29" w:rsidRDefault="00C46C29" w:rsidP="00C46C29">
      <w:pPr>
        <w:pStyle w:val="libPoemCenter"/>
        <w:rPr>
          <w:rFonts w:hint="cs"/>
          <w:rtl/>
        </w:rPr>
      </w:pPr>
      <w:r>
        <w:rPr>
          <w:rFonts w:hint="cs"/>
          <w:rtl/>
        </w:rPr>
        <w:t xml:space="preserve">ومن شافه ابوك اُسبل دمع عيناه ضمه لصدره قبَّل يسرته ويمناه </w:t>
      </w:r>
    </w:p>
    <w:p w:rsidR="00C46C29" w:rsidRDefault="00C46C29" w:rsidP="00C46C29">
      <w:pPr>
        <w:pStyle w:val="libPoemCenter"/>
        <w:rPr>
          <w:rFonts w:hint="cs"/>
          <w:rtl/>
        </w:rPr>
      </w:pPr>
      <w:r>
        <w:rPr>
          <w:rFonts w:hint="cs"/>
          <w:rtl/>
        </w:rPr>
        <w:t xml:space="preserve">لهذا الموقف دوم اتذكَّر واتأمَّل بالطف يتكرر </w:t>
      </w:r>
    </w:p>
    <w:p w:rsidR="00C46C29" w:rsidRDefault="00C46C29" w:rsidP="00C46C29">
      <w:pPr>
        <w:pStyle w:val="libPoemCenter"/>
        <w:rPr>
          <w:rFonts w:hint="cs"/>
          <w:rtl/>
        </w:rPr>
      </w:pPr>
      <w:r>
        <w:rPr>
          <w:rFonts w:hint="cs"/>
          <w:rtl/>
        </w:rPr>
        <w:t xml:space="preserve">واخوانك بيك اُرد اوصيهم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اوصيهم بزينب هاي اختهم هاي وادريهم يوفون الوعد وياي </w:t>
      </w:r>
    </w:p>
    <w:p w:rsidR="00C46C29" w:rsidRDefault="00C46C29" w:rsidP="00C46C29">
      <w:pPr>
        <w:pStyle w:val="libPoemCenter"/>
        <w:rPr>
          <w:rFonts w:hint="cs"/>
          <w:rtl/>
        </w:rPr>
      </w:pPr>
      <w:r>
        <w:rPr>
          <w:rFonts w:hint="cs"/>
          <w:rtl/>
        </w:rPr>
        <w:t xml:space="preserve">كافلها گمر هاشم بدر دنياي ناديته يلنَّك للعهد وفاي </w:t>
      </w:r>
    </w:p>
    <w:p w:rsidR="00C46C29" w:rsidRDefault="00C46C29" w:rsidP="00C46C29">
      <w:pPr>
        <w:pStyle w:val="libPoemCenter"/>
        <w:rPr>
          <w:rFonts w:hint="cs"/>
          <w:rtl/>
        </w:rPr>
      </w:pPr>
      <w:r>
        <w:rPr>
          <w:rFonts w:hint="cs"/>
          <w:rtl/>
        </w:rPr>
        <w:t xml:space="preserve">أخافن زينب اتگلك أحس بضماي اعصر گلبك الها لو تريد الماي </w:t>
      </w:r>
    </w:p>
    <w:p w:rsidR="00C46C29" w:rsidRDefault="00C46C29" w:rsidP="00C46C29">
      <w:pPr>
        <w:pStyle w:val="libPoemCenter"/>
        <w:rPr>
          <w:rFonts w:hint="cs"/>
          <w:rtl/>
        </w:rPr>
      </w:pPr>
      <w:r>
        <w:rPr>
          <w:rFonts w:hint="cs"/>
          <w:rtl/>
        </w:rPr>
        <w:t xml:space="preserve">كل واحد وصيّته اوصيه اولادي وغالين اعليه </w:t>
      </w:r>
    </w:p>
    <w:p w:rsidR="00C46C29" w:rsidRDefault="00C46C29" w:rsidP="00C46C29">
      <w:pPr>
        <w:pStyle w:val="libPoemCenter"/>
        <w:rPr>
          <w:rFonts w:hint="cs"/>
          <w:rtl/>
        </w:rPr>
      </w:pPr>
      <w:r>
        <w:rPr>
          <w:rFonts w:hint="cs"/>
          <w:rtl/>
        </w:rPr>
        <w:t xml:space="preserve">لوجودك يرخص غاليهم للمصرع بيدك ودّيهم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أولادي ذخر للشدد والكلفات اطلبهم سهر ليلي وزماني الفات </w:t>
      </w:r>
    </w:p>
    <w:p w:rsidR="00C46C29" w:rsidRDefault="00C46C29" w:rsidP="00C46C29">
      <w:pPr>
        <w:pStyle w:val="libPoemCenter"/>
        <w:rPr>
          <w:rFonts w:hint="cs"/>
          <w:rtl/>
        </w:rPr>
      </w:pPr>
      <w:r>
        <w:rPr>
          <w:rFonts w:hint="cs"/>
          <w:rtl/>
        </w:rPr>
        <w:t xml:space="preserve">أطلبهم تعب گلبي الحمل آهات اطلبهم هرش چبدي التلوَّه ومات </w:t>
      </w:r>
    </w:p>
    <w:p w:rsidR="00C46C29" w:rsidRDefault="00C46C29" w:rsidP="00C46C29">
      <w:pPr>
        <w:pStyle w:val="libPoemCenter"/>
        <w:rPr>
          <w:rFonts w:hint="cs"/>
          <w:rtl/>
        </w:rPr>
      </w:pPr>
      <w:r>
        <w:rPr>
          <w:rFonts w:hint="cs"/>
          <w:rtl/>
        </w:rPr>
        <w:t xml:space="preserve">اعرفهم نشامه وطيبين الذات يوفولي التعب والسهر والحسرات </w:t>
      </w:r>
    </w:p>
    <w:p w:rsidR="00C46C29" w:rsidRDefault="00C46C29" w:rsidP="00C46C29">
      <w:pPr>
        <w:pStyle w:val="libPoemCenter"/>
        <w:rPr>
          <w:rFonts w:hint="cs"/>
          <w:rtl/>
        </w:rPr>
      </w:pPr>
      <w:r>
        <w:rPr>
          <w:rFonts w:hint="cs"/>
          <w:rtl/>
        </w:rPr>
        <w:t xml:space="preserve">أولادي بساعات الكلفه تتعنه الينخاها ابلهفه </w:t>
      </w:r>
    </w:p>
    <w:p w:rsidR="00C46C29" w:rsidRDefault="00C46C29" w:rsidP="00C46C29">
      <w:pPr>
        <w:pStyle w:val="libPoemCenter"/>
        <w:rPr>
          <w:rFonts w:hint="cs"/>
          <w:rtl/>
        </w:rPr>
      </w:pPr>
      <w:r>
        <w:rPr>
          <w:rFonts w:hint="cs"/>
          <w:rtl/>
        </w:rPr>
        <w:t xml:space="preserve">والمرضع هوه ايدليهم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هالاخوه الجفون وانته ضي العين ودَّعني وأودعك بالدمع يحسين </w:t>
      </w:r>
    </w:p>
    <w:p w:rsidR="00C46C29" w:rsidRDefault="00C46C29" w:rsidP="00C46C29">
      <w:pPr>
        <w:pStyle w:val="libPoemCenter"/>
        <w:rPr>
          <w:rFonts w:hint="cs"/>
          <w:rtl/>
        </w:rPr>
      </w:pPr>
      <w:r>
        <w:rPr>
          <w:rFonts w:hint="cs"/>
          <w:rtl/>
        </w:rPr>
        <w:t xml:space="preserve">مثلك وين يحصل يبني يحصل وين بس لا ياخذك من عندي حادي البين </w:t>
      </w:r>
    </w:p>
    <w:p w:rsidR="00C46C29" w:rsidRDefault="00C46C29" w:rsidP="00C46C29">
      <w:pPr>
        <w:pStyle w:val="libPoemCenter"/>
        <w:rPr>
          <w:rFonts w:hint="cs"/>
          <w:rtl/>
        </w:rPr>
      </w:pPr>
      <w:r>
        <w:rPr>
          <w:rFonts w:hint="cs"/>
          <w:rtl/>
        </w:rPr>
        <w:t xml:space="preserve">من بعدك أجيب الصبر يبني امنين ونيران الگلب لا نار لا نارين </w:t>
      </w:r>
    </w:p>
    <w:p w:rsidR="00C46C29" w:rsidRDefault="00C46C29" w:rsidP="00C46C29">
      <w:pPr>
        <w:pStyle w:val="libPoemCenter"/>
        <w:rPr>
          <w:rFonts w:hint="cs"/>
          <w:rtl/>
        </w:rPr>
      </w:pPr>
      <w:r>
        <w:rPr>
          <w:rFonts w:hint="cs"/>
          <w:rtl/>
        </w:rPr>
        <w:t xml:space="preserve">هالنيران اتظل ملتهبه صرت اُشعر واُعلم بالنكبه </w:t>
      </w:r>
    </w:p>
    <w:p w:rsidR="00C46C29" w:rsidRDefault="00C46C29" w:rsidP="00C46C29">
      <w:pPr>
        <w:pStyle w:val="libPoemCenter"/>
        <w:rPr>
          <w:rFonts w:hint="cs"/>
          <w:rtl/>
        </w:rPr>
      </w:pPr>
      <w:r>
        <w:rPr>
          <w:rFonts w:hint="cs"/>
          <w:rtl/>
        </w:rPr>
        <w:t xml:space="preserve">إخوانك روح وناديهم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روح اطلع امودع بالله يا مظلوم من بعدك عيوني ما يمرها النوم </w:t>
      </w:r>
    </w:p>
    <w:p w:rsidR="00C46C29" w:rsidRDefault="00C46C29" w:rsidP="00C46C29">
      <w:pPr>
        <w:pStyle w:val="libPoemCenter"/>
        <w:rPr>
          <w:rFonts w:hint="cs"/>
          <w:rtl/>
        </w:rPr>
      </w:pPr>
      <w:r>
        <w:rPr>
          <w:rFonts w:hint="cs"/>
          <w:rtl/>
        </w:rPr>
        <w:t xml:space="preserve">يا ساعه ترد من غيبتك يا يوم لا تترك دليلي امصوب ومالوم </w:t>
      </w:r>
    </w:p>
    <w:p w:rsidR="00C46C29" w:rsidRDefault="00C46C29" w:rsidP="00C46C29">
      <w:pPr>
        <w:pStyle w:val="libPoemCenter"/>
        <w:rPr>
          <w:rFonts w:hint="cs"/>
          <w:rtl/>
        </w:rPr>
      </w:pPr>
      <w:r>
        <w:rPr>
          <w:rFonts w:hint="cs"/>
          <w:rtl/>
        </w:rPr>
        <w:t xml:space="preserve">عگبك يبني راح احمل هظم وهموم ومصابك بعين الأربعه مرسوم </w:t>
      </w:r>
    </w:p>
    <w:p w:rsidR="00C46C29" w:rsidRDefault="00C46C29" w:rsidP="00C46C29">
      <w:pPr>
        <w:pStyle w:val="libPoemCenter"/>
        <w:rPr>
          <w:rFonts w:hint="cs"/>
          <w:rtl/>
        </w:rPr>
      </w:pPr>
      <w:r>
        <w:rPr>
          <w:rFonts w:hint="cs"/>
          <w:rtl/>
        </w:rPr>
        <w:t xml:space="preserve">ميهم لو راحوا ما أهتم بس لفراگك راح اتألم </w:t>
      </w:r>
    </w:p>
    <w:p w:rsidR="00C46C29" w:rsidRDefault="00C46C29" w:rsidP="00C46C29">
      <w:pPr>
        <w:pStyle w:val="libPoemCenter"/>
        <w:rPr>
          <w:rFonts w:hint="cs"/>
          <w:rtl/>
        </w:rPr>
      </w:pPr>
      <w:r>
        <w:rPr>
          <w:rFonts w:hint="cs"/>
          <w:rtl/>
        </w:rPr>
        <w:t xml:space="preserve">من عگبك ما أهتم بيهم للمصرع بيدك ودّيهم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28" w:name="15"/>
      <w:bookmarkStart w:id="29" w:name="_Toc495744808"/>
      <w:r>
        <w:rPr>
          <w:rFonts w:hint="cs"/>
          <w:rtl/>
        </w:rPr>
        <w:lastRenderedPageBreak/>
        <w:t>يا حادي الأظعان</w:t>
      </w:r>
      <w:bookmarkEnd w:id="28"/>
      <w:bookmarkEnd w:id="29"/>
      <w:r>
        <w:rPr>
          <w:rFonts w:hint="cs"/>
          <w:rtl/>
        </w:rPr>
        <w:t xml:space="preserve"> </w:t>
      </w:r>
    </w:p>
    <w:p w:rsidR="00C46C29" w:rsidRDefault="00C46C29" w:rsidP="00C46C29">
      <w:pPr>
        <w:pStyle w:val="libPoemCenter"/>
        <w:rPr>
          <w:rFonts w:hint="cs"/>
          <w:rtl/>
        </w:rPr>
      </w:pPr>
      <w:r>
        <w:rPr>
          <w:rFonts w:hint="cs"/>
          <w:rtl/>
        </w:rPr>
        <w:t xml:space="preserve">هاي العليله اتنادي رد الظعن يالحادي </w:t>
      </w:r>
    </w:p>
    <w:p w:rsidR="00C46C29" w:rsidRDefault="00C46C29" w:rsidP="00C46C29">
      <w:pPr>
        <w:pStyle w:val="libPoemCenter"/>
        <w:rPr>
          <w:rFonts w:hint="cs"/>
          <w:rtl/>
        </w:rPr>
      </w:pPr>
      <w:r>
        <w:rPr>
          <w:rFonts w:hint="cs"/>
          <w:rtl/>
        </w:rPr>
        <w:t xml:space="preserve">ويه الأهل وديني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ابلهفة گلب طلعت الطفله من الدار بالعين دمعه وبالگلب جمرة نار </w:t>
      </w:r>
    </w:p>
    <w:p w:rsidR="00C46C29" w:rsidRDefault="00C46C29" w:rsidP="00C46C29">
      <w:pPr>
        <w:pStyle w:val="libPoemCenter"/>
        <w:rPr>
          <w:rFonts w:hint="cs"/>
          <w:rtl/>
        </w:rPr>
      </w:pPr>
      <w:r>
        <w:rPr>
          <w:rFonts w:hint="cs"/>
          <w:rtl/>
        </w:rPr>
        <w:t xml:space="preserve">شافت الحادي طوح ابظعنه وسار ظلت ابحيرتها وفكرها المحتار </w:t>
      </w:r>
    </w:p>
    <w:p w:rsidR="00C46C29" w:rsidRDefault="00C46C29" w:rsidP="00C46C29">
      <w:pPr>
        <w:pStyle w:val="libPoemCenter"/>
        <w:rPr>
          <w:rFonts w:hint="cs"/>
          <w:rtl/>
        </w:rPr>
      </w:pPr>
      <w:r>
        <w:rPr>
          <w:rFonts w:hint="cs"/>
          <w:rtl/>
        </w:rPr>
        <w:t xml:space="preserve">منهو اليجيب الها من أَهلها الأخبار والدار صارت ظلمه عگب الأنوار </w:t>
      </w:r>
    </w:p>
    <w:p w:rsidR="00C46C29" w:rsidRDefault="00C46C29" w:rsidP="00C46C29">
      <w:pPr>
        <w:pStyle w:val="libPoemCenter"/>
        <w:rPr>
          <w:rFonts w:hint="cs"/>
          <w:rtl/>
        </w:rPr>
      </w:pPr>
      <w:r>
        <w:rPr>
          <w:rFonts w:hint="cs"/>
          <w:rtl/>
        </w:rPr>
        <w:t xml:space="preserve">صاحت يحادي ابهونك وين اطلعت بظعونك </w:t>
      </w:r>
    </w:p>
    <w:p w:rsidR="00C46C29" w:rsidRDefault="00C46C29" w:rsidP="00C46C29">
      <w:pPr>
        <w:pStyle w:val="libPoemCenter"/>
        <w:rPr>
          <w:rFonts w:hint="cs"/>
          <w:rtl/>
        </w:rPr>
      </w:pPr>
      <w:r>
        <w:rPr>
          <w:rFonts w:hint="cs"/>
          <w:rtl/>
        </w:rPr>
        <w:t xml:space="preserve">شد ناگتي وتانيني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مذعوره تعثر بالهظم والاحزان وتصيح تانيني يحادي الركبان </w:t>
      </w:r>
    </w:p>
    <w:p w:rsidR="00C46C29" w:rsidRDefault="00C46C29" w:rsidP="00C46C29">
      <w:pPr>
        <w:pStyle w:val="libPoemCenter"/>
        <w:rPr>
          <w:rFonts w:hint="cs"/>
          <w:rtl/>
        </w:rPr>
      </w:pPr>
      <w:r>
        <w:rPr>
          <w:rFonts w:hint="cs"/>
          <w:rtl/>
        </w:rPr>
        <w:t xml:space="preserve">لا وين متوجه ابهاي الوديان لا وين طالع بالحرم والوليان </w:t>
      </w:r>
    </w:p>
    <w:p w:rsidR="00C46C29" w:rsidRDefault="00C46C29" w:rsidP="00C46C29">
      <w:pPr>
        <w:pStyle w:val="libPoemCenter"/>
        <w:rPr>
          <w:rFonts w:hint="cs"/>
          <w:rtl/>
        </w:rPr>
      </w:pPr>
      <w:r>
        <w:rPr>
          <w:rFonts w:hint="cs"/>
          <w:rtl/>
        </w:rPr>
        <w:t xml:space="preserve">فرگتهم ابدلالي تشعل نيران ما عندي مهجه اعله الصبر والهجران </w:t>
      </w:r>
    </w:p>
    <w:p w:rsidR="00C46C29" w:rsidRDefault="00C46C29" w:rsidP="00C46C29">
      <w:pPr>
        <w:pStyle w:val="libPoemCenter"/>
        <w:rPr>
          <w:rFonts w:hint="cs"/>
          <w:rtl/>
        </w:rPr>
      </w:pPr>
      <w:r>
        <w:rPr>
          <w:rFonts w:hint="cs"/>
          <w:rtl/>
        </w:rPr>
        <w:t xml:space="preserve">أوگف واخذني اوياهم ما أگدر ابلياهم </w:t>
      </w:r>
    </w:p>
    <w:p w:rsidR="00C46C29" w:rsidRDefault="00C46C29" w:rsidP="00C46C29">
      <w:pPr>
        <w:pStyle w:val="libPoemCenter"/>
        <w:rPr>
          <w:rFonts w:hint="cs"/>
          <w:rtl/>
        </w:rPr>
      </w:pPr>
      <w:r>
        <w:rPr>
          <w:rFonts w:hint="cs"/>
          <w:rtl/>
        </w:rPr>
        <w:t xml:space="preserve">ابجسمي المرض تدريني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يالحداي نيتك بالظن وين اَتريد بالنوگ رايد تگطع افجوج البيد </w:t>
      </w:r>
    </w:p>
    <w:p w:rsidR="00C46C29" w:rsidRDefault="00C46C29" w:rsidP="00C46C29">
      <w:pPr>
        <w:pStyle w:val="libPoemCenter"/>
        <w:rPr>
          <w:rFonts w:hint="cs"/>
          <w:rtl/>
        </w:rPr>
      </w:pPr>
      <w:r>
        <w:rPr>
          <w:rFonts w:hint="cs"/>
          <w:rtl/>
        </w:rPr>
        <w:t xml:space="preserve">چنك ردت تاخذهم ابدرب ابعيد تتركني وحدي واصفج الايد ابأيد </w:t>
      </w:r>
    </w:p>
    <w:p w:rsidR="00C46C29" w:rsidRDefault="00C46C29" w:rsidP="00C46C29">
      <w:pPr>
        <w:pStyle w:val="libPoemCenter"/>
        <w:rPr>
          <w:rFonts w:hint="cs"/>
          <w:rtl/>
        </w:rPr>
      </w:pPr>
      <w:r>
        <w:rPr>
          <w:rFonts w:hint="cs"/>
          <w:rtl/>
        </w:rPr>
        <w:t xml:space="preserve">من عگب اهلي الصبر ما ظن ايفيد اشما اصبر النوب العلل بيه اتزيد </w:t>
      </w:r>
    </w:p>
    <w:p w:rsidR="00C46C29" w:rsidRDefault="00C46C29" w:rsidP="00C46C29">
      <w:pPr>
        <w:pStyle w:val="libPoemCenter"/>
        <w:rPr>
          <w:rFonts w:hint="cs"/>
          <w:rtl/>
        </w:rPr>
      </w:pPr>
      <w:r>
        <w:rPr>
          <w:rFonts w:hint="cs"/>
          <w:rtl/>
        </w:rPr>
        <w:t xml:space="preserve">فوگ العلل والحرگه حرگتني نار الفرگه </w:t>
      </w:r>
    </w:p>
    <w:p w:rsidR="00C46C29" w:rsidRDefault="00C46C29" w:rsidP="00C46C29">
      <w:pPr>
        <w:pStyle w:val="libPoemCenter"/>
        <w:rPr>
          <w:rFonts w:hint="cs"/>
          <w:rtl/>
        </w:rPr>
      </w:pPr>
      <w:r>
        <w:rPr>
          <w:rFonts w:hint="cs"/>
          <w:rtl/>
        </w:rPr>
        <w:t xml:space="preserve">افراگ الأهل ياذيني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يالحادي گلبي اتصدع ابهالروحه ودموعي لفراگ الأهل مسفوحه </w:t>
      </w:r>
    </w:p>
    <w:p w:rsidR="00C46C29" w:rsidRDefault="00C46C29" w:rsidP="00C46C29">
      <w:pPr>
        <w:pStyle w:val="libPoemCenter"/>
        <w:rPr>
          <w:rFonts w:hint="cs"/>
          <w:rtl/>
        </w:rPr>
      </w:pPr>
      <w:r>
        <w:rPr>
          <w:rFonts w:hint="cs"/>
          <w:rtl/>
        </w:rPr>
        <w:lastRenderedPageBreak/>
        <w:t xml:space="preserve">لتخلّي عيني اعله الدرب مشبوحه تانيني واَرحم چبدي المجروحه </w:t>
      </w:r>
    </w:p>
    <w:p w:rsidR="00C46C29" w:rsidRDefault="00C46C29" w:rsidP="00C46C29">
      <w:pPr>
        <w:pStyle w:val="libPoemCenter"/>
        <w:rPr>
          <w:rFonts w:hint="cs"/>
          <w:rtl/>
        </w:rPr>
      </w:pPr>
      <w:r>
        <w:rPr>
          <w:rFonts w:hint="cs"/>
          <w:rtl/>
        </w:rPr>
        <w:t xml:space="preserve">يالحادي هاك الگلب واسمع نوحه كل ساعه نبله اَمن الزمان اتلوحه </w:t>
      </w:r>
    </w:p>
    <w:p w:rsidR="00C46C29" w:rsidRDefault="00C46C29" w:rsidP="00C46C29">
      <w:pPr>
        <w:pStyle w:val="libPoemCenter"/>
        <w:rPr>
          <w:rFonts w:hint="cs"/>
          <w:rtl/>
        </w:rPr>
      </w:pPr>
      <w:r>
        <w:rPr>
          <w:rFonts w:hint="cs"/>
          <w:rtl/>
        </w:rPr>
        <w:t xml:space="preserve">يا شدتي ويا حالي وبداري ما ظل والي </w:t>
      </w:r>
    </w:p>
    <w:p w:rsidR="00C46C29" w:rsidRDefault="00C46C29" w:rsidP="00C46C29">
      <w:pPr>
        <w:pStyle w:val="libPoemCenter"/>
        <w:rPr>
          <w:rFonts w:hint="cs"/>
          <w:rtl/>
        </w:rPr>
      </w:pPr>
      <w:r>
        <w:rPr>
          <w:rFonts w:hint="cs"/>
          <w:rtl/>
        </w:rPr>
        <w:t xml:space="preserve">منهو الذي ايباريني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هيهات جرح الچبد يشفه وينزال هيهات تخمد بعد نار الدلال </w:t>
      </w:r>
    </w:p>
    <w:p w:rsidR="00C46C29" w:rsidRDefault="00C46C29" w:rsidP="00C46C29">
      <w:pPr>
        <w:pStyle w:val="libPoemCenter"/>
        <w:rPr>
          <w:rFonts w:hint="cs"/>
          <w:rtl/>
        </w:rPr>
      </w:pPr>
      <w:r>
        <w:rPr>
          <w:rFonts w:hint="cs"/>
          <w:rtl/>
        </w:rPr>
        <w:t xml:space="preserve">يالماخذ اويه الظعن كل الاطفال چا ليش تتركني وحيده بهالحال </w:t>
      </w:r>
    </w:p>
    <w:p w:rsidR="00C46C29" w:rsidRDefault="00C46C29" w:rsidP="00C46C29">
      <w:pPr>
        <w:pStyle w:val="libPoemCenter"/>
        <w:rPr>
          <w:rFonts w:hint="cs"/>
          <w:rtl/>
        </w:rPr>
      </w:pPr>
      <w:r>
        <w:rPr>
          <w:rFonts w:hint="cs"/>
          <w:rtl/>
        </w:rPr>
        <w:t xml:space="preserve">حتى الطفل عبدالله وياهم شال لفراگ عبدالله الدمع هل وسال </w:t>
      </w:r>
    </w:p>
    <w:p w:rsidR="00C46C29" w:rsidRDefault="00C46C29" w:rsidP="00C46C29">
      <w:pPr>
        <w:pStyle w:val="libPoemCenter"/>
        <w:rPr>
          <w:rFonts w:hint="cs"/>
          <w:rtl/>
        </w:rPr>
      </w:pPr>
      <w:r>
        <w:rPr>
          <w:rFonts w:hint="cs"/>
          <w:rtl/>
        </w:rPr>
        <w:t xml:space="preserve">حس الگلب بفراگه وايحن حنين الناگه </w:t>
      </w:r>
    </w:p>
    <w:p w:rsidR="00C46C29" w:rsidRDefault="00C46C29" w:rsidP="00C46C29">
      <w:pPr>
        <w:pStyle w:val="libPoemCenter"/>
        <w:rPr>
          <w:rFonts w:hint="cs"/>
          <w:rtl/>
        </w:rPr>
      </w:pPr>
      <w:r>
        <w:rPr>
          <w:rFonts w:hint="cs"/>
          <w:rtl/>
        </w:rPr>
        <w:t xml:space="preserve">يالماخذ اصبي عيني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ذبني الهظم وبيا صبر اتصبَّر يا فرگه الها الگلب ما يتفطر </w:t>
      </w:r>
    </w:p>
    <w:p w:rsidR="00C46C29" w:rsidRDefault="00C46C29" w:rsidP="00C46C29">
      <w:pPr>
        <w:pStyle w:val="libPoemCenter"/>
        <w:rPr>
          <w:rFonts w:hint="cs"/>
          <w:rtl/>
        </w:rPr>
      </w:pPr>
      <w:r>
        <w:rPr>
          <w:rFonts w:hint="cs"/>
          <w:rtl/>
        </w:rPr>
        <w:t xml:space="preserve">اشلون اصبر اعله فراگ ابويه واگدر اشلون اصبر اعله فراگ اخويه الاكبر </w:t>
      </w:r>
    </w:p>
    <w:p w:rsidR="00C46C29" w:rsidRDefault="00C46C29" w:rsidP="00C46C29">
      <w:pPr>
        <w:pStyle w:val="libPoemCenter"/>
        <w:rPr>
          <w:rFonts w:hint="cs"/>
          <w:rtl/>
        </w:rPr>
      </w:pPr>
      <w:r>
        <w:rPr>
          <w:rFonts w:hint="cs"/>
          <w:rtl/>
        </w:rPr>
        <w:t xml:space="preserve">يالحادي گصدك تطلع بهذا البر وابگه وحيده اعله الدرب واتنطّر </w:t>
      </w:r>
    </w:p>
    <w:p w:rsidR="00C46C29" w:rsidRDefault="00C46C29" w:rsidP="00C46C29">
      <w:pPr>
        <w:pStyle w:val="libPoemCenter"/>
        <w:rPr>
          <w:rFonts w:hint="cs"/>
          <w:rtl/>
        </w:rPr>
      </w:pPr>
      <w:r>
        <w:rPr>
          <w:rFonts w:hint="cs"/>
          <w:rtl/>
        </w:rPr>
        <w:t xml:space="preserve">يسعر دليلي ويلهب لفراگ عمتي زينب </w:t>
      </w:r>
    </w:p>
    <w:p w:rsidR="00C46C29" w:rsidRDefault="00C46C29" w:rsidP="00C46C29">
      <w:pPr>
        <w:pStyle w:val="libPoemCenter"/>
        <w:rPr>
          <w:rFonts w:hint="cs"/>
          <w:rtl/>
        </w:rPr>
      </w:pPr>
      <w:r>
        <w:rPr>
          <w:rFonts w:hint="cs"/>
          <w:rtl/>
        </w:rPr>
        <w:t xml:space="preserve">وين الصبر دليلي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ريت الأجل يلفي وانام ابلحدي ولا شوفك ابظعن الهواشم تحدي </w:t>
      </w:r>
    </w:p>
    <w:p w:rsidR="00C46C29" w:rsidRDefault="00C46C29" w:rsidP="00C46C29">
      <w:pPr>
        <w:pStyle w:val="libPoemCenter"/>
        <w:rPr>
          <w:rFonts w:hint="cs"/>
          <w:rtl/>
        </w:rPr>
      </w:pPr>
      <w:r>
        <w:rPr>
          <w:rFonts w:hint="cs"/>
          <w:rtl/>
        </w:rPr>
        <w:t xml:space="preserve">راحوا هلي وكل والي ما ظل عندي ظليت بديار النوايب وحدي </w:t>
      </w:r>
    </w:p>
    <w:p w:rsidR="00C46C29" w:rsidRDefault="00C46C29" w:rsidP="00C46C29">
      <w:pPr>
        <w:pStyle w:val="libPoemCenter"/>
        <w:rPr>
          <w:rFonts w:hint="cs"/>
          <w:rtl/>
        </w:rPr>
      </w:pPr>
      <w:r>
        <w:rPr>
          <w:rFonts w:hint="cs"/>
          <w:rtl/>
        </w:rPr>
        <w:t xml:space="preserve">ابجمر العلل ذاب وتفطّر چبدي ومن كثر دمعاتي تجرح خدي </w:t>
      </w:r>
    </w:p>
    <w:p w:rsidR="00C46C29" w:rsidRDefault="00C46C29" w:rsidP="00C46C29">
      <w:pPr>
        <w:pStyle w:val="libPoemCenter"/>
        <w:rPr>
          <w:rFonts w:hint="cs"/>
          <w:rtl/>
        </w:rPr>
      </w:pPr>
      <w:r>
        <w:rPr>
          <w:rFonts w:hint="cs"/>
          <w:rtl/>
        </w:rPr>
        <w:t xml:space="preserve">گبل الظعن لا يمشي اصبر وشيّع نعشي </w:t>
      </w:r>
    </w:p>
    <w:p w:rsidR="00C46C29" w:rsidRDefault="00C46C29" w:rsidP="00C46C29">
      <w:pPr>
        <w:pStyle w:val="libPoemCenter"/>
        <w:rPr>
          <w:rFonts w:hint="cs"/>
          <w:rtl/>
        </w:rPr>
      </w:pPr>
      <w:r>
        <w:rPr>
          <w:rFonts w:hint="cs"/>
          <w:rtl/>
        </w:rPr>
        <w:t xml:space="preserve">ساعه الأجل يلفيني لا تمشي واتخليني </w:t>
      </w:r>
    </w:p>
    <w:p w:rsidR="00C46C29" w:rsidRDefault="00C46C29" w:rsidP="00C46C29">
      <w:pPr>
        <w:pStyle w:val="libPoemCenter"/>
        <w:rPr>
          <w:rFonts w:hint="cs"/>
          <w:rtl/>
        </w:rPr>
      </w:pPr>
      <w:r>
        <w:rPr>
          <w:rFonts w:hint="cs"/>
          <w:rtl/>
        </w:rPr>
        <w:t xml:space="preserve">رد الظعن يالحادي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- 1994م)</w:t>
      </w:r>
    </w:p>
    <w:p w:rsidR="00C46C29" w:rsidRDefault="00C46C29" w:rsidP="00C46C29">
      <w:pPr>
        <w:pStyle w:val="libNormal"/>
        <w:rPr>
          <w:rFonts w:hint="cs"/>
        </w:rPr>
      </w:pPr>
      <w:bookmarkStart w:id="30" w:name="16"/>
      <w:r>
        <w:rPr>
          <w:rFonts w:hint="cs"/>
          <w:rtl/>
        </w:rPr>
        <w:lastRenderedPageBreak/>
        <w:br w:type="page"/>
      </w:r>
    </w:p>
    <w:p w:rsidR="00C46C29" w:rsidRDefault="00C46C29" w:rsidP="00C46C29">
      <w:pPr>
        <w:pStyle w:val="Heading2Center"/>
        <w:rPr>
          <w:rFonts w:hint="cs"/>
        </w:rPr>
      </w:pPr>
      <w:bookmarkStart w:id="31" w:name="_Toc495744809"/>
      <w:r>
        <w:rPr>
          <w:rFonts w:hint="cs"/>
          <w:rtl/>
        </w:rPr>
        <w:lastRenderedPageBreak/>
        <w:t>الوفاء المشهود</w:t>
      </w:r>
      <w:bookmarkEnd w:id="30"/>
      <w:bookmarkEnd w:id="31"/>
      <w:r>
        <w:rPr>
          <w:rFonts w:hint="cs"/>
          <w:rtl/>
        </w:rPr>
        <w:t xml:space="preserve"> </w:t>
      </w:r>
    </w:p>
    <w:p w:rsidR="00C46C29" w:rsidRDefault="00C46C29" w:rsidP="00C46C29">
      <w:pPr>
        <w:pStyle w:val="libPoemCenter"/>
        <w:rPr>
          <w:rFonts w:hint="cs"/>
          <w:rtl/>
        </w:rPr>
      </w:pPr>
      <w:r>
        <w:rPr>
          <w:rFonts w:hint="cs"/>
          <w:rtl/>
        </w:rPr>
        <w:t xml:space="preserve">يحسين جيناك انبايع يحسين عن حگنه اندافع </w:t>
      </w:r>
    </w:p>
    <w:p w:rsidR="00C46C29" w:rsidRDefault="00C46C29" w:rsidP="00C46C29">
      <w:pPr>
        <w:pStyle w:val="libPoemCenter"/>
        <w:rPr>
          <w:rFonts w:hint="cs"/>
          <w:rtl/>
        </w:rPr>
      </w:pPr>
      <w:r>
        <w:rPr>
          <w:rFonts w:hint="cs"/>
          <w:rtl/>
        </w:rPr>
        <w:t xml:space="preserve">فكرة عدل فكرتنه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هذي صرختنه اوياك يا مظلوم </w:t>
      </w:r>
    </w:p>
    <w:p w:rsidR="00C46C29" w:rsidRDefault="00C46C29" w:rsidP="00C46C29">
      <w:pPr>
        <w:pStyle w:val="libPoemCenter"/>
        <w:rPr>
          <w:rFonts w:hint="cs"/>
          <w:rtl/>
        </w:rPr>
      </w:pPr>
      <w:r>
        <w:rPr>
          <w:rFonts w:hint="cs"/>
          <w:rtl/>
        </w:rPr>
        <w:t xml:space="preserve">واضحه الغايه والهدف معلوم </w:t>
      </w:r>
    </w:p>
    <w:p w:rsidR="00C46C29" w:rsidRDefault="00C46C29" w:rsidP="00C46C29">
      <w:pPr>
        <w:pStyle w:val="libPoemCenter"/>
        <w:rPr>
          <w:rFonts w:hint="cs"/>
          <w:rtl/>
        </w:rPr>
      </w:pPr>
      <w:r>
        <w:rPr>
          <w:rFonts w:hint="cs"/>
          <w:rtl/>
        </w:rPr>
        <w:t xml:space="preserve">هالمثل عدنه واضح ومفهوم </w:t>
      </w:r>
    </w:p>
    <w:p w:rsidR="00C46C29" w:rsidRDefault="00C46C29" w:rsidP="00C46C29">
      <w:pPr>
        <w:pStyle w:val="libPoemCenter"/>
        <w:rPr>
          <w:rFonts w:hint="cs"/>
          <w:rtl/>
        </w:rPr>
      </w:pPr>
      <w:r>
        <w:rPr>
          <w:rFonts w:hint="cs"/>
          <w:rtl/>
        </w:rPr>
        <w:t xml:space="preserve">فانيه الدنيه والبشر ميدوم </w:t>
      </w:r>
    </w:p>
    <w:p w:rsidR="00C46C29" w:rsidRDefault="00C46C29" w:rsidP="00C46C29">
      <w:pPr>
        <w:pStyle w:val="libPoemCenter"/>
        <w:rPr>
          <w:rFonts w:hint="cs"/>
          <w:rtl/>
        </w:rPr>
      </w:pPr>
      <w:r>
        <w:rPr>
          <w:rFonts w:hint="cs"/>
          <w:rtl/>
        </w:rPr>
        <w:t xml:space="preserve">جيناك يحسين انعاهد جيناك والمبدأ واحد </w:t>
      </w:r>
    </w:p>
    <w:p w:rsidR="00C46C29" w:rsidRDefault="00C46C29" w:rsidP="00C46C29">
      <w:pPr>
        <w:pStyle w:val="libPoemCenter"/>
        <w:rPr>
          <w:rFonts w:hint="cs"/>
          <w:rtl/>
        </w:rPr>
      </w:pPr>
      <w:r>
        <w:rPr>
          <w:rFonts w:hint="cs"/>
          <w:rtl/>
        </w:rPr>
        <w:t xml:space="preserve">بالدم نخط بيعتنه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اعله الوعد جينه انصير الك انصار </w:t>
      </w:r>
    </w:p>
    <w:p w:rsidR="00C46C29" w:rsidRDefault="00C46C29" w:rsidP="00C46C29">
      <w:pPr>
        <w:pStyle w:val="libPoemCenter"/>
        <w:rPr>
          <w:rFonts w:hint="cs"/>
          <w:rtl/>
        </w:rPr>
      </w:pPr>
      <w:r>
        <w:rPr>
          <w:rFonts w:hint="cs"/>
          <w:rtl/>
        </w:rPr>
        <w:t xml:space="preserve">عالمنايه أندوس نسحگ الأخطار </w:t>
      </w:r>
    </w:p>
    <w:p w:rsidR="00C46C29" w:rsidRDefault="00C46C29" w:rsidP="00C46C29">
      <w:pPr>
        <w:pStyle w:val="libPoemCenter"/>
        <w:rPr>
          <w:rFonts w:hint="cs"/>
          <w:rtl/>
        </w:rPr>
      </w:pPr>
      <w:r>
        <w:rPr>
          <w:rFonts w:hint="cs"/>
          <w:rtl/>
        </w:rPr>
        <w:t xml:space="preserve">ما تهاب الموت شيمة الأحرار </w:t>
      </w:r>
    </w:p>
    <w:p w:rsidR="00C46C29" w:rsidRDefault="00C46C29" w:rsidP="00C46C29">
      <w:pPr>
        <w:pStyle w:val="libPoemCenter"/>
        <w:rPr>
          <w:rFonts w:hint="cs"/>
          <w:rtl/>
        </w:rPr>
      </w:pPr>
      <w:r>
        <w:rPr>
          <w:rFonts w:hint="cs"/>
          <w:rtl/>
        </w:rPr>
        <w:t xml:space="preserve">ابدم شهادتنه انسجل الأدوار </w:t>
      </w:r>
    </w:p>
    <w:p w:rsidR="00C46C29" w:rsidRDefault="00C46C29" w:rsidP="00C46C29">
      <w:pPr>
        <w:pStyle w:val="libPoemCenter"/>
        <w:rPr>
          <w:rFonts w:hint="cs"/>
          <w:rtl/>
        </w:rPr>
      </w:pPr>
      <w:r>
        <w:rPr>
          <w:rFonts w:hint="cs"/>
          <w:rtl/>
        </w:rPr>
        <w:t xml:space="preserve">ما يوم يرهبنه الظالم ما يوم نخضع ونسالم </w:t>
      </w:r>
    </w:p>
    <w:p w:rsidR="00C46C29" w:rsidRDefault="00C46C29" w:rsidP="00C46C29">
      <w:pPr>
        <w:pStyle w:val="libPoemCenter"/>
        <w:rPr>
          <w:rFonts w:hint="cs"/>
          <w:rtl/>
        </w:rPr>
      </w:pPr>
      <w:r>
        <w:rPr>
          <w:rFonts w:hint="cs"/>
          <w:rtl/>
        </w:rPr>
        <w:t xml:space="preserve">نشرح هدف سيرتنه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للخصم نخضع هالقرار ابعيد </w:t>
      </w:r>
    </w:p>
    <w:p w:rsidR="00C46C29" w:rsidRDefault="00C46C29" w:rsidP="00C46C29">
      <w:pPr>
        <w:pStyle w:val="libPoemCenter"/>
        <w:rPr>
          <w:rFonts w:hint="cs"/>
          <w:rtl/>
        </w:rPr>
      </w:pPr>
      <w:r>
        <w:rPr>
          <w:rFonts w:hint="cs"/>
          <w:rtl/>
        </w:rPr>
        <w:t xml:space="preserve">بالعزم جينه للشهاده انريد </w:t>
      </w:r>
    </w:p>
    <w:p w:rsidR="00C46C29" w:rsidRDefault="00C46C29" w:rsidP="00C46C29">
      <w:pPr>
        <w:pStyle w:val="libPoemCenter"/>
        <w:rPr>
          <w:rFonts w:hint="cs"/>
          <w:rtl/>
        </w:rPr>
      </w:pPr>
      <w:r>
        <w:rPr>
          <w:rFonts w:hint="cs"/>
          <w:rtl/>
        </w:rPr>
        <w:t xml:space="preserve">اشما تزيد الگوم معنويه انزيد </w:t>
      </w:r>
    </w:p>
    <w:p w:rsidR="00C46C29" w:rsidRDefault="00C46C29" w:rsidP="00C46C29">
      <w:pPr>
        <w:pStyle w:val="libPoemCenter"/>
        <w:rPr>
          <w:rFonts w:hint="cs"/>
          <w:rtl/>
        </w:rPr>
      </w:pPr>
      <w:r>
        <w:rPr>
          <w:rFonts w:hint="cs"/>
          <w:rtl/>
        </w:rPr>
        <w:t xml:space="preserve">للظلم والجور ما نمد الأيد </w:t>
      </w:r>
    </w:p>
    <w:p w:rsidR="00C46C29" w:rsidRDefault="00C46C29" w:rsidP="00C46C29">
      <w:pPr>
        <w:pStyle w:val="libPoemCenter"/>
        <w:rPr>
          <w:rFonts w:hint="cs"/>
          <w:rtl/>
        </w:rPr>
      </w:pPr>
      <w:r>
        <w:rPr>
          <w:rFonts w:hint="cs"/>
          <w:rtl/>
        </w:rPr>
        <w:t xml:space="preserve">صرخات هالعالم يسمع صرخات للذل ما نخضع </w:t>
      </w:r>
    </w:p>
    <w:p w:rsidR="00C46C29" w:rsidRDefault="00C46C29" w:rsidP="00C46C29">
      <w:pPr>
        <w:pStyle w:val="libPoemCenter"/>
        <w:rPr>
          <w:rFonts w:hint="cs"/>
          <w:rtl/>
        </w:rPr>
      </w:pPr>
      <w:r>
        <w:rPr>
          <w:rFonts w:hint="cs"/>
          <w:rtl/>
        </w:rPr>
        <w:t xml:space="preserve">من عزتك عزتنه واتوضحت غايتنه </w:t>
      </w:r>
    </w:p>
    <w:p w:rsidR="00C46C29" w:rsidRDefault="00C46C29" w:rsidP="00C46C29">
      <w:pPr>
        <w:pStyle w:val="libPoemCenter"/>
        <w:rPr>
          <w:rFonts w:hint="cs"/>
          <w:rtl/>
        </w:rPr>
      </w:pPr>
      <w:r>
        <w:rPr>
          <w:rFonts w:hint="cs"/>
          <w:rtl/>
        </w:rPr>
        <w:lastRenderedPageBreak/>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أصبحت للناس واضحنه الفكره </w:t>
      </w:r>
    </w:p>
    <w:p w:rsidR="00C46C29" w:rsidRDefault="00C46C29" w:rsidP="00C46C29">
      <w:pPr>
        <w:pStyle w:val="libPoemCenter"/>
        <w:rPr>
          <w:rFonts w:hint="cs"/>
          <w:rtl/>
        </w:rPr>
      </w:pPr>
      <w:r>
        <w:rPr>
          <w:rFonts w:hint="cs"/>
          <w:rtl/>
        </w:rPr>
        <w:t xml:space="preserve">صاحب الايمان ما يعز عمره </w:t>
      </w:r>
    </w:p>
    <w:p w:rsidR="00C46C29" w:rsidRDefault="00C46C29" w:rsidP="00C46C29">
      <w:pPr>
        <w:pStyle w:val="libPoemCenter"/>
        <w:rPr>
          <w:rFonts w:hint="cs"/>
          <w:rtl/>
        </w:rPr>
      </w:pPr>
      <w:r>
        <w:rPr>
          <w:rFonts w:hint="cs"/>
          <w:rtl/>
        </w:rPr>
        <w:t xml:space="preserve">بهالحرب نزرع للعدل بذره </w:t>
      </w:r>
    </w:p>
    <w:p w:rsidR="00C46C29" w:rsidRDefault="00C46C29" w:rsidP="00C46C29">
      <w:pPr>
        <w:pStyle w:val="libPoemCenter"/>
        <w:rPr>
          <w:rFonts w:hint="cs"/>
          <w:rtl/>
        </w:rPr>
      </w:pPr>
      <w:r>
        <w:rPr>
          <w:rFonts w:hint="cs"/>
          <w:rtl/>
        </w:rPr>
        <w:t xml:space="preserve">ونكتب ابدمنه محتوه الثوره </w:t>
      </w:r>
    </w:p>
    <w:p w:rsidR="00C46C29" w:rsidRDefault="00C46C29" w:rsidP="00C46C29">
      <w:pPr>
        <w:pStyle w:val="libPoemCenter"/>
        <w:rPr>
          <w:rFonts w:hint="cs"/>
          <w:rtl/>
        </w:rPr>
      </w:pPr>
      <w:r>
        <w:rPr>
          <w:rFonts w:hint="cs"/>
          <w:rtl/>
        </w:rPr>
        <w:t xml:space="preserve">منعوف مبدأنه الواضح منعوف وانظل انكافح </w:t>
      </w:r>
    </w:p>
    <w:p w:rsidR="00C46C29" w:rsidRDefault="00C46C29" w:rsidP="00C46C29">
      <w:pPr>
        <w:pStyle w:val="libPoemCenter"/>
        <w:rPr>
          <w:rFonts w:hint="cs"/>
          <w:rtl/>
        </w:rPr>
      </w:pPr>
      <w:r>
        <w:rPr>
          <w:rFonts w:hint="cs"/>
          <w:rtl/>
        </w:rPr>
        <w:t xml:space="preserve">انوضح هدف ثورتنه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الدنيه بين اثنين ظالم وعادل </w:t>
      </w:r>
    </w:p>
    <w:p w:rsidR="00C46C29" w:rsidRDefault="00C46C29" w:rsidP="00C46C29">
      <w:pPr>
        <w:pStyle w:val="libPoemCenter"/>
        <w:rPr>
          <w:rFonts w:hint="cs"/>
          <w:rtl/>
        </w:rPr>
      </w:pPr>
      <w:r>
        <w:rPr>
          <w:rFonts w:hint="cs"/>
          <w:rtl/>
        </w:rPr>
        <w:t xml:space="preserve">واحنه انصارك نرفض الباطل </w:t>
      </w:r>
    </w:p>
    <w:p w:rsidR="00C46C29" w:rsidRDefault="00C46C29" w:rsidP="00C46C29">
      <w:pPr>
        <w:pStyle w:val="libPoemCenter"/>
        <w:rPr>
          <w:rFonts w:hint="cs"/>
          <w:rtl/>
        </w:rPr>
      </w:pPr>
      <w:r>
        <w:rPr>
          <w:rFonts w:hint="cs"/>
          <w:rtl/>
        </w:rPr>
        <w:t xml:space="preserve">ندخل الميدان بسمك انقاتل </w:t>
      </w:r>
    </w:p>
    <w:p w:rsidR="00C46C29" w:rsidRDefault="00C46C29" w:rsidP="00C46C29">
      <w:pPr>
        <w:pStyle w:val="libPoemCenter"/>
        <w:rPr>
          <w:rFonts w:hint="cs"/>
          <w:rtl/>
        </w:rPr>
      </w:pPr>
      <w:r>
        <w:rPr>
          <w:rFonts w:hint="cs"/>
          <w:rtl/>
        </w:rPr>
        <w:t xml:space="preserve">وبالحروب السيف يصبح الفاصل </w:t>
      </w:r>
    </w:p>
    <w:p w:rsidR="00C46C29" w:rsidRDefault="00C46C29" w:rsidP="00C46C29">
      <w:pPr>
        <w:pStyle w:val="libPoemCenter"/>
        <w:rPr>
          <w:rFonts w:hint="cs"/>
          <w:rtl/>
        </w:rPr>
      </w:pPr>
      <w:r>
        <w:rPr>
          <w:rFonts w:hint="cs"/>
          <w:rtl/>
        </w:rPr>
        <w:t xml:space="preserve">هالگوم ما حفظوا عهدك هالگوم تتكاثر ضدك </w:t>
      </w:r>
    </w:p>
    <w:p w:rsidR="00C46C29" w:rsidRDefault="00C46C29" w:rsidP="00C46C29">
      <w:pPr>
        <w:pStyle w:val="libPoemCenter"/>
        <w:rPr>
          <w:rFonts w:hint="cs"/>
          <w:rtl/>
        </w:rPr>
      </w:pPr>
      <w:r>
        <w:rPr>
          <w:rFonts w:hint="cs"/>
          <w:rtl/>
        </w:rPr>
        <w:t xml:space="preserve">موعدهم ابحومتنه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هالخصم حاشد جيش بالآلاف </w:t>
      </w:r>
    </w:p>
    <w:p w:rsidR="00C46C29" w:rsidRDefault="00C46C29" w:rsidP="00C46C29">
      <w:pPr>
        <w:pStyle w:val="libPoemCenter"/>
        <w:rPr>
          <w:rFonts w:hint="cs"/>
          <w:rtl/>
        </w:rPr>
      </w:pPr>
      <w:r>
        <w:rPr>
          <w:rFonts w:hint="cs"/>
          <w:rtl/>
        </w:rPr>
        <w:t xml:space="preserve">واحنه ملزومين نحفظ الأهداف </w:t>
      </w:r>
    </w:p>
    <w:p w:rsidR="00C46C29" w:rsidRDefault="00C46C29" w:rsidP="00C46C29">
      <w:pPr>
        <w:pStyle w:val="libPoemCenter"/>
        <w:rPr>
          <w:rFonts w:hint="cs"/>
          <w:rtl/>
        </w:rPr>
      </w:pPr>
      <w:r>
        <w:rPr>
          <w:rFonts w:hint="cs"/>
          <w:rtl/>
        </w:rPr>
        <w:t xml:space="preserve">جينه نردع ناس خانت الأعراف </w:t>
      </w:r>
    </w:p>
    <w:p w:rsidR="00C46C29" w:rsidRDefault="00C46C29" w:rsidP="00C46C29">
      <w:pPr>
        <w:pStyle w:val="libPoemCenter"/>
        <w:rPr>
          <w:rFonts w:hint="cs"/>
          <w:rtl/>
        </w:rPr>
      </w:pPr>
      <w:r>
        <w:rPr>
          <w:rFonts w:hint="cs"/>
          <w:rtl/>
        </w:rPr>
        <w:t xml:space="preserve">والنتيجه هناك بالحرب تنشاف </w:t>
      </w:r>
    </w:p>
    <w:p w:rsidR="00C46C29" w:rsidRDefault="00C46C29" w:rsidP="00C46C29">
      <w:pPr>
        <w:pStyle w:val="libPoemCenter"/>
        <w:rPr>
          <w:rFonts w:hint="cs"/>
          <w:rtl/>
        </w:rPr>
      </w:pPr>
      <w:r>
        <w:rPr>
          <w:rFonts w:hint="cs"/>
          <w:rtl/>
        </w:rPr>
        <w:t xml:space="preserve">وياك كل مخلص واعي وياك بالحگ ايداعي </w:t>
      </w:r>
    </w:p>
    <w:p w:rsidR="00C46C29" w:rsidRDefault="00C46C29" w:rsidP="00C46C29">
      <w:pPr>
        <w:pStyle w:val="libPoemCenter"/>
        <w:rPr>
          <w:rFonts w:hint="cs"/>
          <w:rtl/>
        </w:rPr>
      </w:pPr>
      <w:r>
        <w:rPr>
          <w:rFonts w:hint="cs"/>
          <w:rtl/>
        </w:rPr>
        <w:t xml:space="preserve">بسمك ترف رايتنه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اليوم كل السان صوته ما مسموع </w:t>
      </w:r>
    </w:p>
    <w:p w:rsidR="00C46C29" w:rsidRDefault="00C46C29" w:rsidP="00C46C29">
      <w:pPr>
        <w:pStyle w:val="libPoemCenter"/>
        <w:rPr>
          <w:rFonts w:hint="cs"/>
          <w:rtl/>
        </w:rPr>
      </w:pPr>
      <w:r>
        <w:rPr>
          <w:rFonts w:hint="cs"/>
          <w:rtl/>
        </w:rPr>
        <w:t xml:space="preserve">بس لسان السيف صوته ظل مرفوع </w:t>
      </w:r>
    </w:p>
    <w:p w:rsidR="00C46C29" w:rsidRDefault="00C46C29" w:rsidP="00C46C29">
      <w:pPr>
        <w:pStyle w:val="libPoemCenter"/>
        <w:rPr>
          <w:rFonts w:hint="cs"/>
          <w:rtl/>
        </w:rPr>
      </w:pPr>
      <w:r>
        <w:rPr>
          <w:rFonts w:hint="cs"/>
          <w:rtl/>
        </w:rPr>
        <w:lastRenderedPageBreak/>
        <w:t xml:space="preserve">والحقيقه اتگول كل نحر مگطوع </w:t>
      </w:r>
    </w:p>
    <w:p w:rsidR="00C46C29" w:rsidRDefault="00C46C29" w:rsidP="00C46C29">
      <w:pPr>
        <w:pStyle w:val="libPoemCenter"/>
        <w:rPr>
          <w:rFonts w:hint="cs"/>
          <w:rtl/>
        </w:rPr>
      </w:pPr>
      <w:r>
        <w:rPr>
          <w:rFonts w:hint="cs"/>
          <w:rtl/>
        </w:rPr>
        <w:t xml:space="preserve">يصير للأجيال منهل وينبوع </w:t>
      </w:r>
    </w:p>
    <w:p w:rsidR="00C46C29" w:rsidRDefault="00C46C29" w:rsidP="00C46C29">
      <w:pPr>
        <w:pStyle w:val="libPoemCenter"/>
        <w:rPr>
          <w:rFonts w:hint="cs"/>
          <w:rtl/>
        </w:rPr>
      </w:pPr>
      <w:r>
        <w:rPr>
          <w:rFonts w:hint="cs"/>
          <w:rtl/>
        </w:rPr>
        <w:t xml:space="preserve">هاليوم لو فاض المنحر هاليوم كل حگ يتقرر </w:t>
      </w:r>
    </w:p>
    <w:p w:rsidR="00C46C29" w:rsidRDefault="00C46C29" w:rsidP="00C46C29">
      <w:pPr>
        <w:pStyle w:val="libPoemCenter"/>
        <w:rPr>
          <w:rFonts w:hint="cs"/>
          <w:rtl/>
        </w:rPr>
      </w:pPr>
      <w:r>
        <w:rPr>
          <w:rFonts w:hint="cs"/>
          <w:rtl/>
        </w:rPr>
        <w:t xml:space="preserve">هاك استمع صرختنه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يبو اليمه اوياك الموت نتمناه </w:t>
      </w:r>
    </w:p>
    <w:p w:rsidR="00C46C29" w:rsidRDefault="00C46C29" w:rsidP="00C46C29">
      <w:pPr>
        <w:pStyle w:val="libPoemCenter"/>
        <w:rPr>
          <w:rFonts w:hint="cs"/>
          <w:rtl/>
        </w:rPr>
      </w:pPr>
      <w:r>
        <w:rPr>
          <w:rFonts w:hint="cs"/>
          <w:rtl/>
        </w:rPr>
        <w:t xml:space="preserve">وجيش عدوانك وعد إلنه اوياه </w:t>
      </w:r>
    </w:p>
    <w:p w:rsidR="00C46C29" w:rsidRDefault="00C46C29" w:rsidP="00C46C29">
      <w:pPr>
        <w:pStyle w:val="libPoemCenter"/>
        <w:rPr>
          <w:rFonts w:hint="cs"/>
          <w:rtl/>
        </w:rPr>
      </w:pPr>
      <w:r>
        <w:rPr>
          <w:rFonts w:hint="cs"/>
          <w:rtl/>
        </w:rPr>
        <w:t xml:space="preserve">السيف من ينطق تسكت الأفواه </w:t>
      </w:r>
    </w:p>
    <w:p w:rsidR="00C46C29" w:rsidRDefault="00C46C29" w:rsidP="00C46C29">
      <w:pPr>
        <w:pStyle w:val="libPoemCenter"/>
        <w:rPr>
          <w:rFonts w:hint="cs"/>
          <w:rtl/>
        </w:rPr>
      </w:pPr>
      <w:r>
        <w:rPr>
          <w:rFonts w:hint="cs"/>
          <w:rtl/>
        </w:rPr>
        <w:t xml:space="preserve">واليمد نحره ما يمد يمناه </w:t>
      </w:r>
    </w:p>
    <w:p w:rsidR="00C46C29" w:rsidRDefault="00C46C29" w:rsidP="00C46C29">
      <w:pPr>
        <w:pStyle w:val="libPoemCenter"/>
        <w:rPr>
          <w:rFonts w:hint="cs"/>
          <w:rtl/>
        </w:rPr>
      </w:pPr>
      <w:r>
        <w:rPr>
          <w:rFonts w:hint="cs"/>
          <w:rtl/>
        </w:rPr>
        <w:t xml:space="preserve">هيهات خصمك يرهبنه هيهات عنك يحجبنه </w:t>
      </w:r>
    </w:p>
    <w:p w:rsidR="00C46C29" w:rsidRDefault="00C46C29" w:rsidP="00C46C29">
      <w:pPr>
        <w:pStyle w:val="libPoemCenter"/>
        <w:rPr>
          <w:rFonts w:hint="cs"/>
          <w:rtl/>
        </w:rPr>
      </w:pPr>
      <w:r>
        <w:rPr>
          <w:rFonts w:hint="cs"/>
          <w:rtl/>
        </w:rPr>
        <w:t xml:space="preserve">غايتنه شهادتنه واتوضحت غايتنه </w:t>
      </w:r>
    </w:p>
    <w:p w:rsidR="00C46C29" w:rsidRDefault="00C46C29" w:rsidP="00C46C29">
      <w:pPr>
        <w:pStyle w:val="libPoemCenter"/>
        <w:rPr>
          <w:rFonts w:hint="cs"/>
          <w:rtl/>
        </w:rPr>
      </w:pPr>
      <w:r>
        <w:rPr>
          <w:rFonts w:hint="cs"/>
          <w:rtl/>
        </w:rPr>
        <w:t xml:space="preserve">يحسين عن حگنه اندافع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(لندن - 1995)</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32" w:name="17"/>
      <w:bookmarkStart w:id="33" w:name="_Toc495744810"/>
      <w:r>
        <w:rPr>
          <w:rFonts w:hint="cs"/>
          <w:rtl/>
        </w:rPr>
        <w:lastRenderedPageBreak/>
        <w:t>ولدي</w:t>
      </w:r>
      <w:bookmarkEnd w:id="32"/>
      <w:bookmarkEnd w:id="33"/>
      <w:r>
        <w:rPr>
          <w:rFonts w:hint="cs"/>
          <w:rtl/>
        </w:rPr>
        <w:t xml:space="preserve"> </w:t>
      </w:r>
    </w:p>
    <w:p w:rsidR="00C46C29" w:rsidRDefault="00C46C29" w:rsidP="00C46C29">
      <w:pPr>
        <w:pStyle w:val="libPoemCenter"/>
        <w:rPr>
          <w:rFonts w:hint="cs"/>
          <w:rtl/>
        </w:rPr>
      </w:pPr>
      <w:r>
        <w:rPr>
          <w:rFonts w:hint="cs"/>
          <w:rtl/>
        </w:rPr>
        <w:t xml:space="preserve">للشدد يبني جنيتك تالي بالمصرع لگيتك </w:t>
      </w:r>
    </w:p>
    <w:p w:rsidR="00C46C29" w:rsidRDefault="00C46C29" w:rsidP="00C46C29">
      <w:pPr>
        <w:pStyle w:val="libPoemCenter"/>
        <w:rPr>
          <w:rFonts w:hint="cs"/>
          <w:rtl/>
        </w:rPr>
      </w:pPr>
      <w:r>
        <w:rPr>
          <w:rFonts w:hint="cs"/>
          <w:rtl/>
        </w:rPr>
        <w:t xml:space="preserve">أصرخ وگلبي حزين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غصن عمري السگيته بالدمع ازرعتك بگلبي ويحاميك الضلع </w:t>
      </w:r>
    </w:p>
    <w:p w:rsidR="00C46C29" w:rsidRDefault="00C46C29" w:rsidP="00C46C29">
      <w:pPr>
        <w:pStyle w:val="libPoemCenter"/>
        <w:rPr>
          <w:rFonts w:hint="cs"/>
          <w:rtl/>
        </w:rPr>
      </w:pPr>
      <w:r>
        <w:rPr>
          <w:rFonts w:hint="cs"/>
          <w:rtl/>
        </w:rPr>
        <w:t xml:space="preserve">يبني ما حسبت غصنك ينگطع وجسمك گبالي يالاكبر ينصرع </w:t>
      </w:r>
    </w:p>
    <w:p w:rsidR="00C46C29" w:rsidRDefault="00C46C29" w:rsidP="00C46C29">
      <w:pPr>
        <w:pStyle w:val="libPoemCenter"/>
        <w:rPr>
          <w:rFonts w:hint="cs"/>
          <w:rtl/>
        </w:rPr>
      </w:pPr>
      <w:r>
        <w:rPr>
          <w:rFonts w:hint="cs"/>
          <w:rtl/>
        </w:rPr>
        <w:t xml:space="preserve">تحيرت واصبرت ناطرات واسهرت </w:t>
      </w:r>
    </w:p>
    <w:p w:rsidR="00C46C29" w:rsidRDefault="00C46C29" w:rsidP="00C46C29">
      <w:pPr>
        <w:pStyle w:val="libPoemCenter"/>
        <w:rPr>
          <w:rFonts w:hint="cs"/>
          <w:rtl/>
        </w:rPr>
      </w:pPr>
      <w:r>
        <w:rPr>
          <w:rFonts w:hint="cs"/>
          <w:rtl/>
        </w:rPr>
        <w:t xml:space="preserve">يا تعب سهر الليالي هذا ما چان اعله بالي </w:t>
      </w:r>
    </w:p>
    <w:p w:rsidR="00C46C29" w:rsidRDefault="00C46C29" w:rsidP="00C46C29">
      <w:pPr>
        <w:pStyle w:val="libPoemCenter"/>
        <w:rPr>
          <w:rFonts w:hint="cs"/>
          <w:rtl/>
        </w:rPr>
      </w:pPr>
      <w:r>
        <w:rPr>
          <w:rFonts w:hint="cs"/>
          <w:rtl/>
        </w:rPr>
        <w:t xml:space="preserve">أگضي عمري بالونين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اسگيت عودك يبني من ماي النظر حسَّبت تكبر وينفعني الثمر </w:t>
      </w:r>
    </w:p>
    <w:p w:rsidR="00C46C29" w:rsidRDefault="00C46C29" w:rsidP="00C46C29">
      <w:pPr>
        <w:pStyle w:val="libPoemCenter"/>
        <w:rPr>
          <w:rFonts w:hint="cs"/>
          <w:rtl/>
        </w:rPr>
      </w:pPr>
      <w:r>
        <w:rPr>
          <w:rFonts w:hint="cs"/>
          <w:rtl/>
        </w:rPr>
        <w:t xml:space="preserve">يبني ما چنت احسب احساب الدهر لن اشوفك تالي محزوز النحر </w:t>
      </w:r>
    </w:p>
    <w:p w:rsidR="00C46C29" w:rsidRDefault="00C46C29" w:rsidP="00C46C29">
      <w:pPr>
        <w:pStyle w:val="libPoemCenter"/>
        <w:rPr>
          <w:rFonts w:hint="cs"/>
          <w:rtl/>
        </w:rPr>
      </w:pPr>
      <w:r>
        <w:rPr>
          <w:rFonts w:hint="cs"/>
          <w:rtl/>
        </w:rPr>
        <w:t xml:space="preserve">جمرتي ابچبدي ولوعتي ابمهجتي </w:t>
      </w:r>
    </w:p>
    <w:p w:rsidR="00C46C29" w:rsidRDefault="00C46C29" w:rsidP="00C46C29">
      <w:pPr>
        <w:pStyle w:val="libPoemCenter"/>
        <w:rPr>
          <w:rFonts w:hint="cs"/>
          <w:rtl/>
        </w:rPr>
      </w:pPr>
      <w:r>
        <w:rPr>
          <w:rFonts w:hint="cs"/>
          <w:rtl/>
        </w:rPr>
        <w:t xml:space="preserve">انتظر وبگلبي ناري يبني چاوين انتظاري </w:t>
      </w:r>
    </w:p>
    <w:p w:rsidR="00C46C29" w:rsidRDefault="00C46C29" w:rsidP="00C46C29">
      <w:pPr>
        <w:pStyle w:val="libPoemCenter"/>
        <w:rPr>
          <w:rFonts w:hint="cs"/>
          <w:rtl/>
        </w:rPr>
      </w:pPr>
      <w:r>
        <w:rPr>
          <w:rFonts w:hint="cs"/>
          <w:rtl/>
        </w:rPr>
        <w:t xml:space="preserve">وانكتب فوگ الجبين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سنين ربيتك يالأكبر واسهرت وانتظر يوليدي تكبر واكبرت </w:t>
      </w:r>
    </w:p>
    <w:p w:rsidR="00C46C29" w:rsidRDefault="00C46C29" w:rsidP="00C46C29">
      <w:pPr>
        <w:pStyle w:val="libPoemCenter"/>
        <w:rPr>
          <w:rFonts w:hint="cs"/>
          <w:rtl/>
        </w:rPr>
      </w:pPr>
      <w:r>
        <w:rPr>
          <w:rFonts w:hint="cs"/>
          <w:rtl/>
        </w:rPr>
        <w:t xml:space="preserve">لني شفتك شاب بعيوني صرت يبني لمن فارگتني اشفكرت </w:t>
      </w:r>
    </w:p>
    <w:p w:rsidR="00C46C29" w:rsidRDefault="00C46C29" w:rsidP="00C46C29">
      <w:pPr>
        <w:pStyle w:val="libPoemCenter"/>
        <w:rPr>
          <w:rFonts w:hint="cs"/>
          <w:rtl/>
        </w:rPr>
      </w:pPr>
      <w:r>
        <w:rPr>
          <w:rFonts w:hint="cs"/>
          <w:rtl/>
        </w:rPr>
        <w:t xml:space="preserve">اشحسّبت من غبت اتغرَّبت وشيَّبت </w:t>
      </w:r>
    </w:p>
    <w:p w:rsidR="00C46C29" w:rsidRDefault="00C46C29" w:rsidP="00C46C29">
      <w:pPr>
        <w:pStyle w:val="libPoemCenter"/>
        <w:rPr>
          <w:rFonts w:hint="cs"/>
          <w:rtl/>
        </w:rPr>
      </w:pPr>
      <w:r>
        <w:rPr>
          <w:rFonts w:hint="cs"/>
          <w:rtl/>
        </w:rPr>
        <w:t xml:space="preserve">عالدرب ظليت اتاني يبني خلاني زماني </w:t>
      </w:r>
    </w:p>
    <w:p w:rsidR="00C46C29" w:rsidRDefault="00C46C29" w:rsidP="00C46C29">
      <w:pPr>
        <w:pStyle w:val="libPoemCenter"/>
        <w:rPr>
          <w:rFonts w:hint="cs"/>
          <w:rtl/>
        </w:rPr>
      </w:pPr>
      <w:r>
        <w:rPr>
          <w:rFonts w:hint="cs"/>
          <w:rtl/>
        </w:rPr>
        <w:t xml:space="preserve">أصفج ايسار ابيمين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اكبرت يوليدي وفرح بيك الگلب لني شفتك واگف ابساحة حرب </w:t>
      </w:r>
    </w:p>
    <w:p w:rsidR="00C46C29" w:rsidRDefault="00C46C29" w:rsidP="00C46C29">
      <w:pPr>
        <w:pStyle w:val="libPoemCenter"/>
        <w:rPr>
          <w:rFonts w:hint="cs"/>
          <w:rtl/>
        </w:rPr>
      </w:pPr>
      <w:r>
        <w:rPr>
          <w:rFonts w:hint="cs"/>
          <w:rtl/>
        </w:rPr>
        <w:lastRenderedPageBreak/>
        <w:t xml:space="preserve">عگب ذيچ الفرحه لن دمعي يصب عگب دارك صرت بديار الغرب </w:t>
      </w:r>
    </w:p>
    <w:p w:rsidR="00C46C29" w:rsidRDefault="00C46C29" w:rsidP="00C46C29">
      <w:pPr>
        <w:pStyle w:val="libPoemCenter"/>
        <w:rPr>
          <w:rFonts w:hint="cs"/>
          <w:rtl/>
        </w:rPr>
      </w:pPr>
      <w:r>
        <w:rPr>
          <w:rFonts w:hint="cs"/>
          <w:rtl/>
        </w:rPr>
        <w:t xml:space="preserve">امصوبه ابنايبه امطالبه بالربه </w:t>
      </w:r>
    </w:p>
    <w:p w:rsidR="00C46C29" w:rsidRDefault="00C46C29" w:rsidP="00C46C29">
      <w:pPr>
        <w:pStyle w:val="libPoemCenter"/>
        <w:rPr>
          <w:rFonts w:hint="cs"/>
          <w:rtl/>
        </w:rPr>
      </w:pPr>
      <w:r>
        <w:rPr>
          <w:rFonts w:hint="cs"/>
          <w:rtl/>
        </w:rPr>
        <w:t xml:space="preserve">يمته يالأكبرتجيني عالدرب مشبوحه عيني </w:t>
      </w:r>
    </w:p>
    <w:p w:rsidR="00C46C29" w:rsidRDefault="00C46C29" w:rsidP="00C46C29">
      <w:pPr>
        <w:pStyle w:val="libPoemCenter"/>
        <w:rPr>
          <w:rFonts w:hint="cs"/>
          <w:rtl/>
        </w:rPr>
      </w:pPr>
      <w:r>
        <w:rPr>
          <w:rFonts w:hint="cs"/>
          <w:rtl/>
        </w:rPr>
        <w:t xml:space="preserve">وسفه يا ليث العرين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صحت بالخيمه ودمع عيني ايهلي يا إلاهي أقسم بغربة هلي </w:t>
      </w:r>
    </w:p>
    <w:p w:rsidR="00C46C29" w:rsidRDefault="00C46C29" w:rsidP="00C46C29">
      <w:pPr>
        <w:pStyle w:val="libPoemCenter"/>
        <w:rPr>
          <w:rFonts w:hint="cs"/>
          <w:rtl/>
        </w:rPr>
      </w:pPr>
      <w:r>
        <w:rPr>
          <w:rFonts w:hint="cs"/>
          <w:rtl/>
        </w:rPr>
        <w:t xml:space="preserve">ردلي من المعركه وليدي علي مثل ما رديت يوسف ردّه لي </w:t>
      </w:r>
    </w:p>
    <w:p w:rsidR="00C46C29" w:rsidRDefault="00C46C29" w:rsidP="00C46C29">
      <w:pPr>
        <w:pStyle w:val="libPoemCenter"/>
        <w:rPr>
          <w:rFonts w:hint="cs"/>
          <w:rtl/>
        </w:rPr>
      </w:pPr>
      <w:r>
        <w:rPr>
          <w:rFonts w:hint="cs"/>
          <w:rtl/>
        </w:rPr>
        <w:t xml:space="preserve">واندعيت من مشيت يبني ريت يمي جيت </w:t>
      </w:r>
    </w:p>
    <w:p w:rsidR="00C46C29" w:rsidRDefault="00C46C29" w:rsidP="00C46C29">
      <w:pPr>
        <w:pStyle w:val="libPoemCenter"/>
        <w:rPr>
          <w:rFonts w:hint="cs"/>
          <w:rtl/>
        </w:rPr>
      </w:pPr>
      <w:r>
        <w:rPr>
          <w:rFonts w:hint="cs"/>
          <w:rtl/>
        </w:rPr>
        <w:t xml:space="preserve">وارجعتلي وصبرتني وهم عفتني وفارگتني </w:t>
      </w:r>
    </w:p>
    <w:p w:rsidR="00C46C29" w:rsidRDefault="00C46C29" w:rsidP="00C46C29">
      <w:pPr>
        <w:pStyle w:val="libPoemCenter"/>
        <w:rPr>
          <w:rFonts w:hint="cs"/>
          <w:rtl/>
        </w:rPr>
      </w:pPr>
      <w:r>
        <w:rPr>
          <w:rFonts w:hint="cs"/>
          <w:rtl/>
        </w:rPr>
        <w:t xml:space="preserve">بالمدامع والحنين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اشبحت عيني والگلب يسعر جمر شفت اُبوك ايوصّي زينب بالصبر </w:t>
      </w:r>
    </w:p>
    <w:p w:rsidR="00C46C29" w:rsidRDefault="00C46C29" w:rsidP="00C46C29">
      <w:pPr>
        <w:pStyle w:val="libPoemCenter"/>
        <w:rPr>
          <w:rFonts w:hint="cs"/>
          <w:rtl/>
        </w:rPr>
      </w:pPr>
      <w:r>
        <w:rPr>
          <w:rFonts w:hint="cs"/>
          <w:rtl/>
        </w:rPr>
        <w:t xml:space="preserve">ناشدت من عمّتك شنهو الأمر گالت ابنچ علي اطاح من المهر </w:t>
      </w:r>
    </w:p>
    <w:p w:rsidR="00C46C29" w:rsidRDefault="00C46C29" w:rsidP="00C46C29">
      <w:pPr>
        <w:pStyle w:val="libPoemCenter"/>
        <w:rPr>
          <w:rFonts w:hint="cs"/>
          <w:rtl/>
        </w:rPr>
      </w:pPr>
      <w:r>
        <w:rPr>
          <w:rFonts w:hint="cs"/>
          <w:rtl/>
        </w:rPr>
        <w:t xml:space="preserve">ابحومتك جثتك وغدرتك دنيتك </w:t>
      </w:r>
    </w:p>
    <w:p w:rsidR="00C46C29" w:rsidRDefault="00C46C29" w:rsidP="00C46C29">
      <w:pPr>
        <w:pStyle w:val="libPoemCenter"/>
        <w:rPr>
          <w:rFonts w:hint="cs"/>
          <w:rtl/>
        </w:rPr>
      </w:pPr>
      <w:r>
        <w:rPr>
          <w:rFonts w:hint="cs"/>
          <w:rtl/>
        </w:rPr>
        <w:t xml:space="preserve">من عگب ليلي السهرته وكل تعب عمري التعبته </w:t>
      </w:r>
    </w:p>
    <w:p w:rsidR="00C46C29" w:rsidRDefault="00C46C29" w:rsidP="00C46C29">
      <w:pPr>
        <w:pStyle w:val="libPoemCenter"/>
        <w:rPr>
          <w:rFonts w:hint="cs"/>
          <w:rtl/>
        </w:rPr>
      </w:pPr>
      <w:r>
        <w:rPr>
          <w:rFonts w:hint="cs"/>
          <w:rtl/>
        </w:rPr>
        <w:t xml:space="preserve">شفتك اگبالي طعين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جسمك طاح ما بين الخيول والسفك دمك سفك دم الرسول </w:t>
      </w:r>
    </w:p>
    <w:p w:rsidR="00C46C29" w:rsidRDefault="00C46C29" w:rsidP="00C46C29">
      <w:pPr>
        <w:pStyle w:val="libPoemCenter"/>
        <w:rPr>
          <w:rFonts w:hint="cs"/>
          <w:rtl/>
        </w:rPr>
      </w:pPr>
      <w:r>
        <w:rPr>
          <w:rFonts w:hint="cs"/>
          <w:rtl/>
        </w:rPr>
        <w:t xml:space="preserve">حرت شعتب عالدهر يبني شگول ريت عمري اخلاف عمرك لا يطول </w:t>
      </w:r>
    </w:p>
    <w:p w:rsidR="00C46C29" w:rsidRDefault="00C46C29" w:rsidP="00C46C29">
      <w:pPr>
        <w:pStyle w:val="libPoemCenter"/>
        <w:rPr>
          <w:rFonts w:hint="cs"/>
          <w:rtl/>
        </w:rPr>
      </w:pPr>
      <w:r>
        <w:rPr>
          <w:rFonts w:hint="cs"/>
          <w:rtl/>
        </w:rPr>
        <w:t xml:space="preserve">گلبي ذاب بالمصاب من العتاب راسي شاب </w:t>
      </w:r>
    </w:p>
    <w:p w:rsidR="00C46C29" w:rsidRDefault="00C46C29" w:rsidP="00C46C29">
      <w:pPr>
        <w:pStyle w:val="libPoemCenter"/>
        <w:rPr>
          <w:rFonts w:hint="cs"/>
          <w:rtl/>
        </w:rPr>
      </w:pPr>
      <w:r>
        <w:rPr>
          <w:rFonts w:hint="cs"/>
          <w:rtl/>
        </w:rPr>
        <w:t xml:space="preserve">والأشد واعظم عليه من عگب خدري سبيه </w:t>
      </w:r>
    </w:p>
    <w:p w:rsidR="00C46C29" w:rsidRDefault="00C46C29" w:rsidP="00C46C29">
      <w:pPr>
        <w:pStyle w:val="libPoemCenter"/>
        <w:rPr>
          <w:rFonts w:hint="cs"/>
          <w:rtl/>
        </w:rPr>
      </w:pPr>
      <w:r>
        <w:rPr>
          <w:rFonts w:hint="cs"/>
          <w:rtl/>
        </w:rPr>
        <w:t xml:space="preserve">وانت بالمصرع رهين من بعد ذيچ السنين </w:t>
      </w:r>
    </w:p>
    <w:p w:rsidR="00C46C29" w:rsidRDefault="00C46C29" w:rsidP="00C46C29">
      <w:pPr>
        <w:pStyle w:val="libPoemCenter"/>
        <w:rPr>
          <w:rFonts w:hint="cs"/>
          <w:rtl/>
        </w:rPr>
      </w:pPr>
      <w:r>
        <w:rPr>
          <w:rFonts w:hint="cs"/>
          <w:rtl/>
        </w:rPr>
        <w:t xml:space="preserve">تالي بالمصرع لگيتك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lastRenderedPageBreak/>
        <w:br w:type="page"/>
      </w:r>
    </w:p>
    <w:p w:rsidR="00C46C29" w:rsidRDefault="00C46C29" w:rsidP="00C46C29">
      <w:pPr>
        <w:pStyle w:val="Heading2Center"/>
        <w:rPr>
          <w:rFonts w:hint="cs"/>
          <w:rtl/>
        </w:rPr>
      </w:pPr>
      <w:bookmarkStart w:id="34" w:name="18"/>
      <w:bookmarkStart w:id="35" w:name="_Toc495744811"/>
      <w:r>
        <w:rPr>
          <w:rFonts w:hint="cs"/>
          <w:rtl/>
        </w:rPr>
        <w:lastRenderedPageBreak/>
        <w:t>نص الوصيّة</w:t>
      </w:r>
      <w:bookmarkEnd w:id="34"/>
      <w:bookmarkEnd w:id="35"/>
      <w:r>
        <w:rPr>
          <w:rFonts w:hint="cs"/>
          <w:rtl/>
        </w:rPr>
        <w:t xml:space="preserve"> </w:t>
      </w:r>
    </w:p>
    <w:p w:rsidR="00C46C29" w:rsidRDefault="00C46C29" w:rsidP="00C46C29">
      <w:pPr>
        <w:pStyle w:val="libPoemCenter"/>
        <w:rPr>
          <w:rFonts w:hint="cs"/>
          <w:rtl/>
        </w:rPr>
      </w:pPr>
      <w:r>
        <w:rPr>
          <w:rFonts w:hint="cs"/>
          <w:rtl/>
        </w:rPr>
        <w:t xml:space="preserve">هاي امي الربتني ولهذا الموقف رادتني </w:t>
      </w:r>
    </w:p>
    <w:p w:rsidR="00C46C29" w:rsidRDefault="00C46C29" w:rsidP="00C46C29">
      <w:pPr>
        <w:pStyle w:val="libPoemCenter"/>
        <w:rPr>
          <w:rFonts w:hint="cs"/>
          <w:rtl/>
        </w:rPr>
      </w:pPr>
      <w:r>
        <w:rPr>
          <w:rFonts w:hint="cs"/>
          <w:rtl/>
        </w:rPr>
        <w:t xml:space="preserve">بالمدمع نادتني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هذي مفاوز كربله وهاي الحرب يا عمي </w:t>
      </w:r>
    </w:p>
    <w:p w:rsidR="00C46C29" w:rsidRDefault="00C46C29" w:rsidP="00C46C29">
      <w:pPr>
        <w:pStyle w:val="libPoemCenter"/>
        <w:rPr>
          <w:rFonts w:hint="cs"/>
          <w:rtl/>
        </w:rPr>
      </w:pPr>
      <w:r>
        <w:rPr>
          <w:rFonts w:hint="cs"/>
          <w:rtl/>
        </w:rPr>
        <w:t xml:space="preserve">وهذي وصية والدي وشجعتني نخوة أُمي </w:t>
      </w:r>
    </w:p>
    <w:p w:rsidR="00C46C29" w:rsidRDefault="00C46C29" w:rsidP="00C46C29">
      <w:pPr>
        <w:pStyle w:val="libPoemCenter"/>
        <w:rPr>
          <w:rFonts w:hint="cs"/>
          <w:rtl/>
        </w:rPr>
      </w:pPr>
      <w:r>
        <w:rPr>
          <w:rFonts w:hint="cs"/>
          <w:rtl/>
        </w:rPr>
        <w:t xml:space="preserve">مهموم وادري التضحيه تكشف سحابة همي </w:t>
      </w:r>
    </w:p>
    <w:p w:rsidR="00C46C29" w:rsidRDefault="00C46C29" w:rsidP="00C46C29">
      <w:pPr>
        <w:pStyle w:val="libPoemCenter"/>
        <w:rPr>
          <w:rFonts w:hint="cs"/>
          <w:rtl/>
        </w:rPr>
      </w:pPr>
      <w:r>
        <w:rPr>
          <w:rFonts w:hint="cs"/>
          <w:rtl/>
        </w:rPr>
        <w:t xml:space="preserve">وتتناثر أزهار الفرح حين ايتناثر جسمي </w:t>
      </w:r>
    </w:p>
    <w:p w:rsidR="00C46C29" w:rsidRDefault="00C46C29" w:rsidP="00C46C29">
      <w:pPr>
        <w:pStyle w:val="libPoemCenter"/>
        <w:rPr>
          <w:rFonts w:hint="cs"/>
          <w:rtl/>
        </w:rPr>
      </w:pPr>
      <w:r>
        <w:rPr>
          <w:rFonts w:hint="cs"/>
          <w:rtl/>
        </w:rPr>
        <w:t xml:space="preserve">مو وكت شمعه ولا عرس وكت انتصاري وعزمي </w:t>
      </w:r>
    </w:p>
    <w:p w:rsidR="00C46C29" w:rsidRDefault="00C46C29" w:rsidP="00C46C29">
      <w:pPr>
        <w:pStyle w:val="libPoemCenter"/>
        <w:rPr>
          <w:rFonts w:hint="cs"/>
          <w:rtl/>
        </w:rPr>
      </w:pPr>
      <w:r>
        <w:rPr>
          <w:rFonts w:hint="cs"/>
          <w:rtl/>
        </w:rPr>
        <w:t xml:space="preserve">ومضة الصارم شمعتي والحنه تصبح دمي </w:t>
      </w:r>
    </w:p>
    <w:p w:rsidR="00C46C29" w:rsidRDefault="00C46C29" w:rsidP="00C46C29">
      <w:pPr>
        <w:pStyle w:val="libPoemCenter"/>
        <w:rPr>
          <w:rFonts w:hint="cs"/>
          <w:rtl/>
        </w:rPr>
      </w:pPr>
      <w:r>
        <w:rPr>
          <w:rFonts w:hint="cs"/>
          <w:rtl/>
        </w:rPr>
        <w:t xml:space="preserve">من اوگع بالمصرع أُوفي كل حگوگ المرضع </w:t>
      </w:r>
    </w:p>
    <w:p w:rsidR="00C46C29" w:rsidRDefault="00C46C29" w:rsidP="00C46C29">
      <w:pPr>
        <w:pStyle w:val="libPoemCenter"/>
        <w:rPr>
          <w:rFonts w:hint="cs"/>
          <w:rtl/>
        </w:rPr>
      </w:pPr>
      <w:r>
        <w:rPr>
          <w:rFonts w:hint="cs"/>
          <w:rtl/>
        </w:rPr>
        <w:t xml:space="preserve">والام الرضعتني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خيل وزلم من كل كتر وسط الحرب مجموعه </w:t>
      </w:r>
    </w:p>
    <w:p w:rsidR="00C46C29" w:rsidRDefault="00C46C29" w:rsidP="00C46C29">
      <w:pPr>
        <w:pStyle w:val="libPoemCenter"/>
        <w:rPr>
          <w:rFonts w:hint="cs"/>
          <w:rtl/>
        </w:rPr>
      </w:pPr>
      <w:r>
        <w:rPr>
          <w:rFonts w:hint="cs"/>
          <w:rtl/>
        </w:rPr>
        <w:t xml:space="preserve">وادم اجت للمعركه لأتعس هدف مدفوعه </w:t>
      </w:r>
    </w:p>
    <w:p w:rsidR="00C46C29" w:rsidRDefault="00C46C29" w:rsidP="00C46C29">
      <w:pPr>
        <w:pStyle w:val="libPoemCenter"/>
        <w:rPr>
          <w:rFonts w:hint="cs"/>
          <w:rtl/>
        </w:rPr>
      </w:pPr>
      <w:r>
        <w:rPr>
          <w:rFonts w:hint="cs"/>
          <w:rtl/>
        </w:rPr>
        <w:t xml:space="preserve">بيض الهنادي املوّحه وهاي السمر مشروعه </w:t>
      </w:r>
    </w:p>
    <w:p w:rsidR="00C46C29" w:rsidRDefault="00C46C29" w:rsidP="00C46C29">
      <w:pPr>
        <w:pStyle w:val="libPoemCenter"/>
        <w:rPr>
          <w:rFonts w:hint="cs"/>
          <w:rtl/>
        </w:rPr>
      </w:pPr>
      <w:r>
        <w:rPr>
          <w:rFonts w:hint="cs"/>
          <w:rtl/>
        </w:rPr>
        <w:t xml:space="preserve">يا عمي ارخصني أطب واخمد سعير اللوعه </w:t>
      </w:r>
    </w:p>
    <w:p w:rsidR="00C46C29" w:rsidRDefault="00C46C29" w:rsidP="00C46C29">
      <w:pPr>
        <w:pStyle w:val="libPoemCenter"/>
        <w:rPr>
          <w:rFonts w:hint="cs"/>
          <w:rtl/>
        </w:rPr>
      </w:pPr>
      <w:r>
        <w:rPr>
          <w:rFonts w:hint="cs"/>
          <w:rtl/>
        </w:rPr>
        <w:t xml:space="preserve">هالساعه مو ساعة شمع للعرس طفوا شموعه </w:t>
      </w:r>
    </w:p>
    <w:p w:rsidR="00C46C29" w:rsidRDefault="00C46C29" w:rsidP="00C46C29">
      <w:pPr>
        <w:pStyle w:val="libPoemCenter"/>
        <w:rPr>
          <w:rFonts w:hint="cs"/>
          <w:rtl/>
        </w:rPr>
      </w:pPr>
      <w:r>
        <w:rPr>
          <w:rFonts w:hint="cs"/>
          <w:rtl/>
        </w:rPr>
        <w:t xml:space="preserve">وجفن امي عاهد لو متت يحبس مسيل ادموعه </w:t>
      </w:r>
    </w:p>
    <w:p w:rsidR="00C46C29" w:rsidRDefault="00C46C29" w:rsidP="00C46C29">
      <w:pPr>
        <w:pStyle w:val="libPoemCenter"/>
        <w:rPr>
          <w:rFonts w:hint="cs"/>
          <w:rtl/>
        </w:rPr>
      </w:pPr>
      <w:r>
        <w:rPr>
          <w:rFonts w:hint="cs"/>
          <w:rtl/>
        </w:rPr>
        <w:t xml:space="preserve">والواعي بتفكيره يتمسك باعراف الغيره </w:t>
      </w:r>
    </w:p>
    <w:p w:rsidR="00C46C29" w:rsidRDefault="00C46C29" w:rsidP="00C46C29">
      <w:pPr>
        <w:pStyle w:val="libPoemCenter"/>
        <w:rPr>
          <w:rFonts w:hint="cs"/>
          <w:rtl/>
        </w:rPr>
      </w:pPr>
      <w:r>
        <w:rPr>
          <w:rFonts w:hint="cs"/>
          <w:rtl/>
        </w:rPr>
        <w:t xml:space="preserve">والغيره الدفعتني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يحسين يا عمي وأظن ترخصني لو ردت أطلع </w:t>
      </w:r>
    </w:p>
    <w:p w:rsidR="00C46C29" w:rsidRDefault="00C46C29" w:rsidP="00C46C29">
      <w:pPr>
        <w:pStyle w:val="libPoemCenter"/>
        <w:rPr>
          <w:rFonts w:hint="cs"/>
          <w:rtl/>
        </w:rPr>
      </w:pPr>
      <w:r>
        <w:rPr>
          <w:rFonts w:hint="cs"/>
          <w:rtl/>
        </w:rPr>
        <w:t xml:space="preserve">هزتني لجلك غيرتي وللذبح نحري اتطوع </w:t>
      </w:r>
    </w:p>
    <w:p w:rsidR="00C46C29" w:rsidRDefault="00C46C29" w:rsidP="00C46C29">
      <w:pPr>
        <w:pStyle w:val="libPoemCenter"/>
        <w:rPr>
          <w:rFonts w:hint="cs"/>
          <w:rtl/>
        </w:rPr>
      </w:pPr>
      <w:r>
        <w:rPr>
          <w:rFonts w:hint="cs"/>
          <w:rtl/>
        </w:rPr>
        <w:lastRenderedPageBreak/>
        <w:t xml:space="preserve">لهالساعه ذاخرني الحسن هذي وصيته وتسمع </w:t>
      </w:r>
    </w:p>
    <w:p w:rsidR="00C46C29" w:rsidRDefault="00C46C29" w:rsidP="00C46C29">
      <w:pPr>
        <w:pStyle w:val="libPoemCenter"/>
        <w:rPr>
          <w:rFonts w:hint="cs"/>
          <w:rtl/>
        </w:rPr>
      </w:pPr>
      <w:r>
        <w:rPr>
          <w:rFonts w:hint="cs"/>
          <w:rtl/>
        </w:rPr>
        <w:t xml:space="preserve">ناداني لو عمك يظل وحده ويشح المفزع </w:t>
      </w:r>
    </w:p>
    <w:p w:rsidR="00C46C29" w:rsidRDefault="00C46C29" w:rsidP="00C46C29">
      <w:pPr>
        <w:pStyle w:val="libPoemCenter"/>
        <w:rPr>
          <w:rFonts w:hint="cs"/>
          <w:rtl/>
        </w:rPr>
      </w:pPr>
      <w:r>
        <w:rPr>
          <w:rFonts w:hint="cs"/>
          <w:rtl/>
        </w:rPr>
        <w:t xml:space="preserve">ضحيله يبني ابرگبتك وعن مبدأك لا ترجع </w:t>
      </w:r>
    </w:p>
    <w:p w:rsidR="00C46C29" w:rsidRDefault="00C46C29" w:rsidP="00C46C29">
      <w:pPr>
        <w:pStyle w:val="libPoemCenter"/>
        <w:rPr>
          <w:rFonts w:hint="cs"/>
          <w:rtl/>
        </w:rPr>
      </w:pPr>
      <w:r>
        <w:rPr>
          <w:rFonts w:hint="cs"/>
          <w:rtl/>
        </w:rPr>
        <w:t xml:space="preserve">وواعدني يحضر والدي لو طحت وسط المصرع </w:t>
      </w:r>
    </w:p>
    <w:p w:rsidR="00C46C29" w:rsidRDefault="00C46C29" w:rsidP="00C46C29">
      <w:pPr>
        <w:pStyle w:val="libPoemCenter"/>
        <w:rPr>
          <w:rFonts w:hint="cs"/>
          <w:rtl/>
        </w:rPr>
      </w:pPr>
      <w:r>
        <w:rPr>
          <w:rFonts w:hint="cs"/>
          <w:rtl/>
        </w:rPr>
        <w:t xml:space="preserve">عاهدته وعاهدني أبرز وبعينه يشاهدني </w:t>
      </w:r>
    </w:p>
    <w:p w:rsidR="00C46C29" w:rsidRDefault="00C46C29" w:rsidP="00C46C29">
      <w:pPr>
        <w:pStyle w:val="libPoemCenter"/>
        <w:rPr>
          <w:rFonts w:hint="cs"/>
          <w:rtl/>
        </w:rPr>
      </w:pPr>
      <w:r>
        <w:rPr>
          <w:rFonts w:hint="cs"/>
          <w:rtl/>
        </w:rPr>
        <w:t xml:space="preserve">وعهوده الشجعتني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يحسين يا عمي وبعد شنتظر شنهو التالي </w:t>
      </w:r>
    </w:p>
    <w:p w:rsidR="00C46C29" w:rsidRDefault="00C46C29" w:rsidP="00C46C29">
      <w:pPr>
        <w:pStyle w:val="libPoemCenter"/>
        <w:rPr>
          <w:rFonts w:hint="cs"/>
          <w:rtl/>
        </w:rPr>
      </w:pPr>
      <w:r>
        <w:rPr>
          <w:rFonts w:hint="cs"/>
          <w:rtl/>
        </w:rPr>
        <w:t xml:space="preserve">وِحدتك بالطف هدِّمت حيلي وتغير حالي </w:t>
      </w:r>
    </w:p>
    <w:p w:rsidR="00C46C29" w:rsidRDefault="00C46C29" w:rsidP="00C46C29">
      <w:pPr>
        <w:pStyle w:val="libPoemCenter"/>
        <w:rPr>
          <w:rFonts w:hint="cs"/>
          <w:rtl/>
        </w:rPr>
      </w:pPr>
      <w:r>
        <w:rPr>
          <w:rFonts w:hint="cs"/>
          <w:rtl/>
        </w:rPr>
        <w:t xml:space="preserve">خليني أبرز للوغه ويسفِر شاع هلالي </w:t>
      </w:r>
    </w:p>
    <w:p w:rsidR="00C46C29" w:rsidRDefault="00C46C29" w:rsidP="00C46C29">
      <w:pPr>
        <w:pStyle w:val="libPoemCenter"/>
        <w:rPr>
          <w:rFonts w:hint="cs"/>
          <w:rtl/>
        </w:rPr>
      </w:pPr>
      <w:r>
        <w:rPr>
          <w:rFonts w:hint="cs"/>
          <w:rtl/>
        </w:rPr>
        <w:t xml:space="preserve">ولو مانعتني من الحرب تصدع ركن آمالي </w:t>
      </w:r>
    </w:p>
    <w:p w:rsidR="00C46C29" w:rsidRDefault="00C46C29" w:rsidP="00C46C29">
      <w:pPr>
        <w:pStyle w:val="libPoemCenter"/>
        <w:rPr>
          <w:rFonts w:hint="cs"/>
          <w:rtl/>
        </w:rPr>
      </w:pPr>
      <w:r>
        <w:rPr>
          <w:rFonts w:hint="cs"/>
          <w:rtl/>
        </w:rPr>
        <w:t xml:space="preserve">اشلون اصبر وشبلك علي طايح صريع اگبالي </w:t>
      </w:r>
    </w:p>
    <w:p w:rsidR="00C46C29" w:rsidRDefault="00C46C29" w:rsidP="00C46C29">
      <w:pPr>
        <w:pStyle w:val="libPoemCenter"/>
        <w:rPr>
          <w:rFonts w:hint="cs"/>
          <w:rtl/>
        </w:rPr>
      </w:pPr>
      <w:r>
        <w:rPr>
          <w:rFonts w:hint="cs"/>
          <w:rtl/>
        </w:rPr>
        <w:t xml:space="preserve">دم ابنك ارخصته اشتظن دم ابن اخوك الغالي </w:t>
      </w:r>
    </w:p>
    <w:p w:rsidR="00C46C29" w:rsidRDefault="00C46C29" w:rsidP="00C46C29">
      <w:pPr>
        <w:pStyle w:val="libPoemCenter"/>
        <w:rPr>
          <w:rFonts w:hint="cs"/>
          <w:rtl/>
        </w:rPr>
      </w:pPr>
      <w:r>
        <w:rPr>
          <w:rFonts w:hint="cs"/>
          <w:rtl/>
        </w:rPr>
        <w:t xml:space="preserve">خل ابرز للعسكر آخذ منهم ثار الأكبر </w:t>
      </w:r>
    </w:p>
    <w:p w:rsidR="00C46C29" w:rsidRDefault="00C46C29" w:rsidP="00C46C29">
      <w:pPr>
        <w:pStyle w:val="libPoemCenter"/>
        <w:rPr>
          <w:rFonts w:hint="cs"/>
          <w:rtl/>
        </w:rPr>
      </w:pPr>
      <w:r>
        <w:rPr>
          <w:rFonts w:hint="cs"/>
          <w:rtl/>
        </w:rPr>
        <w:t xml:space="preserve">والحاله الهظمتني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جاوبه حسين ابدمعته غيِّر يجاسم فكرك </w:t>
      </w:r>
    </w:p>
    <w:p w:rsidR="00C46C29" w:rsidRDefault="00C46C29" w:rsidP="00C46C29">
      <w:pPr>
        <w:pStyle w:val="libPoemCenter"/>
        <w:rPr>
          <w:rFonts w:hint="cs"/>
          <w:rtl/>
        </w:rPr>
      </w:pPr>
      <w:r>
        <w:rPr>
          <w:rFonts w:hint="cs"/>
          <w:rtl/>
        </w:rPr>
        <w:t xml:space="preserve">بعدك ابزهرة دنيتك شنهو الشفت من عمرك </w:t>
      </w:r>
    </w:p>
    <w:p w:rsidR="00C46C29" w:rsidRDefault="00C46C29" w:rsidP="00C46C29">
      <w:pPr>
        <w:pStyle w:val="libPoemCenter"/>
        <w:rPr>
          <w:rFonts w:hint="cs"/>
          <w:rtl/>
        </w:rPr>
      </w:pPr>
      <w:r>
        <w:rPr>
          <w:rFonts w:hint="cs"/>
          <w:rtl/>
        </w:rPr>
        <w:t xml:space="preserve">بأول شبابك ما ردت كربله اتغيب بدرك </w:t>
      </w:r>
    </w:p>
    <w:p w:rsidR="00C46C29" w:rsidRDefault="00C46C29" w:rsidP="00C46C29">
      <w:pPr>
        <w:pStyle w:val="libPoemCenter"/>
        <w:rPr>
          <w:rFonts w:hint="cs"/>
          <w:rtl/>
        </w:rPr>
      </w:pPr>
      <w:r>
        <w:rPr>
          <w:rFonts w:hint="cs"/>
          <w:rtl/>
        </w:rPr>
        <w:t xml:space="preserve">بيك انظر اوصاف الحسن لمن عيوني اتنظرك </w:t>
      </w:r>
    </w:p>
    <w:p w:rsidR="00C46C29" w:rsidRDefault="00C46C29" w:rsidP="00C46C29">
      <w:pPr>
        <w:pStyle w:val="libPoemCenter"/>
        <w:rPr>
          <w:rFonts w:hint="cs"/>
          <w:rtl/>
        </w:rPr>
      </w:pPr>
      <w:r>
        <w:rPr>
          <w:rFonts w:hint="cs"/>
          <w:rtl/>
        </w:rPr>
        <w:t xml:space="preserve">إرجع يجاسم للخيم وامك اظن تنتظرك </w:t>
      </w:r>
    </w:p>
    <w:p w:rsidR="00C46C29" w:rsidRDefault="00C46C29" w:rsidP="00C46C29">
      <w:pPr>
        <w:pStyle w:val="libPoemCenter"/>
        <w:rPr>
          <w:rFonts w:hint="cs"/>
          <w:rtl/>
        </w:rPr>
      </w:pPr>
      <w:r>
        <w:rPr>
          <w:rFonts w:hint="cs"/>
          <w:rtl/>
        </w:rPr>
        <w:t xml:space="preserve">ومنهو اليصبر الوالده لو شاهدت دم نحرك </w:t>
      </w:r>
    </w:p>
    <w:p w:rsidR="00C46C29" w:rsidRDefault="00C46C29" w:rsidP="00C46C29">
      <w:pPr>
        <w:pStyle w:val="libPoemCenter"/>
        <w:rPr>
          <w:rFonts w:hint="cs"/>
          <w:rtl/>
        </w:rPr>
      </w:pPr>
      <w:r>
        <w:rPr>
          <w:rFonts w:hint="cs"/>
          <w:rtl/>
        </w:rPr>
        <w:t xml:space="preserve">اشلون ارجع لخيامي والأكبر طايح جدامي </w:t>
      </w:r>
    </w:p>
    <w:p w:rsidR="00C46C29" w:rsidRDefault="00C46C29" w:rsidP="00C46C29">
      <w:pPr>
        <w:pStyle w:val="libPoemCenter"/>
        <w:rPr>
          <w:rFonts w:hint="cs"/>
          <w:rtl/>
        </w:rPr>
      </w:pPr>
      <w:r>
        <w:rPr>
          <w:rFonts w:hint="cs"/>
          <w:rtl/>
        </w:rPr>
        <w:t xml:space="preserve">وأمي اللي بعثتني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lastRenderedPageBreak/>
        <w:t xml:space="preserve">جاوبه جاسم يالگلت اگصد يجاسم لامك </w:t>
      </w:r>
    </w:p>
    <w:p w:rsidR="00C46C29" w:rsidRDefault="00C46C29" w:rsidP="00C46C29">
      <w:pPr>
        <w:pStyle w:val="libPoemCenter"/>
        <w:rPr>
          <w:rFonts w:hint="cs"/>
          <w:rtl/>
        </w:rPr>
      </w:pPr>
      <w:r>
        <w:rPr>
          <w:rFonts w:hint="cs"/>
          <w:rtl/>
        </w:rPr>
        <w:t xml:space="preserve">هيَّه الدعتني لنصرتك گالتلي إنصر عمك </w:t>
      </w:r>
    </w:p>
    <w:p w:rsidR="00C46C29" w:rsidRDefault="00C46C29" w:rsidP="00C46C29">
      <w:pPr>
        <w:pStyle w:val="libPoemCenter"/>
        <w:rPr>
          <w:rFonts w:hint="cs"/>
          <w:rtl/>
        </w:rPr>
      </w:pPr>
      <w:r>
        <w:rPr>
          <w:rFonts w:hint="cs"/>
          <w:rtl/>
        </w:rPr>
        <w:t xml:space="preserve">وگالت يجاسم لا ترد خوض المنايه ابعزمك </w:t>
      </w:r>
    </w:p>
    <w:p w:rsidR="00C46C29" w:rsidRDefault="00C46C29" w:rsidP="00C46C29">
      <w:pPr>
        <w:pStyle w:val="libPoemCenter"/>
        <w:rPr>
          <w:rFonts w:hint="cs"/>
          <w:rtl/>
        </w:rPr>
      </w:pPr>
      <w:r>
        <w:rPr>
          <w:rFonts w:hint="cs"/>
          <w:rtl/>
        </w:rPr>
        <w:t xml:space="preserve">وخليني أنظر بالحرب يم جسم الاكبر جسمك </w:t>
      </w:r>
    </w:p>
    <w:p w:rsidR="00C46C29" w:rsidRDefault="00C46C29" w:rsidP="00C46C29">
      <w:pPr>
        <w:pStyle w:val="libPoemCenter"/>
        <w:rPr>
          <w:rFonts w:hint="cs"/>
          <w:rtl/>
        </w:rPr>
      </w:pPr>
      <w:r>
        <w:rPr>
          <w:rFonts w:hint="cs"/>
          <w:rtl/>
        </w:rPr>
        <w:t xml:space="preserve">وگالتلي روح لفاطمه وصوغه إخذ من دمك </w:t>
      </w:r>
    </w:p>
    <w:p w:rsidR="00C46C29" w:rsidRDefault="00C46C29" w:rsidP="00C46C29">
      <w:pPr>
        <w:pStyle w:val="libPoemCenter"/>
        <w:rPr>
          <w:rFonts w:hint="cs"/>
          <w:rtl/>
        </w:rPr>
      </w:pPr>
      <w:r>
        <w:rPr>
          <w:rFonts w:hint="cs"/>
          <w:rtl/>
        </w:rPr>
        <w:t xml:space="preserve">والزهره من دار الخلد ظلت تردد بسمك </w:t>
      </w:r>
    </w:p>
    <w:p w:rsidR="00C46C29" w:rsidRDefault="00C46C29" w:rsidP="00C46C29">
      <w:pPr>
        <w:pStyle w:val="libPoemCenter"/>
        <w:rPr>
          <w:rFonts w:hint="cs"/>
          <w:rtl/>
        </w:rPr>
      </w:pPr>
      <w:r>
        <w:rPr>
          <w:rFonts w:hint="cs"/>
          <w:rtl/>
        </w:rPr>
        <w:t xml:space="preserve">هاي الأُم تتمنه تشوف چفوفي ابدم تتحنه </w:t>
      </w:r>
    </w:p>
    <w:p w:rsidR="00C46C29" w:rsidRDefault="00C46C29" w:rsidP="00C46C29">
      <w:pPr>
        <w:pStyle w:val="libPoemCenter"/>
        <w:rPr>
          <w:rFonts w:hint="cs"/>
          <w:rtl/>
        </w:rPr>
      </w:pPr>
      <w:r>
        <w:rPr>
          <w:rFonts w:hint="cs"/>
          <w:rtl/>
        </w:rPr>
        <w:t xml:space="preserve">عالمذبح دلّتني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حادي المنايه بكربله ايردد ابموتي ويحدي </w:t>
      </w:r>
    </w:p>
    <w:p w:rsidR="00C46C29" w:rsidRDefault="00C46C29" w:rsidP="00C46C29">
      <w:pPr>
        <w:pStyle w:val="libPoemCenter"/>
        <w:rPr>
          <w:rFonts w:hint="cs"/>
          <w:rtl/>
        </w:rPr>
      </w:pPr>
      <w:r>
        <w:rPr>
          <w:rFonts w:hint="cs"/>
          <w:rtl/>
        </w:rPr>
        <w:t xml:space="preserve">يا عمي ما ظل كل أمل بس هالأمل ظل عندي </w:t>
      </w:r>
    </w:p>
    <w:p w:rsidR="00C46C29" w:rsidRDefault="00C46C29" w:rsidP="00C46C29">
      <w:pPr>
        <w:pStyle w:val="libPoemCenter"/>
        <w:rPr>
          <w:rFonts w:hint="cs"/>
          <w:rtl/>
        </w:rPr>
      </w:pPr>
      <w:r>
        <w:rPr>
          <w:rFonts w:hint="cs"/>
          <w:rtl/>
        </w:rPr>
        <w:t xml:space="preserve">استشهد بسوح الحرب وامضي لمحمّد جدي </w:t>
      </w:r>
    </w:p>
    <w:p w:rsidR="00C46C29" w:rsidRDefault="00C46C29" w:rsidP="00C46C29">
      <w:pPr>
        <w:pStyle w:val="libPoemCenter"/>
        <w:rPr>
          <w:rFonts w:hint="cs"/>
          <w:rtl/>
        </w:rPr>
      </w:pPr>
      <w:r>
        <w:rPr>
          <w:rFonts w:hint="cs"/>
          <w:rtl/>
        </w:rPr>
        <w:t xml:space="preserve">وعالكوثر الگه المرتضى ويطفي الجمر من چبدي </w:t>
      </w:r>
    </w:p>
    <w:p w:rsidR="00C46C29" w:rsidRDefault="00C46C29" w:rsidP="00C46C29">
      <w:pPr>
        <w:pStyle w:val="libPoemCenter"/>
        <w:rPr>
          <w:rFonts w:hint="cs"/>
          <w:rtl/>
        </w:rPr>
      </w:pPr>
      <w:r>
        <w:rPr>
          <w:rFonts w:hint="cs"/>
          <w:rtl/>
        </w:rPr>
        <w:t xml:space="preserve">واعتني لامي فاطمه وتجلي الترب عن خدي </w:t>
      </w:r>
    </w:p>
    <w:p w:rsidR="00C46C29" w:rsidRDefault="00C46C29" w:rsidP="00C46C29">
      <w:pPr>
        <w:pStyle w:val="libPoemCenter"/>
        <w:rPr>
          <w:rFonts w:hint="cs"/>
          <w:rtl/>
        </w:rPr>
      </w:pPr>
      <w:r>
        <w:rPr>
          <w:rFonts w:hint="cs"/>
          <w:rtl/>
        </w:rPr>
        <w:t xml:space="preserve">وأگصد واقبِّل والدي واهتف وفيت بعهدي </w:t>
      </w:r>
    </w:p>
    <w:p w:rsidR="00C46C29" w:rsidRDefault="00C46C29" w:rsidP="00C46C29">
      <w:pPr>
        <w:pStyle w:val="libPoemCenter"/>
        <w:rPr>
          <w:rFonts w:hint="cs"/>
          <w:rtl/>
        </w:rPr>
      </w:pPr>
      <w:r>
        <w:rPr>
          <w:rFonts w:hint="cs"/>
          <w:rtl/>
        </w:rPr>
        <w:t xml:space="preserve">الوالد يتأملني وعنك ينشدني ويسألني </w:t>
      </w:r>
    </w:p>
    <w:p w:rsidR="00C46C29" w:rsidRDefault="00C46C29" w:rsidP="00C46C29">
      <w:pPr>
        <w:pStyle w:val="libPoemCenter"/>
        <w:rPr>
          <w:rFonts w:hint="cs"/>
          <w:rtl/>
        </w:rPr>
      </w:pPr>
      <w:r>
        <w:rPr>
          <w:rFonts w:hint="cs"/>
          <w:rtl/>
        </w:rPr>
        <w:t xml:space="preserve">وهالرحمه الشملتني وياك استشهد وصتني </w:t>
      </w:r>
    </w:p>
    <w:p w:rsidR="00C46C29" w:rsidRDefault="00C46C29" w:rsidP="00C46C29">
      <w:pPr>
        <w:pStyle w:val="libPoemCenter"/>
        <w:rPr>
          <w:rFonts w:hint="cs"/>
          <w:rtl/>
        </w:rPr>
      </w:pPr>
      <w:r>
        <w:rPr>
          <w:rFonts w:hint="cs"/>
          <w:rtl/>
        </w:rPr>
        <w:t xml:space="preserve">حان الموعد خل استشهد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36" w:name="19"/>
      <w:bookmarkStart w:id="37" w:name="_Toc495744812"/>
      <w:r>
        <w:rPr>
          <w:rFonts w:hint="cs"/>
          <w:rtl/>
        </w:rPr>
        <w:lastRenderedPageBreak/>
        <w:t>اطروحة القاسم (عليه السلام)</w:t>
      </w:r>
      <w:bookmarkEnd w:id="36"/>
      <w:bookmarkEnd w:id="37"/>
      <w:r>
        <w:rPr>
          <w:rFonts w:hint="cs"/>
          <w:rtl/>
        </w:rPr>
        <w:t xml:space="preserve"> </w:t>
      </w:r>
    </w:p>
    <w:p w:rsidR="00C46C29" w:rsidRDefault="00C46C29" w:rsidP="00C46C29">
      <w:pPr>
        <w:pStyle w:val="libPoemCenter"/>
        <w:rPr>
          <w:rFonts w:hint="cs"/>
          <w:rtl/>
        </w:rPr>
      </w:pPr>
      <w:r>
        <w:rPr>
          <w:rFonts w:hint="cs"/>
          <w:rtl/>
        </w:rPr>
        <w:t xml:space="preserve">تعرف صفاته من تضحياته </w:t>
      </w:r>
    </w:p>
    <w:p w:rsidR="00C46C29" w:rsidRDefault="00C46C29" w:rsidP="00C46C29">
      <w:pPr>
        <w:pStyle w:val="libPoemCenter"/>
        <w:rPr>
          <w:rFonts w:hint="cs"/>
          <w:rtl/>
        </w:rPr>
      </w:pPr>
      <w:r>
        <w:rPr>
          <w:rFonts w:hint="cs"/>
          <w:rtl/>
        </w:rPr>
        <w:t xml:space="preserve">جاسم ابدال العرس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عنده وصيه من الحسن يبذل حياته لعمه </w:t>
      </w:r>
    </w:p>
    <w:p w:rsidR="00C46C29" w:rsidRDefault="00C46C29" w:rsidP="00C46C29">
      <w:pPr>
        <w:pStyle w:val="libPoemCenter"/>
        <w:rPr>
          <w:rFonts w:hint="cs"/>
          <w:rtl/>
        </w:rPr>
      </w:pPr>
      <w:r>
        <w:rPr>
          <w:rFonts w:hint="cs"/>
          <w:rtl/>
        </w:rPr>
        <w:t xml:space="preserve">ويأدي مرسوم الوفه ويوفي العهد والذمه </w:t>
      </w:r>
    </w:p>
    <w:p w:rsidR="00C46C29" w:rsidRDefault="00C46C29" w:rsidP="00C46C29">
      <w:pPr>
        <w:pStyle w:val="libPoemCenter"/>
        <w:rPr>
          <w:rFonts w:hint="cs"/>
          <w:rtl/>
        </w:rPr>
      </w:pPr>
      <w:r>
        <w:rPr>
          <w:rFonts w:hint="cs"/>
          <w:rtl/>
        </w:rPr>
        <w:t xml:space="preserve">بهالمنطلق جاسم برز وللسيف قدم جسمه </w:t>
      </w:r>
    </w:p>
    <w:p w:rsidR="00C46C29" w:rsidRDefault="00C46C29" w:rsidP="00C46C29">
      <w:pPr>
        <w:pStyle w:val="libPoemCenter"/>
        <w:rPr>
          <w:rFonts w:hint="cs"/>
          <w:rtl/>
        </w:rPr>
      </w:pPr>
      <w:r>
        <w:rPr>
          <w:rFonts w:hint="cs"/>
          <w:rtl/>
        </w:rPr>
        <w:t xml:space="preserve">بدال الزفاف وحنته اتحنت چفوفه ابدمه </w:t>
      </w:r>
    </w:p>
    <w:p w:rsidR="00C46C29" w:rsidRDefault="00C46C29" w:rsidP="00C46C29">
      <w:pPr>
        <w:pStyle w:val="libPoemCenter"/>
        <w:rPr>
          <w:rFonts w:hint="cs"/>
          <w:rtl/>
        </w:rPr>
      </w:pPr>
      <w:r>
        <w:rPr>
          <w:rFonts w:hint="cs"/>
          <w:rtl/>
        </w:rPr>
        <w:t xml:space="preserve">ودينه يريده ايقدم وريده </w:t>
      </w:r>
    </w:p>
    <w:p w:rsidR="00C46C29" w:rsidRDefault="00C46C29" w:rsidP="00C46C29">
      <w:pPr>
        <w:pStyle w:val="libPoemCenter"/>
        <w:rPr>
          <w:rFonts w:hint="cs"/>
          <w:rtl/>
        </w:rPr>
      </w:pPr>
      <w:r>
        <w:rPr>
          <w:rFonts w:hint="cs"/>
          <w:rtl/>
        </w:rPr>
        <w:t xml:space="preserve">ويروي للدين الغرس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للخيمه يم امه اعتنه ابچفه مسح مدمعها </w:t>
      </w:r>
    </w:p>
    <w:p w:rsidR="00C46C29" w:rsidRDefault="00C46C29" w:rsidP="00C46C29">
      <w:pPr>
        <w:pStyle w:val="libPoemCenter"/>
        <w:rPr>
          <w:rFonts w:hint="cs"/>
          <w:rtl/>
        </w:rPr>
      </w:pPr>
      <w:r>
        <w:rPr>
          <w:rFonts w:hint="cs"/>
          <w:rtl/>
        </w:rPr>
        <w:t xml:space="preserve">وبلهفه مصحوبه بأمل للوالده ايودعها </w:t>
      </w:r>
    </w:p>
    <w:p w:rsidR="00C46C29" w:rsidRDefault="00C46C29" w:rsidP="00C46C29">
      <w:pPr>
        <w:pStyle w:val="libPoemCenter"/>
        <w:rPr>
          <w:rFonts w:hint="cs"/>
          <w:rtl/>
        </w:rPr>
      </w:pPr>
      <w:r>
        <w:rPr>
          <w:rFonts w:hint="cs"/>
          <w:rtl/>
        </w:rPr>
        <w:t xml:space="preserve">من الخيمه عينه شاخصه للمعركه ايطالعها </w:t>
      </w:r>
    </w:p>
    <w:p w:rsidR="00C46C29" w:rsidRDefault="00C46C29" w:rsidP="00C46C29">
      <w:pPr>
        <w:pStyle w:val="libPoemCenter"/>
        <w:rPr>
          <w:rFonts w:hint="cs"/>
          <w:rtl/>
        </w:rPr>
      </w:pPr>
      <w:r>
        <w:rPr>
          <w:rFonts w:hint="cs"/>
          <w:rtl/>
        </w:rPr>
        <w:t xml:space="preserve">فرصه ثمينه اتراوده وما رايد ايضيعها </w:t>
      </w:r>
    </w:p>
    <w:p w:rsidR="00C46C29" w:rsidRDefault="00C46C29" w:rsidP="00C46C29">
      <w:pPr>
        <w:pStyle w:val="libPoemCenter"/>
        <w:rPr>
          <w:rFonts w:hint="cs"/>
          <w:rtl/>
        </w:rPr>
      </w:pPr>
      <w:r>
        <w:rPr>
          <w:rFonts w:hint="cs"/>
          <w:rtl/>
        </w:rPr>
        <w:t xml:space="preserve">يضمن نجاحه بساحة كفاحه </w:t>
      </w:r>
    </w:p>
    <w:p w:rsidR="00C46C29" w:rsidRDefault="00C46C29" w:rsidP="00C46C29">
      <w:pPr>
        <w:pStyle w:val="libPoemCenter"/>
        <w:rPr>
          <w:rFonts w:hint="cs"/>
          <w:rtl/>
        </w:rPr>
      </w:pPr>
      <w:r>
        <w:rPr>
          <w:rFonts w:hint="cs"/>
          <w:rtl/>
        </w:rPr>
        <w:t xml:space="preserve">يا مواقف تنعكس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 ناشدتني يا أمل شبل الحسن يتمنه </w:t>
      </w:r>
    </w:p>
    <w:p w:rsidR="00C46C29" w:rsidRDefault="00C46C29" w:rsidP="00C46C29">
      <w:pPr>
        <w:pStyle w:val="libPoemCenter"/>
        <w:rPr>
          <w:rFonts w:hint="cs"/>
          <w:rtl/>
        </w:rPr>
      </w:pPr>
      <w:r>
        <w:rPr>
          <w:rFonts w:hint="cs"/>
          <w:rtl/>
        </w:rPr>
        <w:t xml:space="preserve">ويا هدف عنده للحرب مسرع طلع واتعنّه </w:t>
      </w:r>
    </w:p>
    <w:p w:rsidR="00C46C29" w:rsidRDefault="00C46C29" w:rsidP="00C46C29">
      <w:pPr>
        <w:pStyle w:val="libPoemCenter"/>
        <w:rPr>
          <w:rFonts w:hint="cs"/>
          <w:rtl/>
        </w:rPr>
      </w:pPr>
      <w:r>
        <w:rPr>
          <w:rFonts w:hint="cs"/>
          <w:rtl/>
        </w:rPr>
        <w:t xml:space="preserve">آنه الأجاوب واستمع لو ردت تسأل عنه </w:t>
      </w:r>
    </w:p>
    <w:p w:rsidR="00C46C29" w:rsidRDefault="00C46C29" w:rsidP="00C46C29">
      <w:pPr>
        <w:pStyle w:val="libPoemCenter"/>
        <w:rPr>
          <w:rFonts w:hint="cs"/>
          <w:rtl/>
        </w:rPr>
      </w:pPr>
      <w:r>
        <w:rPr>
          <w:rFonts w:hint="cs"/>
          <w:rtl/>
        </w:rPr>
        <w:t xml:space="preserve">يملك هدف اغله وأعز من العرس والحنه </w:t>
      </w:r>
    </w:p>
    <w:p w:rsidR="00C46C29" w:rsidRDefault="00C46C29" w:rsidP="00C46C29">
      <w:pPr>
        <w:pStyle w:val="libPoemCenter"/>
        <w:rPr>
          <w:rFonts w:hint="cs"/>
          <w:rtl/>
        </w:rPr>
      </w:pPr>
      <w:r>
        <w:rPr>
          <w:rFonts w:hint="cs"/>
          <w:rtl/>
        </w:rPr>
        <w:t xml:space="preserve">غايه مرسومه وفكره مفهومه </w:t>
      </w:r>
    </w:p>
    <w:p w:rsidR="00C46C29" w:rsidRDefault="00C46C29" w:rsidP="00C46C29">
      <w:pPr>
        <w:pStyle w:val="libPoemCenter"/>
        <w:rPr>
          <w:rFonts w:hint="cs"/>
          <w:rtl/>
        </w:rPr>
      </w:pPr>
      <w:r>
        <w:rPr>
          <w:rFonts w:hint="cs"/>
          <w:rtl/>
        </w:rPr>
        <w:t xml:space="preserve">بيها كل واعي يحس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همه وإراده عاليه وعين الشهاده اترصده </w:t>
      </w:r>
    </w:p>
    <w:p w:rsidR="00C46C29" w:rsidRDefault="00C46C29" w:rsidP="00C46C29">
      <w:pPr>
        <w:pStyle w:val="libPoemCenter"/>
        <w:rPr>
          <w:rFonts w:hint="cs"/>
          <w:rtl/>
        </w:rPr>
      </w:pPr>
      <w:r>
        <w:rPr>
          <w:rFonts w:hint="cs"/>
          <w:rtl/>
        </w:rPr>
        <w:t xml:space="preserve">اتوسط رحاب التضحيه اتمثل ابحيدر جده </w:t>
      </w:r>
    </w:p>
    <w:p w:rsidR="00C46C29" w:rsidRDefault="00C46C29" w:rsidP="00C46C29">
      <w:pPr>
        <w:pStyle w:val="libPoemCenter"/>
        <w:rPr>
          <w:rFonts w:hint="cs"/>
          <w:rtl/>
        </w:rPr>
      </w:pPr>
      <w:r>
        <w:rPr>
          <w:rFonts w:hint="cs"/>
          <w:rtl/>
        </w:rPr>
        <w:lastRenderedPageBreak/>
        <w:t xml:space="preserve">ويشاهد بسوح الحرب وادم إجت مرتدَّه </w:t>
      </w:r>
    </w:p>
    <w:p w:rsidR="00C46C29" w:rsidRDefault="00C46C29" w:rsidP="00C46C29">
      <w:pPr>
        <w:pStyle w:val="libPoemCenter"/>
        <w:rPr>
          <w:rFonts w:hint="cs"/>
          <w:rtl/>
        </w:rPr>
      </w:pPr>
      <w:r>
        <w:rPr>
          <w:rFonts w:hint="cs"/>
          <w:rtl/>
        </w:rPr>
        <w:t xml:space="preserve">كثرة عدد ما همته والهدف واضح عنده </w:t>
      </w:r>
    </w:p>
    <w:p w:rsidR="00C46C29" w:rsidRDefault="00C46C29" w:rsidP="00C46C29">
      <w:pPr>
        <w:pStyle w:val="libPoemCenter"/>
        <w:rPr>
          <w:rFonts w:hint="cs"/>
          <w:rtl/>
        </w:rPr>
      </w:pPr>
      <w:r>
        <w:rPr>
          <w:rFonts w:hint="cs"/>
          <w:rtl/>
        </w:rPr>
        <w:t xml:space="preserve">يشهد نظاله بساحة قتاله </w:t>
      </w:r>
    </w:p>
    <w:p w:rsidR="00C46C29" w:rsidRDefault="00C46C29" w:rsidP="00C46C29">
      <w:pPr>
        <w:pStyle w:val="libPoemCenter"/>
        <w:rPr>
          <w:rFonts w:hint="cs"/>
          <w:rtl/>
        </w:rPr>
      </w:pPr>
      <w:r>
        <w:rPr>
          <w:rFonts w:hint="cs"/>
          <w:rtl/>
        </w:rPr>
        <w:t xml:space="preserve">ثبَّت لدينه الأسس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ابمطلع شبابه وبالعزم للدين ضحه بروحه </w:t>
      </w:r>
    </w:p>
    <w:p w:rsidR="00C46C29" w:rsidRDefault="00C46C29" w:rsidP="00C46C29">
      <w:pPr>
        <w:pStyle w:val="libPoemCenter"/>
        <w:rPr>
          <w:rFonts w:hint="cs"/>
          <w:rtl/>
        </w:rPr>
      </w:pPr>
      <w:r>
        <w:rPr>
          <w:rFonts w:hint="cs"/>
          <w:rtl/>
        </w:rPr>
        <w:t xml:space="preserve">اُطروحه قدم للأمم لو تدرس الأُطروحه </w:t>
      </w:r>
    </w:p>
    <w:p w:rsidR="00C46C29" w:rsidRDefault="00C46C29" w:rsidP="00C46C29">
      <w:pPr>
        <w:pStyle w:val="libPoemCenter"/>
        <w:rPr>
          <w:rFonts w:hint="cs"/>
          <w:rtl/>
        </w:rPr>
      </w:pPr>
      <w:r>
        <w:rPr>
          <w:rFonts w:hint="cs"/>
          <w:rtl/>
        </w:rPr>
        <w:t xml:space="preserve">تلگاها قمه من الوفه انكتبت بدم اجروحه </w:t>
      </w:r>
    </w:p>
    <w:p w:rsidR="00C46C29" w:rsidRDefault="00C46C29" w:rsidP="00C46C29">
      <w:pPr>
        <w:pStyle w:val="libPoemCenter"/>
        <w:rPr>
          <w:rFonts w:hint="cs"/>
          <w:rtl/>
        </w:rPr>
      </w:pPr>
      <w:r>
        <w:rPr>
          <w:rFonts w:hint="cs"/>
          <w:rtl/>
        </w:rPr>
        <w:t xml:space="preserve">أبواب ساحة كربله لهل الفكر مفتوحه </w:t>
      </w:r>
    </w:p>
    <w:p w:rsidR="00C46C29" w:rsidRDefault="00C46C29" w:rsidP="00C46C29">
      <w:pPr>
        <w:pStyle w:val="libPoemCenter"/>
        <w:rPr>
          <w:rFonts w:hint="cs"/>
          <w:rtl/>
        </w:rPr>
      </w:pPr>
      <w:r>
        <w:rPr>
          <w:rFonts w:hint="cs"/>
          <w:rtl/>
        </w:rPr>
        <w:t xml:space="preserve">سجل ابدمه درس للأمه </w:t>
      </w:r>
    </w:p>
    <w:p w:rsidR="00C46C29" w:rsidRDefault="00C46C29" w:rsidP="00C46C29">
      <w:pPr>
        <w:pStyle w:val="libPoemCenter"/>
        <w:rPr>
          <w:rFonts w:hint="cs"/>
          <w:rtl/>
        </w:rPr>
      </w:pPr>
      <w:r>
        <w:rPr>
          <w:rFonts w:hint="cs"/>
          <w:rtl/>
        </w:rPr>
        <w:t xml:space="preserve">وهذا مضمون الدرس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شاهدنه جاسم بالحرب والتضحيه شفناها </w:t>
      </w:r>
    </w:p>
    <w:p w:rsidR="00C46C29" w:rsidRDefault="00C46C29" w:rsidP="00C46C29">
      <w:pPr>
        <w:pStyle w:val="libPoemCenter"/>
        <w:rPr>
          <w:rFonts w:hint="cs"/>
          <w:rtl/>
        </w:rPr>
      </w:pPr>
      <w:r>
        <w:rPr>
          <w:rFonts w:hint="cs"/>
          <w:rtl/>
        </w:rPr>
        <w:t xml:space="preserve">خل نسأل ارباب الوعي ياصوره تتبنّاها </w:t>
      </w:r>
    </w:p>
    <w:p w:rsidR="00C46C29" w:rsidRDefault="00C46C29" w:rsidP="00C46C29">
      <w:pPr>
        <w:pStyle w:val="libPoemCenter"/>
        <w:rPr>
          <w:rFonts w:hint="cs"/>
          <w:rtl/>
        </w:rPr>
      </w:pPr>
      <w:r>
        <w:rPr>
          <w:rFonts w:hint="cs"/>
          <w:rtl/>
        </w:rPr>
        <w:t xml:space="preserve">ونسأل نفسنه يا درس ويا فكره طبقناها </w:t>
      </w:r>
    </w:p>
    <w:p w:rsidR="00C46C29" w:rsidRDefault="00C46C29" w:rsidP="00C46C29">
      <w:pPr>
        <w:pStyle w:val="libPoemCenter"/>
        <w:rPr>
          <w:rFonts w:hint="cs"/>
          <w:rtl/>
        </w:rPr>
      </w:pPr>
      <w:r>
        <w:rPr>
          <w:rFonts w:hint="cs"/>
          <w:rtl/>
        </w:rPr>
        <w:t xml:space="preserve">هاي المواقف ساميه واجب نعيش اوياها </w:t>
      </w:r>
    </w:p>
    <w:p w:rsidR="00C46C29" w:rsidRDefault="00C46C29" w:rsidP="00C46C29">
      <w:pPr>
        <w:pStyle w:val="libPoemCenter"/>
        <w:rPr>
          <w:rFonts w:hint="cs"/>
          <w:rtl/>
        </w:rPr>
      </w:pPr>
      <w:r>
        <w:rPr>
          <w:rFonts w:hint="cs"/>
          <w:rtl/>
        </w:rPr>
        <w:t xml:space="preserve">أهل المعارف من هالمواقف </w:t>
      </w:r>
    </w:p>
    <w:p w:rsidR="00C46C29" w:rsidRDefault="00C46C29" w:rsidP="00C46C29">
      <w:pPr>
        <w:pStyle w:val="libPoemCenter"/>
        <w:rPr>
          <w:rFonts w:hint="cs"/>
          <w:rtl/>
        </w:rPr>
      </w:pPr>
      <w:r>
        <w:rPr>
          <w:rFonts w:hint="cs"/>
          <w:rtl/>
        </w:rPr>
        <w:t xml:space="preserve">فكره حرَّه تقتبس قاتَل وضحه النفس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38" w:name="20"/>
      <w:bookmarkStart w:id="39" w:name="_Toc495744813"/>
      <w:r>
        <w:rPr>
          <w:rFonts w:hint="cs"/>
          <w:rtl/>
        </w:rPr>
        <w:lastRenderedPageBreak/>
        <w:t>ماذا سيحدث</w:t>
      </w:r>
      <w:bookmarkEnd w:id="38"/>
      <w:bookmarkEnd w:id="39"/>
      <w:r>
        <w:rPr>
          <w:rFonts w:hint="cs"/>
          <w:rtl/>
        </w:rPr>
        <w:t xml:space="preserve"> </w:t>
      </w:r>
    </w:p>
    <w:p w:rsidR="00C46C29" w:rsidRDefault="00C46C29" w:rsidP="00C46C29">
      <w:pPr>
        <w:pStyle w:val="libPoemCenter"/>
        <w:rPr>
          <w:rFonts w:hint="cs"/>
          <w:rtl/>
        </w:rPr>
      </w:pPr>
      <w:r>
        <w:rPr>
          <w:rFonts w:hint="cs"/>
          <w:rtl/>
        </w:rPr>
        <w:t xml:space="preserve">زينب لو فگدت واليها باچر ياحاله اتمر بيها </w:t>
      </w:r>
    </w:p>
    <w:p w:rsidR="00C46C29" w:rsidRDefault="00C46C29" w:rsidP="00C46C29">
      <w:pPr>
        <w:pStyle w:val="libPoemCenter"/>
        <w:rPr>
          <w:rFonts w:hint="cs"/>
          <w:rtl/>
        </w:rPr>
      </w:pPr>
      <w:r>
        <w:rPr>
          <w:rFonts w:hint="cs"/>
          <w:rtl/>
        </w:rPr>
        <w:t xml:space="preserve">هذا ليل اخطار والفجر لو صار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بالخيم زينب تجري دمعتها </w:t>
      </w:r>
    </w:p>
    <w:p w:rsidR="00C46C29" w:rsidRDefault="00C46C29" w:rsidP="00C46C29">
      <w:pPr>
        <w:pStyle w:val="libPoemCenter"/>
        <w:rPr>
          <w:rFonts w:hint="cs"/>
          <w:rtl/>
        </w:rPr>
      </w:pPr>
      <w:r>
        <w:rPr>
          <w:rFonts w:hint="cs"/>
          <w:rtl/>
        </w:rPr>
        <w:t xml:space="preserve">هذا ليل اوداع اتودع اخوتها </w:t>
      </w:r>
    </w:p>
    <w:p w:rsidR="00C46C29" w:rsidRDefault="00C46C29" w:rsidP="00C46C29">
      <w:pPr>
        <w:pStyle w:val="libPoemCenter"/>
        <w:rPr>
          <w:rFonts w:hint="cs"/>
          <w:rtl/>
        </w:rPr>
      </w:pPr>
      <w:r>
        <w:rPr>
          <w:rFonts w:hint="cs"/>
          <w:rtl/>
        </w:rPr>
        <w:t xml:space="preserve">ياخبر تسمع عن مصيبتها </w:t>
      </w:r>
    </w:p>
    <w:p w:rsidR="00C46C29" w:rsidRDefault="00C46C29" w:rsidP="00C46C29">
      <w:pPr>
        <w:pStyle w:val="libPoemCenter"/>
        <w:rPr>
          <w:rFonts w:hint="cs"/>
          <w:rtl/>
        </w:rPr>
      </w:pPr>
      <w:r>
        <w:rPr>
          <w:rFonts w:hint="cs"/>
          <w:rtl/>
        </w:rPr>
        <w:t xml:space="preserve">حايره وإلمن تشچي حالتها </w:t>
      </w:r>
    </w:p>
    <w:p w:rsidR="00C46C29" w:rsidRDefault="00C46C29" w:rsidP="00C46C29">
      <w:pPr>
        <w:pStyle w:val="libPoemCenter"/>
        <w:rPr>
          <w:rFonts w:hint="cs"/>
          <w:rtl/>
        </w:rPr>
      </w:pPr>
      <w:r>
        <w:rPr>
          <w:rFonts w:hint="cs"/>
          <w:rtl/>
        </w:rPr>
        <w:t xml:space="preserve">صدَّت لحسين وصد ليها بعياله ايريد ايوصيها </w:t>
      </w:r>
    </w:p>
    <w:p w:rsidR="00C46C29" w:rsidRDefault="00C46C29" w:rsidP="00C46C29">
      <w:pPr>
        <w:pStyle w:val="libPoemCenter"/>
        <w:rPr>
          <w:rFonts w:hint="cs"/>
          <w:rtl/>
        </w:rPr>
      </w:pPr>
      <w:r>
        <w:rPr>
          <w:rFonts w:hint="cs"/>
          <w:rtl/>
        </w:rPr>
        <w:t xml:space="preserve">عايله وأيتام ابغيبة الاكرام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حسين ناداها هالأمر يجري </w:t>
      </w:r>
    </w:p>
    <w:p w:rsidR="00C46C29" w:rsidRDefault="00C46C29" w:rsidP="00C46C29">
      <w:pPr>
        <w:pStyle w:val="libPoemCenter"/>
        <w:rPr>
          <w:rFonts w:hint="cs"/>
          <w:rtl/>
        </w:rPr>
      </w:pPr>
      <w:r>
        <w:rPr>
          <w:rFonts w:hint="cs"/>
          <w:rtl/>
        </w:rPr>
        <w:t xml:space="preserve">باچر اتشوفين ينگطع نحري </w:t>
      </w:r>
    </w:p>
    <w:p w:rsidR="00C46C29" w:rsidRDefault="00C46C29" w:rsidP="00C46C29">
      <w:pPr>
        <w:pStyle w:val="libPoemCenter"/>
        <w:rPr>
          <w:rFonts w:hint="cs"/>
          <w:rtl/>
        </w:rPr>
      </w:pPr>
      <w:r>
        <w:rPr>
          <w:rFonts w:hint="cs"/>
          <w:rtl/>
        </w:rPr>
        <w:t xml:space="preserve">ابخيل عدواني ينسحگ صدري </w:t>
      </w:r>
    </w:p>
    <w:p w:rsidR="00C46C29" w:rsidRDefault="00C46C29" w:rsidP="00C46C29">
      <w:pPr>
        <w:pStyle w:val="libPoemCenter"/>
        <w:rPr>
          <w:rFonts w:hint="cs"/>
          <w:rtl/>
        </w:rPr>
      </w:pPr>
      <w:r>
        <w:rPr>
          <w:rFonts w:hint="cs"/>
          <w:rtl/>
        </w:rPr>
        <w:t xml:space="preserve">وانه للباري فوضت أمري </w:t>
      </w:r>
    </w:p>
    <w:p w:rsidR="00C46C29" w:rsidRDefault="00C46C29" w:rsidP="00C46C29">
      <w:pPr>
        <w:pStyle w:val="libPoemCenter"/>
        <w:rPr>
          <w:rFonts w:hint="cs"/>
          <w:rtl/>
        </w:rPr>
      </w:pPr>
      <w:r>
        <w:rPr>
          <w:rFonts w:hint="cs"/>
          <w:rtl/>
        </w:rPr>
        <w:t xml:space="preserve">هالخدَّر انتي اتحاميها وانتي لأطفالي اتحرسيها </w:t>
      </w:r>
    </w:p>
    <w:p w:rsidR="00C46C29" w:rsidRDefault="00C46C29" w:rsidP="00C46C29">
      <w:pPr>
        <w:pStyle w:val="libPoemCenter"/>
        <w:rPr>
          <w:rFonts w:hint="cs"/>
          <w:rtl/>
        </w:rPr>
      </w:pPr>
      <w:r>
        <w:rPr>
          <w:rFonts w:hint="cs"/>
          <w:rtl/>
        </w:rPr>
        <w:t xml:space="preserve">عيلتي ابياحال وادري هالأطفال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حاير ابهمي وحايره ابهمك </w:t>
      </w:r>
    </w:p>
    <w:p w:rsidR="00C46C29" w:rsidRDefault="00C46C29" w:rsidP="00C46C29">
      <w:pPr>
        <w:pStyle w:val="libPoemCenter"/>
        <w:rPr>
          <w:rFonts w:hint="cs"/>
          <w:rtl/>
        </w:rPr>
      </w:pPr>
      <w:r>
        <w:rPr>
          <w:rFonts w:hint="cs"/>
          <w:rtl/>
        </w:rPr>
        <w:t xml:space="preserve">ابياگلب يحسين راح أصل يمك </w:t>
      </w:r>
    </w:p>
    <w:p w:rsidR="00C46C29" w:rsidRDefault="00C46C29" w:rsidP="00C46C29">
      <w:pPr>
        <w:pStyle w:val="libPoemCenter"/>
        <w:rPr>
          <w:rFonts w:hint="cs"/>
          <w:rtl/>
        </w:rPr>
      </w:pPr>
      <w:r>
        <w:rPr>
          <w:rFonts w:hint="cs"/>
          <w:rtl/>
        </w:rPr>
        <w:t xml:space="preserve">اشلون راح اگدر أنظر لجسمك </w:t>
      </w:r>
    </w:p>
    <w:p w:rsidR="00C46C29" w:rsidRDefault="00C46C29" w:rsidP="00C46C29">
      <w:pPr>
        <w:pStyle w:val="libPoemCenter"/>
        <w:rPr>
          <w:rFonts w:hint="cs"/>
          <w:rtl/>
        </w:rPr>
      </w:pPr>
      <w:r>
        <w:rPr>
          <w:rFonts w:hint="cs"/>
          <w:rtl/>
        </w:rPr>
        <w:t xml:space="preserve">اشلون عيني تشوف عالأرض دمك </w:t>
      </w:r>
    </w:p>
    <w:p w:rsidR="00C46C29" w:rsidRDefault="00C46C29" w:rsidP="00C46C29">
      <w:pPr>
        <w:pStyle w:val="libPoemCenter"/>
        <w:rPr>
          <w:rFonts w:hint="cs"/>
          <w:rtl/>
        </w:rPr>
      </w:pPr>
      <w:r>
        <w:rPr>
          <w:rFonts w:hint="cs"/>
          <w:rtl/>
        </w:rPr>
        <w:t xml:space="preserve">لو شفت الجثه اموذريها يا صرخه الأگدر أخفيها </w:t>
      </w:r>
    </w:p>
    <w:p w:rsidR="00C46C29" w:rsidRDefault="00C46C29" w:rsidP="00C46C29">
      <w:pPr>
        <w:pStyle w:val="libPoemCenter"/>
        <w:rPr>
          <w:rFonts w:hint="cs"/>
          <w:rtl/>
        </w:rPr>
      </w:pPr>
      <w:r>
        <w:rPr>
          <w:rFonts w:hint="cs"/>
          <w:rtl/>
        </w:rPr>
        <w:t xml:space="preserve">بهالوضع الگاك واختك بفرگاك </w:t>
      </w:r>
    </w:p>
    <w:p w:rsidR="00C46C29" w:rsidRDefault="00C46C29" w:rsidP="00C46C29">
      <w:pPr>
        <w:pStyle w:val="libPoemCenter"/>
        <w:rPr>
          <w:rFonts w:hint="cs"/>
          <w:rtl/>
        </w:rPr>
      </w:pPr>
      <w:r>
        <w:rPr>
          <w:rFonts w:hint="cs"/>
          <w:rtl/>
        </w:rPr>
        <w:lastRenderedPageBreak/>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وسفه يبن امي جارت ايامك </w:t>
      </w:r>
    </w:p>
    <w:p w:rsidR="00C46C29" w:rsidRDefault="00C46C29" w:rsidP="00C46C29">
      <w:pPr>
        <w:pStyle w:val="libPoemCenter"/>
        <w:rPr>
          <w:rFonts w:hint="cs"/>
          <w:rtl/>
        </w:rPr>
      </w:pPr>
      <w:r>
        <w:rPr>
          <w:rFonts w:hint="cs"/>
          <w:rtl/>
        </w:rPr>
        <w:t xml:space="preserve">وبالگلب أحمل جمرة آلامك </w:t>
      </w:r>
    </w:p>
    <w:p w:rsidR="00C46C29" w:rsidRDefault="00C46C29" w:rsidP="00C46C29">
      <w:pPr>
        <w:pStyle w:val="libPoemCenter"/>
        <w:rPr>
          <w:rFonts w:hint="cs"/>
          <w:rtl/>
        </w:rPr>
      </w:pPr>
      <w:r>
        <w:rPr>
          <w:rFonts w:hint="cs"/>
          <w:rtl/>
        </w:rPr>
        <w:t xml:space="preserve">الگوم لو هجمت وحرگت اخيامك </w:t>
      </w:r>
    </w:p>
    <w:p w:rsidR="00C46C29" w:rsidRDefault="00C46C29" w:rsidP="00C46C29">
      <w:pPr>
        <w:pStyle w:val="libPoemCenter"/>
        <w:rPr>
          <w:rFonts w:hint="cs"/>
          <w:rtl/>
        </w:rPr>
      </w:pPr>
      <w:r>
        <w:rPr>
          <w:rFonts w:hint="cs"/>
          <w:rtl/>
        </w:rPr>
        <w:t xml:space="preserve">گلبي خيمه يصير يجمع ايتامك </w:t>
      </w:r>
    </w:p>
    <w:p w:rsidR="00C46C29" w:rsidRDefault="00C46C29" w:rsidP="00C46C29">
      <w:pPr>
        <w:pStyle w:val="libPoemCenter"/>
        <w:rPr>
          <w:rFonts w:hint="cs"/>
          <w:rtl/>
        </w:rPr>
      </w:pPr>
      <w:r>
        <w:rPr>
          <w:rFonts w:hint="cs"/>
          <w:rtl/>
        </w:rPr>
        <w:t xml:space="preserve">باچر كل خيمه اموجريها اعصر دمعاتي وأطفيها </w:t>
      </w:r>
    </w:p>
    <w:p w:rsidR="00C46C29" w:rsidRDefault="00C46C29" w:rsidP="00C46C29">
      <w:pPr>
        <w:pStyle w:val="libPoemCenter"/>
        <w:rPr>
          <w:rFonts w:hint="cs"/>
          <w:rtl/>
        </w:rPr>
      </w:pPr>
      <w:r>
        <w:rPr>
          <w:rFonts w:hint="cs"/>
          <w:rtl/>
        </w:rPr>
        <w:t xml:space="preserve">الحرم يا مظلوم من تجيها الگوم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ابخيمتي الليله انجمعت الوليان </w:t>
      </w:r>
    </w:p>
    <w:p w:rsidR="00C46C29" w:rsidRDefault="00C46C29" w:rsidP="00C46C29">
      <w:pPr>
        <w:pStyle w:val="libPoemCenter"/>
        <w:rPr>
          <w:rFonts w:hint="cs"/>
          <w:rtl/>
        </w:rPr>
      </w:pPr>
      <w:r>
        <w:rPr>
          <w:rFonts w:hint="cs"/>
          <w:rtl/>
        </w:rPr>
        <w:t xml:space="preserve">باچر انشاهد بالخيم نيران </w:t>
      </w:r>
    </w:p>
    <w:p w:rsidR="00C46C29" w:rsidRDefault="00C46C29" w:rsidP="00C46C29">
      <w:pPr>
        <w:pStyle w:val="libPoemCenter"/>
        <w:rPr>
          <w:rFonts w:hint="cs"/>
          <w:rtl/>
        </w:rPr>
      </w:pPr>
      <w:r>
        <w:rPr>
          <w:rFonts w:hint="cs"/>
          <w:rtl/>
        </w:rPr>
        <w:t xml:space="preserve">أكفل الخدَّر أحرس الرضعان </w:t>
      </w:r>
    </w:p>
    <w:p w:rsidR="00C46C29" w:rsidRDefault="00C46C29" w:rsidP="00C46C29">
      <w:pPr>
        <w:pStyle w:val="libPoemCenter"/>
        <w:rPr>
          <w:rFonts w:hint="cs"/>
          <w:rtl/>
        </w:rPr>
      </w:pPr>
      <w:r>
        <w:rPr>
          <w:rFonts w:hint="cs"/>
          <w:rtl/>
        </w:rPr>
        <w:t xml:space="preserve">بالدمع أسگي كل طفل عطشان </w:t>
      </w:r>
    </w:p>
    <w:p w:rsidR="00C46C29" w:rsidRDefault="00C46C29" w:rsidP="00C46C29">
      <w:pPr>
        <w:pStyle w:val="libPoemCenter"/>
        <w:rPr>
          <w:rFonts w:hint="cs"/>
          <w:rtl/>
        </w:rPr>
      </w:pPr>
      <w:r>
        <w:rPr>
          <w:rFonts w:hint="cs"/>
          <w:rtl/>
        </w:rPr>
        <w:t xml:space="preserve">وطفله التعطش انه ارويها أعصر دلالي وأسكيها </w:t>
      </w:r>
    </w:p>
    <w:p w:rsidR="00C46C29" w:rsidRDefault="00C46C29" w:rsidP="00C46C29">
      <w:pPr>
        <w:pStyle w:val="libPoemCenter"/>
        <w:rPr>
          <w:rFonts w:hint="cs"/>
          <w:rtl/>
        </w:rPr>
      </w:pPr>
      <w:r>
        <w:rPr>
          <w:rFonts w:hint="cs"/>
          <w:rtl/>
        </w:rPr>
        <w:t xml:space="preserve">خويه شنهو الراي والفواطم هاي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ريته طال الليل ولاطلع فجره </w:t>
      </w:r>
    </w:p>
    <w:p w:rsidR="00C46C29" w:rsidRDefault="00C46C29" w:rsidP="00C46C29">
      <w:pPr>
        <w:pStyle w:val="libPoemCenter"/>
        <w:rPr>
          <w:rFonts w:hint="cs"/>
          <w:rtl/>
        </w:rPr>
      </w:pPr>
      <w:r>
        <w:rPr>
          <w:rFonts w:hint="cs"/>
          <w:rtl/>
        </w:rPr>
        <w:t xml:space="preserve">بالفجر نحمل چم وچم جمره </w:t>
      </w:r>
    </w:p>
    <w:p w:rsidR="00C46C29" w:rsidRDefault="00C46C29" w:rsidP="00C46C29">
      <w:pPr>
        <w:pStyle w:val="libPoemCenter"/>
        <w:rPr>
          <w:rFonts w:hint="cs"/>
          <w:rtl/>
        </w:rPr>
      </w:pPr>
      <w:r>
        <w:rPr>
          <w:rFonts w:hint="cs"/>
          <w:rtl/>
        </w:rPr>
        <w:t xml:space="preserve">عالرمال انشوف اجسوم متوذره </w:t>
      </w:r>
    </w:p>
    <w:p w:rsidR="00C46C29" w:rsidRDefault="00C46C29" w:rsidP="00C46C29">
      <w:pPr>
        <w:pStyle w:val="libPoemCenter"/>
        <w:rPr>
          <w:rFonts w:hint="cs"/>
          <w:rtl/>
        </w:rPr>
      </w:pPr>
      <w:r>
        <w:rPr>
          <w:rFonts w:hint="cs"/>
          <w:rtl/>
        </w:rPr>
        <w:t xml:space="preserve">وكل ولي نلگاه منگطع نحره </w:t>
      </w:r>
    </w:p>
    <w:p w:rsidR="00C46C29" w:rsidRDefault="00C46C29" w:rsidP="00C46C29">
      <w:pPr>
        <w:pStyle w:val="libPoemCenter"/>
        <w:rPr>
          <w:rFonts w:hint="cs"/>
          <w:rtl/>
        </w:rPr>
      </w:pPr>
      <w:r>
        <w:rPr>
          <w:rFonts w:hint="cs"/>
          <w:rtl/>
        </w:rPr>
        <w:t xml:space="preserve">نلگه الاجساد امگطعيها وبفيض ادموم امغسليها </w:t>
      </w:r>
    </w:p>
    <w:p w:rsidR="00C46C29" w:rsidRDefault="00C46C29" w:rsidP="00C46C29">
      <w:pPr>
        <w:pStyle w:val="libPoemCenter"/>
        <w:rPr>
          <w:rFonts w:hint="cs"/>
          <w:rtl/>
        </w:rPr>
      </w:pPr>
      <w:r>
        <w:rPr>
          <w:rFonts w:hint="cs"/>
          <w:rtl/>
        </w:rPr>
        <w:t xml:space="preserve">والحرم تحتار من تشوف النار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ويه ولياني هذا آخر ليل </w:t>
      </w:r>
    </w:p>
    <w:p w:rsidR="00C46C29" w:rsidRDefault="00C46C29" w:rsidP="00C46C29">
      <w:pPr>
        <w:pStyle w:val="libPoemCenter"/>
        <w:rPr>
          <w:rFonts w:hint="cs"/>
          <w:rtl/>
        </w:rPr>
      </w:pPr>
      <w:r>
        <w:rPr>
          <w:rFonts w:hint="cs"/>
          <w:rtl/>
        </w:rPr>
        <w:t xml:space="preserve">من يروح انشوف جيش مثل السيل </w:t>
      </w:r>
    </w:p>
    <w:p w:rsidR="00C46C29" w:rsidRDefault="00C46C29" w:rsidP="00C46C29">
      <w:pPr>
        <w:pStyle w:val="libPoemCenter"/>
        <w:rPr>
          <w:rFonts w:hint="cs"/>
          <w:rtl/>
        </w:rPr>
      </w:pPr>
      <w:r>
        <w:rPr>
          <w:rFonts w:hint="cs"/>
          <w:rtl/>
        </w:rPr>
        <w:lastRenderedPageBreak/>
        <w:t xml:space="preserve">صفوف خلف صفوف وخيل تتبع خيل </w:t>
      </w:r>
    </w:p>
    <w:p w:rsidR="00C46C29" w:rsidRDefault="00C46C29" w:rsidP="00C46C29">
      <w:pPr>
        <w:pStyle w:val="libPoemCenter"/>
        <w:rPr>
          <w:rFonts w:hint="cs"/>
          <w:rtl/>
        </w:rPr>
      </w:pPr>
      <w:r>
        <w:rPr>
          <w:rFonts w:hint="cs"/>
          <w:rtl/>
        </w:rPr>
        <w:t xml:space="preserve">لفرگة الوليان امنين اجيب الحيل </w:t>
      </w:r>
    </w:p>
    <w:p w:rsidR="00C46C29" w:rsidRDefault="00C46C29" w:rsidP="00C46C29">
      <w:pPr>
        <w:pStyle w:val="libPoemCenter"/>
        <w:rPr>
          <w:rFonts w:hint="cs"/>
          <w:rtl/>
        </w:rPr>
      </w:pPr>
      <w:r>
        <w:rPr>
          <w:rFonts w:hint="cs"/>
          <w:rtl/>
        </w:rPr>
        <w:t xml:space="preserve">روحي الآلام اتباريها وباچر چم لوعة اتلاگيها </w:t>
      </w:r>
    </w:p>
    <w:p w:rsidR="00C46C29" w:rsidRDefault="00C46C29" w:rsidP="00C46C29">
      <w:pPr>
        <w:pStyle w:val="libPoemCenter"/>
        <w:rPr>
          <w:rFonts w:hint="cs"/>
          <w:rtl/>
        </w:rPr>
      </w:pPr>
      <w:r>
        <w:rPr>
          <w:rFonts w:hint="cs"/>
          <w:rtl/>
        </w:rPr>
        <w:t xml:space="preserve">بالمحن والنوح اتحيرت هالروح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الليله يبن امي مهجتي اتنوحك </w:t>
      </w:r>
    </w:p>
    <w:p w:rsidR="00C46C29" w:rsidRDefault="00C46C29" w:rsidP="00C46C29">
      <w:pPr>
        <w:pStyle w:val="libPoemCenter"/>
        <w:rPr>
          <w:rFonts w:hint="cs"/>
          <w:rtl/>
        </w:rPr>
      </w:pPr>
      <w:r>
        <w:rPr>
          <w:rFonts w:hint="cs"/>
          <w:rtl/>
        </w:rPr>
        <w:t xml:space="preserve">شلي ابهاي الروح من بعد روحك </w:t>
      </w:r>
    </w:p>
    <w:p w:rsidR="00C46C29" w:rsidRDefault="00C46C29" w:rsidP="00C46C29">
      <w:pPr>
        <w:pStyle w:val="libPoemCenter"/>
        <w:rPr>
          <w:rFonts w:hint="cs"/>
          <w:rtl/>
        </w:rPr>
      </w:pPr>
      <w:r>
        <w:rPr>
          <w:rFonts w:hint="cs"/>
          <w:rtl/>
        </w:rPr>
        <w:t xml:space="preserve">ابگلبي تتجمع اجروحي وجروحك </w:t>
      </w:r>
    </w:p>
    <w:p w:rsidR="00C46C29" w:rsidRDefault="00C46C29" w:rsidP="00C46C29">
      <w:pPr>
        <w:pStyle w:val="libPoemCenter"/>
        <w:rPr>
          <w:rFonts w:hint="cs"/>
          <w:rtl/>
        </w:rPr>
      </w:pPr>
      <w:r>
        <w:rPr>
          <w:rFonts w:hint="cs"/>
          <w:rtl/>
        </w:rPr>
        <w:t xml:space="preserve">واحمل الرميات گبل متلوحك </w:t>
      </w:r>
    </w:p>
    <w:p w:rsidR="00C46C29" w:rsidRDefault="00C46C29" w:rsidP="00C46C29">
      <w:pPr>
        <w:pStyle w:val="libPoemCenter"/>
        <w:rPr>
          <w:rFonts w:hint="cs"/>
          <w:rtl/>
        </w:rPr>
      </w:pPr>
      <w:r>
        <w:rPr>
          <w:rFonts w:hint="cs"/>
          <w:rtl/>
        </w:rPr>
        <w:t xml:space="preserve">كل نبله العسكر يرميها إحسبها بگلبي امعينيها </w:t>
      </w:r>
    </w:p>
    <w:p w:rsidR="00C46C29" w:rsidRDefault="00C46C29" w:rsidP="00C46C29">
      <w:pPr>
        <w:pStyle w:val="libPoemCenter"/>
        <w:rPr>
          <w:rFonts w:hint="cs"/>
          <w:rtl/>
        </w:rPr>
      </w:pPr>
      <w:r>
        <w:rPr>
          <w:rFonts w:hint="cs"/>
          <w:rtl/>
        </w:rPr>
        <w:t xml:space="preserve">وعيلتك يحسين تتجه لاوين </w:t>
      </w:r>
    </w:p>
    <w:p w:rsidR="00C46C29" w:rsidRDefault="00C46C29" w:rsidP="00C46C29">
      <w:pPr>
        <w:pStyle w:val="libPoemCenter"/>
        <w:rPr>
          <w:rFonts w:hint="cs"/>
          <w:rtl/>
        </w:rPr>
      </w:pPr>
      <w:r>
        <w:rPr>
          <w:rFonts w:hint="cs"/>
          <w:rtl/>
        </w:rPr>
        <w:t xml:space="preserve">باچر ياحاله اتمر بيها </w:t>
      </w:r>
    </w:p>
    <w:p w:rsidR="00C46C29" w:rsidRDefault="00C46C29" w:rsidP="00C46C29">
      <w:pPr>
        <w:pStyle w:val="libLeft"/>
        <w:rPr>
          <w:rFonts w:hint="cs"/>
          <w:rtl/>
        </w:rPr>
      </w:pPr>
      <w:r>
        <w:rPr>
          <w:rFonts w:hint="cs"/>
          <w:rtl/>
        </w:rPr>
        <w:t>(لندن-1995م)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Pr>
      </w:pPr>
      <w:bookmarkStart w:id="40" w:name="_Toc495744814"/>
      <w:r>
        <w:rPr>
          <w:rFonts w:hint="cs"/>
          <w:rtl/>
        </w:rPr>
        <w:lastRenderedPageBreak/>
        <w:t>بين الحسن والحسين (ع)</w:t>
      </w:r>
      <w:bookmarkEnd w:id="40"/>
      <w:r>
        <w:rPr>
          <w:rFonts w:hint="cs"/>
          <w:rtl/>
        </w:rPr>
        <w:t xml:space="preserve"> </w:t>
      </w:r>
    </w:p>
    <w:p w:rsidR="00C46C29" w:rsidRDefault="00C46C29" w:rsidP="00C46C29">
      <w:pPr>
        <w:pStyle w:val="libPoemCenter"/>
        <w:rPr>
          <w:rFonts w:hint="cs"/>
          <w:rtl/>
        </w:rPr>
      </w:pPr>
      <w:r>
        <w:rPr>
          <w:rFonts w:hint="cs"/>
          <w:rtl/>
        </w:rPr>
        <w:t xml:space="preserve">زينب عگب ولياها يا نايبه التنساها </w:t>
      </w:r>
    </w:p>
    <w:p w:rsidR="00C46C29" w:rsidRDefault="00C46C29" w:rsidP="00C46C29">
      <w:pPr>
        <w:pStyle w:val="libPoemCenter"/>
        <w:rPr>
          <w:rFonts w:hint="cs"/>
          <w:rtl/>
        </w:rPr>
      </w:pPr>
      <w:r>
        <w:rPr>
          <w:rFonts w:hint="cs"/>
          <w:rtl/>
        </w:rPr>
        <w:t xml:space="preserve">محتاره بين مصابين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هاي العقيلة بالدهر شافت مصايب كثره </w:t>
      </w:r>
    </w:p>
    <w:p w:rsidR="00C46C29" w:rsidRDefault="00C46C29" w:rsidP="00C46C29">
      <w:pPr>
        <w:pStyle w:val="libPoemCenter"/>
        <w:rPr>
          <w:rFonts w:hint="cs"/>
          <w:rtl/>
        </w:rPr>
      </w:pPr>
      <w:r>
        <w:rPr>
          <w:rFonts w:hint="cs"/>
          <w:rtl/>
        </w:rPr>
        <w:t xml:space="preserve">والهظم وياها استمر من يوم ضلع الزهره </w:t>
      </w:r>
    </w:p>
    <w:p w:rsidR="00C46C29" w:rsidRDefault="00C46C29" w:rsidP="00C46C29">
      <w:pPr>
        <w:pStyle w:val="libPoemCenter"/>
        <w:rPr>
          <w:rFonts w:hint="cs"/>
          <w:rtl/>
        </w:rPr>
      </w:pPr>
      <w:r>
        <w:rPr>
          <w:rFonts w:hint="cs"/>
          <w:rtl/>
        </w:rPr>
        <w:t xml:space="preserve">وشافت أبوها المرتضى امخضب ابدم الطبره </w:t>
      </w:r>
    </w:p>
    <w:p w:rsidR="00C46C29" w:rsidRDefault="00C46C29" w:rsidP="00C46C29">
      <w:pPr>
        <w:pStyle w:val="libPoemCenter"/>
        <w:rPr>
          <w:rFonts w:hint="cs"/>
          <w:rtl/>
        </w:rPr>
      </w:pPr>
      <w:r>
        <w:rPr>
          <w:rFonts w:hint="cs"/>
          <w:rtl/>
        </w:rPr>
        <w:t xml:space="preserve">والنوب لن چبد الحسن ابطشت المصيبه اتنظره </w:t>
      </w:r>
    </w:p>
    <w:p w:rsidR="00C46C29" w:rsidRDefault="00C46C29" w:rsidP="00C46C29">
      <w:pPr>
        <w:pStyle w:val="libPoemCenter"/>
        <w:rPr>
          <w:rFonts w:hint="cs"/>
          <w:rtl/>
        </w:rPr>
      </w:pPr>
      <w:r>
        <w:rPr>
          <w:rFonts w:hint="cs"/>
          <w:rtl/>
        </w:rPr>
        <w:t xml:space="preserve">ورابع حدث ألمها شاهدت راس ابن امها </w:t>
      </w:r>
    </w:p>
    <w:p w:rsidR="00C46C29" w:rsidRDefault="00C46C29" w:rsidP="00C46C29">
      <w:pPr>
        <w:pStyle w:val="libPoemCenter"/>
        <w:rPr>
          <w:rFonts w:hint="cs"/>
          <w:rtl/>
        </w:rPr>
      </w:pPr>
      <w:r>
        <w:rPr>
          <w:rFonts w:hint="cs"/>
          <w:rtl/>
        </w:rPr>
        <w:t xml:space="preserve">وابحيره ظلت ما بين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دنيانه ما منها أمل ابطبع الغدر موصوفه </w:t>
      </w:r>
    </w:p>
    <w:p w:rsidR="00C46C29" w:rsidRDefault="00C46C29" w:rsidP="00C46C29">
      <w:pPr>
        <w:pStyle w:val="libPoemCenter"/>
        <w:rPr>
          <w:rFonts w:hint="cs"/>
          <w:rtl/>
        </w:rPr>
      </w:pPr>
      <w:r>
        <w:rPr>
          <w:rFonts w:hint="cs"/>
          <w:rtl/>
        </w:rPr>
        <w:t xml:space="preserve">منهو اليصدگ بت علي تمشي ابيسر للكوفه </w:t>
      </w:r>
    </w:p>
    <w:p w:rsidR="00C46C29" w:rsidRDefault="00C46C29" w:rsidP="00C46C29">
      <w:pPr>
        <w:pStyle w:val="libPoemCenter"/>
        <w:rPr>
          <w:rFonts w:hint="cs"/>
          <w:rtl/>
        </w:rPr>
      </w:pPr>
      <w:r>
        <w:rPr>
          <w:rFonts w:hint="cs"/>
          <w:rtl/>
        </w:rPr>
        <w:t xml:space="preserve">وللشام وداها الدهر لاچن مشت مچتوفه </w:t>
      </w:r>
    </w:p>
    <w:p w:rsidR="00C46C29" w:rsidRDefault="00C46C29" w:rsidP="00C46C29">
      <w:pPr>
        <w:pStyle w:val="libPoemCenter"/>
        <w:rPr>
          <w:rFonts w:hint="cs"/>
          <w:rtl/>
        </w:rPr>
      </w:pPr>
      <w:r>
        <w:rPr>
          <w:rFonts w:hint="cs"/>
          <w:rtl/>
        </w:rPr>
        <w:t xml:space="preserve">ولن راس اخوها بالطشت ابمجلس يزيد تشوفه </w:t>
      </w:r>
    </w:p>
    <w:p w:rsidR="00C46C29" w:rsidRDefault="00C46C29" w:rsidP="00C46C29">
      <w:pPr>
        <w:pStyle w:val="libPoemCenter"/>
        <w:rPr>
          <w:rFonts w:hint="cs"/>
          <w:rtl/>
        </w:rPr>
      </w:pPr>
      <w:r>
        <w:rPr>
          <w:rFonts w:hint="cs"/>
          <w:rtl/>
        </w:rPr>
        <w:t xml:space="preserve">جور الدهر عاداها واشچم هظم راواها </w:t>
      </w:r>
    </w:p>
    <w:p w:rsidR="00C46C29" w:rsidRDefault="00C46C29" w:rsidP="00C46C29">
      <w:pPr>
        <w:pStyle w:val="libPoemCenter"/>
        <w:rPr>
          <w:rFonts w:hint="cs"/>
          <w:rtl/>
        </w:rPr>
      </w:pPr>
      <w:r>
        <w:rPr>
          <w:rFonts w:hint="cs"/>
          <w:rtl/>
        </w:rPr>
        <w:t xml:space="preserve">بالدهر شافت طشتين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عدها اخوه ولا سند فارگت كل اخوتها </w:t>
      </w:r>
    </w:p>
    <w:p w:rsidR="00C46C29" w:rsidRDefault="00C46C29" w:rsidP="00C46C29">
      <w:pPr>
        <w:pStyle w:val="libPoemCenter"/>
        <w:rPr>
          <w:rFonts w:hint="cs"/>
          <w:rtl/>
        </w:rPr>
      </w:pPr>
      <w:r>
        <w:rPr>
          <w:rFonts w:hint="cs"/>
          <w:rtl/>
        </w:rPr>
        <w:t xml:space="preserve">من شاهدت راس الولي انعادت غصص لوعتها </w:t>
      </w:r>
    </w:p>
    <w:p w:rsidR="00C46C29" w:rsidRDefault="00C46C29" w:rsidP="00C46C29">
      <w:pPr>
        <w:pStyle w:val="libPoemCenter"/>
        <w:rPr>
          <w:rFonts w:hint="cs"/>
          <w:rtl/>
        </w:rPr>
      </w:pPr>
      <w:r>
        <w:rPr>
          <w:rFonts w:hint="cs"/>
          <w:rtl/>
        </w:rPr>
        <w:t xml:space="preserve">واتذكرت چبد الحسن وظلت تهل دمعتها </w:t>
      </w:r>
    </w:p>
    <w:p w:rsidR="00C46C29" w:rsidRDefault="00C46C29" w:rsidP="00C46C29">
      <w:pPr>
        <w:pStyle w:val="libPoemCenter"/>
        <w:rPr>
          <w:rFonts w:hint="cs"/>
          <w:rtl/>
        </w:rPr>
      </w:pPr>
      <w:r>
        <w:rPr>
          <w:rFonts w:hint="cs"/>
          <w:rtl/>
        </w:rPr>
        <w:t xml:space="preserve">صاحت يخويه امصيبتك رجعت عَلَي محنتها </w:t>
      </w:r>
    </w:p>
    <w:p w:rsidR="00C46C29" w:rsidRDefault="00C46C29" w:rsidP="00C46C29">
      <w:pPr>
        <w:pStyle w:val="libPoemCenter"/>
        <w:rPr>
          <w:rFonts w:hint="cs"/>
          <w:rtl/>
        </w:rPr>
      </w:pPr>
      <w:r>
        <w:rPr>
          <w:rFonts w:hint="cs"/>
          <w:rtl/>
        </w:rPr>
        <w:t xml:space="preserve">ابحزن الگلب وهمومه ذكرت اخوها ويومه </w:t>
      </w:r>
    </w:p>
    <w:p w:rsidR="00C46C29" w:rsidRDefault="00C46C29" w:rsidP="00C46C29">
      <w:pPr>
        <w:pStyle w:val="libPoemCenter"/>
        <w:rPr>
          <w:rFonts w:hint="cs"/>
          <w:rtl/>
        </w:rPr>
      </w:pPr>
      <w:r>
        <w:rPr>
          <w:rFonts w:hint="cs"/>
          <w:rtl/>
        </w:rPr>
        <w:t xml:space="preserve">واَتمحِّنت بين اثنين چبد الحسن راس حسين </w:t>
      </w:r>
    </w:p>
    <w:p w:rsidR="00C46C29" w:rsidRDefault="00C46C29" w:rsidP="00C46C29">
      <w:pPr>
        <w:pStyle w:val="libPoemCenter"/>
        <w:rPr>
          <w:rFonts w:hint="cs"/>
          <w:rtl/>
        </w:rPr>
      </w:pPr>
      <w:r>
        <w:rPr>
          <w:rFonts w:hint="cs"/>
          <w:rtl/>
        </w:rPr>
        <w:lastRenderedPageBreak/>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ناحت وصاحت يالحسن ما أنسه جور أيامي </w:t>
      </w:r>
    </w:p>
    <w:p w:rsidR="00C46C29" w:rsidRDefault="00C46C29" w:rsidP="00C46C29">
      <w:pPr>
        <w:pStyle w:val="libPoemCenter"/>
        <w:rPr>
          <w:rFonts w:hint="cs"/>
          <w:rtl/>
        </w:rPr>
      </w:pPr>
      <w:r>
        <w:rPr>
          <w:rFonts w:hint="cs"/>
          <w:rtl/>
        </w:rPr>
        <w:t xml:space="preserve">بالطف عفت جسم الولي راسه ابطشت جدامي </w:t>
      </w:r>
    </w:p>
    <w:p w:rsidR="00C46C29" w:rsidRDefault="00C46C29" w:rsidP="00C46C29">
      <w:pPr>
        <w:pStyle w:val="libPoemCenter"/>
        <w:rPr>
          <w:rFonts w:hint="cs"/>
          <w:rtl/>
        </w:rPr>
      </w:pPr>
      <w:r>
        <w:rPr>
          <w:rFonts w:hint="cs"/>
          <w:rtl/>
        </w:rPr>
        <w:t xml:space="preserve">انعادت عليَّه امصيبتك واتجددت آلامي </w:t>
      </w:r>
    </w:p>
    <w:p w:rsidR="00C46C29" w:rsidRDefault="00C46C29" w:rsidP="00C46C29">
      <w:pPr>
        <w:pStyle w:val="libPoemCenter"/>
        <w:rPr>
          <w:rFonts w:hint="cs"/>
          <w:rtl/>
        </w:rPr>
      </w:pPr>
      <w:r>
        <w:rPr>
          <w:rFonts w:hint="cs"/>
          <w:rtl/>
        </w:rPr>
        <w:t xml:space="preserve">راس الولي من شفته چبدك يخويه اذكرته </w:t>
      </w:r>
    </w:p>
    <w:p w:rsidR="00C46C29" w:rsidRDefault="00C46C29" w:rsidP="00C46C29">
      <w:pPr>
        <w:pStyle w:val="libPoemCenter"/>
        <w:rPr>
          <w:rFonts w:hint="cs"/>
          <w:rtl/>
        </w:rPr>
      </w:pPr>
      <w:r>
        <w:rPr>
          <w:rFonts w:hint="cs"/>
          <w:rtl/>
        </w:rPr>
        <w:t xml:space="preserve">وانجمعن اگبال العين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ابلوعتها صاحت يالحسن لمن رحت من يمي </w:t>
      </w:r>
    </w:p>
    <w:p w:rsidR="00C46C29" w:rsidRDefault="00C46C29" w:rsidP="00C46C29">
      <w:pPr>
        <w:pStyle w:val="libPoemCenter"/>
        <w:rPr>
          <w:rFonts w:hint="cs"/>
          <w:rtl/>
        </w:rPr>
      </w:pPr>
      <w:r>
        <w:rPr>
          <w:rFonts w:hint="cs"/>
          <w:rtl/>
        </w:rPr>
        <w:t xml:space="preserve">بحسين اخوك اتحصَّنت وشديت حيلي وعزمي </w:t>
      </w:r>
    </w:p>
    <w:p w:rsidR="00C46C29" w:rsidRDefault="00C46C29" w:rsidP="00C46C29">
      <w:pPr>
        <w:pStyle w:val="libPoemCenter"/>
        <w:rPr>
          <w:rFonts w:hint="cs"/>
          <w:rtl/>
        </w:rPr>
      </w:pPr>
      <w:r>
        <w:rPr>
          <w:rFonts w:hint="cs"/>
          <w:rtl/>
        </w:rPr>
        <w:t xml:space="preserve">ما شوف لن ابكربله طايح صريع ابن امي </w:t>
      </w:r>
    </w:p>
    <w:p w:rsidR="00C46C29" w:rsidRDefault="00C46C29" w:rsidP="00C46C29">
      <w:pPr>
        <w:pStyle w:val="libPoemCenter"/>
        <w:rPr>
          <w:rFonts w:hint="cs"/>
          <w:rtl/>
        </w:rPr>
      </w:pPr>
      <w:r>
        <w:rPr>
          <w:rFonts w:hint="cs"/>
          <w:rtl/>
        </w:rPr>
        <w:t xml:space="preserve">وچبده مثل چبدك غده اموذر يخويه ومدمي </w:t>
      </w:r>
    </w:p>
    <w:p w:rsidR="00C46C29" w:rsidRDefault="00C46C29" w:rsidP="00C46C29">
      <w:pPr>
        <w:pStyle w:val="libPoemCenter"/>
        <w:rPr>
          <w:rFonts w:hint="cs"/>
          <w:rtl/>
        </w:rPr>
      </w:pPr>
      <w:r>
        <w:rPr>
          <w:rFonts w:hint="cs"/>
          <w:rtl/>
        </w:rPr>
        <w:t xml:space="preserve">روحي الحزينه احتارت يا محنه اكثر صارت </w:t>
      </w:r>
    </w:p>
    <w:p w:rsidR="00C46C29" w:rsidRDefault="00C46C29" w:rsidP="00C46C29">
      <w:pPr>
        <w:pStyle w:val="libPoemCenter"/>
        <w:rPr>
          <w:rFonts w:hint="cs"/>
          <w:rtl/>
        </w:rPr>
      </w:pPr>
      <w:r>
        <w:rPr>
          <w:rFonts w:hint="cs"/>
          <w:rtl/>
        </w:rPr>
        <w:t xml:space="preserve">وبروحي شبت نارين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لوعة أهوال الحزن فكر العقيله اتحير </w:t>
      </w:r>
    </w:p>
    <w:p w:rsidR="00C46C29" w:rsidRDefault="00C46C29" w:rsidP="00C46C29">
      <w:pPr>
        <w:pStyle w:val="libPoemCenter"/>
        <w:rPr>
          <w:rFonts w:hint="cs"/>
          <w:rtl/>
        </w:rPr>
      </w:pPr>
      <w:r>
        <w:rPr>
          <w:rFonts w:hint="cs"/>
          <w:rtl/>
        </w:rPr>
        <w:t xml:space="preserve">كل يوم لن تنظر چبد ابغدر الزمان اموذر </w:t>
      </w:r>
    </w:p>
    <w:p w:rsidR="00C46C29" w:rsidRDefault="00C46C29" w:rsidP="00C46C29">
      <w:pPr>
        <w:pStyle w:val="libPoemCenter"/>
        <w:rPr>
          <w:rFonts w:hint="cs"/>
          <w:rtl/>
        </w:rPr>
      </w:pPr>
      <w:r>
        <w:rPr>
          <w:rFonts w:hint="cs"/>
          <w:rtl/>
        </w:rPr>
        <w:t xml:space="preserve">شيصير گلب ام الخدر هوّه گلب لو مرمر </w:t>
      </w:r>
    </w:p>
    <w:p w:rsidR="00C46C29" w:rsidRDefault="00C46C29" w:rsidP="00C46C29">
      <w:pPr>
        <w:pStyle w:val="libPoemCenter"/>
        <w:rPr>
          <w:rFonts w:hint="cs"/>
          <w:rtl/>
        </w:rPr>
      </w:pPr>
      <w:r>
        <w:rPr>
          <w:rFonts w:hint="cs"/>
          <w:rtl/>
        </w:rPr>
        <w:t xml:space="preserve">اتحملت آهات وغصص لو بالصخر يتفسر </w:t>
      </w:r>
    </w:p>
    <w:p w:rsidR="00C46C29" w:rsidRDefault="00C46C29" w:rsidP="00C46C29">
      <w:pPr>
        <w:pStyle w:val="libPoemCenter"/>
        <w:rPr>
          <w:rFonts w:hint="cs"/>
          <w:rtl/>
        </w:rPr>
      </w:pPr>
      <w:r>
        <w:rPr>
          <w:rFonts w:hint="cs"/>
          <w:rtl/>
        </w:rPr>
        <w:t xml:space="preserve">ننشد گلبها ونسأل چم فاجعه يتحمّل </w:t>
      </w:r>
    </w:p>
    <w:p w:rsidR="00C46C29" w:rsidRDefault="00C46C29" w:rsidP="00C46C29">
      <w:pPr>
        <w:pStyle w:val="libPoemCenter"/>
        <w:rPr>
          <w:rFonts w:hint="cs"/>
          <w:rtl/>
        </w:rPr>
      </w:pPr>
      <w:r>
        <w:rPr>
          <w:rFonts w:hint="cs"/>
          <w:rtl/>
        </w:rPr>
        <w:t xml:space="preserve">ابها الگلب ظلت جرحين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هالصيحه من جوف الگلب نرفعها ونرددها </w:t>
      </w:r>
    </w:p>
    <w:p w:rsidR="00C46C29" w:rsidRDefault="00C46C29" w:rsidP="00C46C29">
      <w:pPr>
        <w:pStyle w:val="libPoemCenter"/>
        <w:rPr>
          <w:rFonts w:hint="cs"/>
          <w:rtl/>
        </w:rPr>
      </w:pPr>
      <w:r>
        <w:rPr>
          <w:rFonts w:hint="cs"/>
          <w:rtl/>
        </w:rPr>
        <w:t xml:space="preserve">ابدمعات مصحوبه ابهظم ام الخدر ننشدها </w:t>
      </w:r>
    </w:p>
    <w:p w:rsidR="00C46C29" w:rsidRDefault="00C46C29" w:rsidP="00C46C29">
      <w:pPr>
        <w:pStyle w:val="libPoemCenter"/>
        <w:rPr>
          <w:rFonts w:hint="cs"/>
          <w:rtl/>
        </w:rPr>
      </w:pPr>
      <w:r>
        <w:rPr>
          <w:rFonts w:hint="cs"/>
          <w:rtl/>
        </w:rPr>
        <w:t xml:space="preserve">يا لوعه اصعب عالگلب ويا شده أكثر عدها </w:t>
      </w:r>
    </w:p>
    <w:p w:rsidR="00C46C29" w:rsidRDefault="00C46C29" w:rsidP="00C46C29">
      <w:pPr>
        <w:pStyle w:val="libPoemCenter"/>
        <w:rPr>
          <w:rFonts w:hint="cs"/>
          <w:rtl/>
        </w:rPr>
      </w:pPr>
      <w:r>
        <w:rPr>
          <w:rFonts w:hint="cs"/>
          <w:rtl/>
        </w:rPr>
        <w:lastRenderedPageBreak/>
        <w:t xml:space="preserve">من شاهدت چبد الحسن لو راس ابن والدها </w:t>
      </w:r>
    </w:p>
    <w:p w:rsidR="00C46C29" w:rsidRDefault="00C46C29" w:rsidP="00C46C29">
      <w:pPr>
        <w:pStyle w:val="libPoemCenter"/>
        <w:rPr>
          <w:rFonts w:hint="cs"/>
          <w:rtl/>
        </w:rPr>
      </w:pPr>
      <w:r>
        <w:rPr>
          <w:rFonts w:hint="cs"/>
          <w:rtl/>
        </w:rPr>
        <w:t xml:space="preserve">بالدمعه ننشد زينب يا لوعه اكثر واصعب </w:t>
      </w:r>
    </w:p>
    <w:p w:rsidR="00C46C29" w:rsidRDefault="00C46C29" w:rsidP="00C46C29">
      <w:pPr>
        <w:pStyle w:val="libPoemCenter"/>
        <w:rPr>
          <w:rFonts w:hint="cs"/>
          <w:rtl/>
        </w:rPr>
      </w:pPr>
      <w:r>
        <w:rPr>
          <w:rFonts w:hint="cs"/>
          <w:rtl/>
        </w:rPr>
        <w:t xml:space="preserve">وياوصف من هالوصفين چبد الحسن راس حسين </w:t>
      </w:r>
    </w:p>
    <w:p w:rsidR="00C46C29" w:rsidRDefault="00C46C29" w:rsidP="00C46C29">
      <w:pPr>
        <w:pStyle w:val="libPoemCenter"/>
        <w:rPr>
          <w:rFonts w:hint="cs"/>
          <w:rtl/>
        </w:rPr>
      </w:pPr>
      <w:r>
        <w:rPr>
          <w:rFonts w:hint="cs"/>
          <w:rtl/>
        </w:rPr>
        <w:t xml:space="preserve">يا نايبه التنساها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- 1994م)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41" w:name="29"/>
      <w:bookmarkStart w:id="42" w:name="_Toc495744815"/>
      <w:r>
        <w:rPr>
          <w:rFonts w:hint="cs"/>
          <w:rtl/>
        </w:rPr>
        <w:lastRenderedPageBreak/>
        <w:t>اشهد يا محمد</w:t>
      </w:r>
      <w:bookmarkEnd w:id="41"/>
      <w:bookmarkEnd w:id="42"/>
      <w:r>
        <w:rPr>
          <w:rFonts w:hint="cs"/>
          <w:rtl/>
        </w:rPr>
        <w:t xml:space="preserve"> </w:t>
      </w:r>
    </w:p>
    <w:p w:rsidR="00C46C29" w:rsidRDefault="00C46C29" w:rsidP="00C46C29">
      <w:pPr>
        <w:pStyle w:val="libPoemCenter"/>
        <w:rPr>
          <w:rFonts w:hint="cs"/>
          <w:rtl/>
        </w:rPr>
      </w:pPr>
      <w:r>
        <w:rPr>
          <w:rFonts w:hint="cs"/>
          <w:rtl/>
        </w:rPr>
        <w:t xml:space="preserve">درب النجاة أمنين ما عدنه غير حسين </w:t>
      </w:r>
    </w:p>
    <w:p w:rsidR="00C46C29" w:rsidRDefault="00C46C29" w:rsidP="00C46C29">
      <w:pPr>
        <w:pStyle w:val="libPoemCenter"/>
        <w:rPr>
          <w:rFonts w:hint="cs"/>
          <w:rtl/>
        </w:rPr>
      </w:pPr>
      <w:r>
        <w:rPr>
          <w:rFonts w:hint="cs"/>
          <w:rtl/>
        </w:rPr>
        <w:t xml:space="preserve">اشهد اشهد يا محمّد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أرباب العقول اتگول الحكمه اسلاح للعاقل </w:t>
      </w:r>
    </w:p>
    <w:p w:rsidR="00C46C29" w:rsidRDefault="00C46C29" w:rsidP="00C46C29">
      <w:pPr>
        <w:pStyle w:val="libPoemCenter"/>
        <w:rPr>
          <w:rFonts w:hint="cs"/>
          <w:rtl/>
        </w:rPr>
      </w:pPr>
      <w:r>
        <w:rPr>
          <w:rFonts w:hint="cs"/>
          <w:rtl/>
        </w:rPr>
        <w:t xml:space="preserve">ومن رد الفعل تگدر تعرف قدرة الفاعل </w:t>
      </w:r>
    </w:p>
    <w:p w:rsidR="00C46C29" w:rsidRDefault="00C46C29" w:rsidP="00C46C29">
      <w:pPr>
        <w:pStyle w:val="libPoemCenter"/>
        <w:rPr>
          <w:rFonts w:hint="cs"/>
          <w:rtl/>
        </w:rPr>
      </w:pPr>
      <w:r>
        <w:rPr>
          <w:rFonts w:hint="cs"/>
          <w:rtl/>
        </w:rPr>
        <w:t xml:space="preserve">والتنظر الحگ بالعين فرق عن چلمة الناقل </w:t>
      </w:r>
    </w:p>
    <w:p w:rsidR="00C46C29" w:rsidRDefault="00C46C29" w:rsidP="00C46C29">
      <w:pPr>
        <w:pStyle w:val="libPoemCenter"/>
        <w:rPr>
          <w:rFonts w:hint="cs"/>
          <w:rtl/>
        </w:rPr>
      </w:pPr>
      <w:r>
        <w:rPr>
          <w:rFonts w:hint="cs"/>
          <w:rtl/>
        </w:rPr>
        <w:t xml:space="preserve">واحنه من عرفنه الحگ تجنبنه عن الباطل </w:t>
      </w:r>
    </w:p>
    <w:p w:rsidR="00C46C29" w:rsidRDefault="00C46C29" w:rsidP="00C46C29">
      <w:pPr>
        <w:pStyle w:val="libPoemCenter"/>
        <w:rPr>
          <w:rFonts w:hint="cs"/>
          <w:rtl/>
        </w:rPr>
      </w:pPr>
      <w:r>
        <w:rPr>
          <w:rFonts w:hint="cs"/>
          <w:rtl/>
        </w:rPr>
        <w:t xml:space="preserve">ابحكم العقل والعين شفنه الحقايق وين </w:t>
      </w:r>
    </w:p>
    <w:p w:rsidR="00C46C29" w:rsidRDefault="00C46C29" w:rsidP="00C46C29">
      <w:pPr>
        <w:pStyle w:val="libPoemCenter"/>
        <w:rPr>
          <w:rFonts w:hint="cs"/>
          <w:rtl/>
        </w:rPr>
      </w:pPr>
      <w:r>
        <w:rPr>
          <w:rFonts w:hint="cs"/>
          <w:rtl/>
        </w:rPr>
        <w:t xml:space="preserve">ومن عرفنه ابحگ هتفنه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طبع العاقل ايميِّز بين الفحم والجوهر </w:t>
      </w:r>
    </w:p>
    <w:p w:rsidR="00C46C29" w:rsidRDefault="00C46C29" w:rsidP="00C46C29">
      <w:pPr>
        <w:pStyle w:val="libPoemCenter"/>
        <w:rPr>
          <w:rFonts w:hint="cs"/>
          <w:rtl/>
        </w:rPr>
      </w:pPr>
      <w:r>
        <w:rPr>
          <w:rFonts w:hint="cs"/>
          <w:rtl/>
        </w:rPr>
        <w:t xml:space="preserve">لمسنه الخير ويه حسين وعدوانه هدفها الشر </w:t>
      </w:r>
    </w:p>
    <w:p w:rsidR="00C46C29" w:rsidRDefault="00C46C29" w:rsidP="00C46C29">
      <w:pPr>
        <w:pStyle w:val="libPoemCenter"/>
        <w:rPr>
          <w:rFonts w:hint="cs"/>
          <w:rtl/>
        </w:rPr>
      </w:pPr>
      <w:r>
        <w:rPr>
          <w:rFonts w:hint="cs"/>
          <w:rtl/>
        </w:rPr>
        <w:t xml:space="preserve">تركنه الباطل وأهله وتبعنه الأصل والمصدر </w:t>
      </w:r>
    </w:p>
    <w:p w:rsidR="00C46C29" w:rsidRDefault="00C46C29" w:rsidP="00C46C29">
      <w:pPr>
        <w:pStyle w:val="libPoemCenter"/>
        <w:rPr>
          <w:rFonts w:hint="cs"/>
          <w:rtl/>
        </w:rPr>
      </w:pPr>
      <w:r>
        <w:rPr>
          <w:rFonts w:hint="cs"/>
          <w:rtl/>
        </w:rPr>
        <w:t xml:space="preserve">وكلما تكثر الصدمات محبته بالگلب تكثر </w:t>
      </w:r>
    </w:p>
    <w:p w:rsidR="00C46C29" w:rsidRDefault="00C46C29" w:rsidP="00C46C29">
      <w:pPr>
        <w:pStyle w:val="libPoemCenter"/>
        <w:rPr>
          <w:rFonts w:hint="cs"/>
          <w:rtl/>
        </w:rPr>
      </w:pPr>
      <w:r>
        <w:rPr>
          <w:rFonts w:hint="cs"/>
          <w:rtl/>
        </w:rPr>
        <w:t xml:space="preserve">قائدنه دنيه ودين وابنهجه ملتزمين </w:t>
      </w:r>
    </w:p>
    <w:p w:rsidR="00C46C29" w:rsidRDefault="00C46C29" w:rsidP="00C46C29">
      <w:pPr>
        <w:pStyle w:val="libPoemCenter"/>
        <w:rPr>
          <w:rFonts w:hint="cs"/>
          <w:rtl/>
        </w:rPr>
      </w:pPr>
      <w:r>
        <w:rPr>
          <w:rFonts w:hint="cs"/>
          <w:rtl/>
        </w:rPr>
        <w:t xml:space="preserve">نهجه واضح خل نصارح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سفينه للنجاة حسين ومصباح الهده الزاهر </w:t>
      </w:r>
    </w:p>
    <w:p w:rsidR="00C46C29" w:rsidRDefault="00C46C29" w:rsidP="00C46C29">
      <w:pPr>
        <w:pStyle w:val="libPoemCenter"/>
        <w:rPr>
          <w:rFonts w:hint="cs"/>
          <w:rtl/>
        </w:rPr>
      </w:pPr>
      <w:r>
        <w:rPr>
          <w:rFonts w:hint="cs"/>
          <w:rtl/>
        </w:rPr>
        <w:t xml:space="preserve">واحنه ابحبه آمننه بالباطل وبالضاهر </w:t>
      </w:r>
    </w:p>
    <w:p w:rsidR="00C46C29" w:rsidRDefault="00C46C29" w:rsidP="00C46C29">
      <w:pPr>
        <w:pStyle w:val="libPoemCenter"/>
        <w:rPr>
          <w:rFonts w:hint="cs"/>
          <w:rtl/>
        </w:rPr>
      </w:pPr>
      <w:r>
        <w:rPr>
          <w:rFonts w:hint="cs"/>
          <w:rtl/>
        </w:rPr>
        <w:t xml:space="preserve">مشينه ابدربه وارخصنه نفوس لمنهجه الطاهر </w:t>
      </w:r>
    </w:p>
    <w:p w:rsidR="00C46C29" w:rsidRDefault="00C46C29" w:rsidP="00C46C29">
      <w:pPr>
        <w:pStyle w:val="libPoemCenter"/>
        <w:rPr>
          <w:rFonts w:hint="cs"/>
          <w:rtl/>
        </w:rPr>
      </w:pPr>
      <w:r>
        <w:rPr>
          <w:rFonts w:hint="cs"/>
          <w:rtl/>
        </w:rPr>
        <w:t xml:space="preserve">الماضي يشهد اعلينه مثل ما يشهد الحاضر </w:t>
      </w:r>
    </w:p>
    <w:p w:rsidR="00C46C29" w:rsidRDefault="00C46C29" w:rsidP="00C46C29">
      <w:pPr>
        <w:pStyle w:val="libPoemCenter"/>
        <w:rPr>
          <w:rFonts w:hint="cs"/>
          <w:rtl/>
        </w:rPr>
      </w:pPr>
      <w:r>
        <w:rPr>
          <w:rFonts w:hint="cs"/>
          <w:rtl/>
        </w:rPr>
        <w:t xml:space="preserve">بهذا الدرب ماشين مهما تمر اسنين </w:t>
      </w:r>
    </w:p>
    <w:p w:rsidR="00C46C29" w:rsidRDefault="00C46C29" w:rsidP="00C46C29">
      <w:pPr>
        <w:pStyle w:val="libPoemCenter"/>
        <w:rPr>
          <w:rFonts w:hint="cs"/>
          <w:rtl/>
        </w:rPr>
      </w:pPr>
      <w:r>
        <w:rPr>
          <w:rFonts w:hint="cs"/>
          <w:rtl/>
        </w:rPr>
        <w:t xml:space="preserve">نبگه نهتف كلها تعرف </w:t>
      </w:r>
    </w:p>
    <w:p w:rsidR="00C46C29" w:rsidRDefault="00C46C29" w:rsidP="00C46C29">
      <w:pPr>
        <w:pStyle w:val="libPoemCenter"/>
        <w:rPr>
          <w:rFonts w:hint="cs"/>
          <w:rtl/>
        </w:rPr>
      </w:pPr>
      <w:r>
        <w:rPr>
          <w:rFonts w:hint="cs"/>
          <w:rtl/>
        </w:rPr>
        <w:lastRenderedPageBreak/>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بضمير الأمه هالصرخه تظل اتردد باسمه </w:t>
      </w:r>
    </w:p>
    <w:p w:rsidR="00C46C29" w:rsidRDefault="00C46C29" w:rsidP="00C46C29">
      <w:pPr>
        <w:pStyle w:val="libPoemCenter"/>
        <w:rPr>
          <w:rFonts w:hint="cs"/>
          <w:rtl/>
        </w:rPr>
      </w:pPr>
      <w:r>
        <w:rPr>
          <w:rFonts w:hint="cs"/>
          <w:rtl/>
        </w:rPr>
        <w:t xml:space="preserve">بصفحه ناصعه اويه حسين نجدد عهد للخدمه </w:t>
      </w:r>
    </w:p>
    <w:p w:rsidR="00C46C29" w:rsidRDefault="00C46C29" w:rsidP="00C46C29">
      <w:pPr>
        <w:pStyle w:val="libPoemCenter"/>
        <w:rPr>
          <w:rFonts w:hint="cs"/>
          <w:rtl/>
        </w:rPr>
      </w:pPr>
      <w:r>
        <w:rPr>
          <w:rFonts w:hint="cs"/>
          <w:rtl/>
        </w:rPr>
        <w:t xml:space="preserve">مجالسنه ومنابرنه تبث العلم والحكمه </w:t>
      </w:r>
    </w:p>
    <w:p w:rsidR="00C46C29" w:rsidRDefault="00C46C29" w:rsidP="00C46C29">
      <w:pPr>
        <w:pStyle w:val="libPoemCenter"/>
        <w:rPr>
          <w:rFonts w:hint="cs"/>
          <w:rtl/>
        </w:rPr>
      </w:pPr>
      <w:r>
        <w:rPr>
          <w:rFonts w:hint="cs"/>
          <w:rtl/>
        </w:rPr>
        <w:t xml:space="preserve">هدفها العزه للاسلام هدفها الخير للأمه </w:t>
      </w:r>
    </w:p>
    <w:p w:rsidR="00C46C29" w:rsidRDefault="00C46C29" w:rsidP="00C46C29">
      <w:pPr>
        <w:pStyle w:val="libPoemCenter"/>
        <w:rPr>
          <w:rFonts w:hint="cs"/>
          <w:rtl/>
        </w:rPr>
      </w:pPr>
      <w:r>
        <w:rPr>
          <w:rFonts w:hint="cs"/>
          <w:rtl/>
        </w:rPr>
        <w:t xml:space="preserve">بهذا الهدف ماضين واعله العهد باقين </w:t>
      </w:r>
    </w:p>
    <w:p w:rsidR="00C46C29" w:rsidRDefault="00C46C29" w:rsidP="00C46C29">
      <w:pPr>
        <w:pStyle w:val="libPoemCenter"/>
        <w:rPr>
          <w:rFonts w:hint="cs"/>
          <w:rtl/>
        </w:rPr>
      </w:pPr>
      <w:r>
        <w:rPr>
          <w:rFonts w:hint="cs"/>
          <w:rtl/>
        </w:rPr>
        <w:t xml:space="preserve">من البدايه للنهايه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كيان المنبر الشامخ يوضح جوهر المعنه </w:t>
      </w:r>
    </w:p>
    <w:p w:rsidR="00C46C29" w:rsidRDefault="00C46C29" w:rsidP="00C46C29">
      <w:pPr>
        <w:pStyle w:val="libPoemCenter"/>
        <w:rPr>
          <w:rFonts w:hint="cs"/>
          <w:rtl/>
        </w:rPr>
      </w:pPr>
      <w:r>
        <w:rPr>
          <w:rFonts w:hint="cs"/>
          <w:rtl/>
        </w:rPr>
        <w:t xml:space="preserve">منبر للعدل للخير للاخلاص يجمعنه </w:t>
      </w:r>
    </w:p>
    <w:p w:rsidR="00C46C29" w:rsidRDefault="00C46C29" w:rsidP="00C46C29">
      <w:pPr>
        <w:pStyle w:val="libPoemCenter"/>
        <w:rPr>
          <w:rFonts w:hint="cs"/>
          <w:rtl/>
        </w:rPr>
      </w:pPr>
      <w:r>
        <w:rPr>
          <w:rFonts w:hint="cs"/>
          <w:rtl/>
        </w:rPr>
        <w:t xml:space="preserve">نردد منه صوت الحگ والأجيال تسمعنه </w:t>
      </w:r>
    </w:p>
    <w:p w:rsidR="00C46C29" w:rsidRDefault="00C46C29" w:rsidP="00C46C29">
      <w:pPr>
        <w:pStyle w:val="libPoemCenter"/>
        <w:rPr>
          <w:rFonts w:hint="cs"/>
          <w:rtl/>
        </w:rPr>
      </w:pPr>
      <w:r>
        <w:rPr>
          <w:rFonts w:hint="cs"/>
          <w:rtl/>
        </w:rPr>
        <w:t xml:space="preserve">ومن نذكر مصاب حسين نصيح بصوت مدمعنه </w:t>
      </w:r>
    </w:p>
    <w:p w:rsidR="00C46C29" w:rsidRDefault="00C46C29" w:rsidP="00C46C29">
      <w:pPr>
        <w:pStyle w:val="libPoemCenter"/>
        <w:rPr>
          <w:rFonts w:hint="cs"/>
          <w:rtl/>
        </w:rPr>
      </w:pPr>
      <w:r>
        <w:rPr>
          <w:rFonts w:hint="cs"/>
          <w:rtl/>
        </w:rPr>
        <w:t xml:space="preserve">لمصابه ما ناسين نجري الدمع كل حين </w:t>
      </w:r>
    </w:p>
    <w:p w:rsidR="00C46C29" w:rsidRDefault="00C46C29" w:rsidP="00C46C29">
      <w:pPr>
        <w:pStyle w:val="libPoemCenter"/>
        <w:rPr>
          <w:rFonts w:hint="cs"/>
          <w:rtl/>
        </w:rPr>
      </w:pPr>
      <w:r>
        <w:rPr>
          <w:rFonts w:hint="cs"/>
          <w:rtl/>
        </w:rPr>
        <w:t xml:space="preserve">جمره شاجر بالضماير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صور عن مصاب حسين سيل الدمع يرسمها </w:t>
      </w:r>
    </w:p>
    <w:p w:rsidR="00C46C29" w:rsidRDefault="00C46C29" w:rsidP="00C46C29">
      <w:pPr>
        <w:pStyle w:val="libPoemCenter"/>
        <w:rPr>
          <w:rFonts w:hint="cs"/>
          <w:rtl/>
        </w:rPr>
      </w:pPr>
      <w:r>
        <w:rPr>
          <w:rFonts w:hint="cs"/>
          <w:rtl/>
        </w:rPr>
        <w:t xml:space="preserve">لمن شاهد أصحابه والاخوه امخضبه ابدمها </w:t>
      </w:r>
    </w:p>
    <w:p w:rsidR="00C46C29" w:rsidRDefault="00C46C29" w:rsidP="00C46C29">
      <w:pPr>
        <w:pStyle w:val="libPoemCenter"/>
        <w:rPr>
          <w:rFonts w:hint="cs"/>
          <w:rtl/>
        </w:rPr>
      </w:pPr>
      <w:r>
        <w:rPr>
          <w:rFonts w:hint="cs"/>
          <w:rtl/>
        </w:rPr>
        <w:t xml:space="preserve">راح ابدمعته ايودِّع العيله البگت بخيمها </w:t>
      </w:r>
    </w:p>
    <w:p w:rsidR="00C46C29" w:rsidRDefault="00C46C29" w:rsidP="00C46C29">
      <w:pPr>
        <w:pStyle w:val="libPoemCenter"/>
        <w:rPr>
          <w:rFonts w:hint="cs"/>
          <w:rtl/>
        </w:rPr>
      </w:pPr>
      <w:r>
        <w:rPr>
          <w:rFonts w:hint="cs"/>
          <w:rtl/>
        </w:rPr>
        <w:t xml:space="preserve">لن ام الخدر زينب تشوف اخوتها مويمها </w:t>
      </w:r>
    </w:p>
    <w:p w:rsidR="00C46C29" w:rsidRDefault="00C46C29" w:rsidP="00C46C29">
      <w:pPr>
        <w:pStyle w:val="libPoemCenter"/>
        <w:rPr>
          <w:rFonts w:hint="cs"/>
          <w:rtl/>
        </w:rPr>
      </w:pPr>
      <w:r>
        <w:rPr>
          <w:rFonts w:hint="cs"/>
          <w:rtl/>
        </w:rPr>
        <w:t xml:space="preserve">محتاره بين اثنين بين الدهر وبين </w:t>
      </w:r>
    </w:p>
    <w:p w:rsidR="00C46C29" w:rsidRDefault="00C46C29" w:rsidP="00C46C29">
      <w:pPr>
        <w:pStyle w:val="libPoemCenter"/>
        <w:rPr>
          <w:rFonts w:hint="cs"/>
          <w:rtl/>
        </w:rPr>
      </w:pPr>
      <w:r>
        <w:rPr>
          <w:rFonts w:hint="cs"/>
          <w:rtl/>
        </w:rPr>
        <w:t xml:space="preserve">الاخوه راحت العيله صاحت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زينب صاحت بهالحال والينه الأجل يتناه </w:t>
      </w:r>
    </w:p>
    <w:p w:rsidR="00C46C29" w:rsidRDefault="00C46C29" w:rsidP="00C46C29">
      <w:pPr>
        <w:pStyle w:val="libPoemCenter"/>
        <w:rPr>
          <w:rFonts w:hint="cs"/>
          <w:rtl/>
        </w:rPr>
      </w:pPr>
      <w:r>
        <w:rPr>
          <w:rFonts w:hint="cs"/>
          <w:rtl/>
        </w:rPr>
        <w:t xml:space="preserve">ظل وحده اخويه حسين ما عنده معين اوياه </w:t>
      </w:r>
    </w:p>
    <w:p w:rsidR="00C46C29" w:rsidRDefault="00C46C29" w:rsidP="00C46C29">
      <w:pPr>
        <w:pStyle w:val="libPoemCenter"/>
        <w:rPr>
          <w:rFonts w:hint="cs"/>
          <w:rtl/>
        </w:rPr>
      </w:pPr>
      <w:r>
        <w:rPr>
          <w:rFonts w:hint="cs"/>
          <w:rtl/>
        </w:rPr>
        <w:lastRenderedPageBreak/>
        <w:t xml:space="preserve">هذا الأكبر اموذر وجاسم منخضب بدماه </w:t>
      </w:r>
    </w:p>
    <w:p w:rsidR="00C46C29" w:rsidRDefault="00C46C29" w:rsidP="00C46C29">
      <w:pPr>
        <w:pStyle w:val="libPoemCenter"/>
        <w:rPr>
          <w:rFonts w:hint="cs"/>
          <w:rtl/>
        </w:rPr>
      </w:pPr>
      <w:r>
        <w:rPr>
          <w:rFonts w:hint="cs"/>
          <w:rtl/>
        </w:rPr>
        <w:t xml:space="preserve">ويم المشرعه العباس لا يسرته ولا يمناه </w:t>
      </w:r>
    </w:p>
    <w:p w:rsidR="00C46C29" w:rsidRDefault="00C46C29" w:rsidP="00C46C29">
      <w:pPr>
        <w:pStyle w:val="libPoemCenter"/>
        <w:rPr>
          <w:rFonts w:hint="cs"/>
          <w:rtl/>
        </w:rPr>
      </w:pPr>
      <w:r>
        <w:rPr>
          <w:rFonts w:hint="cs"/>
          <w:rtl/>
        </w:rPr>
        <w:t xml:space="preserve">عالمشرعه الچفين أهل الشيم چاوين </w:t>
      </w:r>
    </w:p>
    <w:p w:rsidR="00C46C29" w:rsidRDefault="00C46C29" w:rsidP="00C46C29">
      <w:pPr>
        <w:pStyle w:val="libPoemCenter"/>
        <w:rPr>
          <w:rFonts w:hint="cs"/>
          <w:rtl/>
        </w:rPr>
      </w:pPr>
      <w:r>
        <w:rPr>
          <w:rFonts w:hint="cs"/>
          <w:rtl/>
        </w:rPr>
        <w:t xml:space="preserve">ابعيني دمعه واهلي صرعه </w:t>
      </w:r>
    </w:p>
    <w:p w:rsidR="00C46C29" w:rsidRDefault="00C46C29" w:rsidP="00C46C29">
      <w:pPr>
        <w:pStyle w:val="libPoemCenter"/>
        <w:rPr>
          <w:rFonts w:hint="cs"/>
          <w:rtl/>
        </w:rPr>
      </w:pPr>
      <w:r>
        <w:rPr>
          <w:rFonts w:hint="cs"/>
          <w:rtl/>
        </w:rPr>
        <w:t xml:space="preserve">ما عدنه غير حسين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(لندن - 1995)</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43" w:name="30"/>
      <w:bookmarkStart w:id="44" w:name="_Toc495744816"/>
      <w:r>
        <w:rPr>
          <w:rFonts w:hint="cs"/>
          <w:rtl/>
        </w:rPr>
        <w:lastRenderedPageBreak/>
        <w:t>ما أصعب الانتظار</w:t>
      </w:r>
      <w:bookmarkEnd w:id="43"/>
      <w:bookmarkEnd w:id="44"/>
      <w:r>
        <w:rPr>
          <w:rFonts w:hint="cs"/>
          <w:rtl/>
        </w:rPr>
        <w:t xml:space="preserve"> </w:t>
      </w:r>
    </w:p>
    <w:p w:rsidR="00C46C29" w:rsidRDefault="00C46C29" w:rsidP="00C46C29">
      <w:pPr>
        <w:pStyle w:val="libPoemCenter"/>
        <w:rPr>
          <w:rFonts w:hint="cs"/>
          <w:rtl/>
        </w:rPr>
      </w:pPr>
      <w:r>
        <w:rPr>
          <w:rFonts w:hint="cs"/>
          <w:rtl/>
        </w:rPr>
        <w:t xml:space="preserve">أربع بنين انطيتك سالم ترد يا ريتك </w:t>
      </w:r>
    </w:p>
    <w:p w:rsidR="00C46C29" w:rsidRDefault="00C46C29" w:rsidP="00C46C29">
      <w:pPr>
        <w:pStyle w:val="libPoemCenter"/>
        <w:rPr>
          <w:rFonts w:hint="cs"/>
          <w:rtl/>
        </w:rPr>
      </w:pPr>
      <w:r>
        <w:rPr>
          <w:rFonts w:hint="cs"/>
          <w:rtl/>
        </w:rPr>
        <w:t xml:space="preserve">عالدرب مشبوحه العين انتظر جيتك يحسين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يوم شد الراحله وبالظعن سار الحادي </w:t>
      </w:r>
    </w:p>
    <w:p w:rsidR="00C46C29" w:rsidRDefault="00C46C29" w:rsidP="00C46C29">
      <w:pPr>
        <w:pStyle w:val="libPoemCenter"/>
        <w:rPr>
          <w:rFonts w:hint="cs"/>
          <w:rtl/>
        </w:rPr>
      </w:pPr>
      <w:r>
        <w:rPr>
          <w:rFonts w:hint="cs"/>
          <w:rtl/>
        </w:rPr>
        <w:t xml:space="preserve">لليوم ما عندي خبر منك يروح الهادي </w:t>
      </w:r>
    </w:p>
    <w:p w:rsidR="00C46C29" w:rsidRDefault="00C46C29" w:rsidP="00C46C29">
      <w:pPr>
        <w:pStyle w:val="libPoemCenter"/>
        <w:rPr>
          <w:rFonts w:hint="cs"/>
          <w:rtl/>
        </w:rPr>
      </w:pPr>
      <w:r>
        <w:rPr>
          <w:rFonts w:hint="cs"/>
          <w:rtl/>
        </w:rPr>
        <w:t xml:space="preserve">عيني اعله دربك شابحه وكل ساع اهيم ابوادي </w:t>
      </w:r>
    </w:p>
    <w:p w:rsidR="00C46C29" w:rsidRDefault="00C46C29" w:rsidP="00C46C29">
      <w:pPr>
        <w:pStyle w:val="libPoemCenter"/>
        <w:rPr>
          <w:rFonts w:hint="cs"/>
          <w:rtl/>
        </w:rPr>
      </w:pPr>
      <w:r>
        <w:rPr>
          <w:rFonts w:hint="cs"/>
          <w:rtl/>
        </w:rPr>
        <w:t xml:space="preserve">أصرخ ردت سالم ترد ميهم تروح أولادي </w:t>
      </w:r>
    </w:p>
    <w:p w:rsidR="00C46C29" w:rsidRDefault="00C46C29" w:rsidP="00C46C29">
      <w:pPr>
        <w:pStyle w:val="libPoemCenter"/>
        <w:rPr>
          <w:rFonts w:hint="cs"/>
          <w:rtl/>
        </w:rPr>
      </w:pPr>
      <w:r>
        <w:rPr>
          <w:rFonts w:hint="cs"/>
          <w:rtl/>
        </w:rPr>
        <w:t xml:space="preserve">طول العمر باريتك اتفارگني ما ظنيتك </w:t>
      </w:r>
    </w:p>
    <w:p w:rsidR="00C46C29" w:rsidRDefault="00C46C29" w:rsidP="00C46C29">
      <w:pPr>
        <w:pStyle w:val="libPoemCenter"/>
        <w:rPr>
          <w:rFonts w:hint="cs"/>
          <w:rtl/>
        </w:rPr>
      </w:pPr>
      <w:r>
        <w:rPr>
          <w:rFonts w:hint="cs"/>
          <w:rtl/>
        </w:rPr>
        <w:t xml:space="preserve">شيداوي گلبي المجروح يالخذت وياك الروح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يالعشت ما بين الجفن والگلب بيك اتولع </w:t>
      </w:r>
    </w:p>
    <w:p w:rsidR="00C46C29" w:rsidRDefault="00C46C29" w:rsidP="00C46C29">
      <w:pPr>
        <w:pStyle w:val="libPoemCenter"/>
        <w:rPr>
          <w:rFonts w:hint="cs"/>
          <w:rtl/>
        </w:rPr>
      </w:pPr>
      <w:r>
        <w:rPr>
          <w:rFonts w:hint="cs"/>
          <w:rtl/>
        </w:rPr>
        <w:t xml:space="preserve">لا آنه عگبك صابره ولا آنه أجري المدمع </w:t>
      </w:r>
    </w:p>
    <w:p w:rsidR="00C46C29" w:rsidRDefault="00C46C29" w:rsidP="00C46C29">
      <w:pPr>
        <w:pStyle w:val="libPoemCenter"/>
        <w:rPr>
          <w:rFonts w:hint="cs"/>
          <w:rtl/>
        </w:rPr>
      </w:pPr>
      <w:r>
        <w:rPr>
          <w:rFonts w:hint="cs"/>
          <w:rtl/>
        </w:rPr>
        <w:t xml:space="preserve">وانذرت يوليدي نذر لو خبر منك أسمع </w:t>
      </w:r>
    </w:p>
    <w:p w:rsidR="00C46C29" w:rsidRDefault="00C46C29" w:rsidP="00C46C29">
      <w:pPr>
        <w:pStyle w:val="libPoemCenter"/>
        <w:rPr>
          <w:rFonts w:hint="cs"/>
          <w:rtl/>
        </w:rPr>
      </w:pPr>
      <w:r>
        <w:rPr>
          <w:rFonts w:hint="cs"/>
          <w:rtl/>
        </w:rPr>
        <w:t xml:space="preserve">أزرع طريق الطف ورد لو شفت ظعنك يرجع </w:t>
      </w:r>
    </w:p>
    <w:p w:rsidR="00C46C29" w:rsidRDefault="00C46C29" w:rsidP="00C46C29">
      <w:pPr>
        <w:pStyle w:val="libPoemCenter"/>
        <w:rPr>
          <w:rFonts w:hint="cs"/>
          <w:rtl/>
        </w:rPr>
      </w:pPr>
      <w:r>
        <w:rPr>
          <w:rFonts w:hint="cs"/>
          <w:rtl/>
        </w:rPr>
        <w:t xml:space="preserve">ترجع إلي اتمنيّتك واعله الدرب تانيتك </w:t>
      </w:r>
    </w:p>
    <w:p w:rsidR="00C46C29" w:rsidRDefault="00C46C29" w:rsidP="00C46C29">
      <w:pPr>
        <w:pStyle w:val="libPoemCenter"/>
        <w:rPr>
          <w:rFonts w:hint="cs"/>
          <w:rtl/>
        </w:rPr>
      </w:pPr>
      <w:r>
        <w:rPr>
          <w:rFonts w:hint="cs"/>
          <w:rtl/>
        </w:rPr>
        <w:t xml:space="preserve">أولادي راحت وياك بس إنت يصعب فرگاك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طوح الحادي ومشه أجري الدمع خلاني </w:t>
      </w:r>
    </w:p>
    <w:p w:rsidR="00C46C29" w:rsidRDefault="00C46C29" w:rsidP="00C46C29">
      <w:pPr>
        <w:pStyle w:val="libPoemCenter"/>
        <w:rPr>
          <w:rFonts w:hint="cs"/>
          <w:rtl/>
        </w:rPr>
      </w:pPr>
      <w:r>
        <w:rPr>
          <w:rFonts w:hint="cs"/>
          <w:rtl/>
        </w:rPr>
        <w:t xml:space="preserve">ما أدري يحسين اشسبب منَّك خبر ما جاني </w:t>
      </w:r>
    </w:p>
    <w:p w:rsidR="00C46C29" w:rsidRDefault="00C46C29" w:rsidP="00C46C29">
      <w:pPr>
        <w:pStyle w:val="libPoemCenter"/>
        <w:rPr>
          <w:rFonts w:hint="cs"/>
          <w:rtl/>
        </w:rPr>
      </w:pPr>
      <w:r>
        <w:rPr>
          <w:rFonts w:hint="cs"/>
          <w:rtl/>
        </w:rPr>
        <w:t xml:space="preserve">انطيتك أعز ما بالعمر وارخصت الك شبّاني </w:t>
      </w:r>
    </w:p>
    <w:p w:rsidR="00C46C29" w:rsidRDefault="00C46C29" w:rsidP="00C46C29">
      <w:pPr>
        <w:pStyle w:val="libPoemCenter"/>
        <w:rPr>
          <w:rFonts w:hint="cs"/>
          <w:rtl/>
        </w:rPr>
      </w:pPr>
      <w:r>
        <w:rPr>
          <w:rFonts w:hint="cs"/>
          <w:rtl/>
        </w:rPr>
        <w:t xml:space="preserve">دون البنين الأربعه بس اسمك اعله لساني </w:t>
      </w:r>
    </w:p>
    <w:p w:rsidR="00C46C29" w:rsidRDefault="00C46C29" w:rsidP="00C46C29">
      <w:pPr>
        <w:pStyle w:val="libPoemCenter"/>
        <w:rPr>
          <w:rFonts w:hint="cs"/>
          <w:rtl/>
        </w:rPr>
      </w:pPr>
      <w:r>
        <w:rPr>
          <w:rFonts w:hint="cs"/>
          <w:rtl/>
        </w:rPr>
        <w:t xml:space="preserve">ما لحظه يبني انسيتك واعله الفكر خليتك </w:t>
      </w:r>
    </w:p>
    <w:p w:rsidR="00C46C29" w:rsidRDefault="00C46C29" w:rsidP="00C46C29">
      <w:pPr>
        <w:pStyle w:val="libPoemCenter"/>
        <w:rPr>
          <w:rFonts w:hint="cs"/>
          <w:rtl/>
        </w:rPr>
      </w:pPr>
      <w:r>
        <w:rPr>
          <w:rFonts w:hint="cs"/>
          <w:rtl/>
        </w:rPr>
        <w:t xml:space="preserve">مهمومه واحسب أيام وعليَّه كل يوم ابعام </w:t>
      </w:r>
    </w:p>
    <w:p w:rsidR="00C46C29" w:rsidRDefault="00C46C29" w:rsidP="00C46C29">
      <w:pPr>
        <w:pStyle w:val="libPoemCenter"/>
        <w:rPr>
          <w:rFonts w:hint="cs"/>
          <w:rtl/>
        </w:rPr>
      </w:pPr>
      <w:r>
        <w:rPr>
          <w:rFonts w:hint="cs"/>
          <w:rtl/>
        </w:rPr>
        <w:lastRenderedPageBreak/>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صرت احسب أيام السفر واعله الجمر انتظرك </w:t>
      </w:r>
    </w:p>
    <w:p w:rsidR="00C46C29" w:rsidRDefault="00C46C29" w:rsidP="00C46C29">
      <w:pPr>
        <w:pStyle w:val="libPoemCenter"/>
        <w:rPr>
          <w:rFonts w:hint="cs"/>
          <w:rtl/>
        </w:rPr>
      </w:pPr>
      <w:r>
        <w:rPr>
          <w:rFonts w:hint="cs"/>
          <w:rtl/>
        </w:rPr>
        <w:t xml:space="preserve">اوياك البنين الأربعه نذرت عمرها لعمرك </w:t>
      </w:r>
    </w:p>
    <w:p w:rsidR="00C46C29" w:rsidRDefault="00C46C29" w:rsidP="00C46C29">
      <w:pPr>
        <w:pStyle w:val="libPoemCenter"/>
        <w:rPr>
          <w:rFonts w:hint="cs"/>
          <w:rtl/>
        </w:rPr>
      </w:pPr>
      <w:r>
        <w:rPr>
          <w:rFonts w:hint="cs"/>
          <w:rtl/>
        </w:rPr>
        <w:t xml:space="preserve">كل ولد من عدهم ضلع وانت الگلب اعتبرك </w:t>
      </w:r>
    </w:p>
    <w:p w:rsidR="00C46C29" w:rsidRDefault="00C46C29" w:rsidP="00C46C29">
      <w:pPr>
        <w:pStyle w:val="libPoemCenter"/>
        <w:rPr>
          <w:rFonts w:hint="cs"/>
          <w:rtl/>
        </w:rPr>
      </w:pPr>
      <w:r>
        <w:rPr>
          <w:rFonts w:hint="cs"/>
          <w:rtl/>
        </w:rPr>
        <w:t xml:space="preserve">هاي الضلوع اتحافظك لو يوم خانك دهرك </w:t>
      </w:r>
    </w:p>
    <w:p w:rsidR="00C46C29" w:rsidRDefault="00C46C29" w:rsidP="00C46C29">
      <w:pPr>
        <w:pStyle w:val="libPoemCenter"/>
        <w:rPr>
          <w:rFonts w:hint="cs"/>
          <w:rtl/>
        </w:rPr>
      </w:pPr>
      <w:r>
        <w:rPr>
          <w:rFonts w:hint="cs"/>
          <w:rtl/>
        </w:rPr>
        <w:t xml:space="preserve">بهالأربعه حاميتك وبكل أمر واسيتك </w:t>
      </w:r>
    </w:p>
    <w:p w:rsidR="00C46C29" w:rsidRDefault="00C46C29" w:rsidP="00C46C29">
      <w:pPr>
        <w:pStyle w:val="libPoemCenter"/>
        <w:rPr>
          <w:rFonts w:hint="cs"/>
          <w:rtl/>
        </w:rPr>
      </w:pPr>
      <w:r>
        <w:rPr>
          <w:rFonts w:hint="cs"/>
          <w:rtl/>
        </w:rPr>
        <w:t xml:space="preserve">انت الأمل من دنياي يا من غبت عن عيناي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اتكاثرت حسبات الفكر وحمل الصبر أتعبني </w:t>
      </w:r>
    </w:p>
    <w:p w:rsidR="00C46C29" w:rsidRDefault="00C46C29" w:rsidP="00C46C29">
      <w:pPr>
        <w:pStyle w:val="libPoemCenter"/>
        <w:rPr>
          <w:rFonts w:hint="cs"/>
          <w:rtl/>
        </w:rPr>
      </w:pPr>
      <w:r>
        <w:rPr>
          <w:rFonts w:hint="cs"/>
          <w:rtl/>
        </w:rPr>
        <w:t xml:space="preserve">ساعه اگولن بالظعن ترجع واشوفك يبني </w:t>
      </w:r>
    </w:p>
    <w:p w:rsidR="00C46C29" w:rsidRDefault="00C46C29" w:rsidP="00C46C29">
      <w:pPr>
        <w:pStyle w:val="libPoemCenter"/>
        <w:rPr>
          <w:rFonts w:hint="cs"/>
          <w:rtl/>
        </w:rPr>
      </w:pPr>
      <w:r>
        <w:rPr>
          <w:rFonts w:hint="cs"/>
          <w:rtl/>
        </w:rPr>
        <w:t xml:space="preserve">وساعه تمر حسبة حزن تهضني واتعذبني </w:t>
      </w:r>
    </w:p>
    <w:p w:rsidR="00C46C29" w:rsidRDefault="00C46C29" w:rsidP="00C46C29">
      <w:pPr>
        <w:pStyle w:val="libPoemCenter"/>
        <w:rPr>
          <w:rFonts w:hint="cs"/>
          <w:rtl/>
        </w:rPr>
      </w:pPr>
      <w:r>
        <w:rPr>
          <w:rFonts w:hint="cs"/>
          <w:rtl/>
        </w:rPr>
        <w:t xml:space="preserve">وآنه اعله هالحاله صرت كل ساعه حسبه اتذبني </w:t>
      </w:r>
    </w:p>
    <w:p w:rsidR="00C46C29" w:rsidRDefault="00C46C29" w:rsidP="00C46C29">
      <w:pPr>
        <w:pStyle w:val="libPoemCenter"/>
        <w:rPr>
          <w:rFonts w:hint="cs"/>
          <w:rtl/>
        </w:rPr>
      </w:pPr>
      <w:r>
        <w:rPr>
          <w:rFonts w:hint="cs"/>
          <w:rtl/>
        </w:rPr>
        <w:t xml:space="preserve">ابلهفة گلب ربيتك اَويه الأربعه ساويتك </w:t>
      </w:r>
    </w:p>
    <w:p w:rsidR="00C46C29" w:rsidRDefault="00C46C29" w:rsidP="00C46C29">
      <w:pPr>
        <w:pStyle w:val="libPoemCenter"/>
        <w:rPr>
          <w:rFonts w:hint="cs"/>
          <w:rtl/>
        </w:rPr>
      </w:pPr>
      <w:r>
        <w:rPr>
          <w:rFonts w:hint="cs"/>
          <w:rtl/>
        </w:rPr>
        <w:t xml:space="preserve">يالرحت عني وما جيت شلت إيدي للرب ودعيت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تنطفي وتسعر بالچبد جمرة مصابي وهظمي </w:t>
      </w:r>
    </w:p>
    <w:p w:rsidR="00C46C29" w:rsidRDefault="00C46C29" w:rsidP="00C46C29">
      <w:pPr>
        <w:pStyle w:val="libPoemCenter"/>
        <w:rPr>
          <w:rFonts w:hint="cs"/>
          <w:rtl/>
        </w:rPr>
      </w:pPr>
      <w:r>
        <w:rPr>
          <w:rFonts w:hint="cs"/>
          <w:rtl/>
        </w:rPr>
        <w:t xml:space="preserve">وهاي العليله فاطمه بالدار ظلت يمي </w:t>
      </w:r>
    </w:p>
    <w:p w:rsidR="00C46C29" w:rsidRDefault="00C46C29" w:rsidP="00C46C29">
      <w:pPr>
        <w:pStyle w:val="libPoemCenter"/>
        <w:rPr>
          <w:rFonts w:hint="cs"/>
          <w:rtl/>
        </w:rPr>
      </w:pPr>
      <w:r>
        <w:rPr>
          <w:rFonts w:hint="cs"/>
          <w:rtl/>
        </w:rPr>
        <w:t xml:space="preserve">اتشاركني لوعة فرگتك وهمها يشابه همي </w:t>
      </w:r>
    </w:p>
    <w:p w:rsidR="00C46C29" w:rsidRDefault="00C46C29" w:rsidP="00C46C29">
      <w:pPr>
        <w:pStyle w:val="libPoemCenter"/>
        <w:rPr>
          <w:rFonts w:hint="cs"/>
          <w:rtl/>
        </w:rPr>
      </w:pPr>
      <w:r>
        <w:rPr>
          <w:rFonts w:hint="cs"/>
          <w:rtl/>
        </w:rPr>
        <w:t xml:space="preserve">صاحت يهالرحت ابسفر عفت اللهيب ابجسمي </w:t>
      </w:r>
    </w:p>
    <w:p w:rsidR="00C46C29" w:rsidRDefault="00C46C29" w:rsidP="00C46C29">
      <w:pPr>
        <w:pStyle w:val="libPoemCenter"/>
        <w:rPr>
          <w:rFonts w:hint="cs"/>
          <w:rtl/>
        </w:rPr>
      </w:pPr>
      <w:r>
        <w:rPr>
          <w:rFonts w:hint="cs"/>
          <w:rtl/>
        </w:rPr>
        <w:t xml:space="preserve">وآنه بصبر تانيتك بعت العمر واَشريتك </w:t>
      </w:r>
    </w:p>
    <w:p w:rsidR="00C46C29" w:rsidRDefault="00C46C29" w:rsidP="00C46C29">
      <w:pPr>
        <w:pStyle w:val="libPoemCenter"/>
        <w:rPr>
          <w:rFonts w:hint="cs"/>
          <w:rtl/>
        </w:rPr>
      </w:pPr>
      <w:r>
        <w:rPr>
          <w:rFonts w:hint="cs"/>
          <w:rtl/>
        </w:rPr>
        <w:t xml:space="preserve">اتگابلنه والدمعه تسيح كل وحده من عدنه تصيح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يالعفت هالطفله ورحت منهو اليرد لهفتها </w:t>
      </w:r>
    </w:p>
    <w:p w:rsidR="00C46C29" w:rsidRDefault="00C46C29" w:rsidP="00C46C29">
      <w:pPr>
        <w:pStyle w:val="libPoemCenter"/>
        <w:rPr>
          <w:rFonts w:hint="cs"/>
          <w:rtl/>
        </w:rPr>
      </w:pPr>
      <w:r>
        <w:rPr>
          <w:rFonts w:hint="cs"/>
          <w:rtl/>
        </w:rPr>
        <w:t xml:space="preserve">احتاريت انوح لمحنتي أو أنحب لمحنتها </w:t>
      </w:r>
    </w:p>
    <w:p w:rsidR="00C46C29" w:rsidRDefault="00C46C29" w:rsidP="00C46C29">
      <w:pPr>
        <w:pStyle w:val="libPoemCenter"/>
        <w:rPr>
          <w:rFonts w:hint="cs"/>
          <w:rtl/>
        </w:rPr>
      </w:pPr>
      <w:r>
        <w:rPr>
          <w:rFonts w:hint="cs"/>
          <w:rtl/>
        </w:rPr>
        <w:lastRenderedPageBreak/>
        <w:t xml:space="preserve">يحسين أبد ما تختلف عن حالتي حالتها </w:t>
      </w:r>
    </w:p>
    <w:p w:rsidR="00C46C29" w:rsidRDefault="00C46C29" w:rsidP="00C46C29">
      <w:pPr>
        <w:pStyle w:val="libPoemCenter"/>
        <w:rPr>
          <w:rFonts w:hint="cs"/>
          <w:rtl/>
        </w:rPr>
      </w:pPr>
      <w:r>
        <w:rPr>
          <w:rFonts w:hint="cs"/>
          <w:rtl/>
        </w:rPr>
        <w:t xml:space="preserve">صاحت الطفله ونادتك هاك اسمع لصيحتها </w:t>
      </w:r>
    </w:p>
    <w:p w:rsidR="00C46C29" w:rsidRDefault="00C46C29" w:rsidP="00C46C29">
      <w:pPr>
        <w:pStyle w:val="libPoemCenter"/>
        <w:rPr>
          <w:rFonts w:hint="cs"/>
          <w:rtl/>
        </w:rPr>
      </w:pPr>
      <w:r>
        <w:rPr>
          <w:rFonts w:hint="cs"/>
          <w:rtl/>
        </w:rPr>
        <w:t xml:space="preserve">يا بويه موحش بيتك اتطول السفر مدريتك </w:t>
      </w:r>
    </w:p>
    <w:p w:rsidR="00C46C29" w:rsidRDefault="00C46C29" w:rsidP="00C46C29">
      <w:pPr>
        <w:pStyle w:val="libPoemCenter"/>
        <w:rPr>
          <w:rFonts w:hint="cs"/>
          <w:rtl/>
        </w:rPr>
      </w:pPr>
      <w:r>
        <w:rPr>
          <w:rFonts w:hint="cs"/>
          <w:rtl/>
        </w:rPr>
        <w:t xml:space="preserve">اخلافك بگيت بهالحال والگلب ناداك وگال </w:t>
      </w:r>
    </w:p>
    <w:p w:rsidR="00C46C29" w:rsidRDefault="00C46C29" w:rsidP="00C46C29">
      <w:pPr>
        <w:pStyle w:val="libPoemCenter"/>
        <w:rPr>
          <w:rFonts w:hint="cs"/>
          <w:rtl/>
        </w:rPr>
      </w:pPr>
      <w:r>
        <w:rPr>
          <w:rFonts w:hint="cs"/>
          <w:rtl/>
        </w:rPr>
        <w:t xml:space="preserve">سالم ترد يا ريتك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45" w:name="31"/>
      <w:bookmarkStart w:id="46" w:name="_Toc495744817"/>
      <w:r>
        <w:rPr>
          <w:rFonts w:hint="cs"/>
          <w:rtl/>
        </w:rPr>
        <w:lastRenderedPageBreak/>
        <w:t>فن الجناس</w:t>
      </w:r>
      <w:bookmarkEnd w:id="45"/>
      <w:bookmarkEnd w:id="46"/>
      <w:r>
        <w:rPr>
          <w:rFonts w:hint="cs"/>
          <w:rtl/>
        </w:rPr>
        <w:t xml:space="preserve"> </w:t>
      </w:r>
    </w:p>
    <w:p w:rsidR="00C46C29" w:rsidRDefault="00C46C29" w:rsidP="00C46C29">
      <w:pPr>
        <w:pStyle w:val="libPoemCenter"/>
        <w:rPr>
          <w:rFonts w:hint="cs"/>
          <w:rtl/>
        </w:rPr>
      </w:pPr>
      <w:r>
        <w:rPr>
          <w:rFonts w:hint="cs"/>
          <w:rtl/>
        </w:rPr>
        <w:t xml:space="preserve">عليله وفكري محتار يبويه موحشه الدار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يبويه الروح مفجوعه ولابت وبگيت أسحن مرار الصبر والهم </w:t>
      </w:r>
    </w:p>
    <w:p w:rsidR="00C46C29" w:rsidRDefault="00C46C29" w:rsidP="00C46C29">
      <w:pPr>
        <w:pStyle w:val="libPoemCenter"/>
        <w:rPr>
          <w:rFonts w:hint="cs"/>
          <w:rtl/>
        </w:rPr>
      </w:pPr>
      <w:r>
        <w:rPr>
          <w:rFonts w:hint="cs"/>
          <w:rtl/>
        </w:rPr>
        <w:t xml:space="preserve">دليلي اتگطع وما ظل ولا بت هلي راحوا عليهم أحن والهم </w:t>
      </w:r>
    </w:p>
    <w:p w:rsidR="00C46C29" w:rsidRDefault="00C46C29" w:rsidP="00C46C29">
      <w:pPr>
        <w:pStyle w:val="libPoemCenter"/>
        <w:rPr>
          <w:rFonts w:hint="cs"/>
          <w:rtl/>
        </w:rPr>
      </w:pPr>
      <w:r>
        <w:rPr>
          <w:rFonts w:hint="cs"/>
          <w:rtl/>
        </w:rPr>
        <w:t xml:space="preserve">لا والد مثل حالط، ولا بت مثل حالي، وحملت الهظم والهم </w:t>
      </w:r>
    </w:p>
    <w:p w:rsidR="00C46C29" w:rsidRDefault="00C46C29" w:rsidP="00C46C29">
      <w:pPr>
        <w:pStyle w:val="libPoemCenter"/>
        <w:rPr>
          <w:rFonts w:hint="cs"/>
          <w:rtl/>
        </w:rPr>
      </w:pPr>
      <w:r>
        <w:rPr>
          <w:rFonts w:hint="cs"/>
          <w:rtl/>
        </w:rPr>
        <w:t xml:space="preserve">دليلي اتسجَّر ابنار أنوحن ليل وانهار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اهلالك غاب يا مظلوم ماتم الهظم لاحت اهلالته وهلها </w:t>
      </w:r>
    </w:p>
    <w:p w:rsidR="00C46C29" w:rsidRDefault="00C46C29" w:rsidP="00C46C29">
      <w:pPr>
        <w:pStyle w:val="libPoemCenter"/>
        <w:rPr>
          <w:rFonts w:hint="cs"/>
          <w:rtl/>
        </w:rPr>
      </w:pPr>
      <w:r>
        <w:rPr>
          <w:rFonts w:hint="cs"/>
          <w:rtl/>
        </w:rPr>
        <w:t xml:space="preserve">عليك انصبت وسط الگلب ماتم واسيل ادموعي لمصابك وهلها </w:t>
      </w:r>
    </w:p>
    <w:p w:rsidR="00C46C29" w:rsidRDefault="00C46C29" w:rsidP="00C46C29">
      <w:pPr>
        <w:pStyle w:val="libPoemCenter"/>
        <w:rPr>
          <w:rFonts w:hint="cs"/>
          <w:rtl/>
        </w:rPr>
      </w:pPr>
      <w:r>
        <w:rPr>
          <w:rFonts w:hint="cs"/>
          <w:rtl/>
        </w:rPr>
        <w:t xml:space="preserve">كل والي وأخو بهالدار ماتم اشحال التفگد اخوتها وهلها </w:t>
      </w:r>
    </w:p>
    <w:p w:rsidR="00C46C29" w:rsidRDefault="00C46C29" w:rsidP="00C46C29">
      <w:pPr>
        <w:pStyle w:val="libPoemCenter"/>
        <w:rPr>
          <w:rFonts w:hint="cs"/>
          <w:rtl/>
        </w:rPr>
      </w:pPr>
      <w:r>
        <w:rPr>
          <w:rFonts w:hint="cs"/>
          <w:rtl/>
        </w:rPr>
        <w:t xml:space="preserve">عگب اهلي الدهر جار مرض وهموم واكدار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منك ما بعد جيَّه ومرَّه أخط اعله الگلب حزني وسايل </w:t>
      </w:r>
    </w:p>
    <w:p w:rsidR="00C46C29" w:rsidRDefault="00C46C29" w:rsidP="00C46C29">
      <w:pPr>
        <w:pStyle w:val="libPoemCenter"/>
        <w:rPr>
          <w:rFonts w:hint="cs"/>
          <w:rtl/>
        </w:rPr>
      </w:pPr>
      <w:r>
        <w:rPr>
          <w:rFonts w:hint="cs"/>
          <w:rtl/>
        </w:rPr>
        <w:t xml:space="preserve">شفت بعدك شدد صعبه ومرَّه وأناشد عنك الوادم وسايل </w:t>
      </w:r>
    </w:p>
    <w:p w:rsidR="00C46C29" w:rsidRDefault="00C46C29" w:rsidP="00C46C29">
      <w:pPr>
        <w:pStyle w:val="libPoemCenter"/>
        <w:rPr>
          <w:rFonts w:hint="cs"/>
          <w:rtl/>
        </w:rPr>
      </w:pPr>
      <w:r>
        <w:rPr>
          <w:rFonts w:hint="cs"/>
          <w:rtl/>
        </w:rPr>
        <w:t xml:space="preserve">مره ادموعي امسحها ومرَّه أصب الدمع لفراگك وسايل </w:t>
      </w:r>
    </w:p>
    <w:p w:rsidR="00C46C29" w:rsidRDefault="00C46C29" w:rsidP="00C46C29">
      <w:pPr>
        <w:pStyle w:val="libPoemCenter"/>
        <w:rPr>
          <w:rFonts w:hint="cs"/>
          <w:rtl/>
        </w:rPr>
      </w:pPr>
      <w:r>
        <w:rPr>
          <w:rFonts w:hint="cs"/>
          <w:rtl/>
        </w:rPr>
        <w:t xml:space="preserve">عگب غيبة الأنوار اصب الدمع مدرار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زماني اخلاف ولياني ولاني إلى مهجه انفنت إلهم واليروح </w:t>
      </w:r>
    </w:p>
    <w:p w:rsidR="00C46C29" w:rsidRDefault="00C46C29" w:rsidP="00C46C29">
      <w:pPr>
        <w:pStyle w:val="libPoemCenter"/>
        <w:rPr>
          <w:rFonts w:hint="cs"/>
          <w:rtl/>
        </w:rPr>
      </w:pPr>
      <w:r>
        <w:rPr>
          <w:rFonts w:hint="cs"/>
          <w:rtl/>
        </w:rPr>
        <w:t xml:space="preserve">الحزن غيّر وصف وجهي ولاني عليهم وانشد اليرجع واليروح </w:t>
      </w:r>
    </w:p>
    <w:p w:rsidR="00C46C29" w:rsidRDefault="00C46C29" w:rsidP="00C46C29">
      <w:pPr>
        <w:pStyle w:val="libPoemCenter"/>
        <w:rPr>
          <w:rFonts w:hint="cs"/>
          <w:rtl/>
        </w:rPr>
      </w:pPr>
      <w:r>
        <w:rPr>
          <w:rFonts w:hint="cs"/>
          <w:rtl/>
        </w:rPr>
        <w:t xml:space="preserve">لاني اعله الصبر أگدر ولاني أگدر أحمل اصوابي واليروح </w:t>
      </w:r>
    </w:p>
    <w:p w:rsidR="00C46C29" w:rsidRDefault="00C46C29" w:rsidP="00C46C29">
      <w:pPr>
        <w:pStyle w:val="libPoemCenter"/>
        <w:rPr>
          <w:rFonts w:hint="cs"/>
          <w:rtl/>
        </w:rPr>
      </w:pPr>
      <w:r>
        <w:rPr>
          <w:rFonts w:hint="cs"/>
          <w:rtl/>
        </w:rPr>
        <w:t xml:space="preserve">يبويه اشصار ما صار بگيت اتنطر اخبار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لون تحسب محن گلبي تراكم أعد همومي واتحيّر بعدها </w:t>
      </w:r>
    </w:p>
    <w:p w:rsidR="00C46C29" w:rsidRDefault="00C46C29" w:rsidP="00C46C29">
      <w:pPr>
        <w:pStyle w:val="libPoemCenter"/>
        <w:rPr>
          <w:rFonts w:hint="cs"/>
          <w:rtl/>
        </w:rPr>
      </w:pPr>
      <w:r>
        <w:rPr>
          <w:rFonts w:hint="cs"/>
          <w:rtl/>
        </w:rPr>
        <w:t xml:space="preserve">الحزن عالگلب يا بويه تراكم وبعدها الروح تنتطَّر بعدها </w:t>
      </w:r>
    </w:p>
    <w:p w:rsidR="00C46C29" w:rsidRDefault="00C46C29" w:rsidP="00C46C29">
      <w:pPr>
        <w:pStyle w:val="libPoemCenter"/>
        <w:rPr>
          <w:rFonts w:hint="cs"/>
          <w:rtl/>
        </w:rPr>
      </w:pPr>
      <w:r>
        <w:rPr>
          <w:rFonts w:hint="cs"/>
          <w:rtl/>
        </w:rPr>
        <w:t xml:space="preserve">بعد ما اصدِّگ عيوني تراكم وزماني اوجوهكم عني بعدها </w:t>
      </w:r>
    </w:p>
    <w:p w:rsidR="00C46C29" w:rsidRDefault="00C46C29" w:rsidP="00C46C29">
      <w:pPr>
        <w:pStyle w:val="libPoemCenter"/>
        <w:rPr>
          <w:rFonts w:hint="cs"/>
          <w:rtl/>
        </w:rPr>
      </w:pPr>
      <w:r>
        <w:rPr>
          <w:rFonts w:hint="cs"/>
          <w:rtl/>
        </w:rPr>
        <w:t xml:space="preserve">شفت ظعن الأهل سار اخذ أهلي والانصار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اشداد الصبر مني انگطع ونحيل وزماني ايطشر افكاري ولمها </w:t>
      </w:r>
    </w:p>
    <w:p w:rsidR="00C46C29" w:rsidRDefault="00C46C29" w:rsidP="00C46C29">
      <w:pPr>
        <w:pStyle w:val="libPoemCenter"/>
        <w:rPr>
          <w:rFonts w:hint="cs"/>
          <w:rtl/>
        </w:rPr>
      </w:pPr>
      <w:r>
        <w:rPr>
          <w:rFonts w:hint="cs"/>
          <w:rtl/>
        </w:rPr>
        <w:t xml:space="preserve">ناديت الگلب من تون ونحيل اشحال المالها والد ولمها </w:t>
      </w:r>
    </w:p>
    <w:p w:rsidR="00C46C29" w:rsidRDefault="00C46C29" w:rsidP="00C46C29">
      <w:pPr>
        <w:pStyle w:val="libPoemCenter"/>
        <w:rPr>
          <w:rFonts w:hint="cs"/>
          <w:rtl/>
        </w:rPr>
      </w:pPr>
      <w:r>
        <w:rPr>
          <w:rFonts w:hint="cs"/>
          <w:rtl/>
        </w:rPr>
        <w:t xml:space="preserve">عليله وضعف مني الجسم ونحيل يبويه وعلّتي زايد ولمها </w:t>
      </w:r>
    </w:p>
    <w:p w:rsidR="00C46C29" w:rsidRDefault="00C46C29" w:rsidP="00C46C29">
      <w:pPr>
        <w:pStyle w:val="libPoemCenter"/>
        <w:rPr>
          <w:rFonts w:hint="cs"/>
          <w:rtl/>
        </w:rPr>
      </w:pPr>
      <w:r>
        <w:rPr>
          <w:rFonts w:hint="cs"/>
          <w:rtl/>
        </w:rPr>
        <w:t xml:space="preserve">بعد ما ظلت افكار حزينه وحيلي منهار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العتب شيفيد ما أعتب ولالام وجمر عتبي ابمراعي الچبد يرعه </w:t>
      </w:r>
    </w:p>
    <w:p w:rsidR="00C46C29" w:rsidRDefault="00C46C29" w:rsidP="00C46C29">
      <w:pPr>
        <w:pStyle w:val="libPoemCenter"/>
        <w:rPr>
          <w:rFonts w:hint="cs"/>
          <w:rtl/>
        </w:rPr>
      </w:pPr>
      <w:r>
        <w:rPr>
          <w:rFonts w:hint="cs"/>
          <w:rtl/>
        </w:rPr>
        <w:t xml:space="preserve">الدهر فرّّق شمل أهلي ولالام راح الچان الي بهالدار يرعه </w:t>
      </w:r>
    </w:p>
    <w:p w:rsidR="00C46C29" w:rsidRDefault="00C46C29" w:rsidP="00C46C29">
      <w:pPr>
        <w:pStyle w:val="libPoemCenter"/>
        <w:rPr>
          <w:rFonts w:hint="cs"/>
          <w:rtl/>
        </w:rPr>
      </w:pPr>
      <w:r>
        <w:rPr>
          <w:rFonts w:hint="cs"/>
          <w:rtl/>
        </w:rPr>
        <w:t xml:space="preserve">مهجتي بالمرض ترزح والآلام وكلسا أجرع من الموت يرعه </w:t>
      </w:r>
    </w:p>
    <w:p w:rsidR="00C46C29" w:rsidRDefault="00C46C29" w:rsidP="00C46C29">
      <w:pPr>
        <w:pStyle w:val="libPoemCenter"/>
        <w:rPr>
          <w:rFonts w:hint="cs"/>
          <w:rtl/>
        </w:rPr>
      </w:pPr>
      <w:r>
        <w:rPr>
          <w:rFonts w:hint="cs"/>
          <w:rtl/>
        </w:rPr>
        <w:t xml:space="preserve">علَي چف الأجل شار بعد شتشوف الأنظار </w:t>
      </w:r>
    </w:p>
    <w:p w:rsidR="00C46C29" w:rsidRDefault="00C46C29" w:rsidP="00C46C29">
      <w:pPr>
        <w:pStyle w:val="libPoemCenter"/>
        <w:rPr>
          <w:rFonts w:hint="cs"/>
          <w:rtl/>
        </w:rPr>
      </w:pPr>
      <w:r>
        <w:rPr>
          <w:rFonts w:hint="cs"/>
          <w:rtl/>
        </w:rPr>
        <w:t xml:space="preserve">يبويه موحشه الدار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(استوكهولم - 1993م)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47" w:name="32"/>
      <w:bookmarkStart w:id="48" w:name="_Toc495744818"/>
      <w:r>
        <w:rPr>
          <w:rFonts w:hint="cs"/>
          <w:rtl/>
        </w:rPr>
        <w:lastRenderedPageBreak/>
        <w:t>النصر أو الشهادة</w:t>
      </w:r>
      <w:bookmarkEnd w:id="47"/>
      <w:bookmarkEnd w:id="48"/>
      <w:r>
        <w:rPr>
          <w:rFonts w:hint="cs"/>
          <w:rtl/>
        </w:rPr>
        <w:t xml:space="preserve"> </w:t>
      </w:r>
    </w:p>
    <w:p w:rsidR="00C46C29" w:rsidRDefault="00C46C29" w:rsidP="00C46C29">
      <w:pPr>
        <w:pStyle w:val="libPoemCenter"/>
        <w:rPr>
          <w:rFonts w:hint="cs"/>
          <w:rtl/>
        </w:rPr>
      </w:pPr>
      <w:r>
        <w:rPr>
          <w:rFonts w:hint="cs"/>
          <w:rtl/>
        </w:rPr>
        <w:t xml:space="preserve">انصارك احنه اوياك شنهو العمر لولاك </w:t>
      </w:r>
    </w:p>
    <w:p w:rsidR="00C46C29" w:rsidRDefault="00C46C29" w:rsidP="00C46C29">
      <w:pPr>
        <w:pStyle w:val="libPoemCenter"/>
        <w:rPr>
          <w:rFonts w:hint="cs"/>
          <w:rtl/>
        </w:rPr>
      </w:pPr>
      <w:r>
        <w:rPr>
          <w:rFonts w:hint="cs"/>
          <w:rtl/>
        </w:rPr>
        <w:t xml:space="preserve">ما يهمنه ننطي دمنه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يحسين احنه صار سنين هذا اليوم ننتظره </w:t>
      </w:r>
    </w:p>
    <w:p w:rsidR="00C46C29" w:rsidRDefault="00C46C29" w:rsidP="00C46C29">
      <w:pPr>
        <w:pStyle w:val="libPoemCenter"/>
        <w:rPr>
          <w:rFonts w:hint="cs"/>
          <w:rtl/>
        </w:rPr>
      </w:pPr>
      <w:r>
        <w:rPr>
          <w:rFonts w:hint="cs"/>
          <w:rtl/>
        </w:rPr>
        <w:t xml:space="preserve">نتأمل يبو الأحرار تعلن عالفتن ثوره </w:t>
      </w:r>
    </w:p>
    <w:p w:rsidR="00C46C29" w:rsidRDefault="00C46C29" w:rsidP="00C46C29">
      <w:pPr>
        <w:pStyle w:val="libPoemCenter"/>
        <w:rPr>
          <w:rFonts w:hint="cs"/>
          <w:rtl/>
        </w:rPr>
      </w:pPr>
      <w:r>
        <w:rPr>
          <w:rFonts w:hint="cs"/>
          <w:rtl/>
        </w:rPr>
        <w:t xml:space="preserve">واحنه اعله الوعد جينه باراده ساميه وحره </w:t>
      </w:r>
    </w:p>
    <w:p w:rsidR="00C46C29" w:rsidRDefault="00C46C29" w:rsidP="00C46C29">
      <w:pPr>
        <w:pStyle w:val="libPoemCenter"/>
        <w:rPr>
          <w:rFonts w:hint="cs"/>
          <w:rtl/>
        </w:rPr>
      </w:pPr>
      <w:r>
        <w:rPr>
          <w:rFonts w:hint="cs"/>
          <w:rtl/>
        </w:rPr>
        <w:t xml:space="preserve">من قدرتك نستلهم روح العزم والقدره </w:t>
      </w:r>
    </w:p>
    <w:p w:rsidR="00C46C29" w:rsidRDefault="00C46C29" w:rsidP="00C46C29">
      <w:pPr>
        <w:pStyle w:val="libPoemCenter"/>
        <w:rPr>
          <w:rFonts w:hint="cs"/>
          <w:rtl/>
        </w:rPr>
      </w:pPr>
      <w:r>
        <w:rPr>
          <w:rFonts w:hint="cs"/>
          <w:rtl/>
        </w:rPr>
        <w:t xml:space="preserve">ابلهفة گلب جيناك للثوره بايعناك </w:t>
      </w:r>
    </w:p>
    <w:p w:rsidR="00C46C29" w:rsidRDefault="00C46C29" w:rsidP="00C46C29">
      <w:pPr>
        <w:pStyle w:val="libPoemCenter"/>
        <w:rPr>
          <w:rFonts w:hint="cs"/>
          <w:rtl/>
        </w:rPr>
      </w:pPr>
      <w:r>
        <w:rPr>
          <w:rFonts w:hint="cs"/>
          <w:rtl/>
        </w:rPr>
        <w:t xml:space="preserve">يا سندنه انته عدنه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جينه غصب يحسين جينه بكل ارادتنه </w:t>
      </w:r>
    </w:p>
    <w:p w:rsidR="00C46C29" w:rsidRDefault="00C46C29" w:rsidP="00C46C29">
      <w:pPr>
        <w:pStyle w:val="libPoemCenter"/>
        <w:rPr>
          <w:rFonts w:hint="cs"/>
          <w:rtl/>
        </w:rPr>
      </w:pPr>
      <w:r>
        <w:rPr>
          <w:rFonts w:hint="cs"/>
          <w:rtl/>
        </w:rPr>
        <w:t xml:space="preserve">نبايع وبدمانه نريد نكتب عهد بيعتنه </w:t>
      </w:r>
    </w:p>
    <w:p w:rsidR="00C46C29" w:rsidRDefault="00C46C29" w:rsidP="00C46C29">
      <w:pPr>
        <w:pStyle w:val="libPoemCenter"/>
        <w:rPr>
          <w:rFonts w:hint="cs"/>
          <w:rtl/>
        </w:rPr>
      </w:pPr>
      <w:r>
        <w:rPr>
          <w:rFonts w:hint="cs"/>
          <w:rtl/>
        </w:rPr>
        <w:t xml:space="preserve">نعيش ابذله لو عفناك حيث اوياك عزتنه </w:t>
      </w:r>
    </w:p>
    <w:p w:rsidR="00C46C29" w:rsidRDefault="00C46C29" w:rsidP="00C46C29">
      <w:pPr>
        <w:pStyle w:val="libPoemCenter"/>
        <w:rPr>
          <w:rFonts w:hint="cs"/>
          <w:rtl/>
        </w:rPr>
      </w:pPr>
      <w:r>
        <w:rPr>
          <w:rFonts w:hint="cs"/>
          <w:rtl/>
        </w:rPr>
        <w:t xml:space="preserve">تثبيت الجبل ثبتت مبادئنه وعقيدته </w:t>
      </w:r>
    </w:p>
    <w:p w:rsidR="00C46C29" w:rsidRDefault="00C46C29" w:rsidP="00C46C29">
      <w:pPr>
        <w:pStyle w:val="libPoemCenter"/>
        <w:rPr>
          <w:rFonts w:hint="cs"/>
          <w:rtl/>
        </w:rPr>
      </w:pPr>
      <w:r>
        <w:rPr>
          <w:rFonts w:hint="cs"/>
          <w:rtl/>
        </w:rPr>
        <w:t xml:space="preserve">قائدنه واتبعناك كعبة وفه اعرفناك </w:t>
      </w:r>
    </w:p>
    <w:p w:rsidR="00C46C29" w:rsidRDefault="00C46C29" w:rsidP="00C46C29">
      <w:pPr>
        <w:pStyle w:val="libPoemCenter"/>
        <w:rPr>
          <w:rFonts w:hint="cs"/>
          <w:rtl/>
        </w:rPr>
      </w:pPr>
      <w:r>
        <w:rPr>
          <w:rFonts w:hint="cs"/>
          <w:rtl/>
        </w:rPr>
        <w:t xml:space="preserve">يا فخرنه بكل عمرنه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چانت مظلمه الدنيه ونتامل بصيص النور </w:t>
      </w:r>
    </w:p>
    <w:p w:rsidR="00C46C29" w:rsidRDefault="00C46C29" w:rsidP="00C46C29">
      <w:pPr>
        <w:pStyle w:val="libPoemCenter"/>
        <w:rPr>
          <w:rFonts w:hint="cs"/>
          <w:rtl/>
        </w:rPr>
      </w:pPr>
      <w:r>
        <w:rPr>
          <w:rFonts w:hint="cs"/>
          <w:rtl/>
        </w:rPr>
        <w:t xml:space="preserve">حين اسمعنه صوتك صاح لا للظلم لا للجور </w:t>
      </w:r>
    </w:p>
    <w:p w:rsidR="00C46C29" w:rsidRDefault="00C46C29" w:rsidP="00C46C29">
      <w:pPr>
        <w:pStyle w:val="libPoemCenter"/>
        <w:rPr>
          <w:rFonts w:hint="cs"/>
          <w:rtl/>
        </w:rPr>
      </w:pPr>
      <w:r>
        <w:rPr>
          <w:rFonts w:hint="cs"/>
          <w:rtl/>
        </w:rPr>
        <w:t xml:space="preserve">عفنه كل حلايلنه وعفنه الأهل عفنه الدور </w:t>
      </w:r>
    </w:p>
    <w:p w:rsidR="00C46C29" w:rsidRDefault="00C46C29" w:rsidP="00C46C29">
      <w:pPr>
        <w:pStyle w:val="libPoemCenter"/>
        <w:rPr>
          <w:rFonts w:hint="cs"/>
          <w:rtl/>
        </w:rPr>
      </w:pPr>
      <w:r>
        <w:rPr>
          <w:rFonts w:hint="cs"/>
          <w:rtl/>
        </w:rPr>
        <w:t xml:space="preserve">شنهي الروح شنهو الدم نرخصلك مهج ونحور </w:t>
      </w:r>
    </w:p>
    <w:p w:rsidR="00C46C29" w:rsidRDefault="00C46C29" w:rsidP="00C46C29">
      <w:pPr>
        <w:pStyle w:val="libPoemCenter"/>
        <w:rPr>
          <w:rFonts w:hint="cs"/>
          <w:rtl/>
        </w:rPr>
      </w:pPr>
      <w:r>
        <w:rPr>
          <w:rFonts w:hint="cs"/>
          <w:rtl/>
        </w:rPr>
        <w:t xml:space="preserve">هاك المناحر هاك خل تجري گبل ادماك </w:t>
      </w:r>
    </w:p>
    <w:p w:rsidR="00C46C29" w:rsidRDefault="00C46C29" w:rsidP="00C46C29">
      <w:pPr>
        <w:pStyle w:val="libPoemCenter"/>
        <w:rPr>
          <w:rFonts w:hint="cs"/>
          <w:rtl/>
        </w:rPr>
      </w:pPr>
      <w:r>
        <w:rPr>
          <w:rFonts w:hint="cs"/>
          <w:rtl/>
        </w:rPr>
        <w:t xml:space="preserve">خلها تجري وانته تدري </w:t>
      </w:r>
    </w:p>
    <w:p w:rsidR="00C46C29" w:rsidRDefault="00C46C29" w:rsidP="00C46C29">
      <w:pPr>
        <w:pStyle w:val="libPoemCenter"/>
        <w:rPr>
          <w:rFonts w:hint="cs"/>
          <w:rtl/>
        </w:rPr>
      </w:pPr>
      <w:r>
        <w:rPr>
          <w:rFonts w:hint="cs"/>
          <w:rtl/>
        </w:rPr>
        <w:lastRenderedPageBreak/>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وگفوا وگفة الأبطال زهير وعابس ونافع </w:t>
      </w:r>
    </w:p>
    <w:p w:rsidR="00C46C29" w:rsidRDefault="00C46C29" w:rsidP="00C46C29">
      <w:pPr>
        <w:pStyle w:val="libPoemCenter"/>
        <w:rPr>
          <w:rFonts w:hint="cs"/>
          <w:rtl/>
        </w:rPr>
      </w:pPr>
      <w:r>
        <w:rPr>
          <w:rFonts w:hint="cs"/>
          <w:rtl/>
        </w:rPr>
        <w:t xml:space="preserve">صاحوا الف موته نموت نرضه وعنك اندافع </w:t>
      </w:r>
    </w:p>
    <w:p w:rsidR="00C46C29" w:rsidRDefault="00C46C29" w:rsidP="00C46C29">
      <w:pPr>
        <w:pStyle w:val="libPoemCenter"/>
        <w:rPr>
          <w:rFonts w:hint="cs"/>
          <w:rtl/>
        </w:rPr>
      </w:pPr>
      <w:r>
        <w:rPr>
          <w:rFonts w:hint="cs"/>
          <w:rtl/>
        </w:rPr>
        <w:t xml:space="preserve">هذي معركه ومفتوح باب التضحيه الواسع </w:t>
      </w:r>
    </w:p>
    <w:p w:rsidR="00C46C29" w:rsidRDefault="00C46C29" w:rsidP="00C46C29">
      <w:pPr>
        <w:pStyle w:val="libPoemCenter"/>
        <w:rPr>
          <w:rFonts w:hint="cs"/>
          <w:rtl/>
        </w:rPr>
      </w:pPr>
      <w:r>
        <w:rPr>
          <w:rFonts w:hint="cs"/>
          <w:rtl/>
        </w:rPr>
        <w:t xml:space="preserve">واحنه الما يهمنه الموت خل يسمع الما سامع </w:t>
      </w:r>
    </w:p>
    <w:p w:rsidR="00C46C29" w:rsidRDefault="00C46C29" w:rsidP="00C46C29">
      <w:pPr>
        <w:pStyle w:val="libPoemCenter"/>
        <w:rPr>
          <w:rFonts w:hint="cs"/>
          <w:rtl/>
        </w:rPr>
      </w:pPr>
      <w:r>
        <w:rPr>
          <w:rFonts w:hint="cs"/>
          <w:rtl/>
        </w:rPr>
        <w:t xml:space="preserve">كل العمر يفداك هاي المهج تهواك </w:t>
      </w:r>
    </w:p>
    <w:p w:rsidR="00C46C29" w:rsidRDefault="00C46C29" w:rsidP="00C46C29">
      <w:pPr>
        <w:pStyle w:val="libPoemCenter"/>
        <w:rPr>
          <w:rFonts w:hint="cs"/>
          <w:rtl/>
        </w:rPr>
      </w:pPr>
      <w:r>
        <w:rPr>
          <w:rFonts w:hint="cs"/>
          <w:rtl/>
        </w:rPr>
        <w:t xml:space="preserve">خل نشارك بالمعارك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واتعنه حبيب ايصيح اريد الرخصه من عندك </w:t>
      </w:r>
    </w:p>
    <w:p w:rsidR="00C46C29" w:rsidRDefault="00C46C29" w:rsidP="00C46C29">
      <w:pPr>
        <w:pStyle w:val="libPoemCenter"/>
        <w:rPr>
          <w:rFonts w:hint="cs"/>
          <w:rtl/>
        </w:rPr>
      </w:pPr>
      <w:r>
        <w:rPr>
          <w:rFonts w:hint="cs"/>
          <w:rtl/>
        </w:rPr>
        <w:t xml:space="preserve">أدخل للحرب يحسين وارفع راسي يم جدك </w:t>
      </w:r>
    </w:p>
    <w:p w:rsidR="00C46C29" w:rsidRDefault="00C46C29" w:rsidP="00C46C29">
      <w:pPr>
        <w:pStyle w:val="libPoemCenter"/>
        <w:rPr>
          <w:rFonts w:hint="cs"/>
          <w:rtl/>
        </w:rPr>
      </w:pPr>
      <w:r>
        <w:rPr>
          <w:rFonts w:hint="cs"/>
          <w:rtl/>
        </w:rPr>
        <w:t xml:space="preserve">يا ريت العمر لا طال شنهو العمر من بعدك </w:t>
      </w:r>
    </w:p>
    <w:p w:rsidR="00C46C29" w:rsidRDefault="00C46C29" w:rsidP="00C46C29">
      <w:pPr>
        <w:pStyle w:val="libPoemCenter"/>
        <w:rPr>
          <w:rFonts w:hint="cs"/>
          <w:rtl/>
        </w:rPr>
      </w:pPr>
      <w:r>
        <w:rPr>
          <w:rFonts w:hint="cs"/>
          <w:rtl/>
        </w:rPr>
        <w:t xml:space="preserve">سبعين الف بالميدان شنوا هالحرب ضدك </w:t>
      </w:r>
    </w:p>
    <w:p w:rsidR="00C46C29" w:rsidRDefault="00C46C29" w:rsidP="00C46C29">
      <w:pPr>
        <w:pStyle w:val="libPoemCenter"/>
        <w:rPr>
          <w:rFonts w:hint="cs"/>
          <w:rtl/>
        </w:rPr>
      </w:pPr>
      <w:r>
        <w:rPr>
          <w:rFonts w:hint="cs"/>
          <w:rtl/>
        </w:rPr>
        <w:t xml:space="preserve">متهمني گوم اعداك گبلك أضحي اهناك </w:t>
      </w:r>
    </w:p>
    <w:p w:rsidR="00C46C29" w:rsidRDefault="00C46C29" w:rsidP="00C46C29">
      <w:pPr>
        <w:pStyle w:val="libPoemCenter"/>
        <w:rPr>
          <w:rFonts w:hint="cs"/>
          <w:rtl/>
        </w:rPr>
      </w:pPr>
      <w:r>
        <w:rPr>
          <w:rFonts w:hint="cs"/>
          <w:rtl/>
        </w:rPr>
        <w:t xml:space="preserve">هذي فرصه انطيني رخصه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اخذوا رخصه من حسين ودخلوا للوغه ابهمه </w:t>
      </w:r>
    </w:p>
    <w:p w:rsidR="00C46C29" w:rsidRDefault="00C46C29" w:rsidP="00C46C29">
      <w:pPr>
        <w:pStyle w:val="libPoemCenter"/>
        <w:rPr>
          <w:rFonts w:hint="cs"/>
          <w:rtl/>
        </w:rPr>
      </w:pPr>
      <w:r>
        <w:rPr>
          <w:rFonts w:hint="cs"/>
          <w:rtl/>
        </w:rPr>
        <w:t xml:space="preserve">واحد بعد واحد راح يرخص للهدف دمه </w:t>
      </w:r>
    </w:p>
    <w:p w:rsidR="00C46C29" w:rsidRDefault="00C46C29" w:rsidP="00C46C29">
      <w:pPr>
        <w:pStyle w:val="libPoemCenter"/>
        <w:rPr>
          <w:rFonts w:hint="cs"/>
          <w:rtl/>
        </w:rPr>
      </w:pPr>
      <w:r>
        <w:rPr>
          <w:rFonts w:hint="cs"/>
          <w:rtl/>
        </w:rPr>
        <w:t xml:space="preserve">يا فارس يشوفه ايطيح يروح ابن النبي يمه </w:t>
      </w:r>
    </w:p>
    <w:p w:rsidR="00C46C29" w:rsidRDefault="00C46C29" w:rsidP="00C46C29">
      <w:pPr>
        <w:pStyle w:val="libPoemCenter"/>
        <w:rPr>
          <w:rFonts w:hint="cs"/>
          <w:rtl/>
        </w:rPr>
      </w:pPr>
      <w:r>
        <w:rPr>
          <w:rFonts w:hint="cs"/>
          <w:rtl/>
        </w:rPr>
        <w:t xml:space="preserve">يغسل بالدمع جرحه ويجلي الترب عن جسمه </w:t>
      </w:r>
    </w:p>
    <w:p w:rsidR="00C46C29" w:rsidRDefault="00C46C29" w:rsidP="00C46C29">
      <w:pPr>
        <w:pStyle w:val="libPoemCenter"/>
        <w:rPr>
          <w:rFonts w:hint="cs"/>
          <w:rtl/>
        </w:rPr>
      </w:pPr>
      <w:r>
        <w:rPr>
          <w:rFonts w:hint="cs"/>
          <w:rtl/>
        </w:rPr>
        <w:t xml:space="preserve">وايگلَّه ما أنساك يم جدي راح الگاك </w:t>
      </w:r>
    </w:p>
    <w:p w:rsidR="00C46C29" w:rsidRDefault="00C46C29" w:rsidP="00C46C29">
      <w:pPr>
        <w:pStyle w:val="libPoemCenter"/>
        <w:rPr>
          <w:rFonts w:hint="cs"/>
          <w:rtl/>
        </w:rPr>
      </w:pPr>
      <w:r>
        <w:rPr>
          <w:rFonts w:hint="cs"/>
          <w:rtl/>
        </w:rPr>
        <w:t xml:space="preserve">ومن تخضبت ابدمها كتبت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ضحت صفوة انصاره وضحت كل بني عدنان </w:t>
      </w:r>
    </w:p>
    <w:p w:rsidR="00C46C29" w:rsidRDefault="00C46C29" w:rsidP="00C46C29">
      <w:pPr>
        <w:pStyle w:val="libPoemCenter"/>
        <w:rPr>
          <w:rFonts w:hint="cs"/>
          <w:rtl/>
        </w:rPr>
      </w:pPr>
      <w:r>
        <w:rPr>
          <w:rFonts w:hint="cs"/>
          <w:rtl/>
        </w:rPr>
        <w:t xml:space="preserve">ظل حايره وحيد حسين لا ناصر ولا عوّان </w:t>
      </w:r>
    </w:p>
    <w:p w:rsidR="00C46C29" w:rsidRDefault="00C46C29" w:rsidP="00C46C29">
      <w:pPr>
        <w:pStyle w:val="libPoemCenter"/>
        <w:rPr>
          <w:rFonts w:hint="cs"/>
          <w:rtl/>
        </w:rPr>
      </w:pPr>
      <w:r>
        <w:rPr>
          <w:rFonts w:hint="cs"/>
          <w:rtl/>
        </w:rPr>
        <w:lastRenderedPageBreak/>
        <w:t xml:space="preserve">صار يحشم الانصار يحاچي الجثث بالميدان </w:t>
      </w:r>
    </w:p>
    <w:p w:rsidR="00C46C29" w:rsidRDefault="00C46C29" w:rsidP="00C46C29">
      <w:pPr>
        <w:pStyle w:val="libPoemCenter"/>
        <w:rPr>
          <w:rFonts w:hint="cs"/>
          <w:rtl/>
        </w:rPr>
      </w:pPr>
      <w:r>
        <w:rPr>
          <w:rFonts w:hint="cs"/>
          <w:rtl/>
        </w:rPr>
        <w:t xml:space="preserve">ولمن سمعت أصواته غدت تتحرَّك الأبدان </w:t>
      </w:r>
    </w:p>
    <w:p w:rsidR="00C46C29" w:rsidRDefault="00C46C29" w:rsidP="00C46C29">
      <w:pPr>
        <w:pStyle w:val="libPoemCenter"/>
        <w:rPr>
          <w:rFonts w:hint="cs"/>
          <w:rtl/>
        </w:rPr>
      </w:pPr>
      <w:r>
        <w:rPr>
          <w:rFonts w:hint="cs"/>
          <w:rtl/>
        </w:rPr>
        <w:t xml:space="preserve">يا نافع ارد انخاك يا عابس اترجاك </w:t>
      </w:r>
    </w:p>
    <w:p w:rsidR="00C46C29" w:rsidRDefault="00C46C29" w:rsidP="00C46C29">
      <w:pPr>
        <w:pStyle w:val="libPoemCenter"/>
        <w:rPr>
          <w:rFonts w:hint="cs"/>
          <w:rtl/>
        </w:rPr>
      </w:pPr>
      <w:r>
        <w:rPr>
          <w:rFonts w:hint="cs"/>
          <w:rtl/>
        </w:rPr>
        <w:t xml:space="preserve">وسفه رحتوا ياللي صحتوا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رجع لمخيمه لاچن يجر ثقل الحزن وياه </w:t>
      </w:r>
    </w:p>
    <w:p w:rsidR="00C46C29" w:rsidRDefault="00C46C29" w:rsidP="00C46C29">
      <w:pPr>
        <w:pStyle w:val="libPoemCenter"/>
        <w:rPr>
          <w:rFonts w:hint="cs"/>
          <w:rtl/>
        </w:rPr>
      </w:pPr>
      <w:r>
        <w:rPr>
          <w:rFonts w:hint="cs"/>
          <w:rtl/>
        </w:rPr>
        <w:t xml:space="preserve">يريد ايودع اعياله ويفارگها بدمع عيناه </w:t>
      </w:r>
    </w:p>
    <w:p w:rsidR="00C46C29" w:rsidRDefault="00C46C29" w:rsidP="00C46C29">
      <w:pPr>
        <w:pStyle w:val="libPoemCenter"/>
        <w:rPr>
          <w:rFonts w:hint="cs"/>
          <w:rtl/>
        </w:rPr>
      </w:pPr>
      <w:r>
        <w:rPr>
          <w:rFonts w:hint="cs"/>
          <w:rtl/>
        </w:rPr>
        <w:t xml:space="preserve">ودعها وطلع غضبان شاهر صارمه بيمناه </w:t>
      </w:r>
    </w:p>
    <w:p w:rsidR="00C46C29" w:rsidRDefault="00C46C29" w:rsidP="00C46C29">
      <w:pPr>
        <w:pStyle w:val="libPoemCenter"/>
        <w:rPr>
          <w:rFonts w:hint="cs"/>
          <w:rtl/>
        </w:rPr>
      </w:pPr>
      <w:r>
        <w:rPr>
          <w:rFonts w:hint="cs"/>
          <w:rtl/>
        </w:rPr>
        <w:t xml:space="preserve">عگب ما أتعب الفرسان لن وحي الأجل ناداه </w:t>
      </w:r>
    </w:p>
    <w:p w:rsidR="00C46C29" w:rsidRDefault="00C46C29" w:rsidP="00C46C29">
      <w:pPr>
        <w:pStyle w:val="libPoemCenter"/>
        <w:rPr>
          <w:rFonts w:hint="cs"/>
          <w:rtl/>
        </w:rPr>
      </w:pPr>
      <w:r>
        <w:rPr>
          <w:rFonts w:hint="cs"/>
          <w:rtl/>
        </w:rPr>
        <w:t xml:space="preserve">ناعي الحزن ينعاك وشچم گلب ناداك </w:t>
      </w:r>
    </w:p>
    <w:p w:rsidR="00C46C29" w:rsidRDefault="00C46C29" w:rsidP="00C46C29">
      <w:pPr>
        <w:pStyle w:val="libPoemCenter"/>
        <w:rPr>
          <w:rFonts w:hint="cs"/>
          <w:rtl/>
        </w:rPr>
      </w:pPr>
      <w:r>
        <w:rPr>
          <w:rFonts w:hint="cs"/>
          <w:rtl/>
        </w:rPr>
        <w:t xml:space="preserve">يالعفتنه اوياك اخذنه </w:t>
      </w:r>
    </w:p>
    <w:p w:rsidR="00C46C29" w:rsidRDefault="00C46C29" w:rsidP="00C46C29">
      <w:pPr>
        <w:pStyle w:val="libPoemCenter"/>
        <w:rPr>
          <w:rFonts w:hint="cs"/>
          <w:rtl/>
        </w:rPr>
      </w:pPr>
      <w:r>
        <w:rPr>
          <w:rFonts w:hint="cs"/>
          <w:rtl/>
        </w:rPr>
        <w:t xml:space="preserve">شنهو العمر لولاك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(طهران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Pr>
      </w:pPr>
      <w:bookmarkStart w:id="49" w:name="_Toc495744819"/>
      <w:r>
        <w:rPr>
          <w:rFonts w:hint="cs"/>
          <w:rtl/>
        </w:rPr>
        <w:lastRenderedPageBreak/>
        <w:t>يا أبا الفضل</w:t>
      </w:r>
      <w:bookmarkEnd w:id="49"/>
      <w:r>
        <w:rPr>
          <w:rFonts w:hint="cs"/>
          <w:rtl/>
        </w:rPr>
        <w:t xml:space="preserve"> </w:t>
      </w:r>
    </w:p>
    <w:p w:rsidR="00C46C29" w:rsidRDefault="00C46C29" w:rsidP="00C46C29">
      <w:pPr>
        <w:pStyle w:val="libPoemCenter"/>
        <w:rPr>
          <w:rFonts w:hint="cs"/>
          <w:rtl/>
        </w:rPr>
      </w:pPr>
      <w:r>
        <w:rPr>
          <w:rFonts w:hint="cs"/>
          <w:rtl/>
        </w:rPr>
        <w:t xml:space="preserve">تصرخ اطفال وخدّر ليش الكفيل اتأخَّر </w:t>
      </w:r>
    </w:p>
    <w:p w:rsidR="00C46C29" w:rsidRDefault="00C46C29" w:rsidP="00C46C29">
      <w:pPr>
        <w:pStyle w:val="libPoemCenter"/>
        <w:rPr>
          <w:rFonts w:hint="cs"/>
          <w:rtl/>
        </w:rPr>
      </w:pPr>
      <w:r>
        <w:rPr>
          <w:rFonts w:hint="cs"/>
          <w:rtl/>
        </w:rPr>
        <w:t xml:space="preserve">واتحيَّرت يابا الفضل كل ساعه ينشدني طفل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آنه اختك لصوب النهر صرخة حزن أرفعها صرخه وأظن تسمعها </w:t>
      </w:r>
    </w:p>
    <w:p w:rsidR="00C46C29" w:rsidRDefault="00C46C29" w:rsidP="00C46C29">
      <w:pPr>
        <w:pStyle w:val="libPoemCenter"/>
        <w:rPr>
          <w:rFonts w:hint="cs"/>
          <w:rtl/>
        </w:rPr>
      </w:pPr>
      <w:r>
        <w:rPr>
          <w:rFonts w:hint="cs"/>
          <w:rtl/>
        </w:rPr>
        <w:t xml:space="preserve">عباس عندك عايله جور الدهر ضيعها وجمر العطش لوَّعها </w:t>
      </w:r>
    </w:p>
    <w:p w:rsidR="00C46C29" w:rsidRDefault="00C46C29" w:rsidP="00C46C29">
      <w:pPr>
        <w:pStyle w:val="libPoemCenter"/>
        <w:rPr>
          <w:rFonts w:hint="cs"/>
          <w:rtl/>
        </w:rPr>
      </w:pPr>
      <w:r>
        <w:rPr>
          <w:rFonts w:hint="cs"/>
          <w:rtl/>
        </w:rPr>
        <w:t xml:space="preserve">عطشانه تشرب بالدمع والدمع ما ينفعها مهما كثر مدمعها </w:t>
      </w:r>
    </w:p>
    <w:p w:rsidR="00C46C29" w:rsidRDefault="00C46C29" w:rsidP="00C46C29">
      <w:pPr>
        <w:pStyle w:val="libPoemCenter"/>
        <w:rPr>
          <w:rFonts w:hint="cs"/>
          <w:rtl/>
        </w:rPr>
      </w:pPr>
      <w:r>
        <w:rPr>
          <w:rFonts w:hint="cs"/>
          <w:rtl/>
        </w:rPr>
        <w:t xml:space="preserve">ريتك يخويه تحضر بعينك تشوف المنظر </w:t>
      </w:r>
    </w:p>
    <w:p w:rsidR="00C46C29" w:rsidRDefault="00C46C29" w:rsidP="00C46C29">
      <w:pPr>
        <w:pStyle w:val="libPoemCenter"/>
        <w:rPr>
          <w:rFonts w:hint="cs"/>
          <w:rtl/>
        </w:rPr>
      </w:pPr>
      <w:r>
        <w:rPr>
          <w:rFonts w:hint="cs"/>
          <w:rtl/>
        </w:rPr>
        <w:t xml:space="preserve">أطفال ظلت حايمه تنشدني من حر الظمه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اشرحلك اخبار العطش واشخلفت نيرانه بالعايله العطشانه </w:t>
      </w:r>
    </w:p>
    <w:p w:rsidR="00C46C29" w:rsidRDefault="00C46C29" w:rsidP="00C46C29">
      <w:pPr>
        <w:pStyle w:val="libPoemCenter"/>
        <w:rPr>
          <w:rFonts w:hint="cs"/>
          <w:rtl/>
        </w:rPr>
      </w:pPr>
      <w:r>
        <w:rPr>
          <w:rFonts w:hint="cs"/>
          <w:rtl/>
        </w:rPr>
        <w:t xml:space="preserve">بالخيمه شفت اول طفل يابس يخويه السانه واتغيرت ألوانه </w:t>
      </w:r>
    </w:p>
    <w:p w:rsidR="00C46C29" w:rsidRDefault="00C46C29" w:rsidP="00C46C29">
      <w:pPr>
        <w:pStyle w:val="libPoemCenter"/>
        <w:rPr>
          <w:rFonts w:hint="cs"/>
          <w:rtl/>
        </w:rPr>
      </w:pPr>
      <w:r>
        <w:rPr>
          <w:rFonts w:hint="cs"/>
          <w:rtl/>
        </w:rPr>
        <w:t xml:space="preserve">وثاني طفل عنك نشد ليش الگمر ينسانه ونشرب دمع خلانه </w:t>
      </w:r>
    </w:p>
    <w:p w:rsidR="00C46C29" w:rsidRDefault="00C46C29" w:rsidP="00C46C29">
      <w:pPr>
        <w:pStyle w:val="libPoemCenter"/>
        <w:rPr>
          <w:rFonts w:hint="cs"/>
          <w:rtl/>
        </w:rPr>
      </w:pPr>
      <w:r>
        <w:rPr>
          <w:rFonts w:hint="cs"/>
          <w:rtl/>
        </w:rPr>
        <w:t xml:space="preserve">وثالث طفل يتحسر واعله الدرب يتنظّر </w:t>
      </w:r>
    </w:p>
    <w:p w:rsidR="00C46C29" w:rsidRDefault="00C46C29" w:rsidP="00C46C29">
      <w:pPr>
        <w:pStyle w:val="libPoemCenter"/>
        <w:rPr>
          <w:rFonts w:hint="cs"/>
          <w:rtl/>
        </w:rPr>
      </w:pPr>
      <w:r>
        <w:rPr>
          <w:rFonts w:hint="cs"/>
          <w:rtl/>
        </w:rPr>
        <w:t xml:space="preserve">ينشدني يا عمه اشعجب طال الوعد شنهو السبب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يابا الفضل رابع طفل حيرني بالطف امره ريتك يخويه اتنظره </w:t>
      </w:r>
    </w:p>
    <w:p w:rsidR="00C46C29" w:rsidRDefault="00C46C29" w:rsidP="00C46C29">
      <w:pPr>
        <w:pStyle w:val="libPoemCenter"/>
        <w:rPr>
          <w:rFonts w:hint="cs"/>
          <w:rtl/>
        </w:rPr>
      </w:pPr>
      <w:r>
        <w:rPr>
          <w:rFonts w:hint="cs"/>
          <w:rtl/>
        </w:rPr>
        <w:t xml:space="preserve">هالطفل صار امن العطش عالگاع يفرش صدره كل ظنه تطفه الجمره </w:t>
      </w:r>
    </w:p>
    <w:p w:rsidR="00C46C29" w:rsidRDefault="00C46C29" w:rsidP="00C46C29">
      <w:pPr>
        <w:pStyle w:val="libPoemCenter"/>
        <w:rPr>
          <w:rFonts w:hint="cs"/>
          <w:rtl/>
        </w:rPr>
      </w:pPr>
      <w:r>
        <w:rPr>
          <w:rFonts w:hint="cs"/>
          <w:rtl/>
        </w:rPr>
        <w:t xml:space="preserve">ويگوم مسرع من يحس بهذا التراب وحَرَّه ويعتب بصوت العبره </w:t>
      </w:r>
    </w:p>
    <w:p w:rsidR="00C46C29" w:rsidRDefault="00C46C29" w:rsidP="00C46C29">
      <w:pPr>
        <w:pStyle w:val="libPoemCenter"/>
        <w:rPr>
          <w:rFonts w:hint="cs"/>
          <w:rtl/>
        </w:rPr>
      </w:pPr>
      <w:r>
        <w:rPr>
          <w:rFonts w:hint="cs"/>
          <w:rtl/>
        </w:rPr>
        <w:t xml:space="preserve">ظامي ولسانه اتفطّر وحتى الحچي ما يظهر </w:t>
      </w:r>
    </w:p>
    <w:p w:rsidR="00C46C29" w:rsidRDefault="00C46C29" w:rsidP="00C46C29">
      <w:pPr>
        <w:pStyle w:val="libPoemCenter"/>
        <w:rPr>
          <w:rFonts w:hint="cs"/>
          <w:rtl/>
        </w:rPr>
      </w:pPr>
      <w:r>
        <w:rPr>
          <w:rFonts w:hint="cs"/>
          <w:rtl/>
        </w:rPr>
        <w:t xml:space="preserve">ايحاچيني بلسان الدمع ما يدري بينه بياوضع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وخامس طفل يابا الفضل ما عنده صوت ايرفعه ولا يحچي حتى انسمعه </w:t>
      </w:r>
    </w:p>
    <w:p w:rsidR="00C46C29" w:rsidRDefault="00C46C29" w:rsidP="00C46C29">
      <w:pPr>
        <w:pStyle w:val="libPoemCenter"/>
        <w:rPr>
          <w:rFonts w:hint="cs"/>
          <w:rtl/>
        </w:rPr>
      </w:pPr>
      <w:r>
        <w:rPr>
          <w:rFonts w:hint="cs"/>
          <w:rtl/>
        </w:rPr>
        <w:lastRenderedPageBreak/>
        <w:t xml:space="preserve">محنيه أمه اعله المهد للطفل تنظر وضعه تريد لطفلها اترضعه </w:t>
      </w:r>
    </w:p>
    <w:p w:rsidR="00C46C29" w:rsidRDefault="00C46C29" w:rsidP="00C46C29">
      <w:pPr>
        <w:pStyle w:val="libPoemCenter"/>
        <w:rPr>
          <w:rFonts w:hint="cs"/>
          <w:rtl/>
        </w:rPr>
      </w:pPr>
      <w:r>
        <w:rPr>
          <w:rFonts w:hint="cs"/>
          <w:rtl/>
        </w:rPr>
        <w:t xml:space="preserve">يابس ثديها ونادته هاك ارضع امن الدمعه عمك بعد شيرجعه </w:t>
      </w:r>
    </w:p>
    <w:p w:rsidR="00C46C29" w:rsidRDefault="00C46C29" w:rsidP="00C46C29">
      <w:pPr>
        <w:pStyle w:val="libPoemCenter"/>
        <w:rPr>
          <w:rFonts w:hint="cs"/>
          <w:rtl/>
        </w:rPr>
      </w:pPr>
      <w:r>
        <w:rPr>
          <w:rFonts w:hint="cs"/>
          <w:rtl/>
        </w:rPr>
        <w:t xml:space="preserve">چبد الطفل ظل يسعر وبيا صبر يتصبر </w:t>
      </w:r>
    </w:p>
    <w:p w:rsidR="00C46C29" w:rsidRDefault="00C46C29" w:rsidP="00C46C29">
      <w:pPr>
        <w:pStyle w:val="libPoemCenter"/>
        <w:rPr>
          <w:rFonts w:hint="cs"/>
          <w:rtl/>
        </w:rPr>
      </w:pPr>
      <w:r>
        <w:rPr>
          <w:rFonts w:hint="cs"/>
          <w:rtl/>
        </w:rPr>
        <w:t xml:space="preserve">حتى الرضيع البالمهد عنك يبو فاضل نشد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والنوب طفله امدوهنه ومحتاره وگفت يمي زيدت حزني وهمي </w:t>
      </w:r>
    </w:p>
    <w:p w:rsidR="00C46C29" w:rsidRDefault="00C46C29" w:rsidP="00C46C29">
      <w:pPr>
        <w:pStyle w:val="libPoemCenter"/>
        <w:rPr>
          <w:rFonts w:hint="cs"/>
          <w:rtl/>
        </w:rPr>
      </w:pPr>
      <w:r>
        <w:rPr>
          <w:rFonts w:hint="cs"/>
          <w:rtl/>
        </w:rPr>
        <w:t xml:space="preserve">اتناشدني عنك يا گمر يا ساعه يرجع عمي والعطش ذوب جسمي </w:t>
      </w:r>
    </w:p>
    <w:p w:rsidR="00C46C29" w:rsidRDefault="00C46C29" w:rsidP="00C46C29">
      <w:pPr>
        <w:pStyle w:val="libPoemCenter"/>
        <w:rPr>
          <w:rFonts w:hint="cs"/>
          <w:rtl/>
        </w:rPr>
      </w:pPr>
      <w:r>
        <w:rPr>
          <w:rFonts w:hint="cs"/>
          <w:rtl/>
        </w:rPr>
        <w:t xml:space="preserve">عطشانه خلاني ومشه يا لوعتني ويا هظمي شيداوي گلبي المدمي </w:t>
      </w:r>
    </w:p>
    <w:p w:rsidR="00C46C29" w:rsidRDefault="00C46C29" w:rsidP="00C46C29">
      <w:pPr>
        <w:pStyle w:val="libPoemCenter"/>
        <w:rPr>
          <w:rFonts w:hint="cs"/>
          <w:rtl/>
        </w:rPr>
      </w:pPr>
      <w:r>
        <w:rPr>
          <w:rFonts w:hint="cs"/>
          <w:rtl/>
        </w:rPr>
        <w:t xml:space="preserve">گلبي انجرح واتوجَّر واعله الصبر ما أگدر </w:t>
      </w:r>
    </w:p>
    <w:p w:rsidR="00C46C29" w:rsidRDefault="00C46C29" w:rsidP="00C46C29">
      <w:pPr>
        <w:pStyle w:val="libPoemCenter"/>
        <w:rPr>
          <w:rFonts w:hint="cs"/>
          <w:rtl/>
        </w:rPr>
      </w:pPr>
      <w:r>
        <w:rPr>
          <w:rFonts w:hint="cs"/>
          <w:rtl/>
        </w:rPr>
        <w:t xml:space="preserve">خلاني عمي ابهالأمل ما أدري شنهو اللي حصل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عباس وآنه من الصبر عگبك تغير حالي كل ساعه حسبه ابّالي </w:t>
      </w:r>
    </w:p>
    <w:p w:rsidR="00C46C29" w:rsidRDefault="00C46C29" w:rsidP="00C46C29">
      <w:pPr>
        <w:pStyle w:val="libPoemCenter"/>
        <w:rPr>
          <w:rFonts w:hint="cs"/>
          <w:rtl/>
        </w:rPr>
      </w:pPr>
      <w:r>
        <w:rPr>
          <w:rFonts w:hint="cs"/>
          <w:rtl/>
        </w:rPr>
        <w:t xml:space="preserve">ساعه يصورلي الأمل بالماي تتعنالي وترتوي گلوب اطفالي </w:t>
      </w:r>
    </w:p>
    <w:p w:rsidR="00C46C29" w:rsidRDefault="00C46C29" w:rsidP="00C46C29">
      <w:pPr>
        <w:pStyle w:val="libPoemCenter"/>
        <w:rPr>
          <w:rFonts w:hint="cs"/>
          <w:rtl/>
        </w:rPr>
      </w:pPr>
      <w:r>
        <w:rPr>
          <w:rFonts w:hint="cs"/>
          <w:rtl/>
        </w:rPr>
        <w:t xml:space="preserve">وساعه يصور لي القدر جسمك صريع اگبالي واصرخ فگدنه الوالي </w:t>
      </w:r>
    </w:p>
    <w:p w:rsidR="00C46C29" w:rsidRDefault="00C46C29" w:rsidP="00C46C29">
      <w:pPr>
        <w:pStyle w:val="libPoemCenter"/>
        <w:rPr>
          <w:rFonts w:hint="cs"/>
          <w:rtl/>
        </w:rPr>
      </w:pPr>
      <w:r>
        <w:rPr>
          <w:rFonts w:hint="cs"/>
          <w:rtl/>
        </w:rPr>
        <w:t xml:space="preserve">تاه الفكر واتحير يا حاله بالطف تظهر </w:t>
      </w:r>
    </w:p>
    <w:p w:rsidR="00C46C29" w:rsidRDefault="00C46C29" w:rsidP="00C46C29">
      <w:pPr>
        <w:pStyle w:val="libPoemCenter"/>
        <w:rPr>
          <w:rFonts w:hint="cs"/>
          <w:rtl/>
        </w:rPr>
      </w:pPr>
      <w:r>
        <w:rPr>
          <w:rFonts w:hint="cs"/>
          <w:rtl/>
        </w:rPr>
        <w:t xml:space="preserve">ضجت اعيالك بالخيم تنشدني اطفال وحرم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يابا الفضل گلبي علم لمخيمك ما ترجع چنك طحت بالمصرع </w:t>
      </w:r>
    </w:p>
    <w:p w:rsidR="00C46C29" w:rsidRDefault="00C46C29" w:rsidP="00C46C29">
      <w:pPr>
        <w:pStyle w:val="libPoemCenter"/>
        <w:rPr>
          <w:rFonts w:hint="cs"/>
          <w:rtl/>
        </w:rPr>
      </w:pPr>
      <w:r>
        <w:rPr>
          <w:rFonts w:hint="cs"/>
          <w:rtl/>
        </w:rPr>
        <w:t xml:space="preserve">وحين اعتنيتك للنهر شفتك يخويه امگطع وگلبي عليك اتصدع </w:t>
      </w:r>
    </w:p>
    <w:p w:rsidR="00C46C29" w:rsidRDefault="00C46C29" w:rsidP="00C46C29">
      <w:pPr>
        <w:pStyle w:val="libPoemCenter"/>
        <w:rPr>
          <w:rFonts w:hint="cs"/>
          <w:rtl/>
        </w:rPr>
      </w:pPr>
      <w:r>
        <w:rPr>
          <w:rFonts w:hint="cs"/>
          <w:rtl/>
        </w:rPr>
        <w:t xml:space="preserve">طحت اعله جسمك وامزجت دمك وفيض المدمع يابا الفضل هاك اسمع </w:t>
      </w:r>
    </w:p>
    <w:p w:rsidR="00C46C29" w:rsidRDefault="00C46C29" w:rsidP="00C46C29">
      <w:pPr>
        <w:pStyle w:val="libPoemCenter"/>
        <w:rPr>
          <w:rFonts w:hint="cs"/>
          <w:rtl/>
        </w:rPr>
      </w:pPr>
      <w:r>
        <w:rPr>
          <w:rFonts w:hint="cs"/>
          <w:rtl/>
        </w:rPr>
        <w:t xml:space="preserve">جيتك يضنوة حيدر شفتك صريع اموذر </w:t>
      </w:r>
    </w:p>
    <w:p w:rsidR="00C46C29" w:rsidRDefault="00C46C29" w:rsidP="00C46C29">
      <w:pPr>
        <w:pStyle w:val="libPoemCenter"/>
        <w:rPr>
          <w:rFonts w:hint="cs"/>
          <w:rtl/>
        </w:rPr>
      </w:pPr>
      <w:r>
        <w:rPr>
          <w:rFonts w:hint="cs"/>
          <w:rtl/>
        </w:rPr>
        <w:t xml:space="preserve">من جيت للشاطي وشفت ناديت هسّاع اعرفت </w:t>
      </w:r>
    </w:p>
    <w:p w:rsidR="00C46C29" w:rsidRDefault="00C46C29" w:rsidP="00C46C29">
      <w:pPr>
        <w:pStyle w:val="libPoemCenter"/>
        <w:rPr>
          <w:rFonts w:hint="cs"/>
          <w:rtl/>
        </w:rPr>
      </w:pPr>
      <w:r>
        <w:rPr>
          <w:rFonts w:hint="cs"/>
          <w:rtl/>
        </w:rPr>
        <w:t xml:space="preserve">ليش الكفيل اتأخَّر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lastRenderedPageBreak/>
        <w:br w:type="page"/>
      </w:r>
    </w:p>
    <w:p w:rsidR="00C46C29" w:rsidRDefault="00C46C29" w:rsidP="00C46C29">
      <w:pPr>
        <w:pStyle w:val="Heading2Center"/>
        <w:rPr>
          <w:rFonts w:hint="cs"/>
          <w:rtl/>
        </w:rPr>
      </w:pPr>
      <w:bookmarkStart w:id="50" w:name="34"/>
      <w:bookmarkStart w:id="51" w:name="_Toc495744820"/>
      <w:r>
        <w:rPr>
          <w:rFonts w:hint="cs"/>
          <w:rtl/>
        </w:rPr>
        <w:lastRenderedPageBreak/>
        <w:t>بين الشموع والدموع</w:t>
      </w:r>
      <w:bookmarkEnd w:id="50"/>
      <w:bookmarkEnd w:id="51"/>
      <w:r>
        <w:rPr>
          <w:rFonts w:hint="cs"/>
          <w:rtl/>
        </w:rPr>
        <w:t xml:space="preserve"> </w:t>
      </w:r>
    </w:p>
    <w:p w:rsidR="00C46C29" w:rsidRDefault="00C46C29" w:rsidP="00C46C29">
      <w:pPr>
        <w:pStyle w:val="libPoemCenter"/>
        <w:rPr>
          <w:rFonts w:hint="cs"/>
          <w:rtl/>
        </w:rPr>
      </w:pPr>
      <w:r>
        <w:rPr>
          <w:rFonts w:hint="cs"/>
          <w:rtl/>
        </w:rPr>
        <w:t xml:space="preserve">ما أدري أعلگ شمعتك لو أجري دمعة عيني </w:t>
      </w:r>
    </w:p>
    <w:p w:rsidR="00C46C29" w:rsidRDefault="00C46C29" w:rsidP="00C46C29">
      <w:pPr>
        <w:pStyle w:val="libPoemCenter"/>
        <w:rPr>
          <w:rFonts w:hint="cs"/>
          <w:rtl/>
        </w:rPr>
      </w:pPr>
      <w:r>
        <w:rPr>
          <w:rFonts w:hint="cs"/>
          <w:rtl/>
        </w:rPr>
        <w:t xml:space="preserve">بين الشمع بين الدمع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التسرني شوفتك يا ضوه عيون الربتك </w:t>
      </w:r>
    </w:p>
    <w:p w:rsidR="00C46C29" w:rsidRDefault="00C46C29" w:rsidP="00C46C29">
      <w:pPr>
        <w:pStyle w:val="libPoemCenter"/>
        <w:rPr>
          <w:rFonts w:hint="cs"/>
          <w:rtl/>
        </w:rPr>
      </w:pPr>
      <w:r>
        <w:rPr>
          <w:rFonts w:hint="cs"/>
          <w:rtl/>
        </w:rPr>
        <w:t xml:space="preserve">چنت احسب سنين العمر وانتظر ساعة زفتك </w:t>
      </w:r>
    </w:p>
    <w:p w:rsidR="00C46C29" w:rsidRDefault="00C46C29" w:rsidP="00C46C29">
      <w:pPr>
        <w:pStyle w:val="libPoemCenter"/>
        <w:rPr>
          <w:rFonts w:hint="cs"/>
          <w:rtl/>
        </w:rPr>
      </w:pPr>
      <w:r>
        <w:rPr>
          <w:rFonts w:hint="cs"/>
          <w:rtl/>
        </w:rPr>
        <w:t xml:space="preserve">حانت الساعه وشاهدت بالخيمه نصبوا حوفتك </w:t>
      </w:r>
    </w:p>
    <w:p w:rsidR="00C46C29" w:rsidRDefault="00C46C29" w:rsidP="00C46C29">
      <w:pPr>
        <w:pStyle w:val="libPoemCenter"/>
        <w:rPr>
          <w:rFonts w:hint="cs"/>
          <w:rtl/>
        </w:rPr>
      </w:pPr>
      <w:r>
        <w:rPr>
          <w:rFonts w:hint="cs"/>
          <w:rtl/>
        </w:rPr>
        <w:t xml:space="preserve">وانته البست ثوب الچفن ناوي تروح لحومتك </w:t>
      </w:r>
    </w:p>
    <w:p w:rsidR="00C46C29" w:rsidRDefault="00C46C29" w:rsidP="00C46C29">
      <w:pPr>
        <w:pStyle w:val="libPoemCenter"/>
        <w:rPr>
          <w:rFonts w:hint="cs"/>
          <w:rtl/>
        </w:rPr>
      </w:pPr>
      <w:r>
        <w:rPr>
          <w:rFonts w:hint="cs"/>
          <w:rtl/>
        </w:rPr>
        <w:t xml:space="preserve">يوليدي چاوين العرس وين انتظار اسنيني </w:t>
      </w:r>
    </w:p>
    <w:p w:rsidR="00C46C29" w:rsidRDefault="00C46C29" w:rsidP="00C46C29">
      <w:pPr>
        <w:pStyle w:val="libPoemCenter"/>
        <w:rPr>
          <w:rFonts w:hint="cs"/>
          <w:rtl/>
        </w:rPr>
      </w:pPr>
      <w:r>
        <w:rPr>
          <w:rFonts w:hint="cs"/>
          <w:rtl/>
        </w:rPr>
        <w:t xml:space="preserve">اشراح انتظر تاه الفكر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صارت يجاسم حيرتي بين المصيبه وفرحتي </w:t>
      </w:r>
    </w:p>
    <w:p w:rsidR="00C46C29" w:rsidRDefault="00C46C29" w:rsidP="00C46C29">
      <w:pPr>
        <w:pStyle w:val="libPoemCenter"/>
        <w:rPr>
          <w:rFonts w:hint="cs"/>
          <w:rtl/>
        </w:rPr>
      </w:pPr>
      <w:r>
        <w:rPr>
          <w:rFonts w:hint="cs"/>
          <w:rtl/>
        </w:rPr>
        <w:t xml:space="preserve">اشرايح يراويني الدهر واشراح اشوف ابدنيتي </w:t>
      </w:r>
    </w:p>
    <w:p w:rsidR="00C46C29" w:rsidRDefault="00C46C29" w:rsidP="00C46C29">
      <w:pPr>
        <w:pStyle w:val="libPoemCenter"/>
        <w:rPr>
          <w:rFonts w:hint="cs"/>
          <w:rtl/>
        </w:rPr>
      </w:pPr>
      <w:r>
        <w:rPr>
          <w:rFonts w:hint="cs"/>
          <w:rtl/>
        </w:rPr>
        <w:t xml:space="preserve">ما أدري افرح وابتشر لو راح اجابه محنتي </w:t>
      </w:r>
    </w:p>
    <w:p w:rsidR="00C46C29" w:rsidRDefault="00C46C29" w:rsidP="00C46C29">
      <w:pPr>
        <w:pStyle w:val="libPoemCenter"/>
        <w:rPr>
          <w:rFonts w:hint="cs"/>
          <w:rtl/>
        </w:rPr>
      </w:pPr>
      <w:r>
        <w:rPr>
          <w:rFonts w:hint="cs"/>
          <w:rtl/>
        </w:rPr>
        <w:t xml:space="preserve">چم حسبه يبني ابكربله صارت تدور ابفكرتي </w:t>
      </w:r>
    </w:p>
    <w:p w:rsidR="00C46C29" w:rsidRDefault="00C46C29" w:rsidP="00C46C29">
      <w:pPr>
        <w:pStyle w:val="libPoemCenter"/>
        <w:rPr>
          <w:rFonts w:hint="cs"/>
          <w:rtl/>
        </w:rPr>
      </w:pPr>
      <w:r>
        <w:rPr>
          <w:rFonts w:hint="cs"/>
          <w:rtl/>
        </w:rPr>
        <w:t xml:space="preserve">يا صوره بالطف تنرسم يبن الحسن حاچيني </w:t>
      </w:r>
    </w:p>
    <w:p w:rsidR="00C46C29" w:rsidRDefault="00C46C29" w:rsidP="00C46C29">
      <w:pPr>
        <w:pStyle w:val="libPoemCenter"/>
        <w:rPr>
          <w:rFonts w:hint="cs"/>
          <w:rtl/>
        </w:rPr>
      </w:pPr>
      <w:r>
        <w:rPr>
          <w:rFonts w:hint="cs"/>
          <w:rtl/>
        </w:rPr>
        <w:t xml:space="preserve">وين اتجه وانطي الوجه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PoemCenter"/>
        <w:rPr>
          <w:rFonts w:hint="cs"/>
          <w:rtl/>
        </w:rPr>
      </w:pPr>
      <w:r>
        <w:rPr>
          <w:rFonts w:hint="cs"/>
          <w:rtl/>
        </w:rPr>
        <w:t xml:space="preserve">فرحة زفافك بالگلب ومن عيني دمعاتي تصب </w:t>
      </w:r>
    </w:p>
    <w:p w:rsidR="00C46C29" w:rsidRDefault="00C46C29" w:rsidP="00C46C29">
      <w:pPr>
        <w:pStyle w:val="libPoemCenter"/>
        <w:rPr>
          <w:rFonts w:hint="cs"/>
          <w:rtl/>
        </w:rPr>
      </w:pPr>
      <w:r>
        <w:rPr>
          <w:rFonts w:hint="cs"/>
          <w:rtl/>
        </w:rPr>
        <w:t xml:space="preserve">افرح واشوفن حوفتك للخيمه يبني من أطب </w:t>
      </w:r>
    </w:p>
    <w:p w:rsidR="00C46C29" w:rsidRDefault="00C46C29" w:rsidP="00C46C29">
      <w:pPr>
        <w:pStyle w:val="libPoemCenter"/>
        <w:rPr>
          <w:rFonts w:hint="cs"/>
          <w:rtl/>
        </w:rPr>
      </w:pPr>
      <w:r>
        <w:rPr>
          <w:rFonts w:hint="cs"/>
          <w:rtl/>
        </w:rPr>
        <w:t xml:space="preserve">وللحومه لمن التفت الگه العساكر بالحرب </w:t>
      </w:r>
    </w:p>
    <w:p w:rsidR="00C46C29" w:rsidRDefault="00C46C29" w:rsidP="00C46C29">
      <w:pPr>
        <w:pStyle w:val="libPoemCenter"/>
        <w:rPr>
          <w:rFonts w:hint="cs"/>
          <w:rtl/>
        </w:rPr>
      </w:pPr>
      <w:r>
        <w:rPr>
          <w:rFonts w:hint="cs"/>
          <w:rtl/>
        </w:rPr>
        <w:t xml:space="preserve">يوليدي وانه امدوهنه بين الفرح بين الرعب </w:t>
      </w:r>
    </w:p>
    <w:p w:rsidR="00C46C29" w:rsidRDefault="00C46C29" w:rsidP="00C46C29">
      <w:pPr>
        <w:pStyle w:val="libPoemCenter"/>
        <w:rPr>
          <w:rFonts w:hint="cs"/>
          <w:rtl/>
        </w:rPr>
      </w:pPr>
      <w:r>
        <w:rPr>
          <w:rFonts w:hint="cs"/>
          <w:rtl/>
        </w:rPr>
        <w:t xml:space="preserve">حسبه تفرح خاطري وحسبه ابسهم ترميني </w:t>
      </w:r>
    </w:p>
    <w:p w:rsidR="00C46C29" w:rsidRDefault="00C46C29" w:rsidP="00C46C29">
      <w:pPr>
        <w:pStyle w:val="libPoemCenter"/>
        <w:rPr>
          <w:rFonts w:hint="cs"/>
          <w:rtl/>
        </w:rPr>
      </w:pPr>
      <w:r>
        <w:rPr>
          <w:rFonts w:hint="cs"/>
          <w:rtl/>
        </w:rPr>
        <w:t xml:space="preserve">من كربله اشمتأمله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يبني وبگيت امحسبه بين الأمل والنايبه </w:t>
      </w:r>
    </w:p>
    <w:p w:rsidR="00C46C29" w:rsidRDefault="00C46C29" w:rsidP="00C46C29">
      <w:pPr>
        <w:pStyle w:val="libPoemCenter"/>
        <w:rPr>
          <w:rFonts w:hint="cs"/>
          <w:rtl/>
        </w:rPr>
      </w:pPr>
      <w:r>
        <w:rPr>
          <w:rFonts w:hint="cs"/>
          <w:rtl/>
        </w:rPr>
        <w:t xml:space="preserve">لا روحي تشعر بالفرح لا بالحزن متعذبه </w:t>
      </w:r>
    </w:p>
    <w:p w:rsidR="00C46C29" w:rsidRDefault="00C46C29" w:rsidP="00C46C29">
      <w:pPr>
        <w:pStyle w:val="libPoemCenter"/>
        <w:rPr>
          <w:rFonts w:hint="cs"/>
          <w:rtl/>
        </w:rPr>
      </w:pPr>
      <w:r>
        <w:rPr>
          <w:rFonts w:hint="cs"/>
          <w:rtl/>
        </w:rPr>
        <w:t xml:space="preserve">حسبه تجيني ابفرحتي راح اجني اتعاب الربه </w:t>
      </w:r>
    </w:p>
    <w:p w:rsidR="00C46C29" w:rsidRDefault="00C46C29" w:rsidP="00C46C29">
      <w:pPr>
        <w:pStyle w:val="libPoemCenter"/>
        <w:rPr>
          <w:rFonts w:hint="cs"/>
          <w:rtl/>
        </w:rPr>
      </w:pPr>
      <w:r>
        <w:rPr>
          <w:rFonts w:hint="cs"/>
          <w:rtl/>
        </w:rPr>
        <w:t xml:space="preserve">وحسبه تجيني انظرك جثه ابدماها امخضبه </w:t>
      </w:r>
    </w:p>
    <w:p w:rsidR="00C46C29" w:rsidRDefault="00C46C29" w:rsidP="00C46C29">
      <w:pPr>
        <w:pStyle w:val="libPoemCenter"/>
        <w:rPr>
          <w:rFonts w:hint="cs"/>
          <w:rtl/>
        </w:rPr>
      </w:pPr>
      <w:r>
        <w:rPr>
          <w:rFonts w:hint="cs"/>
          <w:rtl/>
        </w:rPr>
        <w:t xml:space="preserve">يبني وبعد وين الفكر ياخذني وايودّيني </w:t>
      </w:r>
    </w:p>
    <w:p w:rsidR="00C46C29" w:rsidRDefault="00C46C29" w:rsidP="00C46C29">
      <w:pPr>
        <w:pStyle w:val="libPoemCenter"/>
        <w:rPr>
          <w:rFonts w:hint="cs"/>
          <w:rtl/>
        </w:rPr>
      </w:pPr>
      <w:r>
        <w:rPr>
          <w:rFonts w:hint="cs"/>
          <w:rtl/>
        </w:rPr>
        <w:t xml:space="preserve">وبهالأمل چم دوب اظل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گلبي علم يبن الحسن هالگلب ما يخطي أظن </w:t>
      </w:r>
    </w:p>
    <w:p w:rsidR="00C46C29" w:rsidRDefault="00C46C29" w:rsidP="00C46C29">
      <w:pPr>
        <w:pStyle w:val="libPoemCenter"/>
        <w:rPr>
          <w:rFonts w:hint="cs"/>
          <w:rtl/>
        </w:rPr>
      </w:pPr>
      <w:r>
        <w:rPr>
          <w:rFonts w:hint="cs"/>
          <w:rtl/>
        </w:rPr>
        <w:t xml:space="preserve">فرحة زفافك فاجعه وثوب العرس يصبح چفن </w:t>
      </w:r>
    </w:p>
    <w:p w:rsidR="00C46C29" w:rsidRDefault="00C46C29" w:rsidP="00C46C29">
      <w:pPr>
        <w:pStyle w:val="libPoemCenter"/>
        <w:rPr>
          <w:rFonts w:hint="cs"/>
          <w:rtl/>
        </w:rPr>
      </w:pPr>
      <w:r>
        <w:rPr>
          <w:rFonts w:hint="cs"/>
          <w:rtl/>
        </w:rPr>
        <w:t xml:space="preserve">وانظر چفوفك يولدي ابدم النحر يتخضبن </w:t>
      </w:r>
    </w:p>
    <w:p w:rsidR="00C46C29" w:rsidRDefault="00C46C29" w:rsidP="00C46C29">
      <w:pPr>
        <w:pStyle w:val="libPoemCenter"/>
        <w:rPr>
          <w:rFonts w:hint="cs"/>
          <w:rtl/>
        </w:rPr>
      </w:pPr>
      <w:r>
        <w:rPr>
          <w:rFonts w:hint="cs"/>
          <w:rtl/>
        </w:rPr>
        <w:t xml:space="preserve">انته يباريك الأجل وآنه تباريني المحن </w:t>
      </w:r>
    </w:p>
    <w:p w:rsidR="00C46C29" w:rsidRDefault="00C46C29" w:rsidP="00C46C29">
      <w:pPr>
        <w:pStyle w:val="libPoemCenter"/>
        <w:rPr>
          <w:rFonts w:hint="cs"/>
          <w:rtl/>
        </w:rPr>
      </w:pPr>
      <w:r>
        <w:rPr>
          <w:rFonts w:hint="cs"/>
          <w:rtl/>
        </w:rPr>
        <w:t xml:space="preserve">ودعني يبني لو ردت بالصبر لا توصيني </w:t>
      </w:r>
    </w:p>
    <w:p w:rsidR="00C46C29" w:rsidRDefault="00C46C29" w:rsidP="00C46C29">
      <w:pPr>
        <w:pStyle w:val="libPoemCenter"/>
        <w:rPr>
          <w:rFonts w:hint="cs"/>
          <w:rtl/>
        </w:rPr>
      </w:pPr>
      <w:r>
        <w:rPr>
          <w:rFonts w:hint="cs"/>
          <w:rtl/>
        </w:rPr>
        <w:t xml:space="preserve">ما ظل صبر من هالأمر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هالحال عيني اتشاهده اخيول وزلم متحشده </w:t>
      </w:r>
    </w:p>
    <w:p w:rsidR="00C46C29" w:rsidRDefault="00C46C29" w:rsidP="00C46C29">
      <w:pPr>
        <w:pStyle w:val="libPoemCenter"/>
        <w:rPr>
          <w:rFonts w:hint="cs"/>
          <w:rtl/>
        </w:rPr>
      </w:pPr>
      <w:r>
        <w:rPr>
          <w:rFonts w:hint="cs"/>
          <w:rtl/>
        </w:rPr>
        <w:t xml:space="preserve">وعمك وحيد ابغربته ومحتار ما بين العده </w:t>
      </w:r>
    </w:p>
    <w:p w:rsidR="00C46C29" w:rsidRDefault="00C46C29" w:rsidP="00C46C29">
      <w:pPr>
        <w:pStyle w:val="libPoemCenter"/>
        <w:rPr>
          <w:rFonts w:hint="cs"/>
          <w:rtl/>
        </w:rPr>
      </w:pPr>
      <w:r>
        <w:rPr>
          <w:rFonts w:hint="cs"/>
          <w:rtl/>
        </w:rPr>
        <w:t xml:space="preserve">غيرت فكري اعله الصبر وگتلك لعمَّي سانده </w:t>
      </w:r>
    </w:p>
    <w:p w:rsidR="00C46C29" w:rsidRDefault="00C46C29" w:rsidP="00C46C29">
      <w:pPr>
        <w:pStyle w:val="libPoemCenter"/>
        <w:rPr>
          <w:rFonts w:hint="cs"/>
          <w:rtl/>
        </w:rPr>
      </w:pPr>
      <w:r>
        <w:rPr>
          <w:rFonts w:hint="cs"/>
          <w:rtl/>
        </w:rPr>
        <w:t xml:space="preserve">خليني أنظر جثتك فوگ الترب متوسده </w:t>
      </w:r>
    </w:p>
    <w:p w:rsidR="00C46C29" w:rsidRDefault="00C46C29" w:rsidP="00C46C29">
      <w:pPr>
        <w:pStyle w:val="libPoemCenter"/>
        <w:rPr>
          <w:rFonts w:hint="cs"/>
          <w:rtl/>
        </w:rPr>
      </w:pPr>
      <w:r>
        <w:rPr>
          <w:rFonts w:hint="cs"/>
          <w:rtl/>
        </w:rPr>
        <w:t xml:space="preserve">وليله ام علي الاكبر اجت بمصيبتي اتواسيني </w:t>
      </w:r>
    </w:p>
    <w:p w:rsidR="00C46C29" w:rsidRDefault="00C46C29" w:rsidP="00C46C29">
      <w:pPr>
        <w:pStyle w:val="libPoemCenter"/>
        <w:rPr>
          <w:rFonts w:hint="cs"/>
          <w:rtl/>
        </w:rPr>
      </w:pPr>
      <w:r>
        <w:rPr>
          <w:rFonts w:hint="cs"/>
          <w:rtl/>
        </w:rPr>
        <w:t xml:space="preserve">إلمن أون وابدي الحزن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للحومه يبني من رحت ابدم الشهاده اتوشحت </w:t>
      </w:r>
    </w:p>
    <w:p w:rsidR="00C46C29" w:rsidRDefault="00C46C29" w:rsidP="00C46C29">
      <w:pPr>
        <w:pStyle w:val="libPoemCenter"/>
        <w:rPr>
          <w:rFonts w:hint="cs"/>
          <w:rtl/>
        </w:rPr>
      </w:pPr>
      <w:r>
        <w:rPr>
          <w:rFonts w:hint="cs"/>
          <w:rtl/>
        </w:rPr>
        <w:t xml:space="preserve">شفتك صريع اعله الترب وگبالي يا جاسم طحت </w:t>
      </w:r>
    </w:p>
    <w:p w:rsidR="00C46C29" w:rsidRDefault="00C46C29" w:rsidP="00C46C29">
      <w:pPr>
        <w:pStyle w:val="libPoemCenter"/>
        <w:rPr>
          <w:rFonts w:hint="cs"/>
          <w:rtl/>
        </w:rPr>
      </w:pPr>
      <w:r>
        <w:rPr>
          <w:rFonts w:hint="cs"/>
          <w:rtl/>
        </w:rPr>
        <w:t xml:space="preserve">من عيني سالت دمعتي يبني وعلى فراگك نحت </w:t>
      </w:r>
    </w:p>
    <w:p w:rsidR="00C46C29" w:rsidRDefault="00C46C29" w:rsidP="00C46C29">
      <w:pPr>
        <w:pStyle w:val="libPoemCenter"/>
        <w:rPr>
          <w:rFonts w:hint="cs"/>
          <w:rtl/>
        </w:rPr>
      </w:pPr>
      <w:r>
        <w:rPr>
          <w:rFonts w:hint="cs"/>
          <w:rtl/>
        </w:rPr>
        <w:lastRenderedPageBreak/>
        <w:t xml:space="preserve">وآخر فجيعه من بدت ناديتك بصوتي وصحت </w:t>
      </w:r>
    </w:p>
    <w:p w:rsidR="00C46C29" w:rsidRDefault="00C46C29" w:rsidP="00C46C29">
      <w:pPr>
        <w:pStyle w:val="libPoemCenter"/>
        <w:rPr>
          <w:rFonts w:hint="cs"/>
          <w:rtl/>
        </w:rPr>
      </w:pPr>
      <w:r>
        <w:rPr>
          <w:rFonts w:hint="cs"/>
          <w:rtl/>
        </w:rPr>
        <w:t xml:space="preserve">عگبك يجسّام العده ويه الحرم تسبيني </w:t>
      </w:r>
    </w:p>
    <w:p w:rsidR="00C46C29" w:rsidRDefault="00C46C29" w:rsidP="00C46C29">
      <w:pPr>
        <w:pStyle w:val="libPoemCenter"/>
        <w:rPr>
          <w:rFonts w:hint="cs"/>
          <w:rtl/>
        </w:rPr>
      </w:pPr>
      <w:r>
        <w:rPr>
          <w:rFonts w:hint="cs"/>
          <w:rtl/>
        </w:rPr>
        <w:t xml:space="preserve">تالي العمر أمشي ابيسر </w:t>
      </w:r>
    </w:p>
    <w:p w:rsidR="00C46C29" w:rsidRDefault="00C46C29" w:rsidP="00C46C29">
      <w:pPr>
        <w:pStyle w:val="libPoemCenter"/>
        <w:rPr>
          <w:rFonts w:hint="cs"/>
          <w:rtl/>
        </w:rPr>
      </w:pPr>
      <w:r>
        <w:rPr>
          <w:rFonts w:hint="cs"/>
          <w:rtl/>
        </w:rPr>
        <w:t xml:space="preserve">محتاره ظليت يبني محتاره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(لندن – 1995)</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52" w:name="35"/>
      <w:bookmarkStart w:id="53" w:name="_Toc495744821"/>
      <w:r>
        <w:rPr>
          <w:rFonts w:hint="cs"/>
          <w:rtl/>
        </w:rPr>
        <w:lastRenderedPageBreak/>
        <w:t>بهجة آمالي</w:t>
      </w:r>
      <w:bookmarkEnd w:id="52"/>
      <w:bookmarkEnd w:id="53"/>
      <w:r>
        <w:rPr>
          <w:rFonts w:hint="cs"/>
          <w:rtl/>
        </w:rPr>
        <w:t xml:space="preserve"> </w:t>
      </w:r>
    </w:p>
    <w:p w:rsidR="00C46C29" w:rsidRDefault="00C46C29" w:rsidP="00C46C29">
      <w:pPr>
        <w:pStyle w:val="libPoemCenter"/>
        <w:rPr>
          <w:rFonts w:hint="cs"/>
          <w:rtl/>
        </w:rPr>
      </w:pPr>
      <w:r>
        <w:rPr>
          <w:rFonts w:hint="cs"/>
          <w:rtl/>
        </w:rPr>
        <w:t xml:space="preserve">يبني ويا بهجة آمالي غيرت حالي والمهد خالي </w:t>
      </w:r>
    </w:p>
    <w:p w:rsidR="00C46C29" w:rsidRDefault="00C46C29" w:rsidP="00C46C29">
      <w:pPr>
        <w:pStyle w:val="libPoemCenter"/>
        <w:rPr>
          <w:rFonts w:hint="cs"/>
          <w:rtl/>
        </w:rPr>
      </w:pPr>
      <w:r>
        <w:rPr>
          <w:rFonts w:hint="cs"/>
          <w:rtl/>
        </w:rPr>
        <w:t xml:space="preserve">گلبي مالوم گلبي مهموم </w:t>
      </w:r>
    </w:p>
    <w:p w:rsidR="00C46C29" w:rsidRDefault="00C46C29" w:rsidP="00C46C29">
      <w:pPr>
        <w:pStyle w:val="libPoemCenter"/>
        <w:rPr>
          <w:rFonts w:hint="cs"/>
          <w:rtl/>
        </w:rPr>
      </w:pPr>
      <w:r>
        <w:rPr>
          <w:rFonts w:hint="cs"/>
          <w:rtl/>
        </w:rPr>
        <w:t xml:space="preserve">اشلون انظر مهدك يالغالي 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الماتمت أنوارك يا شمعة روحي الطفوها </w:t>
      </w:r>
    </w:p>
    <w:p w:rsidR="00C46C29" w:rsidRDefault="00C46C29" w:rsidP="00C46C29">
      <w:pPr>
        <w:pStyle w:val="libPoemCenter"/>
        <w:rPr>
          <w:rFonts w:hint="cs"/>
          <w:rtl/>
        </w:rPr>
      </w:pPr>
      <w:r>
        <w:rPr>
          <w:rFonts w:hint="cs"/>
          <w:rtl/>
        </w:rPr>
        <w:t xml:space="preserve">مظلمه اسنيني من يدليني </w:t>
      </w:r>
    </w:p>
    <w:p w:rsidR="00C46C29" w:rsidRDefault="00C46C29" w:rsidP="00C46C29">
      <w:pPr>
        <w:pStyle w:val="libPoemCenter"/>
        <w:rPr>
          <w:rFonts w:hint="cs"/>
          <w:rtl/>
        </w:rPr>
      </w:pPr>
      <w:r>
        <w:rPr>
          <w:rFonts w:hint="cs"/>
          <w:rtl/>
        </w:rPr>
        <w:t xml:space="preserve">يا غصن الگطعوا أثمارك ودروب اوصالك گطعوها </w:t>
      </w:r>
    </w:p>
    <w:p w:rsidR="00C46C29" w:rsidRDefault="00C46C29" w:rsidP="00C46C29">
      <w:pPr>
        <w:pStyle w:val="libPoemCenter"/>
        <w:rPr>
          <w:rFonts w:hint="cs"/>
          <w:rtl/>
        </w:rPr>
      </w:pPr>
      <w:r>
        <w:rPr>
          <w:rFonts w:hint="cs"/>
          <w:rtl/>
        </w:rPr>
        <w:t xml:space="preserve">بينك وبيني وصوبوا عيني </w:t>
      </w:r>
    </w:p>
    <w:p w:rsidR="00C46C29" w:rsidRDefault="00C46C29" w:rsidP="00C46C29">
      <w:pPr>
        <w:pStyle w:val="libPoemCenter"/>
        <w:rPr>
          <w:rFonts w:hint="cs"/>
          <w:rtl/>
        </w:rPr>
      </w:pPr>
      <w:r>
        <w:rPr>
          <w:rFonts w:hint="cs"/>
          <w:rtl/>
        </w:rPr>
        <w:t xml:space="preserve">وافاني الموت بأخبارك التفگد واليها ايواسوها </w:t>
      </w:r>
    </w:p>
    <w:p w:rsidR="00C46C29" w:rsidRDefault="00C46C29" w:rsidP="00C46C29">
      <w:pPr>
        <w:pStyle w:val="libPoemCenter"/>
        <w:rPr>
          <w:rFonts w:hint="cs"/>
          <w:rtl/>
        </w:rPr>
      </w:pPr>
      <w:r>
        <w:rPr>
          <w:rFonts w:hint="cs"/>
          <w:rtl/>
        </w:rPr>
        <w:t xml:space="preserve">وآنه تدريني من يواسيني </w:t>
      </w:r>
    </w:p>
    <w:p w:rsidR="00C46C29" w:rsidRDefault="00C46C29" w:rsidP="00C46C29">
      <w:pPr>
        <w:pStyle w:val="libPoemCenter"/>
        <w:rPr>
          <w:rFonts w:hint="cs"/>
          <w:rtl/>
        </w:rPr>
      </w:pPr>
      <w:r>
        <w:rPr>
          <w:rFonts w:hint="cs"/>
          <w:rtl/>
        </w:rPr>
        <w:t xml:space="preserve">هالموت امن الدنيه اختارك اتمنه الدنيه ايعيدوها </w:t>
      </w:r>
    </w:p>
    <w:p w:rsidR="00C46C29" w:rsidRDefault="00C46C29" w:rsidP="00C46C29">
      <w:pPr>
        <w:pStyle w:val="libPoemCenter"/>
        <w:rPr>
          <w:rFonts w:hint="cs"/>
          <w:rtl/>
        </w:rPr>
      </w:pPr>
      <w:r>
        <w:rPr>
          <w:rFonts w:hint="cs"/>
          <w:rtl/>
        </w:rPr>
        <w:t xml:space="preserve">يبني وتجيني اتخفف ونيني </w:t>
      </w:r>
    </w:p>
    <w:p w:rsidR="00C46C29" w:rsidRDefault="00C46C29" w:rsidP="00C46C29">
      <w:pPr>
        <w:pStyle w:val="libPoemCenter"/>
        <w:rPr>
          <w:rFonts w:hint="cs"/>
          <w:rtl/>
        </w:rPr>
      </w:pPr>
      <w:r>
        <w:rPr>
          <w:rFonts w:hint="cs"/>
          <w:rtl/>
        </w:rPr>
        <w:t xml:space="preserve">ونيت ابروحي المهمومه وآنه مهضومه ولني مالومه </w:t>
      </w:r>
    </w:p>
    <w:p w:rsidR="00C46C29" w:rsidRDefault="00C46C29" w:rsidP="00C46C29">
      <w:pPr>
        <w:pStyle w:val="libPoemCenter"/>
        <w:rPr>
          <w:rFonts w:hint="cs"/>
          <w:rtl/>
        </w:rPr>
      </w:pPr>
      <w:r>
        <w:rPr>
          <w:rFonts w:hint="cs"/>
          <w:rtl/>
        </w:rPr>
        <w:t xml:space="preserve">عمري آلام عمري لادام </w:t>
      </w:r>
    </w:p>
    <w:p w:rsidR="00C46C29" w:rsidRDefault="00C46C29" w:rsidP="00C46C29">
      <w:pPr>
        <w:pStyle w:val="libPoemCenter"/>
        <w:rPr>
          <w:rFonts w:hint="cs"/>
          <w:rtl/>
        </w:rPr>
      </w:pPr>
      <w:r>
        <w:rPr>
          <w:rFonts w:hint="cs"/>
          <w:rtl/>
        </w:rPr>
        <w:t xml:space="preserve">عگبك يافرحة دلالي 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ينفح ريحانك بدروبه يا روضة روحي النفاحه </w:t>
      </w:r>
    </w:p>
    <w:p w:rsidR="00C46C29" w:rsidRDefault="00C46C29" w:rsidP="00C46C29">
      <w:pPr>
        <w:pStyle w:val="libPoemCenter"/>
        <w:rPr>
          <w:rFonts w:hint="cs"/>
          <w:rtl/>
        </w:rPr>
      </w:pPr>
      <w:r>
        <w:rPr>
          <w:rFonts w:hint="cs"/>
          <w:rtl/>
        </w:rPr>
        <w:t xml:space="preserve">شبْعَدَك عني يالرحت مني </w:t>
      </w:r>
    </w:p>
    <w:p w:rsidR="00C46C29" w:rsidRDefault="00C46C29" w:rsidP="00C46C29">
      <w:pPr>
        <w:pStyle w:val="libPoemCenter"/>
        <w:rPr>
          <w:rFonts w:hint="cs"/>
          <w:rtl/>
        </w:rPr>
      </w:pPr>
      <w:r>
        <w:rPr>
          <w:rFonts w:hint="cs"/>
          <w:rtl/>
        </w:rPr>
        <w:t xml:space="preserve">گلبي اتبهج يامحبوبه يابهجة گلبي وأفراحه </w:t>
      </w:r>
    </w:p>
    <w:p w:rsidR="00C46C29" w:rsidRDefault="00C46C29" w:rsidP="00C46C29">
      <w:pPr>
        <w:pStyle w:val="libPoemCenter"/>
        <w:rPr>
          <w:rFonts w:hint="cs"/>
          <w:rtl/>
        </w:rPr>
      </w:pPr>
      <w:r>
        <w:rPr>
          <w:rFonts w:hint="cs"/>
          <w:rtl/>
        </w:rPr>
        <w:t xml:space="preserve">بالحزن لني وارتفع وني </w:t>
      </w:r>
    </w:p>
    <w:p w:rsidR="00C46C29" w:rsidRDefault="00C46C29" w:rsidP="00C46C29">
      <w:pPr>
        <w:pStyle w:val="libPoemCenter"/>
        <w:rPr>
          <w:rFonts w:hint="cs"/>
          <w:rtl/>
        </w:rPr>
      </w:pPr>
      <w:r>
        <w:rPr>
          <w:rFonts w:hint="cs"/>
          <w:rtl/>
        </w:rPr>
        <w:t xml:space="preserve">روحي بشفراتك مصيوبه وشفرات مصابك جراحه </w:t>
      </w:r>
    </w:p>
    <w:p w:rsidR="00C46C29" w:rsidRDefault="00C46C29" w:rsidP="00C46C29">
      <w:pPr>
        <w:pStyle w:val="libPoemCenter"/>
        <w:rPr>
          <w:rFonts w:hint="cs"/>
          <w:rtl/>
        </w:rPr>
      </w:pPr>
      <w:r>
        <w:rPr>
          <w:rFonts w:hint="cs"/>
          <w:rtl/>
        </w:rPr>
        <w:t xml:space="preserve">مابطل حني والنحب فني </w:t>
      </w:r>
    </w:p>
    <w:p w:rsidR="00C46C29" w:rsidRDefault="00C46C29" w:rsidP="00C46C29">
      <w:pPr>
        <w:pStyle w:val="libPoemCenter"/>
        <w:rPr>
          <w:rFonts w:hint="cs"/>
          <w:rtl/>
        </w:rPr>
      </w:pPr>
      <w:r>
        <w:rPr>
          <w:rFonts w:hint="cs"/>
          <w:rtl/>
        </w:rPr>
        <w:t xml:space="preserve">بيك ايفجعوني اشمطلوبه ومن چبدي اتگطع سبّاحه </w:t>
      </w:r>
    </w:p>
    <w:p w:rsidR="00C46C29" w:rsidRDefault="00C46C29" w:rsidP="00C46C29">
      <w:pPr>
        <w:pStyle w:val="libPoemCenter"/>
        <w:rPr>
          <w:rFonts w:hint="cs"/>
          <w:rtl/>
        </w:rPr>
      </w:pPr>
      <w:r>
        <w:rPr>
          <w:rFonts w:hint="cs"/>
          <w:rtl/>
        </w:rPr>
        <w:t xml:space="preserve">وانگطع ظني دهري محنّي </w:t>
      </w:r>
    </w:p>
    <w:p w:rsidR="00C46C29" w:rsidRDefault="00C46C29" w:rsidP="00C46C29">
      <w:pPr>
        <w:pStyle w:val="libPoemCenter"/>
        <w:rPr>
          <w:rFonts w:hint="cs"/>
          <w:rtl/>
        </w:rPr>
      </w:pPr>
      <w:r>
        <w:rPr>
          <w:rFonts w:hint="cs"/>
          <w:rtl/>
        </w:rPr>
        <w:t xml:space="preserve">محنّي افراگك يوليدي يالچنت عيدي ورحت من ايدي </w:t>
      </w:r>
    </w:p>
    <w:p w:rsidR="00C46C29" w:rsidRDefault="00C46C29" w:rsidP="00C46C29">
      <w:pPr>
        <w:pStyle w:val="libPoemCenter"/>
        <w:rPr>
          <w:rFonts w:hint="cs"/>
          <w:rtl/>
        </w:rPr>
      </w:pPr>
      <w:r>
        <w:rPr>
          <w:rFonts w:hint="cs"/>
          <w:rtl/>
        </w:rPr>
        <w:t xml:space="preserve">روحي تهواك روحي تنعاك </w:t>
      </w:r>
    </w:p>
    <w:p w:rsidR="00C46C29" w:rsidRDefault="00C46C29" w:rsidP="00C46C29">
      <w:pPr>
        <w:pStyle w:val="libPoemCenter"/>
        <w:rPr>
          <w:rFonts w:hint="cs"/>
          <w:rtl/>
        </w:rPr>
      </w:pPr>
      <w:r>
        <w:rPr>
          <w:rFonts w:hint="cs"/>
          <w:rtl/>
        </w:rPr>
        <w:lastRenderedPageBreak/>
        <w:t xml:space="preserve">والنوح ابفگدك يحلالي 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ناديت ابدمعاتي ونوحي عبد الله طيوفك ترعاني </w:t>
      </w:r>
    </w:p>
    <w:p w:rsidR="00C46C29" w:rsidRDefault="00C46C29" w:rsidP="00C46C29">
      <w:pPr>
        <w:pStyle w:val="libPoemCenter"/>
        <w:rPr>
          <w:rFonts w:hint="cs"/>
          <w:rtl/>
        </w:rPr>
      </w:pPr>
      <w:r>
        <w:rPr>
          <w:rFonts w:hint="cs"/>
          <w:rtl/>
        </w:rPr>
        <w:t xml:space="preserve">عايش ابفكري سلوتي ابعمري </w:t>
      </w:r>
    </w:p>
    <w:p w:rsidR="00C46C29" w:rsidRDefault="00C46C29" w:rsidP="00C46C29">
      <w:pPr>
        <w:pStyle w:val="libPoemCenter"/>
        <w:rPr>
          <w:rFonts w:hint="cs"/>
          <w:rtl/>
        </w:rPr>
      </w:pPr>
      <w:r>
        <w:rPr>
          <w:rFonts w:hint="cs"/>
          <w:rtl/>
        </w:rPr>
        <w:t xml:space="preserve">يوليدي ويا سلوة روحي اتغيرت هالسلوه بأحزاني </w:t>
      </w:r>
    </w:p>
    <w:p w:rsidR="00C46C29" w:rsidRDefault="00C46C29" w:rsidP="00C46C29">
      <w:pPr>
        <w:pStyle w:val="libPoemCenter"/>
        <w:rPr>
          <w:rFonts w:hint="cs"/>
          <w:rtl/>
        </w:rPr>
      </w:pPr>
      <w:r>
        <w:rPr>
          <w:rFonts w:hint="cs"/>
          <w:rtl/>
        </w:rPr>
        <w:t xml:space="preserve">واختلف أمري من هظم دهري </w:t>
      </w:r>
    </w:p>
    <w:p w:rsidR="00C46C29" w:rsidRDefault="00C46C29" w:rsidP="00C46C29">
      <w:pPr>
        <w:pStyle w:val="libPoemCenter"/>
        <w:rPr>
          <w:rFonts w:hint="cs"/>
          <w:rtl/>
        </w:rPr>
      </w:pPr>
      <w:r>
        <w:rPr>
          <w:rFonts w:hint="cs"/>
          <w:rtl/>
        </w:rPr>
        <w:t xml:space="preserve">ركَّز نبلاته اعله جروحي وانحب لفراگك خلاني </w:t>
      </w:r>
    </w:p>
    <w:p w:rsidR="00C46C29" w:rsidRDefault="00C46C29" w:rsidP="00C46C29">
      <w:pPr>
        <w:pStyle w:val="libPoemCenter"/>
        <w:rPr>
          <w:rFonts w:hint="cs"/>
          <w:rtl/>
        </w:rPr>
      </w:pPr>
      <w:r>
        <w:rPr>
          <w:rFonts w:hint="cs"/>
          <w:rtl/>
        </w:rPr>
        <w:t xml:space="preserve">وانفگد صبري والدمع يجري </w:t>
      </w:r>
    </w:p>
    <w:p w:rsidR="00C46C29" w:rsidRDefault="00C46C29" w:rsidP="00C46C29">
      <w:pPr>
        <w:pStyle w:val="libPoemCenter"/>
        <w:rPr>
          <w:rFonts w:hint="cs"/>
          <w:rtl/>
        </w:rPr>
      </w:pPr>
      <w:r>
        <w:rPr>
          <w:rFonts w:hint="cs"/>
          <w:rtl/>
        </w:rPr>
        <w:t xml:space="preserve">گلت اخمد نيرانه ابموحي هاجت بالمدمع نيراني </w:t>
      </w:r>
    </w:p>
    <w:p w:rsidR="00C46C29" w:rsidRDefault="00C46C29" w:rsidP="00C46C29">
      <w:pPr>
        <w:pStyle w:val="libPoemCenter"/>
        <w:rPr>
          <w:rFonts w:hint="cs"/>
          <w:rtl/>
        </w:rPr>
      </w:pPr>
      <w:r>
        <w:rPr>
          <w:rFonts w:hint="cs"/>
          <w:rtl/>
        </w:rPr>
        <w:t xml:space="preserve">يستعر جمري بالگلب يسري </w:t>
      </w:r>
    </w:p>
    <w:p w:rsidR="00C46C29" w:rsidRDefault="00C46C29" w:rsidP="00C46C29">
      <w:pPr>
        <w:pStyle w:val="libPoemCenter"/>
        <w:rPr>
          <w:rFonts w:hint="cs"/>
          <w:rtl/>
        </w:rPr>
      </w:pPr>
      <w:r>
        <w:rPr>
          <w:rFonts w:hint="cs"/>
          <w:rtl/>
        </w:rPr>
        <w:t xml:space="preserve">وسفه امن الماي ايحرمونك غارت اعيونك وانخطف لونك </w:t>
      </w:r>
    </w:p>
    <w:p w:rsidR="00C46C29" w:rsidRDefault="00C46C29" w:rsidP="00C46C29">
      <w:pPr>
        <w:pStyle w:val="libPoemCenter"/>
        <w:rPr>
          <w:rFonts w:hint="cs"/>
          <w:rtl/>
        </w:rPr>
      </w:pPr>
      <w:r>
        <w:rPr>
          <w:rFonts w:hint="cs"/>
          <w:rtl/>
        </w:rPr>
        <w:t xml:space="preserve">نارك وياي نارك بحشاي </w:t>
      </w:r>
    </w:p>
    <w:p w:rsidR="00C46C29" w:rsidRDefault="00C46C29" w:rsidP="00C46C29">
      <w:pPr>
        <w:pStyle w:val="libPoemCenter"/>
        <w:rPr>
          <w:rFonts w:hint="cs"/>
          <w:rtl/>
        </w:rPr>
      </w:pPr>
      <w:r>
        <w:rPr>
          <w:rFonts w:hint="cs"/>
          <w:rtl/>
        </w:rPr>
        <w:t xml:space="preserve">سهم الصابك يتراوالي وغيرت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اشما أنظر حالك واتمثل يصعب حالك يابعد امك </w:t>
      </w:r>
    </w:p>
    <w:p w:rsidR="00C46C29" w:rsidRDefault="00C46C29" w:rsidP="00C46C29">
      <w:pPr>
        <w:pStyle w:val="libPoemCenter"/>
        <w:rPr>
          <w:rFonts w:hint="cs"/>
          <w:rtl/>
        </w:rPr>
      </w:pPr>
      <w:r>
        <w:rPr>
          <w:rFonts w:hint="cs"/>
          <w:rtl/>
        </w:rPr>
        <w:t xml:space="preserve">يبني ولمهدك بعد اشيردك </w:t>
      </w:r>
    </w:p>
    <w:p w:rsidR="00C46C29" w:rsidRDefault="00C46C29" w:rsidP="00C46C29">
      <w:pPr>
        <w:pStyle w:val="libPoemCenter"/>
        <w:rPr>
          <w:rFonts w:hint="cs"/>
          <w:rtl/>
        </w:rPr>
      </w:pPr>
      <w:r>
        <w:rPr>
          <w:rFonts w:hint="cs"/>
          <w:rtl/>
        </w:rPr>
        <w:t xml:space="preserve">يامحنه ابدفنك اتحمل وابگبرك لو نزلوا جسمك </w:t>
      </w:r>
    </w:p>
    <w:p w:rsidR="00C46C29" w:rsidRDefault="00C46C29" w:rsidP="00C46C29">
      <w:pPr>
        <w:pStyle w:val="libPoemCenter"/>
        <w:rPr>
          <w:rFonts w:hint="cs"/>
          <w:rtl/>
        </w:rPr>
      </w:pPr>
      <w:r>
        <w:rPr>
          <w:rFonts w:hint="cs"/>
          <w:rtl/>
        </w:rPr>
        <w:t xml:space="preserve">لاتظل وحدك خليني عنك </w:t>
      </w:r>
    </w:p>
    <w:p w:rsidR="00C46C29" w:rsidRDefault="00C46C29" w:rsidP="00C46C29">
      <w:pPr>
        <w:pStyle w:val="libPoemCenter"/>
        <w:rPr>
          <w:rFonts w:hint="cs"/>
          <w:rtl/>
        </w:rPr>
      </w:pPr>
      <w:r>
        <w:rPr>
          <w:rFonts w:hint="cs"/>
          <w:rtl/>
        </w:rPr>
        <w:t xml:space="preserve">عبدالله وبعد اشأتأمل ريت امك تتوسد يمك </w:t>
      </w:r>
    </w:p>
    <w:p w:rsidR="00C46C29" w:rsidRDefault="00C46C29" w:rsidP="00C46C29">
      <w:pPr>
        <w:pStyle w:val="libPoemCenter"/>
        <w:rPr>
          <w:rFonts w:hint="cs"/>
          <w:rtl/>
        </w:rPr>
      </w:pPr>
      <w:r>
        <w:rPr>
          <w:rFonts w:hint="cs"/>
          <w:rtl/>
        </w:rPr>
        <w:t xml:space="preserve">واسكن ابلحدك لاعشت بعدك </w:t>
      </w:r>
    </w:p>
    <w:p w:rsidR="00C46C29" w:rsidRDefault="00C46C29" w:rsidP="00C46C29">
      <w:pPr>
        <w:pStyle w:val="libPoemCenter"/>
        <w:rPr>
          <w:rFonts w:hint="cs"/>
          <w:rtl/>
        </w:rPr>
      </w:pPr>
      <w:r>
        <w:rPr>
          <w:rFonts w:hint="cs"/>
          <w:rtl/>
        </w:rPr>
        <w:t xml:space="preserve">لو تنشد عن دمعي وتسأل من دمعة عيني ومن دمك </w:t>
      </w:r>
    </w:p>
    <w:p w:rsidR="00C46C29" w:rsidRDefault="00C46C29" w:rsidP="00C46C29">
      <w:pPr>
        <w:pStyle w:val="libPoemCenter"/>
        <w:rPr>
          <w:rFonts w:hint="cs"/>
          <w:rtl/>
        </w:rPr>
      </w:pPr>
      <w:r>
        <w:rPr>
          <w:rFonts w:hint="cs"/>
          <w:rtl/>
        </w:rPr>
        <w:t xml:space="preserve">خضبوا خدك وانفطر چبدك </w:t>
      </w:r>
    </w:p>
    <w:p w:rsidR="00C46C29" w:rsidRDefault="00C46C29" w:rsidP="00C46C29">
      <w:pPr>
        <w:pStyle w:val="libPoemCenter"/>
        <w:rPr>
          <w:rFonts w:hint="cs"/>
          <w:rtl/>
        </w:rPr>
      </w:pPr>
      <w:r>
        <w:rPr>
          <w:rFonts w:hint="cs"/>
          <w:rtl/>
        </w:rPr>
        <w:t xml:space="preserve">چبدك ياعبد الله اتفطر ومهجتك تسعر گلبك توجر </w:t>
      </w:r>
    </w:p>
    <w:p w:rsidR="00C46C29" w:rsidRDefault="00C46C29" w:rsidP="00C46C29">
      <w:pPr>
        <w:pStyle w:val="libPoemCenter"/>
        <w:rPr>
          <w:rFonts w:hint="cs"/>
          <w:rtl/>
        </w:rPr>
      </w:pPr>
      <w:r>
        <w:rPr>
          <w:rFonts w:hint="cs"/>
          <w:rtl/>
        </w:rPr>
        <w:t xml:space="preserve">نحرك مصيوب نحرك مخضوب </w:t>
      </w:r>
    </w:p>
    <w:p w:rsidR="00C46C29" w:rsidRDefault="00C46C29" w:rsidP="00C46C29">
      <w:pPr>
        <w:pStyle w:val="libPoemCenter"/>
        <w:rPr>
          <w:rFonts w:hint="cs"/>
          <w:rtl/>
        </w:rPr>
      </w:pPr>
      <w:r>
        <w:rPr>
          <w:rFonts w:hint="cs"/>
          <w:rtl/>
        </w:rPr>
        <w:t xml:space="preserve">وسهام مصابك تبرالي 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أغله من الروح وأثمن ريت السهم الصوب نحرك </w:t>
      </w:r>
    </w:p>
    <w:p w:rsidR="00C46C29" w:rsidRDefault="00C46C29" w:rsidP="00C46C29">
      <w:pPr>
        <w:pStyle w:val="libPoemCenter"/>
        <w:rPr>
          <w:rFonts w:hint="cs"/>
          <w:rtl/>
        </w:rPr>
      </w:pPr>
      <w:r>
        <w:rPr>
          <w:rFonts w:hint="cs"/>
          <w:rtl/>
        </w:rPr>
        <w:t xml:space="preserve">گرَّب مماتي من نايباتي </w:t>
      </w:r>
    </w:p>
    <w:p w:rsidR="00C46C29" w:rsidRDefault="00C46C29" w:rsidP="00C46C29">
      <w:pPr>
        <w:pStyle w:val="libPoemCenter"/>
        <w:rPr>
          <w:rFonts w:hint="cs"/>
          <w:rtl/>
        </w:rPr>
      </w:pPr>
      <w:r>
        <w:rPr>
          <w:rFonts w:hint="cs"/>
          <w:rtl/>
        </w:rPr>
        <w:lastRenderedPageBreak/>
        <w:t xml:space="preserve">يمك من أحضر بالمدفن ياريت اينزلوني ابگبرك </w:t>
      </w:r>
    </w:p>
    <w:p w:rsidR="00C46C29" w:rsidRDefault="00C46C29" w:rsidP="00C46C29">
      <w:pPr>
        <w:pStyle w:val="libPoemCenter"/>
        <w:rPr>
          <w:rFonts w:hint="cs"/>
          <w:rtl/>
        </w:rPr>
      </w:pPr>
      <w:r>
        <w:rPr>
          <w:rFonts w:hint="cs"/>
          <w:rtl/>
        </w:rPr>
        <w:t xml:space="preserve">شلّي ابحياتي وحانت وفاتي </w:t>
      </w:r>
    </w:p>
    <w:p w:rsidR="00C46C29" w:rsidRDefault="00C46C29" w:rsidP="00C46C29">
      <w:pPr>
        <w:pStyle w:val="libPoemCenter"/>
        <w:rPr>
          <w:rFonts w:hint="cs"/>
          <w:rtl/>
        </w:rPr>
      </w:pPr>
      <w:r>
        <w:rPr>
          <w:rFonts w:hint="cs"/>
          <w:rtl/>
        </w:rPr>
        <w:t xml:space="preserve">واشلون ابدفنك ما أحزن وتتوسد يوليدي ابكترك </w:t>
      </w:r>
    </w:p>
    <w:p w:rsidR="00C46C29" w:rsidRDefault="00C46C29" w:rsidP="00C46C29">
      <w:pPr>
        <w:pStyle w:val="libPoemCenter"/>
        <w:rPr>
          <w:rFonts w:hint="cs"/>
          <w:rtl/>
        </w:rPr>
      </w:pPr>
      <w:r>
        <w:rPr>
          <w:rFonts w:hint="cs"/>
          <w:rtl/>
        </w:rPr>
        <w:t xml:space="preserve">كل ذكرياتي وطبعي وصفاتي </w:t>
      </w:r>
    </w:p>
    <w:p w:rsidR="00C46C29" w:rsidRDefault="00C46C29" w:rsidP="00C46C29">
      <w:pPr>
        <w:pStyle w:val="libPoemCenter"/>
        <w:rPr>
          <w:rFonts w:hint="cs"/>
          <w:rtl/>
        </w:rPr>
      </w:pPr>
      <w:r>
        <w:rPr>
          <w:rFonts w:hint="cs"/>
          <w:rtl/>
        </w:rPr>
        <w:t xml:space="preserve">حگ ارموشي اعليك ايذبلن يامن ذبلت زهرة عمرك </w:t>
      </w:r>
    </w:p>
    <w:p w:rsidR="00C46C29" w:rsidRDefault="00C46C29" w:rsidP="00C46C29">
      <w:pPr>
        <w:pStyle w:val="libPoemCenter"/>
        <w:rPr>
          <w:rFonts w:hint="cs"/>
          <w:rtl/>
        </w:rPr>
      </w:pPr>
      <w:r>
        <w:rPr>
          <w:rFonts w:hint="cs"/>
          <w:rtl/>
        </w:rPr>
        <w:t xml:space="preserve">ياتضحياتي وكل امنياتي </w:t>
      </w:r>
    </w:p>
    <w:p w:rsidR="00C46C29" w:rsidRDefault="00C46C29" w:rsidP="00C46C29">
      <w:pPr>
        <w:pStyle w:val="libPoemCenter"/>
        <w:rPr>
          <w:rFonts w:hint="cs"/>
          <w:rtl/>
        </w:rPr>
      </w:pPr>
      <w:r>
        <w:rPr>
          <w:rFonts w:hint="cs"/>
          <w:rtl/>
        </w:rPr>
        <w:t xml:space="preserve">اتمنيتك مابين اجفوني وتسكن عيوني انعكست ظنوني </w:t>
      </w:r>
    </w:p>
    <w:p w:rsidR="00C46C29" w:rsidRDefault="00C46C29" w:rsidP="00C46C29">
      <w:pPr>
        <w:pStyle w:val="libPoemCenter"/>
        <w:rPr>
          <w:rFonts w:hint="cs"/>
          <w:rtl/>
        </w:rPr>
      </w:pPr>
      <w:r>
        <w:rPr>
          <w:rFonts w:hint="cs"/>
          <w:rtl/>
        </w:rPr>
        <w:t xml:space="preserve">امك ناديت امك ظليت </w:t>
      </w:r>
    </w:p>
    <w:p w:rsidR="00C46C29" w:rsidRDefault="00C46C29" w:rsidP="00C46C29">
      <w:pPr>
        <w:pStyle w:val="libPoemCenter"/>
        <w:rPr>
          <w:rFonts w:hint="cs"/>
          <w:rtl/>
        </w:rPr>
      </w:pPr>
      <w:r>
        <w:rPr>
          <w:rFonts w:hint="cs"/>
          <w:rtl/>
        </w:rPr>
        <w:t xml:space="preserve">اتنطّر لحظة آجالي وغيرت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أصرخ لاچن صرخه ابمدمع حيرني افراگك حيرني </w:t>
      </w:r>
    </w:p>
    <w:p w:rsidR="00C46C29" w:rsidRDefault="00C46C29" w:rsidP="00C46C29">
      <w:pPr>
        <w:pStyle w:val="libPoemCenter"/>
        <w:rPr>
          <w:rFonts w:hint="cs"/>
          <w:rtl/>
        </w:rPr>
      </w:pPr>
      <w:r>
        <w:rPr>
          <w:rFonts w:hint="cs"/>
          <w:rtl/>
        </w:rPr>
        <w:t xml:space="preserve">وصوب دليلي وانهدم حيلي </w:t>
      </w:r>
    </w:p>
    <w:p w:rsidR="00C46C29" w:rsidRDefault="00C46C29" w:rsidP="00C46C29">
      <w:pPr>
        <w:pStyle w:val="libPoemCenter"/>
        <w:rPr>
          <w:rFonts w:hint="cs"/>
          <w:rtl/>
        </w:rPr>
      </w:pPr>
      <w:r>
        <w:rPr>
          <w:rFonts w:hint="cs"/>
          <w:rtl/>
        </w:rPr>
        <w:t xml:space="preserve">حگي اعله افراگك من أجزع يوليدي ومنهو ايصبرني </w:t>
      </w:r>
    </w:p>
    <w:p w:rsidR="00C46C29" w:rsidRDefault="00C46C29" w:rsidP="00C46C29">
      <w:pPr>
        <w:pStyle w:val="libPoemCenter"/>
        <w:rPr>
          <w:rFonts w:hint="cs"/>
          <w:rtl/>
        </w:rPr>
      </w:pPr>
      <w:r>
        <w:rPr>
          <w:rFonts w:hint="cs"/>
          <w:rtl/>
        </w:rPr>
        <w:t xml:space="preserve">ابجمرة غليلي گرَّب رحيلي </w:t>
      </w:r>
    </w:p>
    <w:p w:rsidR="00C46C29" w:rsidRDefault="00C46C29" w:rsidP="00C46C29">
      <w:pPr>
        <w:pStyle w:val="libPoemCenter"/>
        <w:rPr>
          <w:rFonts w:hint="cs"/>
          <w:rtl/>
        </w:rPr>
      </w:pPr>
      <w:r>
        <w:rPr>
          <w:rFonts w:hint="cs"/>
          <w:rtl/>
        </w:rPr>
        <w:t xml:space="preserve">عگبك بالحاله اشتتوقع حي ريتك يبني وتنظرني </w:t>
      </w:r>
    </w:p>
    <w:p w:rsidR="00C46C29" w:rsidRDefault="00C46C29" w:rsidP="00C46C29">
      <w:pPr>
        <w:pStyle w:val="libPoemCenter"/>
        <w:rPr>
          <w:rFonts w:hint="cs"/>
          <w:rtl/>
        </w:rPr>
      </w:pPr>
      <w:r>
        <w:rPr>
          <w:rFonts w:hint="cs"/>
          <w:rtl/>
        </w:rPr>
        <w:t xml:space="preserve">سهرانه ليلي وفجَّر مسيلي </w:t>
      </w:r>
    </w:p>
    <w:p w:rsidR="00C46C29" w:rsidRDefault="00C46C29" w:rsidP="00C46C29">
      <w:pPr>
        <w:pStyle w:val="libPoemCenter"/>
        <w:rPr>
          <w:rFonts w:hint="cs"/>
          <w:rtl/>
        </w:rPr>
      </w:pPr>
      <w:r>
        <w:rPr>
          <w:rFonts w:hint="cs"/>
          <w:rtl/>
        </w:rPr>
        <w:t xml:space="preserve">أصبر لاچن صبري اشينفع اشما أصبر بيك ايذكرني </w:t>
      </w:r>
    </w:p>
    <w:p w:rsidR="00C46C29" w:rsidRDefault="00C46C29" w:rsidP="00C46C29">
      <w:pPr>
        <w:pStyle w:val="libPoemCenter"/>
        <w:rPr>
          <w:rFonts w:hint="cs"/>
          <w:rtl/>
        </w:rPr>
      </w:pPr>
      <w:r>
        <w:rPr>
          <w:rFonts w:hint="cs"/>
          <w:rtl/>
        </w:rPr>
        <w:t xml:space="preserve">وني وعويلي ودمعي خليلي </w:t>
      </w:r>
    </w:p>
    <w:p w:rsidR="00C46C29" w:rsidRDefault="00C46C29" w:rsidP="00C46C29">
      <w:pPr>
        <w:pStyle w:val="libPoemCenter"/>
        <w:rPr>
          <w:rFonts w:hint="cs"/>
          <w:rtl/>
        </w:rPr>
      </w:pPr>
      <w:r>
        <w:rPr>
          <w:rFonts w:hint="cs"/>
          <w:rtl/>
        </w:rPr>
        <w:t xml:space="preserve">كلسا فكري يروح ابوادي ضايع ودادي وظليت انادي </w:t>
      </w:r>
    </w:p>
    <w:p w:rsidR="00C46C29" w:rsidRDefault="00C46C29" w:rsidP="00C46C29">
      <w:pPr>
        <w:pStyle w:val="libPoemCenter"/>
        <w:rPr>
          <w:rFonts w:hint="cs"/>
          <w:rtl/>
        </w:rPr>
      </w:pPr>
      <w:r>
        <w:rPr>
          <w:rFonts w:hint="cs"/>
          <w:rtl/>
        </w:rPr>
        <w:t xml:space="preserve">طفلي محروم طفلي مفطوم </w:t>
      </w:r>
    </w:p>
    <w:p w:rsidR="00C46C29" w:rsidRDefault="00C46C29" w:rsidP="00C46C29">
      <w:pPr>
        <w:pStyle w:val="libPoemCenter"/>
        <w:rPr>
          <w:rFonts w:hint="cs"/>
          <w:rtl/>
        </w:rPr>
      </w:pPr>
      <w:r>
        <w:rPr>
          <w:rFonts w:hint="cs"/>
          <w:rtl/>
        </w:rPr>
        <w:t xml:space="preserve">ريتك يبني اتعيش ابدالي غيرت حالي والمهد خالي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حسبت أجبر بيك الخاطر ناطرتك لاچن شح صبري </w:t>
      </w:r>
    </w:p>
    <w:p w:rsidR="00C46C29" w:rsidRDefault="00C46C29" w:rsidP="00C46C29">
      <w:pPr>
        <w:pStyle w:val="libPoemCenter"/>
        <w:rPr>
          <w:rFonts w:hint="cs"/>
          <w:rtl/>
        </w:rPr>
      </w:pPr>
      <w:r>
        <w:rPr>
          <w:rFonts w:hint="cs"/>
          <w:rtl/>
        </w:rPr>
        <w:t xml:space="preserve">ناطره وأتني والصبر فتني </w:t>
      </w:r>
    </w:p>
    <w:p w:rsidR="00C46C29" w:rsidRDefault="00C46C29" w:rsidP="00C46C29">
      <w:pPr>
        <w:pStyle w:val="libPoemCenter"/>
        <w:rPr>
          <w:rFonts w:hint="cs"/>
          <w:rtl/>
        </w:rPr>
      </w:pPr>
      <w:r>
        <w:rPr>
          <w:rFonts w:hint="cs"/>
          <w:rtl/>
        </w:rPr>
        <w:t xml:space="preserve">مثلك گلب امك ظل شاجر ياعطشان انذرلك عمري </w:t>
      </w:r>
    </w:p>
    <w:p w:rsidR="00C46C29" w:rsidRDefault="00C46C29" w:rsidP="00C46C29">
      <w:pPr>
        <w:pStyle w:val="libPoemCenter"/>
        <w:rPr>
          <w:rFonts w:hint="cs"/>
          <w:rtl/>
        </w:rPr>
      </w:pPr>
      <w:r>
        <w:rPr>
          <w:rFonts w:hint="cs"/>
          <w:rtl/>
        </w:rPr>
        <w:t xml:space="preserve">يالعذبتني وانحب عفتني </w:t>
      </w:r>
    </w:p>
    <w:p w:rsidR="00C46C29" w:rsidRDefault="00C46C29" w:rsidP="00C46C29">
      <w:pPr>
        <w:pStyle w:val="libPoemCenter"/>
        <w:rPr>
          <w:rFonts w:hint="cs"/>
          <w:rtl/>
        </w:rPr>
      </w:pPr>
      <w:r>
        <w:rPr>
          <w:rFonts w:hint="cs"/>
          <w:rtl/>
        </w:rPr>
        <w:t xml:space="preserve">راح اعصر دمعات الناظر هاك اشرب من دمعي اليجري </w:t>
      </w:r>
    </w:p>
    <w:p w:rsidR="00C46C29" w:rsidRDefault="00C46C29" w:rsidP="00C46C29">
      <w:pPr>
        <w:pStyle w:val="libPoemCenter"/>
        <w:rPr>
          <w:rFonts w:hint="cs"/>
          <w:rtl/>
        </w:rPr>
      </w:pPr>
      <w:r>
        <w:rPr>
          <w:rFonts w:hint="cs"/>
          <w:rtl/>
        </w:rPr>
        <w:t xml:space="preserve">يالفارگتني وبيك افجعتني </w:t>
      </w:r>
    </w:p>
    <w:p w:rsidR="00C46C29" w:rsidRDefault="00C46C29" w:rsidP="00C46C29">
      <w:pPr>
        <w:pStyle w:val="libPoemCenter"/>
        <w:rPr>
          <w:rFonts w:hint="cs"/>
          <w:rtl/>
        </w:rPr>
      </w:pPr>
      <w:r>
        <w:rPr>
          <w:rFonts w:hint="cs"/>
          <w:rtl/>
        </w:rPr>
        <w:lastRenderedPageBreak/>
        <w:t xml:space="preserve">تعلم من هالنبله اشصاير نبلة نحرك صابت نحري </w:t>
      </w:r>
    </w:p>
    <w:p w:rsidR="00C46C29" w:rsidRDefault="00C46C29" w:rsidP="00C46C29">
      <w:pPr>
        <w:pStyle w:val="libPoemCenter"/>
        <w:rPr>
          <w:rFonts w:hint="cs"/>
          <w:rtl/>
        </w:rPr>
      </w:pPr>
      <w:r>
        <w:rPr>
          <w:rFonts w:hint="cs"/>
          <w:rtl/>
        </w:rPr>
        <w:t xml:space="preserve">مثلك رمتني من صوبتني </w:t>
      </w:r>
    </w:p>
    <w:p w:rsidR="00C46C29" w:rsidRDefault="00C46C29" w:rsidP="00C46C29">
      <w:pPr>
        <w:pStyle w:val="libPoemCenter"/>
        <w:rPr>
          <w:rFonts w:hint="cs"/>
          <w:rtl/>
        </w:rPr>
      </w:pPr>
      <w:r>
        <w:rPr>
          <w:rFonts w:hint="cs"/>
          <w:rtl/>
        </w:rPr>
        <w:t xml:space="preserve">صوبني السهم اللي صابك ابرمية مصابك يصعب اصوابك </w:t>
      </w:r>
    </w:p>
    <w:p w:rsidR="00C46C29" w:rsidRDefault="00C46C29" w:rsidP="00C46C29">
      <w:pPr>
        <w:pStyle w:val="libPoemCenter"/>
        <w:rPr>
          <w:rFonts w:hint="cs"/>
          <w:rtl/>
        </w:rPr>
      </w:pPr>
      <w:r>
        <w:rPr>
          <w:rFonts w:hint="cs"/>
          <w:rtl/>
        </w:rPr>
        <w:t xml:space="preserve">حزني مكتوب حزني چم دوب </w:t>
      </w:r>
    </w:p>
    <w:p w:rsidR="00C46C29" w:rsidRDefault="00C46C29" w:rsidP="00C46C29">
      <w:pPr>
        <w:pStyle w:val="libPoemCenter"/>
        <w:rPr>
          <w:rFonts w:hint="cs"/>
          <w:rtl/>
        </w:rPr>
      </w:pPr>
      <w:r>
        <w:rPr>
          <w:rFonts w:hint="cs"/>
          <w:rtl/>
        </w:rPr>
        <w:t xml:space="preserve">بالموت امصابك أو حالي غيرت حالي والمهد خالي </w:t>
      </w:r>
    </w:p>
    <w:p w:rsidR="00C46C29" w:rsidRDefault="00C46C29" w:rsidP="00C46C29">
      <w:pPr>
        <w:pStyle w:val="libLeft"/>
        <w:rPr>
          <w:rFonts w:hint="cs"/>
          <w:rtl/>
        </w:rPr>
      </w:pPr>
      <w:r>
        <w:rPr>
          <w:rFonts w:hint="cs"/>
          <w:rtl/>
        </w:rPr>
        <w:t>(لندن-1996م)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54" w:name="36"/>
      <w:bookmarkStart w:id="55" w:name="_Toc495744822"/>
      <w:r>
        <w:rPr>
          <w:rFonts w:hint="cs"/>
          <w:rtl/>
        </w:rPr>
        <w:lastRenderedPageBreak/>
        <w:t>يا حاضر الشدات</w:t>
      </w:r>
      <w:bookmarkEnd w:id="54"/>
      <w:bookmarkEnd w:id="55"/>
      <w:r>
        <w:rPr>
          <w:rFonts w:hint="cs"/>
          <w:rtl/>
        </w:rPr>
        <w:t xml:space="preserve"> </w:t>
      </w:r>
    </w:p>
    <w:p w:rsidR="00C46C29" w:rsidRDefault="00C46C29" w:rsidP="00C46C29">
      <w:pPr>
        <w:pStyle w:val="libPoemCenter"/>
        <w:rPr>
          <w:rFonts w:hint="cs"/>
          <w:rtl/>
        </w:rPr>
      </w:pPr>
      <w:r>
        <w:rPr>
          <w:rFonts w:hint="cs"/>
          <w:rtl/>
        </w:rPr>
        <w:t xml:space="preserve">للشدد تحضر يحيدر ردتك لهالشده تحضر </w:t>
      </w:r>
    </w:p>
    <w:p w:rsidR="00C46C29" w:rsidRDefault="00C46C29" w:rsidP="00C46C29">
      <w:pPr>
        <w:pStyle w:val="libPoemCenter"/>
        <w:rPr>
          <w:rFonts w:hint="cs"/>
          <w:rtl/>
        </w:rPr>
      </w:pPr>
      <w:r>
        <w:rPr>
          <w:rFonts w:hint="cs"/>
          <w:rtl/>
        </w:rPr>
        <w:t xml:space="preserve">شبلك گبالي ذبيح وانه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هذا ليل دموع وهموم وألم واحنه يابالحسن أيتام وحرم </w:t>
      </w:r>
    </w:p>
    <w:p w:rsidR="00C46C29" w:rsidRDefault="00C46C29" w:rsidP="00C46C29">
      <w:pPr>
        <w:pStyle w:val="libPoemCenter"/>
        <w:rPr>
          <w:rFonts w:hint="cs"/>
          <w:rtl/>
        </w:rPr>
      </w:pPr>
      <w:r>
        <w:rPr>
          <w:rFonts w:hint="cs"/>
          <w:rtl/>
        </w:rPr>
        <w:t xml:space="preserve">لا زلم ظلت ولا ظلت خيم بويه حتى الطفل منهم ماسلم </w:t>
      </w:r>
    </w:p>
    <w:p w:rsidR="00C46C29" w:rsidRDefault="00C46C29" w:rsidP="00C46C29">
      <w:pPr>
        <w:pStyle w:val="libPoemCenter"/>
        <w:rPr>
          <w:rFonts w:hint="cs"/>
          <w:rtl/>
        </w:rPr>
      </w:pPr>
      <w:r>
        <w:rPr>
          <w:rFonts w:hint="cs"/>
          <w:rtl/>
        </w:rPr>
        <w:t xml:space="preserve">حزني طال والرجال عالرمال دمها سال </w:t>
      </w:r>
    </w:p>
    <w:p w:rsidR="00C46C29" w:rsidRDefault="00C46C29" w:rsidP="00C46C29">
      <w:pPr>
        <w:pStyle w:val="libPoemCenter"/>
        <w:rPr>
          <w:rFonts w:hint="cs"/>
          <w:rtl/>
        </w:rPr>
      </w:pPr>
      <w:r>
        <w:rPr>
          <w:rFonts w:hint="cs"/>
          <w:rtl/>
        </w:rPr>
        <w:t xml:space="preserve">خيَّم الليل ابظلامه وحايره بهاي اليتامه </w:t>
      </w:r>
    </w:p>
    <w:p w:rsidR="00C46C29" w:rsidRDefault="00C46C29" w:rsidP="00C46C29">
      <w:pPr>
        <w:pStyle w:val="libPoemCenter"/>
        <w:rPr>
          <w:rFonts w:hint="cs"/>
          <w:rtl/>
        </w:rPr>
      </w:pPr>
      <w:r>
        <w:rPr>
          <w:rFonts w:hint="cs"/>
          <w:rtl/>
        </w:rPr>
        <w:t xml:space="preserve">بالهظم گلبي جريح وانه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بويه مثل امصاب اهلنه ماجره الروس گطعوها وجثثها اعله الثره </w:t>
      </w:r>
    </w:p>
    <w:p w:rsidR="00C46C29" w:rsidRDefault="00C46C29" w:rsidP="00C46C29">
      <w:pPr>
        <w:pStyle w:val="libPoemCenter"/>
        <w:rPr>
          <w:rFonts w:hint="cs"/>
          <w:rtl/>
        </w:rPr>
      </w:pPr>
      <w:r>
        <w:rPr>
          <w:rFonts w:hint="cs"/>
          <w:rtl/>
        </w:rPr>
        <w:t xml:space="preserve">وآنه بالعيله صرت متحيره أنظر النار ابخيمنه اموجره </w:t>
      </w:r>
    </w:p>
    <w:p w:rsidR="00C46C29" w:rsidRDefault="00C46C29" w:rsidP="00C46C29">
      <w:pPr>
        <w:pStyle w:val="libPoemCenter"/>
        <w:rPr>
          <w:rFonts w:hint="cs"/>
          <w:rtl/>
        </w:rPr>
      </w:pPr>
      <w:r>
        <w:rPr>
          <w:rFonts w:hint="cs"/>
          <w:rtl/>
        </w:rPr>
        <w:t xml:space="preserve">عايله ابكربله اموجله وذاهله </w:t>
      </w:r>
    </w:p>
    <w:p w:rsidR="00C46C29" w:rsidRDefault="00C46C29" w:rsidP="00C46C29">
      <w:pPr>
        <w:pStyle w:val="libPoemCenter"/>
        <w:rPr>
          <w:rFonts w:hint="cs"/>
          <w:rtl/>
        </w:rPr>
      </w:pPr>
      <w:r>
        <w:rPr>
          <w:rFonts w:hint="cs"/>
          <w:rtl/>
        </w:rPr>
        <w:t xml:space="preserve">وادم الذبحوا زلمنه يا علي حرگوا خيمنه </w:t>
      </w:r>
    </w:p>
    <w:p w:rsidR="00C46C29" w:rsidRDefault="00C46C29" w:rsidP="00C46C29">
      <w:pPr>
        <w:pStyle w:val="libPoemCenter"/>
        <w:rPr>
          <w:rFonts w:hint="cs"/>
          <w:rtl/>
        </w:rPr>
      </w:pPr>
      <w:r>
        <w:rPr>
          <w:rFonts w:hint="cs"/>
          <w:rtl/>
        </w:rPr>
        <w:t xml:space="preserve">عالحرم دمعي يسيح وآنه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بويه ما عندي گلب يحمل غرب چم وچم لوعه تحمَّل هالگلب </w:t>
      </w:r>
    </w:p>
    <w:p w:rsidR="00C46C29" w:rsidRDefault="00C46C29" w:rsidP="00C46C29">
      <w:pPr>
        <w:pStyle w:val="libPoemCenter"/>
        <w:rPr>
          <w:rFonts w:hint="cs"/>
          <w:rtl/>
        </w:rPr>
      </w:pPr>
      <w:r>
        <w:rPr>
          <w:rFonts w:hint="cs"/>
          <w:rtl/>
        </w:rPr>
        <w:t xml:space="preserve">اگبال عيني طاح الاكبر عالترب ومثل دمعي شاهدت دمه يصب </w:t>
      </w:r>
    </w:p>
    <w:p w:rsidR="00C46C29" w:rsidRDefault="00C46C29" w:rsidP="00C46C29">
      <w:pPr>
        <w:pStyle w:val="libPoemCenter"/>
        <w:rPr>
          <w:rFonts w:hint="cs"/>
          <w:rtl/>
        </w:rPr>
      </w:pPr>
      <w:r>
        <w:rPr>
          <w:rFonts w:hint="cs"/>
          <w:rtl/>
        </w:rPr>
        <w:t xml:space="preserve">نوره غاب بالحراب وظني خاب چبدي ذاب </w:t>
      </w:r>
    </w:p>
    <w:p w:rsidR="00C46C29" w:rsidRDefault="00C46C29" w:rsidP="00C46C29">
      <w:pPr>
        <w:pStyle w:val="libPoemCenter"/>
        <w:rPr>
          <w:rFonts w:hint="cs"/>
          <w:rtl/>
        </w:rPr>
      </w:pPr>
      <w:r>
        <w:rPr>
          <w:rFonts w:hint="cs"/>
          <w:rtl/>
        </w:rPr>
        <w:t xml:space="preserve">طاح الأكبر بالحرايب داسته خيول الكتايب </w:t>
      </w:r>
    </w:p>
    <w:p w:rsidR="00C46C29" w:rsidRDefault="00C46C29" w:rsidP="00C46C29">
      <w:pPr>
        <w:pStyle w:val="libPoemCenter"/>
        <w:rPr>
          <w:rFonts w:hint="cs"/>
          <w:rtl/>
        </w:rPr>
      </w:pPr>
      <w:r>
        <w:rPr>
          <w:rFonts w:hint="cs"/>
          <w:rtl/>
        </w:rPr>
        <w:t xml:space="preserve">والجسم بالدم سبيح وآنه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بويه خمس اسهام دلالي جمع هظم وفراگ وظمه وخوف وجزع </w:t>
      </w:r>
    </w:p>
    <w:p w:rsidR="00C46C29" w:rsidRDefault="00C46C29" w:rsidP="00C46C29">
      <w:pPr>
        <w:pStyle w:val="libPoemCenter"/>
        <w:rPr>
          <w:rFonts w:hint="cs"/>
          <w:rtl/>
        </w:rPr>
      </w:pPr>
      <w:r>
        <w:rPr>
          <w:rFonts w:hint="cs"/>
          <w:rtl/>
        </w:rPr>
        <w:lastRenderedPageBreak/>
        <w:t xml:space="preserve">من شفت جسام عالغبره انصرع الزمت گلبي وخفت لاگلبي يگع </w:t>
      </w:r>
    </w:p>
    <w:p w:rsidR="00C46C29" w:rsidRDefault="00C46C29" w:rsidP="00C46C29">
      <w:pPr>
        <w:pStyle w:val="libPoemCenter"/>
        <w:rPr>
          <w:rFonts w:hint="cs"/>
          <w:rtl/>
        </w:rPr>
      </w:pPr>
      <w:r>
        <w:rPr>
          <w:rFonts w:hint="cs"/>
          <w:rtl/>
        </w:rPr>
        <w:t xml:space="preserve">شمعته ابخيمته وجثته ابحومته </w:t>
      </w:r>
    </w:p>
    <w:p w:rsidR="00C46C29" w:rsidRDefault="00C46C29" w:rsidP="00C46C29">
      <w:pPr>
        <w:pStyle w:val="libPoemCenter"/>
        <w:rPr>
          <w:rFonts w:hint="cs"/>
          <w:rtl/>
        </w:rPr>
      </w:pPr>
      <w:r>
        <w:rPr>
          <w:rFonts w:hint="cs"/>
          <w:rtl/>
        </w:rPr>
        <w:t xml:space="preserve">من طفوا شمعة شبابه بويه خلاني ابمصابه </w:t>
      </w:r>
    </w:p>
    <w:p w:rsidR="00C46C29" w:rsidRDefault="00C46C29" w:rsidP="00C46C29">
      <w:pPr>
        <w:pStyle w:val="libPoemCenter"/>
        <w:rPr>
          <w:rFonts w:hint="cs"/>
          <w:rtl/>
        </w:rPr>
      </w:pPr>
      <w:r>
        <w:rPr>
          <w:rFonts w:hint="cs"/>
          <w:rtl/>
        </w:rPr>
        <w:t xml:space="preserve">أنهض وأعثر واطيح وآنه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هذا ليل اخطار ودموعي تسيل أصرخ وأنخاك يا حامي الدخيل </w:t>
      </w:r>
    </w:p>
    <w:p w:rsidR="00C46C29" w:rsidRDefault="00C46C29" w:rsidP="00C46C29">
      <w:pPr>
        <w:pStyle w:val="libPoemCenter"/>
        <w:rPr>
          <w:rFonts w:hint="cs"/>
          <w:rtl/>
        </w:rPr>
      </w:pPr>
      <w:r>
        <w:rPr>
          <w:rFonts w:hint="cs"/>
          <w:rtl/>
        </w:rPr>
        <w:t xml:space="preserve">بس حرم ظلينه وايتام وعليل ابدار غربه لامحامي ولاكفيل </w:t>
      </w:r>
    </w:p>
    <w:p w:rsidR="00C46C29" w:rsidRDefault="00C46C29" w:rsidP="00C46C29">
      <w:pPr>
        <w:pStyle w:val="libPoemCenter"/>
        <w:rPr>
          <w:rFonts w:hint="cs"/>
          <w:rtl/>
        </w:rPr>
      </w:pPr>
      <w:r>
        <w:rPr>
          <w:rFonts w:hint="cs"/>
          <w:rtl/>
        </w:rPr>
        <w:t xml:space="preserve">والگمر عالنهر بهالخطر ماحضر </w:t>
      </w:r>
    </w:p>
    <w:p w:rsidR="00C46C29" w:rsidRDefault="00C46C29" w:rsidP="00C46C29">
      <w:pPr>
        <w:pStyle w:val="libPoemCenter"/>
        <w:rPr>
          <w:rFonts w:hint="cs"/>
          <w:rtl/>
        </w:rPr>
      </w:pPr>
      <w:r>
        <w:rPr>
          <w:rFonts w:hint="cs"/>
          <w:rtl/>
        </w:rPr>
        <w:t xml:space="preserve">وليه يابوه انولينه والكفلنه امن المدينه </w:t>
      </w:r>
    </w:p>
    <w:p w:rsidR="00C46C29" w:rsidRDefault="00C46C29" w:rsidP="00C46C29">
      <w:pPr>
        <w:pStyle w:val="libPoemCenter"/>
        <w:rPr>
          <w:rFonts w:hint="cs"/>
          <w:rtl/>
        </w:rPr>
      </w:pPr>
      <w:r>
        <w:rPr>
          <w:rFonts w:hint="cs"/>
          <w:rtl/>
        </w:rPr>
        <w:t xml:space="preserve">عالنهر جسمه طريح وآنه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مر علينا انهار موحش بالطفوف يبو الحمله وريت عيني لاتشوف </w:t>
      </w:r>
    </w:p>
    <w:p w:rsidR="00C46C29" w:rsidRDefault="00C46C29" w:rsidP="00C46C29">
      <w:pPr>
        <w:pStyle w:val="libPoemCenter"/>
        <w:rPr>
          <w:rFonts w:hint="cs"/>
          <w:rtl/>
        </w:rPr>
      </w:pPr>
      <w:r>
        <w:rPr>
          <w:rFonts w:hint="cs"/>
          <w:rtl/>
        </w:rPr>
        <w:t xml:space="preserve">هجمت اعله حسين غارات الصفوف وگطعوا جسمه يحيدر بالسيوف </w:t>
      </w:r>
    </w:p>
    <w:p w:rsidR="00C46C29" w:rsidRDefault="00C46C29" w:rsidP="00C46C29">
      <w:pPr>
        <w:pStyle w:val="libPoemCenter"/>
        <w:rPr>
          <w:rFonts w:hint="cs"/>
          <w:rtl/>
        </w:rPr>
      </w:pPr>
      <w:r>
        <w:rPr>
          <w:rFonts w:hint="cs"/>
          <w:rtl/>
        </w:rPr>
        <w:t xml:space="preserve">جسمه طاح دمه ساح صوتي صاح عزنه راح </w:t>
      </w:r>
    </w:p>
    <w:p w:rsidR="00C46C29" w:rsidRDefault="00C46C29" w:rsidP="00C46C29">
      <w:pPr>
        <w:pStyle w:val="libPoemCenter"/>
        <w:rPr>
          <w:rFonts w:hint="cs"/>
          <w:rtl/>
        </w:rPr>
      </w:pPr>
      <w:r>
        <w:rPr>
          <w:rFonts w:hint="cs"/>
          <w:rtl/>
        </w:rPr>
        <w:t xml:space="preserve">من عگب ماسال دمه جالت الخيل اعليه جسمه </w:t>
      </w:r>
    </w:p>
    <w:p w:rsidR="00C46C29" w:rsidRDefault="00C46C29" w:rsidP="00C46C29">
      <w:pPr>
        <w:pStyle w:val="libPoemCenter"/>
        <w:rPr>
          <w:rFonts w:hint="cs"/>
          <w:rtl/>
        </w:rPr>
      </w:pPr>
      <w:r>
        <w:rPr>
          <w:rFonts w:hint="cs"/>
          <w:rtl/>
        </w:rPr>
        <w:t xml:space="preserve">وما بگه مفصل صحيح وآنه محتاره وأصيح </w:t>
      </w:r>
    </w:p>
    <w:p w:rsidR="00C46C29" w:rsidRDefault="00C46C29" w:rsidP="00C46C29">
      <w:pPr>
        <w:pStyle w:val="libPoemCenter"/>
        <w:rPr>
          <w:rFonts w:hint="cs"/>
          <w:rtl/>
        </w:rPr>
      </w:pPr>
      <w:r>
        <w:rPr>
          <w:rFonts w:hint="cs"/>
          <w:rtl/>
        </w:rPr>
        <w:t xml:space="preserve">ردتك لهالشده تحضر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56" w:name="37"/>
      <w:bookmarkStart w:id="57" w:name="_Toc495744823"/>
      <w:r>
        <w:rPr>
          <w:rFonts w:hint="cs"/>
          <w:rtl/>
        </w:rPr>
        <w:lastRenderedPageBreak/>
        <w:t>شأن الدنيا</w:t>
      </w:r>
      <w:bookmarkEnd w:id="56"/>
      <w:bookmarkEnd w:id="57"/>
      <w:r>
        <w:rPr>
          <w:rFonts w:hint="cs"/>
          <w:rtl/>
        </w:rPr>
        <w:t xml:space="preserve"> </w:t>
      </w:r>
    </w:p>
    <w:p w:rsidR="00C46C29" w:rsidRDefault="00C46C29" w:rsidP="00C46C29">
      <w:pPr>
        <w:pStyle w:val="libPoemCenter"/>
        <w:rPr>
          <w:rFonts w:hint="cs"/>
          <w:rtl/>
        </w:rPr>
      </w:pPr>
      <w:r>
        <w:rPr>
          <w:rFonts w:hint="cs"/>
          <w:rtl/>
        </w:rPr>
        <w:t xml:space="preserve">يحسين لگبرك جينه دنيانه اشعملت بينه </w:t>
      </w:r>
    </w:p>
    <w:p w:rsidR="00C46C29" w:rsidRDefault="00C46C29" w:rsidP="00C46C29">
      <w:pPr>
        <w:pStyle w:val="libPoemCenter"/>
        <w:rPr>
          <w:rFonts w:hint="cs"/>
          <w:rtl/>
        </w:rPr>
      </w:pPr>
      <w:r>
        <w:rPr>
          <w:rFonts w:hint="cs"/>
          <w:rtl/>
        </w:rPr>
        <w:t xml:space="preserve">شفنه امصايب وهموم من بعدك يا 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يحسين من يوم الطحت بالمصرع لليوم ما فارگنه سيل المدمع </w:t>
      </w:r>
    </w:p>
    <w:p w:rsidR="00C46C29" w:rsidRDefault="00C46C29" w:rsidP="00C46C29">
      <w:pPr>
        <w:pStyle w:val="libPoemCenter"/>
        <w:rPr>
          <w:rFonts w:hint="cs"/>
          <w:rtl/>
        </w:rPr>
      </w:pPr>
      <w:r>
        <w:rPr>
          <w:rFonts w:hint="cs"/>
          <w:rtl/>
        </w:rPr>
        <w:t xml:space="preserve">چم دوب أصبر بعدك اشتتوقع لو چان صبري بالجبل يتصدع </w:t>
      </w:r>
    </w:p>
    <w:p w:rsidR="00C46C29" w:rsidRDefault="00C46C29" w:rsidP="00C46C29">
      <w:pPr>
        <w:pStyle w:val="libPoemCenter"/>
        <w:rPr>
          <w:rFonts w:hint="cs"/>
          <w:rtl/>
        </w:rPr>
      </w:pPr>
      <w:r>
        <w:rPr>
          <w:rFonts w:hint="cs"/>
          <w:rtl/>
        </w:rPr>
        <w:t xml:space="preserve">رديت ابحزني وهمي وانشد عنك يبن امي </w:t>
      </w:r>
    </w:p>
    <w:p w:rsidR="00C46C29" w:rsidRDefault="00C46C29" w:rsidP="00C46C29">
      <w:pPr>
        <w:pStyle w:val="libPoemCenter"/>
        <w:rPr>
          <w:rFonts w:hint="cs"/>
          <w:rtl/>
        </w:rPr>
      </w:pPr>
      <w:r>
        <w:rPr>
          <w:rFonts w:hint="cs"/>
          <w:rtl/>
        </w:rPr>
        <w:t xml:space="preserve">أصرخ من گبرك گوم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بس ماطحت يحسين وسط الميدان هجمت علينه الگوم گوم العدوان </w:t>
      </w:r>
    </w:p>
    <w:p w:rsidR="00C46C29" w:rsidRDefault="00C46C29" w:rsidP="00C46C29">
      <w:pPr>
        <w:pStyle w:val="libPoemCenter"/>
        <w:rPr>
          <w:rFonts w:hint="cs"/>
          <w:rtl/>
        </w:rPr>
      </w:pPr>
      <w:r>
        <w:rPr>
          <w:rFonts w:hint="cs"/>
          <w:rtl/>
        </w:rPr>
        <w:t xml:space="preserve">لازلم عدنه ولا خدر لا صيوان ومنين ما نلتفت خيل ونيران </w:t>
      </w:r>
    </w:p>
    <w:p w:rsidR="00C46C29" w:rsidRDefault="00C46C29" w:rsidP="00C46C29">
      <w:pPr>
        <w:pStyle w:val="libPoemCenter"/>
        <w:rPr>
          <w:rFonts w:hint="cs"/>
          <w:rtl/>
        </w:rPr>
      </w:pPr>
      <w:r>
        <w:rPr>
          <w:rFonts w:hint="cs"/>
          <w:rtl/>
        </w:rPr>
        <w:t xml:space="preserve">وعداكم مارحمونه من كل جانب حاطونه </w:t>
      </w:r>
    </w:p>
    <w:p w:rsidR="00C46C29" w:rsidRDefault="00C46C29" w:rsidP="00C46C29">
      <w:pPr>
        <w:pStyle w:val="libPoemCenter"/>
        <w:rPr>
          <w:rFonts w:hint="cs"/>
          <w:rtl/>
        </w:rPr>
      </w:pPr>
      <w:r>
        <w:rPr>
          <w:rFonts w:hint="cs"/>
          <w:rtl/>
        </w:rPr>
        <w:t xml:space="preserve">نيران وخيل الگوم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بعد ماهجمت علينه العسكر لاوين ادير الوجه فكري اتحير </w:t>
      </w:r>
    </w:p>
    <w:p w:rsidR="00C46C29" w:rsidRDefault="00C46C29" w:rsidP="00C46C29">
      <w:pPr>
        <w:pStyle w:val="libPoemCenter"/>
        <w:rPr>
          <w:rFonts w:hint="cs"/>
          <w:rtl/>
        </w:rPr>
      </w:pPr>
      <w:r>
        <w:rPr>
          <w:rFonts w:hint="cs"/>
          <w:rtl/>
        </w:rPr>
        <w:t xml:space="preserve">ما ادري يامظلوم أجمع خدَّر لو أجمع اطفالك التاهت بالبر </w:t>
      </w:r>
    </w:p>
    <w:p w:rsidR="00C46C29" w:rsidRDefault="00C46C29" w:rsidP="00C46C29">
      <w:pPr>
        <w:pStyle w:val="libPoemCenter"/>
        <w:rPr>
          <w:rFonts w:hint="cs"/>
          <w:rtl/>
        </w:rPr>
      </w:pPr>
      <w:r>
        <w:rPr>
          <w:rFonts w:hint="cs"/>
          <w:rtl/>
        </w:rPr>
        <w:t xml:space="preserve">عگبك صرنه بهالحاله وحاطت بينه الخياله </w:t>
      </w:r>
    </w:p>
    <w:p w:rsidR="00C46C29" w:rsidRDefault="00C46C29" w:rsidP="00C46C29">
      <w:pPr>
        <w:pStyle w:val="libPoemCenter"/>
        <w:rPr>
          <w:rFonts w:hint="cs"/>
          <w:rtl/>
        </w:rPr>
      </w:pPr>
      <w:r>
        <w:rPr>
          <w:rFonts w:hint="cs"/>
          <w:rtl/>
        </w:rPr>
        <w:t xml:space="preserve">وشفنه السلاّبه اتحوم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راح النهار النوب داهمنه الليل بس الظلام ودوية اصهيل الخيل </w:t>
      </w:r>
    </w:p>
    <w:p w:rsidR="00C46C29" w:rsidRDefault="00C46C29" w:rsidP="00C46C29">
      <w:pPr>
        <w:pStyle w:val="libPoemCenter"/>
        <w:rPr>
          <w:rFonts w:hint="cs"/>
          <w:rtl/>
        </w:rPr>
      </w:pPr>
      <w:r>
        <w:rPr>
          <w:rFonts w:hint="cs"/>
          <w:rtl/>
        </w:rPr>
        <w:t xml:space="preserve">ولمن طلع وجه الفجر شفنه الويل مشونه فوگ الهزل والدمعه تسيل </w:t>
      </w:r>
    </w:p>
    <w:p w:rsidR="00C46C29" w:rsidRDefault="00C46C29" w:rsidP="00C46C29">
      <w:pPr>
        <w:pStyle w:val="libPoemCenter"/>
        <w:rPr>
          <w:rFonts w:hint="cs"/>
          <w:rtl/>
        </w:rPr>
      </w:pPr>
      <w:r>
        <w:rPr>
          <w:rFonts w:hint="cs"/>
          <w:rtl/>
        </w:rPr>
        <w:t xml:space="preserve">نطلع من وادي لوادي وچتالك صار الحادي </w:t>
      </w:r>
    </w:p>
    <w:p w:rsidR="00C46C29" w:rsidRDefault="00C46C29" w:rsidP="00C46C29">
      <w:pPr>
        <w:pStyle w:val="libPoemCenter"/>
        <w:rPr>
          <w:rFonts w:hint="cs"/>
          <w:rtl/>
        </w:rPr>
      </w:pPr>
      <w:r>
        <w:rPr>
          <w:rFonts w:hint="cs"/>
          <w:rtl/>
        </w:rPr>
        <w:t xml:space="preserve">اتلوَّع گلبي المهموم من بعدك يامظلوم </w:t>
      </w:r>
    </w:p>
    <w:p w:rsidR="00C46C29" w:rsidRDefault="00C46C29" w:rsidP="00C46C29">
      <w:pPr>
        <w:pStyle w:val="libPoemCenter"/>
        <w:rPr>
          <w:rFonts w:hint="cs"/>
          <w:rtl/>
        </w:rPr>
      </w:pPr>
      <w:r>
        <w:rPr>
          <w:rFonts w:hint="cs"/>
          <w:rtl/>
        </w:rPr>
        <w:lastRenderedPageBreak/>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ردنه الوداع اوياك ماخلونه للكوفه من يمك غصب مشونه </w:t>
      </w:r>
    </w:p>
    <w:p w:rsidR="00C46C29" w:rsidRDefault="00C46C29" w:rsidP="00C46C29">
      <w:pPr>
        <w:pStyle w:val="libPoemCenter"/>
        <w:rPr>
          <w:rFonts w:hint="cs"/>
          <w:rtl/>
        </w:rPr>
      </w:pPr>
      <w:r>
        <w:rPr>
          <w:rFonts w:hint="cs"/>
          <w:rtl/>
        </w:rPr>
        <w:t xml:space="preserve">من عالرمح راسك يدير اعيونه ويجري الدمع بالسوط لو ضربونه </w:t>
      </w:r>
    </w:p>
    <w:p w:rsidR="00C46C29" w:rsidRDefault="00C46C29" w:rsidP="00C46C29">
      <w:pPr>
        <w:pStyle w:val="libPoemCenter"/>
        <w:rPr>
          <w:rFonts w:hint="cs"/>
          <w:rtl/>
        </w:rPr>
      </w:pPr>
      <w:r>
        <w:rPr>
          <w:rFonts w:hint="cs"/>
          <w:rtl/>
        </w:rPr>
        <w:t xml:space="preserve">راسك شاف امصيبتنه وتجري دموعه لحالتنه </w:t>
      </w:r>
    </w:p>
    <w:p w:rsidR="00C46C29" w:rsidRDefault="00C46C29" w:rsidP="00C46C29">
      <w:pPr>
        <w:pStyle w:val="libPoemCenter"/>
        <w:rPr>
          <w:rFonts w:hint="cs"/>
          <w:rtl/>
        </w:rPr>
      </w:pPr>
      <w:r>
        <w:rPr>
          <w:rFonts w:hint="cs"/>
          <w:rtl/>
        </w:rPr>
        <w:t xml:space="preserve">هالمدمع يجري ادموم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بالكوفه من كثر الجره اعلينه وصار خلونه ننسه خيامنه وذيچ النار </w:t>
      </w:r>
    </w:p>
    <w:p w:rsidR="00C46C29" w:rsidRDefault="00C46C29" w:rsidP="00C46C29">
      <w:pPr>
        <w:pStyle w:val="libPoemCenter"/>
        <w:rPr>
          <w:rFonts w:hint="cs"/>
          <w:rtl/>
        </w:rPr>
      </w:pPr>
      <w:r>
        <w:rPr>
          <w:rFonts w:hint="cs"/>
          <w:rtl/>
        </w:rPr>
        <w:t xml:space="preserve">وكفونه وسط المجلس ازغار اگبار ومن كل كتر دارت علينه الأنظار </w:t>
      </w:r>
    </w:p>
    <w:p w:rsidR="00C46C29" w:rsidRDefault="00C46C29" w:rsidP="00C46C29">
      <w:pPr>
        <w:pStyle w:val="libPoemCenter"/>
        <w:rPr>
          <w:rFonts w:hint="cs"/>
          <w:rtl/>
        </w:rPr>
      </w:pPr>
      <w:r>
        <w:rPr>
          <w:rFonts w:hint="cs"/>
          <w:rtl/>
        </w:rPr>
        <w:t xml:space="preserve">بالمجلس من طبينه چتالك جار اعلينه </w:t>
      </w:r>
    </w:p>
    <w:p w:rsidR="00C46C29" w:rsidRDefault="00C46C29" w:rsidP="00C46C29">
      <w:pPr>
        <w:pStyle w:val="libPoemCenter"/>
        <w:rPr>
          <w:rFonts w:hint="cs"/>
          <w:rtl/>
        </w:rPr>
      </w:pPr>
      <w:r>
        <w:rPr>
          <w:rFonts w:hint="cs"/>
          <w:rtl/>
        </w:rPr>
        <w:t xml:space="preserve">ونفَّذ بينه المحتوم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للكوفه غادرناها بدموع العين وما ندري بعد الكوفه نتوجّه وين </w:t>
      </w:r>
    </w:p>
    <w:p w:rsidR="00C46C29" w:rsidRDefault="00C46C29" w:rsidP="00C46C29">
      <w:pPr>
        <w:pStyle w:val="libPoemCenter"/>
        <w:rPr>
          <w:rFonts w:hint="cs"/>
          <w:rtl/>
        </w:rPr>
      </w:pPr>
      <w:r>
        <w:rPr>
          <w:rFonts w:hint="cs"/>
          <w:rtl/>
        </w:rPr>
        <w:t xml:space="preserve">لن صوت نسمع ظِهَر من وادي البين للشام خل تتوجه اعيال حسين </w:t>
      </w:r>
    </w:p>
    <w:p w:rsidR="00C46C29" w:rsidRDefault="00C46C29" w:rsidP="00C46C29">
      <w:pPr>
        <w:pStyle w:val="libPoemCenter"/>
        <w:rPr>
          <w:rFonts w:hint="cs"/>
          <w:rtl/>
        </w:rPr>
      </w:pPr>
      <w:r>
        <w:rPr>
          <w:rFonts w:hint="cs"/>
          <w:rtl/>
        </w:rPr>
        <w:t xml:space="preserve">لن هظم الشام انشوفه أصعب من هظم الكوفه </w:t>
      </w:r>
    </w:p>
    <w:p w:rsidR="00C46C29" w:rsidRDefault="00C46C29" w:rsidP="00C46C29">
      <w:pPr>
        <w:pStyle w:val="libPoemCenter"/>
        <w:rPr>
          <w:rFonts w:hint="cs"/>
          <w:rtl/>
        </w:rPr>
      </w:pPr>
      <w:r>
        <w:rPr>
          <w:rFonts w:hint="cs"/>
          <w:rtl/>
        </w:rPr>
        <w:t xml:space="preserve">ويوم الشام اصعب يوم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عندي مهجه التشرح هموم الشام اخذ الخبر من دمع عين الأيتام </w:t>
      </w:r>
    </w:p>
    <w:p w:rsidR="00C46C29" w:rsidRDefault="00C46C29" w:rsidP="00C46C29">
      <w:pPr>
        <w:pStyle w:val="libPoemCenter"/>
        <w:rPr>
          <w:rFonts w:hint="cs"/>
          <w:rtl/>
        </w:rPr>
      </w:pPr>
      <w:r>
        <w:rPr>
          <w:rFonts w:hint="cs"/>
          <w:rtl/>
        </w:rPr>
        <w:t xml:space="preserve">يحسين واشخلَّت ابگلبي الأيام غير النوايب والغصص والآلام </w:t>
      </w:r>
    </w:p>
    <w:p w:rsidR="00C46C29" w:rsidRDefault="00C46C29" w:rsidP="00C46C29">
      <w:pPr>
        <w:pStyle w:val="libPoemCenter"/>
        <w:rPr>
          <w:rFonts w:hint="cs"/>
          <w:rtl/>
        </w:rPr>
      </w:pPr>
      <w:r>
        <w:rPr>
          <w:rFonts w:hint="cs"/>
          <w:rtl/>
        </w:rPr>
        <w:t xml:space="preserve">وجيت اليوم بأحزاني ظنيتك تتلگاني </w:t>
      </w:r>
    </w:p>
    <w:p w:rsidR="00C46C29" w:rsidRDefault="00C46C29" w:rsidP="00C46C29">
      <w:pPr>
        <w:pStyle w:val="libPoemCenter"/>
        <w:rPr>
          <w:rFonts w:hint="cs"/>
          <w:rtl/>
        </w:rPr>
      </w:pPr>
      <w:r>
        <w:rPr>
          <w:rFonts w:hint="cs"/>
          <w:rtl/>
        </w:rPr>
        <w:t xml:space="preserve">لاچن شيفيد اللوم من بعدك يامظلوم </w:t>
      </w:r>
    </w:p>
    <w:p w:rsidR="00C46C29" w:rsidRDefault="00C46C29" w:rsidP="00C46C29">
      <w:pPr>
        <w:pStyle w:val="libPoemCenter"/>
        <w:rPr>
          <w:rFonts w:hint="cs"/>
          <w:rtl/>
        </w:rPr>
      </w:pPr>
      <w:r>
        <w:rPr>
          <w:rFonts w:hint="cs"/>
          <w:rtl/>
        </w:rPr>
        <w:t xml:space="preserve">دنيانه اشعملت بينه </w:t>
      </w:r>
    </w:p>
    <w:p w:rsidR="00C46C29" w:rsidRDefault="00C46C29" w:rsidP="00C46C29">
      <w:pPr>
        <w:pStyle w:val="libCenter"/>
        <w:rPr>
          <w:rFonts w:hint="cs"/>
          <w:rtl/>
        </w:rPr>
      </w:pPr>
      <w:r>
        <w:rPr>
          <w:rFonts w:hint="cs"/>
          <w:rtl/>
        </w:rPr>
        <w:t>* * *</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58" w:name="38"/>
      <w:bookmarkStart w:id="59" w:name="_Toc495744824"/>
      <w:r>
        <w:rPr>
          <w:rFonts w:hint="cs"/>
          <w:rtl/>
        </w:rPr>
        <w:lastRenderedPageBreak/>
        <w:t>تاسع الائمه</w:t>
      </w:r>
      <w:bookmarkEnd w:id="58"/>
      <w:bookmarkEnd w:id="59"/>
      <w:r>
        <w:rPr>
          <w:rFonts w:hint="cs"/>
          <w:rtl/>
        </w:rPr>
        <w:t xml:space="preserve"> </w:t>
      </w:r>
    </w:p>
    <w:p w:rsidR="00C46C29" w:rsidRDefault="00C46C29" w:rsidP="00C46C29">
      <w:pPr>
        <w:pStyle w:val="libPoemCenter"/>
        <w:rPr>
          <w:rFonts w:hint="cs"/>
          <w:rtl/>
        </w:rPr>
      </w:pPr>
      <w:r>
        <w:rPr>
          <w:rFonts w:hint="cs"/>
          <w:rtl/>
        </w:rPr>
        <w:t xml:space="preserve">اسمع شيگول المسموم يا ظالم حكمك ميدوم </w:t>
      </w:r>
    </w:p>
    <w:p w:rsidR="00C46C29" w:rsidRDefault="00C46C29" w:rsidP="00C46C29">
      <w:pPr>
        <w:pStyle w:val="libPoemCenter"/>
        <w:rPr>
          <w:rFonts w:hint="cs"/>
          <w:rtl/>
        </w:rPr>
      </w:pPr>
      <w:r>
        <w:rPr>
          <w:rFonts w:hint="cs"/>
          <w:rtl/>
        </w:rPr>
        <w:t xml:space="preserve">شبل الهادي بصوته ينادي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اينادي الجواد وصرخته نسمعها سلطة بني العباس ما أبشعها </w:t>
      </w:r>
    </w:p>
    <w:p w:rsidR="00C46C29" w:rsidRDefault="00C46C29" w:rsidP="00C46C29">
      <w:pPr>
        <w:pStyle w:val="libPoemCenter"/>
        <w:rPr>
          <w:rFonts w:hint="cs"/>
          <w:rtl/>
        </w:rPr>
      </w:pPr>
      <w:r>
        <w:rPr>
          <w:rFonts w:hint="cs"/>
          <w:rtl/>
        </w:rPr>
        <w:t xml:space="preserve">ويه النبي احگوگ النسب تجمعها يادافع لقطع الرحم يدفعها </w:t>
      </w:r>
    </w:p>
    <w:p w:rsidR="00C46C29" w:rsidRDefault="00C46C29" w:rsidP="00C46C29">
      <w:pPr>
        <w:pStyle w:val="libPoemCenter"/>
        <w:rPr>
          <w:rFonts w:hint="cs"/>
          <w:rtl/>
        </w:rPr>
      </w:pPr>
      <w:r>
        <w:rPr>
          <w:rFonts w:hint="cs"/>
          <w:rtl/>
        </w:rPr>
        <w:t xml:space="preserve">كشفت كل مخفي ومكتوم ماظل جانب ما معلوم </w:t>
      </w:r>
    </w:p>
    <w:p w:rsidR="00C46C29" w:rsidRDefault="00C46C29" w:rsidP="00C46C29">
      <w:pPr>
        <w:pStyle w:val="libPoemCenter"/>
        <w:rPr>
          <w:rFonts w:hint="cs"/>
          <w:rtl/>
        </w:rPr>
      </w:pPr>
      <w:r>
        <w:rPr>
          <w:rFonts w:hint="cs"/>
          <w:rtl/>
        </w:rPr>
        <w:t xml:space="preserve">من كل جانب صوتي ايخاطب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طالعنه تاريخ آل اميه الأشرار من بدر عدهم ثار ويه المختار </w:t>
      </w:r>
    </w:p>
    <w:p w:rsidR="00C46C29" w:rsidRDefault="00C46C29" w:rsidP="00C46C29">
      <w:pPr>
        <w:pStyle w:val="libPoemCenter"/>
        <w:rPr>
          <w:rFonts w:hint="cs"/>
          <w:rtl/>
        </w:rPr>
      </w:pPr>
      <w:r>
        <w:rPr>
          <w:rFonts w:hint="cs"/>
          <w:rtl/>
        </w:rPr>
        <w:t xml:space="preserve">وفوا الثار ابسفك دم الاطهار لاچن بني العباس عدهم يا ثار </w:t>
      </w:r>
    </w:p>
    <w:p w:rsidR="00C46C29" w:rsidRDefault="00C46C29" w:rsidP="00C46C29">
      <w:pPr>
        <w:pStyle w:val="libPoemCenter"/>
        <w:rPr>
          <w:rFonts w:hint="cs"/>
          <w:rtl/>
        </w:rPr>
      </w:pPr>
      <w:r>
        <w:rPr>
          <w:rFonts w:hint="cs"/>
          <w:rtl/>
        </w:rPr>
        <w:t xml:space="preserve">ابيا ثار اتطالب هالگوم وليش اعله الإجرام اتحوم </w:t>
      </w:r>
    </w:p>
    <w:p w:rsidR="00C46C29" w:rsidRDefault="00C46C29" w:rsidP="00C46C29">
      <w:pPr>
        <w:pStyle w:val="libPoemCenter"/>
        <w:rPr>
          <w:rFonts w:hint="cs"/>
          <w:rtl/>
        </w:rPr>
      </w:pPr>
      <w:r>
        <w:rPr>
          <w:rFonts w:hint="cs"/>
          <w:rtl/>
        </w:rPr>
        <w:t xml:space="preserve">حكم الظالم ميظل دايم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ابدولة بني العباس شتشوف العين ولمن نحاسب نبدي وياها امنين </w:t>
      </w:r>
    </w:p>
    <w:p w:rsidR="00C46C29" w:rsidRDefault="00C46C29" w:rsidP="00C46C29">
      <w:pPr>
        <w:pStyle w:val="libPoemCenter"/>
        <w:rPr>
          <w:rFonts w:hint="cs"/>
          <w:rtl/>
        </w:rPr>
      </w:pPr>
      <w:r>
        <w:rPr>
          <w:rFonts w:hint="cs"/>
          <w:rtl/>
        </w:rPr>
        <w:t xml:space="preserve">اتأسست هالدوله بسم ثار حسين هذا الشعار الگالته أصبح وين </w:t>
      </w:r>
    </w:p>
    <w:p w:rsidR="00C46C29" w:rsidRDefault="00C46C29" w:rsidP="00C46C29">
      <w:pPr>
        <w:pStyle w:val="libPoemCenter"/>
        <w:rPr>
          <w:rFonts w:hint="cs"/>
          <w:rtl/>
        </w:rPr>
      </w:pPr>
      <w:r>
        <w:rPr>
          <w:rFonts w:hint="cs"/>
          <w:rtl/>
        </w:rPr>
        <w:t xml:space="preserve">يا ثار اخذت للمظلوم سفكت من ذريته ادموم </w:t>
      </w:r>
    </w:p>
    <w:p w:rsidR="00C46C29" w:rsidRDefault="00C46C29" w:rsidP="00C46C29">
      <w:pPr>
        <w:pStyle w:val="libPoemCenter"/>
        <w:rPr>
          <w:rFonts w:hint="cs"/>
          <w:rtl/>
        </w:rPr>
      </w:pPr>
      <w:r>
        <w:rPr>
          <w:rFonts w:hint="cs"/>
          <w:rtl/>
        </w:rPr>
        <w:t xml:space="preserve">واقع نكشف والدم يهتف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هالدوله ما يرضاها راعي الوجدان مبنيه عالغش والدجل والبهتان </w:t>
      </w:r>
    </w:p>
    <w:p w:rsidR="00C46C29" w:rsidRDefault="00C46C29" w:rsidP="00C46C29">
      <w:pPr>
        <w:pStyle w:val="libPoemCenter"/>
        <w:rPr>
          <w:rFonts w:hint="cs"/>
          <w:rtl/>
        </w:rPr>
      </w:pPr>
      <w:r>
        <w:rPr>
          <w:rFonts w:hint="cs"/>
          <w:rtl/>
        </w:rPr>
        <w:t xml:space="preserve">دفنوا العتره الطاهره بالجدران اشتتوقع اكثر بعد من هالطغيان </w:t>
      </w:r>
    </w:p>
    <w:p w:rsidR="00C46C29" w:rsidRDefault="00C46C29" w:rsidP="00C46C29">
      <w:pPr>
        <w:pStyle w:val="libPoemCenter"/>
        <w:rPr>
          <w:rFonts w:hint="cs"/>
          <w:rtl/>
        </w:rPr>
      </w:pPr>
      <w:r>
        <w:rPr>
          <w:rFonts w:hint="cs"/>
          <w:rtl/>
        </w:rPr>
        <w:t xml:space="preserve">وبهالطغيان المشؤوم بالسم غدروا چم معصوم </w:t>
      </w:r>
    </w:p>
    <w:p w:rsidR="00C46C29" w:rsidRDefault="00C46C29" w:rsidP="00C46C29">
      <w:pPr>
        <w:pStyle w:val="libPoemCenter"/>
        <w:rPr>
          <w:rFonts w:hint="cs"/>
          <w:rtl/>
        </w:rPr>
      </w:pPr>
      <w:r>
        <w:rPr>
          <w:rFonts w:hint="cs"/>
          <w:rtl/>
        </w:rPr>
        <w:t xml:space="preserve">والدم قرر مهما تحذر </w:t>
      </w:r>
    </w:p>
    <w:p w:rsidR="00C46C29" w:rsidRDefault="00C46C29" w:rsidP="00C46C29">
      <w:pPr>
        <w:pStyle w:val="libPoemCenter"/>
        <w:rPr>
          <w:rFonts w:hint="cs"/>
          <w:rtl/>
        </w:rPr>
      </w:pPr>
      <w:r>
        <w:rPr>
          <w:rFonts w:hint="cs"/>
          <w:rtl/>
        </w:rPr>
        <w:lastRenderedPageBreak/>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هالدوله عن دين النبي مرتدَّه والصادق ابسمهم تگطع چبده </w:t>
      </w:r>
    </w:p>
    <w:p w:rsidR="00C46C29" w:rsidRDefault="00C46C29" w:rsidP="00C46C29">
      <w:pPr>
        <w:pStyle w:val="libPoemCenter"/>
        <w:rPr>
          <w:rFonts w:hint="cs"/>
          <w:rtl/>
        </w:rPr>
      </w:pPr>
      <w:r>
        <w:rPr>
          <w:rFonts w:hint="cs"/>
          <w:rtl/>
        </w:rPr>
        <w:t xml:space="preserve">غدروا الكاظم بالسجن من بعده والرضا استشهد مثل أبوه وجدَّه </w:t>
      </w:r>
    </w:p>
    <w:p w:rsidR="00C46C29" w:rsidRDefault="00C46C29" w:rsidP="00C46C29">
      <w:pPr>
        <w:pStyle w:val="libPoemCenter"/>
        <w:rPr>
          <w:rFonts w:hint="cs"/>
          <w:rtl/>
        </w:rPr>
      </w:pPr>
      <w:r>
        <w:rPr>
          <w:rFonts w:hint="cs"/>
          <w:rtl/>
        </w:rPr>
        <w:t xml:space="preserve">وآنه المسموم بهاليوم واتگطع چبدي المالوم </w:t>
      </w:r>
    </w:p>
    <w:p w:rsidR="00C46C29" w:rsidRDefault="00C46C29" w:rsidP="00C46C29">
      <w:pPr>
        <w:pStyle w:val="libPoemCenter"/>
        <w:rPr>
          <w:rFonts w:hint="cs"/>
          <w:rtl/>
        </w:rPr>
      </w:pPr>
      <w:r>
        <w:rPr>
          <w:rFonts w:hint="cs"/>
          <w:rtl/>
        </w:rPr>
        <w:t xml:space="preserve">وتريد اخضع مهما تصنع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آنه الجواد المايبارحني الهم حتى الصخر من حالتي يتألم </w:t>
      </w:r>
    </w:p>
    <w:p w:rsidR="00C46C29" w:rsidRDefault="00C46C29" w:rsidP="00C46C29">
      <w:pPr>
        <w:pStyle w:val="libPoemCenter"/>
        <w:rPr>
          <w:rFonts w:hint="cs"/>
          <w:rtl/>
        </w:rPr>
      </w:pPr>
      <w:r>
        <w:rPr>
          <w:rFonts w:hint="cs"/>
          <w:rtl/>
        </w:rPr>
        <w:t xml:space="preserve">مثل الحسن عمي احملت جمر السم ابچبدي وچبد عمي نزف نفس الدم </w:t>
      </w:r>
    </w:p>
    <w:p w:rsidR="00C46C29" w:rsidRDefault="00C46C29" w:rsidP="00C46C29">
      <w:pPr>
        <w:pStyle w:val="libPoemCenter"/>
        <w:rPr>
          <w:rFonts w:hint="cs"/>
          <w:rtl/>
        </w:rPr>
      </w:pPr>
      <w:r>
        <w:rPr>
          <w:rFonts w:hint="cs"/>
          <w:rtl/>
        </w:rPr>
        <w:t xml:space="preserve">صابر عالأمر المحتوم اشبيها الدنيه غير اهموم </w:t>
      </w:r>
    </w:p>
    <w:p w:rsidR="00C46C29" w:rsidRDefault="00C46C29" w:rsidP="00C46C29">
      <w:pPr>
        <w:pStyle w:val="libPoemCenter"/>
        <w:rPr>
          <w:rFonts w:hint="cs"/>
          <w:rtl/>
        </w:rPr>
      </w:pPr>
      <w:r>
        <w:rPr>
          <w:rFonts w:hint="cs"/>
          <w:rtl/>
        </w:rPr>
        <w:t xml:space="preserve">أرضه ابموتي وتسمع صوتي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 حان ميعادي وتفارگني الروح جسمي ثلث تيام يبگه مطروح </w:t>
      </w:r>
    </w:p>
    <w:p w:rsidR="00C46C29" w:rsidRDefault="00C46C29" w:rsidP="00C46C29">
      <w:pPr>
        <w:pStyle w:val="libPoemCenter"/>
        <w:rPr>
          <w:rFonts w:hint="cs"/>
          <w:rtl/>
        </w:rPr>
      </w:pPr>
      <w:r>
        <w:rPr>
          <w:rFonts w:hint="cs"/>
          <w:rtl/>
        </w:rPr>
        <w:t xml:space="preserve">ايواسي جسم جدي الغريب المذبوح عمري انختم بالحزن والهم والنوح </w:t>
      </w:r>
    </w:p>
    <w:p w:rsidR="00C46C29" w:rsidRDefault="00C46C29" w:rsidP="00C46C29">
      <w:pPr>
        <w:pStyle w:val="libPoemCenter"/>
        <w:rPr>
          <w:rFonts w:hint="cs"/>
          <w:rtl/>
        </w:rPr>
      </w:pPr>
      <w:r>
        <w:rPr>
          <w:rFonts w:hint="cs"/>
          <w:rtl/>
        </w:rPr>
        <w:t xml:space="preserve">عمري بهالموقف مختوم ماينفع ويفيد اللوم </w:t>
      </w:r>
    </w:p>
    <w:p w:rsidR="00C46C29" w:rsidRDefault="00C46C29" w:rsidP="00C46C29">
      <w:pPr>
        <w:pStyle w:val="libPoemCenter"/>
        <w:rPr>
          <w:rFonts w:hint="cs"/>
          <w:rtl/>
        </w:rPr>
      </w:pPr>
      <w:r>
        <w:rPr>
          <w:rFonts w:hint="cs"/>
          <w:rtl/>
        </w:rPr>
        <w:t xml:space="preserve">لا تتأمل واشما تعمل </w:t>
      </w:r>
    </w:p>
    <w:p w:rsidR="00C46C29" w:rsidRDefault="00C46C29" w:rsidP="00C46C29">
      <w:pPr>
        <w:pStyle w:val="libPoemCenter"/>
        <w:rPr>
          <w:rFonts w:hint="cs"/>
          <w:rtl/>
        </w:rPr>
      </w:pPr>
      <w:r>
        <w:rPr>
          <w:rFonts w:hint="cs"/>
          <w:rtl/>
        </w:rPr>
        <w:t xml:space="preserve">يا ظالم حكمك ميدوم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Pr>
      </w:pPr>
      <w:bookmarkStart w:id="60" w:name="_Toc495744825"/>
      <w:r>
        <w:rPr>
          <w:rFonts w:hint="cs"/>
          <w:rtl/>
        </w:rPr>
        <w:lastRenderedPageBreak/>
        <w:t>صورة المصيبة (موشح)</w:t>
      </w:r>
      <w:bookmarkEnd w:id="60"/>
      <w:r>
        <w:rPr>
          <w:rFonts w:hint="cs"/>
          <w:rtl/>
        </w:rPr>
        <w:t xml:space="preserve"> </w:t>
      </w:r>
    </w:p>
    <w:p w:rsidR="00C46C29" w:rsidRDefault="00C46C29" w:rsidP="00C46C29">
      <w:pPr>
        <w:pStyle w:val="libPoemCenter"/>
        <w:rPr>
          <w:rFonts w:hint="cs"/>
          <w:rtl/>
        </w:rPr>
      </w:pPr>
      <w:r>
        <w:rPr>
          <w:rFonts w:hint="cs"/>
          <w:rtl/>
        </w:rPr>
        <w:t xml:space="preserve">زينب الليله تغير حالها ولليسر باچر تشد ارحالها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الليله زينب شافت ابعين الأبه صور تتلاوح اببرج النايبه </w:t>
      </w:r>
    </w:p>
    <w:p w:rsidR="00C46C29" w:rsidRDefault="00C46C29" w:rsidP="00C46C29">
      <w:pPr>
        <w:pStyle w:val="libPoemCenter"/>
        <w:rPr>
          <w:rFonts w:hint="cs"/>
          <w:rtl/>
        </w:rPr>
      </w:pPr>
      <w:r>
        <w:rPr>
          <w:rFonts w:hint="cs"/>
          <w:rtl/>
        </w:rPr>
        <w:t xml:space="preserve">اگبالها تشوف الجسوم امخضبه الدم يغسلها وچفنها ارمالها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ظلت اتراودها أحداث وفكر شابحه بأنظار داهمها السهر </w:t>
      </w:r>
    </w:p>
    <w:p w:rsidR="00C46C29" w:rsidRDefault="00C46C29" w:rsidP="00C46C29">
      <w:pPr>
        <w:pStyle w:val="libPoemCenter"/>
        <w:rPr>
          <w:rFonts w:hint="cs"/>
          <w:rtl/>
        </w:rPr>
      </w:pPr>
      <w:r>
        <w:rPr>
          <w:rFonts w:hint="cs"/>
          <w:rtl/>
        </w:rPr>
        <w:t xml:space="preserve">بين ساعه وساعه تنظر للنهر گطعت الچفين تتراوالها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ثابته اعله الصبر لاچن حايره اتفكر أمر حسين لو شح ناصره </w:t>
      </w:r>
    </w:p>
    <w:p w:rsidR="00C46C29" w:rsidRDefault="00C46C29" w:rsidP="00C46C29">
      <w:pPr>
        <w:pStyle w:val="libPoemCenter"/>
        <w:rPr>
          <w:rFonts w:hint="cs"/>
          <w:rtl/>
        </w:rPr>
      </w:pPr>
      <w:r>
        <w:rPr>
          <w:rFonts w:hint="cs"/>
          <w:rtl/>
        </w:rPr>
        <w:t xml:space="preserve">اتفكر اتشاهد خيم متوجره اتفكر ابخيل التدوس أطفالها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وبعد حالة فاجعه زينب تشوف شاب من دم هامته خضاب الچفوف </w:t>
      </w:r>
    </w:p>
    <w:p w:rsidR="00C46C29" w:rsidRDefault="00C46C29" w:rsidP="00C46C29">
      <w:pPr>
        <w:pStyle w:val="libPoemCenter"/>
        <w:rPr>
          <w:rFonts w:hint="cs"/>
          <w:rtl/>
        </w:rPr>
      </w:pPr>
      <w:r>
        <w:rPr>
          <w:rFonts w:hint="cs"/>
          <w:rtl/>
        </w:rPr>
        <w:t xml:space="preserve">وبعد صورة حزن تنظر بالطفوف دموم الأكبر عالرمال اگبالها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تشوف الجثث صرعه اعله الرمال وعالخيم تتجه غارات الضلال </w:t>
      </w:r>
    </w:p>
    <w:p w:rsidR="00C46C29" w:rsidRDefault="00C46C29" w:rsidP="00C46C29">
      <w:pPr>
        <w:pStyle w:val="libPoemCenter"/>
        <w:rPr>
          <w:rFonts w:hint="cs"/>
          <w:rtl/>
        </w:rPr>
      </w:pPr>
      <w:r>
        <w:rPr>
          <w:rFonts w:hint="cs"/>
          <w:rtl/>
        </w:rPr>
        <w:t xml:space="preserve">اشلون تتصده وتصد خيل ورجال والعده ابنيران تتعنالها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والأشد واعظم وأمر من هالأمر اتشاهد اطفال وحرم تمشي ابيسر </w:t>
      </w:r>
    </w:p>
    <w:p w:rsidR="00C46C29" w:rsidRDefault="00C46C29" w:rsidP="00C46C29">
      <w:pPr>
        <w:pStyle w:val="libPoemCenter"/>
        <w:rPr>
          <w:rFonts w:hint="cs"/>
          <w:rtl/>
        </w:rPr>
      </w:pPr>
      <w:r>
        <w:rPr>
          <w:rFonts w:hint="cs"/>
          <w:rtl/>
        </w:rPr>
        <w:t xml:space="preserve">النوگ عگب الگمر يحديها زجر والغوالب گوم اميه ابدالها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لون زينب رادت اوداع الجثث يمنعوها وما يخليها شبث </w:t>
      </w:r>
    </w:p>
    <w:p w:rsidR="00C46C29" w:rsidRDefault="00C46C29" w:rsidP="00C46C29">
      <w:pPr>
        <w:pStyle w:val="libPoemCenter"/>
        <w:rPr>
          <w:rFonts w:hint="cs"/>
          <w:rtl/>
        </w:rPr>
      </w:pPr>
      <w:r>
        <w:rPr>
          <w:rFonts w:hint="cs"/>
          <w:rtl/>
        </w:rPr>
        <w:t xml:space="preserve">اشتنسه زينب يا مصيبه ويا حدث الأهل عالغبره ويسيره اعيالها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1991م)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61" w:name="40"/>
      <w:bookmarkStart w:id="62" w:name="_Toc495744826"/>
      <w:r>
        <w:rPr>
          <w:rFonts w:hint="cs"/>
          <w:rtl/>
        </w:rPr>
        <w:lastRenderedPageBreak/>
        <w:t>أين حامي حمانا (موشّح)</w:t>
      </w:r>
      <w:bookmarkEnd w:id="61"/>
      <w:bookmarkEnd w:id="62"/>
      <w:r>
        <w:rPr>
          <w:rFonts w:hint="cs"/>
          <w:rtl/>
        </w:rPr>
        <w:t xml:space="preserve"> </w:t>
      </w:r>
    </w:p>
    <w:p w:rsidR="00C46C29" w:rsidRDefault="00C46C29" w:rsidP="00C46C29">
      <w:pPr>
        <w:pStyle w:val="libPoemCenter"/>
        <w:rPr>
          <w:rFonts w:hint="cs"/>
          <w:rtl/>
        </w:rPr>
      </w:pPr>
      <w:r>
        <w:rPr>
          <w:rFonts w:hint="cs"/>
          <w:rtl/>
        </w:rPr>
        <w:t xml:space="preserve">اطلعت زينب للنهر شچايه لگت چفين وشهيد ورايه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اطلعت زينب لاچن اشلون اطلعت مثل أمها ومثل هرعتها اهرعت </w:t>
      </w:r>
    </w:p>
    <w:p w:rsidR="00C46C29" w:rsidRDefault="00C46C29" w:rsidP="00C46C29">
      <w:pPr>
        <w:pStyle w:val="libPoemCenter"/>
        <w:rPr>
          <w:rFonts w:hint="cs"/>
          <w:rtl/>
        </w:rPr>
      </w:pPr>
      <w:r>
        <w:rPr>
          <w:rFonts w:hint="cs"/>
          <w:rtl/>
        </w:rPr>
        <w:t xml:space="preserve">لچن رد اجواب زينب ما اسمعت من الأجت ليه للنهر عنايه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وگفت اعله النهر وتشوبح العين اتصيح وين اتگنطرت ياخويه وين </w:t>
      </w:r>
    </w:p>
    <w:p w:rsidR="00C46C29" w:rsidRDefault="00C46C29" w:rsidP="00C46C29">
      <w:pPr>
        <w:pStyle w:val="libPoemCenter"/>
        <w:rPr>
          <w:rFonts w:hint="cs"/>
          <w:rtl/>
        </w:rPr>
      </w:pPr>
      <w:r>
        <w:rPr>
          <w:rFonts w:hint="cs"/>
          <w:rtl/>
        </w:rPr>
        <w:t xml:space="preserve">ما دريت انذبح من بعدك حسين وبگت زينب لاخدر لاثايه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جيت يا عباس ليك امحشمه راح خدر اختك وراح امخيمه </w:t>
      </w:r>
    </w:p>
    <w:p w:rsidR="00C46C29" w:rsidRDefault="00C46C29" w:rsidP="00C46C29">
      <w:pPr>
        <w:pStyle w:val="libPoemCenter"/>
        <w:rPr>
          <w:rFonts w:hint="cs"/>
          <w:rtl/>
        </w:rPr>
      </w:pPr>
      <w:r>
        <w:rPr>
          <w:rFonts w:hint="cs"/>
          <w:rtl/>
        </w:rPr>
        <w:t xml:space="preserve">جيت اشكيلك الحال امن الضمه اسعرت نار الخيم فوگ اضمايه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وظلت بهالحال زينب حايره لگمر هاشم عالشريعه اتدوره </w:t>
      </w:r>
    </w:p>
    <w:p w:rsidR="00C46C29" w:rsidRDefault="00C46C29" w:rsidP="00C46C29">
      <w:pPr>
        <w:pStyle w:val="libPoemCenter"/>
        <w:rPr>
          <w:rFonts w:hint="cs"/>
          <w:rtl/>
        </w:rPr>
      </w:pPr>
      <w:r>
        <w:rPr>
          <w:rFonts w:hint="cs"/>
          <w:rtl/>
        </w:rPr>
        <w:t xml:space="preserve">لگت بس الجود مرمي اعله الثره عافت الجود وتدور الغايه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الغايه اخوها تريد توصلّه وتشوف اشلون من ازنوده مگطوعه الچفوف </w:t>
      </w:r>
    </w:p>
    <w:p w:rsidR="00C46C29" w:rsidRDefault="00C46C29" w:rsidP="00C46C29">
      <w:pPr>
        <w:pStyle w:val="libPoemCenter"/>
        <w:rPr>
          <w:rFonts w:hint="cs"/>
          <w:rtl/>
        </w:rPr>
      </w:pPr>
      <w:r>
        <w:rPr>
          <w:rFonts w:hint="cs"/>
          <w:rtl/>
        </w:rPr>
        <w:t xml:space="preserve">تصيح يا عباس لختك لا تعوف اشلون منك ينگطع رجوايه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امصوبه وگفت على شاطي النهر وظلت اعله الماي تمعن بالنظر </w:t>
      </w:r>
    </w:p>
    <w:p w:rsidR="00C46C29" w:rsidRDefault="00C46C29" w:rsidP="00C46C29">
      <w:pPr>
        <w:pStyle w:val="libPoemCenter"/>
        <w:rPr>
          <w:rFonts w:hint="cs"/>
          <w:rtl/>
        </w:rPr>
      </w:pPr>
      <w:r>
        <w:rPr>
          <w:rFonts w:hint="cs"/>
          <w:rtl/>
        </w:rPr>
        <w:t xml:space="preserve">بلچي يتراوالها خيال الگمر ويرد لمحامه الظعن حمّايه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ردت ابحسرات وبلوعه وونين وجمرة الآلام ومهامل العين </w:t>
      </w:r>
    </w:p>
    <w:p w:rsidR="00C46C29" w:rsidRDefault="00C46C29" w:rsidP="00C46C29">
      <w:pPr>
        <w:pStyle w:val="libPoemCenter"/>
        <w:rPr>
          <w:rFonts w:hint="cs"/>
          <w:rtl/>
        </w:rPr>
      </w:pPr>
      <w:r>
        <w:rPr>
          <w:rFonts w:hint="cs"/>
          <w:rtl/>
        </w:rPr>
        <w:t xml:space="preserve">لگت رايه وسيف ويسار ويمين اچفوف اخوها امگطعه امدمايه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وحين عالچفين باللوعه انحنت والثمتهن والمنيه الها دنت </w:t>
      </w:r>
    </w:p>
    <w:p w:rsidR="00C46C29" w:rsidRDefault="00C46C29" w:rsidP="00C46C29">
      <w:pPr>
        <w:pStyle w:val="libPoemCenter"/>
        <w:rPr>
          <w:rFonts w:hint="cs"/>
          <w:rtl/>
        </w:rPr>
      </w:pPr>
      <w:r>
        <w:rPr>
          <w:rFonts w:hint="cs"/>
          <w:rtl/>
        </w:rPr>
        <w:t xml:space="preserve">اتذكرت عايله البيها اتمحنت وعاتبت شاطي الفرات ومايه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lastRenderedPageBreak/>
        <w:t xml:space="preserve">وغسلت الچفين زينب بالدموع اوگفت مثل حسين محنيه الضلوع </w:t>
      </w:r>
    </w:p>
    <w:p w:rsidR="00C46C29" w:rsidRDefault="00C46C29" w:rsidP="00C46C29">
      <w:pPr>
        <w:pStyle w:val="libPoemCenter"/>
        <w:rPr>
          <w:rFonts w:hint="cs"/>
          <w:rtl/>
        </w:rPr>
      </w:pPr>
      <w:r>
        <w:rPr>
          <w:rFonts w:hint="cs"/>
          <w:rtl/>
        </w:rPr>
        <w:t xml:space="preserve">اتدير ناظرها على العلگمي ابروع اتصيح بعد لياكتر منوايه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ولصدرها ضمت چفوف الكفيل وصدت ابناظر البي فاض المسيل </w:t>
      </w:r>
    </w:p>
    <w:p w:rsidR="00C46C29" w:rsidRDefault="00C46C29" w:rsidP="00C46C29">
      <w:pPr>
        <w:pStyle w:val="libPoemCenter"/>
        <w:rPr>
          <w:rFonts w:hint="cs"/>
          <w:rtl/>
        </w:rPr>
      </w:pPr>
      <w:r>
        <w:rPr>
          <w:rFonts w:hint="cs"/>
          <w:rtl/>
        </w:rPr>
        <w:t xml:space="preserve">شافت العباس عالشاطي جديل وجسمه صاير هدف للرمايه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هوت فوگه ابهظم بضعة فاطمه شاهدت هامة وليها امهشمه </w:t>
      </w:r>
    </w:p>
    <w:p w:rsidR="00C46C29" w:rsidRDefault="00C46C29" w:rsidP="00C46C29">
      <w:pPr>
        <w:pStyle w:val="libPoemCenter"/>
        <w:rPr>
          <w:rFonts w:hint="cs"/>
          <w:rtl/>
        </w:rPr>
      </w:pPr>
      <w:r>
        <w:rPr>
          <w:rFonts w:hint="cs"/>
          <w:rtl/>
        </w:rPr>
        <w:t xml:space="preserve">مثل ما كلَّمه حسين اتكلِّمه اشلون خويه اتشفّي بيه اعدايه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شاهدت عينه النبت بيها السهم وغدت تشكيله محنها والألم </w:t>
      </w:r>
    </w:p>
    <w:p w:rsidR="00C46C29" w:rsidRDefault="00C46C29" w:rsidP="00C46C29">
      <w:pPr>
        <w:pStyle w:val="libPoemCenter"/>
        <w:rPr>
          <w:rFonts w:hint="cs"/>
          <w:rtl/>
        </w:rPr>
      </w:pPr>
      <w:r>
        <w:rPr>
          <w:rFonts w:hint="cs"/>
          <w:rtl/>
        </w:rPr>
        <w:t xml:space="preserve">بالظعن لليسر چتالك عزم يمشي ظعنك والشمر حدّايه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(الكاظمية المقدسة – 1977م)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63" w:name="41"/>
      <w:bookmarkStart w:id="64" w:name="_Toc495744827"/>
      <w:r>
        <w:rPr>
          <w:rFonts w:hint="cs"/>
          <w:rtl/>
        </w:rPr>
        <w:lastRenderedPageBreak/>
        <w:t>على التل الزينبي (تجليبه)</w:t>
      </w:r>
      <w:bookmarkEnd w:id="63"/>
      <w:bookmarkEnd w:id="64"/>
      <w:r>
        <w:rPr>
          <w:rFonts w:hint="cs"/>
          <w:rtl/>
        </w:rPr>
        <w:t xml:space="preserve"> </w:t>
      </w:r>
    </w:p>
    <w:p w:rsidR="00C46C29" w:rsidRDefault="00C46C29" w:rsidP="00C46C29">
      <w:pPr>
        <w:pStyle w:val="libPoemCenter"/>
        <w:rPr>
          <w:rFonts w:hint="cs"/>
          <w:rtl/>
        </w:rPr>
      </w:pPr>
      <w:r>
        <w:rPr>
          <w:rFonts w:hint="cs"/>
          <w:rtl/>
        </w:rPr>
        <w:t xml:space="preserve">على التل اوگفت زينب المظلومه تصيح الخيم بالنيران مضرومه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على التل اوگفت واتحشم المظلوم تصيح انهض من المصرع يخويه وگوم </w:t>
      </w:r>
    </w:p>
    <w:p w:rsidR="00C46C29" w:rsidRDefault="00C46C29" w:rsidP="00C46C29">
      <w:pPr>
        <w:pStyle w:val="libPoemCenter"/>
        <w:rPr>
          <w:rFonts w:hint="cs"/>
          <w:rtl/>
        </w:rPr>
      </w:pPr>
      <w:r>
        <w:rPr>
          <w:rFonts w:hint="cs"/>
          <w:rtl/>
        </w:rPr>
        <w:t xml:space="preserve">عگب عينك يبو اليمه ولتنه الگوم وبدمعة عيوني المحن مرسومه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لون بعدك عدل وتشوف عندك حيل گوم ادرك خواتك من هجوم الخيل </w:t>
      </w:r>
    </w:p>
    <w:p w:rsidR="00C46C29" w:rsidRDefault="00C46C29" w:rsidP="00C46C29">
      <w:pPr>
        <w:pStyle w:val="libPoemCenter"/>
        <w:rPr>
          <w:rFonts w:hint="cs"/>
          <w:rtl/>
        </w:rPr>
      </w:pPr>
      <w:r>
        <w:rPr>
          <w:rFonts w:hint="cs"/>
          <w:rtl/>
        </w:rPr>
        <w:t xml:space="preserve">يخويه وتدري هالمجبل علينه الليل النه گلوب من الهظم مالومه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الخيم يحسين بالنيران حرگوها وخواتك يبن ابويه الگوم سلبوها </w:t>
      </w:r>
    </w:p>
    <w:p w:rsidR="00C46C29" w:rsidRDefault="00C46C29" w:rsidP="00C46C29">
      <w:pPr>
        <w:pStyle w:val="libPoemCenter"/>
        <w:rPr>
          <w:rFonts w:hint="cs"/>
          <w:rtl/>
        </w:rPr>
      </w:pPr>
      <w:r>
        <w:rPr>
          <w:rFonts w:hint="cs"/>
          <w:rtl/>
        </w:rPr>
        <w:t xml:space="preserve">بالخيل اهجموا واطفال سحگوها وادروب المعاره علينه ملزومه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ولتنه الگوم باصرنه بأمر يحسين ايتام وحرم ننطي الوجه لاوين </w:t>
      </w:r>
    </w:p>
    <w:p w:rsidR="00C46C29" w:rsidRDefault="00C46C29" w:rsidP="00C46C29">
      <w:pPr>
        <w:pStyle w:val="libPoemCenter"/>
        <w:rPr>
          <w:rFonts w:hint="cs"/>
          <w:rtl/>
        </w:rPr>
      </w:pPr>
      <w:r>
        <w:rPr>
          <w:rFonts w:hint="cs"/>
          <w:rtl/>
        </w:rPr>
        <w:t xml:space="preserve">متگلي يبو اليمه اشتشوف العين ابخيمنه النار والأجساد بالحومه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اجيتك وارد احشمك يبن حامي الجار عفت العيله ما بين السلب والنار </w:t>
      </w:r>
    </w:p>
    <w:p w:rsidR="00C46C29" w:rsidRDefault="00C46C29" w:rsidP="00C46C29">
      <w:pPr>
        <w:pStyle w:val="libPoemCenter"/>
        <w:rPr>
          <w:rFonts w:hint="cs"/>
          <w:rtl/>
        </w:rPr>
      </w:pPr>
      <w:r>
        <w:rPr>
          <w:rFonts w:hint="cs"/>
          <w:rtl/>
        </w:rPr>
        <w:t xml:space="preserve">هذا اللي جره علينه يخويه وصار ولتنه الگوم وانتوا اعله الترب نومه </w:t>
      </w:r>
    </w:p>
    <w:p w:rsidR="00C46C29" w:rsidRDefault="00C46C29" w:rsidP="00C46C29">
      <w:pPr>
        <w:pStyle w:val="libCenter"/>
        <w:rPr>
          <w:rFonts w:hint="cs"/>
          <w:rtl/>
        </w:rPr>
      </w:pPr>
      <w:r>
        <w:rPr>
          <w:rFonts w:hint="cs"/>
          <w:rtl/>
        </w:rPr>
        <w:t>* * *</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65" w:name="42"/>
      <w:bookmarkStart w:id="66" w:name="_Toc495744828"/>
      <w:r>
        <w:rPr>
          <w:rFonts w:hint="cs"/>
          <w:rtl/>
        </w:rPr>
        <w:lastRenderedPageBreak/>
        <w:t>المجاهد الأوّل</w:t>
      </w:r>
      <w:bookmarkEnd w:id="65"/>
      <w:bookmarkEnd w:id="66"/>
      <w:r>
        <w:rPr>
          <w:rFonts w:hint="cs"/>
          <w:rtl/>
        </w:rPr>
        <w:t xml:space="preserve"> </w:t>
      </w:r>
    </w:p>
    <w:p w:rsidR="00C46C29" w:rsidRDefault="00C46C29" w:rsidP="00C46C29">
      <w:pPr>
        <w:pStyle w:val="libPoemCenter"/>
        <w:rPr>
          <w:rFonts w:hint="cs"/>
          <w:rtl/>
        </w:rPr>
      </w:pPr>
      <w:r>
        <w:rPr>
          <w:rFonts w:hint="cs"/>
          <w:rtl/>
        </w:rPr>
        <w:t xml:space="preserve">يالقدَّمت للعالم حياتك محد گدر يوصل تضحياتك </w:t>
      </w:r>
    </w:p>
    <w:p w:rsidR="00C46C29" w:rsidRDefault="00C46C29" w:rsidP="00C46C29">
      <w:pPr>
        <w:pStyle w:val="libPoemCenter"/>
        <w:rPr>
          <w:rFonts w:hint="cs"/>
          <w:rtl/>
        </w:rPr>
      </w:pPr>
      <w:r>
        <w:rPr>
          <w:rFonts w:hint="cs"/>
          <w:rtl/>
        </w:rPr>
        <w:t xml:space="preserve">يا أول مجاهد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التاريخ عنك ظل يسجّل أدوار ومضرب مثل للتضحيه دمك صار </w:t>
      </w:r>
    </w:p>
    <w:p w:rsidR="00C46C29" w:rsidRDefault="00C46C29" w:rsidP="00C46C29">
      <w:pPr>
        <w:pStyle w:val="libPoemCenter"/>
        <w:rPr>
          <w:rFonts w:hint="cs"/>
          <w:rtl/>
        </w:rPr>
      </w:pPr>
      <w:r>
        <w:rPr>
          <w:rFonts w:hint="cs"/>
          <w:rtl/>
        </w:rPr>
        <w:t xml:space="preserve">أول شهيد اتقدمت يا كرار تضحيه وبيك ابتدت يا حامي الجار </w:t>
      </w:r>
    </w:p>
    <w:p w:rsidR="00C46C29" w:rsidRDefault="00C46C29" w:rsidP="00C46C29">
      <w:pPr>
        <w:pStyle w:val="libPoemCenter"/>
        <w:rPr>
          <w:rFonts w:hint="cs"/>
          <w:rtl/>
        </w:rPr>
      </w:pPr>
      <w:r>
        <w:rPr>
          <w:rFonts w:hint="cs"/>
          <w:rtl/>
        </w:rPr>
        <w:t xml:space="preserve">ومن بعدك اولادك الفتيه الأطهار واشخلَّت ابدارك اسيوف الاشرار </w:t>
      </w:r>
    </w:p>
    <w:p w:rsidR="00C46C29" w:rsidRDefault="00C46C29" w:rsidP="00C46C29">
      <w:pPr>
        <w:pStyle w:val="libPoemCenter"/>
        <w:rPr>
          <w:rFonts w:hint="cs"/>
          <w:rtl/>
        </w:rPr>
      </w:pPr>
      <w:r>
        <w:rPr>
          <w:rFonts w:hint="cs"/>
          <w:rtl/>
        </w:rPr>
        <w:t xml:space="preserve">يابا الحسن يا أول ضحيه للأُمه اتركت هاي الوصيه </w:t>
      </w:r>
    </w:p>
    <w:p w:rsidR="00C46C29" w:rsidRDefault="00C46C29" w:rsidP="00C46C29">
      <w:pPr>
        <w:pStyle w:val="libPoemCenter"/>
        <w:rPr>
          <w:rFonts w:hint="cs"/>
          <w:rtl/>
        </w:rPr>
      </w:pPr>
      <w:r>
        <w:rPr>
          <w:rFonts w:hint="cs"/>
          <w:rtl/>
        </w:rPr>
        <w:t xml:space="preserve">ابدستور العقايد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ناس الذي چانت تعيش ابعصرك يا وسفه يا كرار جهلت قدرك </w:t>
      </w:r>
    </w:p>
    <w:p w:rsidR="00C46C29" w:rsidRDefault="00C46C29" w:rsidP="00C46C29">
      <w:pPr>
        <w:pStyle w:val="libPoemCenter"/>
        <w:rPr>
          <w:rFonts w:hint="cs"/>
          <w:rtl/>
        </w:rPr>
      </w:pPr>
      <w:r>
        <w:rPr>
          <w:rFonts w:hint="cs"/>
          <w:rtl/>
        </w:rPr>
        <w:t xml:space="preserve">يالقدمت للدين زهرة عمرك هالعالم ابنظرة قداسه اينظرك </w:t>
      </w:r>
    </w:p>
    <w:p w:rsidR="00C46C29" w:rsidRDefault="00C46C29" w:rsidP="00C46C29">
      <w:pPr>
        <w:pStyle w:val="libPoemCenter"/>
        <w:rPr>
          <w:rFonts w:hint="cs"/>
          <w:rtl/>
        </w:rPr>
      </w:pPr>
      <w:r>
        <w:rPr>
          <w:rFonts w:hint="cs"/>
          <w:rtl/>
        </w:rPr>
        <w:t xml:space="preserve">كل جيل أصبح يستمد من فكرك وانته المُجدد يا علي يعتبرك </w:t>
      </w:r>
    </w:p>
    <w:p w:rsidR="00C46C29" w:rsidRDefault="00C46C29" w:rsidP="00C46C29">
      <w:pPr>
        <w:pStyle w:val="libPoemCenter"/>
        <w:rPr>
          <w:rFonts w:hint="cs"/>
          <w:rtl/>
        </w:rPr>
      </w:pPr>
      <w:r>
        <w:rPr>
          <w:rFonts w:hint="cs"/>
          <w:rtl/>
        </w:rPr>
        <w:t xml:space="preserve">يا من للعدل والخير مصدر هذا العالم ابعلمك تنور </w:t>
      </w:r>
    </w:p>
    <w:p w:rsidR="00C46C29" w:rsidRDefault="00C46C29" w:rsidP="00C46C29">
      <w:pPr>
        <w:pStyle w:val="libPoemCenter"/>
        <w:rPr>
          <w:rFonts w:hint="cs"/>
          <w:rtl/>
        </w:rPr>
      </w:pPr>
      <w:r>
        <w:rPr>
          <w:rFonts w:hint="cs"/>
          <w:rtl/>
        </w:rPr>
        <w:t xml:space="preserve">تملك هدف واحد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يابا الحسن محرابك اصبح مصرع وبكل گلب صافي انحفرلك مضجع </w:t>
      </w:r>
    </w:p>
    <w:p w:rsidR="00C46C29" w:rsidRDefault="00C46C29" w:rsidP="00C46C29">
      <w:pPr>
        <w:pStyle w:val="libPoemCenter"/>
        <w:rPr>
          <w:rFonts w:hint="cs"/>
          <w:rtl/>
        </w:rPr>
      </w:pPr>
      <w:r>
        <w:rPr>
          <w:rFonts w:hint="cs"/>
          <w:rtl/>
        </w:rPr>
        <w:t xml:space="preserve">أشرف وصيه الناس منك تسمع ابغير العدل توصيها ما تتوقع </w:t>
      </w:r>
    </w:p>
    <w:p w:rsidR="00C46C29" w:rsidRDefault="00C46C29" w:rsidP="00C46C29">
      <w:pPr>
        <w:pStyle w:val="libPoemCenter"/>
        <w:rPr>
          <w:rFonts w:hint="cs"/>
          <w:rtl/>
        </w:rPr>
      </w:pPr>
      <w:r>
        <w:rPr>
          <w:rFonts w:hint="cs"/>
          <w:rtl/>
        </w:rPr>
        <w:t xml:space="preserve">يالردت للناس الطريق الينفع بذرة عدل دمك الطاهر يزرع </w:t>
      </w:r>
    </w:p>
    <w:p w:rsidR="00C46C29" w:rsidRDefault="00C46C29" w:rsidP="00C46C29">
      <w:pPr>
        <w:pStyle w:val="libPoemCenter"/>
        <w:rPr>
          <w:rFonts w:hint="cs"/>
          <w:rtl/>
        </w:rPr>
      </w:pPr>
      <w:r>
        <w:rPr>
          <w:rFonts w:hint="cs"/>
          <w:rtl/>
        </w:rPr>
        <w:t xml:space="preserve">توصي الوادم اتأدي الامانه يالحافظت دستور الديانه </w:t>
      </w:r>
    </w:p>
    <w:p w:rsidR="00C46C29" w:rsidRDefault="00C46C29" w:rsidP="00C46C29">
      <w:pPr>
        <w:pStyle w:val="libPoemCenter"/>
        <w:rPr>
          <w:rFonts w:hint="cs"/>
          <w:rtl/>
        </w:rPr>
      </w:pPr>
      <w:r>
        <w:rPr>
          <w:rFonts w:hint="cs"/>
          <w:rtl/>
        </w:rPr>
        <w:t xml:space="preserve">نهجك يظل خالد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أيام حكمك كلها خير ورحمه لهذا السبب مجدك صبح بالقمه </w:t>
      </w:r>
    </w:p>
    <w:p w:rsidR="00C46C29" w:rsidRDefault="00C46C29" w:rsidP="00C46C29">
      <w:pPr>
        <w:pStyle w:val="libPoemCenter"/>
        <w:rPr>
          <w:rFonts w:hint="cs"/>
          <w:rtl/>
        </w:rPr>
      </w:pPr>
      <w:r>
        <w:rPr>
          <w:rFonts w:hint="cs"/>
          <w:rtl/>
        </w:rPr>
        <w:lastRenderedPageBreak/>
        <w:t xml:space="preserve">ابحكم العداله احكمت هاي الأمه وتعزل الوالي الما يوفي ابحكمه </w:t>
      </w:r>
    </w:p>
    <w:p w:rsidR="00C46C29" w:rsidRDefault="00C46C29" w:rsidP="00C46C29">
      <w:pPr>
        <w:pStyle w:val="libPoemCenter"/>
        <w:rPr>
          <w:rFonts w:hint="cs"/>
          <w:rtl/>
        </w:rPr>
      </w:pPr>
      <w:r>
        <w:rPr>
          <w:rFonts w:hint="cs"/>
          <w:rtl/>
        </w:rPr>
        <w:t xml:space="preserve">بالعدل بيت المال چنت اتقسمه اولا راعي ثروه اعله الفقير اتقدمه </w:t>
      </w:r>
    </w:p>
    <w:p w:rsidR="00C46C29" w:rsidRDefault="00C46C29" w:rsidP="00C46C29">
      <w:pPr>
        <w:pStyle w:val="libPoemCenter"/>
        <w:rPr>
          <w:rFonts w:hint="cs"/>
          <w:rtl/>
        </w:rPr>
      </w:pPr>
      <w:r>
        <w:rPr>
          <w:rFonts w:hint="cs"/>
          <w:rtl/>
        </w:rPr>
        <w:t xml:space="preserve">كلمن درس تاريخك شهدلك انته الحاكم التحكم ابعدلك </w:t>
      </w:r>
    </w:p>
    <w:p w:rsidR="00C46C29" w:rsidRDefault="00C46C29" w:rsidP="00C46C29">
      <w:pPr>
        <w:pStyle w:val="libPoemCenter"/>
        <w:rPr>
          <w:rFonts w:hint="cs"/>
          <w:rtl/>
        </w:rPr>
      </w:pPr>
      <w:r>
        <w:rPr>
          <w:rFonts w:hint="cs"/>
          <w:rtl/>
        </w:rPr>
        <w:t xml:space="preserve">مو للظلم رايد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بعض الأمم من عدها ظهرت كُتّاب وحسبو لتاريخك يبو حسين احساب </w:t>
      </w:r>
    </w:p>
    <w:p w:rsidR="00C46C29" w:rsidRDefault="00C46C29" w:rsidP="00C46C29">
      <w:pPr>
        <w:pStyle w:val="libPoemCenter"/>
        <w:rPr>
          <w:rFonts w:hint="cs"/>
          <w:rtl/>
        </w:rPr>
      </w:pPr>
      <w:r>
        <w:rPr>
          <w:rFonts w:hint="cs"/>
          <w:rtl/>
        </w:rPr>
        <w:t xml:space="preserve">شافوا الكعبه المهد يا داحي الباب وشافوا استشهادك صبح بالمحراب </w:t>
      </w:r>
    </w:p>
    <w:p w:rsidR="00C46C29" w:rsidRDefault="00C46C29" w:rsidP="00C46C29">
      <w:pPr>
        <w:pStyle w:val="libPoemCenter"/>
        <w:rPr>
          <w:rFonts w:hint="cs"/>
          <w:rtl/>
        </w:rPr>
      </w:pPr>
      <w:r>
        <w:rPr>
          <w:rFonts w:hint="cs"/>
          <w:rtl/>
        </w:rPr>
        <w:t xml:space="preserve">درسوا صحف تاريخك باستغراب ونظروا إلك يا علي ابنظرة إعجاب </w:t>
      </w:r>
    </w:p>
    <w:p w:rsidR="00C46C29" w:rsidRDefault="00C46C29" w:rsidP="00C46C29">
      <w:pPr>
        <w:pStyle w:val="libPoemCenter"/>
        <w:rPr>
          <w:rFonts w:hint="cs"/>
          <w:rtl/>
        </w:rPr>
      </w:pPr>
      <w:r>
        <w:rPr>
          <w:rFonts w:hint="cs"/>
          <w:rtl/>
        </w:rPr>
        <w:t xml:space="preserve">حاله امتازت ابقوة أثرها راعي الفكر ما يجهل قدرها </w:t>
      </w:r>
    </w:p>
    <w:p w:rsidR="00C46C29" w:rsidRDefault="00C46C29" w:rsidP="00C46C29">
      <w:pPr>
        <w:pStyle w:val="libPoemCenter"/>
        <w:rPr>
          <w:rFonts w:hint="cs"/>
          <w:rtl/>
        </w:rPr>
      </w:pPr>
      <w:r>
        <w:rPr>
          <w:rFonts w:hint="cs"/>
          <w:rtl/>
        </w:rPr>
        <w:t xml:space="preserve">كل مخلص يعاهد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منك ظهر هالصوت وكت الضربه وتنادي فايز وحگ رب الكعبه </w:t>
      </w:r>
    </w:p>
    <w:p w:rsidR="00C46C29" w:rsidRDefault="00C46C29" w:rsidP="00C46C29">
      <w:pPr>
        <w:pStyle w:val="libPoemCenter"/>
        <w:rPr>
          <w:rFonts w:hint="cs"/>
          <w:rtl/>
        </w:rPr>
      </w:pPr>
      <w:r>
        <w:rPr>
          <w:rFonts w:hint="cs"/>
          <w:rtl/>
        </w:rPr>
        <w:t xml:space="preserve">توصي الحسن ابنك بصوت الرهبه واتگله بالك للأسير اتعذبه </w:t>
      </w:r>
    </w:p>
    <w:p w:rsidR="00C46C29" w:rsidRDefault="00C46C29" w:rsidP="00C46C29">
      <w:pPr>
        <w:pStyle w:val="libPoemCenter"/>
        <w:rPr>
          <w:rFonts w:hint="cs"/>
          <w:rtl/>
        </w:rPr>
      </w:pPr>
      <w:r>
        <w:rPr>
          <w:rFonts w:hint="cs"/>
          <w:rtl/>
        </w:rPr>
        <w:t xml:space="preserve">لو متت حكم الموت ضربه ابضربه ولو عشت أتولّه العفو عن ذنبه </w:t>
      </w:r>
    </w:p>
    <w:p w:rsidR="00C46C29" w:rsidRDefault="00C46C29" w:rsidP="00C46C29">
      <w:pPr>
        <w:pStyle w:val="libPoemCenter"/>
        <w:rPr>
          <w:rFonts w:hint="cs"/>
          <w:rtl/>
        </w:rPr>
      </w:pPr>
      <w:r>
        <w:rPr>
          <w:rFonts w:hint="cs"/>
          <w:rtl/>
        </w:rPr>
        <w:t xml:space="preserve">هذا يا وصف ذاتك تحمله حتى للعدو ابعطفك تشمله </w:t>
      </w:r>
    </w:p>
    <w:p w:rsidR="00C46C29" w:rsidRDefault="00C46C29" w:rsidP="00C46C29">
      <w:pPr>
        <w:pStyle w:val="libPoemCenter"/>
        <w:rPr>
          <w:rFonts w:hint="cs"/>
          <w:rtl/>
        </w:rPr>
      </w:pPr>
      <w:r>
        <w:rPr>
          <w:rFonts w:hint="cs"/>
          <w:rtl/>
        </w:rPr>
        <w:t xml:space="preserve">صابك وانته ساجد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فاضخ ابصارمك هامة مرحب واشلون ابن ملجم گدر يتگرب </w:t>
      </w:r>
    </w:p>
    <w:p w:rsidR="00C46C29" w:rsidRDefault="00C46C29" w:rsidP="00C46C29">
      <w:pPr>
        <w:pStyle w:val="libPoemCenter"/>
        <w:rPr>
          <w:rFonts w:hint="cs"/>
          <w:rtl/>
        </w:rPr>
      </w:pPr>
      <w:r>
        <w:rPr>
          <w:rFonts w:hint="cs"/>
          <w:rtl/>
        </w:rPr>
        <w:t xml:space="preserve">وبصارمه يابا الحسن تتصوب وشيبتك من دم هامتك تتخضب </w:t>
      </w:r>
    </w:p>
    <w:p w:rsidR="00C46C29" w:rsidRDefault="00C46C29" w:rsidP="00C46C29">
      <w:pPr>
        <w:pStyle w:val="libPoemCenter"/>
        <w:rPr>
          <w:rFonts w:hint="cs"/>
          <w:rtl/>
        </w:rPr>
      </w:pPr>
      <w:r>
        <w:rPr>
          <w:rFonts w:hint="cs"/>
          <w:rtl/>
        </w:rPr>
        <w:t xml:space="preserve">ما مثل يومك أشد واعظم واصعب جمرة مصابك بالضماير تلهب </w:t>
      </w:r>
    </w:p>
    <w:p w:rsidR="00C46C29" w:rsidRDefault="00C46C29" w:rsidP="00C46C29">
      <w:pPr>
        <w:pStyle w:val="libPoemCenter"/>
        <w:rPr>
          <w:rFonts w:hint="cs"/>
          <w:rtl/>
        </w:rPr>
      </w:pPr>
      <w:r>
        <w:rPr>
          <w:rFonts w:hint="cs"/>
          <w:rtl/>
        </w:rPr>
        <w:t xml:space="preserve">يابا لحسن ومصابك هظمنه وجدد كل مآسينه وألمنه </w:t>
      </w:r>
    </w:p>
    <w:p w:rsidR="00C46C29" w:rsidRDefault="00C46C29" w:rsidP="00C46C29">
      <w:pPr>
        <w:pStyle w:val="libPoemCenter"/>
        <w:rPr>
          <w:rFonts w:hint="cs"/>
          <w:rtl/>
        </w:rPr>
      </w:pPr>
      <w:r>
        <w:rPr>
          <w:rFonts w:hint="cs"/>
          <w:rtl/>
        </w:rPr>
        <w:t xml:space="preserve">يا تاج الأماجد والتاريخ شاهد </w:t>
      </w:r>
    </w:p>
    <w:p w:rsidR="00C46C29" w:rsidRDefault="00C46C29" w:rsidP="00C46C29">
      <w:pPr>
        <w:pStyle w:val="libPoemCenter"/>
        <w:rPr>
          <w:rFonts w:hint="cs"/>
          <w:rtl/>
        </w:rPr>
      </w:pPr>
      <w:r>
        <w:rPr>
          <w:rFonts w:hint="cs"/>
          <w:rtl/>
        </w:rPr>
        <w:t xml:space="preserve">محد گدر يوصل تضحياتك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- 1994م)</w:t>
      </w:r>
    </w:p>
    <w:p w:rsidR="00C46C29" w:rsidRDefault="00C46C29" w:rsidP="00C46C29">
      <w:pPr>
        <w:pStyle w:val="libNormal"/>
        <w:rPr>
          <w:rFonts w:hint="cs"/>
        </w:rPr>
      </w:pPr>
      <w:r>
        <w:rPr>
          <w:rFonts w:hint="cs"/>
          <w:rtl/>
        </w:rPr>
        <w:lastRenderedPageBreak/>
        <w:br w:type="page"/>
      </w:r>
    </w:p>
    <w:p w:rsidR="00C46C29" w:rsidRDefault="00C46C29" w:rsidP="00C46C29">
      <w:pPr>
        <w:pStyle w:val="Heading2Center"/>
        <w:rPr>
          <w:rFonts w:hint="cs"/>
          <w:rtl/>
        </w:rPr>
      </w:pPr>
      <w:bookmarkStart w:id="67" w:name="43"/>
      <w:bookmarkStart w:id="68" w:name="_Toc495744829"/>
      <w:r>
        <w:rPr>
          <w:rFonts w:hint="cs"/>
          <w:rtl/>
        </w:rPr>
        <w:lastRenderedPageBreak/>
        <w:t>الحسن بن علي (ع)</w:t>
      </w:r>
      <w:bookmarkEnd w:id="67"/>
      <w:bookmarkEnd w:id="68"/>
      <w:r>
        <w:rPr>
          <w:rFonts w:hint="cs"/>
          <w:rtl/>
        </w:rPr>
        <w:t xml:space="preserve"> </w:t>
      </w:r>
    </w:p>
    <w:p w:rsidR="00C46C29" w:rsidRDefault="00C46C29" w:rsidP="00C46C29">
      <w:pPr>
        <w:pStyle w:val="libPoemCenter"/>
        <w:rPr>
          <w:rFonts w:hint="cs"/>
          <w:rtl/>
        </w:rPr>
      </w:pPr>
      <w:r>
        <w:rPr>
          <w:rFonts w:hint="cs"/>
          <w:rtl/>
        </w:rPr>
        <w:t xml:space="preserve">الليله الليله بدر الحسن غايب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چف الحسن صافح الأمر المحتوم والدمع من كل عين يتجاره ادموم </w:t>
      </w:r>
    </w:p>
    <w:p w:rsidR="00C46C29" w:rsidRDefault="00C46C29" w:rsidP="00C46C29">
      <w:pPr>
        <w:pStyle w:val="libPoemCenter"/>
        <w:rPr>
          <w:rFonts w:hint="cs"/>
          <w:rtl/>
        </w:rPr>
      </w:pPr>
      <w:r>
        <w:rPr>
          <w:rFonts w:hint="cs"/>
          <w:rtl/>
        </w:rPr>
        <w:t xml:space="preserve">سيد شباب الجنه أصبح مسموم وناعي المصايب ينعه ويبث اهموم </w:t>
      </w:r>
    </w:p>
    <w:p w:rsidR="00C46C29" w:rsidRDefault="00C46C29" w:rsidP="00C46C29">
      <w:pPr>
        <w:pStyle w:val="libPoemCenter"/>
        <w:rPr>
          <w:rFonts w:hint="cs"/>
          <w:rtl/>
        </w:rPr>
      </w:pPr>
      <w:r>
        <w:rPr>
          <w:rFonts w:hint="cs"/>
          <w:rtl/>
        </w:rPr>
        <w:t xml:space="preserve">ابكهف الحزن بدر الحسن غاب اليوم وبهالحدث گلب الشرايع مهظوم </w:t>
      </w:r>
    </w:p>
    <w:p w:rsidR="00C46C29" w:rsidRDefault="00C46C29" w:rsidP="00C46C29">
      <w:pPr>
        <w:pStyle w:val="libPoemCenter"/>
        <w:rPr>
          <w:rFonts w:hint="cs"/>
          <w:rtl/>
        </w:rPr>
      </w:pPr>
      <w:r>
        <w:rPr>
          <w:rFonts w:hint="cs"/>
          <w:rtl/>
        </w:rPr>
        <w:t xml:space="preserve">الليله جفت ابحور المناقب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ارض وسمه اليوم الحزن يشملها وروح العوالم بالدمع نسألها </w:t>
      </w:r>
    </w:p>
    <w:p w:rsidR="00C46C29" w:rsidRDefault="00C46C29" w:rsidP="00C46C29">
      <w:pPr>
        <w:pStyle w:val="libPoemCenter"/>
        <w:rPr>
          <w:rFonts w:hint="cs"/>
          <w:rtl/>
        </w:rPr>
      </w:pPr>
      <w:r>
        <w:rPr>
          <w:rFonts w:hint="cs"/>
          <w:rtl/>
        </w:rPr>
        <w:t xml:space="preserve">يا گلب يگدر هالغصص يحملها ويا فكر هاي النايبه يجهلها </w:t>
      </w:r>
    </w:p>
    <w:p w:rsidR="00C46C29" w:rsidRDefault="00C46C29" w:rsidP="00C46C29">
      <w:pPr>
        <w:pStyle w:val="libPoemCenter"/>
        <w:rPr>
          <w:rFonts w:hint="cs"/>
          <w:rtl/>
        </w:rPr>
      </w:pPr>
      <w:r>
        <w:rPr>
          <w:rFonts w:hint="cs"/>
          <w:rtl/>
        </w:rPr>
        <w:t xml:space="preserve">صرخات لوعه وفاجعه انواصلها والدنيه فگد ابن النبي شاغلها </w:t>
      </w:r>
    </w:p>
    <w:p w:rsidR="00C46C29" w:rsidRDefault="00C46C29" w:rsidP="00C46C29">
      <w:pPr>
        <w:pStyle w:val="libPoemCenter"/>
        <w:rPr>
          <w:rFonts w:hint="cs"/>
          <w:rtl/>
        </w:rPr>
      </w:pPr>
      <w:r>
        <w:rPr>
          <w:rFonts w:hint="cs"/>
          <w:rtl/>
        </w:rPr>
        <w:t xml:space="preserve">الليله بالحزن شفنه العجايب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غاب الحسن والعزه غابت وياه وديوان راعي الكرم مظلم شفناه </w:t>
      </w:r>
    </w:p>
    <w:p w:rsidR="00C46C29" w:rsidRDefault="00C46C29" w:rsidP="00C46C29">
      <w:pPr>
        <w:pStyle w:val="libPoemCenter"/>
        <w:rPr>
          <w:rFonts w:hint="cs"/>
          <w:rtl/>
        </w:rPr>
      </w:pPr>
      <w:r>
        <w:rPr>
          <w:rFonts w:hint="cs"/>
          <w:rtl/>
        </w:rPr>
        <w:t xml:space="preserve">مكه ومنه وكل العوالم تنعاه والحجر الاسود ظل ينوح لفرگاه </w:t>
      </w:r>
    </w:p>
    <w:p w:rsidR="00C46C29" w:rsidRDefault="00C46C29" w:rsidP="00C46C29">
      <w:pPr>
        <w:pStyle w:val="libPoemCenter"/>
        <w:rPr>
          <w:rFonts w:hint="cs"/>
          <w:rtl/>
        </w:rPr>
      </w:pPr>
      <w:r>
        <w:rPr>
          <w:rFonts w:hint="cs"/>
          <w:rtl/>
        </w:rPr>
        <w:t xml:space="preserve">زمزم يصب دمع الحزن من عيناه وبالفاجعه البيت المقدّس ناداه </w:t>
      </w:r>
    </w:p>
    <w:p w:rsidR="00C46C29" w:rsidRDefault="00C46C29" w:rsidP="00C46C29">
      <w:pPr>
        <w:pStyle w:val="libPoemCenter"/>
        <w:rPr>
          <w:rFonts w:hint="cs"/>
          <w:rtl/>
        </w:rPr>
      </w:pPr>
      <w:r>
        <w:rPr>
          <w:rFonts w:hint="cs"/>
          <w:rtl/>
        </w:rPr>
        <w:t xml:space="preserve">الليله انفجعت گلوب الغوالب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هاليوم كل الرسل تجري الأعبار راحوا يواسون الرسول المختار </w:t>
      </w:r>
    </w:p>
    <w:p w:rsidR="00C46C29" w:rsidRDefault="00C46C29" w:rsidP="00C46C29">
      <w:pPr>
        <w:pStyle w:val="libPoemCenter"/>
        <w:rPr>
          <w:rFonts w:hint="cs"/>
          <w:rtl/>
        </w:rPr>
      </w:pPr>
      <w:r>
        <w:rPr>
          <w:rFonts w:hint="cs"/>
          <w:rtl/>
        </w:rPr>
        <w:t xml:space="preserve">واجتمعت الاملاك يم الكرار ايواسوه ويسيلون دمع الأنظار </w:t>
      </w:r>
    </w:p>
    <w:p w:rsidR="00C46C29" w:rsidRDefault="00C46C29" w:rsidP="00C46C29">
      <w:pPr>
        <w:pStyle w:val="libPoemCenter"/>
        <w:rPr>
          <w:rFonts w:hint="cs"/>
          <w:rtl/>
        </w:rPr>
      </w:pPr>
      <w:r>
        <w:rPr>
          <w:rFonts w:hint="cs"/>
          <w:rtl/>
        </w:rPr>
        <w:t xml:space="preserve">سبع الشداد استسلمت للاخطار نوح وعويل ونايبات بكل دار </w:t>
      </w:r>
    </w:p>
    <w:p w:rsidR="00C46C29" w:rsidRDefault="00C46C29" w:rsidP="00C46C29">
      <w:pPr>
        <w:pStyle w:val="libPoemCenter"/>
        <w:rPr>
          <w:rFonts w:hint="cs"/>
          <w:rtl/>
        </w:rPr>
      </w:pPr>
      <w:r>
        <w:rPr>
          <w:rFonts w:hint="cs"/>
          <w:rtl/>
        </w:rPr>
        <w:t xml:space="preserve">الليله تنجب عيون الكواكب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يا وسفه چبد الحسن بالسم ايذوب ومصابه فوگ اللوح اصبح مكتوب </w:t>
      </w:r>
    </w:p>
    <w:p w:rsidR="00C46C29" w:rsidRDefault="00C46C29" w:rsidP="00C46C29">
      <w:pPr>
        <w:pStyle w:val="libPoemCenter"/>
        <w:rPr>
          <w:rFonts w:hint="cs"/>
          <w:rtl/>
        </w:rPr>
      </w:pPr>
      <w:r>
        <w:rPr>
          <w:rFonts w:hint="cs"/>
          <w:rtl/>
        </w:rPr>
        <w:t xml:space="preserve">صوت الرسل ويه المدامع مصحوب بهذا الحدث چم نبي ومرسل مصيوب </w:t>
      </w:r>
    </w:p>
    <w:p w:rsidR="00C46C29" w:rsidRDefault="00C46C29" w:rsidP="00C46C29">
      <w:pPr>
        <w:pStyle w:val="libPoemCenter"/>
        <w:rPr>
          <w:rFonts w:hint="cs"/>
          <w:rtl/>
        </w:rPr>
      </w:pPr>
      <w:r>
        <w:rPr>
          <w:rFonts w:hint="cs"/>
          <w:rtl/>
        </w:rPr>
        <w:t xml:space="preserve">آدم ونوح وگلب موسى وأيوب وعيسى وابراهيم الخليل ويعگوب </w:t>
      </w:r>
    </w:p>
    <w:p w:rsidR="00C46C29" w:rsidRDefault="00C46C29" w:rsidP="00C46C29">
      <w:pPr>
        <w:pStyle w:val="libPoemCenter"/>
        <w:rPr>
          <w:rFonts w:hint="cs"/>
          <w:rtl/>
        </w:rPr>
      </w:pPr>
      <w:r>
        <w:rPr>
          <w:rFonts w:hint="cs"/>
          <w:rtl/>
        </w:rPr>
        <w:t xml:space="preserve">الليله سالت دموع المصايب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ديار الهواشم امست ابياحاله مظلمه ودمعات الوحي هماله </w:t>
      </w:r>
    </w:p>
    <w:p w:rsidR="00C46C29" w:rsidRDefault="00C46C29" w:rsidP="00C46C29">
      <w:pPr>
        <w:pStyle w:val="libPoemCenter"/>
        <w:rPr>
          <w:rFonts w:hint="cs"/>
          <w:rtl/>
        </w:rPr>
      </w:pPr>
      <w:r>
        <w:rPr>
          <w:rFonts w:hint="cs"/>
          <w:rtl/>
        </w:rPr>
        <w:t xml:space="preserve">الليله انفجع گلب الرسول وآله ونور الامامه اليوم غاب اهلاله </w:t>
      </w:r>
    </w:p>
    <w:p w:rsidR="00C46C29" w:rsidRDefault="00C46C29" w:rsidP="00C46C29">
      <w:pPr>
        <w:pStyle w:val="libPoemCenter"/>
        <w:rPr>
          <w:rFonts w:hint="cs"/>
          <w:rtl/>
        </w:rPr>
      </w:pPr>
      <w:r>
        <w:rPr>
          <w:rFonts w:hint="cs"/>
          <w:rtl/>
        </w:rPr>
        <w:t xml:space="preserve">والحسن لمن گربت آجاله چف المصايب حمل نعشه وشاله </w:t>
      </w:r>
    </w:p>
    <w:p w:rsidR="00C46C29" w:rsidRDefault="00C46C29" w:rsidP="00C46C29">
      <w:pPr>
        <w:pStyle w:val="libPoemCenter"/>
        <w:rPr>
          <w:rFonts w:hint="cs"/>
          <w:rtl/>
        </w:rPr>
      </w:pPr>
      <w:r>
        <w:rPr>
          <w:rFonts w:hint="cs"/>
          <w:rtl/>
        </w:rPr>
        <w:t xml:space="preserve">الليله نامت عيون النواصب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بحر الكرم شيعوا نعشه وحملوه مطروح جسمه اعله الأرض ما خلوه </w:t>
      </w:r>
    </w:p>
    <w:p w:rsidR="00C46C29" w:rsidRDefault="00C46C29" w:rsidP="00C46C29">
      <w:pPr>
        <w:pStyle w:val="libPoemCenter"/>
        <w:rPr>
          <w:rFonts w:hint="cs"/>
          <w:rtl/>
        </w:rPr>
      </w:pPr>
      <w:r>
        <w:rPr>
          <w:rFonts w:hint="cs"/>
          <w:rtl/>
        </w:rPr>
        <w:t xml:space="preserve">بس جسم ابو السجاد بالطف عافوه خلوه مرمي اعله الترب ما دفنوه </w:t>
      </w:r>
    </w:p>
    <w:p w:rsidR="00C46C29" w:rsidRDefault="00C46C29" w:rsidP="00C46C29">
      <w:pPr>
        <w:pStyle w:val="libPoemCenter"/>
        <w:rPr>
          <w:rFonts w:hint="cs"/>
          <w:rtl/>
        </w:rPr>
      </w:pPr>
      <w:r>
        <w:rPr>
          <w:rFonts w:hint="cs"/>
          <w:rtl/>
        </w:rPr>
        <w:t xml:space="preserve">من دم وريد حسين بالطف غسلوه وبثره المصرع بالحرايب چفنوه </w:t>
      </w:r>
    </w:p>
    <w:p w:rsidR="00C46C29" w:rsidRDefault="00C46C29" w:rsidP="00C46C29">
      <w:pPr>
        <w:pStyle w:val="libPoemCenter"/>
        <w:rPr>
          <w:rFonts w:hint="cs"/>
          <w:rtl/>
        </w:rPr>
      </w:pPr>
      <w:r>
        <w:rPr>
          <w:rFonts w:hint="cs"/>
          <w:rtl/>
        </w:rPr>
        <w:t xml:space="preserve">الليله چم گلب بالحزن ذايب </w:t>
      </w:r>
    </w:p>
    <w:p w:rsidR="00C46C29" w:rsidRDefault="00C46C29" w:rsidP="00C46C29">
      <w:pPr>
        <w:pStyle w:val="libPoemCenter"/>
        <w:rPr>
          <w:rFonts w:hint="cs"/>
          <w:rtl/>
        </w:rPr>
      </w:pPr>
      <w:r>
        <w:rPr>
          <w:rFonts w:hint="cs"/>
          <w:rtl/>
        </w:rPr>
        <w:t xml:space="preserve">الليله دارت افلاك النوايب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69" w:name="44"/>
      <w:bookmarkStart w:id="70" w:name="_Toc495744830"/>
      <w:r>
        <w:rPr>
          <w:rFonts w:hint="cs"/>
          <w:rtl/>
        </w:rPr>
        <w:lastRenderedPageBreak/>
        <w:t>يا ريحانه الرسول (صلى الله عليه وآله)</w:t>
      </w:r>
      <w:bookmarkEnd w:id="69"/>
      <w:bookmarkEnd w:id="70"/>
      <w:r>
        <w:rPr>
          <w:rFonts w:hint="cs"/>
          <w:rtl/>
        </w:rPr>
        <w:t xml:space="preserve"> </w:t>
      </w:r>
    </w:p>
    <w:p w:rsidR="00C46C29" w:rsidRDefault="00C46C29" w:rsidP="00C46C29">
      <w:pPr>
        <w:pStyle w:val="libPoemCenter"/>
        <w:rPr>
          <w:rFonts w:hint="cs"/>
          <w:rtl/>
        </w:rPr>
      </w:pPr>
      <w:r>
        <w:rPr>
          <w:rFonts w:hint="cs"/>
          <w:rtl/>
        </w:rPr>
        <w:t xml:space="preserve">شرف اسمك تخلّد يريحانة محمَّد </w:t>
      </w:r>
    </w:p>
    <w:p w:rsidR="00C46C29" w:rsidRDefault="00C46C29" w:rsidP="00C46C29">
      <w:pPr>
        <w:pStyle w:val="libPoemCenter"/>
        <w:rPr>
          <w:rFonts w:hint="cs"/>
          <w:rtl/>
        </w:rPr>
      </w:pPr>
      <w:r>
        <w:rPr>
          <w:rFonts w:hint="cs"/>
          <w:rtl/>
        </w:rPr>
        <w:t xml:space="preserve">لسان الثوره ناداك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بسمك هتف صوت التضحيات وصاح </w:t>
      </w:r>
    </w:p>
    <w:p w:rsidR="00C46C29" w:rsidRDefault="00C46C29" w:rsidP="00C46C29">
      <w:pPr>
        <w:pStyle w:val="libPoemCenter"/>
        <w:rPr>
          <w:rFonts w:hint="cs"/>
          <w:rtl/>
        </w:rPr>
      </w:pPr>
      <w:r>
        <w:rPr>
          <w:rFonts w:hint="cs"/>
          <w:rtl/>
        </w:rPr>
        <w:t xml:space="preserve">ما غيرك يفجِّر ثورة الاصلاح </w:t>
      </w:r>
    </w:p>
    <w:p w:rsidR="00C46C29" w:rsidRDefault="00C46C29" w:rsidP="00C46C29">
      <w:pPr>
        <w:pStyle w:val="libPoemCenter"/>
        <w:rPr>
          <w:rFonts w:hint="cs"/>
          <w:rtl/>
        </w:rPr>
      </w:pPr>
      <w:r>
        <w:rPr>
          <w:rFonts w:hint="cs"/>
          <w:rtl/>
        </w:rPr>
        <w:t xml:space="preserve">اگبالك بالحرب سبعين ألف سفاح </w:t>
      </w:r>
    </w:p>
    <w:p w:rsidR="00C46C29" w:rsidRDefault="00C46C29" w:rsidP="00C46C29">
      <w:pPr>
        <w:pStyle w:val="libPoemCenter"/>
        <w:rPr>
          <w:rFonts w:hint="cs"/>
          <w:rtl/>
        </w:rPr>
      </w:pPr>
      <w:r>
        <w:rPr>
          <w:rFonts w:hint="cs"/>
          <w:rtl/>
        </w:rPr>
        <w:t xml:space="preserve">تتنطَّرك بسيوف ونبل ورماح </w:t>
      </w:r>
    </w:p>
    <w:p w:rsidR="00C46C29" w:rsidRDefault="00C46C29" w:rsidP="00C46C29">
      <w:pPr>
        <w:pStyle w:val="libPoemCenter"/>
        <w:rPr>
          <w:rFonts w:hint="cs"/>
          <w:rtl/>
        </w:rPr>
      </w:pPr>
      <w:r>
        <w:rPr>
          <w:rFonts w:hint="cs"/>
          <w:rtl/>
        </w:rPr>
        <w:t xml:space="preserve">اجت هاي الكتايب تطلبك للحرايب </w:t>
      </w:r>
    </w:p>
    <w:p w:rsidR="00C46C29" w:rsidRDefault="00C46C29" w:rsidP="00C46C29">
      <w:pPr>
        <w:pStyle w:val="libPoemCenter"/>
        <w:rPr>
          <w:rFonts w:hint="cs"/>
          <w:rtl/>
        </w:rPr>
      </w:pPr>
      <w:r>
        <w:rPr>
          <w:rFonts w:hint="cs"/>
          <w:rtl/>
        </w:rPr>
        <w:t xml:space="preserve">عساكر كلها تتناك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عليك اتفازعت هالناس من كل صوب </w:t>
      </w:r>
    </w:p>
    <w:p w:rsidR="00C46C29" w:rsidRDefault="00C46C29" w:rsidP="00C46C29">
      <w:pPr>
        <w:pStyle w:val="libPoemCenter"/>
        <w:rPr>
          <w:rFonts w:hint="cs"/>
          <w:rtl/>
        </w:rPr>
      </w:pPr>
      <w:r>
        <w:rPr>
          <w:rFonts w:hint="cs"/>
          <w:rtl/>
        </w:rPr>
        <w:t xml:space="preserve">ما عدها طلب بس دمك المطلوب </w:t>
      </w:r>
    </w:p>
    <w:p w:rsidR="00C46C29" w:rsidRDefault="00C46C29" w:rsidP="00C46C29">
      <w:pPr>
        <w:pStyle w:val="libPoemCenter"/>
        <w:rPr>
          <w:rFonts w:hint="cs"/>
          <w:rtl/>
        </w:rPr>
      </w:pPr>
      <w:r>
        <w:rPr>
          <w:rFonts w:hint="cs"/>
          <w:rtl/>
        </w:rPr>
        <w:t xml:space="preserve">اشرايح تتخذ وياها يا إسلوب </w:t>
      </w:r>
    </w:p>
    <w:p w:rsidR="00C46C29" w:rsidRDefault="00C46C29" w:rsidP="00C46C29">
      <w:pPr>
        <w:pStyle w:val="libPoemCenter"/>
        <w:rPr>
          <w:rFonts w:hint="cs"/>
          <w:rtl/>
        </w:rPr>
      </w:pPr>
      <w:r>
        <w:rPr>
          <w:rFonts w:hint="cs"/>
          <w:rtl/>
        </w:rPr>
        <w:t xml:space="preserve">وانسدَّت ابوجهك يبو اليمه البوب </w:t>
      </w:r>
    </w:p>
    <w:p w:rsidR="00C46C29" w:rsidRDefault="00C46C29" w:rsidP="00C46C29">
      <w:pPr>
        <w:pStyle w:val="libPoemCenter"/>
        <w:rPr>
          <w:rFonts w:hint="cs"/>
          <w:rtl/>
        </w:rPr>
      </w:pPr>
      <w:r>
        <w:rPr>
          <w:rFonts w:hint="cs"/>
          <w:rtl/>
        </w:rPr>
        <w:t xml:space="preserve">دوت نار المعارك يريدونك تشارك </w:t>
      </w:r>
    </w:p>
    <w:p w:rsidR="00C46C29" w:rsidRDefault="00C46C29" w:rsidP="00C46C29">
      <w:pPr>
        <w:pStyle w:val="libPoemCenter"/>
        <w:rPr>
          <w:rFonts w:hint="cs"/>
          <w:rtl/>
        </w:rPr>
      </w:pPr>
      <w:r>
        <w:rPr>
          <w:rFonts w:hint="cs"/>
          <w:rtl/>
        </w:rPr>
        <w:t xml:space="preserve">عليك انجمعت اعداك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أشباه الرجال عليك مجتمعين </w:t>
      </w:r>
    </w:p>
    <w:p w:rsidR="00C46C29" w:rsidRDefault="00C46C29" w:rsidP="00C46C29">
      <w:pPr>
        <w:pStyle w:val="libPoemCenter"/>
        <w:rPr>
          <w:rFonts w:hint="cs"/>
          <w:rtl/>
        </w:rPr>
      </w:pPr>
      <w:r>
        <w:rPr>
          <w:rFonts w:hint="cs"/>
          <w:rtl/>
        </w:rPr>
        <w:t xml:space="preserve">وانطوك اختيارك وحده من اثنين </w:t>
      </w:r>
    </w:p>
    <w:p w:rsidR="00C46C29" w:rsidRDefault="00C46C29" w:rsidP="00C46C29">
      <w:pPr>
        <w:pStyle w:val="libPoemCenter"/>
        <w:rPr>
          <w:rFonts w:hint="cs"/>
          <w:rtl/>
        </w:rPr>
      </w:pPr>
      <w:r>
        <w:rPr>
          <w:rFonts w:hint="cs"/>
          <w:rtl/>
        </w:rPr>
        <w:t xml:space="preserve">لو عايش تظل انته ويموت الدين </w:t>
      </w:r>
    </w:p>
    <w:p w:rsidR="00C46C29" w:rsidRDefault="00C46C29" w:rsidP="00C46C29">
      <w:pPr>
        <w:pStyle w:val="libPoemCenter"/>
        <w:rPr>
          <w:rFonts w:hint="cs"/>
          <w:rtl/>
        </w:rPr>
      </w:pPr>
      <w:r>
        <w:rPr>
          <w:rFonts w:hint="cs"/>
          <w:rtl/>
        </w:rPr>
        <w:t xml:space="preserve">لو دينك يعيش وتنذبح يحسين </w:t>
      </w:r>
    </w:p>
    <w:p w:rsidR="00C46C29" w:rsidRDefault="00C46C29" w:rsidP="00C46C29">
      <w:pPr>
        <w:pStyle w:val="libPoemCenter"/>
        <w:rPr>
          <w:rFonts w:hint="cs"/>
          <w:rtl/>
        </w:rPr>
      </w:pPr>
      <w:r>
        <w:rPr>
          <w:rFonts w:hint="cs"/>
          <w:rtl/>
        </w:rPr>
        <w:t xml:space="preserve">لون ما تنطي ايدك تسلمهم وريدك </w:t>
      </w:r>
    </w:p>
    <w:p w:rsidR="00C46C29" w:rsidRDefault="00C46C29" w:rsidP="00C46C29">
      <w:pPr>
        <w:pStyle w:val="libPoemCenter"/>
        <w:rPr>
          <w:rFonts w:hint="cs"/>
          <w:rtl/>
        </w:rPr>
      </w:pPr>
      <w:r>
        <w:rPr>
          <w:rFonts w:hint="cs"/>
          <w:rtl/>
        </w:rPr>
        <w:t xml:space="preserve">أبي وما تنطي يمناك مصير الأمه وياك </w:t>
      </w:r>
    </w:p>
    <w:p w:rsidR="00C46C29" w:rsidRDefault="00C46C29" w:rsidP="00C46C29">
      <w:pPr>
        <w:pStyle w:val="libPoemCenter"/>
        <w:rPr>
          <w:rFonts w:hint="cs"/>
          <w:rtl/>
        </w:rPr>
      </w:pPr>
      <w:r>
        <w:rPr>
          <w:rFonts w:hint="cs"/>
          <w:rtl/>
        </w:rPr>
        <w:lastRenderedPageBreak/>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بهذا الموقف الثابت قرارك صار </w:t>
      </w:r>
    </w:p>
    <w:p w:rsidR="00C46C29" w:rsidRDefault="00C46C29" w:rsidP="00C46C29">
      <w:pPr>
        <w:pStyle w:val="libPoemCenter"/>
        <w:rPr>
          <w:rFonts w:hint="cs"/>
          <w:rtl/>
        </w:rPr>
      </w:pPr>
      <w:r>
        <w:rPr>
          <w:rFonts w:hint="cs"/>
          <w:rtl/>
        </w:rPr>
        <w:t xml:space="preserve">تنطي دمك وترفض حياة العار </w:t>
      </w:r>
    </w:p>
    <w:p w:rsidR="00C46C29" w:rsidRDefault="00C46C29" w:rsidP="00C46C29">
      <w:pPr>
        <w:pStyle w:val="libPoemCenter"/>
        <w:rPr>
          <w:rFonts w:hint="cs"/>
          <w:rtl/>
        </w:rPr>
      </w:pPr>
      <w:r>
        <w:rPr>
          <w:rFonts w:hint="cs"/>
          <w:rtl/>
        </w:rPr>
        <w:t xml:space="preserve">المثلك غير عز النفس ما يختار </w:t>
      </w:r>
    </w:p>
    <w:p w:rsidR="00C46C29" w:rsidRDefault="00C46C29" w:rsidP="00C46C29">
      <w:pPr>
        <w:pStyle w:val="libPoemCenter"/>
        <w:rPr>
          <w:rFonts w:hint="cs"/>
          <w:rtl/>
        </w:rPr>
      </w:pPr>
      <w:r>
        <w:rPr>
          <w:rFonts w:hint="cs"/>
          <w:rtl/>
        </w:rPr>
        <w:t xml:space="preserve">والموت بشرف من شيمة الأحرار </w:t>
      </w:r>
    </w:p>
    <w:p w:rsidR="00C46C29" w:rsidRDefault="00C46C29" w:rsidP="00C46C29">
      <w:pPr>
        <w:pStyle w:val="libPoemCenter"/>
        <w:rPr>
          <w:rFonts w:hint="cs"/>
          <w:rtl/>
        </w:rPr>
      </w:pPr>
      <w:r>
        <w:rPr>
          <w:rFonts w:hint="cs"/>
          <w:rtl/>
        </w:rPr>
        <w:t xml:space="preserve">بطل وبكل إراده افتحت باب الشهاده </w:t>
      </w:r>
    </w:p>
    <w:p w:rsidR="00C46C29" w:rsidRDefault="00C46C29" w:rsidP="00C46C29">
      <w:pPr>
        <w:pStyle w:val="libPoemCenter"/>
        <w:rPr>
          <w:rFonts w:hint="cs"/>
          <w:rtl/>
        </w:rPr>
      </w:pPr>
      <w:r>
        <w:rPr>
          <w:rFonts w:hint="cs"/>
          <w:rtl/>
        </w:rPr>
        <w:t xml:space="preserve">تعيش ابذله حاشاك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دخلت المعركه بايمانك وعزمك </w:t>
      </w:r>
    </w:p>
    <w:p w:rsidR="00C46C29" w:rsidRDefault="00C46C29" w:rsidP="00C46C29">
      <w:pPr>
        <w:pStyle w:val="libPoemCenter"/>
        <w:rPr>
          <w:rFonts w:hint="cs"/>
          <w:rtl/>
        </w:rPr>
      </w:pPr>
      <w:r>
        <w:rPr>
          <w:rFonts w:hint="cs"/>
          <w:rtl/>
        </w:rPr>
        <w:t xml:space="preserve">ولسيوف الأعادي قدمت جسمك </w:t>
      </w:r>
    </w:p>
    <w:p w:rsidR="00C46C29" w:rsidRDefault="00C46C29" w:rsidP="00C46C29">
      <w:pPr>
        <w:pStyle w:val="libPoemCenter"/>
        <w:rPr>
          <w:rFonts w:hint="cs"/>
          <w:rtl/>
        </w:rPr>
      </w:pPr>
      <w:r>
        <w:rPr>
          <w:rFonts w:hint="cs"/>
          <w:rtl/>
        </w:rPr>
        <w:t xml:space="preserve">عندك هدف سامي وأغله من دمك </w:t>
      </w:r>
    </w:p>
    <w:p w:rsidR="00C46C29" w:rsidRDefault="00C46C29" w:rsidP="00C46C29">
      <w:pPr>
        <w:pStyle w:val="libPoemCenter"/>
        <w:rPr>
          <w:rFonts w:hint="cs"/>
          <w:rtl/>
        </w:rPr>
      </w:pPr>
      <w:r>
        <w:rPr>
          <w:rFonts w:hint="cs"/>
          <w:rtl/>
        </w:rPr>
        <w:t xml:space="preserve">وصوت المجد صار ايردد باسمك </w:t>
      </w:r>
    </w:p>
    <w:p w:rsidR="00C46C29" w:rsidRDefault="00C46C29" w:rsidP="00C46C29">
      <w:pPr>
        <w:pStyle w:val="libPoemCenter"/>
        <w:rPr>
          <w:rFonts w:hint="cs"/>
          <w:rtl/>
        </w:rPr>
      </w:pPr>
      <w:r>
        <w:rPr>
          <w:rFonts w:hint="cs"/>
          <w:rtl/>
        </w:rPr>
        <w:t xml:space="preserve">شهيد ومن مماتك بدرت ساعة حياتك </w:t>
      </w:r>
    </w:p>
    <w:p w:rsidR="00C46C29" w:rsidRDefault="00C46C29" w:rsidP="00C46C29">
      <w:pPr>
        <w:pStyle w:val="libPoemCenter"/>
        <w:rPr>
          <w:rFonts w:hint="cs"/>
          <w:rtl/>
        </w:rPr>
      </w:pPr>
      <w:r>
        <w:rPr>
          <w:rFonts w:hint="cs"/>
          <w:rtl/>
        </w:rPr>
        <w:t xml:space="preserve">انفنت امتنه لولاك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لمن طحت دامي من ظهر مهرك </w:t>
      </w:r>
    </w:p>
    <w:p w:rsidR="00C46C29" w:rsidRDefault="00C46C29" w:rsidP="00C46C29">
      <w:pPr>
        <w:pStyle w:val="libPoemCenter"/>
        <w:rPr>
          <w:rFonts w:hint="cs"/>
          <w:rtl/>
        </w:rPr>
      </w:pPr>
      <w:r>
        <w:rPr>
          <w:rFonts w:hint="cs"/>
          <w:rtl/>
        </w:rPr>
        <w:t xml:space="preserve">حضر جدّك محمَّد يمك اينظرك </w:t>
      </w:r>
    </w:p>
    <w:p w:rsidR="00C46C29" w:rsidRDefault="00C46C29" w:rsidP="00C46C29">
      <w:pPr>
        <w:pStyle w:val="libPoemCenter"/>
        <w:rPr>
          <w:rFonts w:hint="cs"/>
          <w:rtl/>
        </w:rPr>
      </w:pPr>
      <w:r>
        <w:rPr>
          <w:rFonts w:hint="cs"/>
          <w:rtl/>
        </w:rPr>
        <w:t xml:space="preserve">وأبوك المرتضى ايضمد جرح صدرك </w:t>
      </w:r>
    </w:p>
    <w:p w:rsidR="00C46C29" w:rsidRDefault="00C46C29" w:rsidP="00C46C29">
      <w:pPr>
        <w:pStyle w:val="libPoemCenter"/>
        <w:rPr>
          <w:rFonts w:hint="cs"/>
          <w:rtl/>
        </w:rPr>
      </w:pPr>
      <w:r>
        <w:rPr>
          <w:rFonts w:hint="cs"/>
          <w:rtl/>
        </w:rPr>
        <w:t xml:space="preserve">وامك طاحت عليك وتشم نحرك </w:t>
      </w:r>
    </w:p>
    <w:p w:rsidR="00C46C29" w:rsidRDefault="00C46C29" w:rsidP="00C46C29">
      <w:pPr>
        <w:pStyle w:val="libPoemCenter"/>
        <w:rPr>
          <w:rFonts w:hint="cs"/>
          <w:rtl/>
        </w:rPr>
      </w:pPr>
      <w:r>
        <w:rPr>
          <w:rFonts w:hint="cs"/>
          <w:rtl/>
        </w:rPr>
        <w:t xml:space="preserve">واخوك الليله عندك وضع چبده اعله چبدك </w:t>
      </w:r>
    </w:p>
    <w:p w:rsidR="00C46C29" w:rsidRDefault="00C46C29" w:rsidP="00C46C29">
      <w:pPr>
        <w:pStyle w:val="libPoemCenter"/>
        <w:rPr>
          <w:rFonts w:hint="cs"/>
          <w:rtl/>
        </w:rPr>
      </w:pPr>
      <w:r>
        <w:rPr>
          <w:rFonts w:hint="cs"/>
          <w:rtl/>
        </w:rPr>
        <w:t xml:space="preserve">ذبيح ودامي شفناك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ظلت جثتك عالأرض مسلوبه </w:t>
      </w:r>
    </w:p>
    <w:p w:rsidR="00C46C29" w:rsidRDefault="00C46C29" w:rsidP="00C46C29">
      <w:pPr>
        <w:pStyle w:val="libPoemCenter"/>
        <w:rPr>
          <w:rFonts w:hint="cs"/>
          <w:rtl/>
        </w:rPr>
      </w:pPr>
      <w:r>
        <w:rPr>
          <w:rFonts w:hint="cs"/>
          <w:rtl/>
        </w:rPr>
        <w:t xml:space="preserve">ومن الخيم فزعت حرم مرعوبه </w:t>
      </w:r>
    </w:p>
    <w:p w:rsidR="00C46C29" w:rsidRDefault="00C46C29" w:rsidP="00C46C29">
      <w:pPr>
        <w:pStyle w:val="libPoemCenter"/>
        <w:rPr>
          <w:rFonts w:hint="cs"/>
          <w:rtl/>
        </w:rPr>
      </w:pPr>
      <w:r>
        <w:rPr>
          <w:rFonts w:hint="cs"/>
          <w:rtl/>
        </w:rPr>
        <w:lastRenderedPageBreak/>
        <w:t xml:space="preserve">شافت جثتك بدماها مخضوبه </w:t>
      </w:r>
    </w:p>
    <w:p w:rsidR="00C46C29" w:rsidRDefault="00C46C29" w:rsidP="00C46C29">
      <w:pPr>
        <w:pStyle w:val="libPoemCenter"/>
        <w:rPr>
          <w:rFonts w:hint="cs"/>
          <w:rtl/>
        </w:rPr>
      </w:pPr>
      <w:r>
        <w:rPr>
          <w:rFonts w:hint="cs"/>
          <w:rtl/>
        </w:rPr>
        <w:t xml:space="preserve">صاحت صيحه ويه الدمع مصحوبه </w:t>
      </w:r>
    </w:p>
    <w:p w:rsidR="00C46C29" w:rsidRDefault="00C46C29" w:rsidP="00C46C29">
      <w:pPr>
        <w:pStyle w:val="libPoemCenter"/>
        <w:rPr>
          <w:rFonts w:hint="cs"/>
          <w:rtl/>
        </w:rPr>
      </w:pPr>
      <w:r>
        <w:rPr>
          <w:rFonts w:hint="cs"/>
          <w:rtl/>
        </w:rPr>
        <w:t xml:space="preserve">تحاچيك ابدمعها تخبرك عن وضعها </w:t>
      </w:r>
    </w:p>
    <w:p w:rsidR="00C46C29" w:rsidRDefault="00C46C29" w:rsidP="00C46C29">
      <w:pPr>
        <w:pStyle w:val="libPoemCenter"/>
        <w:rPr>
          <w:rFonts w:hint="cs"/>
          <w:rtl/>
        </w:rPr>
      </w:pPr>
      <w:r>
        <w:rPr>
          <w:rFonts w:hint="cs"/>
          <w:rtl/>
        </w:rPr>
        <w:t xml:space="preserve">اجت هالعيله تنخاك مصير الأمه وياك </w:t>
      </w:r>
    </w:p>
    <w:p w:rsidR="00C46C29" w:rsidRDefault="00C46C29" w:rsidP="00C46C29">
      <w:pPr>
        <w:pStyle w:val="libPoemCenter"/>
        <w:rPr>
          <w:rFonts w:hint="cs"/>
          <w:rtl/>
        </w:rPr>
      </w:pPr>
      <w:r>
        <w:rPr>
          <w:rFonts w:hint="cs"/>
          <w:rtl/>
        </w:rPr>
        <w:t xml:space="preserve">يريحانة محمَّد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71" w:name="45"/>
      <w:bookmarkStart w:id="72" w:name="_Toc495744831"/>
      <w:r>
        <w:rPr>
          <w:rFonts w:hint="cs"/>
          <w:rtl/>
        </w:rPr>
        <w:lastRenderedPageBreak/>
        <w:t>متى قدومك</w:t>
      </w:r>
      <w:bookmarkEnd w:id="71"/>
      <w:bookmarkEnd w:id="72"/>
      <w:r>
        <w:rPr>
          <w:rFonts w:hint="cs"/>
          <w:rtl/>
        </w:rPr>
        <w:t xml:space="preserve"> </w:t>
      </w:r>
    </w:p>
    <w:p w:rsidR="00C46C29" w:rsidRDefault="00C46C29" w:rsidP="00C46C29">
      <w:pPr>
        <w:pStyle w:val="libPoemCenter"/>
        <w:rPr>
          <w:rFonts w:hint="cs"/>
          <w:rtl/>
        </w:rPr>
      </w:pPr>
      <w:r>
        <w:rPr>
          <w:rFonts w:hint="cs"/>
          <w:rtl/>
        </w:rPr>
        <w:t xml:space="preserve">يبويه من الصبر مليت أناطر عالدرب ظليت </w:t>
      </w:r>
    </w:p>
    <w:p w:rsidR="00C46C29" w:rsidRDefault="00C46C29" w:rsidP="00C46C29">
      <w:pPr>
        <w:pStyle w:val="libPoemCenter"/>
        <w:rPr>
          <w:rFonts w:hint="cs"/>
          <w:rtl/>
        </w:rPr>
      </w:pPr>
      <w:r>
        <w:rPr>
          <w:rFonts w:hint="cs"/>
          <w:rtl/>
        </w:rPr>
        <w:t xml:space="preserve">رحت مني وغبت عني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عليله والسهر صوب جفن عيني يبويه اولا خبر منك يوافيني </w:t>
      </w:r>
    </w:p>
    <w:p w:rsidR="00C46C29" w:rsidRDefault="00C46C29" w:rsidP="00C46C29">
      <w:pPr>
        <w:pStyle w:val="libPoemCenter"/>
        <w:rPr>
          <w:rFonts w:hint="cs"/>
          <w:rtl/>
        </w:rPr>
      </w:pPr>
      <w:r>
        <w:rPr>
          <w:rFonts w:hint="cs"/>
          <w:rtl/>
        </w:rPr>
        <w:t xml:space="preserve">انگطع حبل الوصل ما بينك وبيني وأنه الما حسبت وحدي تخليني </w:t>
      </w:r>
    </w:p>
    <w:p w:rsidR="00C46C29" w:rsidRDefault="00C46C29" w:rsidP="00C46C29">
      <w:pPr>
        <w:pStyle w:val="libPoemCenter"/>
        <w:rPr>
          <w:rFonts w:hint="cs"/>
          <w:rtl/>
        </w:rPr>
      </w:pPr>
      <w:r>
        <w:rPr>
          <w:rFonts w:hint="cs"/>
          <w:rtl/>
        </w:rPr>
        <w:t xml:space="preserve">عليله وبالحزن ناديت يبويه اَبيا أرض حلّيت </w:t>
      </w:r>
    </w:p>
    <w:p w:rsidR="00C46C29" w:rsidRDefault="00C46C29" w:rsidP="00C46C29">
      <w:pPr>
        <w:pStyle w:val="libPoemCenter"/>
        <w:rPr>
          <w:rFonts w:hint="cs"/>
          <w:rtl/>
        </w:rPr>
      </w:pPr>
      <w:r>
        <w:rPr>
          <w:rFonts w:hint="cs"/>
          <w:rtl/>
        </w:rPr>
        <w:t xml:space="preserve">صحت وينك عگب عينك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خذت روحي وعفتني امدوهنه بلا روح على افراگك أون ونة حمام الدوح </w:t>
      </w:r>
    </w:p>
    <w:p w:rsidR="00C46C29" w:rsidRDefault="00C46C29" w:rsidP="00C46C29">
      <w:pPr>
        <w:pStyle w:val="libPoemCenter"/>
        <w:rPr>
          <w:rFonts w:hint="cs"/>
          <w:rtl/>
        </w:rPr>
      </w:pPr>
      <w:r>
        <w:rPr>
          <w:rFonts w:hint="cs"/>
          <w:rtl/>
        </w:rPr>
        <w:t xml:space="preserve">اگضي الليل عگبك بالسهر والنوح وجفني بالنهار اعله الدرب مشبوح </w:t>
      </w:r>
    </w:p>
    <w:p w:rsidR="00C46C29" w:rsidRDefault="00C46C29" w:rsidP="00C46C29">
      <w:pPr>
        <w:pStyle w:val="libPoemCenter"/>
        <w:rPr>
          <w:rFonts w:hint="cs"/>
          <w:rtl/>
        </w:rPr>
      </w:pPr>
      <w:r>
        <w:rPr>
          <w:rFonts w:hint="cs"/>
          <w:rtl/>
        </w:rPr>
        <w:t xml:space="preserve">بدليلي شچم جرح خليت يوافيني الأجل يا ريت </w:t>
      </w:r>
    </w:p>
    <w:p w:rsidR="00C46C29" w:rsidRDefault="00C46C29" w:rsidP="00C46C29">
      <w:pPr>
        <w:pStyle w:val="libPoemCenter"/>
        <w:rPr>
          <w:rFonts w:hint="cs"/>
          <w:rtl/>
        </w:rPr>
      </w:pPr>
      <w:r>
        <w:rPr>
          <w:rFonts w:hint="cs"/>
          <w:rtl/>
        </w:rPr>
        <w:t xml:space="preserve">أنفطر چبدي وصرت وحدي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دارك صفت وحشه وما تلمني الدار والمحتار يعرف حالة المحتار </w:t>
      </w:r>
    </w:p>
    <w:p w:rsidR="00C46C29" w:rsidRDefault="00C46C29" w:rsidP="00C46C29">
      <w:pPr>
        <w:pStyle w:val="libPoemCenter"/>
        <w:rPr>
          <w:rFonts w:hint="cs"/>
          <w:rtl/>
        </w:rPr>
      </w:pPr>
      <w:r>
        <w:rPr>
          <w:rFonts w:hint="cs"/>
          <w:rtl/>
        </w:rPr>
        <w:t xml:space="preserve">عيني شابحه وانتظر ليل انهار لا طارش لفاني ولا لفت أخبار </w:t>
      </w:r>
    </w:p>
    <w:p w:rsidR="00C46C29" w:rsidRDefault="00C46C29" w:rsidP="00C46C29">
      <w:pPr>
        <w:pStyle w:val="libPoemCenter"/>
        <w:rPr>
          <w:rFonts w:hint="cs"/>
          <w:rtl/>
        </w:rPr>
      </w:pPr>
      <w:r>
        <w:rPr>
          <w:rFonts w:hint="cs"/>
          <w:rtl/>
        </w:rPr>
        <w:t xml:space="preserve">حزينه وعالجمر تانيت عجيبه اولا خبر وديت </w:t>
      </w:r>
    </w:p>
    <w:p w:rsidR="00C46C29" w:rsidRDefault="00C46C29" w:rsidP="00C46C29">
      <w:pPr>
        <w:pStyle w:val="libPoemCenter"/>
        <w:rPr>
          <w:rFonts w:hint="cs"/>
          <w:rtl/>
        </w:rPr>
      </w:pPr>
      <w:r>
        <w:rPr>
          <w:rFonts w:hint="cs"/>
          <w:rtl/>
        </w:rPr>
        <w:t xml:space="preserve">الدمع يجري انشغل فكري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أنسه كل حياتي وإلك ما أنساك هذا الصوت من جرح الگلب ناداك </w:t>
      </w:r>
    </w:p>
    <w:p w:rsidR="00C46C29" w:rsidRDefault="00C46C29" w:rsidP="00C46C29">
      <w:pPr>
        <w:pStyle w:val="libPoemCenter"/>
        <w:rPr>
          <w:rFonts w:hint="cs"/>
          <w:rtl/>
        </w:rPr>
      </w:pPr>
      <w:r>
        <w:rPr>
          <w:rFonts w:hint="cs"/>
          <w:rtl/>
        </w:rPr>
        <w:t xml:space="preserve">حتى الطفل عبدالله اخذته اوياك چا منهو اليسليني ابهظم فرگاك </w:t>
      </w:r>
    </w:p>
    <w:p w:rsidR="00C46C29" w:rsidRDefault="00C46C29" w:rsidP="00C46C29">
      <w:pPr>
        <w:pStyle w:val="libPoemCenter"/>
        <w:rPr>
          <w:rFonts w:hint="cs"/>
          <w:rtl/>
        </w:rPr>
      </w:pPr>
      <w:r>
        <w:rPr>
          <w:rFonts w:hint="cs"/>
          <w:rtl/>
        </w:rPr>
        <w:t xml:space="preserve">مثل حن الإبل حنيت الك دم ودمع هليت </w:t>
      </w:r>
    </w:p>
    <w:p w:rsidR="00C46C29" w:rsidRDefault="00C46C29" w:rsidP="00C46C29">
      <w:pPr>
        <w:pStyle w:val="libPoemCenter"/>
        <w:rPr>
          <w:rFonts w:hint="cs"/>
          <w:rtl/>
        </w:rPr>
      </w:pPr>
      <w:r>
        <w:rPr>
          <w:rFonts w:hint="cs"/>
          <w:rtl/>
        </w:rPr>
        <w:t xml:space="preserve">دمع عيني يسليني </w:t>
      </w:r>
    </w:p>
    <w:p w:rsidR="00C46C29" w:rsidRDefault="00C46C29" w:rsidP="00C46C29">
      <w:pPr>
        <w:pStyle w:val="libPoemCenter"/>
        <w:rPr>
          <w:rFonts w:hint="cs"/>
          <w:rtl/>
        </w:rPr>
      </w:pPr>
      <w:r>
        <w:rPr>
          <w:rFonts w:hint="cs"/>
          <w:rtl/>
        </w:rPr>
        <w:lastRenderedPageBreak/>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يصب دمعي وأحنن حنّة الناگه صدگ ترجع بعد وردود نتلاگه </w:t>
      </w:r>
    </w:p>
    <w:p w:rsidR="00C46C29" w:rsidRDefault="00C46C29" w:rsidP="00C46C29">
      <w:pPr>
        <w:pStyle w:val="libPoemCenter"/>
        <w:rPr>
          <w:rFonts w:hint="cs"/>
          <w:rtl/>
        </w:rPr>
      </w:pPr>
      <w:r>
        <w:rPr>
          <w:rFonts w:hint="cs"/>
          <w:rtl/>
        </w:rPr>
        <w:t xml:space="preserve">يبويه للطفل عبدالله مشتاگه اشلون اصبر اشلون اتحمل افراگه </w:t>
      </w:r>
    </w:p>
    <w:p w:rsidR="00C46C29" w:rsidRDefault="00C46C29" w:rsidP="00C46C29">
      <w:pPr>
        <w:pStyle w:val="libPoemCenter"/>
        <w:rPr>
          <w:rFonts w:hint="cs"/>
          <w:rtl/>
        </w:rPr>
      </w:pPr>
      <w:r>
        <w:rPr>
          <w:rFonts w:hint="cs"/>
          <w:rtl/>
        </w:rPr>
        <w:t xml:space="preserve">خذت حتى الطفل ومشيت عفتني وتالي وحدي بگيت </w:t>
      </w:r>
    </w:p>
    <w:p w:rsidR="00C46C29" w:rsidRDefault="00C46C29" w:rsidP="00C46C29">
      <w:pPr>
        <w:pStyle w:val="libPoemCenter"/>
        <w:rPr>
          <w:rFonts w:hint="cs"/>
          <w:rtl/>
        </w:rPr>
      </w:pPr>
      <w:r>
        <w:rPr>
          <w:rFonts w:hint="cs"/>
          <w:rtl/>
        </w:rPr>
        <w:t xml:space="preserve">علل جسمي بگت يمي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دوهنّي زماني وحايره ابدنياي وحيده وما بگت غير العلل وياي </w:t>
      </w:r>
    </w:p>
    <w:p w:rsidR="00C46C29" w:rsidRDefault="00C46C29" w:rsidP="00C46C29">
      <w:pPr>
        <w:pStyle w:val="libPoemCenter"/>
        <w:rPr>
          <w:rFonts w:hint="cs"/>
          <w:rtl/>
        </w:rPr>
      </w:pPr>
      <w:r>
        <w:rPr>
          <w:rFonts w:hint="cs"/>
          <w:rtl/>
        </w:rPr>
        <w:t xml:space="preserve">ريت الموت اخذني والأجل حداي شلي ابعمري وحياتي من عگب ولياي </w:t>
      </w:r>
    </w:p>
    <w:p w:rsidR="00C46C29" w:rsidRDefault="00C46C29" w:rsidP="00C46C29">
      <w:pPr>
        <w:pStyle w:val="libPoemCenter"/>
        <w:rPr>
          <w:rFonts w:hint="cs"/>
          <w:rtl/>
        </w:rPr>
      </w:pPr>
      <w:r>
        <w:rPr>
          <w:rFonts w:hint="cs"/>
          <w:rtl/>
        </w:rPr>
        <w:t xml:space="preserve">على فراش الأجل تميت على فراگ الأهل ونيت </w:t>
      </w:r>
    </w:p>
    <w:p w:rsidR="00C46C29" w:rsidRDefault="00C46C29" w:rsidP="00C46C29">
      <w:pPr>
        <w:pStyle w:val="libPoemCenter"/>
        <w:rPr>
          <w:rFonts w:hint="cs"/>
          <w:rtl/>
        </w:rPr>
      </w:pPr>
      <w:r>
        <w:rPr>
          <w:rFonts w:hint="cs"/>
          <w:rtl/>
        </w:rPr>
        <w:t xml:space="preserve">ابكثر وني انگطع ظني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يبويه النايبه اشخلت بعد عندي عگبكم ريت لا حادي ابظعن يحدي </w:t>
      </w:r>
    </w:p>
    <w:p w:rsidR="00C46C29" w:rsidRDefault="00C46C29" w:rsidP="00C46C29">
      <w:pPr>
        <w:pStyle w:val="libPoemCenter"/>
        <w:rPr>
          <w:rFonts w:hint="cs"/>
          <w:rtl/>
        </w:rPr>
      </w:pPr>
      <w:r>
        <w:rPr>
          <w:rFonts w:hint="cs"/>
          <w:rtl/>
        </w:rPr>
        <w:t xml:space="preserve">الدنيه لاوحتني وگطعت چبدي وخلتني أكابر بالعلل وحدي </w:t>
      </w:r>
    </w:p>
    <w:p w:rsidR="00C46C29" w:rsidRDefault="00C46C29" w:rsidP="00C46C29">
      <w:pPr>
        <w:pStyle w:val="libPoemCenter"/>
        <w:rPr>
          <w:rFonts w:hint="cs"/>
          <w:rtl/>
        </w:rPr>
      </w:pPr>
      <w:r>
        <w:rPr>
          <w:rFonts w:hint="cs"/>
          <w:rtl/>
        </w:rPr>
        <w:t xml:space="preserve">عليله وچم هظم عانيت تطول الفرگه ما ظنيت </w:t>
      </w:r>
    </w:p>
    <w:p w:rsidR="00C46C29" w:rsidRDefault="00C46C29" w:rsidP="00C46C29">
      <w:pPr>
        <w:pStyle w:val="libPoemCenter"/>
        <w:rPr>
          <w:rFonts w:hint="cs"/>
          <w:rtl/>
        </w:rPr>
      </w:pPr>
      <w:r>
        <w:rPr>
          <w:rFonts w:hint="cs"/>
          <w:rtl/>
        </w:rPr>
        <w:t xml:space="preserve">استعر گلبي ابجمر عتبي </w:t>
      </w:r>
    </w:p>
    <w:p w:rsidR="00C46C29" w:rsidRDefault="00C46C29" w:rsidP="00C46C29">
      <w:pPr>
        <w:pStyle w:val="libPoemCenter"/>
        <w:rPr>
          <w:rFonts w:hint="cs"/>
          <w:rtl/>
        </w:rPr>
      </w:pPr>
      <w:r>
        <w:rPr>
          <w:rFonts w:hint="cs"/>
          <w:rtl/>
        </w:rPr>
        <w:t xml:space="preserve">أناطر عالدرب ظليت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Pr>
      </w:pPr>
      <w:bookmarkStart w:id="73" w:name="_Toc495744832"/>
      <w:r>
        <w:rPr>
          <w:rFonts w:hint="cs"/>
          <w:rtl/>
        </w:rPr>
        <w:lastRenderedPageBreak/>
        <w:t>أبطال الوغى</w:t>
      </w:r>
      <w:bookmarkEnd w:id="73"/>
      <w:r>
        <w:rPr>
          <w:rFonts w:hint="cs"/>
          <w:rtl/>
        </w:rPr>
        <w:t xml:space="preserve"> </w:t>
      </w:r>
    </w:p>
    <w:p w:rsidR="00C46C29" w:rsidRDefault="00C46C29" w:rsidP="00C46C29">
      <w:pPr>
        <w:pStyle w:val="libPoemCenter"/>
        <w:rPr>
          <w:rFonts w:hint="cs"/>
          <w:rtl/>
        </w:rPr>
      </w:pPr>
      <w:r>
        <w:rPr>
          <w:rFonts w:hint="cs"/>
          <w:rtl/>
        </w:rPr>
        <w:t xml:space="preserve">ثورتك يحسين أصل العقيده غايتنه للدين نحفظ رصيده </w:t>
      </w:r>
    </w:p>
    <w:p w:rsidR="00C46C29" w:rsidRDefault="00C46C29" w:rsidP="00C46C29">
      <w:pPr>
        <w:pStyle w:val="libPoemCenter"/>
        <w:rPr>
          <w:rFonts w:hint="cs"/>
          <w:rtl/>
        </w:rPr>
      </w:pPr>
      <w:r>
        <w:rPr>
          <w:rFonts w:hint="cs"/>
          <w:rtl/>
        </w:rPr>
        <w:t xml:space="preserve">هذا الواقع واحنه نتابع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صدرت الفكره من عقول الأنصار هالفكره من تسمعها </w:t>
      </w:r>
    </w:p>
    <w:p w:rsidR="00C46C29" w:rsidRDefault="00C46C29" w:rsidP="00C46C29">
      <w:pPr>
        <w:pStyle w:val="libPoemCenter"/>
        <w:rPr>
          <w:rFonts w:hint="cs"/>
          <w:rtl/>
        </w:rPr>
      </w:pPr>
      <w:r>
        <w:rPr>
          <w:rFonts w:hint="cs"/>
          <w:rtl/>
        </w:rPr>
        <w:t xml:space="preserve">تكشف أثر مفعول حال الثوار من منطلق واقعها </w:t>
      </w:r>
    </w:p>
    <w:p w:rsidR="00C46C29" w:rsidRDefault="00C46C29" w:rsidP="00C46C29">
      <w:pPr>
        <w:pStyle w:val="libPoemCenter"/>
        <w:rPr>
          <w:rFonts w:hint="cs"/>
          <w:rtl/>
        </w:rPr>
      </w:pPr>
      <w:r>
        <w:rPr>
          <w:rFonts w:hint="cs"/>
          <w:rtl/>
        </w:rPr>
        <w:t xml:space="preserve">وبساحة الطف ويه سبط المختار حفظ العهد يجمعها </w:t>
      </w:r>
    </w:p>
    <w:p w:rsidR="00C46C29" w:rsidRDefault="00C46C29" w:rsidP="00C46C29">
      <w:pPr>
        <w:pStyle w:val="libPoemCenter"/>
        <w:rPr>
          <w:rFonts w:hint="cs"/>
          <w:rtl/>
        </w:rPr>
      </w:pPr>
      <w:r>
        <w:rPr>
          <w:rFonts w:hint="cs"/>
          <w:rtl/>
        </w:rPr>
        <w:t xml:space="preserve">صفوه ورفعها الباري والموقع صار قمة مجد موقعها </w:t>
      </w:r>
    </w:p>
    <w:p w:rsidR="00C46C29" w:rsidRDefault="00C46C29" w:rsidP="00C46C29">
      <w:pPr>
        <w:pStyle w:val="libPoemCenter"/>
        <w:rPr>
          <w:rFonts w:hint="cs"/>
          <w:rtl/>
        </w:rPr>
      </w:pPr>
      <w:r>
        <w:rPr>
          <w:rFonts w:hint="cs"/>
          <w:rtl/>
        </w:rPr>
        <w:t xml:space="preserve">فكرتها للناس فكره مفيده معرفه واحساس وغايه بعيده </w:t>
      </w:r>
    </w:p>
    <w:p w:rsidR="00C46C29" w:rsidRDefault="00C46C29" w:rsidP="00C46C29">
      <w:pPr>
        <w:pStyle w:val="libPoemCenter"/>
        <w:rPr>
          <w:rFonts w:hint="cs"/>
          <w:rtl/>
        </w:rPr>
      </w:pPr>
      <w:r>
        <w:rPr>
          <w:rFonts w:hint="cs"/>
          <w:rtl/>
        </w:rPr>
        <w:t xml:space="preserve">بهذا الموقف رادت تكشف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مثل الاسود اتجمِّعوا يم حسين وصاحوا نريد انقاتل </w:t>
      </w:r>
    </w:p>
    <w:p w:rsidR="00C46C29" w:rsidRDefault="00C46C29" w:rsidP="00C46C29">
      <w:pPr>
        <w:pStyle w:val="libPoemCenter"/>
        <w:rPr>
          <w:rFonts w:hint="cs"/>
          <w:rtl/>
        </w:rPr>
      </w:pPr>
      <w:r>
        <w:rPr>
          <w:rFonts w:hint="cs"/>
          <w:rtl/>
        </w:rPr>
        <w:t xml:space="preserve">نهضتك يا مظلوم تفصل أمرين بين العدل والباطل </w:t>
      </w:r>
    </w:p>
    <w:p w:rsidR="00C46C29" w:rsidRDefault="00C46C29" w:rsidP="00C46C29">
      <w:pPr>
        <w:pStyle w:val="libPoemCenter"/>
        <w:rPr>
          <w:rFonts w:hint="cs"/>
          <w:rtl/>
        </w:rPr>
      </w:pPr>
      <w:r>
        <w:rPr>
          <w:rFonts w:hint="cs"/>
          <w:rtl/>
        </w:rPr>
        <w:t xml:space="preserve">وبين المذله وبين عزة هالدين ثورتك صارت فاصل </w:t>
      </w:r>
    </w:p>
    <w:p w:rsidR="00C46C29" w:rsidRDefault="00C46C29" w:rsidP="00C46C29">
      <w:pPr>
        <w:pStyle w:val="libPoemCenter"/>
        <w:rPr>
          <w:rFonts w:hint="cs"/>
          <w:rtl/>
        </w:rPr>
      </w:pPr>
      <w:r>
        <w:rPr>
          <w:rFonts w:hint="cs"/>
          <w:rtl/>
        </w:rPr>
        <w:t xml:space="preserve">يحسين واحنه لثورتك موعودين ابموقف عزم متواصل </w:t>
      </w:r>
    </w:p>
    <w:p w:rsidR="00C46C29" w:rsidRDefault="00C46C29" w:rsidP="00C46C29">
      <w:pPr>
        <w:pStyle w:val="libPoemCenter"/>
        <w:rPr>
          <w:rFonts w:hint="cs"/>
          <w:rtl/>
        </w:rPr>
      </w:pPr>
      <w:r>
        <w:rPr>
          <w:rFonts w:hint="cs"/>
          <w:rtl/>
        </w:rPr>
        <w:t xml:space="preserve">صاحب الايمان ما يعز جيده ايخلد له عنوان من دم وريده </w:t>
      </w:r>
    </w:p>
    <w:p w:rsidR="00C46C29" w:rsidRDefault="00C46C29" w:rsidP="00C46C29">
      <w:pPr>
        <w:pStyle w:val="libPoemCenter"/>
        <w:rPr>
          <w:rFonts w:hint="cs"/>
          <w:rtl/>
        </w:rPr>
      </w:pPr>
      <w:r>
        <w:rPr>
          <w:rFonts w:hint="cs"/>
          <w:rtl/>
        </w:rPr>
        <w:t xml:space="preserve">خل نتقدم نكتب بالدم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انفتحت ابواب التضحيه يا مظلوم خلينه نمضي انكافح </w:t>
      </w:r>
    </w:p>
    <w:p w:rsidR="00C46C29" w:rsidRDefault="00C46C29" w:rsidP="00C46C29">
      <w:pPr>
        <w:pStyle w:val="libPoemCenter"/>
        <w:rPr>
          <w:rFonts w:hint="cs"/>
          <w:rtl/>
        </w:rPr>
      </w:pPr>
      <w:r>
        <w:rPr>
          <w:rFonts w:hint="cs"/>
          <w:rtl/>
        </w:rPr>
        <w:t xml:space="preserve">ما عدنه غيرك يبو السجاد اليوم وبكل صراحه انصارح </w:t>
      </w:r>
    </w:p>
    <w:p w:rsidR="00C46C29" w:rsidRDefault="00C46C29" w:rsidP="00C46C29">
      <w:pPr>
        <w:pStyle w:val="libPoemCenter"/>
        <w:rPr>
          <w:rFonts w:hint="cs"/>
          <w:rtl/>
        </w:rPr>
      </w:pPr>
      <w:r>
        <w:rPr>
          <w:rFonts w:hint="cs"/>
          <w:rtl/>
        </w:rPr>
        <w:t xml:space="preserve">خل تستمع صرختنه أشرار الگوم لچف الظلم منصافح </w:t>
      </w:r>
    </w:p>
    <w:p w:rsidR="00C46C29" w:rsidRDefault="00C46C29" w:rsidP="00C46C29">
      <w:pPr>
        <w:pStyle w:val="libPoemCenter"/>
        <w:rPr>
          <w:rFonts w:hint="cs"/>
          <w:rtl/>
        </w:rPr>
      </w:pPr>
      <w:r>
        <w:rPr>
          <w:rFonts w:hint="cs"/>
          <w:rtl/>
        </w:rPr>
        <w:t xml:space="preserve">نملك هدف سامي ونضحيله ادموم والهدف أصبح واضح </w:t>
      </w:r>
    </w:p>
    <w:p w:rsidR="00C46C29" w:rsidRDefault="00C46C29" w:rsidP="00C46C29">
      <w:pPr>
        <w:pStyle w:val="libPoemCenter"/>
        <w:rPr>
          <w:rFonts w:hint="cs"/>
          <w:rtl/>
        </w:rPr>
      </w:pPr>
      <w:r>
        <w:rPr>
          <w:rFonts w:hint="cs"/>
          <w:rtl/>
        </w:rPr>
        <w:t xml:space="preserve">بالحرب وياك مصرع نريده وانكشفت اعداك وادم بليده </w:t>
      </w:r>
    </w:p>
    <w:p w:rsidR="00C46C29" w:rsidRDefault="00C46C29" w:rsidP="00C46C29">
      <w:pPr>
        <w:pStyle w:val="libPoemCenter"/>
        <w:rPr>
          <w:rFonts w:hint="cs"/>
          <w:rtl/>
        </w:rPr>
      </w:pPr>
      <w:r>
        <w:rPr>
          <w:rFonts w:hint="cs"/>
          <w:rtl/>
        </w:rPr>
        <w:t xml:space="preserve">لا تتامل وادم تجهل </w:t>
      </w:r>
    </w:p>
    <w:p w:rsidR="00C46C29" w:rsidRDefault="00C46C29" w:rsidP="00C46C29">
      <w:pPr>
        <w:pStyle w:val="libPoemCenter"/>
        <w:rPr>
          <w:rFonts w:hint="cs"/>
          <w:rtl/>
        </w:rPr>
      </w:pPr>
      <w:r>
        <w:rPr>
          <w:rFonts w:hint="cs"/>
          <w:rtl/>
        </w:rPr>
        <w:lastRenderedPageBreak/>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حبك جذبنه ابجاذبية قدره وعالتضحيه ايدلينه </w:t>
      </w:r>
    </w:p>
    <w:p w:rsidR="00C46C29" w:rsidRDefault="00C46C29" w:rsidP="00C46C29">
      <w:pPr>
        <w:pStyle w:val="libPoemCenter"/>
        <w:rPr>
          <w:rFonts w:hint="cs"/>
          <w:rtl/>
        </w:rPr>
      </w:pPr>
      <w:r>
        <w:rPr>
          <w:rFonts w:hint="cs"/>
          <w:rtl/>
        </w:rPr>
        <w:t xml:space="preserve">من نشأة الأرواح ومن الفطره حبك تولَّد بينه </w:t>
      </w:r>
    </w:p>
    <w:p w:rsidR="00C46C29" w:rsidRDefault="00C46C29" w:rsidP="00C46C29">
      <w:pPr>
        <w:pStyle w:val="libPoemCenter"/>
        <w:rPr>
          <w:rFonts w:hint="cs"/>
          <w:rtl/>
        </w:rPr>
      </w:pPr>
      <w:r>
        <w:rPr>
          <w:rFonts w:hint="cs"/>
          <w:rtl/>
        </w:rPr>
        <w:t xml:space="preserve">واسمعنه هذا اليوم عالن ثوره وابلهفه للطف جينه </w:t>
      </w:r>
    </w:p>
    <w:p w:rsidR="00C46C29" w:rsidRDefault="00C46C29" w:rsidP="00C46C29">
      <w:pPr>
        <w:pStyle w:val="libPoemCenter"/>
        <w:rPr>
          <w:rFonts w:hint="cs"/>
          <w:rtl/>
        </w:rPr>
      </w:pPr>
      <w:r>
        <w:rPr>
          <w:rFonts w:hint="cs"/>
          <w:rtl/>
        </w:rPr>
        <w:t xml:space="preserve">بسيوفنه انزيل الكفر من جذره سيوف العزم بيدينه </w:t>
      </w:r>
    </w:p>
    <w:p w:rsidR="00C46C29" w:rsidRDefault="00C46C29" w:rsidP="00C46C29">
      <w:pPr>
        <w:pStyle w:val="libPoemCenter"/>
        <w:rPr>
          <w:rFonts w:hint="cs"/>
          <w:rtl/>
        </w:rPr>
      </w:pPr>
      <w:r>
        <w:rPr>
          <w:rFonts w:hint="cs"/>
          <w:rtl/>
        </w:rPr>
        <w:t xml:space="preserve">خل يسمع ايزيد منصافح ايده هالظالم يريد نصبح عبيده </w:t>
      </w:r>
    </w:p>
    <w:p w:rsidR="00C46C29" w:rsidRDefault="00C46C29" w:rsidP="00C46C29">
      <w:pPr>
        <w:pStyle w:val="libPoemCenter"/>
        <w:rPr>
          <w:rFonts w:hint="cs"/>
          <w:rtl/>
        </w:rPr>
      </w:pPr>
      <w:r>
        <w:rPr>
          <w:rFonts w:hint="cs"/>
          <w:rtl/>
        </w:rPr>
        <w:t xml:space="preserve">ظالم كافر طاغي وناكر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ميثاق نكتب بالضمير وبالذات يبن البطين الأنزع </w:t>
      </w:r>
    </w:p>
    <w:p w:rsidR="00C46C29" w:rsidRDefault="00C46C29" w:rsidP="00C46C29">
      <w:pPr>
        <w:pStyle w:val="libPoemCenter"/>
        <w:rPr>
          <w:rFonts w:hint="cs"/>
          <w:rtl/>
        </w:rPr>
      </w:pPr>
      <w:r>
        <w:rPr>
          <w:rFonts w:hint="cs"/>
          <w:rtl/>
        </w:rPr>
        <w:t xml:space="preserve">بسمك نردد بالملاحم صرخات والما سمع خل يسمع </w:t>
      </w:r>
    </w:p>
    <w:p w:rsidR="00C46C29" w:rsidRDefault="00C46C29" w:rsidP="00C46C29">
      <w:pPr>
        <w:pStyle w:val="libPoemCenter"/>
        <w:rPr>
          <w:rFonts w:hint="cs"/>
          <w:rtl/>
        </w:rPr>
      </w:pPr>
      <w:r>
        <w:rPr>
          <w:rFonts w:hint="cs"/>
          <w:rtl/>
        </w:rPr>
        <w:t xml:space="preserve">هيهات نبعد عن طريقك هيهات هيهات عنك نرجع </w:t>
      </w:r>
    </w:p>
    <w:p w:rsidR="00C46C29" w:rsidRDefault="00C46C29" w:rsidP="00C46C29">
      <w:pPr>
        <w:pStyle w:val="libPoemCenter"/>
        <w:rPr>
          <w:rFonts w:hint="cs"/>
          <w:rtl/>
        </w:rPr>
      </w:pPr>
      <w:r>
        <w:rPr>
          <w:rFonts w:hint="cs"/>
          <w:rtl/>
        </w:rPr>
        <w:t xml:space="preserve">واليوم يبن النبي ابكل الحالات ندخل رحاب المصرع </w:t>
      </w:r>
    </w:p>
    <w:p w:rsidR="00C46C29" w:rsidRDefault="00C46C29" w:rsidP="00C46C29">
      <w:pPr>
        <w:pStyle w:val="libPoemCenter"/>
        <w:rPr>
          <w:rFonts w:hint="cs"/>
          <w:rtl/>
        </w:rPr>
      </w:pPr>
      <w:r>
        <w:rPr>
          <w:rFonts w:hint="cs"/>
          <w:rtl/>
        </w:rPr>
        <w:t xml:space="preserve">كل منحر اليوم تسمع نشيده ويطرح يمظلوم فكره سديده </w:t>
      </w:r>
    </w:p>
    <w:p w:rsidR="00C46C29" w:rsidRDefault="00C46C29" w:rsidP="00C46C29">
      <w:pPr>
        <w:pStyle w:val="libPoemCenter"/>
        <w:rPr>
          <w:rFonts w:hint="cs"/>
          <w:rtl/>
        </w:rPr>
      </w:pPr>
      <w:r>
        <w:rPr>
          <w:rFonts w:hint="cs"/>
          <w:rtl/>
        </w:rPr>
        <w:t xml:space="preserve">وسط المذبح بالدم نشرح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تنصرع أجسادنه بالميدان ونوگع اگباله صرعه </w:t>
      </w:r>
    </w:p>
    <w:p w:rsidR="00C46C29" w:rsidRDefault="00C46C29" w:rsidP="00C46C29">
      <w:pPr>
        <w:pStyle w:val="libPoemCenter"/>
        <w:rPr>
          <w:rFonts w:hint="cs"/>
          <w:rtl/>
        </w:rPr>
      </w:pPr>
      <w:r>
        <w:rPr>
          <w:rFonts w:hint="cs"/>
          <w:rtl/>
        </w:rPr>
        <w:t xml:space="preserve">وحدك تظل وعليك گوم العدوان من كل كتر مجتمعه </w:t>
      </w:r>
    </w:p>
    <w:p w:rsidR="00C46C29" w:rsidRDefault="00C46C29" w:rsidP="00C46C29">
      <w:pPr>
        <w:pStyle w:val="libPoemCenter"/>
        <w:rPr>
          <w:rFonts w:hint="cs"/>
          <w:rtl/>
        </w:rPr>
      </w:pPr>
      <w:r>
        <w:rPr>
          <w:rFonts w:hint="cs"/>
          <w:rtl/>
        </w:rPr>
        <w:t xml:space="preserve">اتنادينه حين تشوف بس الأبدان والصوت من انسمعه </w:t>
      </w:r>
    </w:p>
    <w:p w:rsidR="00C46C29" w:rsidRDefault="00C46C29" w:rsidP="00C46C29">
      <w:pPr>
        <w:pStyle w:val="libPoemCenter"/>
        <w:rPr>
          <w:rFonts w:hint="cs"/>
          <w:rtl/>
        </w:rPr>
      </w:pPr>
      <w:r>
        <w:rPr>
          <w:rFonts w:hint="cs"/>
          <w:rtl/>
        </w:rPr>
        <w:t xml:space="preserve">تتحرك الأجساد فوگ التربان ريت لعمرنه انرجعه </w:t>
      </w:r>
    </w:p>
    <w:p w:rsidR="00C46C29" w:rsidRDefault="00C46C29" w:rsidP="00C46C29">
      <w:pPr>
        <w:pStyle w:val="libPoemCenter"/>
        <w:rPr>
          <w:rFonts w:hint="cs"/>
          <w:rtl/>
        </w:rPr>
      </w:pPr>
      <w:r>
        <w:rPr>
          <w:rFonts w:hint="cs"/>
          <w:rtl/>
        </w:rPr>
        <w:t xml:space="preserve">والموقف اردود بالطف نعيده بالهمه والزود خصمك نبيده </w:t>
      </w:r>
    </w:p>
    <w:p w:rsidR="00C46C29" w:rsidRDefault="00C46C29" w:rsidP="00C46C29">
      <w:pPr>
        <w:pStyle w:val="libPoemCenter"/>
        <w:rPr>
          <w:rFonts w:hint="cs"/>
          <w:rtl/>
        </w:rPr>
      </w:pPr>
      <w:r>
        <w:rPr>
          <w:rFonts w:hint="cs"/>
          <w:rtl/>
        </w:rPr>
        <w:t xml:space="preserve">وهم نستشهد حتى انجسد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عالم شهاده وتضحيه عالمنه وخذنه الدرس من عندك </w:t>
      </w:r>
    </w:p>
    <w:p w:rsidR="00C46C29" w:rsidRDefault="00C46C29" w:rsidP="00C46C29">
      <w:pPr>
        <w:pStyle w:val="libPoemCenter"/>
        <w:rPr>
          <w:rFonts w:hint="cs"/>
          <w:rtl/>
        </w:rPr>
      </w:pPr>
      <w:r>
        <w:rPr>
          <w:rFonts w:hint="cs"/>
          <w:rtl/>
        </w:rPr>
        <w:t xml:space="preserve">گبلك لشفرات الأجل قدمنه شنهو العمر من بعدك </w:t>
      </w:r>
    </w:p>
    <w:p w:rsidR="00C46C29" w:rsidRDefault="00C46C29" w:rsidP="00C46C29">
      <w:pPr>
        <w:pStyle w:val="libPoemCenter"/>
        <w:rPr>
          <w:rFonts w:hint="cs"/>
          <w:rtl/>
        </w:rPr>
      </w:pPr>
      <w:r>
        <w:rPr>
          <w:rFonts w:hint="cs"/>
          <w:rtl/>
        </w:rPr>
        <w:lastRenderedPageBreak/>
        <w:t xml:space="preserve">ندخل الجنه امخضبين ابدمنه والملتقى يم جدك </w:t>
      </w:r>
    </w:p>
    <w:p w:rsidR="00C46C29" w:rsidRDefault="00C46C29" w:rsidP="00C46C29">
      <w:pPr>
        <w:pStyle w:val="libPoemCenter"/>
        <w:rPr>
          <w:rFonts w:hint="cs"/>
          <w:rtl/>
        </w:rPr>
      </w:pPr>
      <w:r>
        <w:rPr>
          <w:rFonts w:hint="cs"/>
          <w:rtl/>
        </w:rPr>
        <w:t xml:space="preserve">لاچن يسبط المصطفه ايألمنه من تظل بالطف وحدك </w:t>
      </w:r>
    </w:p>
    <w:p w:rsidR="00C46C29" w:rsidRDefault="00C46C29" w:rsidP="00C46C29">
      <w:pPr>
        <w:pStyle w:val="libPoemCenter"/>
        <w:rPr>
          <w:rFonts w:hint="cs"/>
          <w:rtl/>
        </w:rPr>
      </w:pPr>
      <w:r>
        <w:rPr>
          <w:rFonts w:hint="cs"/>
          <w:rtl/>
        </w:rPr>
        <w:t xml:space="preserve">واتمر بالعيال حاله شديده وعگبك الاطفال تبگه وحيده </w:t>
      </w:r>
    </w:p>
    <w:p w:rsidR="00C46C29" w:rsidRDefault="00C46C29" w:rsidP="00C46C29">
      <w:pPr>
        <w:pStyle w:val="libPoemCenter"/>
        <w:rPr>
          <w:rFonts w:hint="cs"/>
          <w:rtl/>
        </w:rPr>
      </w:pPr>
      <w:r>
        <w:rPr>
          <w:rFonts w:hint="cs"/>
          <w:rtl/>
        </w:rPr>
        <w:t xml:space="preserve">بهالحال اتمر رايد تنصر </w:t>
      </w:r>
    </w:p>
    <w:p w:rsidR="00C46C29" w:rsidRDefault="00C46C29" w:rsidP="00C46C29">
      <w:pPr>
        <w:pStyle w:val="libPoemCenter"/>
        <w:rPr>
          <w:rFonts w:hint="cs"/>
          <w:rtl/>
        </w:rPr>
      </w:pPr>
      <w:r>
        <w:rPr>
          <w:rFonts w:hint="cs"/>
          <w:rtl/>
        </w:rPr>
        <w:t xml:space="preserve">أصل العقيده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74" w:name="47"/>
      <w:bookmarkStart w:id="75" w:name="_Toc495744833"/>
      <w:r>
        <w:rPr>
          <w:rFonts w:hint="cs"/>
          <w:rtl/>
        </w:rPr>
        <w:lastRenderedPageBreak/>
        <w:t>البرهان القاطع</w:t>
      </w:r>
      <w:bookmarkEnd w:id="74"/>
      <w:bookmarkEnd w:id="75"/>
      <w:r>
        <w:rPr>
          <w:rFonts w:hint="cs"/>
          <w:rtl/>
        </w:rPr>
        <w:t xml:space="preserve"> </w:t>
      </w:r>
    </w:p>
    <w:p w:rsidR="00C46C29" w:rsidRDefault="00C46C29" w:rsidP="00C46C29">
      <w:pPr>
        <w:pStyle w:val="libPoemCenter"/>
        <w:rPr>
          <w:rFonts w:hint="cs"/>
          <w:rtl/>
        </w:rPr>
      </w:pPr>
      <w:r>
        <w:rPr>
          <w:rFonts w:hint="cs"/>
          <w:rtl/>
        </w:rPr>
        <w:t xml:space="preserve">مسلم قدم يا برهان جاوب يالعندك ايمان </w:t>
      </w:r>
    </w:p>
    <w:p w:rsidR="00C46C29" w:rsidRDefault="00C46C29" w:rsidP="00C46C29">
      <w:pPr>
        <w:pStyle w:val="libPoemCenter"/>
        <w:rPr>
          <w:rFonts w:hint="cs"/>
          <w:rtl/>
        </w:rPr>
      </w:pPr>
      <w:r>
        <w:rPr>
          <w:rFonts w:hint="cs"/>
          <w:rtl/>
        </w:rPr>
        <w:t xml:space="preserve">واهل الكوفه اشلون اتعوفه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هاي الحقايق من صميم الواقع صاحب الفكره عن فكرته ايدافع </w:t>
      </w:r>
    </w:p>
    <w:p w:rsidR="00C46C29" w:rsidRDefault="00C46C29" w:rsidP="00C46C29">
      <w:pPr>
        <w:pStyle w:val="libPoemCenter"/>
        <w:rPr>
          <w:rFonts w:hint="cs"/>
          <w:rtl/>
        </w:rPr>
      </w:pPr>
      <w:r>
        <w:rPr>
          <w:rFonts w:hint="cs"/>
          <w:rtl/>
        </w:rPr>
        <w:t xml:space="preserve">للكوفه ندخل بالبحث وانتابع شنهو السبب صارت هدف للطامع </w:t>
      </w:r>
    </w:p>
    <w:p w:rsidR="00C46C29" w:rsidRDefault="00C46C29" w:rsidP="00C46C29">
      <w:pPr>
        <w:pStyle w:val="libPoemCenter"/>
        <w:rPr>
          <w:rFonts w:hint="cs"/>
          <w:rtl/>
        </w:rPr>
      </w:pPr>
      <w:r>
        <w:rPr>
          <w:rFonts w:hint="cs"/>
          <w:rtl/>
        </w:rPr>
        <w:t xml:space="preserve">ندرسها ابحكمه وعرفان وانحلل موقفها اشچان </w:t>
      </w:r>
    </w:p>
    <w:p w:rsidR="00C46C29" w:rsidRDefault="00C46C29" w:rsidP="00C46C29">
      <w:pPr>
        <w:pStyle w:val="libPoemCenter"/>
        <w:rPr>
          <w:rFonts w:hint="cs"/>
          <w:rtl/>
        </w:rPr>
      </w:pPr>
      <w:r>
        <w:rPr>
          <w:rFonts w:hint="cs"/>
          <w:rtl/>
        </w:rPr>
        <w:t xml:space="preserve">للذل ركعت ليش انخدعت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ردنه بالكوفه نعدد أدوار ولا ردنه نكشف عنها كل الأسرار </w:t>
      </w:r>
    </w:p>
    <w:p w:rsidR="00C46C29" w:rsidRDefault="00C46C29" w:rsidP="00C46C29">
      <w:pPr>
        <w:pStyle w:val="libPoemCenter"/>
        <w:rPr>
          <w:rFonts w:hint="cs"/>
          <w:rtl/>
        </w:rPr>
      </w:pPr>
      <w:r>
        <w:rPr>
          <w:rFonts w:hint="cs"/>
          <w:rtl/>
        </w:rPr>
        <w:t xml:space="preserve">اول خيانه ابتدت ضد الكرار واتخذت اويه الحسن نفس الآثار </w:t>
      </w:r>
    </w:p>
    <w:p w:rsidR="00C46C29" w:rsidRDefault="00C46C29" w:rsidP="00C46C29">
      <w:pPr>
        <w:pStyle w:val="libPoemCenter"/>
        <w:rPr>
          <w:rFonts w:hint="cs"/>
          <w:rtl/>
        </w:rPr>
      </w:pPr>
      <w:r>
        <w:rPr>
          <w:rFonts w:hint="cs"/>
          <w:rtl/>
        </w:rPr>
        <w:t xml:space="preserve">ظلت خطوات البهتان تتواصل ويه الأزمان </w:t>
      </w:r>
    </w:p>
    <w:p w:rsidR="00C46C29" w:rsidRDefault="00C46C29" w:rsidP="00C46C29">
      <w:pPr>
        <w:pStyle w:val="libPoemCenter"/>
        <w:rPr>
          <w:rFonts w:hint="cs"/>
          <w:rtl/>
        </w:rPr>
      </w:pPr>
      <w:r>
        <w:rPr>
          <w:rFonts w:hint="cs"/>
          <w:rtl/>
        </w:rPr>
        <w:t xml:space="preserve">حين اتفكر شنهو اتقرر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وثالث خيانه عن طريق البيعه گالوله أمرك يبو اليمه انطيعه </w:t>
      </w:r>
    </w:p>
    <w:p w:rsidR="00C46C29" w:rsidRDefault="00C46C29" w:rsidP="00C46C29">
      <w:pPr>
        <w:pStyle w:val="libPoemCenter"/>
        <w:rPr>
          <w:rFonts w:hint="cs"/>
          <w:rtl/>
        </w:rPr>
      </w:pPr>
      <w:r>
        <w:rPr>
          <w:rFonts w:hint="cs"/>
          <w:rtl/>
        </w:rPr>
        <w:t xml:space="preserve">هالعهد من دمنه حبر توقيعه واشلون نغدر والضمير انبيعه </w:t>
      </w:r>
    </w:p>
    <w:p w:rsidR="00C46C29" w:rsidRDefault="00C46C29" w:rsidP="00C46C29">
      <w:pPr>
        <w:pStyle w:val="libPoemCenter"/>
        <w:rPr>
          <w:rFonts w:hint="cs"/>
          <w:rtl/>
        </w:rPr>
      </w:pPr>
      <w:r>
        <w:rPr>
          <w:rFonts w:hint="cs"/>
          <w:rtl/>
        </w:rPr>
        <w:t xml:space="preserve">نسألهم وين الوجدان باعوه بأرخص أثمان </w:t>
      </w:r>
    </w:p>
    <w:p w:rsidR="00C46C29" w:rsidRDefault="00C46C29" w:rsidP="00C46C29">
      <w:pPr>
        <w:pStyle w:val="libPoemCenter"/>
        <w:rPr>
          <w:rFonts w:hint="cs"/>
          <w:rtl/>
        </w:rPr>
      </w:pPr>
      <w:r>
        <w:rPr>
          <w:rFonts w:hint="cs"/>
          <w:rtl/>
        </w:rPr>
        <w:t xml:space="preserve">همه الحلفوا ليش انحرفوا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وحسين لمن بعث مسلم ليّها كل غايته من الظالم اينجيها </w:t>
      </w:r>
    </w:p>
    <w:p w:rsidR="00C46C29" w:rsidRDefault="00C46C29" w:rsidP="00C46C29">
      <w:pPr>
        <w:pStyle w:val="libPoemCenter"/>
        <w:rPr>
          <w:rFonts w:hint="cs"/>
          <w:rtl/>
        </w:rPr>
      </w:pPr>
      <w:r>
        <w:rPr>
          <w:rFonts w:hint="cs"/>
          <w:rtl/>
        </w:rPr>
        <w:t xml:space="preserve">خانت ابمسلم عادت لماضيها يالواعي هاي الحاله شتسميها </w:t>
      </w:r>
    </w:p>
    <w:p w:rsidR="00C46C29" w:rsidRDefault="00C46C29" w:rsidP="00C46C29">
      <w:pPr>
        <w:pStyle w:val="libPoemCenter"/>
        <w:rPr>
          <w:rFonts w:hint="cs"/>
          <w:rtl/>
        </w:rPr>
      </w:pPr>
      <w:r>
        <w:rPr>
          <w:rFonts w:hint="cs"/>
          <w:rtl/>
        </w:rPr>
        <w:t xml:space="preserve">رفعت رايات الطغيان صارت للظالم أعوان </w:t>
      </w:r>
    </w:p>
    <w:p w:rsidR="00C46C29" w:rsidRDefault="00C46C29" w:rsidP="00C46C29">
      <w:pPr>
        <w:pStyle w:val="libPoemCenter"/>
        <w:rPr>
          <w:rFonts w:hint="cs"/>
          <w:rtl/>
        </w:rPr>
      </w:pPr>
      <w:r>
        <w:rPr>
          <w:rFonts w:hint="cs"/>
          <w:rtl/>
        </w:rPr>
        <w:t xml:space="preserve">عن هالغدره اشعندك فكره </w:t>
      </w:r>
    </w:p>
    <w:p w:rsidR="00C46C29" w:rsidRDefault="00C46C29" w:rsidP="00C46C29">
      <w:pPr>
        <w:pStyle w:val="libPoemCenter"/>
        <w:rPr>
          <w:rFonts w:hint="cs"/>
          <w:rtl/>
        </w:rPr>
      </w:pPr>
      <w:r>
        <w:rPr>
          <w:rFonts w:hint="cs"/>
          <w:rtl/>
        </w:rPr>
        <w:lastRenderedPageBreak/>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هالناس ردت للأصل والمصدر ليله وضحاها الحال عدها اتغير </w:t>
      </w:r>
    </w:p>
    <w:p w:rsidR="00C46C29" w:rsidRDefault="00C46C29" w:rsidP="00C46C29">
      <w:pPr>
        <w:pStyle w:val="libPoemCenter"/>
        <w:rPr>
          <w:rFonts w:hint="cs"/>
          <w:rtl/>
        </w:rPr>
      </w:pPr>
      <w:r>
        <w:rPr>
          <w:rFonts w:hint="cs"/>
          <w:rtl/>
        </w:rPr>
        <w:t xml:space="preserve">عافت المعروف ومشت للمنكر عافت الخير وراحت لصوب الشر </w:t>
      </w:r>
    </w:p>
    <w:p w:rsidR="00C46C29" w:rsidRDefault="00C46C29" w:rsidP="00C46C29">
      <w:pPr>
        <w:pStyle w:val="libPoemCenter"/>
        <w:rPr>
          <w:rFonts w:hint="cs"/>
          <w:rtl/>
        </w:rPr>
      </w:pPr>
      <w:r>
        <w:rPr>
          <w:rFonts w:hint="cs"/>
          <w:rtl/>
        </w:rPr>
        <w:t xml:space="preserve">طبع الغادر والخوّان مرفوض ابكل الاديان </w:t>
      </w:r>
    </w:p>
    <w:p w:rsidR="00C46C29" w:rsidRDefault="00C46C29" w:rsidP="00C46C29">
      <w:pPr>
        <w:pStyle w:val="libPoemCenter"/>
        <w:rPr>
          <w:rFonts w:hint="cs"/>
          <w:rtl/>
        </w:rPr>
      </w:pPr>
      <w:r>
        <w:rPr>
          <w:rFonts w:hint="cs"/>
          <w:rtl/>
        </w:rPr>
        <w:t xml:space="preserve">وموقف مسلم عنه اشترسم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مسلم بذل للدين روحه وعمره من فكر ابو اليمه تولد فكره </w:t>
      </w:r>
    </w:p>
    <w:p w:rsidR="00C46C29" w:rsidRDefault="00C46C29" w:rsidP="00C46C29">
      <w:pPr>
        <w:pStyle w:val="libPoemCenter"/>
        <w:rPr>
          <w:rFonts w:hint="cs"/>
          <w:rtl/>
        </w:rPr>
      </w:pPr>
      <w:r>
        <w:rPr>
          <w:rFonts w:hint="cs"/>
          <w:rtl/>
        </w:rPr>
        <w:t xml:space="preserve">أول شهيد افتده ابدرب الثوره واتوضح البرهان من دم نحره </w:t>
      </w:r>
    </w:p>
    <w:p w:rsidR="00C46C29" w:rsidRDefault="00C46C29" w:rsidP="00C46C29">
      <w:pPr>
        <w:pStyle w:val="libPoemCenter"/>
        <w:rPr>
          <w:rFonts w:hint="cs"/>
          <w:rtl/>
        </w:rPr>
      </w:pPr>
      <w:r>
        <w:rPr>
          <w:rFonts w:hint="cs"/>
          <w:rtl/>
        </w:rPr>
        <w:t xml:space="preserve">مسلم من دم الشريان وضحلك معنى الإنسان </w:t>
      </w:r>
    </w:p>
    <w:p w:rsidR="00C46C29" w:rsidRDefault="00C46C29" w:rsidP="00C46C29">
      <w:pPr>
        <w:pStyle w:val="libPoemCenter"/>
        <w:rPr>
          <w:rFonts w:hint="cs"/>
          <w:rtl/>
        </w:rPr>
      </w:pPr>
      <w:r>
        <w:rPr>
          <w:rFonts w:hint="cs"/>
          <w:rtl/>
        </w:rPr>
        <w:t xml:space="preserve">ضحّه ابدمه شنهي الحكمه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مسلم حياته بالشهاده اختمها لاچن ترك طفله الحزن ألَّمها </w:t>
      </w:r>
    </w:p>
    <w:p w:rsidR="00C46C29" w:rsidRDefault="00C46C29" w:rsidP="00C46C29">
      <w:pPr>
        <w:pStyle w:val="libPoemCenter"/>
        <w:rPr>
          <w:rFonts w:hint="cs"/>
          <w:rtl/>
        </w:rPr>
      </w:pPr>
      <w:r>
        <w:rPr>
          <w:rFonts w:hint="cs"/>
          <w:rtl/>
        </w:rPr>
        <w:t xml:space="preserve">طفله ودهرها من الزغر يتمها هالطفله من شوفة أبوها احرمها </w:t>
      </w:r>
    </w:p>
    <w:p w:rsidR="00C46C29" w:rsidRDefault="00C46C29" w:rsidP="00C46C29">
      <w:pPr>
        <w:pStyle w:val="libPoemCenter"/>
        <w:rPr>
          <w:rFonts w:hint="cs"/>
          <w:rtl/>
        </w:rPr>
      </w:pPr>
      <w:r>
        <w:rPr>
          <w:rFonts w:hint="cs"/>
          <w:rtl/>
        </w:rPr>
        <w:t xml:space="preserve">اشما تجري دموع الاحزان ما تگدر تطفي النيران </w:t>
      </w:r>
    </w:p>
    <w:p w:rsidR="00C46C29" w:rsidRDefault="00C46C29" w:rsidP="00C46C29">
      <w:pPr>
        <w:pStyle w:val="libPoemCenter"/>
        <w:rPr>
          <w:rFonts w:hint="cs"/>
          <w:rtl/>
        </w:rPr>
      </w:pPr>
      <w:r>
        <w:rPr>
          <w:rFonts w:hint="cs"/>
          <w:rtl/>
        </w:rPr>
        <w:t xml:space="preserve">طفله اتناشد وين الوالد </w:t>
      </w:r>
    </w:p>
    <w:p w:rsidR="00C46C29" w:rsidRDefault="00C46C29" w:rsidP="00C46C29">
      <w:pPr>
        <w:pStyle w:val="libPoemCenter"/>
        <w:rPr>
          <w:rFonts w:hint="cs"/>
          <w:rtl/>
        </w:rPr>
      </w:pPr>
      <w:r>
        <w:rPr>
          <w:rFonts w:hint="cs"/>
          <w:rtl/>
        </w:rPr>
        <w:t xml:space="preserve">جاوب يالعندك ايمان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76" w:name="48"/>
      <w:bookmarkStart w:id="77" w:name="_Toc495744834"/>
      <w:r>
        <w:rPr>
          <w:rFonts w:hint="cs"/>
          <w:rtl/>
        </w:rPr>
        <w:lastRenderedPageBreak/>
        <w:t>أنت الكفيل</w:t>
      </w:r>
      <w:bookmarkEnd w:id="76"/>
      <w:bookmarkEnd w:id="77"/>
      <w:r>
        <w:rPr>
          <w:rFonts w:hint="cs"/>
          <w:rtl/>
        </w:rPr>
        <w:t xml:space="preserve"> </w:t>
      </w:r>
    </w:p>
    <w:p w:rsidR="00C46C29" w:rsidRDefault="00C46C29" w:rsidP="00C46C29">
      <w:pPr>
        <w:pStyle w:val="libPoemCenter"/>
        <w:rPr>
          <w:rFonts w:hint="cs"/>
          <w:rtl/>
        </w:rPr>
      </w:pPr>
      <w:r>
        <w:rPr>
          <w:rFonts w:hint="cs"/>
          <w:rtl/>
        </w:rPr>
        <w:t xml:space="preserve">أنت الحديت ابناگتي وللطف جبتني </w:t>
      </w:r>
    </w:p>
    <w:p w:rsidR="00C46C29" w:rsidRDefault="00C46C29" w:rsidP="00C46C29">
      <w:pPr>
        <w:pStyle w:val="libPoemCenter"/>
        <w:rPr>
          <w:rFonts w:hint="cs"/>
          <w:rtl/>
        </w:rPr>
      </w:pPr>
      <w:r>
        <w:rPr>
          <w:rFonts w:hint="cs"/>
          <w:rtl/>
        </w:rPr>
        <w:t xml:space="preserve">يالفارگتني عدمن عفتني </w:t>
      </w:r>
    </w:p>
    <w:p w:rsidR="00C46C29" w:rsidRDefault="00C46C29" w:rsidP="00C46C29">
      <w:pPr>
        <w:pStyle w:val="libPoemCenter"/>
        <w:rPr>
          <w:rFonts w:hint="cs"/>
          <w:rtl/>
        </w:rPr>
      </w:pPr>
      <w:r>
        <w:rPr>
          <w:rFonts w:hint="cs"/>
          <w:rtl/>
        </w:rPr>
        <w:t xml:space="preserve">انت الحديت ابناگتي وللطف جبتني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انت الجبتني امن المدينه لكربله اوياك </w:t>
      </w:r>
    </w:p>
    <w:p w:rsidR="00C46C29" w:rsidRDefault="00C46C29" w:rsidP="00C46C29">
      <w:pPr>
        <w:pStyle w:val="libPoemCenter"/>
        <w:rPr>
          <w:rFonts w:hint="cs"/>
          <w:rtl/>
        </w:rPr>
      </w:pPr>
      <w:r>
        <w:rPr>
          <w:rFonts w:hint="cs"/>
          <w:rtl/>
        </w:rPr>
        <w:t xml:space="preserve">شديت بيدك محملي ويرفرف الواك </w:t>
      </w:r>
    </w:p>
    <w:p w:rsidR="00C46C29" w:rsidRDefault="00C46C29" w:rsidP="00C46C29">
      <w:pPr>
        <w:pStyle w:val="libPoemCenter"/>
        <w:rPr>
          <w:rFonts w:hint="cs"/>
          <w:rtl/>
        </w:rPr>
      </w:pPr>
      <w:r>
        <w:rPr>
          <w:rFonts w:hint="cs"/>
          <w:rtl/>
        </w:rPr>
        <w:t xml:space="preserve">طول الدرب يابا الفضل ترعاني بحماك </w:t>
      </w:r>
    </w:p>
    <w:p w:rsidR="00C46C29" w:rsidRDefault="00C46C29" w:rsidP="00C46C29">
      <w:pPr>
        <w:pStyle w:val="libPoemCenter"/>
        <w:rPr>
          <w:rFonts w:hint="cs"/>
          <w:rtl/>
        </w:rPr>
      </w:pPr>
      <w:r>
        <w:rPr>
          <w:rFonts w:hint="cs"/>
          <w:rtl/>
        </w:rPr>
        <w:t xml:space="preserve">تندهني عونچ بت علي لو ردت أنخاك </w:t>
      </w:r>
    </w:p>
    <w:p w:rsidR="00C46C29" w:rsidRDefault="00C46C29" w:rsidP="00C46C29">
      <w:pPr>
        <w:pStyle w:val="libPoemCenter"/>
        <w:rPr>
          <w:rFonts w:hint="cs"/>
          <w:rtl/>
        </w:rPr>
      </w:pPr>
      <w:r>
        <w:rPr>
          <w:rFonts w:hint="cs"/>
          <w:rtl/>
        </w:rPr>
        <w:t xml:space="preserve">وين الزمان اللي مضه وذيچ الليالي </w:t>
      </w:r>
    </w:p>
    <w:p w:rsidR="00C46C29" w:rsidRDefault="00C46C29" w:rsidP="00C46C29">
      <w:pPr>
        <w:pStyle w:val="libPoemCenter"/>
        <w:rPr>
          <w:rFonts w:hint="cs"/>
          <w:rtl/>
        </w:rPr>
      </w:pPr>
      <w:r>
        <w:rPr>
          <w:rFonts w:hint="cs"/>
          <w:rtl/>
        </w:rPr>
        <w:t xml:space="preserve">وانفگد تالي خدري ودلالي </w:t>
      </w:r>
    </w:p>
    <w:p w:rsidR="00C46C29" w:rsidRDefault="00C46C29" w:rsidP="00C46C29">
      <w:pPr>
        <w:pStyle w:val="libPoemCenter"/>
        <w:rPr>
          <w:rFonts w:hint="cs"/>
          <w:rtl/>
        </w:rPr>
      </w:pPr>
      <w:r>
        <w:rPr>
          <w:rFonts w:hint="cs"/>
          <w:rtl/>
        </w:rPr>
        <w:t xml:space="preserve">ودعت وياك الخدر يالودعتني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عباس عندك عايله تنتظرك اتعود </w:t>
      </w:r>
    </w:p>
    <w:p w:rsidR="00C46C29" w:rsidRDefault="00C46C29" w:rsidP="00C46C29">
      <w:pPr>
        <w:pStyle w:val="libPoemCenter"/>
        <w:rPr>
          <w:rFonts w:hint="cs"/>
          <w:rtl/>
        </w:rPr>
      </w:pPr>
      <w:r>
        <w:rPr>
          <w:rFonts w:hint="cs"/>
          <w:rtl/>
        </w:rPr>
        <w:t xml:space="preserve">لن الخبر ليها وصل واليها مفگود </w:t>
      </w:r>
    </w:p>
    <w:p w:rsidR="00C46C29" w:rsidRDefault="00C46C29" w:rsidP="00C46C29">
      <w:pPr>
        <w:pStyle w:val="libPoemCenter"/>
        <w:rPr>
          <w:rFonts w:hint="cs"/>
          <w:rtl/>
        </w:rPr>
      </w:pPr>
      <w:r>
        <w:rPr>
          <w:rFonts w:hint="cs"/>
          <w:rtl/>
        </w:rPr>
        <w:t xml:space="preserve">لو أدري من تطلع بعد ما ترجع اردود </w:t>
      </w:r>
    </w:p>
    <w:p w:rsidR="00C46C29" w:rsidRDefault="00C46C29" w:rsidP="00C46C29">
      <w:pPr>
        <w:pStyle w:val="libPoemCenter"/>
        <w:rPr>
          <w:rFonts w:hint="cs"/>
          <w:rtl/>
        </w:rPr>
      </w:pPr>
      <w:r>
        <w:rPr>
          <w:rFonts w:hint="cs"/>
          <w:rtl/>
        </w:rPr>
        <w:t xml:space="preserve">ما چان خويه سلمت بيمينك الجود </w:t>
      </w:r>
    </w:p>
    <w:p w:rsidR="00C46C29" w:rsidRDefault="00C46C29" w:rsidP="00C46C29">
      <w:pPr>
        <w:pStyle w:val="libPoemCenter"/>
        <w:rPr>
          <w:rFonts w:hint="cs"/>
          <w:rtl/>
        </w:rPr>
      </w:pPr>
      <w:r>
        <w:rPr>
          <w:rFonts w:hint="cs"/>
          <w:rtl/>
        </w:rPr>
        <w:t xml:space="preserve">راح الخدر يابا الفضل ومنين اجيبه </w:t>
      </w:r>
    </w:p>
    <w:p w:rsidR="00C46C29" w:rsidRDefault="00C46C29" w:rsidP="00C46C29">
      <w:pPr>
        <w:pStyle w:val="libPoemCenter"/>
        <w:rPr>
          <w:rFonts w:hint="cs"/>
          <w:rtl/>
        </w:rPr>
      </w:pPr>
      <w:r>
        <w:rPr>
          <w:rFonts w:hint="cs"/>
          <w:rtl/>
        </w:rPr>
        <w:t xml:space="preserve">وآنه غريبه بوادي المصيبه </w:t>
      </w:r>
    </w:p>
    <w:p w:rsidR="00C46C29" w:rsidRDefault="00C46C29" w:rsidP="00C46C29">
      <w:pPr>
        <w:pStyle w:val="libPoemCenter"/>
        <w:rPr>
          <w:rFonts w:hint="cs"/>
          <w:rtl/>
        </w:rPr>
      </w:pPr>
      <w:r>
        <w:rPr>
          <w:rFonts w:hint="cs"/>
          <w:rtl/>
        </w:rPr>
        <w:t xml:space="preserve">چم فاجعه وچم نايبه اخلافك دهتني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يوم المصونه ابمحملي وتحرسني ولياي </w:t>
      </w:r>
    </w:p>
    <w:p w:rsidR="00C46C29" w:rsidRDefault="00C46C29" w:rsidP="00C46C29">
      <w:pPr>
        <w:pStyle w:val="libPoemCenter"/>
        <w:rPr>
          <w:rFonts w:hint="cs"/>
          <w:rtl/>
        </w:rPr>
      </w:pPr>
      <w:r>
        <w:rPr>
          <w:rFonts w:hint="cs"/>
          <w:rtl/>
        </w:rPr>
        <w:t xml:space="preserve">ويوم اشگف اسياط الشمر خلتني دنياي </w:t>
      </w:r>
    </w:p>
    <w:p w:rsidR="00C46C29" w:rsidRDefault="00C46C29" w:rsidP="00C46C29">
      <w:pPr>
        <w:pStyle w:val="libPoemCenter"/>
        <w:rPr>
          <w:rFonts w:hint="cs"/>
          <w:rtl/>
        </w:rPr>
      </w:pPr>
      <w:r>
        <w:rPr>
          <w:rFonts w:hint="cs"/>
          <w:rtl/>
        </w:rPr>
        <w:t xml:space="preserve">لاذيچ هيبة عزتي ولا ذلتي هاي </w:t>
      </w:r>
    </w:p>
    <w:p w:rsidR="00C46C29" w:rsidRDefault="00C46C29" w:rsidP="00C46C29">
      <w:pPr>
        <w:pStyle w:val="libPoemCenter"/>
        <w:rPr>
          <w:rFonts w:hint="cs"/>
          <w:rtl/>
        </w:rPr>
      </w:pPr>
      <w:r>
        <w:rPr>
          <w:rFonts w:hint="cs"/>
          <w:rtl/>
        </w:rPr>
        <w:t xml:space="preserve">لو أدري چفك ينگطع ما أطلب الماي </w:t>
      </w:r>
    </w:p>
    <w:p w:rsidR="00C46C29" w:rsidRDefault="00C46C29" w:rsidP="00C46C29">
      <w:pPr>
        <w:pStyle w:val="libPoemCenter"/>
        <w:rPr>
          <w:rFonts w:hint="cs"/>
          <w:rtl/>
        </w:rPr>
      </w:pPr>
      <w:r>
        <w:rPr>
          <w:rFonts w:hint="cs"/>
          <w:rtl/>
        </w:rPr>
        <w:t xml:space="preserve">يا خويه وسفه فارگك عني زماني </w:t>
      </w:r>
    </w:p>
    <w:p w:rsidR="00C46C29" w:rsidRDefault="00C46C29" w:rsidP="00C46C29">
      <w:pPr>
        <w:pStyle w:val="libPoemCenter"/>
        <w:rPr>
          <w:rFonts w:hint="cs"/>
          <w:rtl/>
        </w:rPr>
      </w:pPr>
      <w:r>
        <w:rPr>
          <w:rFonts w:hint="cs"/>
          <w:rtl/>
        </w:rPr>
        <w:t xml:space="preserve">عگبك ولاني وسهمه رماني </w:t>
      </w:r>
    </w:p>
    <w:p w:rsidR="00C46C29" w:rsidRDefault="00C46C29" w:rsidP="00C46C29">
      <w:pPr>
        <w:pStyle w:val="libPoemCenter"/>
        <w:rPr>
          <w:rFonts w:hint="cs"/>
          <w:rtl/>
        </w:rPr>
      </w:pPr>
      <w:r>
        <w:rPr>
          <w:rFonts w:hint="cs"/>
          <w:rtl/>
        </w:rPr>
        <w:lastRenderedPageBreak/>
        <w:t xml:space="preserve">صرت اكفل أيتام وحرم ياللي اكفلتني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للمشرعه جيت وشفت يمك الچفين </w:t>
      </w:r>
    </w:p>
    <w:p w:rsidR="00C46C29" w:rsidRDefault="00C46C29" w:rsidP="00C46C29">
      <w:pPr>
        <w:pStyle w:val="libPoemCenter"/>
        <w:rPr>
          <w:rFonts w:hint="cs"/>
          <w:rtl/>
        </w:rPr>
      </w:pPr>
      <w:r>
        <w:rPr>
          <w:rFonts w:hint="cs"/>
          <w:rtl/>
        </w:rPr>
        <w:t xml:space="preserve">بالعمد صابوا هامتك والسهم بالعين </w:t>
      </w:r>
    </w:p>
    <w:p w:rsidR="00C46C29" w:rsidRDefault="00C46C29" w:rsidP="00C46C29">
      <w:pPr>
        <w:pStyle w:val="libPoemCenter"/>
        <w:rPr>
          <w:rFonts w:hint="cs"/>
          <w:rtl/>
        </w:rPr>
      </w:pPr>
      <w:r>
        <w:rPr>
          <w:rFonts w:hint="cs"/>
          <w:rtl/>
        </w:rPr>
        <w:t xml:space="preserve">ناديتك بصوتي وصحت وين اتجه وين </w:t>
      </w:r>
    </w:p>
    <w:p w:rsidR="00C46C29" w:rsidRDefault="00C46C29" w:rsidP="00C46C29">
      <w:pPr>
        <w:pStyle w:val="libPoemCenter"/>
        <w:rPr>
          <w:rFonts w:hint="cs"/>
          <w:rtl/>
        </w:rPr>
      </w:pPr>
      <w:r>
        <w:rPr>
          <w:rFonts w:hint="cs"/>
          <w:rtl/>
        </w:rPr>
        <w:t xml:space="preserve">ما تدري يا خويه انذبح من بعدك حسين </w:t>
      </w:r>
    </w:p>
    <w:p w:rsidR="00C46C29" w:rsidRDefault="00C46C29" w:rsidP="00C46C29">
      <w:pPr>
        <w:pStyle w:val="libPoemCenter"/>
        <w:rPr>
          <w:rFonts w:hint="cs"/>
          <w:rtl/>
        </w:rPr>
      </w:pPr>
      <w:r>
        <w:rPr>
          <w:rFonts w:hint="cs"/>
          <w:rtl/>
        </w:rPr>
        <w:t xml:space="preserve">وآنه البگيت امحيره ولا والي عندي </w:t>
      </w:r>
    </w:p>
    <w:p w:rsidR="00C46C29" w:rsidRDefault="00C46C29" w:rsidP="00C46C29">
      <w:pPr>
        <w:pStyle w:val="libPoemCenter"/>
        <w:rPr>
          <w:rFonts w:hint="cs"/>
          <w:rtl/>
        </w:rPr>
      </w:pPr>
      <w:r>
        <w:rPr>
          <w:rFonts w:hint="cs"/>
          <w:rtl/>
        </w:rPr>
        <w:t xml:space="preserve">عفتوني وحدي من يحمي حدي </w:t>
      </w:r>
    </w:p>
    <w:p w:rsidR="00C46C29" w:rsidRDefault="00C46C29" w:rsidP="00C46C29">
      <w:pPr>
        <w:pStyle w:val="libPoemCenter"/>
        <w:rPr>
          <w:rFonts w:hint="cs"/>
          <w:rtl/>
        </w:rPr>
      </w:pPr>
      <w:r>
        <w:rPr>
          <w:rFonts w:hint="cs"/>
          <w:rtl/>
        </w:rPr>
        <w:t xml:space="preserve">ابيا حاله من بعدك صرت يا من عفتني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شفتك صريع اعله النهر وبصوتي ناديت </w:t>
      </w:r>
    </w:p>
    <w:p w:rsidR="00C46C29" w:rsidRDefault="00C46C29" w:rsidP="00C46C29">
      <w:pPr>
        <w:pStyle w:val="libPoemCenter"/>
        <w:rPr>
          <w:rFonts w:hint="cs"/>
          <w:rtl/>
        </w:rPr>
      </w:pPr>
      <w:r>
        <w:rPr>
          <w:rFonts w:hint="cs"/>
          <w:rtl/>
        </w:rPr>
        <w:t xml:space="preserve">يا ريت شاطي العلگمي ما يجري ياريت </w:t>
      </w:r>
    </w:p>
    <w:p w:rsidR="00C46C29" w:rsidRDefault="00C46C29" w:rsidP="00C46C29">
      <w:pPr>
        <w:pStyle w:val="libPoemCenter"/>
        <w:rPr>
          <w:rFonts w:hint="cs"/>
          <w:rtl/>
        </w:rPr>
      </w:pPr>
      <w:r>
        <w:rPr>
          <w:rFonts w:hint="cs"/>
          <w:rtl/>
        </w:rPr>
        <w:t xml:space="preserve">بين امشي يو يمك أظل محتاره ظليت </w:t>
      </w:r>
    </w:p>
    <w:p w:rsidR="00C46C29" w:rsidRDefault="00C46C29" w:rsidP="00C46C29">
      <w:pPr>
        <w:pStyle w:val="libPoemCenter"/>
        <w:rPr>
          <w:rFonts w:hint="cs"/>
          <w:rtl/>
        </w:rPr>
      </w:pPr>
      <w:r>
        <w:rPr>
          <w:rFonts w:hint="cs"/>
          <w:rtl/>
        </w:rPr>
        <w:t xml:space="preserve">حنيت الك حن الإبل ولدمعي هليت </w:t>
      </w:r>
    </w:p>
    <w:p w:rsidR="00C46C29" w:rsidRDefault="00C46C29" w:rsidP="00C46C29">
      <w:pPr>
        <w:pStyle w:val="libPoemCenter"/>
        <w:rPr>
          <w:rFonts w:hint="cs"/>
          <w:rtl/>
        </w:rPr>
      </w:pPr>
      <w:r>
        <w:rPr>
          <w:rFonts w:hint="cs"/>
          <w:rtl/>
        </w:rPr>
        <w:t xml:space="preserve">وامنين اجتني النايبه وهاي الفجيعه </w:t>
      </w:r>
    </w:p>
    <w:p w:rsidR="00C46C29" w:rsidRDefault="00C46C29" w:rsidP="00C46C29">
      <w:pPr>
        <w:pStyle w:val="libPoemCenter"/>
        <w:rPr>
          <w:rFonts w:hint="cs"/>
          <w:rtl/>
        </w:rPr>
      </w:pPr>
      <w:r>
        <w:rPr>
          <w:rFonts w:hint="cs"/>
          <w:rtl/>
        </w:rPr>
        <w:t xml:space="preserve">يم الشريعه چفوفك گطيعه </w:t>
      </w:r>
    </w:p>
    <w:p w:rsidR="00C46C29" w:rsidRDefault="00C46C29" w:rsidP="00C46C29">
      <w:pPr>
        <w:pStyle w:val="libPoemCenter"/>
        <w:rPr>
          <w:rFonts w:hint="cs"/>
          <w:rtl/>
        </w:rPr>
      </w:pPr>
      <w:r>
        <w:rPr>
          <w:rFonts w:hint="cs"/>
          <w:rtl/>
        </w:rPr>
        <w:t xml:space="preserve">چم نبله من گوس الدهر بالطف رمتني </w:t>
      </w:r>
    </w:p>
    <w:p w:rsidR="00C46C29" w:rsidRDefault="00C46C29" w:rsidP="00C46C29">
      <w:pPr>
        <w:pStyle w:val="libPoemCenter"/>
        <w:rPr>
          <w:rFonts w:hint="cs"/>
          <w:rtl/>
        </w:rPr>
      </w:pPr>
      <w:r>
        <w:rPr>
          <w:rFonts w:hint="cs"/>
          <w:rtl/>
        </w:rPr>
        <w:t xml:space="preserve">بالگلب نارين اسعرت من جور الأيام </w:t>
      </w:r>
    </w:p>
    <w:p w:rsidR="00C46C29" w:rsidRDefault="00C46C29" w:rsidP="00C46C29">
      <w:pPr>
        <w:pStyle w:val="libPoemCenter"/>
        <w:rPr>
          <w:rFonts w:hint="cs"/>
          <w:rtl/>
        </w:rPr>
      </w:pPr>
      <w:r>
        <w:rPr>
          <w:rFonts w:hint="cs"/>
          <w:rtl/>
        </w:rPr>
        <w:t xml:space="preserve">نارين نار امن الضمه ونار امن الخيام </w:t>
      </w:r>
    </w:p>
    <w:p w:rsidR="00C46C29" w:rsidRDefault="00C46C29" w:rsidP="00C46C29">
      <w:pPr>
        <w:pStyle w:val="libPoemCenter"/>
        <w:rPr>
          <w:rFonts w:hint="cs"/>
          <w:rtl/>
        </w:rPr>
      </w:pPr>
      <w:r>
        <w:rPr>
          <w:rFonts w:hint="cs"/>
          <w:rtl/>
        </w:rPr>
        <w:t xml:space="preserve">يا نار عگبك تنطفي ويا جرح يلتام </w:t>
      </w:r>
    </w:p>
    <w:p w:rsidR="00C46C29" w:rsidRDefault="00C46C29" w:rsidP="00C46C29">
      <w:pPr>
        <w:pStyle w:val="libPoemCenter"/>
        <w:rPr>
          <w:rFonts w:hint="cs"/>
          <w:rtl/>
        </w:rPr>
      </w:pPr>
      <w:r>
        <w:rPr>
          <w:rFonts w:hint="cs"/>
          <w:rtl/>
        </w:rPr>
        <w:t xml:space="preserve">محتاره أجمع هالحرم لو أحرس أيتام </w:t>
      </w:r>
    </w:p>
    <w:p w:rsidR="00C46C29" w:rsidRDefault="00C46C29" w:rsidP="00C46C29">
      <w:pPr>
        <w:pStyle w:val="libPoemCenter"/>
        <w:rPr>
          <w:rFonts w:hint="cs"/>
          <w:rtl/>
        </w:rPr>
      </w:pPr>
      <w:r>
        <w:rPr>
          <w:rFonts w:hint="cs"/>
          <w:rtl/>
        </w:rPr>
        <w:t xml:space="preserve">يا ريت گبلك يا گمر گطعوا يميني </w:t>
      </w:r>
    </w:p>
    <w:p w:rsidR="00C46C29" w:rsidRDefault="00C46C29" w:rsidP="00C46C29">
      <w:pPr>
        <w:pStyle w:val="libPoemCenter"/>
        <w:rPr>
          <w:rFonts w:hint="cs"/>
          <w:rtl/>
        </w:rPr>
      </w:pPr>
      <w:r>
        <w:rPr>
          <w:rFonts w:hint="cs"/>
          <w:rtl/>
        </w:rPr>
        <w:t xml:space="preserve">وسهمك ابعيني إسمع ونيني </w:t>
      </w:r>
    </w:p>
    <w:p w:rsidR="00C46C29" w:rsidRDefault="00C46C29" w:rsidP="00C46C29">
      <w:pPr>
        <w:pStyle w:val="libPoemCenter"/>
        <w:rPr>
          <w:rFonts w:hint="cs"/>
          <w:rtl/>
        </w:rPr>
      </w:pPr>
      <w:r>
        <w:rPr>
          <w:rFonts w:hint="cs"/>
          <w:rtl/>
        </w:rPr>
        <w:t xml:space="preserve">گوم آل اميه بكربله عگبك ولتني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1995م)ظ</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78" w:name="49"/>
      <w:bookmarkStart w:id="79" w:name="_Toc495744835"/>
      <w:r>
        <w:rPr>
          <w:rFonts w:hint="cs"/>
          <w:rtl/>
        </w:rPr>
        <w:lastRenderedPageBreak/>
        <w:t>الآمال</w:t>
      </w:r>
      <w:bookmarkEnd w:id="78"/>
      <w:bookmarkEnd w:id="79"/>
      <w:r>
        <w:rPr>
          <w:rFonts w:hint="cs"/>
          <w:rtl/>
        </w:rPr>
        <w:t xml:space="preserve"> </w:t>
      </w:r>
    </w:p>
    <w:p w:rsidR="00C46C29" w:rsidRDefault="00C46C29" w:rsidP="00C46C29">
      <w:pPr>
        <w:pStyle w:val="libPoemCenter"/>
        <w:rPr>
          <w:rFonts w:hint="cs"/>
          <w:rtl/>
        </w:rPr>
      </w:pPr>
      <w:r>
        <w:rPr>
          <w:rFonts w:hint="cs"/>
          <w:rtl/>
        </w:rPr>
        <w:t xml:space="preserve">ربيتك واحسب أيام ظنيت افرح يا جسام </w:t>
      </w:r>
    </w:p>
    <w:p w:rsidR="00C46C29" w:rsidRDefault="00C46C29" w:rsidP="00C46C29">
      <w:pPr>
        <w:pStyle w:val="libPoemCenter"/>
        <w:rPr>
          <w:rFonts w:hint="cs"/>
          <w:rtl/>
        </w:rPr>
      </w:pPr>
      <w:r>
        <w:rPr>
          <w:rFonts w:hint="cs"/>
          <w:rtl/>
        </w:rPr>
        <w:t xml:space="preserve">غابت شمسك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فرحة اسنين المضت اگعد يجاسم واسمع </w:t>
      </w:r>
    </w:p>
    <w:p w:rsidR="00C46C29" w:rsidRDefault="00C46C29" w:rsidP="00C46C29">
      <w:pPr>
        <w:pStyle w:val="libPoemCenter"/>
        <w:rPr>
          <w:rFonts w:hint="cs"/>
          <w:rtl/>
        </w:rPr>
      </w:pPr>
      <w:r>
        <w:rPr>
          <w:rFonts w:hint="cs"/>
          <w:rtl/>
        </w:rPr>
        <w:t xml:space="preserve">ارويلك اسنين العمر من المهد للمصرع </w:t>
      </w:r>
    </w:p>
    <w:p w:rsidR="00C46C29" w:rsidRDefault="00C46C29" w:rsidP="00C46C29">
      <w:pPr>
        <w:pStyle w:val="libPoemCenter"/>
        <w:rPr>
          <w:rFonts w:hint="cs"/>
          <w:rtl/>
        </w:rPr>
      </w:pPr>
      <w:r>
        <w:rPr>
          <w:rFonts w:hint="cs"/>
          <w:rtl/>
        </w:rPr>
        <w:t xml:space="preserve">من بعد اتعاب الحمل گلبي ابرباك اتلوع </w:t>
      </w:r>
    </w:p>
    <w:p w:rsidR="00C46C29" w:rsidRDefault="00C46C29" w:rsidP="00C46C29">
      <w:pPr>
        <w:pStyle w:val="libPoemCenter"/>
        <w:rPr>
          <w:rFonts w:hint="cs"/>
          <w:rtl/>
        </w:rPr>
      </w:pPr>
      <w:r>
        <w:rPr>
          <w:rFonts w:hint="cs"/>
          <w:rtl/>
        </w:rPr>
        <w:t xml:space="preserve">بيدي اعصرتلك چبدتي وگتلك يجاسم ارضع </w:t>
      </w:r>
    </w:p>
    <w:p w:rsidR="00C46C29" w:rsidRDefault="00C46C29" w:rsidP="00C46C29">
      <w:pPr>
        <w:pStyle w:val="libPoemCenter"/>
        <w:rPr>
          <w:rFonts w:hint="cs"/>
          <w:rtl/>
        </w:rPr>
      </w:pPr>
      <w:r>
        <w:rPr>
          <w:rFonts w:hint="cs"/>
          <w:rtl/>
        </w:rPr>
        <w:t xml:space="preserve">يوليدي ارضعتك سنتين خليتك برموش العين </w:t>
      </w:r>
    </w:p>
    <w:p w:rsidR="00C46C29" w:rsidRDefault="00C46C29" w:rsidP="00C46C29">
      <w:pPr>
        <w:pStyle w:val="libPoemCenter"/>
        <w:rPr>
          <w:rFonts w:hint="cs"/>
          <w:rtl/>
        </w:rPr>
      </w:pPr>
      <w:r>
        <w:rPr>
          <w:rFonts w:hint="cs"/>
          <w:rtl/>
        </w:rPr>
        <w:t xml:space="preserve">وعيني اتحرسك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يوليدي سنتين ارضعت هالحاله ما أصعبها </w:t>
      </w:r>
    </w:p>
    <w:p w:rsidR="00C46C29" w:rsidRDefault="00C46C29" w:rsidP="00C46C29">
      <w:pPr>
        <w:pStyle w:val="libPoemCenter"/>
        <w:rPr>
          <w:rFonts w:hint="cs"/>
          <w:rtl/>
        </w:rPr>
      </w:pPr>
      <w:r>
        <w:rPr>
          <w:rFonts w:hint="cs"/>
          <w:rtl/>
        </w:rPr>
        <w:t xml:space="preserve">كل ليله من عدها ابشهر لو تگعد وتحسبها </w:t>
      </w:r>
    </w:p>
    <w:p w:rsidR="00C46C29" w:rsidRDefault="00C46C29" w:rsidP="00C46C29">
      <w:pPr>
        <w:pStyle w:val="libPoemCenter"/>
        <w:rPr>
          <w:rFonts w:hint="cs"/>
          <w:rtl/>
        </w:rPr>
      </w:pPr>
      <w:r>
        <w:rPr>
          <w:rFonts w:hint="cs"/>
          <w:rtl/>
        </w:rPr>
        <w:t xml:space="preserve">عالمهد يبني امساهره وعيني السهر ذوبها </w:t>
      </w:r>
    </w:p>
    <w:p w:rsidR="00C46C29" w:rsidRDefault="00C46C29" w:rsidP="00C46C29">
      <w:pPr>
        <w:pStyle w:val="libPoemCenter"/>
        <w:rPr>
          <w:rFonts w:hint="cs"/>
          <w:rtl/>
        </w:rPr>
      </w:pPr>
      <w:r>
        <w:rPr>
          <w:rFonts w:hint="cs"/>
          <w:rtl/>
        </w:rPr>
        <w:t xml:space="preserve">حسبت أثمار التعب تالي العمر اكسبها </w:t>
      </w:r>
    </w:p>
    <w:p w:rsidR="00C46C29" w:rsidRDefault="00C46C29" w:rsidP="00C46C29">
      <w:pPr>
        <w:pStyle w:val="libPoemCenter"/>
        <w:rPr>
          <w:rFonts w:hint="cs"/>
          <w:rtl/>
        </w:rPr>
      </w:pPr>
      <w:r>
        <w:rPr>
          <w:rFonts w:hint="cs"/>
          <w:rtl/>
        </w:rPr>
        <w:t xml:space="preserve">احرس مهدك ليل انهار أسهر واترجّه الأثمار </w:t>
      </w:r>
    </w:p>
    <w:p w:rsidR="00C46C29" w:rsidRDefault="00C46C29" w:rsidP="00C46C29">
      <w:pPr>
        <w:pStyle w:val="libPoemCenter"/>
        <w:rPr>
          <w:rFonts w:hint="cs"/>
          <w:rtl/>
        </w:rPr>
      </w:pPr>
      <w:r>
        <w:rPr>
          <w:rFonts w:hint="cs"/>
          <w:rtl/>
        </w:rPr>
        <w:t xml:space="preserve">ذابل غرسك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ومن صرت ياجاسم طفل ولساني بيك ايردد </w:t>
      </w:r>
    </w:p>
    <w:p w:rsidR="00C46C29" w:rsidRDefault="00C46C29" w:rsidP="00C46C29">
      <w:pPr>
        <w:pStyle w:val="libPoemCenter"/>
        <w:rPr>
          <w:rFonts w:hint="cs"/>
          <w:rtl/>
        </w:rPr>
      </w:pPr>
      <w:r>
        <w:rPr>
          <w:rFonts w:hint="cs"/>
          <w:rtl/>
        </w:rPr>
        <w:t xml:space="preserve">علَّمتك الممشه وصرت مالحظه عنك أبعد </w:t>
      </w:r>
    </w:p>
    <w:p w:rsidR="00C46C29" w:rsidRDefault="00C46C29" w:rsidP="00C46C29">
      <w:pPr>
        <w:pStyle w:val="libPoemCenter"/>
        <w:rPr>
          <w:rFonts w:hint="cs"/>
          <w:rtl/>
        </w:rPr>
      </w:pPr>
      <w:r>
        <w:rPr>
          <w:rFonts w:hint="cs"/>
          <w:rtl/>
        </w:rPr>
        <w:t xml:space="preserve">ويّاك اگومن لوگمت من تگعد اوياك اگعد </w:t>
      </w:r>
    </w:p>
    <w:p w:rsidR="00C46C29" w:rsidRDefault="00C46C29" w:rsidP="00C46C29">
      <w:pPr>
        <w:pStyle w:val="libPoemCenter"/>
        <w:rPr>
          <w:rFonts w:hint="cs"/>
          <w:rtl/>
        </w:rPr>
      </w:pPr>
      <w:r>
        <w:rPr>
          <w:rFonts w:hint="cs"/>
          <w:rtl/>
        </w:rPr>
        <w:t xml:space="preserve">فرحانه يبني ابشوفتك والناس عنك تنشد </w:t>
      </w:r>
    </w:p>
    <w:p w:rsidR="00C46C29" w:rsidRDefault="00C46C29" w:rsidP="00C46C29">
      <w:pPr>
        <w:pStyle w:val="libPoemCenter"/>
        <w:rPr>
          <w:rFonts w:hint="cs"/>
          <w:rtl/>
        </w:rPr>
      </w:pPr>
      <w:r>
        <w:rPr>
          <w:rFonts w:hint="cs"/>
          <w:rtl/>
        </w:rPr>
        <w:t xml:space="preserve">يوليدي وروحي اتباريك اصرخ لو نسمه أتمر بيك </w:t>
      </w:r>
    </w:p>
    <w:p w:rsidR="00C46C29" w:rsidRDefault="00C46C29" w:rsidP="00C46C29">
      <w:pPr>
        <w:pStyle w:val="libPoemCenter"/>
        <w:rPr>
          <w:rFonts w:hint="cs"/>
          <w:rtl/>
        </w:rPr>
      </w:pPr>
      <w:r>
        <w:rPr>
          <w:rFonts w:hint="cs"/>
          <w:rtl/>
        </w:rPr>
        <w:t xml:space="preserve">خوفي اتمسك ليلة عرسك </w:t>
      </w:r>
    </w:p>
    <w:p w:rsidR="00C46C29" w:rsidRDefault="00C46C29" w:rsidP="00C46C29">
      <w:pPr>
        <w:pStyle w:val="libPoemCenter"/>
        <w:rPr>
          <w:rFonts w:hint="cs"/>
          <w:rtl/>
        </w:rPr>
      </w:pPr>
      <w:r>
        <w:rPr>
          <w:rFonts w:hint="cs"/>
          <w:rtl/>
        </w:rPr>
        <w:lastRenderedPageBreak/>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سنين العمر كلها انطوت وراحت مراحل عمرك </w:t>
      </w:r>
    </w:p>
    <w:p w:rsidR="00C46C29" w:rsidRDefault="00C46C29" w:rsidP="00C46C29">
      <w:pPr>
        <w:pStyle w:val="libPoemCenter"/>
        <w:rPr>
          <w:rFonts w:hint="cs"/>
          <w:rtl/>
        </w:rPr>
      </w:pPr>
      <w:r>
        <w:rPr>
          <w:rFonts w:hint="cs"/>
          <w:rtl/>
        </w:rPr>
        <w:t xml:space="preserve">لنك يجسام اصبحت شاب وتكامل بدرك </w:t>
      </w:r>
    </w:p>
    <w:p w:rsidR="00C46C29" w:rsidRDefault="00C46C29" w:rsidP="00C46C29">
      <w:pPr>
        <w:pStyle w:val="libPoemCenter"/>
        <w:rPr>
          <w:rFonts w:hint="cs"/>
          <w:rtl/>
        </w:rPr>
      </w:pPr>
      <w:r>
        <w:rPr>
          <w:rFonts w:hint="cs"/>
          <w:rtl/>
        </w:rPr>
        <w:t xml:space="preserve">والنوب يبني حسبت عريس عيني اتنظرك </w:t>
      </w:r>
    </w:p>
    <w:p w:rsidR="00C46C29" w:rsidRDefault="00C46C29" w:rsidP="00C46C29">
      <w:pPr>
        <w:pStyle w:val="libPoemCenter"/>
        <w:rPr>
          <w:rFonts w:hint="cs"/>
          <w:rtl/>
        </w:rPr>
      </w:pPr>
      <w:r>
        <w:rPr>
          <w:rFonts w:hint="cs"/>
          <w:rtl/>
        </w:rPr>
        <w:t xml:space="preserve">ما ادري عرسك نايحه والحنه من دم نحرك </w:t>
      </w:r>
    </w:p>
    <w:p w:rsidR="00C46C29" w:rsidRDefault="00C46C29" w:rsidP="00C46C29">
      <w:pPr>
        <w:pStyle w:val="libPoemCenter"/>
        <w:rPr>
          <w:rFonts w:hint="cs"/>
          <w:rtl/>
        </w:rPr>
      </w:pPr>
      <w:r>
        <w:rPr>
          <w:rFonts w:hint="cs"/>
          <w:rtl/>
        </w:rPr>
        <w:t xml:space="preserve">ياجاسم عگب الاتعاب اتجازيني بلوعات مصاب </w:t>
      </w:r>
    </w:p>
    <w:p w:rsidR="00C46C29" w:rsidRDefault="00C46C29" w:rsidP="00C46C29">
      <w:pPr>
        <w:pStyle w:val="libPoemCenter"/>
        <w:rPr>
          <w:rFonts w:hint="cs"/>
          <w:rtl/>
        </w:rPr>
      </w:pPr>
      <w:r>
        <w:rPr>
          <w:rFonts w:hint="cs"/>
          <w:rtl/>
        </w:rPr>
        <w:t xml:space="preserve">خمدوا حسّك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عگب ذاك التعب حسبت راح اتهنه </w:t>
      </w:r>
    </w:p>
    <w:p w:rsidR="00C46C29" w:rsidRDefault="00C46C29" w:rsidP="00C46C29">
      <w:pPr>
        <w:pStyle w:val="libPoemCenter"/>
        <w:rPr>
          <w:rFonts w:hint="cs"/>
          <w:rtl/>
        </w:rPr>
      </w:pPr>
      <w:r>
        <w:rPr>
          <w:rFonts w:hint="cs"/>
          <w:rtl/>
        </w:rPr>
        <w:t xml:space="preserve">ما ادري شمعاتك دمع والحنه تصبح ونه </w:t>
      </w:r>
    </w:p>
    <w:p w:rsidR="00C46C29" w:rsidRDefault="00C46C29" w:rsidP="00C46C29">
      <w:pPr>
        <w:pStyle w:val="libPoemCenter"/>
        <w:rPr>
          <w:rFonts w:hint="cs"/>
          <w:rtl/>
        </w:rPr>
      </w:pPr>
      <w:r>
        <w:rPr>
          <w:rFonts w:hint="cs"/>
          <w:rtl/>
        </w:rPr>
        <w:t xml:space="preserve">يوليدي من هذا العمر عگبك بعد شتمنّه </w:t>
      </w:r>
    </w:p>
    <w:p w:rsidR="00C46C29" w:rsidRDefault="00C46C29" w:rsidP="00C46C29">
      <w:pPr>
        <w:pStyle w:val="libPoemCenter"/>
        <w:rPr>
          <w:rFonts w:hint="cs"/>
          <w:rtl/>
        </w:rPr>
      </w:pPr>
      <w:r>
        <w:rPr>
          <w:rFonts w:hint="cs"/>
          <w:rtl/>
        </w:rPr>
        <w:t xml:space="preserve">عمري مثل عمرك خلص لو ردت تنشد عنه </w:t>
      </w:r>
    </w:p>
    <w:p w:rsidR="00C46C29" w:rsidRDefault="00C46C29" w:rsidP="00C46C29">
      <w:pPr>
        <w:pStyle w:val="libPoemCenter"/>
        <w:rPr>
          <w:rFonts w:hint="cs"/>
          <w:rtl/>
        </w:rPr>
      </w:pPr>
      <w:r>
        <w:rPr>
          <w:rFonts w:hint="cs"/>
          <w:rtl/>
        </w:rPr>
        <w:t xml:space="preserve">افراحك صارت احزان وثيابك صارت اچفان </w:t>
      </w:r>
    </w:p>
    <w:p w:rsidR="00C46C29" w:rsidRDefault="00C46C29" w:rsidP="00C46C29">
      <w:pPr>
        <w:pStyle w:val="libPoemCenter"/>
        <w:rPr>
          <w:rFonts w:hint="cs"/>
          <w:rtl/>
        </w:rPr>
      </w:pPr>
      <w:r>
        <w:rPr>
          <w:rFonts w:hint="cs"/>
          <w:rtl/>
        </w:rPr>
        <w:t xml:space="preserve">اتغير لبسك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يبني يجاسم من طحت للخيمه جابك عمك </w:t>
      </w:r>
    </w:p>
    <w:p w:rsidR="00C46C29" w:rsidRDefault="00C46C29" w:rsidP="00C46C29">
      <w:pPr>
        <w:pStyle w:val="libPoemCenter"/>
        <w:rPr>
          <w:rFonts w:hint="cs"/>
          <w:rtl/>
        </w:rPr>
      </w:pPr>
      <w:r>
        <w:rPr>
          <w:rFonts w:hint="cs"/>
          <w:rtl/>
        </w:rPr>
        <w:t xml:space="preserve">خلاك يم ابنه علي وصب المدامع يمك </w:t>
      </w:r>
    </w:p>
    <w:p w:rsidR="00C46C29" w:rsidRDefault="00C46C29" w:rsidP="00C46C29">
      <w:pPr>
        <w:pStyle w:val="libPoemCenter"/>
        <w:rPr>
          <w:rFonts w:hint="cs"/>
          <w:rtl/>
        </w:rPr>
      </w:pPr>
      <w:r>
        <w:rPr>
          <w:rFonts w:hint="cs"/>
          <w:rtl/>
        </w:rPr>
        <w:t xml:space="preserve">وآنه اعتنيت ابلهفتي يبني وطحت يم جسمك </w:t>
      </w:r>
    </w:p>
    <w:p w:rsidR="00C46C29" w:rsidRDefault="00C46C29" w:rsidP="00C46C29">
      <w:pPr>
        <w:pStyle w:val="libPoemCenter"/>
        <w:rPr>
          <w:rFonts w:hint="cs"/>
          <w:rtl/>
        </w:rPr>
      </w:pPr>
      <w:r>
        <w:rPr>
          <w:rFonts w:hint="cs"/>
          <w:rtl/>
        </w:rPr>
        <w:t xml:space="preserve">خليت عيني اعله النحر وامزجت دمعي ودمك </w:t>
      </w:r>
    </w:p>
    <w:p w:rsidR="00C46C29" w:rsidRDefault="00C46C29" w:rsidP="00C46C29">
      <w:pPr>
        <w:pStyle w:val="libPoemCenter"/>
        <w:rPr>
          <w:rFonts w:hint="cs"/>
          <w:rtl/>
        </w:rPr>
      </w:pPr>
      <w:r>
        <w:rPr>
          <w:rFonts w:hint="cs"/>
          <w:rtl/>
        </w:rPr>
        <w:t xml:space="preserve">من دمك يبني اتحنيت صبيت دموعي وناديت </w:t>
      </w:r>
    </w:p>
    <w:p w:rsidR="00C46C29" w:rsidRDefault="00C46C29" w:rsidP="00C46C29">
      <w:pPr>
        <w:pStyle w:val="libPoemCenter"/>
        <w:rPr>
          <w:rFonts w:hint="cs"/>
          <w:rtl/>
        </w:rPr>
      </w:pPr>
      <w:r>
        <w:rPr>
          <w:rFonts w:hint="cs"/>
          <w:rtl/>
        </w:rPr>
        <w:t xml:space="preserve">اتضحي بنفسك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مليت من هذا العمر والگلب مل من صبره </w:t>
      </w:r>
    </w:p>
    <w:p w:rsidR="00C46C29" w:rsidRDefault="00C46C29" w:rsidP="00C46C29">
      <w:pPr>
        <w:pStyle w:val="libPoemCenter"/>
        <w:rPr>
          <w:rFonts w:hint="cs"/>
          <w:rtl/>
        </w:rPr>
      </w:pPr>
      <w:r>
        <w:rPr>
          <w:rFonts w:hint="cs"/>
          <w:rtl/>
        </w:rPr>
        <w:t xml:space="preserve">افراح عرسك ياوسف صارت نحيب وعبره </w:t>
      </w:r>
    </w:p>
    <w:p w:rsidR="00C46C29" w:rsidRDefault="00C46C29" w:rsidP="00C46C29">
      <w:pPr>
        <w:pStyle w:val="libPoemCenter"/>
        <w:rPr>
          <w:rFonts w:hint="cs"/>
          <w:rtl/>
        </w:rPr>
      </w:pPr>
      <w:r>
        <w:rPr>
          <w:rFonts w:hint="cs"/>
          <w:rtl/>
        </w:rPr>
        <w:lastRenderedPageBreak/>
        <w:t xml:space="preserve">بالحومه طفوا شمعتك وبگلبي علگوا جمره </w:t>
      </w:r>
    </w:p>
    <w:p w:rsidR="00C46C29" w:rsidRDefault="00C46C29" w:rsidP="00C46C29">
      <w:pPr>
        <w:pStyle w:val="libPoemCenter"/>
        <w:rPr>
          <w:rFonts w:hint="cs"/>
          <w:rtl/>
        </w:rPr>
      </w:pPr>
      <w:r>
        <w:rPr>
          <w:rFonts w:hint="cs"/>
          <w:rtl/>
        </w:rPr>
        <w:t xml:space="preserve">عريس گبلك ما شفت يتحنه من دم نحره </w:t>
      </w:r>
    </w:p>
    <w:p w:rsidR="00C46C29" w:rsidRDefault="00C46C29" w:rsidP="00C46C29">
      <w:pPr>
        <w:pStyle w:val="libPoemCenter"/>
        <w:rPr>
          <w:rFonts w:hint="cs"/>
          <w:rtl/>
        </w:rPr>
      </w:pPr>
      <w:r>
        <w:rPr>
          <w:rFonts w:hint="cs"/>
          <w:rtl/>
        </w:rPr>
        <w:t xml:space="preserve">ومصابك أصبح عنوان وحروفه هموم واحزان </w:t>
      </w:r>
    </w:p>
    <w:p w:rsidR="00C46C29" w:rsidRDefault="00C46C29" w:rsidP="00C46C29">
      <w:pPr>
        <w:pStyle w:val="libPoemCenter"/>
        <w:rPr>
          <w:rFonts w:hint="cs"/>
          <w:rtl/>
        </w:rPr>
      </w:pPr>
      <w:r>
        <w:rPr>
          <w:rFonts w:hint="cs"/>
          <w:rtl/>
        </w:rPr>
        <w:t xml:space="preserve">واضح درسك ليلة عرسك </w:t>
      </w:r>
    </w:p>
    <w:p w:rsidR="00C46C29" w:rsidRDefault="00C46C29" w:rsidP="00C46C29">
      <w:pPr>
        <w:pStyle w:val="libPoemCenter"/>
        <w:rPr>
          <w:rFonts w:hint="cs"/>
          <w:rtl/>
        </w:rPr>
      </w:pPr>
      <w:r>
        <w:rPr>
          <w:rFonts w:hint="cs"/>
          <w:rtl/>
        </w:rPr>
        <w:t xml:space="preserve">ظنيت افرح يا جسام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80" w:name="50"/>
      <w:bookmarkStart w:id="81" w:name="_Toc495744836"/>
      <w:r>
        <w:rPr>
          <w:rFonts w:hint="cs"/>
          <w:rtl/>
        </w:rPr>
        <w:lastRenderedPageBreak/>
        <w:t>ليلة الوداع</w:t>
      </w:r>
      <w:bookmarkEnd w:id="80"/>
      <w:bookmarkEnd w:id="81"/>
      <w:r>
        <w:rPr>
          <w:rFonts w:hint="cs"/>
          <w:rtl/>
        </w:rPr>
        <w:t xml:space="preserve"> </w:t>
      </w:r>
    </w:p>
    <w:p w:rsidR="00C46C29" w:rsidRDefault="00C46C29" w:rsidP="00C46C29">
      <w:pPr>
        <w:pStyle w:val="libPoemCenter"/>
        <w:rPr>
          <w:rFonts w:hint="cs"/>
          <w:rtl/>
        </w:rPr>
      </w:pPr>
      <w:r>
        <w:rPr>
          <w:rFonts w:hint="cs"/>
          <w:rtl/>
        </w:rPr>
        <w:t xml:space="preserve">أنه زينب يالتودعوني من تعيفوني ما يظل والي </w:t>
      </w:r>
    </w:p>
    <w:p w:rsidR="00C46C29" w:rsidRDefault="00C46C29" w:rsidP="00C46C29">
      <w:pPr>
        <w:pStyle w:val="libPoemCenter"/>
        <w:rPr>
          <w:rFonts w:hint="cs"/>
          <w:rtl/>
        </w:rPr>
      </w:pPr>
      <w:r>
        <w:rPr>
          <w:rFonts w:hint="cs"/>
          <w:rtl/>
        </w:rPr>
        <w:t xml:space="preserve">تسمعوني لاتوصوني وآنه بعيوني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أودعكم يولياني وبگت هالليله وياكم </w:t>
      </w:r>
    </w:p>
    <w:p w:rsidR="00C46C29" w:rsidRDefault="00C46C29" w:rsidP="00C46C29">
      <w:pPr>
        <w:pStyle w:val="libPoemCenter"/>
        <w:rPr>
          <w:rFonts w:hint="cs"/>
          <w:rtl/>
        </w:rPr>
      </w:pPr>
      <w:r>
        <w:rPr>
          <w:rFonts w:hint="cs"/>
          <w:rtl/>
        </w:rPr>
        <w:t xml:space="preserve">ابجرح گلبي ودمع عيني اسجل كل وصاياكم </w:t>
      </w:r>
    </w:p>
    <w:p w:rsidR="00C46C29" w:rsidRDefault="00C46C29" w:rsidP="00C46C29">
      <w:pPr>
        <w:pStyle w:val="libPoemCenter"/>
        <w:rPr>
          <w:rFonts w:hint="cs"/>
          <w:rtl/>
        </w:rPr>
      </w:pPr>
      <w:r>
        <w:rPr>
          <w:rFonts w:hint="cs"/>
          <w:rtl/>
        </w:rPr>
        <w:t xml:space="preserve">ابخيمنه الليله مجموعين وباچر صرعه ألگاكم </w:t>
      </w:r>
    </w:p>
    <w:p w:rsidR="00C46C29" w:rsidRDefault="00C46C29" w:rsidP="00C46C29">
      <w:pPr>
        <w:pStyle w:val="libPoemCenter"/>
        <w:rPr>
          <w:rFonts w:hint="cs"/>
          <w:rtl/>
        </w:rPr>
      </w:pPr>
      <w:r>
        <w:rPr>
          <w:rFonts w:hint="cs"/>
          <w:rtl/>
        </w:rPr>
        <w:t xml:space="preserve">ولون رحتوا بوسط روحي ألم واجمع يتاماكم </w:t>
      </w:r>
    </w:p>
    <w:p w:rsidR="00C46C29" w:rsidRDefault="00C46C29" w:rsidP="00C46C29">
      <w:pPr>
        <w:pStyle w:val="libPoemCenter"/>
        <w:rPr>
          <w:rFonts w:hint="cs"/>
          <w:rtl/>
        </w:rPr>
      </w:pPr>
      <w:r>
        <w:rPr>
          <w:rFonts w:hint="cs"/>
          <w:rtl/>
        </w:rPr>
        <w:t xml:space="preserve">أظل وحدي ولاولي عندي يوگف ابحدي ويجمع اطفالي </w:t>
      </w:r>
    </w:p>
    <w:p w:rsidR="00C46C29" w:rsidRDefault="00C46C29" w:rsidP="00C46C29">
      <w:pPr>
        <w:pStyle w:val="libPoemCenter"/>
        <w:rPr>
          <w:rFonts w:hint="cs"/>
          <w:rtl/>
        </w:rPr>
      </w:pPr>
      <w:r>
        <w:rPr>
          <w:rFonts w:hint="cs"/>
          <w:rtl/>
        </w:rPr>
        <w:t xml:space="preserve">ابجرح چبدي ينرسم عهدي ابهمتي وجهدي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حرت هالليله يالوليان اشتشوف عيوني من هالليل </w:t>
      </w:r>
    </w:p>
    <w:p w:rsidR="00C46C29" w:rsidRDefault="00C46C29" w:rsidP="00C46C29">
      <w:pPr>
        <w:pStyle w:val="libPoemCenter"/>
        <w:rPr>
          <w:rFonts w:hint="cs"/>
          <w:rtl/>
        </w:rPr>
      </w:pPr>
      <w:r>
        <w:rPr>
          <w:rFonts w:hint="cs"/>
          <w:rtl/>
        </w:rPr>
        <w:t xml:space="preserve">ظلام ودوية الفرسان واسمع بس صهيل الخيل </w:t>
      </w:r>
    </w:p>
    <w:p w:rsidR="00C46C29" w:rsidRDefault="00C46C29" w:rsidP="00C46C29">
      <w:pPr>
        <w:pStyle w:val="libPoemCenter"/>
        <w:rPr>
          <w:rFonts w:hint="cs"/>
          <w:rtl/>
        </w:rPr>
      </w:pPr>
      <w:r>
        <w:rPr>
          <w:rFonts w:hint="cs"/>
          <w:rtl/>
        </w:rPr>
        <w:t xml:space="preserve">اجي والتفت للاطفال اشوفن بس دموع تسيل </w:t>
      </w:r>
    </w:p>
    <w:p w:rsidR="00C46C29" w:rsidRDefault="00C46C29" w:rsidP="00C46C29">
      <w:pPr>
        <w:pStyle w:val="libPoemCenter"/>
        <w:rPr>
          <w:rFonts w:hint="cs"/>
          <w:rtl/>
        </w:rPr>
      </w:pPr>
      <w:r>
        <w:rPr>
          <w:rFonts w:hint="cs"/>
          <w:rtl/>
        </w:rPr>
        <w:t xml:space="preserve">لهالتوديع والفرگه خلوني أشد الحيل </w:t>
      </w:r>
    </w:p>
    <w:p w:rsidR="00C46C29" w:rsidRDefault="00C46C29" w:rsidP="00C46C29">
      <w:pPr>
        <w:pStyle w:val="libPoemCenter"/>
        <w:rPr>
          <w:rFonts w:hint="cs"/>
          <w:rtl/>
        </w:rPr>
      </w:pPr>
      <w:r>
        <w:rPr>
          <w:rFonts w:hint="cs"/>
          <w:rtl/>
        </w:rPr>
        <w:t xml:space="preserve">كثر همّي وانته يبن امي بالخيم يمي وياوسف تالي </w:t>
      </w:r>
    </w:p>
    <w:p w:rsidR="00C46C29" w:rsidRDefault="00C46C29" w:rsidP="00C46C29">
      <w:pPr>
        <w:pStyle w:val="libPoemCenter"/>
        <w:rPr>
          <w:rFonts w:hint="cs"/>
          <w:rtl/>
        </w:rPr>
      </w:pPr>
      <w:r>
        <w:rPr>
          <w:rFonts w:hint="cs"/>
          <w:rtl/>
        </w:rPr>
        <w:t xml:space="preserve">الجسم مدمي وعالترب مرمي وآنه من عزمي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يبو اليمه اشتوصيني وهالليله الأخيره اوياك </w:t>
      </w:r>
    </w:p>
    <w:p w:rsidR="00C46C29" w:rsidRDefault="00C46C29" w:rsidP="00C46C29">
      <w:pPr>
        <w:pStyle w:val="libPoemCenter"/>
        <w:rPr>
          <w:rFonts w:hint="cs"/>
          <w:rtl/>
        </w:rPr>
      </w:pPr>
      <w:r>
        <w:rPr>
          <w:rFonts w:hint="cs"/>
          <w:rtl/>
        </w:rPr>
        <w:t xml:space="preserve">يخويه ابمصرعك باچر أشوفك منخضب بدماك </w:t>
      </w:r>
    </w:p>
    <w:p w:rsidR="00C46C29" w:rsidRDefault="00C46C29" w:rsidP="00C46C29">
      <w:pPr>
        <w:pStyle w:val="libPoemCenter"/>
        <w:rPr>
          <w:rFonts w:hint="cs"/>
          <w:rtl/>
        </w:rPr>
      </w:pPr>
      <w:r>
        <w:rPr>
          <w:rFonts w:hint="cs"/>
          <w:rtl/>
        </w:rPr>
        <w:t xml:space="preserve">اعوف خيامي بيها النار وأگصد للمعاره هناك </w:t>
      </w:r>
    </w:p>
    <w:p w:rsidR="00C46C29" w:rsidRDefault="00C46C29" w:rsidP="00C46C29">
      <w:pPr>
        <w:pStyle w:val="libPoemCenter"/>
        <w:rPr>
          <w:rFonts w:hint="cs"/>
          <w:rtl/>
        </w:rPr>
      </w:pPr>
      <w:r>
        <w:rPr>
          <w:rFonts w:hint="cs"/>
          <w:rtl/>
        </w:rPr>
        <w:t xml:space="preserve">أصيح انهض يبو السجاد الخيم حرگتها نار اعداك </w:t>
      </w:r>
    </w:p>
    <w:p w:rsidR="00C46C29" w:rsidRDefault="00C46C29" w:rsidP="00C46C29">
      <w:pPr>
        <w:pStyle w:val="libPoemCenter"/>
        <w:rPr>
          <w:rFonts w:hint="cs"/>
          <w:rtl/>
        </w:rPr>
      </w:pPr>
      <w:r>
        <w:rPr>
          <w:rFonts w:hint="cs"/>
          <w:rtl/>
        </w:rPr>
        <w:t xml:space="preserve">ابدمع هامي ألگه جدامي جسمك الدامي ويندهش حالي </w:t>
      </w:r>
    </w:p>
    <w:p w:rsidR="00C46C29" w:rsidRDefault="00C46C29" w:rsidP="00C46C29">
      <w:pPr>
        <w:pStyle w:val="libPoemCenter"/>
        <w:rPr>
          <w:rFonts w:hint="cs"/>
          <w:rtl/>
        </w:rPr>
      </w:pPr>
      <w:r>
        <w:rPr>
          <w:rFonts w:hint="cs"/>
          <w:rtl/>
        </w:rPr>
        <w:t xml:space="preserve">ابگلب ضامي ابحرگة خيامي اجمع ايتامي أحرس عيالي </w:t>
      </w:r>
    </w:p>
    <w:p w:rsidR="00C46C29" w:rsidRDefault="00C46C29" w:rsidP="00C46C29">
      <w:pPr>
        <w:pStyle w:val="libPoemCenter"/>
        <w:rPr>
          <w:rFonts w:hint="cs"/>
          <w:rtl/>
        </w:rPr>
      </w:pPr>
      <w:r>
        <w:rPr>
          <w:rFonts w:hint="cs"/>
          <w:rtl/>
        </w:rPr>
        <w:lastRenderedPageBreak/>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يخويه حسين ارخصني أودع كافل العيله </w:t>
      </w:r>
    </w:p>
    <w:p w:rsidR="00C46C29" w:rsidRDefault="00C46C29" w:rsidP="00C46C29">
      <w:pPr>
        <w:pStyle w:val="libPoemCenter"/>
        <w:rPr>
          <w:rFonts w:hint="cs"/>
          <w:rtl/>
        </w:rPr>
      </w:pPr>
      <w:r>
        <w:rPr>
          <w:rFonts w:hint="cs"/>
          <w:rtl/>
        </w:rPr>
        <w:t xml:space="preserve">واگله ياگمر هاشم حله التوديع هالليله </w:t>
      </w:r>
    </w:p>
    <w:p w:rsidR="00C46C29" w:rsidRDefault="00C46C29" w:rsidP="00C46C29">
      <w:pPr>
        <w:pStyle w:val="libPoemCenter"/>
        <w:rPr>
          <w:rFonts w:hint="cs"/>
          <w:rtl/>
        </w:rPr>
      </w:pPr>
      <w:r>
        <w:rPr>
          <w:rFonts w:hint="cs"/>
          <w:rtl/>
        </w:rPr>
        <w:t xml:space="preserve">المهج عطشانه والعسكر يحيط العلگمي ابخيله </w:t>
      </w:r>
    </w:p>
    <w:p w:rsidR="00C46C29" w:rsidRDefault="00C46C29" w:rsidP="00C46C29">
      <w:pPr>
        <w:pStyle w:val="libPoemCenter"/>
        <w:rPr>
          <w:rFonts w:hint="cs"/>
          <w:rtl/>
        </w:rPr>
      </w:pPr>
      <w:r>
        <w:rPr>
          <w:rFonts w:hint="cs"/>
          <w:rtl/>
        </w:rPr>
        <w:t xml:space="preserve">واشوفن بالخيم رضعان ابضماها المدمع تسيله </w:t>
      </w:r>
    </w:p>
    <w:p w:rsidR="00C46C29" w:rsidRDefault="00C46C29" w:rsidP="00C46C29">
      <w:pPr>
        <w:pStyle w:val="libPoemCenter"/>
        <w:rPr>
          <w:rFonts w:hint="cs"/>
          <w:rtl/>
        </w:rPr>
      </w:pPr>
      <w:r>
        <w:rPr>
          <w:rFonts w:hint="cs"/>
          <w:rtl/>
        </w:rPr>
        <w:t xml:space="preserve">الحزن راسم ياگمر هاشم عالنهر نايم چنك اگبالي </w:t>
      </w:r>
    </w:p>
    <w:p w:rsidR="00C46C29" w:rsidRDefault="00C46C29" w:rsidP="00C46C29">
      <w:pPr>
        <w:pStyle w:val="libPoemCenter"/>
        <w:rPr>
          <w:rFonts w:hint="cs"/>
          <w:rtl/>
        </w:rPr>
      </w:pPr>
      <w:r>
        <w:rPr>
          <w:rFonts w:hint="cs"/>
          <w:rtl/>
        </w:rPr>
        <w:t xml:space="preserve">العدو غاشم وعالخيم هاجم وبگلب هايم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أودعك يا كفيل احماي وقِطَع من چبدي تتناثر </w:t>
      </w:r>
    </w:p>
    <w:p w:rsidR="00C46C29" w:rsidRDefault="00C46C29" w:rsidP="00C46C29">
      <w:pPr>
        <w:pStyle w:val="libPoemCenter"/>
        <w:rPr>
          <w:rFonts w:hint="cs"/>
          <w:rtl/>
        </w:rPr>
      </w:pPr>
      <w:r>
        <w:rPr>
          <w:rFonts w:hint="cs"/>
          <w:rtl/>
        </w:rPr>
        <w:t xml:space="preserve">ترخصني أريد أمشي واروحن يم علي الأكبر </w:t>
      </w:r>
    </w:p>
    <w:p w:rsidR="00C46C29" w:rsidRDefault="00C46C29" w:rsidP="00C46C29">
      <w:pPr>
        <w:pStyle w:val="libPoemCenter"/>
        <w:rPr>
          <w:rFonts w:hint="cs"/>
          <w:rtl/>
        </w:rPr>
      </w:pPr>
      <w:r>
        <w:rPr>
          <w:rFonts w:hint="cs"/>
          <w:rtl/>
        </w:rPr>
        <w:t xml:space="preserve">أگله يبن اخويه اليوم وجهك چن بدر يزهر </w:t>
      </w:r>
    </w:p>
    <w:p w:rsidR="00C46C29" w:rsidRDefault="00C46C29" w:rsidP="00C46C29">
      <w:pPr>
        <w:pStyle w:val="libPoemCenter"/>
        <w:rPr>
          <w:rFonts w:hint="cs"/>
          <w:rtl/>
        </w:rPr>
      </w:pPr>
      <w:r>
        <w:rPr>
          <w:rFonts w:hint="cs"/>
          <w:rtl/>
        </w:rPr>
        <w:t xml:space="preserve">يوسفه هالوجه باچر اشوفه بالثره امعفر </w:t>
      </w:r>
    </w:p>
    <w:p w:rsidR="00C46C29" w:rsidRDefault="00C46C29" w:rsidP="00C46C29">
      <w:pPr>
        <w:pStyle w:val="libPoemCenter"/>
        <w:rPr>
          <w:rFonts w:hint="cs"/>
          <w:rtl/>
        </w:rPr>
      </w:pPr>
      <w:r>
        <w:rPr>
          <w:rFonts w:hint="cs"/>
          <w:rtl/>
        </w:rPr>
        <w:t xml:space="preserve">يسح دمك وعالارض جسمك وتنفجع امك والدمع هالي </w:t>
      </w:r>
    </w:p>
    <w:p w:rsidR="00C46C29" w:rsidRDefault="00C46C29" w:rsidP="00C46C29">
      <w:pPr>
        <w:pStyle w:val="libPoemCenter"/>
        <w:rPr>
          <w:rFonts w:hint="cs"/>
          <w:rtl/>
        </w:rPr>
      </w:pPr>
      <w:r>
        <w:rPr>
          <w:rFonts w:hint="cs"/>
          <w:rtl/>
        </w:rPr>
        <w:t xml:space="preserve">أصل يمك ومهجتي اتضمك ومن أثر عزمك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أودعك يا علي الأكبر ودليلي لفرگتك مفجوع </w:t>
      </w:r>
    </w:p>
    <w:p w:rsidR="00C46C29" w:rsidRDefault="00C46C29" w:rsidP="00C46C29">
      <w:pPr>
        <w:pStyle w:val="libPoemCenter"/>
        <w:rPr>
          <w:rFonts w:hint="cs"/>
          <w:rtl/>
        </w:rPr>
      </w:pPr>
      <w:r>
        <w:rPr>
          <w:rFonts w:hint="cs"/>
          <w:rtl/>
        </w:rPr>
        <w:t xml:space="preserve">وأريد اگصد لعد جاسم وافجّر بالدمع ينبوع </w:t>
      </w:r>
    </w:p>
    <w:p w:rsidR="00C46C29" w:rsidRDefault="00C46C29" w:rsidP="00C46C29">
      <w:pPr>
        <w:pStyle w:val="libPoemCenter"/>
        <w:rPr>
          <w:rFonts w:hint="cs"/>
          <w:rtl/>
        </w:rPr>
      </w:pPr>
      <w:r>
        <w:rPr>
          <w:rFonts w:hint="cs"/>
          <w:rtl/>
        </w:rPr>
        <w:t xml:space="preserve">واگله عرسك امبارك علگنه للزفاف اشموع </w:t>
      </w:r>
    </w:p>
    <w:p w:rsidR="00C46C29" w:rsidRDefault="00C46C29" w:rsidP="00C46C29">
      <w:pPr>
        <w:pStyle w:val="libPoemCenter"/>
        <w:rPr>
          <w:rFonts w:hint="cs"/>
          <w:rtl/>
        </w:rPr>
      </w:pPr>
      <w:r>
        <w:rPr>
          <w:rFonts w:hint="cs"/>
          <w:rtl/>
        </w:rPr>
        <w:t xml:space="preserve">بس لا تغدر الأيام وشموعك تصير دموع </w:t>
      </w:r>
    </w:p>
    <w:p w:rsidR="00C46C29" w:rsidRDefault="00C46C29" w:rsidP="00C46C29">
      <w:pPr>
        <w:pStyle w:val="libPoemCenter"/>
        <w:rPr>
          <w:rFonts w:hint="cs"/>
          <w:rtl/>
        </w:rPr>
      </w:pPr>
      <w:r>
        <w:rPr>
          <w:rFonts w:hint="cs"/>
          <w:rtl/>
        </w:rPr>
        <w:t xml:space="preserve">تهل دمعه وبالخيم شمعه وجهك انودعه وهالوجه غالي </w:t>
      </w:r>
    </w:p>
    <w:p w:rsidR="00C46C29" w:rsidRDefault="00C46C29" w:rsidP="00C46C29">
      <w:pPr>
        <w:pStyle w:val="libPoemCenter"/>
        <w:rPr>
          <w:rFonts w:hint="cs"/>
          <w:rtl/>
        </w:rPr>
      </w:pPr>
      <w:r>
        <w:rPr>
          <w:rFonts w:hint="cs"/>
          <w:rtl/>
        </w:rPr>
        <w:t xml:space="preserve">الگلب ينعه والنعي اتسمعه ابمهجه منفجعه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يجاسم هذا توديعك واروحن للرضيع النوب </w:t>
      </w:r>
    </w:p>
    <w:p w:rsidR="00C46C29" w:rsidRDefault="00C46C29" w:rsidP="00C46C29">
      <w:pPr>
        <w:pStyle w:val="libPoemCenter"/>
        <w:rPr>
          <w:rFonts w:hint="cs"/>
          <w:rtl/>
        </w:rPr>
      </w:pPr>
      <w:r>
        <w:rPr>
          <w:rFonts w:hint="cs"/>
          <w:rtl/>
        </w:rPr>
        <w:t xml:space="preserve">وگابل مهد عبدالله وأحاچيه بگلب مصيوب </w:t>
      </w:r>
    </w:p>
    <w:p w:rsidR="00C46C29" w:rsidRDefault="00C46C29" w:rsidP="00C46C29">
      <w:pPr>
        <w:pStyle w:val="libPoemCenter"/>
        <w:rPr>
          <w:rFonts w:hint="cs"/>
          <w:rtl/>
        </w:rPr>
      </w:pPr>
      <w:r>
        <w:rPr>
          <w:rFonts w:hint="cs"/>
          <w:rtl/>
        </w:rPr>
        <w:lastRenderedPageBreak/>
        <w:t xml:space="preserve">واگله عمك العباس يطفي گلبك الملهوب </w:t>
      </w:r>
    </w:p>
    <w:p w:rsidR="00C46C29" w:rsidRDefault="00C46C29" w:rsidP="00C46C29">
      <w:pPr>
        <w:pStyle w:val="libPoemCenter"/>
        <w:rPr>
          <w:rFonts w:hint="cs"/>
          <w:rtl/>
        </w:rPr>
      </w:pPr>
      <w:r>
        <w:rPr>
          <w:rFonts w:hint="cs"/>
          <w:rtl/>
        </w:rPr>
        <w:t xml:space="preserve">بس لا تنذبح ضامي واشوفك بالدمه مخضوب </w:t>
      </w:r>
    </w:p>
    <w:p w:rsidR="00C46C29" w:rsidRDefault="00C46C29" w:rsidP="00C46C29">
      <w:pPr>
        <w:pStyle w:val="libPoemCenter"/>
        <w:rPr>
          <w:rFonts w:hint="cs"/>
          <w:rtl/>
        </w:rPr>
      </w:pPr>
      <w:r>
        <w:rPr>
          <w:rFonts w:hint="cs"/>
          <w:rtl/>
        </w:rPr>
        <w:t xml:space="preserve">أصل مهدك وانحب لفگدك لو شفت بعدك مهدك الخالي </w:t>
      </w:r>
    </w:p>
    <w:p w:rsidR="00C46C29" w:rsidRDefault="00C46C29" w:rsidP="00C46C29">
      <w:pPr>
        <w:pStyle w:val="libPoemCenter"/>
        <w:rPr>
          <w:rFonts w:hint="cs"/>
          <w:rtl/>
        </w:rPr>
      </w:pPr>
      <w:r>
        <w:rPr>
          <w:rFonts w:hint="cs"/>
          <w:rtl/>
        </w:rPr>
        <w:t xml:space="preserve">جمر چبدك ينطفي ابلحدك ومهجتي اترصدك أحرس عيالي </w:t>
      </w:r>
    </w:p>
    <w:p w:rsidR="00C46C29" w:rsidRDefault="00C46C29" w:rsidP="00C46C29">
      <w:pPr>
        <w:pStyle w:val="libPoemCenter"/>
        <w:rPr>
          <w:rFonts w:hint="cs"/>
          <w:rtl/>
        </w:rPr>
      </w:pPr>
      <w:r>
        <w:rPr>
          <w:rFonts w:hint="cs"/>
          <w:rtl/>
        </w:rPr>
        <w:t xml:space="preserve">تودعوني تودعوني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82" w:name="51"/>
      <w:bookmarkStart w:id="83" w:name="_Toc495744837"/>
      <w:r>
        <w:rPr>
          <w:rFonts w:hint="cs"/>
          <w:rtl/>
        </w:rPr>
        <w:lastRenderedPageBreak/>
        <w:t>هكذا رجعت</w:t>
      </w:r>
      <w:bookmarkEnd w:id="82"/>
      <w:bookmarkEnd w:id="83"/>
      <w:r>
        <w:rPr>
          <w:rFonts w:hint="cs"/>
          <w:rtl/>
        </w:rPr>
        <w:t xml:space="preserve"> </w:t>
      </w:r>
    </w:p>
    <w:p w:rsidR="00C46C29" w:rsidRDefault="00C46C29" w:rsidP="00C46C29">
      <w:pPr>
        <w:pStyle w:val="libPoemCenter"/>
        <w:rPr>
          <w:rFonts w:hint="cs"/>
          <w:rtl/>
        </w:rPr>
      </w:pPr>
      <w:r>
        <w:rPr>
          <w:rFonts w:hint="cs"/>
          <w:rtl/>
        </w:rPr>
        <w:t xml:space="preserve">رديت ابعيله وأيتام واشعملت بينه الأيام </w:t>
      </w:r>
    </w:p>
    <w:p w:rsidR="00C46C29" w:rsidRDefault="00C46C29" w:rsidP="00C46C29">
      <w:pPr>
        <w:pStyle w:val="libPoemCenter"/>
        <w:rPr>
          <w:rFonts w:hint="cs"/>
          <w:rtl/>
        </w:rPr>
      </w:pPr>
      <w:r>
        <w:rPr>
          <w:rFonts w:hint="cs"/>
          <w:rtl/>
        </w:rPr>
        <w:t xml:space="preserve">يمك جينه يا والينه </w:t>
      </w:r>
    </w:p>
    <w:p w:rsidR="00C46C29" w:rsidRDefault="00C46C29" w:rsidP="00C46C29">
      <w:pPr>
        <w:pStyle w:val="libPoemCenter"/>
        <w:rPr>
          <w:rFonts w:hint="cs"/>
          <w:rtl/>
        </w:rPr>
      </w:pPr>
      <w:r>
        <w:rPr>
          <w:rFonts w:hint="cs"/>
          <w:rtl/>
        </w:rPr>
        <w:t xml:space="preserve">واشعملت بينه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عيله واجت من اليسر جابت الروس اوياها </w:t>
      </w:r>
    </w:p>
    <w:p w:rsidR="00C46C29" w:rsidRDefault="00C46C29" w:rsidP="00C46C29">
      <w:pPr>
        <w:pStyle w:val="libPoemCenter"/>
        <w:rPr>
          <w:rFonts w:hint="cs"/>
          <w:rtl/>
        </w:rPr>
      </w:pPr>
      <w:r>
        <w:rPr>
          <w:rFonts w:hint="cs"/>
          <w:rtl/>
        </w:rPr>
        <w:t xml:space="preserve">لا واحد اعليها نشد ولا واحد اتلگاها </w:t>
      </w:r>
    </w:p>
    <w:p w:rsidR="00C46C29" w:rsidRDefault="00C46C29" w:rsidP="00C46C29">
      <w:pPr>
        <w:pStyle w:val="libPoemCenter"/>
        <w:rPr>
          <w:rFonts w:hint="cs"/>
          <w:rtl/>
        </w:rPr>
      </w:pPr>
      <w:r>
        <w:rPr>
          <w:rFonts w:hint="cs"/>
          <w:rtl/>
        </w:rPr>
        <w:t xml:space="preserve">ومحد سأل هالعايله وين الدهر وداها </w:t>
      </w:r>
    </w:p>
    <w:p w:rsidR="00C46C29" w:rsidRDefault="00C46C29" w:rsidP="00C46C29">
      <w:pPr>
        <w:pStyle w:val="libPoemCenter"/>
        <w:rPr>
          <w:rFonts w:hint="cs"/>
          <w:rtl/>
        </w:rPr>
      </w:pPr>
      <w:r>
        <w:rPr>
          <w:rFonts w:hint="cs"/>
          <w:rtl/>
        </w:rPr>
        <w:t xml:space="preserve">بس الگبور ابكربله او لاخبر من ولياها </w:t>
      </w:r>
    </w:p>
    <w:p w:rsidR="00C46C29" w:rsidRDefault="00C46C29" w:rsidP="00C46C29">
      <w:pPr>
        <w:pStyle w:val="libPoemCenter"/>
        <w:rPr>
          <w:rFonts w:hint="cs"/>
          <w:rtl/>
        </w:rPr>
      </w:pPr>
      <w:r>
        <w:rPr>
          <w:rFonts w:hint="cs"/>
          <w:rtl/>
        </w:rPr>
        <w:t xml:space="preserve">جيتك يبن امي ابياحال محتاره ابخدّر واطفال </w:t>
      </w:r>
    </w:p>
    <w:p w:rsidR="00C46C29" w:rsidRDefault="00C46C29" w:rsidP="00C46C29">
      <w:pPr>
        <w:pStyle w:val="libPoemCenter"/>
        <w:rPr>
          <w:rFonts w:hint="cs"/>
          <w:rtl/>
        </w:rPr>
      </w:pPr>
      <w:r>
        <w:rPr>
          <w:rFonts w:hint="cs"/>
          <w:rtl/>
        </w:rPr>
        <w:t xml:space="preserve">اشعملوا بينه يا والينه </w:t>
      </w:r>
    </w:p>
    <w:p w:rsidR="00C46C29" w:rsidRDefault="00C46C29" w:rsidP="00C46C29">
      <w:pPr>
        <w:pStyle w:val="libPoemCenter"/>
        <w:rPr>
          <w:rFonts w:hint="cs"/>
          <w:rtl/>
        </w:rPr>
      </w:pPr>
      <w:r>
        <w:rPr>
          <w:rFonts w:hint="cs"/>
          <w:rtl/>
        </w:rPr>
        <w:t xml:space="preserve">واشعملت بينه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مهضومه من جور الدهر يالوعتي ويا هظمي </w:t>
      </w:r>
    </w:p>
    <w:p w:rsidR="00C46C29" w:rsidRDefault="00C46C29" w:rsidP="00C46C29">
      <w:pPr>
        <w:pStyle w:val="libPoemCenter"/>
        <w:rPr>
          <w:rFonts w:hint="cs"/>
          <w:rtl/>
        </w:rPr>
      </w:pPr>
      <w:r>
        <w:rPr>
          <w:rFonts w:hint="cs"/>
          <w:rtl/>
        </w:rPr>
        <w:t xml:space="preserve">لا ذيچ هيبة عزتي او لاهالوضع يبن امي </w:t>
      </w:r>
    </w:p>
    <w:p w:rsidR="00C46C29" w:rsidRDefault="00C46C29" w:rsidP="00C46C29">
      <w:pPr>
        <w:pStyle w:val="libPoemCenter"/>
        <w:rPr>
          <w:rFonts w:hint="cs"/>
          <w:rtl/>
        </w:rPr>
      </w:pPr>
      <w:r>
        <w:rPr>
          <w:rFonts w:hint="cs"/>
          <w:rtl/>
        </w:rPr>
        <w:t xml:space="preserve">مصيونه چنت ابمحملي والاخوه چانت يمي </w:t>
      </w:r>
    </w:p>
    <w:p w:rsidR="00C46C29" w:rsidRDefault="00C46C29" w:rsidP="00C46C29">
      <w:pPr>
        <w:pStyle w:val="libPoemCenter"/>
        <w:rPr>
          <w:rFonts w:hint="cs"/>
          <w:rtl/>
        </w:rPr>
      </w:pPr>
      <w:r>
        <w:rPr>
          <w:rFonts w:hint="cs"/>
          <w:rtl/>
        </w:rPr>
        <w:t xml:space="preserve">لني سبيه اويه العده وأحمل مرارة همي </w:t>
      </w:r>
    </w:p>
    <w:p w:rsidR="00C46C29" w:rsidRDefault="00C46C29" w:rsidP="00C46C29">
      <w:pPr>
        <w:pStyle w:val="libPoemCenter"/>
        <w:rPr>
          <w:rFonts w:hint="cs"/>
          <w:rtl/>
        </w:rPr>
      </w:pPr>
      <w:r>
        <w:rPr>
          <w:rFonts w:hint="cs"/>
          <w:rtl/>
        </w:rPr>
        <w:t xml:space="preserve">يبن امي وعگب الوليان چتالك يحدي الركبان </w:t>
      </w:r>
    </w:p>
    <w:p w:rsidR="00C46C29" w:rsidRDefault="00C46C29" w:rsidP="00C46C29">
      <w:pPr>
        <w:pStyle w:val="libPoemCenter"/>
        <w:rPr>
          <w:rFonts w:hint="cs"/>
          <w:rtl/>
        </w:rPr>
      </w:pPr>
      <w:r>
        <w:rPr>
          <w:rFonts w:hint="cs"/>
          <w:rtl/>
        </w:rPr>
        <w:t xml:space="preserve">جار اعلينه يا والينه </w:t>
      </w:r>
    </w:p>
    <w:p w:rsidR="00C46C29" w:rsidRDefault="00C46C29" w:rsidP="00C46C29">
      <w:pPr>
        <w:pStyle w:val="libPoemCenter"/>
        <w:rPr>
          <w:rFonts w:hint="cs"/>
          <w:rtl/>
        </w:rPr>
      </w:pPr>
      <w:r>
        <w:rPr>
          <w:rFonts w:hint="cs"/>
          <w:rtl/>
        </w:rPr>
        <w:t xml:space="preserve">واشعملت بينه الأيام </w:t>
      </w:r>
    </w:p>
    <w:p w:rsidR="00C46C29" w:rsidRDefault="00C46C29" w:rsidP="00C46C29">
      <w:pPr>
        <w:pStyle w:val="libPoemCenter"/>
        <w:rPr>
          <w:rFonts w:hint="cs"/>
          <w:rtl/>
        </w:rPr>
      </w:pPr>
      <w:r>
        <w:rPr>
          <w:rFonts w:hint="cs"/>
          <w:rtl/>
        </w:rPr>
        <w:t xml:space="preserve">عفتك ذبيح ابمصرعك واطلعت ويه اعيالك </w:t>
      </w:r>
    </w:p>
    <w:p w:rsidR="00C46C29" w:rsidRDefault="00C46C29" w:rsidP="00C46C29">
      <w:pPr>
        <w:pStyle w:val="libPoemCenter"/>
        <w:rPr>
          <w:rFonts w:hint="cs"/>
          <w:rtl/>
        </w:rPr>
      </w:pPr>
      <w:r>
        <w:rPr>
          <w:rFonts w:hint="cs"/>
          <w:rtl/>
        </w:rPr>
        <w:t xml:space="preserve">يبن امي من بعدك صبح حادي الظعن چتالك </w:t>
      </w:r>
    </w:p>
    <w:p w:rsidR="00C46C29" w:rsidRDefault="00C46C29" w:rsidP="00C46C29">
      <w:pPr>
        <w:pStyle w:val="libPoemCenter"/>
        <w:rPr>
          <w:rFonts w:hint="cs"/>
          <w:rtl/>
        </w:rPr>
      </w:pPr>
      <w:r>
        <w:rPr>
          <w:rFonts w:hint="cs"/>
          <w:rtl/>
        </w:rPr>
        <w:t xml:space="preserve">ما أدري ابگه بكربله واگعد وألم أوصالك </w:t>
      </w:r>
    </w:p>
    <w:p w:rsidR="00C46C29" w:rsidRDefault="00C46C29" w:rsidP="00C46C29">
      <w:pPr>
        <w:pStyle w:val="libPoemCenter"/>
        <w:rPr>
          <w:rFonts w:hint="cs"/>
          <w:rtl/>
        </w:rPr>
      </w:pPr>
      <w:r>
        <w:rPr>
          <w:rFonts w:hint="cs"/>
          <w:rtl/>
        </w:rPr>
        <w:t xml:space="preserve">ما ادري اطلع بالظعن واتمحَّن بأطفالك </w:t>
      </w:r>
    </w:p>
    <w:p w:rsidR="00C46C29" w:rsidRDefault="00C46C29" w:rsidP="00C46C29">
      <w:pPr>
        <w:pStyle w:val="libPoemCenter"/>
        <w:rPr>
          <w:rFonts w:hint="cs"/>
          <w:rtl/>
        </w:rPr>
      </w:pPr>
      <w:r>
        <w:rPr>
          <w:rFonts w:hint="cs"/>
          <w:rtl/>
        </w:rPr>
        <w:t xml:space="preserve">أطلع لو أبگه احتاريت من يمك مغصوبه امشيت </w:t>
      </w:r>
    </w:p>
    <w:p w:rsidR="00C46C29" w:rsidRDefault="00C46C29" w:rsidP="00C46C29">
      <w:pPr>
        <w:pStyle w:val="libPoemCenter"/>
        <w:rPr>
          <w:rFonts w:hint="cs"/>
          <w:rtl/>
        </w:rPr>
      </w:pPr>
      <w:r>
        <w:rPr>
          <w:rFonts w:hint="cs"/>
          <w:rtl/>
        </w:rPr>
        <w:t xml:space="preserve">اشلون امشينه يا والينه </w:t>
      </w:r>
    </w:p>
    <w:p w:rsidR="00C46C29" w:rsidRDefault="00C46C29" w:rsidP="00C46C29">
      <w:pPr>
        <w:pStyle w:val="libPoemCenter"/>
        <w:rPr>
          <w:rFonts w:hint="cs"/>
          <w:rtl/>
        </w:rPr>
      </w:pPr>
      <w:r>
        <w:rPr>
          <w:rFonts w:hint="cs"/>
          <w:rtl/>
        </w:rPr>
        <w:t xml:space="preserve">واشعملت بينه الأيام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يمك ردت بالطف أظل يبن امي ما خلوني </w:t>
      </w:r>
    </w:p>
    <w:p w:rsidR="00C46C29" w:rsidRDefault="00C46C29" w:rsidP="00C46C29">
      <w:pPr>
        <w:pStyle w:val="libPoemCenter"/>
        <w:rPr>
          <w:rFonts w:hint="cs"/>
          <w:rtl/>
        </w:rPr>
      </w:pPr>
      <w:r>
        <w:rPr>
          <w:rFonts w:hint="cs"/>
          <w:rtl/>
        </w:rPr>
        <w:t xml:space="preserve">للكوفه من يمك غصب ويه الظعن مشوني </w:t>
      </w:r>
    </w:p>
    <w:p w:rsidR="00C46C29" w:rsidRDefault="00C46C29" w:rsidP="00C46C29">
      <w:pPr>
        <w:pStyle w:val="libPoemCenter"/>
        <w:rPr>
          <w:rFonts w:hint="cs"/>
          <w:rtl/>
        </w:rPr>
      </w:pPr>
      <w:r>
        <w:rPr>
          <w:rFonts w:hint="cs"/>
          <w:rtl/>
        </w:rPr>
        <w:t xml:space="preserve">كل ساعه يحسين التفت لجسمك وادير عيوني </w:t>
      </w:r>
    </w:p>
    <w:p w:rsidR="00C46C29" w:rsidRDefault="00C46C29" w:rsidP="00C46C29">
      <w:pPr>
        <w:pStyle w:val="libPoemCenter"/>
        <w:rPr>
          <w:rFonts w:hint="cs"/>
          <w:rtl/>
        </w:rPr>
      </w:pPr>
      <w:r>
        <w:rPr>
          <w:rFonts w:hint="cs"/>
          <w:rtl/>
        </w:rPr>
        <w:t xml:space="preserve">من عگب هيبة محملي فوگ الهزل يسروني </w:t>
      </w:r>
    </w:p>
    <w:p w:rsidR="00C46C29" w:rsidRDefault="00C46C29" w:rsidP="00C46C29">
      <w:pPr>
        <w:pStyle w:val="libPoemCenter"/>
        <w:rPr>
          <w:rFonts w:hint="cs"/>
          <w:rtl/>
        </w:rPr>
      </w:pPr>
      <w:r>
        <w:rPr>
          <w:rFonts w:hint="cs"/>
          <w:rtl/>
        </w:rPr>
        <w:t xml:space="preserve">عالناگه ومشبوحه العين أمشي وأتلفَّت يحسين </w:t>
      </w:r>
    </w:p>
    <w:p w:rsidR="00C46C29" w:rsidRDefault="00C46C29" w:rsidP="00C46C29">
      <w:pPr>
        <w:pStyle w:val="libPoemCenter"/>
        <w:rPr>
          <w:rFonts w:hint="cs"/>
          <w:rtl/>
        </w:rPr>
      </w:pPr>
      <w:r>
        <w:rPr>
          <w:rFonts w:hint="cs"/>
          <w:rtl/>
        </w:rPr>
        <w:t xml:space="preserve">واميسرينه يا والينه </w:t>
      </w:r>
    </w:p>
    <w:p w:rsidR="00C46C29" w:rsidRDefault="00C46C29" w:rsidP="00C46C29">
      <w:pPr>
        <w:pStyle w:val="libPoemCenter"/>
        <w:rPr>
          <w:rFonts w:hint="cs"/>
          <w:rtl/>
        </w:rPr>
      </w:pPr>
      <w:r>
        <w:rPr>
          <w:rFonts w:hint="cs"/>
          <w:rtl/>
        </w:rPr>
        <w:t xml:space="preserve">واشعملت بينه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دمك ابدمعاتي امتزج وشاركتك بآلامك </w:t>
      </w:r>
    </w:p>
    <w:p w:rsidR="00C46C29" w:rsidRDefault="00C46C29" w:rsidP="00C46C29">
      <w:pPr>
        <w:pStyle w:val="libPoemCenter"/>
        <w:rPr>
          <w:rFonts w:hint="cs"/>
          <w:rtl/>
        </w:rPr>
      </w:pPr>
      <w:r>
        <w:rPr>
          <w:rFonts w:hint="cs"/>
          <w:rtl/>
        </w:rPr>
        <w:t xml:space="preserve">عنك رحت وبمهجتي يسعر لهيب خيامك </w:t>
      </w:r>
    </w:p>
    <w:p w:rsidR="00C46C29" w:rsidRDefault="00C46C29" w:rsidP="00C46C29">
      <w:pPr>
        <w:pStyle w:val="libPoemCenter"/>
        <w:rPr>
          <w:rFonts w:hint="cs"/>
          <w:rtl/>
        </w:rPr>
      </w:pPr>
      <w:r>
        <w:rPr>
          <w:rFonts w:hint="cs"/>
          <w:rtl/>
        </w:rPr>
        <w:t xml:space="preserve">من بعد حرگ امخيمك بروحي اجمعت أيتامك </w:t>
      </w:r>
    </w:p>
    <w:p w:rsidR="00C46C29" w:rsidRDefault="00C46C29" w:rsidP="00C46C29">
      <w:pPr>
        <w:pStyle w:val="libPoemCenter"/>
        <w:rPr>
          <w:rFonts w:hint="cs"/>
          <w:rtl/>
        </w:rPr>
      </w:pPr>
      <w:r>
        <w:rPr>
          <w:rFonts w:hint="cs"/>
          <w:rtl/>
        </w:rPr>
        <w:t xml:space="preserve">وفّيت وياك العهد يامن وفيت اذمامك </w:t>
      </w:r>
    </w:p>
    <w:p w:rsidR="00C46C29" w:rsidRDefault="00C46C29" w:rsidP="00C46C29">
      <w:pPr>
        <w:pStyle w:val="libPoemCenter"/>
        <w:rPr>
          <w:rFonts w:hint="cs"/>
          <w:rtl/>
        </w:rPr>
      </w:pPr>
      <w:r>
        <w:rPr>
          <w:rFonts w:hint="cs"/>
          <w:rtl/>
        </w:rPr>
        <w:t xml:space="preserve">ويه ظعونك جيت اليوم ظليت انشد يامظلوم </w:t>
      </w:r>
    </w:p>
    <w:p w:rsidR="00C46C29" w:rsidRDefault="00C46C29" w:rsidP="00C46C29">
      <w:pPr>
        <w:pStyle w:val="libPoemCenter"/>
        <w:rPr>
          <w:rFonts w:hint="cs"/>
          <w:rtl/>
        </w:rPr>
      </w:pPr>
      <w:r>
        <w:rPr>
          <w:rFonts w:hint="cs"/>
          <w:rtl/>
        </w:rPr>
        <w:t xml:space="preserve">گبرك وينه يا والينه </w:t>
      </w:r>
    </w:p>
    <w:p w:rsidR="00C46C29" w:rsidRDefault="00C46C29" w:rsidP="00C46C29">
      <w:pPr>
        <w:pStyle w:val="libPoemCenter"/>
        <w:rPr>
          <w:rFonts w:hint="cs"/>
          <w:rtl/>
        </w:rPr>
      </w:pPr>
      <w:r>
        <w:rPr>
          <w:rFonts w:hint="cs"/>
          <w:rtl/>
        </w:rPr>
        <w:t xml:space="preserve">واشعملت بينه الأيام </w:t>
      </w:r>
    </w:p>
    <w:p w:rsidR="00C46C29" w:rsidRDefault="00C46C29" w:rsidP="00C46C29">
      <w:pPr>
        <w:pStyle w:val="libLeft"/>
        <w:rPr>
          <w:rFonts w:hint="cs"/>
          <w:rtl/>
        </w:rPr>
      </w:pPr>
      <w:r>
        <w:rPr>
          <w:rFonts w:hint="cs"/>
          <w:rtl/>
        </w:rPr>
        <w:t>(لندن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Pr>
      </w:pPr>
      <w:bookmarkStart w:id="84" w:name="_Toc495744838"/>
      <w:r>
        <w:rPr>
          <w:rFonts w:hint="cs"/>
          <w:rtl/>
        </w:rPr>
        <w:lastRenderedPageBreak/>
        <w:t>ياعم ياجابر</w:t>
      </w:r>
      <w:bookmarkEnd w:id="84"/>
      <w:r>
        <w:rPr>
          <w:rFonts w:hint="cs"/>
          <w:rtl/>
        </w:rPr>
        <w:t xml:space="preserve"> </w:t>
      </w:r>
    </w:p>
    <w:p w:rsidR="00C46C29" w:rsidRDefault="00C46C29" w:rsidP="00C46C29">
      <w:pPr>
        <w:pStyle w:val="libPoemCenter"/>
        <w:rPr>
          <w:rFonts w:hint="cs"/>
          <w:rtl/>
        </w:rPr>
      </w:pPr>
      <w:r>
        <w:rPr>
          <w:rFonts w:hint="cs"/>
          <w:rtl/>
        </w:rPr>
        <w:t xml:space="preserve">عمي يجابر خليني صابر </w:t>
      </w:r>
    </w:p>
    <w:p w:rsidR="00C46C29" w:rsidRDefault="00C46C29" w:rsidP="00C46C29">
      <w:pPr>
        <w:pStyle w:val="libPoemCenter"/>
        <w:rPr>
          <w:rFonts w:hint="cs"/>
          <w:rtl/>
        </w:rPr>
      </w:pPr>
      <w:r>
        <w:rPr>
          <w:rFonts w:hint="cs"/>
          <w:rtl/>
        </w:rPr>
        <w:t xml:space="preserve">رجعنه عايله وأيتام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منازل كربله هذي ومصارع أهلي واحبابي </w:t>
      </w:r>
    </w:p>
    <w:p w:rsidR="00C46C29" w:rsidRDefault="00C46C29" w:rsidP="00C46C29">
      <w:pPr>
        <w:pStyle w:val="libPoemCenter"/>
        <w:rPr>
          <w:rFonts w:hint="cs"/>
          <w:rtl/>
        </w:rPr>
      </w:pPr>
      <w:r>
        <w:rPr>
          <w:rFonts w:hint="cs"/>
          <w:rtl/>
        </w:rPr>
        <w:t xml:space="preserve">يجابر بالله ساعدني اعله همي ولوعة مصابي </w:t>
      </w:r>
    </w:p>
    <w:p w:rsidR="00C46C29" w:rsidRDefault="00C46C29" w:rsidP="00C46C29">
      <w:pPr>
        <w:pStyle w:val="libPoemCenter"/>
        <w:rPr>
          <w:rFonts w:hint="cs"/>
          <w:rtl/>
        </w:rPr>
      </w:pPr>
      <w:r>
        <w:rPr>
          <w:rFonts w:hint="cs"/>
          <w:rtl/>
        </w:rPr>
        <w:t xml:space="preserve">اجيت اخمد جمر گلبي ابدمعتي وصرخة عتابي </w:t>
      </w:r>
    </w:p>
    <w:p w:rsidR="00C46C29" w:rsidRDefault="00C46C29" w:rsidP="00C46C29">
      <w:pPr>
        <w:pStyle w:val="libPoemCenter"/>
        <w:rPr>
          <w:rFonts w:hint="cs"/>
          <w:rtl/>
        </w:rPr>
      </w:pPr>
      <w:r>
        <w:rPr>
          <w:rFonts w:hint="cs"/>
          <w:rtl/>
        </w:rPr>
        <w:t xml:space="preserve">مرار الدهر صوبني وبعد ما يضمد اصوابي </w:t>
      </w:r>
    </w:p>
    <w:p w:rsidR="00C46C29" w:rsidRDefault="00C46C29" w:rsidP="00C46C29">
      <w:pPr>
        <w:pStyle w:val="libPoemCenter"/>
        <w:rPr>
          <w:rFonts w:hint="cs"/>
          <w:rtl/>
        </w:rPr>
      </w:pPr>
      <w:r>
        <w:rPr>
          <w:rFonts w:hint="cs"/>
          <w:rtl/>
        </w:rPr>
        <w:t xml:space="preserve">ابجمرة غليلي يسعر دليلي </w:t>
      </w:r>
    </w:p>
    <w:p w:rsidR="00C46C29" w:rsidRDefault="00C46C29" w:rsidP="00C46C29">
      <w:pPr>
        <w:pStyle w:val="libPoemCenter"/>
        <w:rPr>
          <w:rFonts w:hint="cs"/>
          <w:rtl/>
        </w:rPr>
      </w:pPr>
      <w:r>
        <w:rPr>
          <w:rFonts w:hint="cs"/>
          <w:rtl/>
        </w:rPr>
        <w:t xml:space="preserve">مرار ونايبه وأسقام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تحملت الصبر لاچن اظل اتحمله اشچم دوب </w:t>
      </w:r>
    </w:p>
    <w:p w:rsidR="00C46C29" w:rsidRDefault="00C46C29" w:rsidP="00C46C29">
      <w:pPr>
        <w:pStyle w:val="libPoemCenter"/>
        <w:rPr>
          <w:rFonts w:hint="cs"/>
          <w:rtl/>
        </w:rPr>
      </w:pPr>
      <w:r>
        <w:rPr>
          <w:rFonts w:hint="cs"/>
          <w:rtl/>
        </w:rPr>
        <w:t xml:space="preserve">لون همي ابجبل ثهلان يمور امن الصبر ويذوب </w:t>
      </w:r>
    </w:p>
    <w:p w:rsidR="00C46C29" w:rsidRDefault="00C46C29" w:rsidP="00C46C29">
      <w:pPr>
        <w:pStyle w:val="libPoemCenter"/>
        <w:rPr>
          <w:rFonts w:hint="cs"/>
          <w:rtl/>
        </w:rPr>
      </w:pPr>
      <w:r>
        <w:rPr>
          <w:rFonts w:hint="cs"/>
          <w:rtl/>
        </w:rPr>
        <w:t xml:space="preserve">يجابر شفت بعيوني علي الأكبر وگع مصيوب </w:t>
      </w:r>
    </w:p>
    <w:p w:rsidR="00C46C29" w:rsidRDefault="00C46C29" w:rsidP="00C46C29">
      <w:pPr>
        <w:pStyle w:val="libPoemCenter"/>
        <w:rPr>
          <w:rFonts w:hint="cs"/>
          <w:rtl/>
        </w:rPr>
      </w:pPr>
      <w:r>
        <w:rPr>
          <w:rFonts w:hint="cs"/>
          <w:rtl/>
        </w:rPr>
        <w:t xml:space="preserve">شبيه المصطفه المختار من دم هامته مخضوب </w:t>
      </w:r>
    </w:p>
    <w:p w:rsidR="00C46C29" w:rsidRDefault="00C46C29" w:rsidP="00C46C29">
      <w:pPr>
        <w:pStyle w:val="libPoemCenter"/>
        <w:rPr>
          <w:rFonts w:hint="cs"/>
          <w:rtl/>
        </w:rPr>
      </w:pPr>
      <w:r>
        <w:rPr>
          <w:rFonts w:hint="cs"/>
          <w:rtl/>
        </w:rPr>
        <w:t xml:space="preserve">من شفت الاكبر جسمه توذر </w:t>
      </w:r>
    </w:p>
    <w:p w:rsidR="00C46C29" w:rsidRDefault="00C46C29" w:rsidP="00C46C29">
      <w:pPr>
        <w:pStyle w:val="libPoemCenter"/>
        <w:rPr>
          <w:rFonts w:hint="cs"/>
          <w:rtl/>
        </w:rPr>
      </w:pPr>
      <w:r>
        <w:rPr>
          <w:rFonts w:hint="cs"/>
          <w:rtl/>
        </w:rPr>
        <w:t xml:space="preserve">ناديت ودليلي هام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يجابر والفجع گلبي وحرگني ابجمرة الونه </w:t>
      </w:r>
    </w:p>
    <w:p w:rsidR="00C46C29" w:rsidRDefault="00C46C29" w:rsidP="00C46C29">
      <w:pPr>
        <w:pStyle w:val="libPoemCenter"/>
        <w:rPr>
          <w:rFonts w:hint="cs"/>
          <w:rtl/>
        </w:rPr>
      </w:pPr>
      <w:r>
        <w:rPr>
          <w:rFonts w:hint="cs"/>
          <w:rtl/>
        </w:rPr>
        <w:t xml:space="preserve">الدهر صوبني ثاني صواب هاك اخذ الخبر عنه </w:t>
      </w:r>
    </w:p>
    <w:p w:rsidR="00C46C29" w:rsidRDefault="00C46C29" w:rsidP="00C46C29">
      <w:pPr>
        <w:pStyle w:val="libPoemCenter"/>
        <w:rPr>
          <w:rFonts w:hint="cs"/>
          <w:rtl/>
        </w:rPr>
      </w:pPr>
      <w:r>
        <w:rPr>
          <w:rFonts w:hint="cs"/>
          <w:rtl/>
        </w:rPr>
        <w:t xml:space="preserve">شفت جاسم ابن عمي صريع وبالدمه اتحنه </w:t>
      </w:r>
    </w:p>
    <w:p w:rsidR="00C46C29" w:rsidRDefault="00C46C29" w:rsidP="00C46C29">
      <w:pPr>
        <w:pStyle w:val="libPoemCenter"/>
        <w:rPr>
          <w:rFonts w:hint="cs"/>
          <w:rtl/>
        </w:rPr>
      </w:pPr>
      <w:r>
        <w:rPr>
          <w:rFonts w:hint="cs"/>
          <w:rtl/>
        </w:rPr>
        <w:t xml:space="preserve">شباب وعرسه بالحومه وعوالي الگوم زفنّه </w:t>
      </w:r>
    </w:p>
    <w:p w:rsidR="00C46C29" w:rsidRDefault="00C46C29" w:rsidP="00C46C29">
      <w:pPr>
        <w:pStyle w:val="libPoemCenter"/>
        <w:rPr>
          <w:rFonts w:hint="cs"/>
          <w:rtl/>
        </w:rPr>
      </w:pPr>
      <w:r>
        <w:rPr>
          <w:rFonts w:hint="cs"/>
          <w:rtl/>
        </w:rPr>
        <w:t xml:space="preserve">واتحنت ايده من دم وريده </w:t>
      </w:r>
    </w:p>
    <w:p w:rsidR="00C46C29" w:rsidRDefault="00C46C29" w:rsidP="00C46C29">
      <w:pPr>
        <w:pStyle w:val="libPoemCenter"/>
        <w:rPr>
          <w:rFonts w:hint="cs"/>
          <w:rtl/>
        </w:rPr>
      </w:pPr>
      <w:r>
        <w:rPr>
          <w:rFonts w:hint="cs"/>
          <w:rtl/>
        </w:rPr>
        <w:t xml:space="preserve">يالوعة عرس جسام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يجابر وانته ما تدري اشعمل جور الدهر بينه </w:t>
      </w:r>
    </w:p>
    <w:p w:rsidR="00C46C29" w:rsidRDefault="00C46C29" w:rsidP="00C46C29">
      <w:pPr>
        <w:pStyle w:val="libPoemCenter"/>
        <w:rPr>
          <w:rFonts w:hint="cs"/>
          <w:rtl/>
        </w:rPr>
      </w:pPr>
      <w:r>
        <w:rPr>
          <w:rFonts w:hint="cs"/>
          <w:rtl/>
        </w:rPr>
        <w:t xml:space="preserve">كل ساعه نذير الموت نسمعه ابخبر يلفينه </w:t>
      </w:r>
    </w:p>
    <w:p w:rsidR="00C46C29" w:rsidRDefault="00C46C29" w:rsidP="00C46C29">
      <w:pPr>
        <w:pStyle w:val="libPoemCenter"/>
        <w:rPr>
          <w:rFonts w:hint="cs"/>
          <w:rtl/>
        </w:rPr>
      </w:pPr>
      <w:r>
        <w:rPr>
          <w:rFonts w:hint="cs"/>
          <w:rtl/>
        </w:rPr>
        <w:lastRenderedPageBreak/>
        <w:t xml:space="preserve">وثالث خبر عالشاطي الگمر صاب السهم عينه </w:t>
      </w:r>
    </w:p>
    <w:p w:rsidR="00C46C29" w:rsidRDefault="00C46C29" w:rsidP="00C46C29">
      <w:pPr>
        <w:pStyle w:val="libPoemCenter"/>
        <w:rPr>
          <w:rFonts w:hint="cs"/>
          <w:rtl/>
        </w:rPr>
      </w:pPr>
      <w:r>
        <w:rPr>
          <w:rFonts w:hint="cs"/>
          <w:rtl/>
        </w:rPr>
        <w:t xml:space="preserve">اگطعوا يسراه ويمينه وهوت رايته وچفينه </w:t>
      </w:r>
    </w:p>
    <w:p w:rsidR="00C46C29" w:rsidRDefault="00C46C29" w:rsidP="00C46C29">
      <w:pPr>
        <w:pStyle w:val="libPoemCenter"/>
        <w:rPr>
          <w:rFonts w:hint="cs"/>
          <w:rtl/>
        </w:rPr>
      </w:pPr>
      <w:r>
        <w:rPr>
          <w:rFonts w:hint="cs"/>
          <w:rtl/>
        </w:rPr>
        <w:t xml:space="preserve">عالشاطي جسمه والرايه يمه </w:t>
      </w:r>
    </w:p>
    <w:p w:rsidR="00C46C29" w:rsidRDefault="00C46C29" w:rsidP="00C46C29">
      <w:pPr>
        <w:pStyle w:val="libPoemCenter"/>
        <w:rPr>
          <w:rFonts w:hint="cs"/>
          <w:rtl/>
        </w:rPr>
      </w:pPr>
      <w:r>
        <w:rPr>
          <w:rFonts w:hint="cs"/>
          <w:rtl/>
        </w:rPr>
        <w:t xml:space="preserve">شفنه الهظم والآلام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الدمع مافارگ عيوني ودليلي ذايب ابصبره </w:t>
      </w:r>
    </w:p>
    <w:p w:rsidR="00C46C29" w:rsidRDefault="00C46C29" w:rsidP="00C46C29">
      <w:pPr>
        <w:pStyle w:val="libPoemCenter"/>
        <w:rPr>
          <w:rFonts w:hint="cs"/>
          <w:rtl/>
        </w:rPr>
      </w:pPr>
      <w:r>
        <w:rPr>
          <w:rFonts w:hint="cs"/>
          <w:rtl/>
        </w:rPr>
        <w:t xml:space="preserve">واخبرك خبر ياجابر يخلي ابمهجتك حسره </w:t>
      </w:r>
    </w:p>
    <w:p w:rsidR="00C46C29" w:rsidRDefault="00C46C29" w:rsidP="00C46C29">
      <w:pPr>
        <w:pStyle w:val="libPoemCenter"/>
        <w:rPr>
          <w:rFonts w:hint="cs"/>
          <w:rtl/>
        </w:rPr>
      </w:pPr>
      <w:r>
        <w:rPr>
          <w:rFonts w:hint="cs"/>
          <w:rtl/>
        </w:rPr>
        <w:t xml:space="preserve">هم شايف رضيع ايموت ضامي وينگطع نحره </w:t>
      </w:r>
    </w:p>
    <w:p w:rsidR="00C46C29" w:rsidRDefault="00C46C29" w:rsidP="00C46C29">
      <w:pPr>
        <w:pStyle w:val="libPoemCenter"/>
        <w:rPr>
          <w:rFonts w:hint="cs"/>
          <w:rtl/>
        </w:rPr>
      </w:pPr>
      <w:r>
        <w:rPr>
          <w:rFonts w:hint="cs"/>
          <w:rtl/>
        </w:rPr>
        <w:t xml:space="preserve">وبعيني شفت دمه يصب من ركبته لصدره </w:t>
      </w:r>
    </w:p>
    <w:p w:rsidR="00C46C29" w:rsidRDefault="00C46C29" w:rsidP="00C46C29">
      <w:pPr>
        <w:pStyle w:val="libPoemCenter"/>
        <w:rPr>
          <w:rFonts w:hint="cs"/>
          <w:rtl/>
        </w:rPr>
      </w:pPr>
      <w:r>
        <w:rPr>
          <w:rFonts w:hint="cs"/>
          <w:rtl/>
        </w:rPr>
        <w:t xml:space="preserve">فيض المدامع يرسم وقايع </w:t>
      </w:r>
    </w:p>
    <w:p w:rsidR="00C46C29" w:rsidRDefault="00C46C29" w:rsidP="00C46C29">
      <w:pPr>
        <w:pStyle w:val="libPoemCenter"/>
        <w:rPr>
          <w:rFonts w:hint="cs"/>
          <w:rtl/>
        </w:rPr>
      </w:pPr>
      <w:r>
        <w:rPr>
          <w:rFonts w:hint="cs"/>
          <w:rtl/>
        </w:rPr>
        <w:t xml:space="preserve">ياريت العمر لادام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يجابر واعظم امصيبه صابتني ابمرامي البين </w:t>
      </w:r>
    </w:p>
    <w:p w:rsidR="00C46C29" w:rsidRDefault="00C46C29" w:rsidP="00C46C29">
      <w:pPr>
        <w:pStyle w:val="libPoemCenter"/>
        <w:rPr>
          <w:rFonts w:hint="cs"/>
          <w:rtl/>
        </w:rPr>
      </w:pPr>
      <w:r>
        <w:rPr>
          <w:rFonts w:hint="cs"/>
          <w:rtl/>
        </w:rPr>
        <w:t xml:space="preserve">لمن جيت للحومه ردت ادفن ابويه حسين </w:t>
      </w:r>
    </w:p>
    <w:p w:rsidR="00C46C29" w:rsidRDefault="00C46C29" w:rsidP="00C46C29">
      <w:pPr>
        <w:pStyle w:val="libPoemCenter"/>
        <w:rPr>
          <w:rFonts w:hint="cs"/>
          <w:rtl/>
        </w:rPr>
      </w:pPr>
      <w:r>
        <w:rPr>
          <w:rFonts w:hint="cs"/>
          <w:rtl/>
        </w:rPr>
        <w:t xml:space="preserve">فصلوا راسه عن جسمه يجابر واشتشوف العين </w:t>
      </w:r>
    </w:p>
    <w:p w:rsidR="00C46C29" w:rsidRDefault="00C46C29" w:rsidP="00C46C29">
      <w:pPr>
        <w:pStyle w:val="libPoemCenter"/>
        <w:rPr>
          <w:rFonts w:hint="cs"/>
          <w:rtl/>
        </w:rPr>
      </w:pPr>
      <w:r>
        <w:rPr>
          <w:rFonts w:hint="cs"/>
          <w:rtl/>
        </w:rPr>
        <w:t xml:space="preserve">شفت بس الجسم مرمي وصحت راسك يبويه وين </w:t>
      </w:r>
    </w:p>
    <w:p w:rsidR="00C46C29" w:rsidRDefault="00C46C29" w:rsidP="00C46C29">
      <w:pPr>
        <w:pStyle w:val="libPoemCenter"/>
        <w:rPr>
          <w:rFonts w:hint="cs"/>
          <w:rtl/>
        </w:rPr>
      </w:pPr>
      <w:r>
        <w:rPr>
          <w:rFonts w:hint="cs"/>
          <w:rtl/>
        </w:rPr>
        <w:t xml:space="preserve">جثته السليبه بالدم خضيبه </w:t>
      </w:r>
    </w:p>
    <w:p w:rsidR="00C46C29" w:rsidRDefault="00C46C29" w:rsidP="00C46C29">
      <w:pPr>
        <w:pStyle w:val="libPoemCenter"/>
        <w:rPr>
          <w:rFonts w:hint="cs"/>
          <w:rtl/>
        </w:rPr>
      </w:pPr>
      <w:r>
        <w:rPr>
          <w:rFonts w:hint="cs"/>
          <w:rtl/>
        </w:rPr>
        <w:t xml:space="preserve">عفنه اعله الترب أجسام بينه اشعملت الأيام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يجابر آخر امصيبه ختمها الدهر ويانه </w:t>
      </w:r>
    </w:p>
    <w:p w:rsidR="00C46C29" w:rsidRDefault="00C46C29" w:rsidP="00C46C29">
      <w:pPr>
        <w:pStyle w:val="libPoemCenter"/>
        <w:rPr>
          <w:rFonts w:hint="cs"/>
          <w:rtl/>
        </w:rPr>
      </w:pPr>
      <w:r>
        <w:rPr>
          <w:rFonts w:hint="cs"/>
          <w:rtl/>
        </w:rPr>
        <w:t xml:space="preserve">طلعنه لليسر لاچن يفت الصخر ممشانه </w:t>
      </w:r>
    </w:p>
    <w:p w:rsidR="00C46C29" w:rsidRDefault="00C46C29" w:rsidP="00C46C29">
      <w:pPr>
        <w:pStyle w:val="libPoemCenter"/>
        <w:rPr>
          <w:rFonts w:hint="cs"/>
          <w:rtl/>
        </w:rPr>
      </w:pPr>
      <w:r>
        <w:rPr>
          <w:rFonts w:hint="cs"/>
          <w:rtl/>
        </w:rPr>
        <w:t xml:space="preserve">على انياگ الهزل رحنه طلعنه ابولية اعدانه </w:t>
      </w:r>
    </w:p>
    <w:p w:rsidR="00C46C29" w:rsidRDefault="00C46C29" w:rsidP="00C46C29">
      <w:pPr>
        <w:pStyle w:val="libPoemCenter"/>
        <w:rPr>
          <w:rFonts w:hint="cs"/>
          <w:rtl/>
        </w:rPr>
      </w:pPr>
      <w:r>
        <w:rPr>
          <w:rFonts w:hint="cs"/>
          <w:rtl/>
        </w:rPr>
        <w:t xml:space="preserve">يجابر والدهر لا وين عگب الأهل ودانه </w:t>
      </w:r>
    </w:p>
    <w:p w:rsidR="00C46C29" w:rsidRDefault="00C46C29" w:rsidP="00C46C29">
      <w:pPr>
        <w:pStyle w:val="libPoemCenter"/>
        <w:rPr>
          <w:rFonts w:hint="cs"/>
          <w:rtl/>
        </w:rPr>
      </w:pPr>
      <w:r>
        <w:rPr>
          <w:rFonts w:hint="cs"/>
          <w:rtl/>
        </w:rPr>
        <w:t xml:space="preserve">وخدّر حياره طلعت يساره </w:t>
      </w:r>
    </w:p>
    <w:p w:rsidR="00C46C29" w:rsidRDefault="00C46C29" w:rsidP="00C46C29">
      <w:pPr>
        <w:pStyle w:val="libPoemCenter"/>
        <w:rPr>
          <w:rFonts w:hint="cs"/>
          <w:rtl/>
        </w:rPr>
      </w:pPr>
      <w:r>
        <w:rPr>
          <w:rFonts w:hint="cs"/>
          <w:rtl/>
        </w:rPr>
        <w:t xml:space="preserve">بين الكوفه بين الشام بينه اشعملت الأيام </w:t>
      </w:r>
    </w:p>
    <w:p w:rsidR="00C46C29" w:rsidRDefault="00C46C29" w:rsidP="00C46C29">
      <w:pPr>
        <w:pStyle w:val="libLeft"/>
        <w:rPr>
          <w:rFonts w:hint="cs"/>
          <w:rtl/>
        </w:rPr>
      </w:pPr>
      <w:r>
        <w:rPr>
          <w:rFonts w:hint="cs"/>
          <w:rtl/>
        </w:rPr>
        <w:t>(لندن1992م)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85" w:name="53"/>
      <w:bookmarkStart w:id="86" w:name="_Toc495744839"/>
      <w:r>
        <w:rPr>
          <w:rFonts w:hint="cs"/>
          <w:rtl/>
        </w:rPr>
        <w:lastRenderedPageBreak/>
        <w:t>فراسة علي (عليه السلام) (تجليبة)</w:t>
      </w:r>
      <w:bookmarkEnd w:id="85"/>
      <w:bookmarkEnd w:id="86"/>
      <w:r>
        <w:rPr>
          <w:rFonts w:hint="cs"/>
          <w:rtl/>
        </w:rPr>
        <w:t xml:space="preserve"> </w:t>
      </w:r>
    </w:p>
    <w:p w:rsidR="00C46C29" w:rsidRDefault="00C46C29" w:rsidP="00C46C29">
      <w:pPr>
        <w:pStyle w:val="libPoemCenter"/>
        <w:rPr>
          <w:rFonts w:hint="cs"/>
          <w:rtl/>
        </w:rPr>
      </w:pPr>
      <w:r>
        <w:rPr>
          <w:rFonts w:hint="cs"/>
          <w:rtl/>
        </w:rPr>
        <w:t xml:space="preserve">يا هيبة مظر ياحد مراجلها من هيبتك تتراجف بواسلها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ياصل الرمل يا غضب يابركان زودك عاصفه وتنسف جبل ثهلان </w:t>
      </w:r>
    </w:p>
    <w:p w:rsidR="00C46C29" w:rsidRDefault="00C46C29" w:rsidP="00C46C29">
      <w:pPr>
        <w:pStyle w:val="libPoemCenter"/>
        <w:rPr>
          <w:rFonts w:hint="cs"/>
          <w:rtl/>
        </w:rPr>
      </w:pPr>
      <w:r>
        <w:rPr>
          <w:rFonts w:hint="cs"/>
          <w:rtl/>
        </w:rPr>
        <w:t xml:space="preserve">ياما حدت بسمك ياعلي الركبان وتتغنه ابثباتك كل قوافلها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قوافلها يحيدر غدت تتغنه بسمك يا قسيم النار والجنه </w:t>
      </w:r>
    </w:p>
    <w:p w:rsidR="00C46C29" w:rsidRDefault="00C46C29" w:rsidP="00C46C29">
      <w:pPr>
        <w:pStyle w:val="libPoemCenter"/>
        <w:rPr>
          <w:rFonts w:hint="cs"/>
          <w:rtl/>
        </w:rPr>
      </w:pPr>
      <w:r>
        <w:rPr>
          <w:rFonts w:hint="cs"/>
          <w:rtl/>
        </w:rPr>
        <w:t xml:space="preserve">سيفك اله بهامات الخصم رنه والخيل ابدمه العسكر تحجلها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تحجلها ابدمه وبالجثث تتعثر يافارس الخندق يابطل خيبر </w:t>
      </w:r>
    </w:p>
    <w:p w:rsidR="00C46C29" w:rsidRDefault="00C46C29" w:rsidP="00C46C29">
      <w:pPr>
        <w:pStyle w:val="libPoemCenter"/>
        <w:rPr>
          <w:rFonts w:hint="cs"/>
          <w:rtl/>
        </w:rPr>
      </w:pPr>
      <w:r>
        <w:rPr>
          <w:rFonts w:hint="cs"/>
          <w:rtl/>
        </w:rPr>
        <w:t xml:space="preserve">يالصوتك يهز اجبال لو زمجر وصرخاتك رعد ترهب جحافلها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جحافلها تهابك وانته ليث الغاب يالچفك نسر كاسر يداحي الباب </w:t>
      </w:r>
    </w:p>
    <w:p w:rsidR="00C46C29" w:rsidRDefault="00C46C29" w:rsidP="00C46C29">
      <w:pPr>
        <w:pStyle w:val="libPoemCenter"/>
        <w:rPr>
          <w:rFonts w:hint="cs"/>
          <w:rtl/>
        </w:rPr>
      </w:pPr>
      <w:r>
        <w:rPr>
          <w:rFonts w:hint="cs"/>
          <w:rtl/>
        </w:rPr>
        <w:t xml:space="preserve">ميهمك يحيدر لو خفگ لغراب يا تارك مناحه ابكل منازلها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منازل تنتحب منك يصل الصيف يحلالك يبو الحملات ممشه الهيف </w:t>
      </w:r>
    </w:p>
    <w:p w:rsidR="00C46C29" w:rsidRDefault="00C46C29" w:rsidP="00C46C29">
      <w:pPr>
        <w:pStyle w:val="libPoemCenter"/>
        <w:rPr>
          <w:rFonts w:hint="cs"/>
          <w:rtl/>
        </w:rPr>
      </w:pPr>
      <w:r>
        <w:rPr>
          <w:rFonts w:hint="cs"/>
          <w:rtl/>
        </w:rPr>
        <w:t xml:space="preserve">ياراضع العسكر من ثدايه السيف وگاع الحرب صولاتك زلازلها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يازلزال من صوتك تروط الگاع ياماخذ احگوگ الموت صاع ابصاع </w:t>
      </w:r>
    </w:p>
    <w:p w:rsidR="00C46C29" w:rsidRDefault="00C46C29" w:rsidP="00C46C29">
      <w:pPr>
        <w:pStyle w:val="libPoemCenter"/>
        <w:rPr>
          <w:rFonts w:hint="cs"/>
          <w:rtl/>
        </w:rPr>
      </w:pPr>
      <w:r>
        <w:rPr>
          <w:rFonts w:hint="cs"/>
          <w:rtl/>
        </w:rPr>
        <w:t xml:space="preserve">من حملاتك گلوب الزلم ترتاع وتخطف كل مهجها من تگابلها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تگابلها ابعزم يالمافتر عزمك عجيبه اشلون ابن ملجم گرب يمك </w:t>
      </w:r>
    </w:p>
    <w:p w:rsidR="00C46C29" w:rsidRDefault="00C46C29" w:rsidP="00C46C29">
      <w:pPr>
        <w:pStyle w:val="libPoemCenter"/>
        <w:rPr>
          <w:rFonts w:hint="cs"/>
          <w:rtl/>
        </w:rPr>
      </w:pPr>
      <w:r>
        <w:rPr>
          <w:rFonts w:hint="cs"/>
          <w:rtl/>
        </w:rPr>
        <w:t xml:space="preserve">ولنك عالترب مخضوب من دمك ومصيبتك ماتخمد مشاعلها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1996م)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87" w:name="54"/>
      <w:bookmarkStart w:id="88" w:name="_Toc495744840"/>
      <w:r>
        <w:rPr>
          <w:rFonts w:hint="cs"/>
          <w:rtl/>
        </w:rPr>
        <w:lastRenderedPageBreak/>
        <w:t>لوعة الانتظار (موشّح)</w:t>
      </w:r>
      <w:bookmarkEnd w:id="87"/>
      <w:bookmarkEnd w:id="88"/>
      <w:r>
        <w:rPr>
          <w:rFonts w:hint="cs"/>
          <w:rtl/>
        </w:rPr>
        <w:t xml:space="preserve"> </w:t>
      </w:r>
    </w:p>
    <w:p w:rsidR="00C46C29" w:rsidRDefault="00C46C29" w:rsidP="00C46C29">
      <w:pPr>
        <w:pStyle w:val="libPoemCenter"/>
        <w:rPr>
          <w:rFonts w:hint="cs"/>
          <w:rtl/>
        </w:rPr>
      </w:pPr>
      <w:r>
        <w:rPr>
          <w:rFonts w:hint="cs"/>
          <w:rtl/>
        </w:rPr>
        <w:t xml:space="preserve">طفله بصواب المرض خليها***خبر عن الأهل لا تنطيها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خفف امن الصوت يا ناعي الأجل***طفله محتاره بهظمها وبالعلل </w:t>
      </w:r>
    </w:p>
    <w:p w:rsidR="00C46C29" w:rsidRDefault="00C46C29" w:rsidP="00C46C29">
      <w:pPr>
        <w:pStyle w:val="libPoemCenter"/>
        <w:rPr>
          <w:rFonts w:hint="cs"/>
          <w:rtl/>
        </w:rPr>
      </w:pPr>
      <w:r>
        <w:rPr>
          <w:rFonts w:hint="cs"/>
          <w:rtl/>
        </w:rPr>
        <w:t xml:space="preserve">لون تخبرها على مصاب الأهل***تدري يالناعي شيصير اعليها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طفله خليها ابمرضها حايره***لا تخبرها اعله اهلها اشما جره </w:t>
      </w:r>
    </w:p>
    <w:p w:rsidR="00C46C29" w:rsidRDefault="00C46C29" w:rsidP="00C46C29">
      <w:pPr>
        <w:pStyle w:val="libPoemCenter"/>
        <w:rPr>
          <w:rFonts w:hint="cs"/>
          <w:rtl/>
        </w:rPr>
      </w:pPr>
      <w:r>
        <w:rPr>
          <w:rFonts w:hint="cs"/>
          <w:rtl/>
        </w:rPr>
        <w:t xml:space="preserve">لا تگلها جسوم اهلها اموذره***ولا تگلها منذبح واليها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تنشدك ابد لا تنطي جواب***لاتفاجئها يناعي بالمصاب </w:t>
      </w:r>
    </w:p>
    <w:p w:rsidR="00C46C29" w:rsidRDefault="00C46C29" w:rsidP="00C46C29">
      <w:pPr>
        <w:pStyle w:val="libPoemCenter"/>
        <w:rPr>
          <w:rFonts w:hint="cs"/>
          <w:rtl/>
        </w:rPr>
      </w:pPr>
      <w:r>
        <w:rPr>
          <w:rFonts w:hint="cs"/>
          <w:rtl/>
        </w:rPr>
        <w:t xml:space="preserve">لا تگلها طاح الاكبر عالتراب***وبالهنادي لجثته اموذريها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گلب هالطفله حزين ومنفجع***اشلون لو سمعت بجاسم منصرع </w:t>
      </w:r>
    </w:p>
    <w:p w:rsidR="00C46C29" w:rsidRDefault="00C46C29" w:rsidP="00C46C29">
      <w:pPr>
        <w:pStyle w:val="libPoemCenter"/>
        <w:rPr>
          <w:rFonts w:hint="cs"/>
          <w:rtl/>
        </w:rPr>
      </w:pPr>
      <w:r>
        <w:rPr>
          <w:rFonts w:hint="cs"/>
          <w:rtl/>
        </w:rPr>
        <w:t xml:space="preserve">عرسه صار هموم واحزان ودمع***والچفوف من الدمه امحنيها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عن گمر عدنان لا تنطي خبر***لا تگلها انگطعت چفوف الگمر </w:t>
      </w:r>
    </w:p>
    <w:p w:rsidR="00C46C29" w:rsidRDefault="00C46C29" w:rsidP="00C46C29">
      <w:pPr>
        <w:pStyle w:val="libPoemCenter"/>
        <w:rPr>
          <w:rFonts w:hint="cs"/>
          <w:rtl/>
        </w:rPr>
      </w:pPr>
      <w:r>
        <w:rPr>
          <w:rFonts w:hint="cs"/>
          <w:rtl/>
        </w:rPr>
        <w:t xml:space="preserve">مادرت عمها صريع اعله النهر***وعينه بصواب السهم طافيها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من تنشدك عن ابوها لا تگول***طاح جسمه وداست اعليه الخيول </w:t>
      </w:r>
    </w:p>
    <w:p w:rsidR="00C46C29" w:rsidRDefault="00C46C29" w:rsidP="00C46C29">
      <w:pPr>
        <w:pStyle w:val="libPoemCenter"/>
        <w:rPr>
          <w:rFonts w:hint="cs"/>
          <w:rtl/>
        </w:rPr>
      </w:pPr>
      <w:r>
        <w:rPr>
          <w:rFonts w:hint="cs"/>
          <w:rtl/>
        </w:rPr>
        <w:t xml:space="preserve">الطفله خلها وروح يم گبر الرسول***هناك صيح ودمعتك إجريها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اوگف اعله الگبر وارفع صيحتك***عگب عينك يامحمد امتك </w:t>
      </w:r>
    </w:p>
    <w:p w:rsidR="00C46C29" w:rsidRDefault="00C46C29" w:rsidP="00C46C29">
      <w:pPr>
        <w:pStyle w:val="libPoemCenter"/>
        <w:rPr>
          <w:rFonts w:hint="cs"/>
          <w:rtl/>
        </w:rPr>
      </w:pPr>
      <w:r>
        <w:rPr>
          <w:rFonts w:hint="cs"/>
          <w:rtl/>
        </w:rPr>
        <w:t xml:space="preserve">ذبحوا اولادك وسلبوا عترتك***هذا فعل الأمه يا هاديها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يامحمد گوم من گبرك وشوف***اشراح تنظر من تصل وادي الطفوف </w:t>
      </w:r>
    </w:p>
    <w:p w:rsidR="00C46C29" w:rsidRDefault="00C46C29" w:rsidP="00C46C29">
      <w:pPr>
        <w:pStyle w:val="libPoemCenter"/>
        <w:rPr>
          <w:rFonts w:hint="cs"/>
          <w:rtl/>
        </w:rPr>
      </w:pPr>
      <w:r>
        <w:rPr>
          <w:rFonts w:hint="cs"/>
          <w:rtl/>
        </w:rPr>
        <w:t xml:space="preserve">جثث صرعه وشابچه اعليها السيوف***والخيم نيران تسعر بيها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lastRenderedPageBreak/>
        <w:t xml:space="preserve">يامحمد اكشف اتراب الگبر***مابعد ينفع يبو الزهره الصبر </w:t>
      </w:r>
    </w:p>
    <w:p w:rsidR="00C46C29" w:rsidRDefault="00C46C29" w:rsidP="00C46C29">
      <w:pPr>
        <w:pStyle w:val="libPoemCenter"/>
        <w:rPr>
          <w:rFonts w:hint="cs"/>
          <w:rtl/>
        </w:rPr>
      </w:pPr>
      <w:r>
        <w:rPr>
          <w:rFonts w:hint="cs"/>
          <w:rtl/>
        </w:rPr>
        <w:t xml:space="preserve">حضروا للعايله انياگ اليسر***وتشگف سياط الشمر بيديها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دعوا للعيله وليان وخيم***ظلت بحسرات وهموم وألم </w:t>
      </w:r>
    </w:p>
    <w:p w:rsidR="00C46C29" w:rsidRDefault="00C46C29" w:rsidP="00C46C29">
      <w:pPr>
        <w:pStyle w:val="libPoemCenter"/>
        <w:rPr>
          <w:rFonts w:hint="cs"/>
          <w:rtl/>
        </w:rPr>
      </w:pPr>
      <w:r>
        <w:rPr>
          <w:rFonts w:hint="cs"/>
          <w:rtl/>
        </w:rPr>
        <w:t xml:space="preserve">هذا فعل الأمه يا سيد الأمم***وعن فعلها الخالق ايجازيها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89" w:name="55"/>
      <w:bookmarkStart w:id="90" w:name="_Toc495744841"/>
      <w:r>
        <w:rPr>
          <w:rFonts w:hint="cs"/>
          <w:rtl/>
        </w:rPr>
        <w:lastRenderedPageBreak/>
        <w:t>من عرفات (موشّح)</w:t>
      </w:r>
      <w:bookmarkEnd w:id="89"/>
      <w:bookmarkEnd w:id="90"/>
      <w:r>
        <w:rPr>
          <w:rFonts w:hint="cs"/>
          <w:rtl/>
        </w:rPr>
        <w:t xml:space="preserve"> </w:t>
      </w:r>
    </w:p>
    <w:p w:rsidR="00C46C29" w:rsidRDefault="00C46C29" w:rsidP="00C46C29">
      <w:pPr>
        <w:pStyle w:val="libPoemCenter"/>
        <w:rPr>
          <w:rFonts w:hint="cs"/>
          <w:rtl/>
        </w:rPr>
      </w:pPr>
      <w:r>
        <w:rPr>
          <w:rFonts w:hint="cs"/>
          <w:rtl/>
        </w:rPr>
        <w:t xml:space="preserve">ليش ابو السجاد شد ارحاله وين ماخذ عيلته وأطفاله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صحت ومن الحزن لظلوعي حنيت وين گاصد يبن مَنْ شيد البيت </w:t>
      </w:r>
    </w:p>
    <w:p w:rsidR="00C46C29" w:rsidRDefault="00C46C29" w:rsidP="00C46C29">
      <w:pPr>
        <w:pStyle w:val="libPoemCenter"/>
        <w:rPr>
          <w:rFonts w:hint="cs"/>
          <w:rtl/>
        </w:rPr>
      </w:pPr>
      <w:r>
        <w:rPr>
          <w:rFonts w:hint="cs"/>
          <w:rtl/>
        </w:rPr>
        <w:t xml:space="preserve">يا بلاد تريد يا مسلك نويت وليش طالع سيدي بهالحاله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وين يا وارث شرف آدم ونوح ليش گبل الترويه عازم تروح </w:t>
      </w:r>
    </w:p>
    <w:p w:rsidR="00C46C29" w:rsidRDefault="00C46C29" w:rsidP="00C46C29">
      <w:pPr>
        <w:pStyle w:val="libPoemCenter"/>
        <w:rPr>
          <w:rFonts w:hint="cs"/>
          <w:rtl/>
        </w:rPr>
      </w:pPr>
      <w:r>
        <w:rPr>
          <w:rFonts w:hint="cs"/>
          <w:rtl/>
        </w:rPr>
        <w:t xml:space="preserve">انفجعت الكعبه والك زمزم ينوح وهذا مايه عليك مدمع ساله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وين يا وارث ابراهيم الخليل راشد، ولا وين عازم بالرحيل </w:t>
      </w:r>
    </w:p>
    <w:p w:rsidR="00C46C29" w:rsidRDefault="00C46C29" w:rsidP="00C46C29">
      <w:pPr>
        <w:pStyle w:val="libPoemCenter"/>
        <w:rPr>
          <w:rFonts w:hint="cs"/>
          <w:rtl/>
        </w:rPr>
      </w:pPr>
      <w:r>
        <w:rPr>
          <w:rFonts w:hint="cs"/>
          <w:rtl/>
        </w:rPr>
        <w:t xml:space="preserve">وليش ماخذ حرم واطفال وعليل والمنايه لهالسفر تبراله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وين يا وارث شرف موسى الكليم ويبن من للنار والجنه قسيم </w:t>
      </w:r>
    </w:p>
    <w:p w:rsidR="00C46C29" w:rsidRDefault="00C46C29" w:rsidP="00C46C29">
      <w:pPr>
        <w:pStyle w:val="libPoemCenter"/>
        <w:rPr>
          <w:rFonts w:hint="cs"/>
          <w:rtl/>
        </w:rPr>
      </w:pPr>
      <w:r>
        <w:rPr>
          <w:rFonts w:hint="cs"/>
          <w:rtl/>
        </w:rPr>
        <w:t xml:space="preserve">اعليك يتهامل دمع ركن الحطيم ويومك أرعب گلب مكه وهاله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تگلي وين عازم بالمسير وناحر افجوج الفله ابشمس الهجير </w:t>
      </w:r>
    </w:p>
    <w:p w:rsidR="00C46C29" w:rsidRDefault="00C46C29" w:rsidP="00C46C29">
      <w:pPr>
        <w:pStyle w:val="libPoemCenter"/>
        <w:rPr>
          <w:rFonts w:hint="cs"/>
          <w:rtl/>
        </w:rPr>
      </w:pPr>
      <w:r>
        <w:rPr>
          <w:rFonts w:hint="cs"/>
          <w:rtl/>
        </w:rPr>
        <w:t xml:space="preserve">اشراح تلگه ابرحلتك شنهواليصير يبن هادينه وبقية آله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چني اسمع صوت ابو اليمه اعتله گال ناوي بالظعينه لكربله </w:t>
      </w:r>
    </w:p>
    <w:p w:rsidR="00C46C29" w:rsidRDefault="00C46C29" w:rsidP="00C46C29">
      <w:pPr>
        <w:pStyle w:val="libPoemCenter"/>
        <w:rPr>
          <w:rFonts w:hint="cs"/>
          <w:rtl/>
        </w:rPr>
      </w:pPr>
      <w:r>
        <w:rPr>
          <w:rFonts w:hint="cs"/>
          <w:rtl/>
        </w:rPr>
        <w:t xml:space="preserve">للأجل شديت هاي الراحله الموت بالعز نحري يتعناله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لو وصلت لكربله عيوني تشوف جيوش مثل الموج توگف بالطفوف </w:t>
      </w:r>
    </w:p>
    <w:p w:rsidR="00C46C29" w:rsidRDefault="00C46C29" w:rsidP="00C46C29">
      <w:pPr>
        <w:pStyle w:val="libPoemCenter"/>
        <w:rPr>
          <w:rFonts w:hint="cs"/>
          <w:rtl/>
        </w:rPr>
      </w:pPr>
      <w:r>
        <w:rPr>
          <w:rFonts w:hint="cs"/>
          <w:rtl/>
        </w:rPr>
        <w:t xml:space="preserve">تشهر ابوجهي العواسل والسيوف والنحر بالذبح تصداله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دمه صواب الحجر يحجب ناظري والشمر بالسيف يگطع منحري </w:t>
      </w:r>
    </w:p>
    <w:p w:rsidR="00C46C29" w:rsidRDefault="00C46C29" w:rsidP="00C46C29">
      <w:pPr>
        <w:pStyle w:val="libPoemCenter"/>
        <w:rPr>
          <w:rFonts w:hint="cs"/>
          <w:rtl/>
        </w:rPr>
      </w:pPr>
      <w:r>
        <w:rPr>
          <w:rFonts w:hint="cs"/>
          <w:rtl/>
        </w:rPr>
        <w:t xml:space="preserve">وبجدل بأطماعه يگطع خنصري وفوگ جسمي تسحگ الخياله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lastRenderedPageBreak/>
        <w:t xml:space="preserve">ما يظل من الجسم مفصل صحيح ومن وريدي للأرض دمي يسيح </w:t>
      </w:r>
    </w:p>
    <w:p w:rsidR="00C46C29" w:rsidRDefault="00C46C29" w:rsidP="00C46C29">
      <w:pPr>
        <w:pStyle w:val="libPoemCenter"/>
        <w:rPr>
          <w:rFonts w:hint="cs"/>
          <w:rtl/>
        </w:rPr>
      </w:pPr>
      <w:r>
        <w:rPr>
          <w:rFonts w:hint="cs"/>
          <w:rtl/>
        </w:rPr>
        <w:t xml:space="preserve">واسمع الأملاك تصرخ يا ذبيح آه ودموع الوحي هماله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(جبل عرفات – 1994م)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91" w:name="56"/>
      <w:bookmarkStart w:id="92" w:name="_Toc495744842"/>
      <w:r>
        <w:rPr>
          <w:rFonts w:hint="cs"/>
          <w:rtl/>
        </w:rPr>
        <w:lastRenderedPageBreak/>
        <w:t>مسلم بن عقيل (عليه السلام) (موشّح)</w:t>
      </w:r>
      <w:bookmarkEnd w:id="91"/>
      <w:bookmarkEnd w:id="92"/>
      <w:r>
        <w:rPr>
          <w:rFonts w:hint="cs"/>
          <w:rtl/>
        </w:rPr>
        <w:t xml:space="preserve"> </w:t>
      </w:r>
    </w:p>
    <w:p w:rsidR="00C46C29" w:rsidRDefault="00C46C29" w:rsidP="00C46C29">
      <w:pPr>
        <w:pStyle w:val="libPoemCenter"/>
        <w:rPr>
          <w:rFonts w:hint="cs"/>
          <w:rtl/>
        </w:rPr>
      </w:pPr>
      <w:r>
        <w:rPr>
          <w:rFonts w:hint="cs"/>
          <w:rtl/>
        </w:rPr>
        <w:t xml:space="preserve">طاح من دار المجد عامودها وال اميه حصلت مگصودها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هذا أول بدر من عدنان غاب وانطوه عمره مثل طي الكتاب </w:t>
      </w:r>
    </w:p>
    <w:p w:rsidR="00C46C29" w:rsidRDefault="00C46C29" w:rsidP="00C46C29">
      <w:pPr>
        <w:pStyle w:val="libPoemCenter"/>
        <w:rPr>
          <w:rFonts w:hint="cs"/>
          <w:rtl/>
        </w:rPr>
      </w:pPr>
      <w:r>
        <w:rPr>
          <w:rFonts w:hint="cs"/>
          <w:rtl/>
        </w:rPr>
        <w:t xml:space="preserve">عگبه ظل يتواصل امصاب ابمصاب وراحت العزَّه وتهدم طودها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خانت ابمسلم الكوفه وغدرته وللحشر ما تطفه نار امصيبته </w:t>
      </w:r>
    </w:p>
    <w:p w:rsidR="00C46C29" w:rsidRDefault="00C46C29" w:rsidP="00C46C29">
      <w:pPr>
        <w:pStyle w:val="libPoemCenter"/>
        <w:rPr>
          <w:rFonts w:hint="cs"/>
          <w:rtl/>
        </w:rPr>
      </w:pPr>
      <w:r>
        <w:rPr>
          <w:rFonts w:hint="cs"/>
          <w:rtl/>
        </w:rPr>
        <w:t xml:space="preserve">من الگصر للگاع ذبت جثته عگب ما خانت اوياه اعهودها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گضه نحبه وراح مظلوم وغريب وضجّت الدنيه اعله مسلم بالنحيب </w:t>
      </w:r>
    </w:p>
    <w:p w:rsidR="00C46C29" w:rsidRDefault="00C46C29" w:rsidP="00C46C29">
      <w:pPr>
        <w:pStyle w:val="libPoemCenter"/>
        <w:rPr>
          <w:rFonts w:hint="cs"/>
          <w:rtl/>
        </w:rPr>
      </w:pPr>
      <w:r>
        <w:rPr>
          <w:rFonts w:hint="cs"/>
          <w:rtl/>
        </w:rPr>
        <w:t xml:space="preserve">مسلم امصابه الطفل منه يشيب ابفگده چن فگدت الدنيه اوجودها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لبني هاشم خبر مسلم من وصل حصل موقف حزن ما مثله ايحصل </w:t>
      </w:r>
    </w:p>
    <w:p w:rsidR="00C46C29" w:rsidRDefault="00C46C29" w:rsidP="00C46C29">
      <w:pPr>
        <w:pStyle w:val="libPoemCenter"/>
        <w:rPr>
          <w:rFonts w:hint="cs"/>
          <w:rtl/>
        </w:rPr>
      </w:pPr>
      <w:r>
        <w:rPr>
          <w:rFonts w:hint="cs"/>
          <w:rtl/>
        </w:rPr>
        <w:t xml:space="preserve">صوت لوعتها ابمدامعها اتصل وحفرت ابسيل الدموع اخدودها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وابو اليمه خلّه عد گومه القرار بين تمشي وبين ترجع للديار </w:t>
      </w:r>
    </w:p>
    <w:p w:rsidR="00C46C29" w:rsidRDefault="00C46C29" w:rsidP="00C46C29">
      <w:pPr>
        <w:pStyle w:val="libPoemCenter"/>
        <w:rPr>
          <w:rFonts w:hint="cs"/>
          <w:rtl/>
        </w:rPr>
      </w:pPr>
      <w:r>
        <w:rPr>
          <w:rFonts w:hint="cs"/>
          <w:rtl/>
        </w:rPr>
        <w:t xml:space="preserve">گالوا النه اويه العده يحسين ثار نريد نحفر بالسيوف الحودها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للمدينه ما نرد يبن الرسول انچان ما نترك دمه الكوفه سيول </w:t>
      </w:r>
    </w:p>
    <w:p w:rsidR="00C46C29" w:rsidRDefault="00C46C29" w:rsidP="00C46C29">
      <w:pPr>
        <w:pStyle w:val="libPoemCenter"/>
        <w:rPr>
          <w:rFonts w:hint="cs"/>
          <w:rtl/>
        </w:rPr>
      </w:pPr>
      <w:r>
        <w:rPr>
          <w:rFonts w:hint="cs"/>
          <w:rtl/>
        </w:rPr>
        <w:t xml:space="preserve">الثار لو عفناه هالناس اشتگول لبست الذله ورضت بقيودها؟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أبد ما والله نرجع للوطن انچان ما نگطع جذور اهل الفتن </w:t>
      </w:r>
    </w:p>
    <w:p w:rsidR="00C46C29" w:rsidRDefault="00C46C29" w:rsidP="00C46C29">
      <w:pPr>
        <w:pStyle w:val="libPoemCenter"/>
        <w:rPr>
          <w:rFonts w:hint="cs"/>
          <w:rtl/>
        </w:rPr>
      </w:pPr>
      <w:r>
        <w:rPr>
          <w:rFonts w:hint="cs"/>
          <w:rtl/>
        </w:rPr>
        <w:t xml:space="preserve">ومن نموت الموت للعزه ثمن والعده انوگفها عند حدودها </w:t>
      </w:r>
    </w:p>
    <w:p w:rsidR="00C46C29" w:rsidRDefault="00C46C29" w:rsidP="00C46C29">
      <w:pPr>
        <w:pStyle w:val="libCenter"/>
        <w:rPr>
          <w:rFonts w:hint="cs"/>
          <w:rtl/>
        </w:rPr>
      </w:pPr>
      <w:r>
        <w:rPr>
          <w:rFonts w:hint="cs"/>
          <w:rtl/>
        </w:rPr>
        <w:t xml:space="preserve">* * * </w:t>
      </w:r>
    </w:p>
    <w:p w:rsidR="00C46C29" w:rsidRDefault="00C46C29" w:rsidP="00C46C29">
      <w:pPr>
        <w:pStyle w:val="libLeft"/>
        <w:rPr>
          <w:rFonts w:hint="cs"/>
          <w:rtl/>
        </w:rPr>
      </w:pPr>
      <w:r>
        <w:rPr>
          <w:rFonts w:hint="cs"/>
          <w:rtl/>
        </w:rPr>
        <w:t>(لندن – 1995م)</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93" w:name="57"/>
      <w:bookmarkStart w:id="94" w:name="_Toc495744843"/>
      <w:r>
        <w:rPr>
          <w:rFonts w:hint="cs"/>
          <w:rtl/>
        </w:rPr>
        <w:lastRenderedPageBreak/>
        <w:t>الباب الثالث: في الأبوذيّة وفي الموال</w:t>
      </w:r>
      <w:bookmarkEnd w:id="93"/>
      <w:bookmarkEnd w:id="94"/>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95" w:name="_Toc495744844"/>
      <w:r>
        <w:rPr>
          <w:rFonts w:hint="cs"/>
          <w:rtl/>
        </w:rPr>
        <w:lastRenderedPageBreak/>
        <w:t>في الأبوذية</w:t>
      </w:r>
      <w:bookmarkEnd w:id="95"/>
      <w:r>
        <w:rPr>
          <w:rFonts w:hint="cs"/>
          <w:rtl/>
        </w:rPr>
        <w:t xml:space="preserve"> </w:t>
      </w:r>
    </w:p>
    <w:p w:rsidR="00C46C29" w:rsidRDefault="00C46C29" w:rsidP="00C46C29">
      <w:pPr>
        <w:pStyle w:val="libPoemCenter"/>
        <w:rPr>
          <w:rFonts w:hint="cs"/>
          <w:rtl/>
        </w:rPr>
      </w:pPr>
      <w:r>
        <w:rPr>
          <w:rFonts w:hint="cs"/>
          <w:rtl/>
        </w:rPr>
        <w:t xml:space="preserve">(لا عذّب الله أمي إنها شربت حبّ الوصي فغذتنيه باللبن) </w:t>
      </w:r>
    </w:p>
    <w:p w:rsidR="00C46C29" w:rsidRDefault="00C46C29" w:rsidP="00C46C29">
      <w:pPr>
        <w:pStyle w:val="libPoemCenter"/>
        <w:rPr>
          <w:rFonts w:hint="cs"/>
          <w:rtl/>
        </w:rPr>
      </w:pPr>
      <w:r>
        <w:rPr>
          <w:rFonts w:hint="cs"/>
          <w:rtl/>
        </w:rPr>
        <w:t xml:space="preserve">(وكان لي والد يهوى أبا حسن فصِرت من ذي وذا أهوى أبا حسن) </w:t>
      </w:r>
    </w:p>
    <w:p w:rsidR="00C46C29" w:rsidRDefault="00C46C29" w:rsidP="00C46C29">
      <w:pPr>
        <w:pStyle w:val="libPoemCenter"/>
        <w:rPr>
          <w:rFonts w:hint="cs"/>
          <w:rtl/>
        </w:rPr>
      </w:pPr>
      <w:r>
        <w:rPr>
          <w:rFonts w:hint="cs"/>
          <w:rtl/>
        </w:rPr>
        <w:t xml:space="preserve">وحگ اللي بعث مرسل وأمي </w:t>
      </w:r>
    </w:p>
    <w:p w:rsidR="00C46C29" w:rsidRDefault="00C46C29" w:rsidP="00C46C29">
      <w:pPr>
        <w:pStyle w:val="libPoemCenter"/>
        <w:rPr>
          <w:rFonts w:hint="cs"/>
          <w:rtl/>
        </w:rPr>
      </w:pPr>
      <w:r>
        <w:rPr>
          <w:rFonts w:hint="cs"/>
          <w:rtl/>
        </w:rPr>
        <w:t xml:space="preserve">أشير اطلب امل ودّي وأمي </w:t>
      </w:r>
    </w:p>
    <w:p w:rsidR="00C46C29" w:rsidRDefault="00C46C29" w:rsidP="00C46C29">
      <w:pPr>
        <w:pStyle w:val="libPoemCenter"/>
        <w:rPr>
          <w:rFonts w:hint="cs"/>
          <w:rtl/>
        </w:rPr>
      </w:pPr>
      <w:r>
        <w:rPr>
          <w:rFonts w:hint="cs"/>
          <w:rtl/>
        </w:rPr>
        <w:t xml:space="preserve">رضعتني الولايه الحيدريه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(ركين وللأرض تحت الكماة رجيف يزلزل ثهلانها) </w:t>
      </w:r>
    </w:p>
    <w:p w:rsidR="00C46C29" w:rsidRDefault="00C46C29" w:rsidP="00C46C29">
      <w:pPr>
        <w:pStyle w:val="libPoemCenter"/>
        <w:rPr>
          <w:rFonts w:hint="cs"/>
          <w:rtl/>
        </w:rPr>
      </w:pPr>
      <w:r>
        <w:rPr>
          <w:rFonts w:hint="cs"/>
          <w:rtl/>
        </w:rPr>
        <w:t xml:space="preserve">اعله وادي الموت للجيمان من حيث </w:t>
      </w:r>
    </w:p>
    <w:p w:rsidR="00C46C29" w:rsidRDefault="00C46C29" w:rsidP="00C46C29">
      <w:pPr>
        <w:pStyle w:val="libPoemCenter"/>
        <w:rPr>
          <w:rFonts w:hint="cs"/>
          <w:rtl/>
        </w:rPr>
      </w:pPr>
      <w:r>
        <w:rPr>
          <w:rFonts w:hint="cs"/>
          <w:rtl/>
        </w:rPr>
        <w:t xml:space="preserve">وفصل للاعادي اثياب من حيث </w:t>
      </w:r>
    </w:p>
    <w:p w:rsidR="00C46C29" w:rsidRDefault="00C46C29" w:rsidP="00C46C29">
      <w:pPr>
        <w:pStyle w:val="libPoemCenter"/>
        <w:rPr>
          <w:rFonts w:hint="cs"/>
          <w:rtl/>
        </w:rPr>
      </w:pPr>
      <w:r>
        <w:rPr>
          <w:rFonts w:hint="cs"/>
          <w:rtl/>
        </w:rPr>
        <w:t xml:space="preserve">ركين اتوسدت عالگاع من حيث </w:t>
      </w:r>
    </w:p>
    <w:p w:rsidR="00C46C29" w:rsidRDefault="00C46C29" w:rsidP="00C46C29">
      <w:pPr>
        <w:pStyle w:val="libPoemCenter"/>
        <w:rPr>
          <w:rFonts w:hint="cs"/>
          <w:rtl/>
        </w:rPr>
      </w:pPr>
      <w:r>
        <w:rPr>
          <w:rFonts w:hint="cs"/>
          <w:rtl/>
        </w:rPr>
        <w:t xml:space="preserve">رجف ثهلان وخيول آل اميه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خليه الدار لا مبرك ولا مناخ </w:t>
      </w:r>
    </w:p>
    <w:p w:rsidR="00C46C29" w:rsidRDefault="00C46C29" w:rsidP="00C46C29">
      <w:pPr>
        <w:pStyle w:val="libPoemCenter"/>
        <w:rPr>
          <w:rFonts w:hint="cs"/>
          <w:rtl/>
        </w:rPr>
      </w:pPr>
      <w:r>
        <w:rPr>
          <w:rFonts w:hint="cs"/>
          <w:rtl/>
        </w:rPr>
        <w:t xml:space="preserve">ارحلوا كل اهلي لا مفزع ولا مناخ </w:t>
      </w:r>
    </w:p>
    <w:p w:rsidR="00C46C29" w:rsidRDefault="00C46C29" w:rsidP="00C46C29">
      <w:pPr>
        <w:pStyle w:val="libPoemCenter"/>
        <w:rPr>
          <w:rFonts w:hint="cs"/>
          <w:rtl/>
        </w:rPr>
      </w:pPr>
      <w:r>
        <w:rPr>
          <w:rFonts w:hint="cs"/>
          <w:rtl/>
        </w:rPr>
        <w:t xml:space="preserve">لا أم لا أبو عندي ومن آخ </w:t>
      </w:r>
    </w:p>
    <w:p w:rsidR="00C46C29" w:rsidRDefault="00C46C29" w:rsidP="00C46C29">
      <w:pPr>
        <w:pStyle w:val="libPoemCenter"/>
        <w:rPr>
          <w:rFonts w:hint="cs"/>
          <w:rtl/>
        </w:rPr>
      </w:pPr>
      <w:r>
        <w:rPr>
          <w:rFonts w:hint="cs"/>
          <w:rtl/>
        </w:rPr>
        <w:t xml:space="preserve">احشمنَّه ويرد الصوت إليه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أنوه يا شريچ الروح والهج </w:t>
      </w:r>
    </w:p>
    <w:p w:rsidR="00C46C29" w:rsidRDefault="00C46C29" w:rsidP="00C46C29">
      <w:pPr>
        <w:pStyle w:val="libPoemCenter"/>
        <w:rPr>
          <w:rFonts w:hint="cs"/>
          <w:rtl/>
        </w:rPr>
      </w:pPr>
      <w:r>
        <w:rPr>
          <w:rFonts w:hint="cs"/>
          <w:rtl/>
        </w:rPr>
        <w:t xml:space="preserve">بسمك يالرعبت الموت والهج </w:t>
      </w:r>
    </w:p>
    <w:p w:rsidR="00C46C29" w:rsidRDefault="00C46C29" w:rsidP="00C46C29">
      <w:pPr>
        <w:pStyle w:val="libPoemCenter"/>
        <w:rPr>
          <w:rFonts w:hint="cs"/>
          <w:rtl/>
        </w:rPr>
      </w:pPr>
      <w:r>
        <w:rPr>
          <w:rFonts w:hint="cs"/>
          <w:rtl/>
        </w:rPr>
        <w:t xml:space="preserve">من بعد زجرت الگلب ولهج </w:t>
      </w:r>
    </w:p>
    <w:p w:rsidR="00C46C29" w:rsidRDefault="00C46C29" w:rsidP="00C46C29">
      <w:pPr>
        <w:pStyle w:val="libPoemCenter"/>
        <w:rPr>
          <w:rFonts w:hint="cs"/>
          <w:rtl/>
        </w:rPr>
      </w:pPr>
      <w:r>
        <w:rPr>
          <w:rFonts w:hint="cs"/>
          <w:rtl/>
        </w:rPr>
        <w:t xml:space="preserve">عگب جاسم واخذ گاع الخليه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جزعت امن الحزن والهظم واللاخ </w:t>
      </w:r>
    </w:p>
    <w:p w:rsidR="00C46C29" w:rsidRDefault="00C46C29" w:rsidP="00C46C29">
      <w:pPr>
        <w:pStyle w:val="libPoemCenter"/>
        <w:rPr>
          <w:rFonts w:hint="cs"/>
          <w:rtl/>
        </w:rPr>
      </w:pPr>
      <w:r>
        <w:rPr>
          <w:rFonts w:hint="cs"/>
          <w:rtl/>
        </w:rPr>
        <w:t xml:space="preserve">ومثل حزني يفهمه الخصم واللاخ </w:t>
      </w:r>
    </w:p>
    <w:p w:rsidR="00C46C29" w:rsidRDefault="00C46C29" w:rsidP="00C46C29">
      <w:pPr>
        <w:pStyle w:val="libPoemCenter"/>
        <w:rPr>
          <w:rFonts w:hint="cs"/>
          <w:rtl/>
        </w:rPr>
      </w:pPr>
      <w:r>
        <w:rPr>
          <w:rFonts w:hint="cs"/>
          <w:rtl/>
        </w:rPr>
        <w:t xml:space="preserve">الحفيظه اتحلل الاحقاد واللاخ </w:t>
      </w:r>
    </w:p>
    <w:p w:rsidR="00C46C29" w:rsidRDefault="00C46C29" w:rsidP="00C46C29">
      <w:pPr>
        <w:pStyle w:val="libPoemCenter"/>
        <w:rPr>
          <w:rFonts w:hint="cs"/>
          <w:rtl/>
        </w:rPr>
      </w:pPr>
      <w:r>
        <w:rPr>
          <w:rFonts w:hint="cs"/>
          <w:rtl/>
        </w:rPr>
        <w:t xml:space="preserve">اوضعت عالغاب احبال الرزيه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الدهر حرض أخس جيشه والاشلاء </w:t>
      </w:r>
    </w:p>
    <w:p w:rsidR="00C46C29" w:rsidRDefault="00C46C29" w:rsidP="00C46C29">
      <w:pPr>
        <w:pStyle w:val="libPoemCenter"/>
        <w:rPr>
          <w:rFonts w:hint="cs"/>
          <w:rtl/>
        </w:rPr>
      </w:pPr>
      <w:r>
        <w:rPr>
          <w:rFonts w:hint="cs"/>
          <w:rtl/>
        </w:rPr>
        <w:t xml:space="preserve">اعله چتل آل النبي وصاحو والاشلاء </w:t>
      </w:r>
    </w:p>
    <w:p w:rsidR="00C46C29" w:rsidRDefault="00C46C29" w:rsidP="00C46C29">
      <w:pPr>
        <w:pStyle w:val="libPoemCenter"/>
        <w:rPr>
          <w:rFonts w:hint="cs"/>
          <w:rtl/>
        </w:rPr>
      </w:pPr>
      <w:r>
        <w:rPr>
          <w:rFonts w:hint="cs"/>
          <w:rtl/>
        </w:rPr>
        <w:t xml:space="preserve">اذبحوا سبط النبي ضامي والاشلاء </w:t>
      </w:r>
    </w:p>
    <w:p w:rsidR="00C46C29" w:rsidRDefault="00C46C29" w:rsidP="00C46C29">
      <w:pPr>
        <w:pStyle w:val="libPoemCenter"/>
        <w:rPr>
          <w:rFonts w:hint="cs"/>
          <w:rtl/>
        </w:rPr>
      </w:pPr>
      <w:r>
        <w:rPr>
          <w:rFonts w:hint="cs"/>
          <w:rtl/>
        </w:rPr>
        <w:t xml:space="preserve">ثلث تيام عالغبره رميه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وگف صامد ابسوح الحگ بالاثناء </w:t>
      </w:r>
    </w:p>
    <w:p w:rsidR="00C46C29" w:rsidRDefault="00C46C29" w:rsidP="00C46C29">
      <w:pPr>
        <w:pStyle w:val="libPoemCenter"/>
        <w:rPr>
          <w:rFonts w:hint="cs"/>
          <w:rtl/>
        </w:rPr>
      </w:pPr>
      <w:r>
        <w:rPr>
          <w:rFonts w:hint="cs"/>
          <w:rtl/>
        </w:rPr>
        <w:t xml:space="preserve">امن الباري ارتفع شانه بالاثناء </w:t>
      </w:r>
    </w:p>
    <w:p w:rsidR="00C46C29" w:rsidRDefault="00C46C29" w:rsidP="00C46C29">
      <w:pPr>
        <w:pStyle w:val="libPoemCenter"/>
        <w:rPr>
          <w:rFonts w:hint="cs"/>
          <w:rtl/>
        </w:rPr>
      </w:pPr>
      <w:r>
        <w:rPr>
          <w:rFonts w:hint="cs"/>
          <w:rtl/>
        </w:rPr>
        <w:t xml:space="preserve">تعنه ايخاطب العسكر بالاثناء </w:t>
      </w:r>
    </w:p>
    <w:p w:rsidR="00C46C29" w:rsidRDefault="00C46C29" w:rsidP="00C46C29">
      <w:pPr>
        <w:pStyle w:val="libPoemCenter"/>
        <w:rPr>
          <w:rFonts w:hint="cs"/>
          <w:rtl/>
        </w:rPr>
      </w:pPr>
      <w:r>
        <w:rPr>
          <w:rFonts w:hint="cs"/>
          <w:rtl/>
        </w:rPr>
        <w:t xml:space="preserve">رموه ابنبل واللي بدت هيه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ليوث الكون ناشدها حدثها </w:t>
      </w:r>
    </w:p>
    <w:p w:rsidR="00C46C29" w:rsidRDefault="00C46C29" w:rsidP="00C46C29">
      <w:pPr>
        <w:pStyle w:val="libPoemCenter"/>
        <w:rPr>
          <w:rFonts w:hint="cs"/>
          <w:rtl/>
        </w:rPr>
      </w:pPr>
      <w:r>
        <w:rPr>
          <w:rFonts w:hint="cs"/>
          <w:rtl/>
        </w:rPr>
        <w:t xml:space="preserve">اشلون الحومة تدخلها حدثها </w:t>
      </w:r>
    </w:p>
    <w:p w:rsidR="00C46C29" w:rsidRDefault="00C46C29" w:rsidP="00C46C29">
      <w:pPr>
        <w:pStyle w:val="libPoemCenter"/>
        <w:rPr>
          <w:rFonts w:hint="cs"/>
          <w:rtl/>
        </w:rPr>
      </w:pPr>
      <w:r>
        <w:rPr>
          <w:rFonts w:hint="cs"/>
          <w:rtl/>
        </w:rPr>
        <w:t xml:space="preserve">الك صولات ما تنسه حدثها </w:t>
      </w:r>
    </w:p>
    <w:p w:rsidR="00C46C29" w:rsidRDefault="00C46C29" w:rsidP="00C46C29">
      <w:pPr>
        <w:pStyle w:val="libPoemCenter"/>
        <w:rPr>
          <w:rFonts w:hint="cs"/>
          <w:rtl/>
        </w:rPr>
      </w:pPr>
      <w:r>
        <w:rPr>
          <w:rFonts w:hint="cs"/>
          <w:rtl/>
        </w:rPr>
        <w:t xml:space="preserve">الاعادي وسيفك اسگاها المنيه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يبو محمد يبدر السعد يلتم </w:t>
      </w:r>
    </w:p>
    <w:p w:rsidR="00C46C29" w:rsidRDefault="00C46C29" w:rsidP="00C46C29">
      <w:pPr>
        <w:pStyle w:val="libPoemCenter"/>
        <w:rPr>
          <w:rFonts w:hint="cs"/>
          <w:rtl/>
        </w:rPr>
      </w:pPr>
      <w:r>
        <w:rPr>
          <w:rFonts w:hint="cs"/>
          <w:rtl/>
        </w:rPr>
        <w:t xml:space="preserve">أطشر بالحزن وردود يلتم </w:t>
      </w:r>
    </w:p>
    <w:p w:rsidR="00C46C29" w:rsidRDefault="00C46C29" w:rsidP="00C46C29">
      <w:pPr>
        <w:pStyle w:val="libPoemCenter"/>
        <w:rPr>
          <w:rFonts w:hint="cs"/>
          <w:rtl/>
        </w:rPr>
      </w:pPr>
      <w:r>
        <w:rPr>
          <w:rFonts w:hint="cs"/>
          <w:rtl/>
        </w:rPr>
        <w:t xml:space="preserve">بعد هيهات جرح الگلب يلتم </w:t>
      </w:r>
    </w:p>
    <w:p w:rsidR="00C46C29" w:rsidRDefault="00C46C29" w:rsidP="00C46C29">
      <w:pPr>
        <w:pStyle w:val="libPoemCenter"/>
        <w:rPr>
          <w:rFonts w:hint="cs"/>
          <w:rtl/>
        </w:rPr>
      </w:pPr>
      <w:r>
        <w:rPr>
          <w:rFonts w:hint="cs"/>
          <w:rtl/>
        </w:rPr>
        <w:t xml:space="preserve">لما يحدي يخويه الموت بيه </w:t>
      </w:r>
    </w:p>
    <w:p w:rsidR="00C46C29" w:rsidRDefault="00C46C29" w:rsidP="00C46C29">
      <w:pPr>
        <w:pStyle w:val="libCenter"/>
        <w:rPr>
          <w:rFonts w:hint="cs"/>
          <w:rtl/>
        </w:rPr>
      </w:pPr>
      <w:r>
        <w:rPr>
          <w:rFonts w:hint="cs"/>
          <w:rtl/>
        </w:rPr>
        <w:t>* * *</w:t>
      </w:r>
    </w:p>
    <w:p w:rsidR="00C46C29" w:rsidRDefault="00C46C29" w:rsidP="00C46C29">
      <w:pPr>
        <w:pStyle w:val="libNormal"/>
        <w:rPr>
          <w:rFonts w:hint="cs"/>
        </w:rPr>
      </w:pPr>
      <w:r>
        <w:rPr>
          <w:rFonts w:hint="cs"/>
          <w:rtl/>
        </w:rPr>
        <w:br w:type="page"/>
      </w:r>
    </w:p>
    <w:p w:rsidR="00C46C29" w:rsidRDefault="00C46C29" w:rsidP="00C46C29">
      <w:pPr>
        <w:pStyle w:val="Heading2Center"/>
        <w:rPr>
          <w:rFonts w:hint="cs"/>
          <w:rtl/>
        </w:rPr>
      </w:pPr>
      <w:bookmarkStart w:id="96" w:name="58"/>
      <w:bookmarkStart w:id="97" w:name="_Toc495744845"/>
      <w:r>
        <w:rPr>
          <w:rFonts w:hint="cs"/>
          <w:rtl/>
        </w:rPr>
        <w:lastRenderedPageBreak/>
        <w:t>في الموّال</w:t>
      </w:r>
      <w:bookmarkEnd w:id="96"/>
      <w:bookmarkEnd w:id="97"/>
      <w:r>
        <w:rPr>
          <w:rFonts w:hint="cs"/>
          <w:rtl/>
        </w:rPr>
        <w:t xml:space="preserve"> </w:t>
      </w:r>
    </w:p>
    <w:p w:rsidR="00C46C29" w:rsidRDefault="00C46C29" w:rsidP="00C46C29">
      <w:pPr>
        <w:pStyle w:val="libPoemCenter"/>
        <w:rPr>
          <w:rFonts w:hint="cs"/>
          <w:rtl/>
        </w:rPr>
      </w:pPr>
      <w:r>
        <w:rPr>
          <w:rFonts w:hint="cs"/>
          <w:rtl/>
        </w:rPr>
        <w:t xml:space="preserve">صب يا سحاب البياني من المحابر وهل </w:t>
      </w:r>
    </w:p>
    <w:p w:rsidR="00C46C29" w:rsidRDefault="00C46C29" w:rsidP="00C46C29">
      <w:pPr>
        <w:pStyle w:val="libPoemCenter"/>
        <w:rPr>
          <w:rFonts w:hint="cs"/>
          <w:rtl/>
        </w:rPr>
      </w:pPr>
      <w:r>
        <w:rPr>
          <w:rFonts w:hint="cs"/>
          <w:rtl/>
        </w:rPr>
        <w:t xml:space="preserve">هيهات مبدر أمل يسفر علينه وهل </w:t>
      </w:r>
    </w:p>
    <w:p w:rsidR="00C46C29" w:rsidRDefault="00C46C29" w:rsidP="00C46C29">
      <w:pPr>
        <w:pStyle w:val="libPoemCenter"/>
        <w:rPr>
          <w:rFonts w:hint="cs"/>
          <w:rtl/>
        </w:rPr>
      </w:pPr>
      <w:r>
        <w:rPr>
          <w:rFonts w:hint="cs"/>
          <w:rtl/>
        </w:rPr>
        <w:t xml:space="preserve">يالحسن شتگول نگدر عالمصايب وهل </w:t>
      </w:r>
    </w:p>
    <w:p w:rsidR="00C46C29" w:rsidRDefault="00C46C29" w:rsidP="00C46C29">
      <w:pPr>
        <w:pStyle w:val="libPoemCenter"/>
        <w:rPr>
          <w:rFonts w:hint="cs"/>
          <w:rtl/>
        </w:rPr>
      </w:pPr>
      <w:r>
        <w:rPr>
          <w:rFonts w:hint="cs"/>
          <w:rtl/>
        </w:rPr>
        <w:t xml:space="preserve">نحمل صبر لو گطع حادي الصبر وحده </w:t>
      </w:r>
    </w:p>
    <w:p w:rsidR="00C46C29" w:rsidRDefault="00C46C29" w:rsidP="00C46C29">
      <w:pPr>
        <w:pStyle w:val="libPoemCenter"/>
        <w:rPr>
          <w:rFonts w:hint="cs"/>
          <w:rtl/>
        </w:rPr>
      </w:pPr>
      <w:r>
        <w:rPr>
          <w:rFonts w:hint="cs"/>
          <w:rtl/>
        </w:rPr>
        <w:t xml:space="preserve">لجلك لبسنه الحزن طول العمر وحده </w:t>
      </w:r>
    </w:p>
    <w:p w:rsidR="00C46C29" w:rsidRDefault="00C46C29" w:rsidP="00C46C29">
      <w:pPr>
        <w:pStyle w:val="libPoemCenter"/>
        <w:rPr>
          <w:rFonts w:hint="cs"/>
          <w:rtl/>
        </w:rPr>
      </w:pPr>
      <w:r>
        <w:rPr>
          <w:rFonts w:hint="cs"/>
          <w:rtl/>
        </w:rPr>
        <w:t xml:space="preserve">ننحب عليك وعلى حسين البگه وحده </w:t>
      </w:r>
    </w:p>
    <w:p w:rsidR="00C46C29" w:rsidRDefault="00C46C29" w:rsidP="00C46C29">
      <w:pPr>
        <w:pStyle w:val="libPoemCenter"/>
        <w:rPr>
          <w:rFonts w:hint="cs"/>
          <w:rtl/>
        </w:rPr>
      </w:pPr>
      <w:r>
        <w:rPr>
          <w:rFonts w:hint="cs"/>
          <w:rtl/>
        </w:rPr>
        <w:t xml:space="preserve">واعله الغريبه البگت ما عدها والي وهل </w:t>
      </w:r>
    </w:p>
    <w:p w:rsidR="00C46C29" w:rsidRDefault="00C46C29" w:rsidP="00424055">
      <w:pPr>
        <w:pStyle w:val="libLeft"/>
        <w:rPr>
          <w:rFonts w:hint="cs"/>
          <w:rtl/>
        </w:rPr>
      </w:pPr>
      <w:r>
        <w:rPr>
          <w:rFonts w:hint="cs"/>
          <w:rtl/>
        </w:rPr>
        <w:t>(دمشق - 1983</w:t>
      </w:r>
      <w:r w:rsidR="00424055">
        <w:rPr>
          <w:rFonts w:hint="cs"/>
          <w:rtl/>
        </w:rPr>
        <w:t xml:space="preserve"> م</w:t>
      </w:r>
      <w:r>
        <w:rPr>
          <w:rFonts w:hint="cs"/>
          <w:rtl/>
        </w:rPr>
        <w:t xml:space="preserve">)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ما اعتب اعله الجفن دم ودمع يا هلي </w:t>
      </w:r>
    </w:p>
    <w:p w:rsidR="00C46C29" w:rsidRDefault="00C46C29" w:rsidP="00C46C29">
      <w:pPr>
        <w:pStyle w:val="libPoemCenter"/>
        <w:rPr>
          <w:rFonts w:hint="cs"/>
          <w:rtl/>
        </w:rPr>
      </w:pPr>
      <w:r>
        <w:rPr>
          <w:rFonts w:hint="cs"/>
          <w:rtl/>
        </w:rPr>
        <w:t xml:space="preserve">ما أدري من دنيتي يا هي العلي يا هلي </w:t>
      </w:r>
    </w:p>
    <w:p w:rsidR="00C46C29" w:rsidRDefault="00C46C29" w:rsidP="00C46C29">
      <w:pPr>
        <w:pStyle w:val="libPoemCenter"/>
        <w:rPr>
          <w:rFonts w:hint="cs"/>
          <w:rtl/>
        </w:rPr>
      </w:pPr>
      <w:r>
        <w:rPr>
          <w:rFonts w:hint="cs"/>
          <w:rtl/>
        </w:rPr>
        <w:t xml:space="preserve">شفت ابن هند اعله عرشه والحكم يا هلي </w:t>
      </w:r>
    </w:p>
    <w:p w:rsidR="00C46C29" w:rsidRDefault="00C46C29" w:rsidP="00C46C29">
      <w:pPr>
        <w:pStyle w:val="libPoemCenter"/>
        <w:rPr>
          <w:rFonts w:hint="cs"/>
          <w:rtl/>
        </w:rPr>
      </w:pPr>
      <w:r>
        <w:rPr>
          <w:rFonts w:hint="cs"/>
          <w:rtl/>
        </w:rPr>
        <w:t xml:space="preserve">ابشوفه يزيد الجفن صب المدامع وسل </w:t>
      </w:r>
    </w:p>
    <w:p w:rsidR="00C46C29" w:rsidRDefault="00C46C29" w:rsidP="00C46C29">
      <w:pPr>
        <w:pStyle w:val="libPoemCenter"/>
        <w:rPr>
          <w:rFonts w:hint="cs"/>
          <w:rtl/>
        </w:rPr>
      </w:pPr>
      <w:r>
        <w:rPr>
          <w:rFonts w:hint="cs"/>
          <w:rtl/>
        </w:rPr>
        <w:t xml:space="preserve">من الكوفه والشام دلالي تفطر وسل </w:t>
      </w:r>
    </w:p>
    <w:p w:rsidR="00C46C29" w:rsidRDefault="00C46C29" w:rsidP="00C46C29">
      <w:pPr>
        <w:pStyle w:val="libPoemCenter"/>
        <w:rPr>
          <w:rFonts w:hint="cs"/>
          <w:rtl/>
        </w:rPr>
      </w:pPr>
      <w:r>
        <w:rPr>
          <w:rFonts w:hint="cs"/>
          <w:rtl/>
        </w:rPr>
        <w:t xml:space="preserve">ولكربله اليوم جيت ابظعني انشد وسل </w:t>
      </w:r>
    </w:p>
    <w:p w:rsidR="00C46C29" w:rsidRDefault="00C46C29" w:rsidP="00C46C29">
      <w:pPr>
        <w:pStyle w:val="libPoemCenter"/>
        <w:rPr>
          <w:rFonts w:hint="cs"/>
          <w:rtl/>
        </w:rPr>
      </w:pPr>
      <w:r>
        <w:rPr>
          <w:rFonts w:hint="cs"/>
          <w:rtl/>
        </w:rPr>
        <w:t xml:space="preserve">منهو اليرد الظعن لرض الوطن يا هلي </w:t>
      </w:r>
    </w:p>
    <w:p w:rsidR="00C46C29" w:rsidRDefault="00C46C29" w:rsidP="00C46C29">
      <w:pPr>
        <w:pStyle w:val="libLeft"/>
        <w:rPr>
          <w:rFonts w:hint="cs"/>
          <w:rtl/>
        </w:rPr>
      </w:pPr>
      <w:r>
        <w:rPr>
          <w:rFonts w:hint="cs"/>
          <w:rtl/>
        </w:rPr>
        <w:t xml:space="preserve">(لندن - 1995م)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أنصار الحسين بجنان الخلد تربه </w:t>
      </w:r>
    </w:p>
    <w:p w:rsidR="00C46C29" w:rsidRDefault="00C46C29" w:rsidP="00C46C29">
      <w:pPr>
        <w:pStyle w:val="libPoemCenter"/>
        <w:rPr>
          <w:rFonts w:hint="cs"/>
          <w:rtl/>
        </w:rPr>
      </w:pPr>
      <w:r>
        <w:rPr>
          <w:rFonts w:hint="cs"/>
          <w:rtl/>
        </w:rPr>
        <w:t xml:space="preserve">وعين الشهاده عليهم بالنصر تربه </w:t>
      </w:r>
    </w:p>
    <w:p w:rsidR="00C46C29" w:rsidRDefault="00C46C29" w:rsidP="00C46C29">
      <w:pPr>
        <w:pStyle w:val="libPoemCenter"/>
        <w:rPr>
          <w:rFonts w:hint="cs"/>
          <w:rtl/>
        </w:rPr>
      </w:pPr>
      <w:r>
        <w:rPr>
          <w:rFonts w:hint="cs"/>
          <w:rtl/>
        </w:rPr>
        <w:t xml:space="preserve">صولات الهم لعد گلب الخصم تربه </w:t>
      </w:r>
    </w:p>
    <w:p w:rsidR="00C46C29" w:rsidRDefault="00C46C29" w:rsidP="00C46C29">
      <w:pPr>
        <w:pStyle w:val="libPoemCenter"/>
        <w:rPr>
          <w:rFonts w:hint="cs"/>
          <w:rtl/>
        </w:rPr>
      </w:pPr>
      <w:r>
        <w:rPr>
          <w:rFonts w:hint="cs"/>
          <w:rtl/>
        </w:rPr>
        <w:t xml:space="preserve">من جانب الفوز لوَّح للضحايه هلال </w:t>
      </w:r>
    </w:p>
    <w:p w:rsidR="00C46C29" w:rsidRDefault="00C46C29" w:rsidP="00C46C29">
      <w:pPr>
        <w:pStyle w:val="libPoemCenter"/>
        <w:rPr>
          <w:rFonts w:hint="cs"/>
          <w:rtl/>
        </w:rPr>
      </w:pPr>
      <w:r>
        <w:rPr>
          <w:rFonts w:hint="cs"/>
          <w:rtl/>
        </w:rPr>
        <w:t xml:space="preserve">ودمع أبو اليمه عليهم ظل يصب هلال </w:t>
      </w:r>
    </w:p>
    <w:p w:rsidR="00C46C29" w:rsidRDefault="00C46C29" w:rsidP="00C46C29">
      <w:pPr>
        <w:pStyle w:val="libPoemCenter"/>
        <w:rPr>
          <w:rFonts w:hint="cs"/>
          <w:rtl/>
        </w:rPr>
      </w:pPr>
      <w:r>
        <w:rPr>
          <w:rFonts w:hint="cs"/>
          <w:rtl/>
        </w:rPr>
        <w:t xml:space="preserve">الحر الرياحي وبرير ونافع ابن هلال </w:t>
      </w:r>
    </w:p>
    <w:p w:rsidR="00C46C29" w:rsidRDefault="00C46C29" w:rsidP="00C46C29">
      <w:pPr>
        <w:pStyle w:val="libPoemCenter"/>
        <w:rPr>
          <w:rFonts w:hint="cs"/>
          <w:rtl/>
        </w:rPr>
      </w:pPr>
      <w:r>
        <w:rPr>
          <w:rFonts w:hint="cs"/>
          <w:rtl/>
        </w:rPr>
        <w:t xml:space="preserve">اندفنوا باعظم واعز واشرف واجل تربه </w:t>
      </w:r>
    </w:p>
    <w:p w:rsidR="00C46C29" w:rsidRDefault="00C46C29" w:rsidP="00C46C29">
      <w:pPr>
        <w:pStyle w:val="libLeft"/>
        <w:rPr>
          <w:rFonts w:hint="cs"/>
          <w:rtl/>
        </w:rPr>
      </w:pPr>
      <w:r>
        <w:rPr>
          <w:rFonts w:hint="cs"/>
          <w:rtl/>
        </w:rPr>
        <w:t xml:space="preserve">(دمشق - 1983م) </w:t>
      </w:r>
    </w:p>
    <w:p w:rsidR="00C46C29" w:rsidRDefault="00C46C29" w:rsidP="00C46C29">
      <w:pPr>
        <w:pStyle w:val="libCenter"/>
        <w:rPr>
          <w:rFonts w:hint="cs"/>
          <w:rtl/>
        </w:rPr>
      </w:pPr>
      <w:r>
        <w:rPr>
          <w:rFonts w:hint="cs"/>
          <w:rtl/>
        </w:rPr>
        <w:lastRenderedPageBreak/>
        <w:t xml:space="preserve">* * * </w:t>
      </w:r>
    </w:p>
    <w:p w:rsidR="00C46C29" w:rsidRDefault="00C46C29" w:rsidP="00C46C29">
      <w:pPr>
        <w:pStyle w:val="libPoemCenter"/>
        <w:rPr>
          <w:rFonts w:hint="cs"/>
          <w:rtl/>
        </w:rPr>
      </w:pPr>
      <w:r>
        <w:rPr>
          <w:rFonts w:hint="cs"/>
          <w:rtl/>
        </w:rPr>
        <w:t xml:space="preserve">مر النسيم العذب من طيب حيكم وهب </w:t>
      </w:r>
    </w:p>
    <w:p w:rsidR="00C46C29" w:rsidRDefault="00C46C29" w:rsidP="00C46C29">
      <w:pPr>
        <w:pStyle w:val="libPoemCenter"/>
        <w:rPr>
          <w:rFonts w:hint="cs"/>
          <w:rtl/>
        </w:rPr>
      </w:pPr>
      <w:r>
        <w:rPr>
          <w:rFonts w:hint="cs"/>
          <w:rtl/>
        </w:rPr>
        <w:t xml:space="preserve">يا هو المثلكم بذل للدين روحه أو وهب </w:t>
      </w:r>
    </w:p>
    <w:p w:rsidR="00C46C29" w:rsidRDefault="00C46C29" w:rsidP="00C46C29">
      <w:pPr>
        <w:pStyle w:val="libPoemCenter"/>
        <w:rPr>
          <w:rFonts w:hint="cs"/>
          <w:rtl/>
        </w:rPr>
      </w:pPr>
      <w:r>
        <w:rPr>
          <w:rFonts w:hint="cs"/>
          <w:rtl/>
        </w:rPr>
        <w:t xml:space="preserve">انصار عدكم شهامه وطيب عنصر وهب </w:t>
      </w:r>
    </w:p>
    <w:p w:rsidR="00C46C29" w:rsidRDefault="00C46C29" w:rsidP="00C46C29">
      <w:pPr>
        <w:pStyle w:val="libPoemCenter"/>
        <w:rPr>
          <w:rFonts w:hint="cs"/>
          <w:rtl/>
        </w:rPr>
      </w:pPr>
      <w:r>
        <w:rPr>
          <w:rFonts w:hint="cs"/>
          <w:rtl/>
        </w:rPr>
        <w:t xml:space="preserve">ميزتوا بالكون ما بين العبد والحر </w:t>
      </w:r>
    </w:p>
    <w:p w:rsidR="00C46C29" w:rsidRDefault="00C46C29" w:rsidP="00C46C29">
      <w:pPr>
        <w:pStyle w:val="libPoemCenter"/>
        <w:rPr>
          <w:rFonts w:hint="cs"/>
          <w:rtl/>
        </w:rPr>
      </w:pPr>
      <w:r>
        <w:rPr>
          <w:rFonts w:hint="cs"/>
          <w:rtl/>
        </w:rPr>
        <w:t xml:space="preserve">أجساد الكم صريعه بالشمس والحر </w:t>
      </w:r>
    </w:p>
    <w:p w:rsidR="00C46C29" w:rsidRDefault="00C46C29" w:rsidP="00C46C29">
      <w:pPr>
        <w:pStyle w:val="libPoemCenter"/>
        <w:rPr>
          <w:rFonts w:hint="cs"/>
          <w:rtl/>
        </w:rPr>
      </w:pPr>
      <w:r>
        <w:rPr>
          <w:rFonts w:hint="cs"/>
          <w:rtl/>
        </w:rPr>
        <w:t xml:space="preserve">حي ابن ظاهر حبيب الماخضع والحر </w:t>
      </w:r>
    </w:p>
    <w:p w:rsidR="00C46C29" w:rsidRDefault="00C46C29" w:rsidP="00C46C29">
      <w:pPr>
        <w:pStyle w:val="libPoemCenter"/>
        <w:rPr>
          <w:rFonts w:hint="cs"/>
          <w:rtl/>
        </w:rPr>
      </w:pPr>
      <w:r>
        <w:rPr>
          <w:rFonts w:hint="cs"/>
          <w:rtl/>
        </w:rPr>
        <w:t xml:space="preserve">وحي عابس الشاكري وجون وزهير ووهب </w:t>
      </w:r>
    </w:p>
    <w:p w:rsidR="00C46C29" w:rsidRDefault="00C46C29" w:rsidP="00C46C29">
      <w:pPr>
        <w:pStyle w:val="libLeft"/>
        <w:rPr>
          <w:rFonts w:hint="cs"/>
          <w:rtl/>
        </w:rPr>
      </w:pPr>
      <w:r>
        <w:rPr>
          <w:rFonts w:hint="cs"/>
          <w:rtl/>
        </w:rPr>
        <w:t xml:space="preserve">(دمشق - 1983م) </w:t>
      </w:r>
    </w:p>
    <w:p w:rsidR="00C46C29" w:rsidRDefault="00C46C29" w:rsidP="00C46C29">
      <w:pPr>
        <w:pStyle w:val="libCenter"/>
        <w:rPr>
          <w:rFonts w:hint="cs"/>
          <w:rtl/>
        </w:rPr>
      </w:pPr>
      <w:r>
        <w:rPr>
          <w:rFonts w:hint="cs"/>
          <w:rtl/>
        </w:rPr>
        <w:t xml:space="preserve">* * * </w:t>
      </w:r>
    </w:p>
    <w:p w:rsidR="00C46C29" w:rsidRDefault="00C46C29" w:rsidP="00C46C29">
      <w:pPr>
        <w:pStyle w:val="libPoemCenter"/>
        <w:rPr>
          <w:rFonts w:hint="cs"/>
          <w:rtl/>
        </w:rPr>
      </w:pPr>
      <w:r>
        <w:rPr>
          <w:rFonts w:hint="cs"/>
          <w:rtl/>
        </w:rPr>
        <w:t xml:space="preserve">يا المهدي ركن الصبر من كثر صبري دوه </w:t>
      </w:r>
    </w:p>
    <w:p w:rsidR="00C46C29" w:rsidRDefault="00C46C29" w:rsidP="00C46C29">
      <w:pPr>
        <w:pStyle w:val="libPoemCenter"/>
        <w:rPr>
          <w:rFonts w:hint="cs"/>
          <w:rtl/>
        </w:rPr>
      </w:pPr>
      <w:r>
        <w:rPr>
          <w:rFonts w:hint="cs"/>
          <w:rtl/>
        </w:rPr>
        <w:t xml:space="preserve">ناديت وابمهجتي بركان همي دوه </w:t>
      </w:r>
    </w:p>
    <w:p w:rsidR="00C46C29" w:rsidRDefault="00C46C29" w:rsidP="00C46C29">
      <w:pPr>
        <w:pStyle w:val="libPoemCenter"/>
        <w:rPr>
          <w:rFonts w:hint="cs"/>
          <w:rtl/>
        </w:rPr>
      </w:pPr>
      <w:r>
        <w:rPr>
          <w:rFonts w:hint="cs"/>
          <w:rtl/>
        </w:rPr>
        <w:t xml:space="preserve">انشد الراحوا واجوا عنك وصوتي دوه </w:t>
      </w:r>
    </w:p>
    <w:p w:rsidR="00C46C29" w:rsidRDefault="00C46C29" w:rsidP="00C46C29">
      <w:pPr>
        <w:pStyle w:val="libPoemCenter"/>
        <w:rPr>
          <w:rFonts w:hint="cs"/>
          <w:rtl/>
        </w:rPr>
      </w:pPr>
      <w:r>
        <w:rPr>
          <w:rFonts w:hint="cs"/>
          <w:rtl/>
        </w:rPr>
        <w:t xml:space="preserve">ابن الحسن وين منهو يا بشر شافه </w:t>
      </w:r>
    </w:p>
    <w:p w:rsidR="00C46C29" w:rsidRDefault="00C46C29" w:rsidP="00C46C29">
      <w:pPr>
        <w:pStyle w:val="libPoemCenter"/>
        <w:rPr>
          <w:rFonts w:hint="cs"/>
          <w:rtl/>
        </w:rPr>
      </w:pPr>
      <w:r>
        <w:rPr>
          <w:rFonts w:hint="cs"/>
          <w:rtl/>
        </w:rPr>
        <w:t xml:space="preserve">الوادم اختلفت وسافه والخصم شافه </w:t>
      </w:r>
    </w:p>
    <w:p w:rsidR="00C46C29" w:rsidRDefault="00C46C29" w:rsidP="00C46C29">
      <w:pPr>
        <w:pStyle w:val="libPoemCenter"/>
        <w:rPr>
          <w:rFonts w:hint="cs"/>
          <w:rtl/>
        </w:rPr>
      </w:pPr>
      <w:r>
        <w:rPr>
          <w:rFonts w:hint="cs"/>
          <w:rtl/>
        </w:rPr>
        <w:t xml:space="preserve">واليزرع گلوب وينه ولعلل شافه </w:t>
      </w:r>
    </w:p>
    <w:p w:rsidR="00C46C29" w:rsidRDefault="00C46C29" w:rsidP="00C46C29">
      <w:pPr>
        <w:pStyle w:val="libPoemCenter"/>
        <w:rPr>
          <w:rFonts w:hint="cs"/>
          <w:rtl/>
        </w:rPr>
      </w:pPr>
      <w:r>
        <w:rPr>
          <w:rFonts w:hint="cs"/>
          <w:rtl/>
        </w:rPr>
        <w:t xml:space="preserve">يا يوم يزرع ضمير ويكتشفله دوه </w:t>
      </w:r>
    </w:p>
    <w:p w:rsidR="00C46C29" w:rsidRDefault="00C46C29" w:rsidP="00C46C29">
      <w:pPr>
        <w:pStyle w:val="libLeft"/>
        <w:rPr>
          <w:rFonts w:hint="cs"/>
          <w:rtl/>
        </w:rPr>
      </w:pPr>
      <w:r>
        <w:rPr>
          <w:rFonts w:hint="cs"/>
          <w:rtl/>
        </w:rPr>
        <w:t xml:space="preserve">(طهران - 1998م) </w:t>
      </w:r>
    </w:p>
    <w:p w:rsidR="00C46C29" w:rsidRDefault="00C46C29" w:rsidP="00C46C29">
      <w:pPr>
        <w:pStyle w:val="libCenter"/>
      </w:pPr>
      <w:r>
        <w:rPr>
          <w:rFonts w:hint="cs"/>
          <w:rtl/>
        </w:rPr>
        <w:t>* * *</w:t>
      </w:r>
    </w:p>
    <w:p w:rsidR="00424055" w:rsidRDefault="00424055" w:rsidP="00424055">
      <w:pPr>
        <w:pStyle w:val="libNormal"/>
        <w:rPr>
          <w:rFonts w:hint="cs"/>
        </w:rPr>
      </w:pPr>
      <w:r>
        <w:rPr>
          <w:rFonts w:hint="cs"/>
          <w:rtl/>
        </w:rPr>
        <w:br w:type="page"/>
      </w:r>
    </w:p>
    <w:sdt>
      <w:sdtPr>
        <w:rPr>
          <w:rtl/>
        </w:rPr>
        <w:id w:val="254611581"/>
        <w:docPartObj>
          <w:docPartGallery w:val="Table of Contents"/>
          <w:docPartUnique/>
        </w:docPartObj>
      </w:sdtPr>
      <w:sdtEndPr>
        <w:rPr>
          <w:b w:val="0"/>
          <w:bCs w:val="0"/>
        </w:rPr>
      </w:sdtEndPr>
      <w:sdtContent>
        <w:p w:rsidR="00424055" w:rsidRDefault="00424055" w:rsidP="00424055">
          <w:pPr>
            <w:pStyle w:val="libCenterBold1"/>
          </w:pPr>
          <w:r>
            <w:rPr>
              <w:rFonts w:hint="cs"/>
              <w:rtl/>
            </w:rPr>
            <w:t>الفهرس</w:t>
          </w:r>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5744792" w:history="1">
            <w:r w:rsidRPr="004C0AE4">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3" w:history="1">
            <w:r w:rsidRPr="004C0AE4">
              <w:rPr>
                <w:rStyle w:val="Hyperlink"/>
                <w:noProof/>
                <w:rtl/>
              </w:rPr>
              <w:t>الباب الأول: في قصائد الگعدة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4" w:history="1">
            <w:r w:rsidRPr="004C0AE4">
              <w:rPr>
                <w:rStyle w:val="Hyperlink"/>
                <w:noProof/>
                <w:rtl/>
              </w:rPr>
              <w:t>كلّ انسان وذاته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5" w:history="1">
            <w:r w:rsidRPr="004C0AE4">
              <w:rPr>
                <w:rStyle w:val="Hyperlink"/>
                <w:noProof/>
                <w:rtl/>
              </w:rPr>
              <w:t>ساقي العطاشى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6" w:history="1">
            <w:r w:rsidRPr="004C0AE4">
              <w:rPr>
                <w:rStyle w:val="Hyperlink"/>
                <w:noProof/>
                <w:rtl/>
              </w:rPr>
              <w:t>عاشت حزينه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7" w:history="1">
            <w:r w:rsidRPr="004C0AE4">
              <w:rPr>
                <w:rStyle w:val="Hyperlink"/>
                <w:noProof/>
                <w:rtl/>
              </w:rPr>
              <w:t>الشهيد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8" w:history="1">
            <w:r w:rsidRPr="004C0AE4">
              <w:rPr>
                <w:rStyle w:val="Hyperlink"/>
                <w:noProof/>
                <w:rtl/>
              </w:rPr>
              <w:t>قدوة الشباب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799" w:history="1">
            <w:r w:rsidRPr="004C0AE4">
              <w:rPr>
                <w:rStyle w:val="Hyperlink"/>
                <w:noProof/>
                <w:rtl/>
              </w:rPr>
              <w:t>الإمام الرضا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Toc495744799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0" w:history="1">
            <w:r w:rsidRPr="004C0AE4">
              <w:rPr>
                <w:rStyle w:val="Hyperlink"/>
                <w:noProof/>
                <w:rtl/>
              </w:rPr>
              <w:t>القتيل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1" w:history="1">
            <w:r w:rsidRPr="004C0AE4">
              <w:rPr>
                <w:rStyle w:val="Hyperlink"/>
                <w:noProof/>
                <w:rtl/>
              </w:rPr>
              <w:t>الليلية الرهيبة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2" w:history="1">
            <w:r w:rsidRPr="004C0AE4">
              <w:rPr>
                <w:rStyle w:val="Hyperlink"/>
                <w:noProof/>
                <w:rtl/>
              </w:rPr>
              <w:t>الأمّة المجيدة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3" w:history="1">
            <w:r w:rsidRPr="004C0AE4">
              <w:rPr>
                <w:rStyle w:val="Hyperlink"/>
                <w:noProof/>
                <w:rtl/>
              </w:rPr>
              <w:t>الباب الثاني: في قصائد اللطم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4" w:history="1">
            <w:r w:rsidRPr="004C0AE4">
              <w:rPr>
                <w:rStyle w:val="Hyperlink"/>
                <w:noProof/>
                <w:rtl/>
              </w:rPr>
              <w:t>إحذر من دنياك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5" w:history="1">
            <w:r w:rsidRPr="004C0AE4">
              <w:rPr>
                <w:rStyle w:val="Hyperlink"/>
                <w:noProof/>
                <w:rtl/>
              </w:rPr>
              <w:t>بين الدار والمحراب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6" w:history="1">
            <w:r w:rsidRPr="004C0AE4">
              <w:rPr>
                <w:rStyle w:val="Hyperlink"/>
                <w:noProof/>
                <w:rtl/>
              </w:rPr>
              <w:t>حبيب القلوب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7" w:history="1">
            <w:r w:rsidRPr="004C0AE4">
              <w:rPr>
                <w:rStyle w:val="Hyperlink"/>
                <w:noProof/>
                <w:rtl/>
              </w:rPr>
              <w:t>الأم المضحيّة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8" w:history="1">
            <w:r w:rsidRPr="004C0AE4">
              <w:rPr>
                <w:rStyle w:val="Hyperlink"/>
                <w:noProof/>
                <w:rtl/>
              </w:rPr>
              <w:t>يا حادي الأظعان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09" w:history="1">
            <w:r w:rsidRPr="004C0AE4">
              <w:rPr>
                <w:rStyle w:val="Hyperlink"/>
                <w:noProof/>
                <w:rtl/>
              </w:rPr>
              <w:t>الوفاء المشهود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Toc495744809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0" w:history="1">
            <w:r w:rsidRPr="004C0AE4">
              <w:rPr>
                <w:rStyle w:val="Hyperlink"/>
                <w:noProof/>
                <w:rtl/>
              </w:rPr>
              <w:t>ولدي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1" w:history="1">
            <w:r w:rsidRPr="004C0AE4">
              <w:rPr>
                <w:rStyle w:val="Hyperlink"/>
                <w:noProof/>
                <w:rtl/>
              </w:rPr>
              <w:t>نص الوصيّة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2" w:history="1">
            <w:r w:rsidRPr="004C0AE4">
              <w:rPr>
                <w:rStyle w:val="Hyperlink"/>
                <w:noProof/>
                <w:rtl/>
              </w:rPr>
              <w:t>اطروحة القاسم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3" w:history="1">
            <w:r w:rsidRPr="004C0AE4">
              <w:rPr>
                <w:rStyle w:val="Hyperlink"/>
                <w:noProof/>
                <w:rtl/>
              </w:rPr>
              <w:t>ماذا سيحدث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4" w:history="1">
            <w:r w:rsidRPr="004C0AE4">
              <w:rPr>
                <w:rStyle w:val="Hyperlink"/>
                <w:noProof/>
                <w:rtl/>
              </w:rPr>
              <w:t>بين الحسن والحسين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5" w:history="1">
            <w:r w:rsidRPr="004C0AE4">
              <w:rPr>
                <w:rStyle w:val="Hyperlink"/>
                <w:noProof/>
                <w:rtl/>
              </w:rPr>
              <w:t>اشهد يا 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24055" w:rsidRDefault="00424055" w:rsidP="00424055">
          <w:pPr>
            <w:pStyle w:val="libNormal"/>
            <w:rPr>
              <w:rFonts w:hint="cs"/>
            </w:rPr>
          </w:pPr>
          <w:r>
            <w:rPr>
              <w:rFonts w:hint="cs"/>
              <w:rtl/>
            </w:rPr>
            <w:br w:type="page"/>
          </w:r>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6" w:history="1">
            <w:r w:rsidRPr="004C0AE4">
              <w:rPr>
                <w:rStyle w:val="Hyperlink"/>
                <w:noProof/>
                <w:rtl/>
              </w:rPr>
              <w:t>ما أصعب الانتظار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7" w:history="1">
            <w:r w:rsidRPr="004C0AE4">
              <w:rPr>
                <w:rStyle w:val="Hyperlink"/>
                <w:noProof/>
                <w:rtl/>
              </w:rPr>
              <w:t>فن الجناس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8" w:history="1">
            <w:r w:rsidRPr="004C0AE4">
              <w:rPr>
                <w:rStyle w:val="Hyperlink"/>
                <w:noProof/>
                <w:rtl/>
              </w:rPr>
              <w:t>النصر أو 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19" w:history="1">
            <w:r w:rsidRPr="004C0AE4">
              <w:rPr>
                <w:rStyle w:val="Hyperlink"/>
                <w:noProof/>
                <w:rtl/>
              </w:rPr>
              <w:t>يا أبا 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Toc495744819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0" w:history="1">
            <w:r w:rsidRPr="004C0AE4">
              <w:rPr>
                <w:rStyle w:val="Hyperlink"/>
                <w:noProof/>
                <w:rtl/>
              </w:rPr>
              <w:t>بين الشموع والدموع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1" w:history="1">
            <w:r w:rsidRPr="004C0AE4">
              <w:rPr>
                <w:rStyle w:val="Hyperlink"/>
                <w:noProof/>
                <w:rtl/>
              </w:rPr>
              <w:t>بهجة آمالي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2" w:history="1">
            <w:r w:rsidRPr="004C0AE4">
              <w:rPr>
                <w:rStyle w:val="Hyperlink"/>
                <w:noProof/>
                <w:rtl/>
              </w:rPr>
              <w:t>يا حاضر الشدات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3" w:history="1">
            <w:r w:rsidRPr="004C0AE4">
              <w:rPr>
                <w:rStyle w:val="Hyperlink"/>
                <w:noProof/>
                <w:rtl/>
              </w:rPr>
              <w:t>شأن 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4" w:history="1">
            <w:r w:rsidRPr="004C0AE4">
              <w:rPr>
                <w:rStyle w:val="Hyperlink"/>
                <w:noProof/>
                <w:rtl/>
              </w:rPr>
              <w:t>تاسع الائمه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5" w:history="1">
            <w:r w:rsidRPr="004C0AE4">
              <w:rPr>
                <w:rStyle w:val="Hyperlink"/>
                <w:noProof/>
                <w:rtl/>
              </w:rPr>
              <w:t>صورة المصيبة (موشح)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6" w:history="1">
            <w:r w:rsidRPr="004C0AE4">
              <w:rPr>
                <w:rStyle w:val="Hyperlink"/>
                <w:noProof/>
                <w:rtl/>
              </w:rPr>
              <w:t>أين حامي حمانا (موشّح)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7" w:history="1">
            <w:r w:rsidRPr="004C0AE4">
              <w:rPr>
                <w:rStyle w:val="Hyperlink"/>
                <w:noProof/>
                <w:rtl/>
              </w:rPr>
              <w:t>على التل الزينبي (تجليبه)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8" w:history="1">
            <w:r w:rsidRPr="004C0AE4">
              <w:rPr>
                <w:rStyle w:val="Hyperlink"/>
                <w:noProof/>
                <w:rtl/>
              </w:rPr>
              <w:t>المجاهد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29" w:history="1">
            <w:r w:rsidRPr="004C0AE4">
              <w:rPr>
                <w:rStyle w:val="Hyperlink"/>
                <w:noProof/>
                <w:rtl/>
              </w:rPr>
              <w:t>الحسن بن علي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Toc495744829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0" w:history="1">
            <w:r w:rsidRPr="004C0AE4">
              <w:rPr>
                <w:rStyle w:val="Hyperlink"/>
                <w:noProof/>
                <w:rtl/>
              </w:rPr>
              <w:t>يا ريحانه الرسول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1" w:history="1">
            <w:r w:rsidRPr="004C0AE4">
              <w:rPr>
                <w:rStyle w:val="Hyperlink"/>
                <w:noProof/>
                <w:rtl/>
              </w:rPr>
              <w:t>متى قدومك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2" w:history="1">
            <w:r w:rsidRPr="004C0AE4">
              <w:rPr>
                <w:rStyle w:val="Hyperlink"/>
                <w:noProof/>
                <w:rtl/>
              </w:rPr>
              <w:t>أبطال الوغى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3" w:history="1">
            <w:r w:rsidRPr="004C0AE4">
              <w:rPr>
                <w:rStyle w:val="Hyperlink"/>
                <w:noProof/>
                <w:rtl/>
              </w:rPr>
              <w:t>البرهان القاطع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4" w:history="1">
            <w:r w:rsidRPr="004C0AE4">
              <w:rPr>
                <w:rStyle w:val="Hyperlink"/>
                <w:noProof/>
                <w:rtl/>
              </w:rPr>
              <w:t>أنت الكفيل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5" w:history="1">
            <w:r w:rsidRPr="004C0AE4">
              <w:rPr>
                <w:rStyle w:val="Hyperlink"/>
                <w:noProof/>
                <w:rtl/>
              </w:rPr>
              <w:t>الآمال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6" w:history="1">
            <w:r w:rsidRPr="004C0AE4">
              <w:rPr>
                <w:rStyle w:val="Hyperlink"/>
                <w:noProof/>
                <w:rtl/>
              </w:rPr>
              <w:t>ليلة 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7" w:history="1">
            <w:r w:rsidRPr="004C0AE4">
              <w:rPr>
                <w:rStyle w:val="Hyperlink"/>
                <w:noProof/>
                <w:rtl/>
              </w:rPr>
              <w:t>هكذا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8" w:history="1">
            <w:r w:rsidRPr="004C0AE4">
              <w:rPr>
                <w:rStyle w:val="Hyperlink"/>
                <w:noProof/>
                <w:rtl/>
              </w:rPr>
              <w:t>ياعم ياجابر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39" w:history="1">
            <w:r w:rsidRPr="004C0AE4">
              <w:rPr>
                <w:rStyle w:val="Hyperlink"/>
                <w:noProof/>
                <w:rtl/>
              </w:rPr>
              <w:t>فراسة علي (عليه السلام) (تجليبة)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Toc495744839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40" w:history="1">
            <w:r w:rsidRPr="004C0AE4">
              <w:rPr>
                <w:rStyle w:val="Hyperlink"/>
                <w:noProof/>
                <w:rtl/>
              </w:rPr>
              <w:t>لوعة الانتظار (موشّح)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Toc495744840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41" w:history="1">
            <w:r w:rsidRPr="004C0AE4">
              <w:rPr>
                <w:rStyle w:val="Hyperlink"/>
                <w:noProof/>
                <w:rtl/>
              </w:rPr>
              <w:t>من عرفات (موشّح)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Toc495744841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24055" w:rsidRDefault="00424055" w:rsidP="00424055">
          <w:pPr>
            <w:pStyle w:val="libNormal"/>
            <w:rPr>
              <w:rFonts w:hint="cs"/>
            </w:rPr>
          </w:pPr>
          <w:r>
            <w:rPr>
              <w:rFonts w:hint="cs"/>
              <w:rtl/>
            </w:rPr>
            <w:br w:type="page"/>
          </w:r>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42" w:history="1">
            <w:r w:rsidRPr="004C0AE4">
              <w:rPr>
                <w:rStyle w:val="Hyperlink"/>
                <w:noProof/>
                <w:rtl/>
              </w:rPr>
              <w:t>مسلم بن عقيل (عليه السلام) (موشّح)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Toc495744842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43" w:history="1">
            <w:r w:rsidRPr="004C0AE4">
              <w:rPr>
                <w:rStyle w:val="Hyperlink"/>
                <w:noProof/>
                <w:rtl/>
              </w:rPr>
              <w:t>الباب الثالث: في الأبوذيّة وفي الموال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Toc495744843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44" w:history="1">
            <w:r w:rsidRPr="004C0AE4">
              <w:rPr>
                <w:rStyle w:val="Hyperlink"/>
                <w:noProof/>
                <w:rtl/>
              </w:rPr>
              <w:t>في الأبوذية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Toc495744844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424055" w:rsidRDefault="00424055">
          <w:pPr>
            <w:pStyle w:val="TOC2"/>
            <w:tabs>
              <w:tab w:val="right" w:leader="dot" w:pos="9345"/>
            </w:tabs>
            <w:rPr>
              <w:rFonts w:asciiTheme="minorHAnsi" w:eastAsiaTheme="minorEastAsia" w:hAnsiTheme="minorHAnsi" w:cstheme="minorBidi"/>
              <w:noProof/>
              <w:color w:val="auto"/>
              <w:sz w:val="22"/>
              <w:szCs w:val="22"/>
              <w:rtl/>
            </w:rPr>
          </w:pPr>
          <w:hyperlink w:anchor="_Toc495744845" w:history="1">
            <w:r w:rsidRPr="004C0AE4">
              <w:rPr>
                <w:rStyle w:val="Hyperlink"/>
                <w:noProof/>
                <w:rtl/>
              </w:rPr>
              <w:t>في الموّال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Toc495744845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24055" w:rsidRDefault="00424055" w:rsidP="00424055">
          <w:pPr>
            <w:pStyle w:val="libNormal"/>
          </w:pPr>
          <w:r>
            <w:lastRenderedPageBreak/>
            <w:fldChar w:fldCharType="end"/>
          </w:r>
        </w:p>
      </w:sdtContent>
    </w:sdt>
    <w:sectPr w:rsidR="00424055"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C29" w:rsidRDefault="00C46C29">
      <w:r>
        <w:separator/>
      </w:r>
    </w:p>
  </w:endnote>
  <w:endnote w:type="continuationSeparator" w:id="0">
    <w:p w:rsidR="00C46C29" w:rsidRDefault="00C46C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253FC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4055">
      <w:rPr>
        <w:rFonts w:ascii="Traditional Arabic" w:hAnsi="Traditional Arabic"/>
        <w:noProof/>
        <w:sz w:val="28"/>
        <w:szCs w:val="28"/>
        <w:rtl/>
      </w:rPr>
      <w:t>132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253FC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4055">
      <w:rPr>
        <w:rFonts w:ascii="Traditional Arabic" w:hAnsi="Traditional Arabic"/>
        <w:noProof/>
        <w:sz w:val="28"/>
        <w:szCs w:val="28"/>
        <w:rtl/>
      </w:rPr>
      <w:t>131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253FC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405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C29" w:rsidRDefault="00C46C29">
      <w:r>
        <w:separator/>
      </w:r>
    </w:p>
  </w:footnote>
  <w:footnote w:type="continuationSeparator" w:id="0">
    <w:p w:rsidR="00C46C29" w:rsidRDefault="00C46C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24055"/>
    <w:rsid w:val="00005A19"/>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3FC4"/>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4055"/>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6C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46C2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EAB2D-22C0-4F71-AC3D-DB6707C95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TotalTime>
  <Pages>132</Pages>
  <Words>16535</Words>
  <Characters>77776</Characters>
  <Application>Microsoft Office Word</Application>
  <DocSecurity>0</DocSecurity>
  <Lines>648</Lines>
  <Paragraphs>188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2017-10-14T08:11:00Z</dcterms:created>
  <dcterms:modified xsi:type="dcterms:W3CDTF">2017-10-14T08:14:00Z</dcterms:modified>
</cp:coreProperties>
</file>