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87" w:rsidRDefault="00907987" w:rsidP="00907987">
      <w:pPr>
        <w:pStyle w:val="lib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867150" cy="6124575"/>
            <wp:effectExtent l="0" t="0" r="0" b="9525"/>
            <wp:docPr id="1" name="Picture 4" descr="F:\Book-Library\END\QUEUE\Blawn-Ghar-Blawn-Ghadir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Book-Library\END\QUEUE\Blawn-Ghar-Blawn-Ghadir\images\image0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libBold1"/>
        <w:rPr>
          <w:rtl/>
        </w:rPr>
      </w:pPr>
      <w:r>
        <w:rPr>
          <w:rFonts w:hint="cs"/>
          <w:rtl/>
        </w:rPr>
        <w:lastRenderedPageBreak/>
        <w:t>دليل المجموعة: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</w:instrText>
      </w:r>
      <w:r>
        <w:rPr>
          <w:rtl/>
        </w:rPr>
        <w:instrText>1-3</w:instrText>
      </w:r>
      <w:r>
        <w:instrText xml:space="preserve">" \t "Heading </w:instrText>
      </w:r>
      <w:r>
        <w:rPr>
          <w:rtl/>
        </w:rPr>
        <w:instrText xml:space="preserve">1 </w:instrText>
      </w:r>
      <w:r>
        <w:instrText>Center;</w:instrText>
      </w:r>
      <w:r>
        <w:rPr>
          <w:rtl/>
        </w:rPr>
        <w:instrText xml:space="preserve">1" </w:instrText>
      </w:r>
      <w:r>
        <w:rPr>
          <w:rtl/>
        </w:rPr>
        <w:fldChar w:fldCharType="separate"/>
      </w:r>
      <w:r>
        <w:rPr>
          <w:rFonts w:hint="cs"/>
          <w:noProof/>
          <w:rtl/>
        </w:rPr>
        <w:t xml:space="preserve">مقدمة المركز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5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مقدمة الشاعر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7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ذكرى الخلود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11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شايعت علياً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17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الفضائل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24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فاجعة عاشوراء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31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مناحة الرؤوس المسافرة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39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الظليمة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53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موتة المثال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61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غريب الغرباء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65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rFonts w:hint="cs"/>
          <w:noProof/>
          <w:rtl/>
        </w:rPr>
        <w:t>أ</w:t>
      </w:r>
      <w:r>
        <w:rPr>
          <w:noProof/>
          <w:rtl/>
        </w:rPr>
        <w:t>ربعة عشر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69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إل</w:t>
      </w:r>
      <w:r>
        <w:rPr>
          <w:rFonts w:hint="cs"/>
          <w:noProof/>
          <w:rtl/>
        </w:rPr>
        <w:t>ّ</w:t>
      </w:r>
      <w:r>
        <w:rPr>
          <w:noProof/>
          <w:rtl/>
        </w:rPr>
        <w:t xml:space="preserve">ا الصوم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73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كبدي .. وجراحك الخضراء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83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حكايات السيف .. والفتى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95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برديات فاطمي</w:t>
      </w:r>
      <w:r>
        <w:rPr>
          <w:rFonts w:hint="cs"/>
          <w:noProof/>
          <w:rtl/>
        </w:rPr>
        <w:t xml:space="preserve">ة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107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إشراقات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>في تجلي المشهد العلوي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115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المهدي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>توقف في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>« عين شمس »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119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أيهذا المرصع باللازوردي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129</w:t>
      </w:r>
    </w:p>
    <w:p w:rsidR="00907987" w:rsidRDefault="00907987" w:rsidP="00907987">
      <w:pPr>
        <w:pStyle w:val="libNormal"/>
        <w:rPr>
          <w:noProof/>
          <w:rtl/>
        </w:rPr>
      </w:pPr>
      <w:r>
        <w:rPr>
          <w:noProof/>
          <w:rtl/>
        </w:rPr>
        <w:br w:type="page"/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lastRenderedPageBreak/>
        <w:t>خراسان في ضوء القمر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137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مذهّبة لذوات ال</w:t>
      </w:r>
      <w:r>
        <w:rPr>
          <w:rFonts w:hint="cs"/>
          <w:noProof/>
          <w:rtl/>
        </w:rPr>
        <w:t>أ</w:t>
      </w:r>
      <w:r>
        <w:rPr>
          <w:noProof/>
          <w:rtl/>
        </w:rPr>
        <w:t>وتار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147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موعد مع الشراع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159</w:t>
      </w:r>
    </w:p>
    <w:p w:rsidR="00907987" w:rsidRDefault="00907987" w:rsidP="00907987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منشور الغدير</w:t>
      </w:r>
      <w:r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167</w:t>
      </w:r>
    </w:p>
    <w:p w:rsidR="00907987" w:rsidRDefault="00907987" w:rsidP="00907987">
      <w:pPr>
        <w:pStyle w:val="TOC1"/>
        <w:rPr>
          <w:rtl/>
        </w:rPr>
      </w:pPr>
      <w:r>
        <w:rPr>
          <w:noProof/>
          <w:rtl/>
        </w:rPr>
        <w:t>فاطمة المعصومة</w:t>
      </w:r>
      <w:r>
        <w:rPr>
          <w:rFonts w:hint="cs"/>
          <w:noProof/>
          <w:rtl/>
        </w:rPr>
        <w:t xml:space="preserve"> </w:t>
      </w:r>
      <w:r w:rsidRPr="00755654">
        <w:rPr>
          <w:rFonts w:hint="cs"/>
          <w:rtl/>
        </w:rPr>
        <w:t xml:space="preserve">عليها‌السلام </w:t>
      </w:r>
      <w:r>
        <w:rPr>
          <w:noProof/>
          <w:rtl/>
        </w:rPr>
        <w:tab/>
      </w:r>
      <w:r>
        <w:rPr>
          <w:rFonts w:hint="cs"/>
          <w:noProof/>
          <w:rtl/>
        </w:rPr>
        <w:t xml:space="preserve"> 179</w:t>
      </w:r>
      <w:r>
        <w:rPr>
          <w:rtl/>
        </w:rPr>
        <w:fldChar w:fldCharType="end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1"/>
        <w:rPr>
          <w:rtl/>
        </w:rPr>
      </w:pPr>
      <w:bookmarkStart w:id="0" w:name="_Toc283892771"/>
      <w:r>
        <w:rPr>
          <w:rFonts w:hint="cs"/>
          <w:rtl/>
        </w:rPr>
        <w:lastRenderedPageBreak/>
        <w:t>ب</w:t>
      </w:r>
      <w:r>
        <w:rPr>
          <w:rtl/>
        </w:rPr>
        <w:t>سم الله الرحم</w:t>
      </w:r>
      <w:r>
        <w:rPr>
          <w:rFonts w:hint="cs"/>
          <w:rtl/>
        </w:rPr>
        <w:t>ٰ</w:t>
      </w:r>
      <w:r>
        <w:rPr>
          <w:rtl/>
        </w:rPr>
        <w:t>ن الرحيم</w:t>
      </w:r>
      <w:bookmarkEnd w:id="0"/>
      <w:r>
        <w:rPr>
          <w:rFonts w:hint="cs"/>
          <w:rtl/>
        </w:rPr>
        <w:t xml:space="preserve"> </w:t>
      </w:r>
      <w:r>
        <w:rPr>
          <w:rtl/>
        </w:rPr>
        <w:t>الحمد لله رب العالمين والصلاة على</w:t>
      </w:r>
      <w:r>
        <w:rPr>
          <w:rFonts w:hint="cs"/>
          <w:rtl/>
        </w:rPr>
        <w:t>ٰ</w:t>
      </w:r>
      <w:r>
        <w:rPr>
          <w:rtl/>
        </w:rPr>
        <w:t xml:space="preserve"> خاتم</w:t>
      </w:r>
      <w:r>
        <w:rPr>
          <w:rFonts w:hint="cs"/>
          <w:rtl/>
        </w:rPr>
        <w:t xml:space="preserve"> </w:t>
      </w:r>
      <w:r>
        <w:rPr>
          <w:rtl/>
        </w:rPr>
        <w:t>المرسلين محمد وآله الغرّ الميامين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الثوابت المسلّمة في عملية البناء الحضاري القويم استناد</w:t>
      </w:r>
      <w:r>
        <w:rPr>
          <w:rFonts w:hint="cs"/>
          <w:rtl/>
        </w:rPr>
        <w:t>ُ</w:t>
      </w:r>
      <w:r>
        <w:rPr>
          <w:rtl/>
        </w:rPr>
        <w:t xml:space="preserve"> الاُمّة إلى</w:t>
      </w:r>
      <w:r>
        <w:rPr>
          <w:rFonts w:hint="cs"/>
          <w:rtl/>
        </w:rPr>
        <w:t>ٰ</w:t>
      </w:r>
      <w:r>
        <w:rPr>
          <w:rtl/>
        </w:rPr>
        <w:t xml:space="preserve"> قيمها السليمة ومبادئها ال</w:t>
      </w:r>
      <w:r>
        <w:rPr>
          <w:rFonts w:hint="cs"/>
          <w:rtl/>
        </w:rPr>
        <w:t>أ</w:t>
      </w:r>
      <w:r>
        <w:rPr>
          <w:rtl/>
        </w:rPr>
        <w:t>صلية، ال</w:t>
      </w:r>
      <w:r>
        <w:rPr>
          <w:rFonts w:hint="cs"/>
          <w:rtl/>
        </w:rPr>
        <w:t>أ</w:t>
      </w:r>
      <w:r>
        <w:rPr>
          <w:rtl/>
        </w:rPr>
        <w:t>مر الذي يمنحها ال</w:t>
      </w:r>
      <w:r>
        <w:rPr>
          <w:rFonts w:hint="cs"/>
          <w:rtl/>
        </w:rPr>
        <w:t>إ</w:t>
      </w:r>
      <w:r>
        <w:rPr>
          <w:rtl/>
        </w:rPr>
        <w:t>رادة الصلبة والعزم ال</w:t>
      </w:r>
      <w:r>
        <w:rPr>
          <w:rFonts w:hint="cs"/>
          <w:rtl/>
        </w:rPr>
        <w:t>أ</w:t>
      </w:r>
      <w:r>
        <w:rPr>
          <w:rtl/>
        </w:rPr>
        <w:t>كيد في التصدّي لمختلف التحديات والتهديدات الت</w:t>
      </w:r>
      <w:r>
        <w:rPr>
          <w:rFonts w:hint="cs"/>
          <w:rtl/>
        </w:rPr>
        <w:t>ي</w:t>
      </w:r>
      <w:r>
        <w:rPr>
          <w:rtl/>
        </w:rPr>
        <w:t xml:space="preserve"> تروم نخر كيانها وزلزلة وجودها عبر سلسلة من ال</w:t>
      </w:r>
      <w:r>
        <w:rPr>
          <w:rFonts w:hint="cs"/>
          <w:rtl/>
        </w:rPr>
        <w:t>أ</w:t>
      </w:r>
      <w:r>
        <w:rPr>
          <w:rtl/>
        </w:rPr>
        <w:t>فكار المنحرفة وال</w:t>
      </w:r>
      <w:r>
        <w:rPr>
          <w:rFonts w:hint="cs"/>
          <w:rtl/>
        </w:rPr>
        <w:t>آ</w:t>
      </w:r>
      <w:r>
        <w:rPr>
          <w:rtl/>
        </w:rPr>
        <w:t>ثار الضالة باستخدام أرقى</w:t>
      </w:r>
      <w:r>
        <w:rPr>
          <w:rFonts w:hint="cs"/>
          <w:rtl/>
        </w:rPr>
        <w:t>ٰ</w:t>
      </w:r>
      <w:r>
        <w:rPr>
          <w:rtl/>
        </w:rPr>
        <w:t xml:space="preserve"> وسائل التقنية الحديثة.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وإن أنصفنا المقام حقّه بعد مزيد من الدقّة والتأمّل نلحظ أن المرجعية الدينية المباركة كانت ولا زالت هي المنبع ال</w:t>
      </w:r>
      <w:r>
        <w:rPr>
          <w:rFonts w:hint="cs"/>
          <w:rtl/>
        </w:rPr>
        <w:t>أ</w:t>
      </w:r>
      <w:r>
        <w:rPr>
          <w:rtl/>
        </w:rPr>
        <w:t>صيل والملاذ المطمئن لقاصدي الحقيقة ومراتبها الرفيعة، كيف</w:t>
      </w:r>
      <w:r>
        <w:rPr>
          <w:rFonts w:hint="cs"/>
          <w:rtl/>
        </w:rPr>
        <w:t xml:space="preserve"> </w:t>
      </w:r>
      <w:r>
        <w:rPr>
          <w:rtl/>
        </w:rPr>
        <w:t xml:space="preserve">؟! وهي التي تعكس تعاليم الدين الحنيف وقيمه المقدّسة المستقاة من مدرسة آل العصمة والطهارة </w:t>
      </w:r>
      <w:r w:rsidRPr="0090798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بأبهى</w:t>
      </w:r>
      <w:r>
        <w:rPr>
          <w:rFonts w:hint="cs"/>
          <w:rtl/>
        </w:rPr>
        <w:t>ٰ</w:t>
      </w:r>
      <w:r>
        <w:rPr>
          <w:rtl/>
        </w:rPr>
        <w:t xml:space="preserve"> صورها وأجلى</w:t>
      </w:r>
      <w:r>
        <w:rPr>
          <w:rFonts w:hint="cs"/>
          <w:rtl/>
        </w:rPr>
        <w:t>ٰ</w:t>
      </w:r>
      <w:r>
        <w:rPr>
          <w:rtl/>
        </w:rPr>
        <w:t xml:space="preserve"> مصاديقها.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هذا، وكانت مرجعية سماحة آية الله العظمى</w:t>
      </w:r>
      <w:r>
        <w:rPr>
          <w:rFonts w:hint="cs"/>
          <w:rtl/>
        </w:rPr>
        <w:t>ٰ</w:t>
      </w:r>
      <w:r>
        <w:rPr>
          <w:rtl/>
        </w:rPr>
        <w:t xml:space="preserve"> السيّد علي السيستاني</w:t>
      </w:r>
      <w:r>
        <w:rPr>
          <w:rFonts w:hint="cs"/>
          <w:rtl/>
        </w:rPr>
        <w:t xml:space="preserve"> - </w:t>
      </w:r>
      <w:r>
        <w:rPr>
          <w:rtl/>
        </w:rPr>
        <w:t>مد ظله</w:t>
      </w:r>
      <w:r>
        <w:rPr>
          <w:rFonts w:hint="cs"/>
          <w:rtl/>
        </w:rPr>
        <w:t xml:space="preserve"> - </w:t>
      </w:r>
      <w:r>
        <w:rPr>
          <w:rtl/>
        </w:rPr>
        <w:t>هي السبّاقة دوماً في مضمار الذبّ عن حمى</w:t>
      </w:r>
      <w:r>
        <w:rPr>
          <w:rFonts w:hint="cs"/>
          <w:rtl/>
        </w:rPr>
        <w:t>ٰ</w:t>
      </w:r>
      <w:r>
        <w:rPr>
          <w:rtl/>
        </w:rPr>
        <w:t xml:space="preserve"> العقيدة ومفاهيمها الرصينة، فخطت بذلك خطوات مؤثّرة والتزمت برامج ومشاريع قطفت وستقطف أينع الثمار بحوله تعالى</w:t>
      </w:r>
      <w:r>
        <w:rPr>
          <w:rFonts w:hint="cs"/>
          <w:rtl/>
        </w:rPr>
        <w:t>ٰ</w:t>
      </w:r>
      <w:r>
        <w:rPr>
          <w:rtl/>
        </w:rPr>
        <w:t>.</w:t>
      </w:r>
    </w:p>
    <w:p w:rsidR="00907987" w:rsidRPr="00907987" w:rsidRDefault="00907987" w:rsidP="00907987">
      <w:pPr>
        <w:pStyle w:val="libNormal"/>
        <w:rPr>
          <w:rStyle w:val="libPoemTiniChar0"/>
          <w:rtl/>
        </w:rPr>
      </w:pPr>
      <w:r>
        <w:rPr>
          <w:rtl/>
        </w:rPr>
        <w:t>ومركز ال</w:t>
      </w:r>
      <w:r>
        <w:rPr>
          <w:rFonts w:hint="cs"/>
          <w:rtl/>
        </w:rPr>
        <w:t>أ</w:t>
      </w:r>
      <w:r>
        <w:rPr>
          <w:rtl/>
        </w:rPr>
        <w:t xml:space="preserve">بحاث العقائدية هو واحد من المشاريع المباركة الذي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اُسس ل</w:t>
      </w:r>
      <w:r>
        <w:rPr>
          <w:rFonts w:hint="cs"/>
          <w:rtl/>
        </w:rPr>
        <w:t>أ</w:t>
      </w:r>
      <w:r>
        <w:rPr>
          <w:rtl/>
        </w:rPr>
        <w:t xml:space="preserve">جل نصرة مذهب أهل البيت </w:t>
      </w:r>
      <w:r w:rsidRPr="0090798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وتعاليمه الرفيعة.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ولهذا المركز قسم خاص يهتم بمعتنقي مذهب أهل البيت </w:t>
      </w:r>
      <w:r w:rsidRPr="0090798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على</w:t>
      </w:r>
      <w:r>
        <w:rPr>
          <w:rFonts w:hint="cs"/>
          <w:rtl/>
        </w:rPr>
        <w:t>ٰ</w:t>
      </w:r>
      <w:r>
        <w:rPr>
          <w:rtl/>
        </w:rPr>
        <w:t xml:space="preserve"> مختلف الجهات، التي منها ترجمة ما تجود به أقلامهم وأفكارهم من نتاجات وآثار</w:t>
      </w:r>
      <w:r>
        <w:rPr>
          <w:rFonts w:hint="cs"/>
          <w:rtl/>
        </w:rPr>
        <w:t xml:space="preserve"> - </w:t>
      </w:r>
      <w:r>
        <w:rPr>
          <w:rtl/>
        </w:rPr>
        <w:t>حيث تحكي بوضوح عظمة نعمة الولاء التي مَنّ الله سبحانه وتعالى</w:t>
      </w:r>
      <w:r>
        <w:rPr>
          <w:rFonts w:hint="cs"/>
          <w:rtl/>
        </w:rPr>
        <w:t>ٰ</w:t>
      </w:r>
      <w:r>
        <w:rPr>
          <w:rtl/>
        </w:rPr>
        <w:t xml:space="preserve"> بها عليهم</w:t>
      </w:r>
      <w:r>
        <w:rPr>
          <w:rFonts w:hint="cs"/>
          <w:rtl/>
        </w:rPr>
        <w:t xml:space="preserve"> - </w:t>
      </w:r>
      <w:r>
        <w:rPr>
          <w:rtl/>
        </w:rPr>
        <w:t>إلى مطبوعات توزع في شتى</w:t>
      </w:r>
      <w:r>
        <w:rPr>
          <w:rFonts w:hint="cs"/>
          <w:rtl/>
        </w:rPr>
        <w:t>ٰ</w:t>
      </w:r>
      <w:r>
        <w:rPr>
          <w:rtl/>
        </w:rPr>
        <w:t xml:space="preserve"> أرجاء العالم.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وهذا المؤلَّف « بلون الغار ... بلون الغدير » الذي يصدر ضمن « سلسلة الرحلة إلى</w:t>
      </w:r>
      <w:r>
        <w:rPr>
          <w:rFonts w:hint="cs"/>
          <w:rtl/>
        </w:rPr>
        <w:t>ٰ</w:t>
      </w:r>
      <w:r>
        <w:rPr>
          <w:rtl/>
        </w:rPr>
        <w:t xml:space="preserve"> الثقلين » مصداق حي وأثر عملي بارز يؤكّد صحة هذا المدعى</w:t>
      </w:r>
      <w:r>
        <w:rPr>
          <w:rFonts w:hint="cs"/>
          <w:rtl/>
        </w:rPr>
        <w:t>ٰ</w:t>
      </w:r>
      <w:r>
        <w:rPr>
          <w:rtl/>
        </w:rPr>
        <w:t>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</w:t>
      </w:r>
      <w:r>
        <w:rPr>
          <w:rFonts w:hint="cs"/>
          <w:rtl/>
        </w:rPr>
        <w:t>ٰ</w:t>
      </w:r>
      <w:r>
        <w:rPr>
          <w:rtl/>
        </w:rPr>
        <w:t xml:space="preserve"> انّ الجهود مستمرة في تقديم يد العون والدعم قدر المكنة لكل معتنقي المذهب الحقّ بشتى</w:t>
      </w:r>
      <w:r>
        <w:rPr>
          <w:rFonts w:hint="cs"/>
          <w:rtl/>
        </w:rPr>
        <w:t>ٰ</w:t>
      </w:r>
      <w:r>
        <w:rPr>
          <w:rtl/>
        </w:rPr>
        <w:t xml:space="preserve"> الطرق وال</w:t>
      </w:r>
      <w:r>
        <w:rPr>
          <w:rFonts w:hint="cs"/>
          <w:rtl/>
        </w:rPr>
        <w:t>أ</w:t>
      </w:r>
      <w:r>
        <w:rPr>
          <w:rtl/>
        </w:rPr>
        <w:t>ساليب، مضافاً إلى</w:t>
      </w:r>
      <w:r>
        <w:rPr>
          <w:rFonts w:hint="cs"/>
          <w:rtl/>
        </w:rPr>
        <w:t>ٰ</w:t>
      </w:r>
      <w:r>
        <w:rPr>
          <w:rtl/>
        </w:rPr>
        <w:t xml:space="preserve"> استقراء واستقصاء سيرة الماضين منهم والمعاصرين كي يتسنى</w:t>
      </w:r>
      <w:r>
        <w:rPr>
          <w:rFonts w:hint="cs"/>
          <w:rtl/>
        </w:rPr>
        <w:t>ٰ</w:t>
      </w:r>
      <w:r>
        <w:rPr>
          <w:rtl/>
        </w:rPr>
        <w:t xml:space="preserve"> جمعها في كتاب تحت عنوان « التعريف بمعتنقي مذهب أهل البيت ».</w:t>
      </w:r>
    </w:p>
    <w:p w:rsidR="00907987" w:rsidRDefault="00907987" w:rsidP="00907987">
      <w:pPr>
        <w:pStyle w:val="libCenter"/>
        <w:rPr>
          <w:rtl/>
        </w:rPr>
      </w:pPr>
      <w:r>
        <w:rPr>
          <w:rtl/>
        </w:rPr>
        <w:t>سائلينه تبارك وتعالى</w:t>
      </w:r>
      <w:r>
        <w:rPr>
          <w:rFonts w:hint="cs"/>
          <w:rtl/>
        </w:rPr>
        <w:t>ٰ</w:t>
      </w:r>
      <w:r>
        <w:rPr>
          <w:rtl/>
        </w:rPr>
        <w:t xml:space="preserve"> أن يتقبل هذا القليل</w:t>
      </w:r>
    </w:p>
    <w:p w:rsidR="00907987" w:rsidRDefault="00907987" w:rsidP="00907987">
      <w:pPr>
        <w:pStyle w:val="libCenter"/>
        <w:rPr>
          <w:rtl/>
        </w:rPr>
      </w:pPr>
      <w:r>
        <w:rPr>
          <w:rtl/>
        </w:rPr>
        <w:t>بوافر لطفه وعنايته</w:t>
      </w:r>
    </w:p>
    <w:tbl>
      <w:tblPr>
        <w:tblStyle w:val="TableGrid"/>
        <w:bidiVisual/>
        <w:tblW w:w="5000" w:type="pct"/>
        <w:tblLook w:val="01E0"/>
      </w:tblPr>
      <w:tblGrid>
        <w:gridCol w:w="4807"/>
        <w:gridCol w:w="3205"/>
      </w:tblGrid>
      <w:tr w:rsidR="00907987" w:rsidTr="00DB2453">
        <w:tc>
          <w:tcPr>
            <w:tcW w:w="3000" w:type="pct"/>
          </w:tcPr>
          <w:p w:rsidR="00907987" w:rsidRPr="00321041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</w:tcPr>
          <w:p w:rsidR="00907987" w:rsidRDefault="00907987" w:rsidP="00907987">
            <w:pPr>
              <w:pStyle w:val="libCenterBold2"/>
              <w:rPr>
                <w:rtl/>
              </w:rPr>
            </w:pPr>
            <w:r>
              <w:rPr>
                <w:rtl/>
              </w:rPr>
              <w:t>مركز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بحاث العقائدية</w:t>
            </w:r>
          </w:p>
          <w:p w:rsidR="00907987" w:rsidRDefault="00907987" w:rsidP="00907987">
            <w:pPr>
              <w:pStyle w:val="libCenterBold2"/>
              <w:rPr>
                <w:rtl/>
              </w:rPr>
            </w:pPr>
            <w:r>
              <w:rPr>
                <w:rtl/>
              </w:rPr>
              <w:t>فارس الحسون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1" w:name="_Toc283892772"/>
      <w:bookmarkStart w:id="2" w:name="_Toc410129162"/>
      <w:r>
        <w:rPr>
          <w:rtl/>
        </w:rPr>
        <w:lastRenderedPageBreak/>
        <w:t>مقدمة الشاعر</w:t>
      </w:r>
      <w:bookmarkEnd w:id="1"/>
      <w:bookmarkEnd w:id="2"/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t>« عندما يكون الشعر معجزة ..</w:t>
      </w:r>
      <w:r>
        <w:rPr>
          <w:rFonts w:hint="cs"/>
          <w:rtl/>
        </w:rPr>
        <w:t xml:space="preserve"> </w:t>
      </w:r>
      <w:r>
        <w:rPr>
          <w:rtl/>
        </w:rPr>
        <w:t>!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استيقظ أهل مكة ذات صباح مشرق محمّل بعطر البنفسج، فسمعوا كلاماً لم يسمعوا مثله من قبل، كلاماً لم يصادفوه في ( سوق عكاظ ) ولا في أندية البيان في مكة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فأُسقط في أيديهم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وغرقوا في بحر الدهشة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ثم ذهبوا إلى كبير لهم في البلاغة والفصاحة والحكمة والمال والبنين، فعرضوا عليه أن يرى رأياً (</w:t>
      </w:r>
      <w:r>
        <w:rPr>
          <w:rFonts w:hint="cs"/>
          <w:rtl/>
        </w:rPr>
        <w:t xml:space="preserve"> </w:t>
      </w:r>
      <w:r>
        <w:rPr>
          <w:rtl/>
        </w:rPr>
        <w:t>نقديّاً</w:t>
      </w:r>
      <w:r>
        <w:rPr>
          <w:rFonts w:hint="cs"/>
          <w:rtl/>
        </w:rPr>
        <w:t xml:space="preserve"> </w:t>
      </w:r>
      <w:r>
        <w:rPr>
          <w:rtl/>
        </w:rPr>
        <w:t>) في هذه (</w:t>
      </w:r>
      <w:r>
        <w:rPr>
          <w:rFonts w:hint="cs"/>
          <w:rtl/>
        </w:rPr>
        <w:t xml:space="preserve"> </w:t>
      </w:r>
      <w:r>
        <w:rPr>
          <w:rtl/>
        </w:rPr>
        <w:t>الحداثة</w:t>
      </w:r>
      <w:r>
        <w:rPr>
          <w:rFonts w:hint="cs"/>
          <w:rtl/>
        </w:rPr>
        <w:t xml:space="preserve"> </w:t>
      </w:r>
      <w:r>
        <w:rPr>
          <w:rtl/>
        </w:rPr>
        <w:t>) الوافدة إليهم من (</w:t>
      </w:r>
      <w:r>
        <w:rPr>
          <w:rFonts w:hint="cs"/>
          <w:rtl/>
        </w:rPr>
        <w:t xml:space="preserve"> </w:t>
      </w:r>
      <w:r>
        <w:rPr>
          <w:rtl/>
        </w:rPr>
        <w:t>غار حراء</w:t>
      </w:r>
      <w:r>
        <w:rPr>
          <w:rFonts w:hint="cs"/>
          <w:rtl/>
        </w:rPr>
        <w:t xml:space="preserve"> </w:t>
      </w:r>
      <w:r>
        <w:rPr>
          <w:rtl/>
        </w:rPr>
        <w:t>) دون أن يستطيعوا مجاراتها مع أنها مكونة من (</w:t>
      </w:r>
      <w:r>
        <w:rPr>
          <w:rFonts w:hint="cs"/>
          <w:rtl/>
        </w:rPr>
        <w:t xml:space="preserve"> </w:t>
      </w:r>
      <w:r>
        <w:rPr>
          <w:rtl/>
        </w:rPr>
        <w:t>ا ب ج د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القلم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ما يسطرون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إنه التحدي الصارخ بنفس الاداة وبنفس السلاح، فما بالهم عجزوا عن المواجهة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فاستمع كبيرهم.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فدخله العجب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واقشعر بدنه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ووقف شعره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Pr="00907987" w:rsidRDefault="00907987" w:rsidP="00907987">
      <w:pPr>
        <w:pStyle w:val="libNormal"/>
        <w:rPr>
          <w:rStyle w:val="libPoemTiniChar0"/>
          <w:rtl/>
        </w:rPr>
      </w:pPr>
      <w:r>
        <w:rPr>
          <w:rtl/>
        </w:rPr>
        <w:t>ولكنه جحد، واستكبر، وتعملقت فيه صنميته التقليدية، وتحركت بين أضلاعه وثنية ال</w:t>
      </w:r>
      <w:r>
        <w:rPr>
          <w:rFonts w:hint="cs"/>
          <w:rtl/>
        </w:rPr>
        <w:t>آ</w:t>
      </w:r>
      <w:r>
        <w:rPr>
          <w:rtl/>
        </w:rPr>
        <w:t>باء ال</w:t>
      </w:r>
      <w:r>
        <w:rPr>
          <w:rFonts w:hint="cs"/>
          <w:rtl/>
        </w:rPr>
        <w:t>أ</w:t>
      </w:r>
      <w:r>
        <w:rPr>
          <w:rtl/>
        </w:rPr>
        <w:t xml:space="preserve">ولين، ففكر وقدَّر، ثمّ نظر، ثم عبس وبسر، ثم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أدبر واستكبر، فقال إن هذا إل</w:t>
      </w:r>
      <w:r>
        <w:rPr>
          <w:rFonts w:hint="cs"/>
          <w:rtl/>
        </w:rPr>
        <w:t>ّ</w:t>
      </w:r>
      <w:r>
        <w:rPr>
          <w:rtl/>
        </w:rPr>
        <w:t>ا سحر يؤثر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t>*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بَيْد أن القرآن لم يكن سحراً، وكانوا يعلمون أنه ليس بسحر، وأن هذا ( الناقد ) العتيد ربما أصابه مس من الشيطان، ولربما أسره سحر البيان، فاعتمدوا صيغة ( النقد الجماعي ) ووقفوا معاً وقالوا بصوت واحد: بل هو شاعر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وكانوا يظنون بذلك أنهم ربما اقتربوا من ( الموضوعية النقدية ) إذْ أن الشعر عندهم هو الكلام، والشعراء عندهم سادة الكلام، والشعر هو الصيغة المثلى للبيان اللغوي والفصاحة اللفظية، وليس سوى الشعر بمقدوره أن يرسّخ قناعة ما في عقل ما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وهذه هي خطورة الشعر عند العرب، فلا عجب إذاً أن يعتبرونه ديوانهم وصندوق عهدهم الذي تخرج منه المعجزات فيتحول اليابس إلى أخضر، ويتحول ال</w:t>
      </w:r>
      <w:r>
        <w:rPr>
          <w:rFonts w:hint="cs"/>
          <w:rtl/>
        </w:rPr>
        <w:t>أ</w:t>
      </w:r>
      <w:r>
        <w:rPr>
          <w:rtl/>
        </w:rPr>
        <w:t>خضر إلى أشجار تمشي، ثم تتدلى أغصانها، فتسبّح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فهل المعجزة إل</w:t>
      </w:r>
      <w:r>
        <w:rPr>
          <w:rFonts w:hint="cs"/>
          <w:rtl/>
        </w:rPr>
        <w:t>ّ</w:t>
      </w:r>
      <w:r>
        <w:rPr>
          <w:rtl/>
        </w:rPr>
        <w:t>ا هذا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t>*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ومنذ تلك اللحظة يحتل الشعر خندقاً في المواجهة، وينتقي له دوراً رسالياً، ويغدو سلاحاً أحدّ من السيف، وأسنّ من الرمح، وأبرى</w:t>
      </w:r>
      <w:r>
        <w:rPr>
          <w:rFonts w:hint="cs"/>
          <w:rtl/>
        </w:rPr>
        <w:t>ٰ</w:t>
      </w:r>
      <w:r>
        <w:rPr>
          <w:rtl/>
        </w:rPr>
        <w:t xml:space="preserve"> من السهم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Pr="00907987" w:rsidRDefault="00907987" w:rsidP="00907987">
      <w:pPr>
        <w:pStyle w:val="libNormal"/>
        <w:rPr>
          <w:rStyle w:val="libPoemTiniChar0"/>
          <w:rtl/>
        </w:rPr>
      </w:pPr>
      <w:r>
        <w:rPr>
          <w:rtl/>
        </w:rPr>
        <w:t>ثم ما تلبث أن تنزل سورة باسم ( الشعراء ) ليصوغ القرآن الكريم للشاعر أسلوبه ويحدد له هدفه، بل ويوضح للمتلقي طريقه، فتنطلق ال</w:t>
      </w:r>
      <w:r>
        <w:rPr>
          <w:rFonts w:hint="cs"/>
          <w:rtl/>
        </w:rPr>
        <w:t>أ</w:t>
      </w:r>
      <w:r>
        <w:rPr>
          <w:rtl/>
        </w:rPr>
        <w:t>شعار لتستقر في صدر الخصوم، وتُرتجل ال</w:t>
      </w:r>
      <w:r>
        <w:rPr>
          <w:rFonts w:hint="cs"/>
          <w:rtl/>
        </w:rPr>
        <w:t>أ</w:t>
      </w:r>
      <w:r>
        <w:rPr>
          <w:rtl/>
        </w:rPr>
        <w:t xml:space="preserve">رجاز في خضمّ المعركة لتزيدها حماسة وبأساً وضراماً، وتجعلها أشد شراسة وضراوة، ثم تتولد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أغراض جديدة لتضاف إلى أغراض الشعر التقليدية.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وليس الشعر هكذا عند العرب وحدهم، فهو كذلك أيضاً عند الاغريق والرومان والفرس، وهو كذلك في الهند والصين واليابان، وهو الاطار ال</w:t>
      </w:r>
      <w:r>
        <w:rPr>
          <w:rFonts w:hint="cs"/>
          <w:rtl/>
        </w:rPr>
        <w:t>أ</w:t>
      </w:r>
      <w:r>
        <w:rPr>
          <w:rtl/>
        </w:rPr>
        <w:t>وسع الذي بمقدوره أن يحتوي الملاحم التي أبدعتها شعوب المعمورة في الشرق والغرب، قديماً وحديثاً.</w:t>
      </w:r>
    </w:p>
    <w:p w:rsidR="00907987" w:rsidRDefault="00907987" w:rsidP="00907987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t>*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ويستمر الشعر سلاحاً فتاكاً في سوح الصراع، فيكون أولُ حِجَاج جاء لنصرة آل البيت النبوي </w:t>
      </w:r>
      <w:r w:rsidRPr="0090798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منطلقاً من لسان شاعر مؤيد بروح القدس يحمل خشبته على ظهره ضارباً في طول البلاد وعرضها منتظراً لمن يصلبه عليها ..</w:t>
      </w:r>
      <w:r>
        <w:rPr>
          <w:rFonts w:hint="cs"/>
          <w:rtl/>
        </w:rPr>
        <w:t xml:space="preserve"> </w:t>
      </w:r>
      <w:r>
        <w:rPr>
          <w:rtl/>
        </w:rPr>
        <w:t>! فيسجل الشعر بذلك دوره الريادي في الولاء ويكون هو الصوت الوحيد الذي علا عندما خفتت كل الاصوات خشية التكميم والتعقيب والحبس والفتك والقتل، ويكون الشاعر هو أول من قال: كلا</w:t>
      </w:r>
      <w:r>
        <w:rPr>
          <w:rFonts w:hint="cs"/>
          <w:rtl/>
        </w:rPr>
        <w:t xml:space="preserve"> - </w:t>
      </w:r>
      <w:r>
        <w:rPr>
          <w:rtl/>
        </w:rPr>
        <w:t>للسلطات الغاشمة وحكام الباطل والطواغيت والمتحكمين في رقاب عباد الله ال</w:t>
      </w:r>
      <w:r>
        <w:rPr>
          <w:rFonts w:hint="cs"/>
          <w:rtl/>
        </w:rPr>
        <w:t>أ</w:t>
      </w:r>
      <w:r>
        <w:rPr>
          <w:rtl/>
        </w:rPr>
        <w:t>حرار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t>*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إنها لخطوة فريدة ومحمودة أن يتبنى </w:t>
      </w:r>
      <w:r w:rsidRPr="00907987">
        <w:rPr>
          <w:rStyle w:val="libBold2Char"/>
          <w:rtl/>
        </w:rPr>
        <w:t>( مركز الابحاث العقائدية )</w:t>
      </w:r>
      <w:r>
        <w:rPr>
          <w:rtl/>
        </w:rPr>
        <w:t xml:space="preserve"> ديواناً شعرياً في ( الرحلة إلى الثقلين ) وذلك في زمن تنكر فيه المعنيون للشعر، وأحجموا عن الشعراء، وبات همهم إصدار المجلدات الضخمة التي من شأنها أن تمل</w:t>
      </w:r>
      <w:r>
        <w:rPr>
          <w:rFonts w:hint="cs"/>
          <w:rtl/>
        </w:rPr>
        <w:t>أ</w:t>
      </w:r>
      <w:r>
        <w:rPr>
          <w:rtl/>
        </w:rPr>
        <w:t xml:space="preserve"> عين ( المل</w:t>
      </w:r>
      <w:r>
        <w:rPr>
          <w:rFonts w:hint="cs"/>
          <w:rtl/>
        </w:rPr>
        <w:t>أ</w:t>
      </w:r>
      <w:r>
        <w:rPr>
          <w:rtl/>
        </w:rPr>
        <w:t xml:space="preserve"> )، غافلين عن أن ( كتاب الجيب ) أصبح اليوم وسيلة ال</w:t>
      </w:r>
      <w:r>
        <w:rPr>
          <w:rFonts w:hint="cs"/>
          <w:rtl/>
        </w:rPr>
        <w:t>إ</w:t>
      </w:r>
      <w:r>
        <w:rPr>
          <w:rtl/>
        </w:rPr>
        <w:t>علام والدعوة، وليس ذلك المجلد الذي عادة ما يحتل مستقره ال</w:t>
      </w:r>
      <w:r>
        <w:rPr>
          <w:rFonts w:hint="cs"/>
          <w:rtl/>
        </w:rPr>
        <w:t>أ</w:t>
      </w:r>
      <w:r>
        <w:rPr>
          <w:rtl/>
        </w:rPr>
        <w:t>بديّ على رف من رفوف المكتبات المغلفة بال</w:t>
      </w:r>
      <w:r>
        <w:rPr>
          <w:rFonts w:hint="cs"/>
          <w:rtl/>
        </w:rPr>
        <w:t>أ</w:t>
      </w:r>
      <w:r>
        <w:rPr>
          <w:rtl/>
        </w:rPr>
        <w:t>تربة.</w:t>
      </w:r>
    </w:p>
    <w:p w:rsidR="00907987" w:rsidRPr="00907987" w:rsidRDefault="00907987" w:rsidP="00907987">
      <w:pPr>
        <w:pStyle w:val="libNormal"/>
        <w:rPr>
          <w:rStyle w:val="libPoemTiniChar0"/>
          <w:rtl/>
        </w:rPr>
      </w:pPr>
      <w:r>
        <w:rPr>
          <w:rtl/>
        </w:rPr>
        <w:t>لقد تبدل كل شيء في عصرنا هذا أيها السادة</w:t>
      </w:r>
      <w:r>
        <w:rPr>
          <w:rFonts w:hint="cs"/>
          <w:rtl/>
        </w:rPr>
        <w:t xml:space="preserve"> </w:t>
      </w:r>
      <w:r>
        <w:rPr>
          <w:rtl/>
        </w:rPr>
        <w:t xml:space="preserve">! فنحن في عصر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( الديسك ) و ( الاينترنت ) و ( الانتقال الجزيئي ) و ( الواقعية المجازية )، وإن الدعوة إلى دين عالمي</w:t>
      </w:r>
      <w:r>
        <w:rPr>
          <w:rFonts w:hint="cs"/>
          <w:rtl/>
        </w:rPr>
        <w:t xml:space="preserve"> - </w:t>
      </w:r>
      <w:r>
        <w:rPr>
          <w:rtl/>
        </w:rPr>
        <w:t>هو ال</w:t>
      </w:r>
      <w:r>
        <w:rPr>
          <w:rFonts w:hint="cs"/>
          <w:rtl/>
        </w:rPr>
        <w:t>إ</w:t>
      </w:r>
      <w:r>
        <w:rPr>
          <w:rtl/>
        </w:rPr>
        <w:t>سلام</w:t>
      </w:r>
      <w:r>
        <w:rPr>
          <w:rFonts w:hint="cs"/>
          <w:rtl/>
        </w:rPr>
        <w:t xml:space="preserve"> - </w:t>
      </w:r>
      <w:r>
        <w:rPr>
          <w:rtl/>
        </w:rPr>
        <w:t>لا ينبغي لها إل</w:t>
      </w:r>
      <w:r>
        <w:rPr>
          <w:rFonts w:hint="cs"/>
          <w:rtl/>
        </w:rPr>
        <w:t>ّ</w:t>
      </w:r>
      <w:r>
        <w:rPr>
          <w:rtl/>
        </w:rPr>
        <w:t>ا أن تواجه السحر بالسحر والشعر بالشعر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t>*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أن هذا لا ينفي كليةً جدوى ( المجلدات )، ولا يصادر أبداً وظيفة ( النثر )، ولا يلغي البتة أدوات التعبير ال</w:t>
      </w:r>
      <w:r>
        <w:rPr>
          <w:rFonts w:hint="cs"/>
          <w:rtl/>
        </w:rPr>
        <w:t>أ</w:t>
      </w:r>
      <w:r>
        <w:rPr>
          <w:rtl/>
        </w:rPr>
        <w:t>خرى، سوى أن الشعر يرفض رفضاً باتاً أن يصادره ال</w:t>
      </w:r>
      <w:r>
        <w:rPr>
          <w:rFonts w:hint="cs"/>
          <w:rtl/>
        </w:rPr>
        <w:t>آ</w:t>
      </w:r>
      <w:r>
        <w:rPr>
          <w:rtl/>
        </w:rPr>
        <w:t>خرون، وأن الشاعر سيظل أمير من يتكلم حتى لو أجمعوا في ( السقيفة ) على خلافة غيره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فالمجد للشعراء في ال</w:t>
      </w:r>
      <w:r>
        <w:rPr>
          <w:rFonts w:hint="cs"/>
          <w:rtl/>
        </w:rPr>
        <w:t>أ</w:t>
      </w:r>
      <w:r>
        <w:rPr>
          <w:rtl/>
        </w:rPr>
        <w:t>رض والسماء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والخلود لمن قال بيتاً من الشعر</w:t>
      </w:r>
      <w:r>
        <w:rPr>
          <w:rFonts w:hint="cs"/>
          <w:rtl/>
        </w:rPr>
        <w:t xml:space="preserve"> </w:t>
      </w:r>
      <w:r>
        <w:rPr>
          <w:rtl/>
        </w:rPr>
        <w:t>! أو أذاع بيتاً من الشعر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tbl>
      <w:tblPr>
        <w:tblStyle w:val="TableGrid"/>
        <w:bidiVisual/>
        <w:tblW w:w="5000" w:type="pct"/>
        <w:tblLook w:val="01E0"/>
      </w:tblPr>
      <w:tblGrid>
        <w:gridCol w:w="4807"/>
        <w:gridCol w:w="3205"/>
      </w:tblGrid>
      <w:tr w:rsidR="00907987" w:rsidTr="00DB2453">
        <w:tc>
          <w:tcPr>
            <w:tcW w:w="3000" w:type="pct"/>
          </w:tcPr>
          <w:p w:rsidR="00907987" w:rsidRPr="00CF71E4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</w:tcPr>
          <w:p w:rsidR="00907987" w:rsidRDefault="00907987" w:rsidP="00907987">
            <w:pPr>
              <w:pStyle w:val="libCenterBold2"/>
              <w:rPr>
                <w:rtl/>
              </w:rPr>
            </w:pPr>
            <w:r w:rsidRPr="00467EF7">
              <w:rPr>
                <w:rtl/>
              </w:rPr>
              <w:t>القاهرة</w:t>
            </w:r>
            <w:r>
              <w:rPr>
                <w:rtl/>
              </w:rPr>
              <w:t xml:space="preserve"> - </w:t>
            </w:r>
            <w:r w:rsidRPr="00467EF7">
              <w:rPr>
                <w:rtl/>
              </w:rPr>
              <w:t>مصر</w:t>
            </w:r>
          </w:p>
          <w:p w:rsidR="00907987" w:rsidRDefault="00907987" w:rsidP="00907987">
            <w:pPr>
              <w:pStyle w:val="libCenterBold2"/>
              <w:rPr>
                <w:rtl/>
              </w:rPr>
            </w:pPr>
            <w:r w:rsidRPr="00467EF7">
              <w:rPr>
                <w:rtl/>
              </w:rPr>
              <w:t>معروف عبدالمجيد</w:t>
            </w:r>
          </w:p>
          <w:p w:rsidR="00907987" w:rsidRDefault="00907987" w:rsidP="00907987">
            <w:pPr>
              <w:pStyle w:val="libCenterBold2"/>
              <w:rPr>
                <w:rtl/>
              </w:rPr>
            </w:pPr>
            <w:r w:rsidRPr="00467EF7">
              <w:rPr>
                <w:rtl/>
              </w:rPr>
              <w:t>26 ذي الحجة 1419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3" w:name="_Toc283892773"/>
      <w:bookmarkStart w:id="4" w:name="_Toc410129163"/>
      <w:r>
        <w:rPr>
          <w:rtl/>
        </w:rPr>
        <w:lastRenderedPageBreak/>
        <w:t>ذكرى الخلود</w:t>
      </w:r>
      <w:bookmarkEnd w:id="3"/>
      <w:bookmarkEnd w:id="4"/>
    </w:p>
    <w:tbl>
      <w:tblPr>
        <w:bidiVisual/>
        <w:tblW w:w="5000" w:type="pct"/>
        <w:tblLook w:val="01E0"/>
      </w:tblPr>
      <w:tblGrid>
        <w:gridCol w:w="3445"/>
        <w:gridCol w:w="1122"/>
        <w:gridCol w:w="3445"/>
      </w:tblGrid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ذكراكَ باقية مدى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عوامِ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خيرَ مولود لخير أنامِ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حين وُلدْتَ حجّت للسما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والكون منذ وُلِدْت في إحرامِ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والكعبة العصماء شعت بالسّنا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فيض نور الوحي والالهامِ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مصطفى والمصطفوْن جميعهم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خُتموا بأفضل مصطفى وختامِ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بشرى بمولدك الكريم وفرحة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عمّت ربوع العُرْب والاعجامِ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الفارق التقوى، فكل من اتقى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عند الاله يُخص بالاكرامِ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والدَ الزهراء انقذتَ الدنَى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نعرة وجهالة وظلامِ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صلّى الاله عليك في عليائه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وصلاته قد أُتبعت بسلامِ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445"/>
        <w:gridCol w:w="1122"/>
        <w:gridCol w:w="3445"/>
      </w:tblGrid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الدين قد أكملته، ورضيته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ديناً، وتمّت نعمة بإمامِ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فمن ابتغى ديناً، فدينك وحده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يُبتغى دين سوى الاسلامِ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ناجيت وجهك والضريح لثمته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فارتاح قلبي حين نلتُ مرامي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 أتيتك زائراً، وملبياً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بين الحجيج، تلفني آثامي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مابين بيتك قد أقمتُ ومنب</w:t>
            </w:r>
            <w:r>
              <w:rPr>
                <w:rFonts w:hint="cs"/>
                <w:rtl/>
              </w:rPr>
              <w:t>رٍ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روضة مفتوحة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كمامِ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ودعوتُ أنْ لبيك، فرّج كربتي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باسم اللطيف مطبب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سقامِ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واشفع لمرء غارق في ذنبه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يوم المعاد ودهشة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قوامِ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فمنحتُ سؤلي، والدعاء قبلته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وغمرتني بالعفو وال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نعامِ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وهناك في أمّ القرى رافقتني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عند الطواف وكنت ثَمّ أمامي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حين التزمتُ الركن واستلمت يدي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حجراً حفا بالسعد والاعظامِ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PoemTini"/>
        <w:rPr>
          <w:rtl/>
        </w:rPr>
      </w:pP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445"/>
        <w:gridCol w:w="1122"/>
        <w:gridCol w:w="3445"/>
      </w:tblGrid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طهرتني، ورويتني من زمزم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فاخضرّ قلبي بعد عمر ظامي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الصفا حتى الوصول لمروة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باركتَ سعيي، مثلما إحرامي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وعلى الحجون وقفت استجلي مدًى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تلك العهود وسالف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عانقتُ ذاك، وذاك أعطاني يداً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فالتَامَ جرحي إذ وَجدت أُوامي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ومتى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وصلت إلى الجمار وجدتُني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أسترجع التاريخ مذ إبرامِ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فرميت إبليس اللعين مجسَّداً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وفديتُ إسماعيل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نعامِ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أهلاً بمولدك الشريف، ومرحباً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بالذكريات وعاطر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نسامِ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جامع القوم الذين بحولِه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ألّفت بين قلوبهم بوئامِ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ألّفتَ بينهمُ، ولولا ربنا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كان، لو انفقت كل أدامِ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هم صدقوك وآمنوا، فعصمتهم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بالحبل، حبل الله، خير عصامِ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445"/>
        <w:gridCol w:w="1122"/>
        <w:gridCol w:w="3445"/>
      </w:tblGrid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هم ناصروك، فاصبحوا بك أمةً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بعد « غبراء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 وطعن حسامِ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ونسُوا بفضلك « داحسا » ونوازلا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شاب الرضيع بهنّ دون فطامِ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واليومَ، ها نحن الذين جمعتَهم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متفرقون مقطعو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رحامِ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لولا المذاهب والطوائف والهوى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وتعددُ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حزابِ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حزامِ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لولا الدناءة والتصاغر والخنا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وسفاهة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راء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لولا قبائلنا التي في نومها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قنعت، ومر الوقت دون قيامِ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لتوحد الشمل الذي من أعصر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شتتته دسائس الحكامِ ..!</w:t>
            </w:r>
            <w:r w:rsidRPr="00907987">
              <w:rPr>
                <w:rStyle w:val="libPoemTiniChar0"/>
                <w:rtl/>
              </w:rPr>
              <w:t xml:space="preserve"> 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داعياً للهِ ربّاً واحداً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ومحطّمَ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وثانِ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صنامِ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من أقمت حكومة شرعيّة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أنْعم بها من سلطة ونظامِ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العرشُ منبعها ورافدُهها الذي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مما يضم يجود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حكامِ</w:t>
            </w:r>
            <w:r w:rsidRPr="00907987">
              <w:rPr>
                <w:rStyle w:val="libPoemTiniChar0"/>
                <w:rtl/>
              </w:rPr>
              <w:br/>
              <w:t> 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445"/>
        <w:gridCol w:w="1122"/>
        <w:gridCol w:w="3445"/>
      </w:tblGrid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وكتابها القرآن نور ساطع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ريبَ فيه هدًى لكلّ مرامِ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أنشأ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>تَها والعدلُ كان عمادَها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أكرم به من قائم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ودعامِ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الحقيقة صغتها، وعلى النُّهى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أسستها، فخلت من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وهامِ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التساوي والاخاء صنعتها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فالكل را</w:t>
            </w:r>
            <w:r>
              <w:rPr>
                <w:rFonts w:hint="cs"/>
                <w:rtl/>
              </w:rPr>
              <w:t>عٍ</w:t>
            </w:r>
            <w:r>
              <w:rPr>
                <w:rtl/>
              </w:rPr>
              <w:t>، دونما أغنامِ ..!!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ومشيت فيها بالرشاد وبالتقى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بالحديد ورهبة الصَّمصامِ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ليت أمتك التي كادوا لها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فَغَدَت مقسمة إلى أقسامِ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تدع التعصب والتشرذم جانباً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وتفرُّقَ الرايات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فالمسلمون - وان تناسوا - أمة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رغم الجراح وشدّةِ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والمسلمون - وان تناءوا - أخوة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فرق بين «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الفارسي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» و «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الشامي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»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24 - 10 - 1988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5" w:name="_Toc283892774"/>
      <w:bookmarkStart w:id="6" w:name="_Toc410129164"/>
      <w:r>
        <w:rPr>
          <w:rtl/>
        </w:rPr>
        <w:lastRenderedPageBreak/>
        <w:t>شايعت علياً</w:t>
      </w:r>
      <w:bookmarkEnd w:id="5"/>
      <w:bookmarkEnd w:id="6"/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« تحية للسيد الحميري »</w:t>
      </w:r>
    </w:p>
    <w:tbl>
      <w:tblPr>
        <w:bidiVisual/>
        <w:tblW w:w="5000" w:type="pct"/>
        <w:tblLook w:val="01E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لل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حبة غُيَّباً ليسوا معي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والوجد نار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أُضرمت في أضلعي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الدار رسم، والحياة طُلاطلٌ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والحيّ أطلال بقفر بلقعِ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والليل طال، وماله من آخر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انجلى فعن الظلام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سفعِ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كنت أحسب أن حبكِ قاتلي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« نُعْمُ » لم أشعر بذاك ولم أعِ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حتى إذا بنتم، وقامت بيننا</w:t>
            </w:r>
            <w:r w:rsidRPr="00907987">
              <w:rPr>
                <w:rStyle w:val="libPoemTiniChar0"/>
                <w:rtl/>
              </w:rPr>
              <w:t xml:space="preserve"> 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حجُبٌ من الغيب الممضّ المُفزعِ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أدركت أن الحبّ يطعن كالقَنا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والسمهريّ، وكالرّماح الشُّرَّعِ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المحبُّ مضرّج بدمائه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ولرمسه المحفور قبلا قد دُعي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واليوم أُومن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بعد ما لعبت بنا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كف الزمان كريشة في زعزعِ</w:t>
            </w:r>
            <w:r>
              <w:rPr>
                <w:rFonts w:hint="cs"/>
                <w:rtl/>
              </w:rPr>
              <w:t xml:space="preserve"> -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 المحب - أراد ذلك أم اَبي</w:t>
            </w:r>
            <w:r>
              <w:rPr>
                <w:rFonts w:hint="cs"/>
                <w:rtl/>
              </w:rPr>
              <w:t xml:space="preserve"> -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عند الحبيب كخاتم في إصبعِ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تحسبي أني جفوت، وإنما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آثرت أن أنسى هوى لم ينفعِ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وقصدْتُ وجه أحبة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>، في حبهم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هام الخلائق، فاعذليني أوْ دَعي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أحببت صهر المصطفى ووصيّه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ذاك الملقبَ بالبطين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نزعِ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بعل البتول، يزفّه ويزفّها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ركبُ الملائك للمقام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رفعِ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مولود بيت الله، جاء يحفّه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نور الامامة والتقى من أربعِ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هو من بمكةَ كان أول مسلم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للاّت أو لمناة لمّا يركعِ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المراد بقول « كُرّم وجههُ »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قُصرت عليه ومالها من مدّعي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الذي والى الرسول بمكة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إذْ ناهضوه بكل فعل أشنعِ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الذي مل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 xml:space="preserve"> الفراش بليلة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حين القبائل أقبلت في مجمعِ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لتنال من طه وتطعن صدره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شُلت يد الدهماء إن لم تُقطعِ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إذا انبلج الصباح بنورهِ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وجدوا عليّاً راقداً في المضجعِ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واذكره في بدر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يبارز جحفلا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الجند فيه تدثّروا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درعِ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واذكره في أُحد، ودونك شأنها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ثبتت جوانحه ولم يتزعزعِ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وبخندق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حزاب جندل فارسا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يخشاه كل مدجّج ومدرّعِ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الذي في خيبر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دانت 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اعتى الحصون وأوذنت بتضعضعِ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الذي حمل اللواء مؤذّنا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يوم فتح بيّن ومشعشعِ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أتى يوم الغدير تنزّلت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ات أو لمناة لمّا يركعِ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آيات ربك كالنجوم اللمّعِ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: قم يا محمد، انها لرسالة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لم تبلّغها فلست بصادعِ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وقف الرسول مبلّغا ومناديا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حَجة التوديع بين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ربُعِ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وأبو تراب في جوار المصطفى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طلق المحيّا كالهلال الطالعِ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رفع النبيّ يد الوصيّ وقال في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مرأى من الجمع الغفير ومسمعِ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« من كنتُ مولاه فهذا المرتضى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مولى له » ... فبخ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بخ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لسميدعِ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وسَعَتْ جموعُ الناس نحو أميرها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مابين مقطوع الرجا، ومُبايعِ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وصَّى بها موسى، وهذا أحمدٌ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وصّى أخاه، فذلَّ من لم يبخعِ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مهما مدحتك يا علي، فألكنٌ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ومقصر في الحق، مهما أدّعي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جاوز الجوزاء، يعجز دونه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مثلي وأهل الشعر لو جُمعوا معي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الذي شرع الامامة فاتحا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طوبى لكم من خاتم أو شارعِ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والد الحسن الزكي وسيد الشـ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ـهداء أوفى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وفياء التابعِ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وعليِّ السجّاد زينِ العابديـ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ـن الزاهد المتهجد المتورِّعِ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والباقر العِلْم الشبيهِ محمد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الحاضرِ الراضي الشكور الجامعِ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والصادق المنْجي المحقق جعفر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كنز الحقائق والفقيه الضالِع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والكاظم الغيظ الوفيّ بعهدهِ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موسى الصبور على البلاء الخاشعِ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وغريب أهل البيت قرة عيننا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كفؤِ الملوك وعِزِّ كلِّ مدفَّعِ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ومحمد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ذي النور يسطع حوله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هذا الملقب بالجواد، القانعِ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وعليٍّ الهادي النقيّ المرتضى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الناصح المفتاح، دونك أو .. فَعِ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والخالص الحسن الكتوم لسرّهِ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العسكريّ الشافع المستودَعِ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والقائم المهديّ كاشف غمِّنا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بُقيا النبوة والدليلِ القاطعِ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غائباً، طال الغياب، وعيننا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تشتاق طلعتك البهية، فاطلعِ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راجعاً بعد الذهاب، قلوبنا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مُدت إليك، كما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يادي، فارجعِ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كاشف الغم الجسيم، شفاهنا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نادتك من وسط المظالم، فاسمعِ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صاحب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 الحكيم، إلى متى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تبقى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مور بلا لواء جامعِ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والدار يغزوها الفساد مدمدماً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كالسيل يأتي من محيط مترَعِ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صاحب الدار التي ممّا بها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آذنَت بتشقق وتصدّعِ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عجّلْ بسيفك، فالدواء بحدّه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للجور والكفر الذئوم الناقع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حجة الله، الذي بظهوره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يتفرق الطاغوت بعد تجمّعِ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اظهرْ، فليس الماء في قيعاننا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للظامئين سوى سراب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خادعِ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مهما تبعتك يا عليُّ، فعاجزٌ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للكسيح وراء سهم مسرعِ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أنت الشهاب، أبو الشهاب، وكلكم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شهب تحلّق في الفضاء المهيَعِ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الامير أبو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مير، وكلّكم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أُمراءُ عزّ في زمان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خانعِ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الامام أبو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ئمة من لكم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خُلِقَ الوجود، وما أنا بالصاقعِ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الشهيد أبو الشهيد، وكلكم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شهداء حق في العصور مُضيَّعِ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بيد الاولى سلبوا الولاية عُنوةً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وتوارثوها ذات يوم مُفجعِ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ويد الاولى في مكة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قد أُطلقوا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دعياءِ ذوي الدعيّ ابن الدعي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والطامعين الطالبين مناصباً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والساقطين من اللئام الوُضَّعِ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القلبُ ضاق بقيحه وجراحهِ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والعين كمهاء بفيض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دمعِ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شكوتُ، فللذي يُشكى 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وإذا فزعتُ، فحيدرٌ هو مفزعي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الملاذ إذا المقابر بُعثرت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وسُئلتُ: هل من ناصر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أو شافعِ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شايعتُ من رُدّتْ له الشمس التي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رُدّت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إذا حلَّ الغروبُ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ليوشعِ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مَدَحْتُ، فمدحتي مبتورةٌ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لم تكن مقرونة بتشيّعي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4 - 11 - 1988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7" w:name="_Toc283892775"/>
      <w:bookmarkStart w:id="8" w:name="_Toc410129165"/>
      <w:r>
        <w:rPr>
          <w:rtl/>
        </w:rPr>
        <w:lastRenderedPageBreak/>
        <w:t>الفضائل</w:t>
      </w:r>
      <w:bookmarkEnd w:id="7"/>
      <w:bookmarkEnd w:id="8"/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اللحظ يفتك كالقنا ويجندلُ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والقتل في شرع الغرام محلّلُ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والصبّ يرضى بالبلاء، وطبعهُ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والصبّ يرضى بالبلاء، وطبعهُ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صبر على محن الهوى وتحمُّلُ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والموت وصل، والفناء تواصِلٌ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والخلد عقبى، والنعيم منازلُ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ذاالذي بالقلب أغرى لحظَهُ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ورمى به، فأصيب مني مقتلُ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كنتَ أعزلَ يا فؤادي، فانبرى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 فارس العشق الجليلُ ينازلُ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ودعاك فاخترت السلامة مكرَهاً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أيصول في سوح المعارك أعزلُ ..؟!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فأتاك من حيث استكنت مباغتا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والخيل من فرط الحماسة تصهلُ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شهر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سنة، والسهامُ تدافعت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والطبل يُقرع، والسيوف تصلصلُ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إذا نهض الغريم يصدّها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بشغافهِ، حمّ القضاء العاجلُ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أكبرتُ جرحي واستطبت نزيفه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ودم الجراح لمن هوى لا يُغسَلُ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وكتمت ما بي، وامتثلت تلذذاً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متجاهلاً عذلا، أمثلي يُعذَلُ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وأنا الذي عشق الذي في شأنه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ي فاضت والكتاب المنزَلُ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ابن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ولى بزّوا البطاح مناقباً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وأبا الاولى ورثوا العلم وفُضّلوا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عدّدوا النبلاء، أنتم أنبلُ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أو عدّدوا الفضلاء، أنتم أفضلُ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أهلاً بمولدك السعيد ومرحباً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عيد أتانا بالبشائر يرفلُ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وكأنّ وجهك قد أطلّ، وأشرقت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أنوارُ قدسك، فاستضاء المحفِلُ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8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8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تسمو وتعلو يا عليّ وترتقي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وتنالُ أرفع ما يُلَقّى نائلُ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ما حزتَ من حظ عظيم في العلا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حازه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نبيّ</w:t>
            </w:r>
            <w:r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مرسلُ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شرفٌ على حسب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على نسب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علَى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مجد، ومجدُ الهاشميّ مُؤَثَّلُ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كعبة الميلاد تيهي وافخري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هذا الوليدُ به الكمال مكمَّلُ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إذا فُطم الرضيع وجدتَهُ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شب من نبع النبوة ينهلُ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أتى أمرُ السماء محمداً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صدع الفتى، وأقرَّ: أني أقبلُ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قالوا: صبيٌّ، قلت: أحكمُ قومهِ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وقيل: ثان، قلت: كلاَّ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..أولُ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الوزير، هو الوصيُّ، هو الخليـ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فة،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مير، هو الامام العادلُ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ظلَّ في بيت الرسالة قائماً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 أغارت أبطن وقبائلُ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عادوا وقد عَميَتْ قلوبُهمُ التي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ضَلّت وباتت في الضلالة توغلُ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بعلَ فاطمة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>، وقد زُوّجتَها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فوق سبع، والشهود تُهلّلُ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الخاطب الباري، وحورُ العين حو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 العرش في حلل السنا تتمايلُ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نور ونور زُوِّجا، ما النور؟ قيـ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ل: هما، ونورُ كليهما لا يأفلُ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سيف بدر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يا مفلق هامهم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سقطوا وحولهم النساء تولول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أقبلت في أحد وغيرك أدبروا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ولووا أعنّة خيلهم، وتسَلّلُوا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وبرزت للصنديد عابرِ خندق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بئس القتيل، ونعم هذا القاتلُ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ليث خيبرَ، والحصونُ تمنعت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فدككتها، وهوى يخرّ المعقلُ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راية الفتح المظفر، مكة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خرجت إليك، كماالحبيب، تهرول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المؤذن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ذانُ ومن حملْـ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تَ « براءةً »، يُفدى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المؤدّي الحاملُ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وُلّيتَ في يوم الغدير بآية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شهد الحجيج بها، فكيف تُؤوَّلُ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الوليّ، ومن سواك معطلٌ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عنها، وإجماع السقيفة باطلُ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أفهكذا تأتي الخلافةُ فلتةً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ئمة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في الخفاء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تُحوَّلُ ..؟!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أين الشهامة والدماثة والندى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ونبيهم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من دون دفن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مُهمَلُ ..؟!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من له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فلاك قد خُلقت، وجلّـ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الخالق المبدي المعيد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أيها النبأ العظيم، ومن به اخـ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تلفوا، وعنه استفسروا وتساءلوا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حجة الباري، وباب الله كن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لي شافعا، فأجوز منك وأدخلُ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أيها الصدّيق، والفاروق، والـ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لقب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صيل يُفاد منه فيُنحَلُ ..؟!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صاحب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عراف، والنجوى، وسو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رةِ هل أتى، فضل تليه فضائلُ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شمس تُردّ، وراية تُعطى، وحو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ض سائغ صاف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وعذبٌ سلسلُ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الصراط المستقيم، ومن يحيـ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 عن الصراط مكابر ومضلِّلُ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القسيم، لمن أحبك جنّةٌ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ولمن قلاك جهنم وسلاسلُ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367"/>
        <w:gridCol w:w="1282"/>
        <w:gridCol w:w="3363"/>
      </w:tblGrid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يا أيها السِّفر المبين، ومن 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علمُ الكتاب، وجلّ من لا يبخلُ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 أختلقْ فضلاً، ولكن أُنزلت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سور الكتاب به، وعزَّ القائلُ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بحر من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لاء ليس يحدّه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حدٌّ، فلا شطٌّ له أو ساحلُ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تحلوا المدائح في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مير، وتكتسي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ثوباً من النور البهيّ، وتجمُلُ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والد الحسنين، مدحك شاقني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فمضيتُ، يحفزني الرضيُّ ودعبلُ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نالا بمدحك جنتين، فليتني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بعضَ الذي نالا أنول وأحصلُ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حسبي عليٌّ موئلاً يوم الزحا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مِ، إذا دعا الداعي وعزّ الموئلُ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وجدتُ صحيفتي مسودَّةً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وعلمتُ أنّ السيئاتِ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ثقلُ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ناديتُ من أحببته متحسّراً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ودموعُ عيني في خشوع تهطلُ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901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فلعله يمحو الذنوبَ بحبّه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99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101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99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والعفوُ من عند الحبيب مُؤَمَّلُ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1993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9" w:name="_Toc283892776"/>
      <w:bookmarkStart w:id="10" w:name="_Toc410129166"/>
      <w:r>
        <w:rPr>
          <w:rtl/>
        </w:rPr>
        <w:lastRenderedPageBreak/>
        <w:t>فاجعة عاشوراء</w:t>
      </w:r>
      <w:bookmarkEnd w:id="9"/>
      <w:bookmarkEnd w:id="10"/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طغى الحزن سيلاً فغطّى الحمى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ودمع المحبين أمسى دَمَا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يعود المحرّم في كل عام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فنبكي عليك لحدّ العمى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فأنت المجدّل فوق الرمالِ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وأنت القتيل، قتيل الظما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وماء الفرات صداق اللتي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تفوق بمن أنجبت مريما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نعبّ الدموع فلا نرتوي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وقد أغلقوا دوننا زمزما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فديتك يا أعظم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عظمِينَ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أصعد المرتقى هَاشما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تفضلْتَ فخراً على العالمين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بأصل وجذع وفرع سَمَا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فأنت الحسين وسبط الرسولِ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به حُزْتَ مَحتدك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كرما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أبوك عليٌّ وصيُّ النبيّ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وأمّك من سُمّيَت فاطما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هما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عليان، هما الفاطمانِ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وخيرُ البريّة طرّاً .. هُما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مدحتك شعرا، فتاه القريضُ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بمدحك، ثم ارتقى سُلَّمَا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إلى المجد يا أمجد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مجدينَ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وبزّ الكواكبَ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نجما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وأزهرتِ المفردات اللواتي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صحون، وكنّ مدًى نُوَّما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فواحدة قد غدت وردةً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وأخرى غدت جنبها برعما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ولكنّ دمعي بذكر المصابِ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تحدَّر كالغيث لمّا هَمَى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فناح قصيدي كمثل الثكالي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وقافيتي أصبحت مأتما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طلبتَ النصيرَ، فأعدمتَهُ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سوى قلة باركتها السما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وما كنتَ فظاً ولا مستبداً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ولا كنتَ وغداً ولا واغما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وكم من مُوَال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دعاك لتأتي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أتيتَ، ولكنه احجَمَا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فهذا أراد بها منصباً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وذاك أراد بها درهما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وذلك جعجع حتى تؤوبَ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وآخرُ من خلفه همهما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فما هنتَ نفسا ولا لنت عزماً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وظَلْتَ أمامهمُ قائما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تذود عن الدين رغم الحتوفِ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وتقصم ظهراً أتى قاصما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تغلغلت في صفهم مفرداً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فمن لم تنله أتى مُرغما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وضنّوا عليك بماء الفرات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فجرّعتهم مثله علقما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بايعوك بدون وفاء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أضاعوا السواعد والمعصما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تصدّ المكابر والغاشما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 إنّها فئة قد بغت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تضم المنافق وال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ثما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وتحوي الطليق سليل الطليقِ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ربيبَ الثعابين،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رقما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وتطوي الجناح على حاقد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وطالب ثأر أتى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ناقما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يروم الاريكة والصولجانَ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ويبغي الخلافة، لكنّما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إذا نالها فاسق حقبةً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فلن تستقيم له دائما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تؤول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مور 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صحابها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ويسقط غاصبها نادما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حججتُ إليكَ بكرب البلاءِ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وكنتُ بحزن الدُّنى مفعمَا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حثثت اليك الخطى من بعيد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وزرتك أبغي بها مغنما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وجثتُ خلال الرواق الشريفِ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وقد ثار روعي، وخوفي نما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ونبضي تعالى، يدق ارتهابا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وخطوي يحاول أن يُقدما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فلما انتهيت ُلباب الضريحِ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وقفتُ بأعتابه واجما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أُسائل نفسي: أهذا الحسينُ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في البلايا به يُحتمى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وحين تأكدتُ مما أراهُ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وأني لست به حالما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طلبتُ الدخولَ، فآذنتني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وأنتَ تراقبني باسما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رميتُ وجودي بحضن الضريحِ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ورحت أعانقه لاثما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ومرّغت خدي بخزّ الجنان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أباشر ملمسه الناعما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ورحت أنوح، وأشكو طويلاً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لمابي، ومابي، ومابي، وما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ويمناك تمسح قلباً عصيّا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وتُلقي على كربتي بلسما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وثغرك يلثم بالشهد عيني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فيطفىء جمراً بها ضارما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ونورك يغشى كياناً اضاءَ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وقد كان من قبلها مظلما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وحبك يزهر بين الضلوعِ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ويهدي الربيع لها موسما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وساد المكانَ سكون عميقٌ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وناطق حالي غداً اعجَما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دهشتُ وقد حُزتُ هذا المقامَ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ونلتُ الشفاعة والمنسمَا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فحسبي هذا العطاء العظيمُ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أعود به سالماً غانمَا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ذكرتكَ، والطفَّ، والعادياتِ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وسبعين حُرّاً بقوا مَعْلَمَا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وعشرَ ليال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تبيت خميصاً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وغيرُك بات بها مُتخما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ورأسَك يثوي أمام الزنيم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يباهي، وينكت منه الفَمَا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ووازنتُ عصري، فألفيتُه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لئيماً كعصرك، بل أل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فهذا « يزيد »، وحزب الرعاعِ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أقرّوه مولى لهم حاكما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 « شمرٌ » يناوشنا بالسهامِ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ويسبي الحليلة والمحْرَما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ويمنعنا عن أداء الصلاةِ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ويقتل في الكعبة المُحرما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وفي كل يوم حسين شهيد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تهز ظليمتُه العالَمَا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فتأتي السياسة في زيفها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وتُخفي الجريمةَ والمُجرما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3686"/>
        <w:gridCol w:w="2163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هو ال</w:t>
            </w: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مُلك مُلك عضوض عقيم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فما أعضضَ المُلك، ما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أعقَما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مللنا السجون وشَدَّ الوثاقِ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وضربَ الرقاب وسفكَ الدما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وتُقنا لبارقة من ضياء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تنير لنا ليلنا المظلما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ومعجزة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من يد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لا تكلّ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تفك السلاسلَ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دهَمَا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وتُسقط شتّى عروش الطغاةِ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وهمّا على صدرنا جاثما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تسرّ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عزّ، وتُشقي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ذلَّ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وتترك في خَطمهِ مَيْسَما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تلفتُّ حولي فلم ألقَ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حسيناً ومنهجه الأقوما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ليهدم لذّاتِ أهل القصور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3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ويبني من الدين ما هُدِّما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1992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11" w:name="_Toc283892777"/>
      <w:bookmarkStart w:id="12" w:name="_Toc410129167"/>
      <w:r>
        <w:rPr>
          <w:rtl/>
        </w:rPr>
        <w:lastRenderedPageBreak/>
        <w:t>مناحة الرؤوس المسافرة</w:t>
      </w:r>
      <w:bookmarkEnd w:id="11"/>
      <w:bookmarkEnd w:id="12"/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يزمع ألمي ان يورق أسيافاً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تنغرز برأسي المحمول على الرمحْ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للموت المئويّ الرابع بعد ال</w:t>
      </w:r>
      <w:r>
        <w:rPr>
          <w:rFonts w:hint="cs"/>
          <w:rtl/>
        </w:rPr>
        <w:t>أ</w:t>
      </w:r>
      <w:r>
        <w:rPr>
          <w:rtl/>
        </w:rPr>
        <w:t>لفِ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وبعد العطش المتسرب من نهر الملحْ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للرأس الدائر في الافاق المدهوشة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بعد القتل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وبعد الذبحْ ..!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تتفرّد بي في هذي الليلة رؤيا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لم يرها غير نبيّ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ووصيّ نبيّ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لم يرها غير أبيّ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أو شاعر مرثية لحشاشة فاطمة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وفؤاد عليّ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رؤيا خابطة في رأسي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كشعاع هرب من الشمس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وممزقة لستائر روحي كَصراخ المأتمْ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فابيضّت عيناي من الحزنِ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ولم أكظمْ ..!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رؤيا هبطت من تلك البقعةِ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حيث أناخ ال</w:t>
      </w:r>
      <w:r>
        <w:rPr>
          <w:rFonts w:hint="cs"/>
          <w:rtl/>
        </w:rPr>
        <w:t>أ</w:t>
      </w:r>
      <w:r>
        <w:rPr>
          <w:rtl/>
        </w:rPr>
        <w:t>حباب ركابَا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ليواري الاحباب الاحبابا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حيث العقر، وحيث العطشُ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وحيث الموت تخطَّفَ أشبالاً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وشبابا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أفّ للناصر لو صار قليل</w:t>
      </w:r>
      <w:r>
        <w:rPr>
          <w:rFonts w:hint="cs"/>
          <w:rtl/>
        </w:rPr>
        <w:t>َ</w:t>
      </w:r>
      <w:r>
        <w:rPr>
          <w:rtl/>
        </w:rPr>
        <w:t>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والعز إذا ولّى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والدّهر إذا بات خليل</w:t>
      </w:r>
      <w:r>
        <w:rPr>
          <w:rFonts w:hint="cs"/>
          <w:rtl/>
        </w:rPr>
        <w:t>َ</w:t>
      </w:r>
      <w:r>
        <w:rPr>
          <w:rtl/>
        </w:rPr>
        <w:t>ا</w:t>
      </w:r>
    </w:p>
    <w:tbl>
      <w:tblPr>
        <w:tblStyle w:val="TableGrid"/>
        <w:bidiVisual/>
        <w:tblW w:w="5000" w:type="pct"/>
        <w:tblLook w:val="04A0"/>
      </w:tblPr>
      <w:tblGrid>
        <w:gridCol w:w="399"/>
        <w:gridCol w:w="404"/>
        <w:gridCol w:w="800"/>
        <w:gridCol w:w="801"/>
        <w:gridCol w:w="5608"/>
      </w:tblGrid>
      <w:tr w:rsidR="00907987" w:rsidTr="00DB2453">
        <w:tc>
          <w:tcPr>
            <w:tcW w:w="249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751" w:type="pct"/>
            <w:gridSpan w:val="4"/>
          </w:tcPr>
          <w:p w:rsidR="00907987" w:rsidRPr="00337906" w:rsidRDefault="00907987" w:rsidP="00907987">
            <w:pPr>
              <w:pStyle w:val="libNormal0"/>
              <w:rPr>
                <w:rtl/>
              </w:rPr>
            </w:pPr>
            <w:r w:rsidRPr="00337906">
              <w:rPr>
                <w:rFonts w:hint="cs"/>
                <w:rtl/>
              </w:rPr>
              <w:t xml:space="preserve">[ </w:t>
            </w:r>
            <w:r w:rsidRPr="00337906">
              <w:rPr>
                <w:rtl/>
              </w:rPr>
              <w:t>يا دهر أف لك من خليلِ</w:t>
            </w:r>
          </w:p>
        </w:tc>
      </w:tr>
      <w:tr w:rsidR="00907987" w:rsidTr="00DB2453">
        <w:tc>
          <w:tcPr>
            <w:tcW w:w="501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99" w:type="pct"/>
            <w:gridSpan w:val="3"/>
          </w:tcPr>
          <w:p w:rsidR="00907987" w:rsidRPr="00337906" w:rsidRDefault="00907987" w:rsidP="00907987">
            <w:pPr>
              <w:pStyle w:val="libNormal0"/>
              <w:rPr>
                <w:rtl/>
              </w:rPr>
            </w:pPr>
            <w:r w:rsidRPr="00337906">
              <w:rPr>
                <w:rtl/>
              </w:rPr>
              <w:t>كم لك بالاشراق وال</w:t>
            </w:r>
            <w:r w:rsidRPr="00337906">
              <w:rPr>
                <w:rFonts w:hint="cs"/>
                <w:rtl/>
              </w:rPr>
              <w:t>أ</w:t>
            </w:r>
            <w:r w:rsidRPr="00337906">
              <w:rPr>
                <w:rtl/>
              </w:rPr>
              <w:t>صيلِ</w:t>
            </w:r>
          </w:p>
        </w:tc>
      </w:tr>
      <w:tr w:rsidR="00907987" w:rsidTr="00DB2453">
        <w:tc>
          <w:tcPr>
            <w:tcW w:w="1000" w:type="pct"/>
            <w:gridSpan w:val="3"/>
          </w:tcPr>
          <w:p w:rsidR="00907987" w:rsidRPr="00337906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2"/>
          </w:tcPr>
          <w:p w:rsidR="00907987" w:rsidRPr="00337906" w:rsidRDefault="00907987" w:rsidP="00907987">
            <w:pPr>
              <w:pStyle w:val="libNormal0"/>
              <w:rPr>
                <w:rtl/>
              </w:rPr>
            </w:pPr>
            <w:r w:rsidRPr="00337906">
              <w:rPr>
                <w:rtl/>
              </w:rPr>
              <w:t>من صاحب أو طالب قتيلِ</w:t>
            </w:r>
          </w:p>
        </w:tc>
      </w:tr>
      <w:tr w:rsidR="00907987" w:rsidTr="00DB2453">
        <w:tc>
          <w:tcPr>
            <w:tcW w:w="1500" w:type="pct"/>
            <w:gridSpan w:val="4"/>
          </w:tcPr>
          <w:p w:rsidR="00907987" w:rsidRPr="00337906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337906" w:rsidRDefault="00907987" w:rsidP="00907987">
            <w:pPr>
              <w:pStyle w:val="libNormal0"/>
              <w:rPr>
                <w:rtl/>
              </w:rPr>
            </w:pPr>
            <w:r w:rsidRPr="00337906">
              <w:rPr>
                <w:rtl/>
              </w:rPr>
              <w:t>والدهر لا يقنع بالبديلِ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وحيث الفارس في الخيمةِ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يستذكر أبياتا ويعالج سيفَا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ويقلّب صفحات الماضي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ويناجي للموت القادم طيفَا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ويغالب عطشاً في صدر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تتفجّر منه ينابيع ال</w:t>
      </w:r>
      <w:r>
        <w:rPr>
          <w:rFonts w:hint="cs"/>
          <w:rtl/>
        </w:rPr>
        <w:t>أ</w:t>
      </w:r>
      <w:r>
        <w:rPr>
          <w:rtl/>
        </w:rPr>
        <w:t>بديّهْ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بالقرب من النهر الحافِل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بالحيّات المسمومةِ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وخنازير الوالي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وكلاب البرّيّهْ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أفّ للسلطان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إذا قام يهرّج في ذاكرة البشريّهْ ..!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أفّ للراعي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لو قام يجرجر شعباً في ال</w:t>
      </w:r>
      <w:r>
        <w:rPr>
          <w:rFonts w:hint="cs"/>
          <w:rtl/>
        </w:rPr>
        <w:t>أ</w:t>
      </w:r>
      <w:r>
        <w:rPr>
          <w:rtl/>
        </w:rPr>
        <w:t>سواقِ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كما ال</w:t>
      </w:r>
      <w:r>
        <w:rPr>
          <w:rFonts w:hint="cs"/>
          <w:rtl/>
        </w:rPr>
        <w:t>أ</w:t>
      </w:r>
      <w:r>
        <w:rPr>
          <w:rtl/>
        </w:rPr>
        <w:t>غنام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ويلجم ألسنة الصدقِ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ويقطعها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ويحزّ ال</w:t>
      </w:r>
      <w:r>
        <w:rPr>
          <w:rFonts w:hint="cs"/>
          <w:rtl/>
        </w:rPr>
        <w:t>أ</w:t>
      </w:r>
      <w:r>
        <w:rPr>
          <w:rtl/>
        </w:rPr>
        <w:t>عناق على الظنّةِ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والتهمة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ويطبق قانون الهمجيّهْ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ويسوق النسوة للسبيِ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ويرهب أطفالاً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ويحارب شيخاً وصبيّ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ويؤلّف شعراً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ويجاهر بعداء نبيّ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أفّ للشعر إذا قام يجاهرُ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بعداء نبيّ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فلتُكتَبْ بطلا يا ابنَ الطلقاءِ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لتُصبحْ ملكاً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فلقد تُوّجتَ أخيراً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وقتلت حسيناً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وغنمت البرنسَ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والدرع البتراءَ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ونعلاً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وسلبت رقيةَ قرطا ذهبيّ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وذبحت حسيناً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وقطعت ال</w:t>
      </w:r>
      <w:r>
        <w:rPr>
          <w:rFonts w:hint="cs"/>
          <w:rtl/>
        </w:rPr>
        <w:t>إ</w:t>
      </w:r>
      <w:r>
        <w:rPr>
          <w:rtl/>
        </w:rPr>
        <w:t>صبع من أجل الخاتمِ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وكأنك لص صربيّ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ونزعتَ ال</w:t>
      </w:r>
      <w:r>
        <w:rPr>
          <w:rFonts w:hint="cs"/>
          <w:rtl/>
        </w:rPr>
        <w:t>أ</w:t>
      </w:r>
      <w:r>
        <w:rPr>
          <w:rtl/>
        </w:rPr>
        <w:t>ثواب عن النسوةِ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وكسوتَ قبائلنا شرفاً عربيّ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فلتلبسْ هندٌ في حفرتها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حلل ال</w:t>
      </w:r>
      <w:r>
        <w:rPr>
          <w:rFonts w:hint="cs"/>
          <w:rtl/>
        </w:rPr>
        <w:t>أ</w:t>
      </w:r>
      <w:r>
        <w:rPr>
          <w:rtl/>
        </w:rPr>
        <w:t>يتام ال</w:t>
      </w:r>
      <w:r>
        <w:rPr>
          <w:rFonts w:hint="cs"/>
          <w:rtl/>
        </w:rPr>
        <w:t>أ</w:t>
      </w:r>
      <w:r>
        <w:rPr>
          <w:rtl/>
        </w:rPr>
        <w:t>سرى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ولتتجمَّلْ يا ابنَ سليمِ الكلبيّ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وجهه .. والمدَى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صوته .. والصدى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دمعه .. والندى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رحله .. والذئاب .. والردى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صدره .. والسهام .. والقدَرْ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وجهه كان باسمَا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صوته ظل قادما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دمعه الربابُ في السّما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قلبه كان عائما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كقارب علي أشعة القمرْ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فأغرقته موجة من الرماحِ</w:t>
      </w:r>
    </w:p>
    <w:tbl>
      <w:tblPr>
        <w:tblStyle w:val="TableGrid"/>
        <w:bidiVisual/>
        <w:tblW w:w="5000" w:type="pct"/>
        <w:tblLook w:val="04A0"/>
      </w:tblPr>
      <w:tblGrid>
        <w:gridCol w:w="2804"/>
        <w:gridCol w:w="801"/>
        <w:gridCol w:w="4407"/>
      </w:tblGrid>
      <w:tr w:rsidR="00907987" w:rsidTr="00DB2453">
        <w:tc>
          <w:tcPr>
            <w:tcW w:w="1750" w:type="pct"/>
          </w:tcPr>
          <w:p w:rsidR="00907987" w:rsidRPr="000D2360" w:rsidRDefault="00907987" w:rsidP="00DB2453">
            <w:pPr>
              <w:rPr>
                <w:rtl/>
              </w:rPr>
            </w:pPr>
          </w:p>
        </w:tc>
        <w:tc>
          <w:tcPr>
            <w:tcW w:w="3250" w:type="pct"/>
            <w:gridSpan w:val="2"/>
          </w:tcPr>
          <w:p w:rsidR="00907987" w:rsidRPr="000D2360" w:rsidRDefault="00907987" w:rsidP="00907987">
            <w:pPr>
              <w:pStyle w:val="libNormal0"/>
              <w:rPr>
                <w:rtl/>
              </w:rPr>
            </w:pPr>
            <w:r w:rsidRPr="000D2360">
              <w:rPr>
                <w:rtl/>
              </w:rPr>
              <w:t>والسيوفِ</w:t>
            </w:r>
          </w:p>
        </w:tc>
      </w:tr>
      <w:tr w:rsidR="00907987" w:rsidTr="00DB2453">
        <w:tc>
          <w:tcPr>
            <w:tcW w:w="2250" w:type="pct"/>
            <w:gridSpan w:val="2"/>
          </w:tcPr>
          <w:p w:rsidR="00907987" w:rsidRPr="000D2360" w:rsidRDefault="00907987" w:rsidP="00DB2453">
            <w:pPr>
              <w:rPr>
                <w:rtl/>
              </w:rPr>
            </w:pPr>
          </w:p>
        </w:tc>
        <w:tc>
          <w:tcPr>
            <w:tcW w:w="2750" w:type="pct"/>
          </w:tcPr>
          <w:p w:rsidR="00907987" w:rsidRPr="000D2360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والحجَرْ ..</w:t>
            </w:r>
            <w:r>
              <w:rPr>
                <w:rFonts w:hint="cs"/>
                <w:rtl/>
              </w:rPr>
              <w:t xml:space="preserve"> </w:t>
            </w:r>
            <w:bookmarkStart w:id="13" w:name="_GoBack"/>
            <w:bookmarkEnd w:id="13"/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آه</w:t>
      </w:r>
      <w:r>
        <w:rPr>
          <w:rFonts w:hint="cs"/>
          <w:rtl/>
        </w:rPr>
        <w:t>ٍ</w:t>
      </w:r>
      <w:r>
        <w:rPr>
          <w:rtl/>
        </w:rPr>
        <w:t>، وألفٌ، واَمَدْ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الحسرة المتشعبة في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ذرات النفس كسيقان العنكبوتْ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كربلاءُ .. كربلاءْ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عَبرةَ ال</w:t>
      </w:r>
      <w:r>
        <w:rPr>
          <w:rFonts w:hint="cs"/>
          <w:rtl/>
        </w:rPr>
        <w:t>أ</w:t>
      </w:r>
      <w:r>
        <w:rPr>
          <w:rtl/>
        </w:rPr>
        <w:t>رض وشهقةَ السماءْ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ومئذنة العرش ومبكى ال</w:t>
      </w:r>
      <w:r>
        <w:rPr>
          <w:rFonts w:hint="cs"/>
          <w:rtl/>
        </w:rPr>
        <w:t>أ</w:t>
      </w:r>
      <w:r>
        <w:rPr>
          <w:rtl/>
        </w:rPr>
        <w:t>نبياءْ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ومحطّ المعجزات الخارقهْ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حيث يعبق أريج الورود المدمّاةِ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المدل</w:t>
      </w:r>
      <w:r>
        <w:rPr>
          <w:rFonts w:hint="cs"/>
          <w:rtl/>
        </w:rPr>
        <w:t>آ</w:t>
      </w:r>
      <w:r>
        <w:rPr>
          <w:rtl/>
        </w:rPr>
        <w:t>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عُرى قلوب الوالهين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أيّة ذكرى تلك موجعة</w:t>
      </w:r>
      <w:r>
        <w:rPr>
          <w:rFonts w:hint="cs"/>
          <w:rtl/>
        </w:rPr>
        <w:t>ٍ</w:t>
      </w:r>
      <w:r>
        <w:rPr>
          <w:rtl/>
        </w:rPr>
        <w:t xml:space="preserve"> وساحقَهْ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ومشعلة</w:t>
      </w:r>
      <w:r>
        <w:rPr>
          <w:rFonts w:hint="cs"/>
          <w:rtl/>
        </w:rPr>
        <w:t>ٍ</w:t>
      </w:r>
      <w:r>
        <w:rPr>
          <w:rtl/>
        </w:rPr>
        <w:t xml:space="preserve"> وحارقهْ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وأيُّ ماض</w:t>
      </w:r>
      <w:r>
        <w:rPr>
          <w:rFonts w:hint="cs"/>
          <w:rtl/>
        </w:rPr>
        <w:t>ٍ</w:t>
      </w:r>
      <w:r>
        <w:rPr>
          <w:rtl/>
        </w:rPr>
        <w:t xml:space="preserve"> لن يعود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وما كان ليعود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وأيّ خاطر كان ومرَّ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كنشيد غجريْ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حفل بربريٍّ وحشيّ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ثقل به دفتر الزمانْ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آه</w:t>
      </w:r>
      <w:r>
        <w:rPr>
          <w:rFonts w:hint="cs"/>
          <w:rtl/>
        </w:rPr>
        <w:t>ٍ</w:t>
      </w:r>
      <w:r>
        <w:rPr>
          <w:rtl/>
        </w:rPr>
        <w:t xml:space="preserve"> لكَ، ومنك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آه</w:t>
      </w:r>
      <w:r>
        <w:rPr>
          <w:rFonts w:hint="cs"/>
          <w:rtl/>
        </w:rPr>
        <w:t>ٍ</w:t>
      </w:r>
      <w:r>
        <w:rPr>
          <w:rtl/>
        </w:rPr>
        <w:t xml:space="preserve"> لك أيها الجسد الملقَى مُجَدّلاً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مسرح الفنون الجاهليَّهْ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بلا رأس، ولا خشبة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نُظَّارة</w:t>
      </w:r>
      <w:r>
        <w:rPr>
          <w:rFonts w:hint="cs"/>
          <w:rtl/>
        </w:rPr>
        <w:t>ٍ</w:t>
      </w:r>
      <w:r>
        <w:rPr>
          <w:rtl/>
        </w:rPr>
        <w:t>، ولا نَصّ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وآه</w:t>
      </w:r>
      <w:r>
        <w:rPr>
          <w:rFonts w:hint="cs"/>
          <w:rtl/>
        </w:rPr>
        <w:t>ٍ</w:t>
      </w:r>
      <w:r>
        <w:rPr>
          <w:rtl/>
        </w:rPr>
        <w:t xml:space="preserve"> منك أيها الرأس الدائرُ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مدن اليبابْ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وضمائر الخرابْ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أربعين يوماً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أربعين جيلاً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أربعين آدماً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وأنت الذي لم تكن أبداً « بروتوسْ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طاعنَ الامبراطور القيصرْ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حارق الخليل الحنيفْ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مبلبل اللغة اللسانْ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برج بابلْ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أو الصرح الذي لم يبنه « هامانْ »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ولم تكن « الاسخر يوطّي » على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مائدة العشاء ال</w:t>
      </w:r>
      <w:r>
        <w:rPr>
          <w:rFonts w:hint="cs"/>
          <w:rtl/>
        </w:rPr>
        <w:t>أ</w:t>
      </w:r>
      <w:r>
        <w:rPr>
          <w:rtl/>
        </w:rPr>
        <w:t>خيرْ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أيها النبأ الساطع في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صفحات السِّفر ال</w:t>
      </w:r>
      <w:r>
        <w:rPr>
          <w:rFonts w:hint="cs"/>
          <w:rtl/>
        </w:rPr>
        <w:t>أ</w:t>
      </w:r>
      <w:r>
        <w:rPr>
          <w:rtl/>
        </w:rPr>
        <w:t>ولِ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قبل الصفْرِ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وقبل التكوينْ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تمنح الظلام قمراً ونجوما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والسماء فردوسا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رض حُججا وأوصياءْ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والكونَ أوفياءْ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والسُدَّةَ حكماءْ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زمن يحكمه البغاءُ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والرجال التي تحيضْ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والنعاج والدجاجْ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وأبراج المراقَبَةْ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وأحبار ال</w:t>
      </w:r>
      <w:r>
        <w:rPr>
          <w:rFonts w:hint="cs"/>
          <w:rtl/>
        </w:rPr>
        <w:t>أ</w:t>
      </w:r>
      <w:r>
        <w:rPr>
          <w:rtl/>
        </w:rPr>
        <w:t>سفار المخضَّبهْ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الذين يشترون بآيات رأسك الرّيَّ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والشامَ، والعراقَ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وبيتَ الله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والشموس الغاربَهْ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أجول وتبحر ذاكرتي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نحو « حوارين » ال</w:t>
      </w:r>
      <w:r>
        <w:rPr>
          <w:rFonts w:hint="cs"/>
          <w:rtl/>
        </w:rPr>
        <w:t>آ</w:t>
      </w:r>
      <w:r>
        <w:rPr>
          <w:rtl/>
        </w:rPr>
        <w:t>راميَّهْ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رى اللاعب بالطنبور يصلّي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في حجر امرأة روميّهْ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أثر معاقرة ومسامرة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وقصيدة غزل غير عفيفْ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والحُلمُ مخيف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والرؤيا تنذر بكلاب عاوية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تتقافز فوق المنبرِ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وتؤمّ ال</w:t>
      </w:r>
      <w:r>
        <w:rPr>
          <w:rFonts w:hint="cs"/>
          <w:rtl/>
        </w:rPr>
        <w:t>أ</w:t>
      </w:r>
      <w:r>
        <w:rPr>
          <w:rtl/>
        </w:rPr>
        <w:t>مَّةْ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للضارب بالدفِّ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صديق القردة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وضجيعِ العَمَّهْ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لابن ابن أبيهِ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ومرحى لابن البوّال على عقبيهِ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وراعية المعزى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للملهاة إذا انقلبت محنَة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لمن اختار النار على الجنَّةْ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للناكتِ لثنايا السبطِ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أمام رسولِ الرومِ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كأنّ ثناياه المتلالئةَ بفمه الوضَّاءْ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 تعدل حافر بغل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لابن العذراءْ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E81F21" w:rsidRDefault="00907987" w:rsidP="00907987">
            <w:pPr>
              <w:pStyle w:val="libNormal0"/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Pr="00E81F21">
              <w:rPr>
                <w:rtl/>
              </w:rPr>
              <w:t>يا عيسى .. يا ابنَ العذراءْ</w:t>
            </w:r>
            <w:r>
              <w:rPr>
                <w:rtl/>
              </w:rPr>
              <w:t xml:space="preserve"> - </w:t>
            </w:r>
            <w:r w:rsidRPr="00E81F21"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لتقاليد ال</w:t>
      </w:r>
      <w:r>
        <w:rPr>
          <w:rFonts w:hint="cs"/>
          <w:rtl/>
        </w:rPr>
        <w:t>أ</w:t>
      </w:r>
      <w:r>
        <w:rPr>
          <w:rtl/>
        </w:rPr>
        <w:t>دبِ على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مائدة ال</w:t>
      </w:r>
      <w:r>
        <w:rPr>
          <w:rFonts w:hint="cs"/>
          <w:rtl/>
        </w:rPr>
        <w:t>أ</w:t>
      </w:r>
      <w:r>
        <w:rPr>
          <w:rtl/>
        </w:rPr>
        <w:t>مراءْ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لسياسات الخلفاءْ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مرحى لكَ .. يا ابنَ النصرانيَّةِ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وحفيدَ « مينيرقا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وسليلَ « زيوسْ »</w:t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1602"/>
        <w:gridCol w:w="4807"/>
      </w:tblGrid>
      <w:tr w:rsidR="00907987" w:rsidTr="00DB2453">
        <w:tc>
          <w:tcPr>
            <w:tcW w:w="2000" w:type="pct"/>
            <w:gridSpan w:val="2"/>
          </w:tcPr>
          <w:p w:rsidR="00907987" w:rsidRDefault="00907987" w:rsidP="00907987">
            <w:pPr>
              <w:pStyle w:val="libLeft"/>
            </w:pPr>
            <w:r>
              <w:t>Dios, Dios</w:t>
            </w:r>
          </w:p>
          <w:p w:rsidR="00907987" w:rsidRDefault="00907987" w:rsidP="00907987">
            <w:pPr>
              <w:pStyle w:val="libLeft"/>
            </w:pPr>
            <w:r>
              <w:t>Santos, Santos</w:t>
            </w:r>
          </w:p>
          <w:p w:rsidR="00907987" w:rsidRDefault="00907987" w:rsidP="00907987">
            <w:pPr>
              <w:pStyle w:val="libLeft"/>
              <w:rPr>
                <w:rtl/>
              </w:rPr>
            </w:pPr>
            <w:r>
              <w:t>Dios, Santos..!!</w:t>
            </w:r>
          </w:p>
        </w:tc>
        <w:tc>
          <w:tcPr>
            <w:tcW w:w="3000" w:type="pct"/>
          </w:tcPr>
          <w:p w:rsidR="00907987" w:rsidRDefault="00907987" w:rsidP="00DB2453"/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راءٌ، باءْ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لو لم يأخذ ربي من ظهري عهداً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لسجدتُ لرأسك ياابنَ الزهراءْ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فقأت عيني .. 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1202"/>
        <w:gridCol w:w="6009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لاستدر عطف الشانئين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فازدادوا شنآنا ..</w:t>
            </w:r>
            <w:r w:rsidRPr="00211AD9">
              <w:rPr>
                <w:rFonts w:hint="cs"/>
                <w:rtl/>
              </w:rPr>
              <w:t xml:space="preserve"> </w:t>
            </w:r>
            <w:r w:rsidRPr="00211AD9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وأخرجت شَطئي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 أعجب الزرّاع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وصرخت .. فلم يُستجَبْ لي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فجننت على ضفتك المسلوبِة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نيلْ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وزعقت أولول .. وأقولْ: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[ مسموح أن تبكي كليوباترا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انطونيو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فوق ضفاف النيلْ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أما زينب فعليها الصمتْ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عليها أن ترقص للموتْ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وأخوها في الطفّ قتيلْ ..</w:t>
            </w:r>
            <w:r w:rsidRPr="00211AD9">
              <w:rPr>
                <w:rFonts w:hint="cs"/>
                <w:rtl/>
              </w:rPr>
              <w:t xml:space="preserve"> </w:t>
            </w:r>
            <w:r w:rsidRPr="00211AD9">
              <w:rPr>
                <w:rtl/>
              </w:rPr>
              <w:t>!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Fonts w:hint="cs"/>
                <w:rtl/>
              </w:rPr>
              <w:t>...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يا سيدتي ..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يا زينب يا سيدتي ..</w:t>
            </w:r>
            <w:r w:rsidRPr="00211AD9">
              <w:rPr>
                <w:rFonts w:hint="cs"/>
                <w:rtl/>
              </w:rPr>
              <w:t xml:space="preserve"> </w:t>
            </w:r>
            <w:r w:rsidRPr="00211AD9">
              <w:rPr>
                <w:rtl/>
              </w:rPr>
              <w:t>!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في قاهرتي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تجدين يزيداً يتحصن بالقلعَهْ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يسكر فيها ..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يتبول فيها ..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.... ويصلي فيها الجمعَهْ ..! ]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Fonts w:hint="cs"/>
                <w:rtl/>
              </w:rPr>
              <w:t>...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 w:rsidRPr="00211AD9">
        <w:rPr>
          <w:rtl/>
        </w:rPr>
        <w:t>ليست في عنقي ليزيد</w:t>
      </w:r>
      <w:r>
        <w:rPr>
          <w:rFonts w:hint="cs"/>
          <w:rtl/>
        </w:rPr>
        <w:t>ٍ</w:t>
      </w:r>
      <w:r w:rsidRPr="00211AD9">
        <w:rPr>
          <w:rtl/>
        </w:rPr>
        <w:t xml:space="preserve"> بيعَهْ ..</w:t>
      </w:r>
      <w:r>
        <w:rPr>
          <w:rFonts w:hint="cs"/>
          <w:rtl/>
        </w:rPr>
        <w:t xml:space="preserve"> </w:t>
      </w:r>
      <w:r w:rsidRPr="00211AD9">
        <w:rPr>
          <w:rtl/>
        </w:rPr>
        <w:t>!</w:t>
      </w:r>
    </w:p>
    <w:p w:rsidR="00907987" w:rsidRPr="00211AD9" w:rsidRDefault="00907987" w:rsidP="00907987">
      <w:pPr>
        <w:pStyle w:val="libNormal0"/>
        <w:rPr>
          <w:rtl/>
        </w:rPr>
      </w:pPr>
      <w:r>
        <w:rPr>
          <w:rtl/>
        </w:rPr>
        <w:t>كل رجال مدينتنا « ابنُ عقيل</w:t>
      </w:r>
      <w:r>
        <w:rPr>
          <w:rFonts w:hint="cs"/>
          <w:rtl/>
        </w:rPr>
        <w:t>ٍ</w:t>
      </w:r>
      <w:r>
        <w:rPr>
          <w:rtl/>
        </w:rPr>
        <w:t xml:space="preserve"> »</w:t>
      </w:r>
    </w:p>
    <w:p w:rsidR="00907987" w:rsidRDefault="00907987" w:rsidP="00907987">
      <w:pPr>
        <w:pStyle w:val="libNormal0"/>
        <w:rPr>
          <w:rtl/>
        </w:rPr>
      </w:pPr>
      <w:r w:rsidRPr="00211AD9">
        <w:rPr>
          <w:rtl/>
        </w:rPr>
        <w:t>وجميع نساء مدينتنا « طوعَهْ » ..</w:t>
      </w:r>
      <w:r>
        <w:rPr>
          <w:rFonts w:hint="cs"/>
          <w:rtl/>
        </w:rPr>
        <w:t xml:space="preserve"> </w:t>
      </w:r>
      <w:r w:rsidRPr="00211AD9">
        <w:rPr>
          <w:rtl/>
        </w:rPr>
        <w:t>!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[ يا ربي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لم يرتفع قلبي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ولم تَسْتَعْلِ عينايْ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ولم أسلك في العظائمْ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ولا في عجائبَ فوقي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 w:rsidRPr="00FD1642">
              <w:rPr>
                <w:rtl/>
              </w:rPr>
              <w:t>بل هَدَأتُ</w:t>
            </w:r>
            <w:r>
              <w:rPr>
                <w:rtl/>
              </w:rPr>
              <w:t>،</w:t>
            </w:r>
            <w:r w:rsidRPr="00FD1642">
              <w:rPr>
                <w:rtl/>
              </w:rPr>
              <w:t xml:space="preserve"> وسَكَّتُّ نفسي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 w:rsidRPr="00FD1642">
              <w:rPr>
                <w:rtl/>
              </w:rPr>
              <w:t>كفطيم نحو اُمّهْ ..</w:t>
            </w:r>
          </w:p>
          <w:p w:rsidR="00907987" w:rsidRPr="00211AD9" w:rsidRDefault="00907987" w:rsidP="00907987">
            <w:pPr>
              <w:pStyle w:val="libNormal0"/>
              <w:rPr>
                <w:rtl/>
              </w:rPr>
            </w:pPr>
            <w:r>
              <w:rPr>
                <w:rFonts w:hint="cs"/>
                <w:rtl/>
              </w:rPr>
              <w:t>نفسي نحوي كفطيم ! ]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Fonts w:hint="cs"/>
          <w:rtl/>
        </w:rPr>
        <w:t>هَلِّلُويا .. هلِّلُويا .. !!</w:t>
      </w:r>
    </w:p>
    <w:p w:rsidR="00907987" w:rsidRPr="00211AD9" w:rsidRDefault="00907987" w:rsidP="00907987">
      <w:pPr>
        <w:pStyle w:val="libNormal0"/>
        <w:rPr>
          <w:rtl/>
        </w:rPr>
      </w:pPr>
      <w:r w:rsidRPr="00211AD9">
        <w:rPr>
          <w:rtl/>
        </w:rPr>
        <w:t>فلماذا ارتجّت ال</w:t>
      </w:r>
      <w:r>
        <w:rPr>
          <w:rFonts w:hint="cs"/>
          <w:rtl/>
        </w:rPr>
        <w:t>أ</w:t>
      </w:r>
      <w:r w:rsidRPr="00211AD9">
        <w:rPr>
          <w:rtl/>
        </w:rPr>
        <w:t>مم ..</w:t>
      </w:r>
      <w:r>
        <w:rPr>
          <w:rFonts w:hint="cs"/>
          <w:rtl/>
        </w:rPr>
        <w:t xml:space="preserve"> </w:t>
      </w:r>
      <w:r w:rsidRPr="00211AD9"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وتفكَّرَ الشعوب في الباطل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وكثرت الفروج على السروجْ ..</w:t>
      </w:r>
      <w:r>
        <w:rPr>
          <w:rFonts w:hint="cs"/>
          <w:rtl/>
        </w:rPr>
        <w:t xml:space="preserve"> </w:t>
      </w:r>
      <w:r w:rsidRPr="0068740F"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هلّلويا .. هلّلويا ..</w:t>
      </w:r>
      <w:r>
        <w:rPr>
          <w:rFonts w:hint="cs"/>
          <w:rtl/>
        </w:rPr>
        <w:t xml:space="preserve"> </w:t>
      </w:r>
      <w:r w:rsidRPr="0068740F"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ولماذا قطعوا كفّ العبّاسِ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وناشوا عبدالله بسهم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مزّق نَحْرَهْ ..</w:t>
      </w:r>
      <w:r>
        <w:rPr>
          <w:rFonts w:hint="cs"/>
          <w:rtl/>
        </w:rPr>
        <w:t xml:space="preserve"> </w:t>
      </w:r>
      <w:r w:rsidRPr="0068740F"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 w:rsidRPr="0068740F">
        <w:rPr>
          <w:rtl/>
        </w:rPr>
        <w:t>ولماذا باعوا الكوفَةَ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801"/>
        <w:gridCol w:w="6410"/>
      </w:tblGrid>
      <w:tr w:rsidR="00907987" w:rsidTr="00DB2453">
        <w:tc>
          <w:tcPr>
            <w:tcW w:w="500" w:type="pct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والفسطاطَ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Pr="00211AD9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211AD9" w:rsidRDefault="00907987" w:rsidP="00907987">
            <w:pPr>
              <w:pStyle w:val="libNormal0"/>
              <w:rPr>
                <w:rtl/>
              </w:rPr>
            </w:pPr>
            <w:r w:rsidRPr="00211AD9">
              <w:rPr>
                <w:rtl/>
              </w:rPr>
              <w:t>وفتحوا مكةَ سوقا حُرَّهْ ..</w:t>
            </w:r>
            <w:r w:rsidRPr="00211AD9">
              <w:rPr>
                <w:rFonts w:hint="cs"/>
                <w:rtl/>
              </w:rPr>
              <w:t xml:space="preserve"> </w:t>
            </w:r>
            <w:r w:rsidRPr="00211AD9">
              <w:rPr>
                <w:rtl/>
              </w:rPr>
              <w:t>؟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ولماذا قتلوني عطشاً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ولماذا باعوا ماء بحيرة طبريَّهْ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ولماذا جعلوا من غزّةَ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راقصةً غجريَّهْ ..</w:t>
      </w:r>
      <w:r>
        <w:rPr>
          <w:rFonts w:hint="cs"/>
          <w:rtl/>
        </w:rPr>
        <w:t xml:space="preserve"> </w:t>
      </w:r>
      <w:r w:rsidRPr="00BB36B9"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ولماذا جعلوني أرطن بالعبريَّهْ ..</w:t>
      </w:r>
      <w:r>
        <w:rPr>
          <w:rFonts w:hint="cs"/>
          <w:rtl/>
        </w:rPr>
        <w:t xml:space="preserve"> </w:t>
      </w:r>
      <w:r w:rsidRPr="00BB36B9"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هلّلويا .. هلّلويا ..</w:t>
      </w:r>
      <w:r>
        <w:rPr>
          <w:rFonts w:hint="cs"/>
          <w:rtl/>
        </w:rPr>
        <w:t xml:space="preserve"> </w:t>
      </w:r>
      <w:r w:rsidRPr="00BB36B9"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ورجوتكَ من ساعتها</w:t>
      </w:r>
    </w:p>
    <w:p w:rsidR="00907987" w:rsidRDefault="00907987" w:rsidP="00907987">
      <w:pPr>
        <w:pStyle w:val="libNormal0"/>
        <w:rPr>
          <w:rtl/>
        </w:rPr>
      </w:pPr>
      <w:r w:rsidRPr="00BB36B9">
        <w:rPr>
          <w:rtl/>
        </w:rPr>
        <w:t>وإلى ال</w:t>
      </w:r>
      <w:r>
        <w:rPr>
          <w:rFonts w:hint="cs"/>
          <w:rtl/>
        </w:rPr>
        <w:t>آ</w:t>
      </w:r>
      <w:r w:rsidRPr="00BB36B9">
        <w:rPr>
          <w:rtl/>
        </w:rPr>
        <w:t>نْ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991336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991336" w:rsidRDefault="00907987" w:rsidP="00907987">
            <w:pPr>
              <w:pStyle w:val="libNormal0"/>
              <w:rPr>
                <w:rtl/>
              </w:rPr>
            </w:pPr>
            <w:r w:rsidRPr="00991336">
              <w:rPr>
                <w:rtl/>
              </w:rPr>
              <w:t>وإلى الدهرْ ..</w:t>
            </w:r>
            <w:r>
              <w:rPr>
                <w:rFonts w:hint="cs"/>
                <w:rtl/>
              </w:rPr>
              <w:t xml:space="preserve"> </w:t>
            </w:r>
            <w:r w:rsidRPr="00991336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ومن ال</w:t>
      </w:r>
      <w:r>
        <w:rPr>
          <w:rFonts w:hint="cs"/>
          <w:rtl/>
        </w:rPr>
        <w:t>أ</w:t>
      </w:r>
      <w:r>
        <w:rPr>
          <w:rtl/>
        </w:rPr>
        <w:t>عماق صرخت إليكْ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كالفرس الصاهل ظُهر العاشرْ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يفتح للثوار معابرْ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نحو الحريّة في ال</w:t>
      </w:r>
      <w:r>
        <w:rPr>
          <w:rFonts w:hint="cs"/>
          <w:rtl/>
        </w:rPr>
        <w:t>أ</w:t>
      </w:r>
      <w:r>
        <w:rPr>
          <w:rtl/>
        </w:rPr>
        <w:t>فق النادرْ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ووقفت أناجيك تقدس وجهكْ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فتقبّلْني كدماء لا تسقطْ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أَصعِدني .. أَصعِدني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لا أفقد ذاكرتي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او ألتاثَ، وقد صلّى الصبحَ خليفتُنا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أربع ركعات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وتهيّأَ لثمان</w:t>
      </w:r>
      <w:r>
        <w:rPr>
          <w:rFonts w:hint="cs"/>
          <w:rtl/>
        </w:rPr>
        <w:t>ٍ</w:t>
      </w:r>
      <w:r>
        <w:rPr>
          <w:rtl/>
        </w:rPr>
        <w:t xml:space="preserve"> لمن ازدادْ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وارفع عن ليل وجودي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وندى الحلم على أرض سجودي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شبح العاتية الرعويَّهْ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تلك ال</w:t>
      </w:r>
      <w:r>
        <w:rPr>
          <w:rFonts w:hint="cs"/>
          <w:rtl/>
        </w:rPr>
        <w:t>أ</w:t>
      </w:r>
      <w:r>
        <w:rPr>
          <w:rtl/>
        </w:rPr>
        <w:t>مويَّهْ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فلقد أسرتني بحديد الظلمِ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ونار الطغيانْ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الف شهر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الف عام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.... الف قرن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 الف دهر</w:t>
      </w:r>
      <w:r>
        <w:rPr>
          <w:rFonts w:hint="cs"/>
          <w:rtl/>
        </w:rPr>
        <w:t>ٍ</w:t>
      </w:r>
      <w:r>
        <w:rPr>
          <w:rtl/>
        </w:rPr>
        <w:t xml:space="preserve"> .. وزمانْ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الف موت</w:t>
      </w:r>
      <w:r>
        <w:rPr>
          <w:rFonts w:hint="cs"/>
          <w:rtl/>
        </w:rPr>
        <w:t>ٍ</w:t>
      </w:r>
      <w:r>
        <w:rPr>
          <w:rtl/>
        </w:rPr>
        <w:t xml:space="preserve"> .. ومَعادْ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الف سوق</w:t>
      </w:r>
      <w:r>
        <w:rPr>
          <w:rFonts w:hint="cs"/>
          <w:rtl/>
        </w:rPr>
        <w:t>ٍ</w:t>
      </w:r>
      <w:r>
        <w:rPr>
          <w:rtl/>
        </w:rPr>
        <w:t xml:space="preserve"> .. ومزادْ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سيفي لم يُصنعْ لل</w:t>
      </w:r>
      <w:r>
        <w:rPr>
          <w:rFonts w:hint="cs"/>
          <w:rtl/>
        </w:rPr>
        <w:t>أ</w:t>
      </w:r>
      <w:r>
        <w:rPr>
          <w:rtl/>
        </w:rPr>
        <w:t>غمادْ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... 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فان ازدادت طرفة عين أخرى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فلتشهد أني لست بمزدادْ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لست بمزدادْ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لستُ .. بمزدادْ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11 - 2 - 1994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14" w:name="_Toc283892778"/>
      <w:bookmarkStart w:id="15" w:name="_Toc410129168"/>
      <w:r>
        <w:rPr>
          <w:rtl/>
        </w:rPr>
        <w:lastRenderedPageBreak/>
        <w:t>الظليمة ..</w:t>
      </w:r>
      <w:r>
        <w:rPr>
          <w:rFonts w:hint="cs"/>
          <w:rtl/>
        </w:rPr>
        <w:t xml:space="preserve"> </w:t>
      </w:r>
      <w:r>
        <w:rPr>
          <w:rtl/>
        </w:rPr>
        <w:t>!</w:t>
      </w:r>
      <w:bookmarkEnd w:id="14"/>
      <w:bookmarkEnd w:id="15"/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يخنقون الورود في فصل التجلِّي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ويبيدون الغصون وهي تصلّي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فاستمرّوا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إنه العطر رشّته على الكون الشدائدْ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واجتباه الربيع من كمد الروض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واصطفته الخدود من دموع الخَرائدْ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واستدار للشرق يعزف للفجرِ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ويسترخى على صدر القصائدْ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واستمروا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يفرح القلب بالرحيلِ .. ويبقى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وهج عينيه برقاً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يغمر اللهفةَ في النظرةِ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والعَبرةِ .. شدْواً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ويسترعى سيوف الغيبِ للثأر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ويستدعي السواعدْ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واغرزوا في ملاءات النهار رماحاً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وسهاما أخرى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والصَقوا الحلكةَ في وجه الليلِ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وجبهات النجومِ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وناموا عن صلاة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تنشر الحبَّ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وصدقَ النيّةِ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ملَ العلويَّ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وتكبيراً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ورُدّوا طارق الوحي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وسدوا طاقة النورِ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وأبوابَ المساجدْ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عارفا .. كنتُ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وكشف السِّتر أدماني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ودمي خمرةُ نساك الخراباتِ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واملاك</w:t>
      </w:r>
      <w:r>
        <w:rPr>
          <w:rFonts w:hint="cs"/>
          <w:rtl/>
        </w:rPr>
        <w:t>ٍ</w:t>
      </w:r>
      <w:r>
        <w:rPr>
          <w:rtl/>
        </w:rPr>
        <w:t xml:space="preserve"> يقرآن زيارة المذبوحِ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صحن الرزايا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لم أحبّذ لعبة العكسِ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وظل الظلِّ في قعر المرايا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بل تجولت بنفسي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حول نفسي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وهززت رفاتي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وطرقتُ البابَ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واجتزت الحجابَ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وصولا</w:t>
      </w:r>
      <w:r>
        <w:rPr>
          <w:rFonts w:hint="cs"/>
          <w:rtl/>
        </w:rPr>
        <w:t>ً</w:t>
      </w:r>
      <w:r>
        <w:rPr>
          <w:rtl/>
        </w:rPr>
        <w:t xml:space="preserve"> للذي تخفيه ذاتي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فتبدّت في تجلِّي النور أشباح الخفايا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وانجلى السر لبصر أصبح اليوم حديداً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بعد ما انبلجت خيوط الصبح من دلج العشايا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جذبةٌ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يده تراءت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فتطاولتُ وأمسكتُ بحبل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وتبصّرتُ بكحل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لم أعد من هذه الدنيا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هاتي البرايا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فمي نبعٌ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وفي عينيَّ بستانٌ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وفي كفيَّ للنعمة طعم ودنانٌ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والفضاء الواسع الرحبُ تناءى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وترامى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فانمحى البَعْدَ .. صُعُوداً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واختفى البُعْدُ. وُجُوداً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وزالت من زواياه الزوايا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ذُهل الحزنُ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وجفّت من محيطاتي همومي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ولمستُ القاعَ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هل قاعٌ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وتحسستُ السقف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اَسَقْفً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.. ليس هذا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إنه الماضي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غزا قولي بنذر</w:t>
      </w:r>
      <w:r>
        <w:rPr>
          <w:rFonts w:hint="cs"/>
          <w:rtl/>
        </w:rPr>
        <w:t>ٍ</w:t>
      </w:r>
      <w:r>
        <w:rPr>
          <w:rtl/>
        </w:rPr>
        <w:t xml:space="preserve"> من تشابيه البقايا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هاهنا عشقٌ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ومعشوقٌ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والعلاقات تَعَرَّت في كمالِ الوصلِ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وانطفأت شرارات الخطايا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وتجمّعْتُ على هيكل خُلد وصفاء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بعد ما كنت عظاماً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وقتاما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وتصاويرَ فناء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وشظايا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كم تجملتُ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فقد كنت قبيحَا.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وتنافستُ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فلم أخْلُدْ كسيحَا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وتداويت بعشب العشقِ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فازددتُ جروحَا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فترجَّعتُ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فأصعدْتُ ذبيحَا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فتوسلتُ بنصل بين أضلاعِ ( الحسين</w:t>
      </w:r>
      <w:r>
        <w:rPr>
          <w:rFonts w:hint="cs"/>
          <w:rtl/>
        </w:rPr>
        <w:t>ِ</w:t>
      </w:r>
      <w:r>
        <w:rPr>
          <w:rtl/>
        </w:rPr>
        <w:t xml:space="preserve"> )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فهمَّت تحتويني عن يمين العرش طوبى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وأحاطتني عصافير البشائرْ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يائساً .. كنتُ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وقلبي كان مشقوقاً كصدري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ورجائي كان مصدوعاً كعمري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لم أكن أدري بأنّ ( الرمزَ )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احرفِ ( ع</w:t>
      </w:r>
      <w:r>
        <w:rPr>
          <w:rFonts w:hint="cs"/>
          <w:rtl/>
        </w:rPr>
        <w:t>َ</w:t>
      </w:r>
      <w:r>
        <w:rPr>
          <w:rtl/>
        </w:rPr>
        <w:t>شْر</w:t>
      </w:r>
      <w:r>
        <w:rPr>
          <w:rFonts w:hint="cs"/>
          <w:rtl/>
        </w:rPr>
        <w:t>ِ</w:t>
      </w:r>
      <w:r>
        <w:rPr>
          <w:rtl/>
        </w:rPr>
        <w:t xml:space="preserve"> )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فتناولت يقيني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وتتبعت الوفدَ إلى ( الطَّفِّ )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عرف روحي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وهي عطشى فوق شطآن الخناجرْ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مسرعاً كنتُ .. كخيل جَمَحَتْ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فتعثرت بطفل كحّل ال</w:t>
      </w:r>
      <w:r>
        <w:rPr>
          <w:rFonts w:hint="cs"/>
          <w:rtl/>
        </w:rPr>
        <w:t>آ</w:t>
      </w:r>
      <w:r>
        <w:rPr>
          <w:rtl/>
        </w:rPr>
        <w:t>فاق من دمهِ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ونحرُ الطفل يسقي ال</w:t>
      </w:r>
      <w:r>
        <w:rPr>
          <w:rFonts w:hint="cs"/>
          <w:rtl/>
        </w:rPr>
        <w:t>أ</w:t>
      </w:r>
      <w:r>
        <w:rPr>
          <w:rtl/>
        </w:rPr>
        <w:t>رض نبضاً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ومِهاداً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ومحيّاه تجلَّى بالبراءاتِ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وصلَّى بين أشلاء المجاوزْ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مُغمداً سيفيَ ... كنتُ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فجرَّدْتُ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وملت بخيلي نحو أرض الكربِ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أُبلَى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ضارباً من لحميَ المنهوشِ فسطاطاً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هلع الحرائرْ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واضعاً حتْفي على كفِّي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أشدُّ الشمسَ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شمسُ أعينينا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وكوني في زمان القهر والخذلان ناصرْ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فتحيّرت لوجه فوق رمح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كسفَ الشمسَ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وأرسى نوره الخلابَ في حَدَق المنائرْ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أشرق الله ( بكوفان</w:t>
      </w:r>
      <w:r>
        <w:rPr>
          <w:rFonts w:hint="cs"/>
          <w:rtl/>
        </w:rPr>
        <w:t>َ</w:t>
      </w:r>
      <w:r>
        <w:rPr>
          <w:rtl/>
        </w:rPr>
        <w:t xml:space="preserve"> ) على الرمحِ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جهاراً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علّها تحيا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وتستيقظ هاتيك الضمائرْ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زاهداً كانَ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كما كان أبوهُ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وخصفُ النعلِ خيرٌ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عندما تأبى ال</w:t>
      </w:r>
      <w:r>
        <w:rPr>
          <w:rFonts w:hint="cs"/>
          <w:rtl/>
        </w:rPr>
        <w:t>أ</w:t>
      </w:r>
      <w:r>
        <w:rPr>
          <w:rtl/>
        </w:rPr>
        <w:t>مارَهْ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إنَّ للبيعة عبئاً يثقل ال</w:t>
      </w:r>
      <w:r>
        <w:rPr>
          <w:rFonts w:hint="cs"/>
          <w:rtl/>
        </w:rPr>
        <w:t>أ</w:t>
      </w:r>
      <w:r>
        <w:rPr>
          <w:rtl/>
        </w:rPr>
        <w:t>عناقَ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أنتم ناقضوها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فاستمرّوا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وانْسَخوا ال</w:t>
      </w:r>
      <w:r>
        <w:rPr>
          <w:rFonts w:hint="cs"/>
          <w:rtl/>
        </w:rPr>
        <w:t>آ</w:t>
      </w:r>
      <w:r>
        <w:rPr>
          <w:rtl/>
        </w:rPr>
        <w:t>ياتِ في غار حراء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وافتحوا في الكعبة العصماءِ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بيتاً للدعارهْ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3 - 3 - 1995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16" w:name="_Toc283892779"/>
      <w:bookmarkStart w:id="17" w:name="_Toc410129169"/>
      <w:r>
        <w:rPr>
          <w:rtl/>
        </w:rPr>
        <w:lastRenderedPageBreak/>
        <w:t>موتة المثال</w:t>
      </w:r>
      <w:bookmarkEnd w:id="16"/>
      <w:bookmarkEnd w:id="17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أموت مثل شجرهْ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ممتدةِ الجذور في الخواءْ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هاربةِ ال</w:t>
      </w:r>
      <w:r>
        <w:rPr>
          <w:rFonts w:hint="cs"/>
          <w:rtl/>
        </w:rPr>
        <w:t>أ</w:t>
      </w:r>
      <w:r>
        <w:rPr>
          <w:rtl/>
        </w:rPr>
        <w:t>غصان في الفضاءْ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جامحةِ الصهيل في السماءْ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يتيمةِ ال</w:t>
      </w:r>
      <w:r>
        <w:rPr>
          <w:rFonts w:hint="cs"/>
          <w:rtl/>
        </w:rPr>
        <w:t>أ</w:t>
      </w:r>
      <w:r>
        <w:rPr>
          <w:rtl/>
        </w:rPr>
        <w:t>وراق والثمار والنباههْ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محرومةِ الرجوع والبداءْ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مفجوعة</w:t>
      </w:r>
      <w:r>
        <w:rPr>
          <w:rFonts w:hint="cs"/>
          <w:rtl/>
        </w:rPr>
        <w:t>ٍ</w:t>
      </w:r>
      <w:r>
        <w:rPr>
          <w:rtl/>
        </w:rPr>
        <w:t xml:space="preserve"> .. كآههْ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مطمورة</w:t>
      </w:r>
      <w:r>
        <w:rPr>
          <w:rFonts w:hint="cs"/>
          <w:rtl/>
        </w:rPr>
        <w:t>ٍ</w:t>
      </w:r>
      <w:r>
        <w:rPr>
          <w:rtl/>
        </w:rPr>
        <w:t xml:space="preserve"> دهراً ..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801"/>
        <w:gridCol w:w="6410"/>
      </w:tblGrid>
      <w:tr w:rsidR="00907987" w:rsidTr="00DB2453">
        <w:tc>
          <w:tcPr>
            <w:tcW w:w="500" w:type="pct"/>
          </w:tcPr>
          <w:p w:rsidR="00907987" w:rsidRPr="00133731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133731" w:rsidRDefault="00907987" w:rsidP="00907987">
            <w:pPr>
              <w:pStyle w:val="libNormal0"/>
              <w:rPr>
                <w:rtl/>
              </w:rPr>
            </w:pPr>
            <w:r w:rsidRPr="00133731">
              <w:rPr>
                <w:rtl/>
              </w:rPr>
              <w:t>وسبعةً ..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Pr="00133731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133731" w:rsidRDefault="00907987" w:rsidP="00907987">
            <w:pPr>
              <w:pStyle w:val="libNormal0"/>
              <w:rPr>
                <w:rtl/>
              </w:rPr>
            </w:pPr>
            <w:r w:rsidRPr="00133731">
              <w:rPr>
                <w:rtl/>
              </w:rPr>
              <w:t>وعَشرهْ ..!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أرجوكَ يا زمانَ الصخر والرعاهْ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أرجوك يا زمانَ الخوفْ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أنْ تمنح الجوَّالَ زاداً</w:t>
      </w:r>
      <w:r>
        <w:rPr>
          <w:rFonts w:hint="cs"/>
          <w:rtl/>
        </w:rPr>
        <w:t>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وقطرةً من المياهْ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تقيهِ موت الصَّيْفْ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حلمٌ، ووردةٌ، وأغنيهْ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وهَدْأةٌ، وحكمةٌ، وأمسيَهْ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وفضلُ أُمْنيَهْ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لاحتفي بمقدم القمرْ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وأنثرَ الميلادَ فوق مأتم الشَّجَرْ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وأكشفَ الترابَ عن قلوب من حَجَرْ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 الحزنُ، والتمزقُ الحثيثُ، والسفَرْ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..... الوعرُ، والرمالُ،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Pr="00133731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133731" w:rsidRDefault="00907987" w:rsidP="00907987">
            <w:pPr>
              <w:pStyle w:val="libNormal0"/>
              <w:rPr>
                <w:rtl/>
              </w:rPr>
            </w:pPr>
            <w:r w:rsidRPr="00133731">
              <w:rPr>
                <w:rtl/>
              </w:rPr>
              <w:t>والصخورُ في النفوسْ ..</w:t>
            </w:r>
            <w:r w:rsidRPr="00133731">
              <w:rPr>
                <w:rFonts w:hint="cs"/>
                <w:rtl/>
              </w:rPr>
              <w:t xml:space="preserve"> </w:t>
            </w:r>
            <w:r w:rsidRPr="00133731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مَنْ لي بضخَّة</w:t>
      </w:r>
      <w:r>
        <w:rPr>
          <w:rFonts w:hint="cs"/>
          <w:rtl/>
        </w:rPr>
        <w:t>ٍ</w:t>
      </w:r>
      <w:r>
        <w:rPr>
          <w:rtl/>
        </w:rPr>
        <w:t xml:space="preserve"> من المطَرْ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أَ</w:t>
      </w:r>
      <w:r>
        <w:rPr>
          <w:rtl/>
        </w:rPr>
        <w:t>مسحَ ال</w:t>
      </w:r>
      <w:r>
        <w:rPr>
          <w:rFonts w:hint="cs"/>
          <w:rtl/>
        </w:rPr>
        <w:t>أ</w:t>
      </w:r>
      <w:r>
        <w:rPr>
          <w:rtl/>
        </w:rPr>
        <w:t>ستارَ عن عيون زاويهْ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كنبتةِ الصبَّار في مقابر المجوسْ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كسكتةِ الشتاء تحت ظُلة الشموسْ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كموتة النجوم فوق مخدع العروسْ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لي بدرع صُلبة</w:t>
      </w:r>
      <w:r>
        <w:rPr>
          <w:rFonts w:hint="cs"/>
          <w:rtl/>
        </w:rPr>
        <w:t>ٍ</w:t>
      </w:r>
      <w:r>
        <w:rPr>
          <w:rtl/>
        </w:rPr>
        <w:t xml:space="preserve"> .. وقاسيَهْ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 عبُرَ الحرابَ والسيوفَ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حقادَ، والتروسْ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والضَّجَّةَ الخرقاءَ في خداع الهاويَهْ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البحرُ في خيالي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والموجُ باحتضارِ ال</w:t>
      </w:r>
      <w:r>
        <w:rPr>
          <w:rFonts w:hint="cs"/>
          <w:rtl/>
        </w:rPr>
        <w:t>أ</w:t>
      </w:r>
      <w:r>
        <w:rPr>
          <w:rtl/>
        </w:rPr>
        <w:t>فْقِ لا يبالي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شاطيءَ المُحالِ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أسير نحوك الهُوينا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.... دونما وصولْ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أموتُ كالكسيحِ ..</w:t>
      </w:r>
    </w:p>
    <w:tbl>
      <w:tblPr>
        <w:tblStyle w:val="TableGrid"/>
        <w:bidiVisual/>
        <w:tblW w:w="5000" w:type="pct"/>
        <w:tblLook w:val="04A0"/>
      </w:tblPr>
      <w:tblGrid>
        <w:gridCol w:w="1201"/>
        <w:gridCol w:w="401"/>
        <w:gridCol w:w="6410"/>
      </w:tblGrid>
      <w:tr w:rsidR="00907987" w:rsidTr="00DB2453">
        <w:tc>
          <w:tcPr>
            <w:tcW w:w="750" w:type="pct"/>
          </w:tcPr>
          <w:p w:rsidR="00907987" w:rsidRPr="00133731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Pr="00133731" w:rsidRDefault="00907987" w:rsidP="00907987">
            <w:pPr>
              <w:pStyle w:val="libNormal0"/>
              <w:rPr>
                <w:rtl/>
              </w:rPr>
            </w:pPr>
            <w:r w:rsidRPr="00133731">
              <w:rPr>
                <w:rtl/>
              </w:rPr>
              <w:t>كالشهيدِ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Pr="00133731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133731" w:rsidRDefault="00907987" w:rsidP="00907987">
            <w:pPr>
              <w:pStyle w:val="libNormal0"/>
              <w:rPr>
                <w:rtl/>
              </w:rPr>
            </w:pPr>
            <w:r w:rsidRPr="00133731">
              <w:rPr>
                <w:rtl/>
              </w:rPr>
              <w:t>كالخيولْ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أموتُ موتةَ المِثَالِ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وتُوصد العيونُ وال</w:t>
      </w:r>
      <w:r>
        <w:rPr>
          <w:rFonts w:hint="cs"/>
          <w:rtl/>
        </w:rPr>
        <w:t>آ</w:t>
      </w:r>
      <w:r>
        <w:rPr>
          <w:rtl/>
        </w:rPr>
        <w:t>بارُ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تصمتُ المياهْ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ويُرفعُ المفتاحُ كي يظلَّ دائماً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رهينَ جعبة الالَهْ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وأنمحي أنا .. كرصعةِ مضيئة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ضلت طريقَها السحريَّ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نحو وجنةِ الليالي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 « زينبٌ » مدهوشةٌ قُبالي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تستقطعُ المياهَ من مسارب العرَقْ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وتجدلُ ال</w:t>
      </w:r>
      <w:r>
        <w:rPr>
          <w:rFonts w:hint="cs"/>
          <w:rtl/>
        </w:rPr>
        <w:t>أ</w:t>
      </w:r>
      <w:r>
        <w:rPr>
          <w:rtl/>
        </w:rPr>
        <w:t>فراح في مواسم ال</w:t>
      </w:r>
      <w:r>
        <w:rPr>
          <w:rFonts w:hint="cs"/>
          <w:rtl/>
        </w:rPr>
        <w:t>أ</w:t>
      </w:r>
      <w:r>
        <w:rPr>
          <w:rtl/>
        </w:rPr>
        <w:t>رقْ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لتُلبِسَ الخريفَ في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خمائل العيالِ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أموتُ موتةَ الصحراءِ والعطشْ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وصفرةِ الوجوهِ في صراعها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مع الشحوبِ ..</w:t>
      </w:r>
    </w:p>
    <w:tbl>
      <w:tblPr>
        <w:tblStyle w:val="TableGrid"/>
        <w:bidiVisual/>
        <w:tblW w:w="5000" w:type="pct"/>
        <w:tblLook w:val="04A0"/>
      </w:tblPr>
      <w:tblGrid>
        <w:gridCol w:w="1201"/>
        <w:gridCol w:w="401"/>
        <w:gridCol w:w="64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والخِدَادِ ..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Pr="00064DF1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064DF1" w:rsidRDefault="00907987" w:rsidP="00907987">
            <w:pPr>
              <w:pStyle w:val="libNormal0"/>
              <w:rPr>
                <w:rtl/>
              </w:rPr>
            </w:pPr>
            <w:r w:rsidRPr="00064DF1">
              <w:rPr>
                <w:rtl/>
              </w:rPr>
              <w:t>والنَّمَشْ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أموت مرّتَيْنْ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والماءُ في ال</w:t>
      </w:r>
      <w:r>
        <w:rPr>
          <w:rFonts w:hint="cs"/>
          <w:rtl/>
        </w:rPr>
        <w:t>أ</w:t>
      </w:r>
      <w:r>
        <w:rPr>
          <w:rtl/>
        </w:rPr>
        <w:t>نهارِ .. في دلالِ مشرك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ينأى مع المدى المخيفِ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ساحباً في إثْرهِ اليَدينْ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أموتُ ..</w:t>
      </w:r>
    </w:p>
    <w:p w:rsidR="00907987" w:rsidRDefault="00907987" w:rsidP="00907987">
      <w:pPr>
        <w:pStyle w:val="libCenter"/>
        <w:rPr>
          <w:rtl/>
        </w:rPr>
      </w:pPr>
      <w:r>
        <w:rPr>
          <w:rtl/>
        </w:rPr>
        <w:t>موتَةَ « الحُسَينْ »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25/7/1994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18" w:name="_Toc283892780"/>
      <w:bookmarkStart w:id="19" w:name="_Toc410129170"/>
      <w:r>
        <w:rPr>
          <w:rtl/>
        </w:rPr>
        <w:lastRenderedPageBreak/>
        <w:t>غريب الغرباء</w:t>
      </w:r>
      <w:bookmarkEnd w:id="18"/>
      <w:bookmarkEnd w:id="19"/>
    </w:p>
    <w:p w:rsidR="00907987" w:rsidRDefault="00907987" w:rsidP="00907987">
      <w:pPr>
        <w:pStyle w:val="libCenterBold1"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 xml:space="preserve">عندما تنهمر الدموع في محضر ثامن الائمة </w:t>
      </w:r>
      <w:r w:rsidRPr="00907987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-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قطار الليل يحملني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زوج من القضبانْ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كنجم طائر يسري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ويعرج في دجى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كوانْ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يحرك فيّ أشواقي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ويحرق فيّ أعماقي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ويُحيي فيّ ما قد كانْ ..:</w:t>
      </w:r>
    </w:p>
    <w:tbl>
      <w:tblPr>
        <w:tblStyle w:val="TableGrid"/>
        <w:bidiVisual/>
        <w:tblW w:w="5000" w:type="pct"/>
        <w:tblLook w:val="04A0"/>
      </w:tblPr>
      <w:tblGrid>
        <w:gridCol w:w="2804"/>
        <w:gridCol w:w="5208"/>
      </w:tblGrid>
      <w:tr w:rsidR="00907987" w:rsidTr="00DB2453">
        <w:tc>
          <w:tcPr>
            <w:tcW w:w="1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(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جفاني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هل والخل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انْ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وعشاقي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أعيش مقطّع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غصانْ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وحيداً بين أوراقي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وصارت دارنا قفراءَ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من فلّ ومن ريحانْ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ومن صبح وإشراقِ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تزاحمني بها الغربانْ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804"/>
        <w:gridCol w:w="5208"/>
      </w:tblGrid>
      <w:tr w:rsidR="00907987" w:rsidTr="00DB2453">
        <w:tc>
          <w:tcPr>
            <w:tcW w:w="1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 w:rsidRPr="00C36441">
              <w:rPr>
                <w:rtl/>
              </w:rPr>
              <w:t>من البابِ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إلى الطّاقِ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فلا أرنو سوى الدنيا</w:t>
            </w:r>
          </w:p>
          <w:p w:rsidR="00907987" w:rsidRPr="00C36441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غدت قبراً بأحداقي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)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وعند الباب خلّفني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عليلاً .. ليس من راقِ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يفيض السم من حلقي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وخلفي يضحك الساقي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وساقي عظمة عرجاءُ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تلتفّ علي ساقي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أمام عيادة الرحمانْ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وليَّ الله، يا من عند حضرتهِ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يزول الهمّ والكربهْ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وتُمحى ظُلمة ال</w:t>
      </w:r>
      <w:r>
        <w:rPr>
          <w:rFonts w:hint="cs"/>
          <w:rtl/>
        </w:rPr>
        <w:t>آ</w:t>
      </w:r>
      <w:r>
        <w:rPr>
          <w:rtl/>
        </w:rPr>
        <w:t>ثامِ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تحت جلالة القبّهْ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إليك أتيت شيعياً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لارفع عندك التوبهْ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شهيدَ الظلمِ، والسلطانُ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لفّ مراسه الدامي على الرقبهْ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أبا الغرباء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يا من متَّ في الغربهْ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« رضاً » قد عشتَ، مرضيّا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بمهجة عابد رطبهْ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يبللها ندى الايمانْ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فتورق روحنا الجدبهْ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وتعلن ثورةَ العصيانْ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الاشباح، والدبَبَهْ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غريباً جئتُ، يجذبني نداء غريبْ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كئيباً، هدّني حزني، وأيّ كئيبْ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شربت الدمع في مهدي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وفي صغري جَلسْتُ بمأتمي المنصوبْ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وجاء العمر بشباب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به ضُرٌّ يمزقني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ويستعصي على « أيوبْ »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فجئت أزور من يشفي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- باذن الله - أدوائي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ويسمع دعوة المكروبْ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سألت « ثلاثتي » ورجعت مقروراً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أرش الطيبْ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آثار من ذهبوا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وأرقب عودة المحبوبْ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24 - 3 - 1987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20" w:name="_Toc283892781"/>
      <w:bookmarkStart w:id="21" w:name="_Toc410129171"/>
      <w:r>
        <w:rPr>
          <w:rtl/>
        </w:rPr>
        <w:lastRenderedPageBreak/>
        <w:t>اربعة عشر</w:t>
      </w:r>
      <w:bookmarkEnd w:id="20"/>
      <w:bookmarkEnd w:id="21"/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تحدّرتْ دمَعاتي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سيلاً على الوجناتِ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485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ويلتي حين آتي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للفصل بعد المماتِ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36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 أمر خطيرُ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والذنب ذنب كبيرُ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52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والدرب درب عسيرُ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تحفّه سيئاتي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ذا أزلّ وأخطا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كمارق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حين شطَّا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52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أو غافل يتمطّى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مستغرقاً في سُباتِ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لازمتني الذنوبُ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فكيف منها الهروبُ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36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وكيف عنها أؤوبُ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لفطرتي ولذاتي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69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قايضتُ تبنا بتبرِ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كأبله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ليس يدري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36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وضاع في القصف عمري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والنزق والمنكراتِ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إبليسُ كان دليلي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فجدَّ في تضليلي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فقدتُ سبيلي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وخضتُ في التّرهاتِ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قامت قيامة نفسي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ولم تغب بعدُ شمسي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603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وقفت قدّام رمسي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ذرف الحسراتِ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188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rPr>
          <w:trHeight w:val="536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يا عين وجودي زيدي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على التعيس الطريدِ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ليتني من تليدِ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غُيّبتُ في الحافراتِ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279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أين الصراط السّويُّ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أحمدٌ يا نبيُّ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فاطمٌ، يا عليُّ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حبّذا من هُداةِ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180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فتّشتُ عنكم جميعا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 غدوت جذوعا</w:t>
            </w:r>
            <w:r w:rsidRPr="00907987">
              <w:rPr>
                <w:rStyle w:val="libPoemTiniChar0"/>
                <w:rtl/>
              </w:rPr>
              <w:br/>
              <w:t> 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وجدتُ فيكم شفيعا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ففرّجوا كرباتي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243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rPr>
          <w:trHeight w:val="569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سعوتُ نحو الامامهْ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مُسربَلاً بالندامهْ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وغارقاً في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ثامَهْ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خُلْواً من الحسناتِ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rPr>
          <w:trHeight w:val="126"/>
        </w:trPr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rPr>
          <w:trHeight w:val="553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إنّي هُرعت إليكم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لحاجة لي لديكم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مني السلام عليكم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وأفضل الصلواتِ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ذا أضلّ وأشقى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والخطب أَوفي وشقَّا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حَلَّ العذابُ وحَقَّا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لم تجيبوا شكاتي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يا ربّ: عاص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.. وتابا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فافتحْ لعبدك بابا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ضلّ سعيي وخابا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لم تُقلْ عثراتي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1991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22" w:name="_Toc283892782"/>
      <w:bookmarkStart w:id="23" w:name="_Toc410129172"/>
      <w:r>
        <w:rPr>
          <w:rtl/>
        </w:rPr>
        <w:lastRenderedPageBreak/>
        <w:t>إل</w:t>
      </w:r>
      <w:r>
        <w:rPr>
          <w:rFonts w:hint="cs"/>
          <w:rtl/>
        </w:rPr>
        <w:t>ّ</w:t>
      </w:r>
      <w:r>
        <w:rPr>
          <w:rtl/>
        </w:rPr>
        <w:t>ا الصوم ..</w:t>
      </w:r>
      <w:r>
        <w:rPr>
          <w:rFonts w:hint="cs"/>
          <w:rtl/>
        </w:rPr>
        <w:t xml:space="preserve"> </w:t>
      </w:r>
      <w:r>
        <w:rPr>
          <w:rtl/>
        </w:rPr>
        <w:t>!!</w:t>
      </w:r>
      <w:bookmarkEnd w:id="22"/>
      <w:bookmarkEnd w:id="23"/>
    </w:p>
    <w:p w:rsidR="00907987" w:rsidRDefault="00907987" w:rsidP="00907987">
      <w:pPr>
        <w:pStyle w:val="libCenterBold1"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نفحات مستوحاة من أدعية شهر رمضان</w:t>
      </w:r>
      <w:r>
        <w:rPr>
          <w:rFonts w:hint="cs"/>
          <w:rtl/>
        </w:rPr>
        <w:t xml:space="preserve"> -</w:t>
      </w:r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شهر عظيم أتى بالفضْل والكرَمِ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والذكْرِ والقدرِ وال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يات والحِكَم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هلّ الهلالُ، وعمّ النور، وامتل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تْ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جوانب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بالالاء والنِّعَمِ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- 2 -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إلهي هبْ لنا منك اليقينا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ووفقنا لصوم الصائمينا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ونبّهنا عن الغفلات ليلا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لنُكتَبَ في عِدادِ القائمينا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بفضلك يا إله العالمينا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- 3 -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أقلْني من خطيئاتي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وجنّبني هوى ذاتي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وباعدني من التمويـ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ـه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ربّي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والسفاهاتِ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2"/>
        <w:rPr>
          <w:rtl/>
        </w:rPr>
      </w:pPr>
      <w:r>
        <w:rPr>
          <w:rtl/>
        </w:rPr>
        <w:lastRenderedPageBreak/>
        <w:t>- 4 -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سبحان من خلق الوجودَ بأسرِهِ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إذْ قال: كُنْ .. كان الوجودُ بأمرهِ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المطلَقُون هم الحلولُ بأسرِهِ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أما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سيرُ فمن مضى عن أمرِهِ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والكلّ حار بأسْرِهِ في أمرهِ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- 5 -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عصيتك يا ربي وحِلمُك غرّني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وعفوك أغراني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ووصلُك من جفا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ذنوبي أناختني فكن لي مخفّفا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فاني بآثامي قصدتك آسفا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- 6 -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شهر جود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كلُّه رمضانُ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فيه خير وافر وامتنانُ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إلهي تائب جاء يسعى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فأعِنْهُ، إنك المستعانُ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- 7 -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أعنّي على الصوم يا مستعانْ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وجنِّب فؤادي صروف الزمانْ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ضللتُ وَشَقَّ طريقُ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مانْ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فمهّده يا هاديَ الضائعين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بفضلك يا أرحم الراحمين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lastRenderedPageBreak/>
        <w:t>- 8 -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عائدٌ عمّا جنيتُ وأرتجي ..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عفوَ العفوّ ورحمةَ الرحمانِ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إنِّي المُسيء، وأنت أقدر من عفا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تخذل المضطرَّ في رمضانِ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- 9 -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وفِّق يا ربّ لمرضاتكْ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واقسمْ لي سهما في الرحمهْ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نوِّر لي النَّجْدَ بآياتكْ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واكشف بمحبتك الغُمَّهْ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- 10 -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عاجز، لكنْ أنتَ مقتدرُ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وأنا فقير .. للجود مفتقرُ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مالكاً لل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كوان ... يا مَلِكا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قانع بالكفاف مستترُ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- 11 -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عبدٌ مطيعٌ ذليل النفس ناجاكا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فامنحه يا عاطياً من فضل نُعماكا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ذنبي ثقيل ووزري نُؤت تحتهما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غافرَ الذنب .. من أدعوه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اكا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lastRenderedPageBreak/>
        <w:t>- 12 -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زيّنتني بِسِترك الوارفِ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وسترتني بِخِرقَةِ العارفِ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إني بقدسك لائذ أحتمي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فنجّني .. يا عصمةَ الخائفِ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- 13 -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أمتثـــلُ لما ترضَــى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وأصــوم لـك الفَرْضــا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لــم أبغِ بـه عَرَضَــا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بــلْ وجهكَ يــا ربَّـاه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يــا باقـــي يــا اللهْ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- 14 -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ربّ نامت عيونُ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وعبدك المستكينُ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يعبّ من ( عمَّ ) خمراً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جفنة هي ( نون )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- 15 -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إلهي يا أمانَ الخائفين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حصني .. يا مغيثَ اللاجئين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جلّ ذنبي .. يا ملاذ التائبين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فاستجب لي .. يا مجيب السائلين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lastRenderedPageBreak/>
        <w:t>- 16 -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موافقةُ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برار توفيقُ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ورفاقةُ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شرار لا تُغني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والصومُ في رمضانَ ترقيقُ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للنفس والروح والذّهنِ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>وني برحمتك لدار القرارْ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مجيب الداعين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سحارْ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- 17 -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من لا يحتاج إلى السؤالْ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عالماً بما في نفوس الخَلْقِ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اهدني لصالح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عمالْ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وضاعف بالصيام رزقي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باقياً .. وكلُّ ما سِواك زَوَالْ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- 18 -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نوراً يا منور القلوبْ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ضياءَ النورْ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ساطعاً أبداً .. بلا غروبْ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نور على نورْ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لبّيك إنّ الملك لكْ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لبّيك لا شريك لكْ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2"/>
        <w:rPr>
          <w:rtl/>
        </w:rPr>
      </w:pPr>
      <w:r>
        <w:rPr>
          <w:rtl/>
        </w:rPr>
        <w:lastRenderedPageBreak/>
        <w:t>- 19 -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جرحي وجرحك ( يا علي</w:t>
            </w:r>
            <w:r>
              <w:rPr>
                <w:rFonts w:hint="cs"/>
                <w:rtl/>
              </w:rPr>
              <w:t>ُّ</w:t>
            </w:r>
            <w:r>
              <w:rPr>
                <w:rtl/>
              </w:rPr>
              <w:t xml:space="preserve"> ) كلاهما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جرح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وجرحك فاق كلّ جراحي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صمتت جراحي، وانمحت أصداؤها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لكنّ جرحك دائم الافصاحِ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صاحب الفتكات ياليث الوغى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من دُهيت بضربة ابن سِفَاحِ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واحرَّ قلبي ( يا علي</w:t>
            </w:r>
            <w:r>
              <w:rPr>
                <w:rFonts w:hint="cs"/>
                <w:rtl/>
              </w:rPr>
              <w:t>ُّ</w:t>
            </w:r>
            <w:r>
              <w:rPr>
                <w:rtl/>
              </w:rPr>
              <w:t xml:space="preserve"> ) مآتمي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لن تنتهي طُولَ المدى ونُواحي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- 20 -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( علي</w:t>
            </w:r>
            <w:r>
              <w:rPr>
                <w:rFonts w:hint="cs"/>
                <w:rtl/>
              </w:rPr>
              <w:t>ٌّ</w:t>
            </w:r>
            <w:r>
              <w:rPr>
                <w:rtl/>
              </w:rPr>
              <w:t xml:space="preserve"> ) من النور، لمَّا خُلقْ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تَبدَّت معالمُ هذا الوجودْ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وكبَّر صوتٌ عَلاَ في ال</w:t>
            </w:r>
            <w:r>
              <w:rPr>
                <w:rFonts w:hint="cs"/>
                <w:rtl/>
              </w:rPr>
              <w:t>أُ</w:t>
            </w:r>
            <w:r>
              <w:rPr>
                <w:rtl/>
              </w:rPr>
              <w:t>فُقْ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فكان الركوعُ وكان السجودْ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- 21 -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اشتقَّ ربك مِنْ عُلاَهُ عُلاكا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فعلَوْتَ، لا يَعلو عُلاكَ سواكَا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- 22 -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فقيرٌ لفضلك ياذا الكرَمْ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تفضَّلْتَ بالجود ياذا النِّعَمْ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فأنزِلْ علينا الرضا والهُدى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وجنِّبْ محبّيك شرّ العِدَا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وعجِّلْ بفيضك ياذا الندى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CenterBold2"/>
        <w:rPr>
          <w:rtl/>
        </w:rPr>
      </w:pPr>
      <w:r>
        <w:rPr>
          <w:rtl/>
        </w:rPr>
        <w:lastRenderedPageBreak/>
        <w:t>- 23 -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إليكَ برئْتُ من ذنبي وعيبي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وعدتُ عن الذي تأباه لي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عبد، ونعم الربُّ ربّي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فمن يبغي سوى المولى وَلِي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- 24 -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بال العاصي قد آبا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بالصوم عن الذنب وتابا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فإذا ما استَعطفَ خالقَه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ودعاه بما شاء، أجابا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هو شهر الله، ومائدةٌ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تمتد بما لذَّ وطابا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- 25 -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طاب المديحُ بطهَ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والكونُ شعَّ ضياءْ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حزتَ فضلاً وجاها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خاتم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نبياءْ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صلّوا على بدر التّمامْ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وآله .. خيرِ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نامْ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- 26 -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ساترَ العيبِ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قابل التَّوْبِ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أقوم الليلَ بكَّاءَا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وأذكر ما بدا منِّي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تشبّ النار في عيني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ولا أشتاق إطفاءَا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غافرَ الذنبِ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رحماك يا ربِّ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- 27 -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ليلةَ القدرِ فيكِ الخيرُ موفورُ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نَزَل الكتاب وجاء الوحيُ والنورُ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خيرَ من ألف شهر، يا مؤلَّهَةً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أنتِ السلام، وفيكِ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 مقدورُ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- 28 -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الححتُ في طلبي وطال رجائي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سامعاً عند السجود دعائي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مُنْجياً ذَا النونِ، كنتُ مغاضبا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فرجعتُ عن إثمي وعن أخطائي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سبحانك اللهم إنك قادر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وسواك في عجز وفي إقواءِ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2"/>
        <w:rPr>
          <w:rtl/>
        </w:rPr>
      </w:pPr>
      <w:r>
        <w:rPr>
          <w:rtl/>
        </w:rPr>
        <w:t>- 29 -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ألهمتني الصبرَ الجميلْ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ومنحتني الشكر الجزيلْ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ورزقتني بالصوم خيراً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يستحيل، ولا يزولْ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Pr="00417DBB" w:rsidRDefault="00907987" w:rsidP="00907987">
      <w:pPr>
        <w:pStyle w:val="libCenterBold1"/>
        <w:rPr>
          <w:rtl/>
        </w:rPr>
      </w:pPr>
      <w:r>
        <w:rPr>
          <w:rtl/>
        </w:rPr>
        <w:lastRenderedPageBreak/>
        <w:t xml:space="preserve">- </w:t>
      </w:r>
      <w:r w:rsidRPr="00417DBB">
        <w:rPr>
          <w:rtl/>
        </w:rPr>
        <w:t>30</w:t>
      </w:r>
      <w:r>
        <w:rPr>
          <w:rtl/>
        </w:rPr>
        <w:t xml:space="preserve"> -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اختمْ صيامي بالقبول وبالرضا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ربِّ، واحكمْ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صولِ فروعَهُ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أنت الغنيُّ عن الوجود جميعِهِ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فاشملْ برحمتِكَ الوجودَ جميعَهُ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CenterBold1"/>
        <w:rPr>
          <w:rtl/>
        </w:rPr>
      </w:pPr>
      <w:r>
        <w:rPr>
          <w:rtl/>
        </w:rPr>
        <w:t>فهو .. عيد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4006"/>
        <w:gridCol w:w="2003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أقبل العيدُ السعيدْ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ماني والورودْ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وصحا الطيرُ وغنَّى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للورى أحلى نشيدْ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وارتدى الكون لباساً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زاهيَ اللونِ جديدْ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وغصونُ الزهر مالتْ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فوق شطآن الوجودْ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وكأنّ الروضَ يبدو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ركوع وسجودْ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ربيع الشوق أهلاً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دعونا كي تعودْ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أشرقت أنوار طَهَ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تغمر الصبحَ الوليدْ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كلُّ يوم قد أطعنا الله فيه، فَهْوَ عيدْ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Left"/>
        <w:rPr>
          <w:rtl/>
        </w:rPr>
      </w:pPr>
      <w:r>
        <w:rPr>
          <w:rtl/>
        </w:rPr>
        <w:t>1993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</w:pPr>
      <w:bookmarkStart w:id="24" w:name="_Toc283892783"/>
      <w:bookmarkStart w:id="25" w:name="_Toc410129173"/>
      <w:r>
        <w:rPr>
          <w:rtl/>
        </w:rPr>
        <w:lastRenderedPageBreak/>
        <w:t>كبدي .. وجراحك الخضراء</w:t>
      </w:r>
      <w:bookmarkEnd w:id="24"/>
      <w:bookmarkEnd w:id="25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 تقترب يا نجم، وابق هناك محجوباً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بأسدافِ الزمنْ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لا تحرق الدنيا بطلعتك الوضيئةِ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حين تولدُ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فالظلام يلوك فاكهة الخلودِ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وألفُ عاصفة تهبُّ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وتكسرُ ال</w:t>
      </w:r>
      <w:r>
        <w:rPr>
          <w:rFonts w:hint="cs"/>
          <w:rtl/>
        </w:rPr>
        <w:t>أ</w:t>
      </w:r>
      <w:r>
        <w:rPr>
          <w:rtl/>
        </w:rPr>
        <w:t>مواجَ، والقمرَ المعلّقَ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الصواري المائساتِ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وتستبيح البسمةَ الحسناءَ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9C1908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9C1908" w:rsidRDefault="00907987" w:rsidP="00907987">
            <w:pPr>
              <w:pStyle w:val="libNormal0"/>
              <w:rPr>
                <w:rtl/>
              </w:rPr>
            </w:pPr>
            <w:r w:rsidRPr="009C1908">
              <w:rPr>
                <w:rtl/>
              </w:rPr>
              <w:t>في ثغر السفُنْ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لا تدنُ من أرض يلذ لها الهجوعُ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وتستكينُ ذليلةً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9C1908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 w:rsidRPr="009C1908">
              <w:rPr>
                <w:rtl/>
              </w:rPr>
              <w:t>فوق التواريخ الكسيحةِ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والمرايا السودِ</w:t>
            </w:r>
          </w:p>
          <w:p w:rsidR="00907987" w:rsidRPr="009C1908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والحُمَّى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وأكتافِ المحنْ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وانظر إلى هذا الوجودِ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تجدْه قفرًا، لا تداعبه النسائمُ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والخُزامى</w:t>
      </w:r>
      <w:r>
        <w:rPr>
          <w:rFonts w:hint="cs"/>
          <w:rtl/>
        </w:rPr>
        <w:t>ٰ</w:t>
      </w:r>
      <w:r>
        <w:rPr>
          <w:rtl/>
        </w:rPr>
        <w:t xml:space="preserve"> .. والريا حينُ الطريّةُ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والبحيراتُ العذابُ، ومهرجان الطيرِ</w:t>
      </w:r>
    </w:p>
    <w:tbl>
      <w:tblPr>
        <w:tblStyle w:val="TableGrid"/>
        <w:bidiVisual/>
        <w:tblW w:w="5000" w:type="pct"/>
        <w:tblLook w:val="04A0"/>
      </w:tblPr>
      <w:tblGrid>
        <w:gridCol w:w="1282"/>
        <w:gridCol w:w="6730"/>
      </w:tblGrid>
      <w:tr w:rsidR="00907987" w:rsidTr="00DB2453">
        <w:tc>
          <w:tcPr>
            <w:tcW w:w="800" w:type="pct"/>
          </w:tcPr>
          <w:p w:rsidR="00907987" w:rsidRPr="009C1908" w:rsidRDefault="00907987" w:rsidP="00DB2453">
            <w:pPr>
              <w:rPr>
                <w:rtl/>
              </w:rPr>
            </w:pPr>
          </w:p>
        </w:tc>
        <w:tc>
          <w:tcPr>
            <w:tcW w:w="4200" w:type="pct"/>
          </w:tcPr>
          <w:p w:rsidR="00907987" w:rsidRPr="009C1908" w:rsidRDefault="00907987" w:rsidP="00907987">
            <w:pPr>
              <w:pStyle w:val="libNormal0"/>
              <w:rPr>
                <w:rtl/>
              </w:rPr>
            </w:pPr>
            <w:r w:rsidRPr="009C1908">
              <w:rPr>
                <w:rtl/>
              </w:rPr>
              <w:t>والروضُ ال</w:t>
            </w:r>
            <w:r>
              <w:rPr>
                <w:rFonts w:hint="cs"/>
                <w:rtl/>
              </w:rPr>
              <w:t>أ</w:t>
            </w:r>
            <w:r w:rsidRPr="009C1908">
              <w:rPr>
                <w:rtl/>
              </w:rPr>
              <w:t>غنّْ ..</w:t>
            </w:r>
            <w:r w:rsidRPr="009C1908">
              <w:rPr>
                <w:rFonts w:hint="cs"/>
                <w:rtl/>
              </w:rPr>
              <w:t xml:space="preserve"> </w:t>
            </w:r>
            <w:r w:rsidRPr="009C1908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واربأ بهامتكِ الكريمةِ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عن عوالمنا الذميمةِ .. إذْ هَوَتْ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مزقاً محرّقةً بأخدود الفتنْ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واعبر مداراتِ الحياة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فكأس « جعدةَ » دائرٌ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يسقى الحمامات النبيلةَ</w:t>
      </w:r>
    </w:p>
    <w:tbl>
      <w:tblPr>
        <w:tblStyle w:val="TableGrid"/>
        <w:bidiVisual/>
        <w:tblW w:w="5000" w:type="pct"/>
        <w:tblLook w:val="04A0"/>
      </w:tblPr>
      <w:tblGrid>
        <w:gridCol w:w="1282"/>
        <w:gridCol w:w="6730"/>
      </w:tblGrid>
      <w:tr w:rsidR="00907987" w:rsidTr="00DB2453">
        <w:tc>
          <w:tcPr>
            <w:tcW w:w="800" w:type="pct"/>
          </w:tcPr>
          <w:p w:rsidR="00907987" w:rsidRPr="009C1908" w:rsidRDefault="00907987" w:rsidP="00DB2453">
            <w:pPr>
              <w:rPr>
                <w:rtl/>
              </w:rPr>
            </w:pPr>
          </w:p>
        </w:tc>
        <w:tc>
          <w:tcPr>
            <w:tcW w:w="4200" w:type="pct"/>
          </w:tcPr>
          <w:p w:rsidR="00907987" w:rsidRPr="009C1908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حبةَ .. والوطنْ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وارحم ثكالى الخلقِ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ملَ المذهّبَ في بطون ال</w:t>
      </w:r>
      <w:r>
        <w:rPr>
          <w:rFonts w:hint="cs"/>
          <w:rtl/>
        </w:rPr>
        <w:t>أ</w:t>
      </w:r>
      <w:r>
        <w:rPr>
          <w:rtl/>
        </w:rPr>
        <w:t>مهاتِ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وهدأةَ الريف الملفّع بالطفولةِ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واشتعالَ الشيْب في رأس المدنْ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فال</w:t>
      </w:r>
      <w:r>
        <w:rPr>
          <w:rFonts w:hint="cs"/>
          <w:rtl/>
        </w:rPr>
        <w:t>أ</w:t>
      </w:r>
      <w:r>
        <w:rPr>
          <w:rtl/>
        </w:rPr>
        <w:t>رض أضعف طاقةً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أن تراك تجود بالنفْس الزكيةِ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مرةً أخري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وتقتلُ .. يا حسنْ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ارفقْ بنا ..! 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فعيوننا لم تكتحل بالنور دهرَا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وتعودت أجفاننا برموشها السوداءِ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 تغفوا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وتحلمَ أنّ أشواك الظلامِ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غدت نجيمات</w:t>
      </w:r>
      <w:r>
        <w:rPr>
          <w:rFonts w:hint="cs"/>
          <w:rtl/>
        </w:rPr>
        <w:t>ٍ</w:t>
      </w:r>
      <w:r>
        <w:rPr>
          <w:rtl/>
        </w:rPr>
        <w:t xml:space="preserve"> .. وزهرَا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مآقينا .. ترجح أن تشبَّ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الامنياتُ الزغْبُ .. في أرحامها البتراءِ</w:t>
      </w:r>
    </w:p>
    <w:tbl>
      <w:tblPr>
        <w:tblStyle w:val="TableGrid"/>
        <w:bidiVisual/>
        <w:tblW w:w="5000" w:type="pct"/>
        <w:tblLook w:val="04A0"/>
      </w:tblPr>
      <w:tblGrid>
        <w:gridCol w:w="2964"/>
        <w:gridCol w:w="5048"/>
      </w:tblGrid>
      <w:tr w:rsidR="00907987" w:rsidTr="00DB2453">
        <w:tc>
          <w:tcPr>
            <w:tcW w:w="18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1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جمرَا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فاذا صحت .. ورأتك واقعَها المضيءَ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تَحيَّرَتْ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وهي التي لم تحتضن أهدابُها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قبلُ .. لالاءً .. وبدرَا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المآذنُ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والسواقي ..</w:t>
      </w:r>
    </w:p>
    <w:tbl>
      <w:tblPr>
        <w:tblStyle w:val="TableGrid"/>
        <w:bidiVisual/>
        <w:tblW w:w="5000" w:type="pct"/>
        <w:tblLook w:val="04A0"/>
      </w:tblPr>
      <w:tblGrid>
        <w:gridCol w:w="1362"/>
        <w:gridCol w:w="6650"/>
      </w:tblGrid>
      <w:tr w:rsidR="00907987" w:rsidTr="00DB2453">
        <w:tc>
          <w:tcPr>
            <w:tcW w:w="850" w:type="pct"/>
          </w:tcPr>
          <w:p w:rsidR="00907987" w:rsidRPr="00F030F3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</w:tcPr>
          <w:p w:rsidR="00907987" w:rsidRPr="00F030F3" w:rsidRDefault="00907987" w:rsidP="00907987">
            <w:pPr>
              <w:pStyle w:val="libNormal0"/>
              <w:rPr>
                <w:rtl/>
              </w:rPr>
            </w:pPr>
            <w:r w:rsidRPr="00F030F3">
              <w:rPr>
                <w:rtl/>
              </w:rPr>
              <w:t>والفصول الخضرُ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ما عادت تؤذّنُ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أو ترش على التلال ندًى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وتكبيراً .. وغزلاناً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وزغردةً .. وعطرَا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المواسمُ .. والمواكبُ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والكواكبُ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لم تعد تُضفي على ال</w:t>
      </w:r>
      <w:r>
        <w:rPr>
          <w:rFonts w:hint="cs"/>
          <w:rtl/>
        </w:rPr>
        <w:t>أ</w:t>
      </w:r>
      <w:r>
        <w:rPr>
          <w:rtl/>
        </w:rPr>
        <w:t>عشاشِ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عشابِ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والليل الحزينِ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بشاشةً سكرى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وإشراقا .. وسحْرَا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الليالي لم تعد تنأى</w:t>
      </w:r>
      <w:r>
        <w:rPr>
          <w:rFonts w:hint="cs"/>
          <w:rtl/>
        </w:rPr>
        <w:t>ٰٰ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ليلتمس الحيارى البائسون هُدًى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وأسحارا .. وفجرَا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المحافلُ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والرحيلُ الحلو في زهو الذرى</w:t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6169"/>
      </w:tblGrid>
      <w:tr w:rsidR="00907987" w:rsidTr="00DB2453">
        <w:tc>
          <w:tcPr>
            <w:tcW w:w="1150" w:type="pct"/>
          </w:tcPr>
          <w:p w:rsidR="00907987" w:rsidRPr="00702518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والامسياتُ</w:t>
            </w:r>
          </w:p>
          <w:p w:rsidR="00907987" w:rsidRPr="00702518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ودهشةُ الشعراءِ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ما عادت تفيض على السهولِ</w:t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6169"/>
      </w:tblGrid>
      <w:tr w:rsidR="00907987" w:rsidTr="00DB2453">
        <w:tc>
          <w:tcPr>
            <w:tcW w:w="1150" w:type="pct"/>
          </w:tcPr>
          <w:p w:rsidR="00907987" w:rsidRPr="00702518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</w:tcPr>
          <w:p w:rsidR="00907987" w:rsidRPr="00702518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وهودجِ العشاقِ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وحياً .. وارتعاشات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وشعرَا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فاذا أتى الميلادُ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يحمل للحزانى فرحةً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ونبوءةً تشدو .. وبشرى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وتفجرت آفاق هذا الشرق نوراً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وهجهُ: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طه، وحيدرةٌ، وزهرا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فلتبتهجْ يا عمرنا الخالي من الفرحِ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المجنَّحِ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فهي ذكرى .. أيُّ ذكرى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وتجيء تسبح في الدماءِ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وفي رؤاك الطفُّ، والعطش الرهيبُ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وشهقةُ الاطفال، والشفق النحيلْ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وأخوك ممدودٌ على وجه الثرى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كالكونِ .. أضجعه الزمان على الرمالِ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فبدءُهُ: قِدَمُ الخليقةِ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والنهايةُ .. في امتداد المستحيلْ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وأخوك شعشعةُ النجوم على الممالكِ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واشتعالات التجلّي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واقتدارُ الضوءِ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والمشكاةُ .. والقنديلْ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وأخوك جمهرة من ال</w:t>
      </w:r>
      <w:r>
        <w:rPr>
          <w:rFonts w:hint="cs"/>
          <w:rtl/>
        </w:rPr>
        <w:t>أ</w:t>
      </w:r>
      <w:r>
        <w:rPr>
          <w:rtl/>
        </w:rPr>
        <w:t>فلاكِ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ترفض أن تحطَّ على الترابِ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وأن تذوب مع انطفاءات ال</w:t>
      </w:r>
      <w:r>
        <w:rPr>
          <w:rFonts w:hint="cs"/>
          <w:rtl/>
        </w:rPr>
        <w:t>أ</w:t>
      </w:r>
      <w:r>
        <w:rPr>
          <w:rtl/>
        </w:rPr>
        <w:t>صيلْ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وأخوك جلجلة الفوارسِ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والتماعاتُ السيوفِ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تضنّ أن تهوِي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فيسكتها الردَى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وتدوسها ضعةُ السنابكِ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وانتكاساتُ الخيولْ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وأخوك زلزلةُ الملاحمِ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وازدهاراتُ الفتوحِ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وثورةُ البركانِ .. والغزواتُ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AE3202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E3202" w:rsidRDefault="00907987" w:rsidP="00907987">
            <w:pPr>
              <w:pStyle w:val="libNormal0"/>
              <w:rPr>
                <w:rtl/>
              </w:rPr>
            </w:pPr>
            <w:r w:rsidRPr="00AE3202">
              <w:rPr>
                <w:rtl/>
              </w:rPr>
              <w:t>والفَرَسُ ال</w:t>
            </w:r>
            <w:r w:rsidRPr="00AE3202">
              <w:rPr>
                <w:rFonts w:hint="cs"/>
                <w:rtl/>
              </w:rPr>
              <w:t>أ</w:t>
            </w:r>
            <w:r w:rsidRPr="00AE3202">
              <w:rPr>
                <w:rtl/>
              </w:rPr>
              <w:t>صيلْ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خامس خمسة تحت الكساءِ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اللهُ سادسهم .. وجبرائيلْ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جوهرةُ الامامةِ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وانفجارُ الوحي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والقولُ الثقيلْ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أسفار البشارةِ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 « المؤيدُ » للمسيحِ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وصرخةُ الشهداءِ في التنزيلْ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هدهدةُ الولايةِ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بين أحضانِ النبيِّ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ومعجزاتُ المرسلينَ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وفُلكُ نوح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ساطيرُ المجيدةُ، والشرائعُ،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والنقوشُ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وآيةُ الرهبان في دير</w:t>
      </w:r>
      <w:r>
        <w:rPr>
          <w:rFonts w:hint="cs"/>
          <w:rtl/>
        </w:rPr>
        <w:t>ٍ</w:t>
      </w:r>
      <w:r>
        <w:rPr>
          <w:rtl/>
        </w:rPr>
        <w:t xml:space="preserve"> على</w:t>
      </w:r>
      <w:r>
        <w:rPr>
          <w:rFonts w:hint="cs"/>
          <w:rtl/>
        </w:rPr>
        <w:t>ٰ</w:t>
      </w:r>
      <w:r>
        <w:rPr>
          <w:rtl/>
        </w:rPr>
        <w:t xml:space="preserve"> بَرَدَى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وأسرارُ النبوءات الخبيئةِ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ضفاف النيلْ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أحزانُ الفراتِ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وولولات البدو في غسق الخيامِ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وأنة ال</w:t>
      </w:r>
      <w:r>
        <w:rPr>
          <w:rFonts w:hint="cs"/>
          <w:rtl/>
        </w:rPr>
        <w:t>أ</w:t>
      </w:r>
      <w:r>
        <w:rPr>
          <w:rtl/>
        </w:rPr>
        <w:t>نسامِ في سعف النخيلْ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وأخوك أوصال النهارِ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تناثرت فوق المدائنِ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وانشطارُ الشمسِ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والخطبُ الجليلْ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حرقتنا .. وآهتنا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وقصتنا التي اختزلت بها الدنيا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حكاياها العجيبةَ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فهي تقصرُ .. كي تطولْ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فأخوك عاشوراءُ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والقتل المحرمُ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801"/>
        <w:gridCol w:w="6169"/>
      </w:tblGrid>
      <w:tr w:rsidR="00907987" w:rsidTr="00DB2453">
        <w:tc>
          <w:tcPr>
            <w:tcW w:w="650" w:type="pct"/>
          </w:tcPr>
          <w:p w:rsidR="00907987" w:rsidRPr="00AE3202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  <w:gridSpan w:val="2"/>
          </w:tcPr>
          <w:p w:rsidR="00907987" w:rsidRPr="00AE3202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والدم المطلولُ</w:t>
            </w:r>
          </w:p>
        </w:tc>
      </w:tr>
      <w:tr w:rsidR="00907987" w:rsidTr="00DB2453">
        <w:tc>
          <w:tcPr>
            <w:tcW w:w="1150" w:type="pct"/>
            <w:gridSpan w:val="2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 w:rsidRPr="007768B1">
              <w:rPr>
                <w:rtl/>
              </w:rPr>
              <w:t>والدمع الهطولْ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رأسٌ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ناشرٌ حُمْرَ الجدائلِ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واختضابَ الجرح في وجع الضفائر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والتهابَ البوح في هلع الذهولْ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أنفاسٌ ... وأوردةٌ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تمزقها الضغائن .. والنصولْ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عزفٌ .. كالعواصف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في متاهات المدى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نزفٌ .. كالسيولْ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تَقدمةٌ .. وأضحيةٌ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ومذبحةٌ .. تجولْ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زينبُ .. والسبايا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والرسالةُ .. والرسولْ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مأتمنا الموشح بالسوادِ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تنوح فيه الحور من أزل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وتندب فيه حواءٌ، وآمنةٌ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 w:rsidRPr="007768B1">
              <w:rPr>
                <w:rtl/>
              </w:rPr>
              <w:t>ومريمُ</w:t>
            </w:r>
            <w:r>
              <w:rPr>
                <w:rtl/>
              </w:rPr>
              <w:t>،</w:t>
            </w:r>
            <w:r w:rsidRPr="007768B1">
              <w:rPr>
                <w:rtl/>
              </w:rPr>
              <w:t xml:space="preserve"> والبتولْ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قبتنا الذبيحة في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جنائز كربلاءَ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تمد كفيها المخضبتين بالدمِ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للسماءِ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وتشتكي لله أحفاد المغولْ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سامرّاءُ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مل المغيّبُ في الضمائرِ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"/>
        <w:gridCol w:w="5769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والمشاعرِ</w:t>
            </w:r>
          </w:p>
        </w:tc>
      </w:tr>
      <w:tr w:rsidR="00907987" w:rsidTr="00DB2453">
        <w:tc>
          <w:tcPr>
            <w:tcW w:w="1400" w:type="pct"/>
            <w:gridSpan w:val="2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360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 w:rsidRPr="007768B1">
              <w:rPr>
                <w:rtl/>
              </w:rPr>
              <w:t>والعقولْ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 نكبتنا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ومحنتنا الحبيسةُ في ذراري النسلِ</w:t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6169"/>
      </w:tblGrid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جيلاً بعد جيلْ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وأخوك: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وأنتما: أنتمْ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وأنتم كلكم حيٌّ كدفق النبضِ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763"/>
        <w:gridCol w:w="6249"/>
      </w:tblGrid>
      <w:tr w:rsidR="00907987" w:rsidTr="00DB2453">
        <w:tc>
          <w:tcPr>
            <w:tcW w:w="1100" w:type="pct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 w:rsidRPr="007768B1">
              <w:rPr>
                <w:rtl/>
              </w:rPr>
              <w:t>في قلب الحياةِ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وكلنا .. نحن القتيلْ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لي .. ويا لربابتي الرعناءِ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كيف تميتني صمتاً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لتعزف ما تمنّت أن تقولْ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قد كنت أرجو أن أصوغ قَصيدةَ الميلادِ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هذا المساء الطلقِ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لكنَّ الحسينَ .. جراحه سكنت فمي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فتحولت فيه ال</w:t>
      </w:r>
      <w:r>
        <w:rPr>
          <w:rFonts w:hint="cs"/>
          <w:rtl/>
        </w:rPr>
        <w:t>أ</w:t>
      </w:r>
      <w:r>
        <w:rPr>
          <w:rtl/>
        </w:rPr>
        <w:t>غاريد البهيجةُ نوحةً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وتحول النغمُ الطروبُ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Pr="007768B1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7768B1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إلى عويلْ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كلَّ آياتِ النبوةِ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ناشيدِ النديّةِ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6142D0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6142D0" w:rsidRDefault="00907987" w:rsidP="00907987">
            <w:pPr>
              <w:pStyle w:val="libNormal0"/>
              <w:rPr>
                <w:rtl/>
              </w:rPr>
            </w:pPr>
            <w:r w:rsidRPr="006142D0">
              <w:rPr>
                <w:rtl/>
              </w:rPr>
              <w:t>في شفاه المصطفى</w:t>
            </w:r>
            <w:r>
              <w:rPr>
                <w:rFonts w:hint="cs"/>
                <w:rtl/>
              </w:rPr>
              <w:t>ٰ</w:t>
            </w:r>
            <w:r w:rsidRPr="006142D0">
              <w:rPr>
                <w:rtl/>
              </w:rPr>
              <w:t xml:space="preserve">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سبطَهُ المسمومَ .. قامَ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ومزّق ال</w:t>
      </w:r>
      <w:r>
        <w:rPr>
          <w:rFonts w:hint="cs"/>
          <w:rtl/>
        </w:rPr>
        <w:t>أ</w:t>
      </w:r>
      <w:r>
        <w:rPr>
          <w:rtl/>
        </w:rPr>
        <w:t>كفانَ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وهو يطوف حول البيت .. متّئدًا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ويسعى بين مروةَ .. والصفا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قعدوا .. ولم تقعدْ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ولكنّ الخيانةَ في « النّخَيْلةِ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وانكفاءاتِ القبائلِ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حمّلتك من الشدائد ما كفى</w:t>
      </w:r>
      <w:r>
        <w:rPr>
          <w:rFonts w:hint="cs"/>
          <w:rtl/>
        </w:rPr>
        <w:t>ٰ</w:t>
      </w:r>
      <w:r>
        <w:rPr>
          <w:rtl/>
        </w:rPr>
        <w:t xml:space="preserve">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خذلوك، وانتهبوا المصلَّى والمتاعَ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ونازعوك بساطك النبويَّ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تأملوا أن يُسلموك إلى ابن هند</w:t>
      </w:r>
      <w:r>
        <w:rPr>
          <w:rFonts w:hint="cs"/>
          <w:rtl/>
        </w:rPr>
        <w:t>ٍ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6142D0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6142D0" w:rsidRDefault="00907987" w:rsidP="00907987">
            <w:pPr>
              <w:pStyle w:val="libNormal0"/>
              <w:rPr>
                <w:rtl/>
              </w:rPr>
            </w:pPr>
            <w:r w:rsidRPr="006142D0">
              <w:rPr>
                <w:rtl/>
              </w:rPr>
              <w:t>حيلةً .. وتزلَّفَا ..</w:t>
            </w:r>
            <w:r w:rsidRPr="006142D0">
              <w:rPr>
                <w:rFonts w:hint="cs"/>
                <w:rtl/>
              </w:rPr>
              <w:t xml:space="preserve"> </w:t>
            </w:r>
            <w:r w:rsidRPr="006142D0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غصصٌ .. على غُصص</w:t>
      </w:r>
      <w:r>
        <w:rPr>
          <w:rFonts w:hint="cs"/>
          <w:rtl/>
        </w:rPr>
        <w:t>ٍ</w:t>
      </w:r>
      <w:r>
        <w:rPr>
          <w:rtl/>
        </w:rPr>
        <w:t xml:space="preserve">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وهم من جرّعوا أضعافها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- يوماً - أباكَ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فما احتفيتَ .. وما احتفى</w:t>
      </w:r>
      <w:r>
        <w:rPr>
          <w:rFonts w:hint="cs"/>
          <w:rtl/>
        </w:rPr>
        <w:t>ٰ</w:t>
      </w:r>
      <w:r>
        <w:rPr>
          <w:rtl/>
        </w:rPr>
        <w:t xml:space="preserve">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طعنتك شرذمةُ النفاقِ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ولو تخيَّرْتَ القتالَ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بدا من الغدر المبيّتِ .. ما خَفَى</w:t>
      </w:r>
      <w:r>
        <w:rPr>
          <w:rFonts w:hint="cs"/>
          <w:rtl/>
        </w:rPr>
        <w:t xml:space="preserve">ٰ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عزَّ هذا الدينِ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كم ذلّت رقاب خالفتكَ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وكم من الفرسان حين البأسِ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صار مخالفا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صلحٌ .. به حُقنت دماءٌ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لو جرت .. لاتوا على الثقلينِ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موجدةً .. وحقدًا تالدًا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6142D0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6142D0" w:rsidRDefault="00907987" w:rsidP="00907987">
            <w:pPr>
              <w:pStyle w:val="libNormal0"/>
              <w:rPr>
                <w:rtl/>
              </w:rPr>
            </w:pPr>
            <w:r w:rsidRPr="006142D0">
              <w:rPr>
                <w:rtl/>
              </w:rPr>
              <w:t>وتعسفَا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عهدٌ .. به بَيَّضت وجه المسلمينَ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فبئس من جافى .. وعزّك في الخطابِ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Pr="006142D0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6142D0" w:rsidRDefault="00907987" w:rsidP="00907987">
            <w:pPr>
              <w:pStyle w:val="libNormal0"/>
              <w:rPr>
                <w:rtl/>
              </w:rPr>
            </w:pPr>
            <w:r w:rsidRPr="006142D0">
              <w:rPr>
                <w:rtl/>
              </w:rPr>
              <w:t>وأرجفا ..</w:t>
            </w:r>
            <w:r w:rsidRPr="006142D0">
              <w:rPr>
                <w:rFonts w:hint="cs"/>
                <w:rtl/>
              </w:rPr>
              <w:t xml:space="preserve"> </w:t>
            </w:r>
            <w:r w:rsidRPr="006142D0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لو لم يكن نصراً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فكيف بغى معاويةٌ عليك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وما وفى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مهدتَ للثوار دربهم الطويلَ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فحمحمت خيل الحسينِ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وأدرك التاريخ أن النخلَ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حين يموت من ظمأ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يظل على الدوام مرفرفاً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ومعانقا هام السماء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وواقفَا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أيها المظلومُ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أمنحك الفؤاد مفتتَ الرئتينِ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يخفق .. نازفَا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أهديك في الميلاد تاريخاً</w:t>
      </w:r>
    </w:p>
    <w:tbl>
      <w:tblPr>
        <w:tblStyle w:val="TableGrid"/>
        <w:bidiVisual/>
        <w:tblW w:w="5000" w:type="pct"/>
        <w:tblLook w:val="04A0"/>
      </w:tblPr>
      <w:tblGrid>
        <w:gridCol w:w="4407"/>
        <w:gridCol w:w="3605"/>
      </w:tblGrid>
      <w:tr w:rsidR="00907987" w:rsidTr="00DB2453">
        <w:tc>
          <w:tcPr>
            <w:tcW w:w="2750" w:type="pct"/>
          </w:tcPr>
          <w:p w:rsidR="00907987" w:rsidRDefault="00907987" w:rsidP="00907987">
            <w:pPr>
              <w:pStyle w:val="libCenter"/>
              <w:rPr>
                <w:rtl/>
              </w:rPr>
            </w:pPr>
            <w:r>
              <w:rPr>
                <w:rtl/>
              </w:rPr>
              <w:t>وشمساً لا تغيبُ</w:t>
            </w:r>
          </w:p>
          <w:p w:rsidR="00907987" w:rsidRDefault="00907987" w:rsidP="00907987">
            <w:pPr>
              <w:pStyle w:val="libCenter"/>
              <w:rPr>
                <w:rtl/>
              </w:rPr>
            </w:pPr>
            <w:r>
              <w:rPr>
                <w:rtl/>
              </w:rPr>
              <w:t>ومصحفَا</w:t>
            </w:r>
          </w:p>
        </w:tc>
        <w:tc>
          <w:tcPr>
            <w:tcW w:w="22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26" w:name="_Toc283892784"/>
      <w:bookmarkStart w:id="27" w:name="_Toc410129174"/>
      <w:r>
        <w:rPr>
          <w:rtl/>
        </w:rPr>
        <w:lastRenderedPageBreak/>
        <w:t>حكايات السيف .. والفتى</w:t>
      </w:r>
      <w:bookmarkEnd w:id="26"/>
      <w:bookmarkEnd w:id="27"/>
    </w:p>
    <w:tbl>
      <w:tblPr>
        <w:tblStyle w:val="TableGrid"/>
        <w:bidiVisual/>
        <w:tblW w:w="5000" w:type="pct"/>
        <w:tblLook w:val="04A0"/>
      </w:tblPr>
      <w:tblGrid>
        <w:gridCol w:w="5608"/>
        <w:gridCol w:w="2404"/>
      </w:tblGrid>
      <w:tr w:rsidR="00907987" w:rsidTr="00DB2453">
        <w:tc>
          <w:tcPr>
            <w:tcW w:w="3500" w:type="pct"/>
          </w:tcPr>
          <w:p w:rsidR="00907987" w:rsidRPr="00DC0A79" w:rsidRDefault="00907987" w:rsidP="00DB2453">
            <w:pPr>
              <w:rPr>
                <w:rtl/>
              </w:rPr>
            </w:pPr>
          </w:p>
        </w:tc>
        <w:tc>
          <w:tcPr>
            <w:tcW w:w="1500" w:type="pct"/>
          </w:tcPr>
          <w:p w:rsidR="00907987" w:rsidRDefault="00907987" w:rsidP="00907987">
            <w:pPr>
              <w:pStyle w:val="libBold2"/>
              <w:rPr>
                <w:rFonts w:hint="cs"/>
                <w:rtl/>
              </w:rPr>
            </w:pPr>
            <w:r w:rsidRPr="00DC0A79">
              <w:rPr>
                <w:rFonts w:hint="cs"/>
                <w:rtl/>
              </w:rPr>
              <w:t>لا سيف إلّا ذوالفقار</w:t>
            </w:r>
          </w:p>
          <w:p w:rsidR="00907987" w:rsidRPr="00DC0A79" w:rsidRDefault="00907987" w:rsidP="00907987">
            <w:pPr>
              <w:pStyle w:val="libBold2"/>
              <w:rPr>
                <w:rtl/>
              </w:rPr>
            </w:pPr>
            <w:r w:rsidRPr="00907987">
              <w:rPr>
                <w:rStyle w:val="libPoemTiniChar0"/>
                <w:rtl/>
              </w:rPr>
              <w:t> </w:t>
            </w:r>
          </w:p>
        </w:tc>
      </w:tr>
      <w:tr w:rsidR="00907987" w:rsidTr="00DB2453">
        <w:tc>
          <w:tcPr>
            <w:tcW w:w="3500" w:type="pct"/>
          </w:tcPr>
          <w:p w:rsidR="00907987" w:rsidRPr="00DC0A79" w:rsidRDefault="00907987" w:rsidP="00DB2453">
            <w:pPr>
              <w:rPr>
                <w:rtl/>
              </w:rPr>
            </w:pPr>
          </w:p>
        </w:tc>
        <w:tc>
          <w:tcPr>
            <w:tcW w:w="1500" w:type="pct"/>
          </w:tcPr>
          <w:p w:rsidR="00907987" w:rsidRDefault="00907987" w:rsidP="00907987">
            <w:pPr>
              <w:pStyle w:val="libBold2"/>
              <w:rPr>
                <w:rFonts w:hint="cs"/>
                <w:rtl/>
              </w:rPr>
            </w:pPr>
            <w:r w:rsidRPr="00DC0A79">
              <w:rPr>
                <w:rtl/>
              </w:rPr>
              <w:t>ولا فتى إلا عليّ</w:t>
            </w:r>
          </w:p>
          <w:p w:rsidR="00907987" w:rsidRPr="00DC0A79" w:rsidRDefault="00907987" w:rsidP="00907987">
            <w:pPr>
              <w:pStyle w:val="libBold2"/>
              <w:rPr>
                <w:rtl/>
              </w:rPr>
            </w:pPr>
            <w:r w:rsidRPr="00907987">
              <w:rPr>
                <w:rStyle w:val="libPoemTiniChar0"/>
                <w:rtl/>
              </w:rPr>
              <w:t> 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مكتوب فوق جفون الشمسِ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بأنك حين بزغتَ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انشقّ جدار في بيت اللهْ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فزهوت على رمش الاصباحِ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1202"/>
        <w:gridCol w:w="5608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شروقاً ورديّاً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وحماماً نجديّاً</w:t>
            </w:r>
          </w:p>
        </w:tc>
      </w:tr>
      <w:tr w:rsidR="00907987" w:rsidTr="00DB2453">
        <w:tc>
          <w:tcPr>
            <w:tcW w:w="1500" w:type="pct"/>
            <w:gridSpan w:val="2"/>
          </w:tcPr>
          <w:p w:rsidR="00907987" w:rsidRPr="00DC0A79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DC0A79" w:rsidRDefault="00907987" w:rsidP="00907987">
            <w:pPr>
              <w:pStyle w:val="libNormal0"/>
              <w:rPr>
                <w:rtl/>
              </w:rPr>
            </w:pPr>
            <w:r w:rsidRPr="00DC0A79">
              <w:rPr>
                <w:rtl/>
              </w:rPr>
              <w:t>ونخيلاً بَصْريّاً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وجريت بجنب الكعبة نيلاً مصريّاً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تؤتيك المعجزة خلوداً ..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DC0A79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DC0A79" w:rsidRDefault="00907987" w:rsidP="00907987">
            <w:pPr>
              <w:pStyle w:val="libNormal0"/>
              <w:rPr>
                <w:rtl/>
              </w:rPr>
            </w:pPr>
            <w:r w:rsidRPr="00DC0A79">
              <w:rPr>
                <w:rtl/>
              </w:rPr>
              <w:t>ويرى فيك البيت المعمورُ صباهْ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وسمعنا أنك حين تنفستَ على الوادي المقفرِ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801"/>
        <w:gridCol w:w="6410"/>
      </w:tblGrid>
      <w:tr w:rsidR="00907987" w:rsidTr="00DB2453">
        <w:tc>
          <w:tcPr>
            <w:tcW w:w="1000" w:type="pct"/>
            <w:gridSpan w:val="2"/>
          </w:tcPr>
          <w:p w:rsidR="00907987" w:rsidRPr="00DC0A79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هفهفت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غصانُ</w:t>
            </w:r>
          </w:p>
          <w:p w:rsidR="00907987" w:rsidRPr="00DC0A79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وماسَ الريحانُ</w:t>
            </w:r>
          </w:p>
        </w:tc>
      </w:tr>
      <w:tr w:rsidR="00907987" w:rsidTr="00DB2453">
        <w:tc>
          <w:tcPr>
            <w:tcW w:w="500" w:type="pct"/>
          </w:tcPr>
          <w:p w:rsidR="00907987" w:rsidRPr="00304A6E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304A6E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ونبت الفرح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خضر في كل فَلاَهْ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وقرأنا .. أنك حين لمست ال</w:t>
      </w:r>
      <w:r>
        <w:rPr>
          <w:rFonts w:hint="cs"/>
          <w:rtl/>
        </w:rPr>
        <w:t>أ</w:t>
      </w:r>
      <w:r>
        <w:rPr>
          <w:rtl/>
        </w:rPr>
        <w:t>رض بقدميك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مل</w:t>
      </w:r>
      <w:r>
        <w:rPr>
          <w:rFonts w:hint="cs"/>
          <w:rtl/>
        </w:rPr>
        <w:t>أ</w:t>
      </w:r>
      <w:r>
        <w:rPr>
          <w:rtl/>
        </w:rPr>
        <w:t>ت الكون الساجى .. نوراً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وطفقت تؤذن في ال</w:t>
      </w:r>
      <w:r>
        <w:rPr>
          <w:rFonts w:hint="cs"/>
          <w:rtl/>
        </w:rPr>
        <w:t>آ</w:t>
      </w:r>
      <w:r>
        <w:rPr>
          <w:rtl/>
        </w:rPr>
        <w:t>فاقِ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وتَحْطم آلهة الشركِ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وتخْصف من وَرَقِ الجنةِ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لتواري لل</w:t>
      </w:r>
      <w:r>
        <w:rPr>
          <w:rFonts w:hint="cs"/>
          <w:rtl/>
        </w:rPr>
        <w:t>أ</w:t>
      </w:r>
      <w:r>
        <w:rPr>
          <w:rtl/>
        </w:rPr>
        <w:t>زمنة البدوية سوأتها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ورسولُ الله يذود عن البيتِ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لئلا يطّوّف أقحاح العربِ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حواليه عراهْ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ويحكي أنك حين تجولت على البطحاءِ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انفجر الماء من ال</w:t>
      </w:r>
      <w:r>
        <w:rPr>
          <w:rFonts w:hint="cs"/>
          <w:rtl/>
        </w:rPr>
        <w:t>أ</w:t>
      </w:r>
      <w:r>
        <w:rPr>
          <w:rtl/>
        </w:rPr>
        <w:t>حجار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وغنّت مكةُ لحناً عذريّاً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لروابيها ال</w:t>
      </w:r>
      <w:r>
        <w:rPr>
          <w:rFonts w:hint="cs"/>
          <w:rtl/>
        </w:rPr>
        <w:t>أ</w:t>
      </w:r>
      <w:r>
        <w:rPr>
          <w:rtl/>
        </w:rPr>
        <w:t>بكارِ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فقمتَ على ضفة « زمزمَ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تبدع للتاريخ القابع تحت خيام الصمت الوثنيِّ</w:t>
      </w:r>
    </w:p>
    <w:tbl>
      <w:tblPr>
        <w:tblStyle w:val="TableGrid"/>
        <w:bidiVisual/>
        <w:tblW w:w="5000" w:type="pct"/>
        <w:tblLook w:val="04A0"/>
      </w:tblPr>
      <w:tblGrid>
        <w:gridCol w:w="3605"/>
        <w:gridCol w:w="4407"/>
      </w:tblGrid>
      <w:tr w:rsidR="00907987" w:rsidTr="00DB2453">
        <w:tc>
          <w:tcPr>
            <w:tcW w:w="2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عقائدَهُ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وقصائدَهُ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وحكاياهْ ...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ويقال بأنك يا أكرم وجه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حين ومضتَ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تشيعت ال</w:t>
      </w:r>
      <w:r>
        <w:rPr>
          <w:rFonts w:hint="cs"/>
          <w:rtl/>
        </w:rPr>
        <w:t>أ</w:t>
      </w:r>
      <w:r>
        <w:rPr>
          <w:rtl/>
        </w:rPr>
        <w:t>فلاكُ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وحفّتك ال</w:t>
      </w:r>
      <w:r>
        <w:rPr>
          <w:rFonts w:hint="cs"/>
          <w:rtl/>
        </w:rPr>
        <w:t>أ</w:t>
      </w:r>
      <w:r>
        <w:rPr>
          <w:rtl/>
        </w:rPr>
        <w:t>ملاكُ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وكبّرت القبلةُ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لتؤديَ للقدوس الفرضَ ال</w:t>
      </w:r>
      <w:r>
        <w:rPr>
          <w:rFonts w:hint="cs"/>
          <w:rtl/>
        </w:rPr>
        <w:t>أ</w:t>
      </w:r>
      <w:r>
        <w:rPr>
          <w:rtl/>
        </w:rPr>
        <w:t>ولَ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أول فرض .. وصلاهْ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منقوش في ساق العرشِ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بأنك أنت الزمنُ الماضي، والحاضر، والمستقبلُ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والابدُ المجهول مداهْ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وبأنك آدمنا ال</w:t>
      </w:r>
      <w:r>
        <w:rPr>
          <w:rFonts w:hint="cs"/>
          <w:rtl/>
        </w:rPr>
        <w:t>أ</w:t>
      </w:r>
      <w:r>
        <w:rPr>
          <w:rtl/>
        </w:rPr>
        <w:t>ولُ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جئت لتمنح آدمَ .. بعد المعصيةِ</w:t>
      </w:r>
    </w:p>
    <w:tbl>
      <w:tblPr>
        <w:tblStyle w:val="TableGrid"/>
        <w:bidiVisual/>
        <w:tblW w:w="5000" w:type="pct"/>
        <w:tblLook w:val="04A0"/>
      </w:tblPr>
      <w:tblGrid>
        <w:gridCol w:w="1201"/>
        <w:gridCol w:w="401"/>
        <w:gridCol w:w="6410"/>
      </w:tblGrid>
      <w:tr w:rsidR="00907987" w:rsidTr="00DB2453">
        <w:tc>
          <w:tcPr>
            <w:tcW w:w="1000" w:type="pct"/>
            <w:gridSpan w:val="2"/>
          </w:tcPr>
          <w:p w:rsidR="00907987" w:rsidRPr="00222BC9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222BC9" w:rsidRDefault="00907987" w:rsidP="00907987">
            <w:pPr>
              <w:pStyle w:val="libNormal0"/>
              <w:rPr>
                <w:rtl/>
              </w:rPr>
            </w:pPr>
            <w:r w:rsidRPr="00222BC9">
              <w:rPr>
                <w:rtl/>
              </w:rPr>
              <w:t>وبعد الموت ال</w:t>
            </w:r>
            <w:r w:rsidRPr="00222BC9">
              <w:rPr>
                <w:rFonts w:hint="cs"/>
                <w:rtl/>
              </w:rPr>
              <w:t>أ</w:t>
            </w:r>
            <w:r w:rsidRPr="00222BC9">
              <w:rPr>
                <w:rtl/>
              </w:rPr>
              <w:t>كبرِ</w:t>
            </w:r>
          </w:p>
        </w:tc>
      </w:tr>
      <w:tr w:rsidR="00907987" w:rsidTr="00DB2453">
        <w:tc>
          <w:tcPr>
            <w:tcW w:w="750" w:type="pct"/>
          </w:tcPr>
          <w:p w:rsidR="00907987" w:rsidRPr="00222BC9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Pr="00222BC9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غفراناً .. وحياهْ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فهل أنك يا مولاى عليّاً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بشر حقاً .. أم أنت إلهْ ..</w:t>
      </w:r>
      <w:r>
        <w:rPr>
          <w:rFonts w:hint="cs"/>
          <w:rtl/>
        </w:rPr>
        <w:t xml:space="preserve"> </w:t>
      </w:r>
      <w:r>
        <w:rPr>
          <w:rtl/>
        </w:rPr>
        <w:t>؟!!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هآنذا مفتون بك جداً يا عبدالله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فسبحان الله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سِرًّا يتل</w:t>
      </w:r>
      <w:r>
        <w:rPr>
          <w:rFonts w:hint="cs"/>
          <w:rtl/>
        </w:rPr>
        <w:t>أ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 xml:space="preserve"> في سُبُحات العرصات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ويلمس بأصابعه عليّينَ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وإكسير الملكوتِ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فتورق بال</w:t>
      </w:r>
      <w:r>
        <w:rPr>
          <w:rFonts w:hint="cs"/>
          <w:rtl/>
        </w:rPr>
        <w:t>أ</w:t>
      </w:r>
      <w:r>
        <w:rPr>
          <w:rtl/>
        </w:rPr>
        <w:t>نجم وال</w:t>
      </w:r>
      <w:r>
        <w:rPr>
          <w:rFonts w:hint="cs"/>
          <w:rtl/>
        </w:rPr>
        <w:t>أ</w:t>
      </w:r>
      <w:r>
        <w:rPr>
          <w:rtl/>
        </w:rPr>
        <w:t>قمار يداهْ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مكتوب في اللّوح بأنك نَفْسُ نبيٍّ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ووزير رسول، وخليفته ال</w:t>
      </w:r>
      <w:r>
        <w:rPr>
          <w:rFonts w:hint="cs"/>
          <w:rtl/>
        </w:rPr>
        <w:t>أ</w:t>
      </w:r>
      <w:r>
        <w:rPr>
          <w:rtl/>
        </w:rPr>
        <w:t>ولُ، وأخوهُ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وأنك مجرى هذا الدين ومرساه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ويقال بأن المأمور بتبليغ التنزيل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افترش الصحراءَ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وجمع وفود الرحمانِ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شطآن غدير الوعي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وآخذ بيدك .. ونادى: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806CFB" w:rsidRDefault="00907987" w:rsidP="00907987">
            <w:pPr>
              <w:pStyle w:val="libNormal0"/>
              <w:rPr>
                <w:rtl/>
              </w:rPr>
            </w:pPr>
            <w:r w:rsidRPr="00806CFB">
              <w:rPr>
                <w:rtl/>
              </w:rPr>
              <w:t>من كنت أنا مولاه .. فهذا مولاهْ</w:t>
            </w:r>
            <w:r w:rsidRPr="00806CFB">
              <w:rPr>
                <w:rFonts w:hint="cs"/>
                <w:rtl/>
              </w:rPr>
              <w:t xml:space="preserve"> </w:t>
            </w:r>
            <w:r w:rsidRPr="00806CFB"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فلماذا انحدر التاريخُ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وفسقَ الزمنُ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وغاصت في الوحل المنتن قدماهْ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ولماذا يتقوقع هذا العالمُ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تحت سقيفته الحبلى بالشبقِ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قروناً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يتمرغ في علب الليل الفاجرِ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ملتذًّا بخطاياه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يا وتْراً في فتيان قريش</w:t>
      </w:r>
      <w:r>
        <w:rPr>
          <w:rFonts w:hint="cs"/>
          <w:rtl/>
        </w:rPr>
        <w:t>ٍ</w:t>
      </w:r>
      <w:r>
        <w:rPr>
          <w:rtl/>
        </w:rPr>
        <w:t xml:space="preserve"> .. ما أقواهُ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وبدرًا في هاشمَ .. ما أحلاهْ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مَسْطورٌ أن المؤمن يحمل وُدّاً لك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القلبِ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وفي الكبدِ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وفي دمه الدافقِ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وجميع خلاياهْ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Pr="00806CFB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وَجهاً .. أنظر في القرآن فألقاهْ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وفي السنّة .. فأراهْ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فيصرخ قلبي: إني أهواهْ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فيُحسد .. ويلامُ .. ويُعذلُ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ويعنّفه القومُ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فيكتم في رئتيه هواهْ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صدّقني .. إني أتدبر في الوحى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فأدرك أنك معناه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وحين درست المنطقَ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أيقنت بأنك صغراه .. وكبراهْ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وحين عَقلت وأُلهمت العشقَ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شعرت بأنك نار العشق المؤصدةُ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ولهبُ الشغفِ الحارقُ .. ولظاهْ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وحين استيقظتُ على دغدغة السَّحَرِ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وجدتُ بأنك ألقُ الفجرِ الصادقِ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Pr="00204D8B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وضياهْ 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ومنذ علمت بأنّ هناك ربيعاً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آمنت بأنك نرجسهُ ..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Pr="00204D8B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وشقائقهُ</w:t>
            </w:r>
          </w:p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وزنابقهُ</w:t>
            </w:r>
          </w:p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ونداهْ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فهبني أطبقت القلب على جمر هوايَ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فمن ذا يملك أن يغلق هذا الوردَ</w:t>
      </w:r>
    </w:p>
    <w:tbl>
      <w:tblPr>
        <w:tblStyle w:val="TableGrid"/>
        <w:bidiVisual/>
        <w:tblW w:w="5000" w:type="pct"/>
        <w:tblLook w:val="04A0"/>
      </w:tblPr>
      <w:tblGrid>
        <w:gridCol w:w="2804"/>
        <w:gridCol w:w="5208"/>
      </w:tblGrid>
      <w:tr w:rsidR="00907987" w:rsidTr="00DB2453">
        <w:tc>
          <w:tcPr>
            <w:tcW w:w="1750" w:type="pct"/>
          </w:tcPr>
          <w:p w:rsidR="00907987" w:rsidRPr="00204D8B" w:rsidRDefault="00907987" w:rsidP="00DB2453">
            <w:pPr>
              <w:rPr>
                <w:rtl/>
              </w:rPr>
            </w:pPr>
          </w:p>
        </w:tc>
        <w:tc>
          <w:tcPr>
            <w:tcW w:w="3250" w:type="pct"/>
          </w:tcPr>
          <w:p w:rsidR="00907987" w:rsidRPr="00204D8B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على رائحة شذاهْ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يحكون بأنك يا ابنَ أبي طالبَ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أولُ من آمن باللهِ .. عليك سلامُ اللهْ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هل كنت صبياً يلهو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أم كنت الغضب ال</w:t>
      </w:r>
      <w:r>
        <w:rPr>
          <w:rFonts w:hint="cs"/>
          <w:rtl/>
        </w:rPr>
        <w:t>آ</w:t>
      </w:r>
      <w:r>
        <w:rPr>
          <w:rtl/>
        </w:rPr>
        <w:t>تي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يرسم للجيل خطاهْ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وهل كان مبيتاً فوق فراش الهجرةِ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أم إيلافاً في ليل قريش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وصعودًا نحو الصحو المطلقِ بعد المحوِ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وقد خسر العقلُ العربيُّ تجارتَهُ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وأضاع طريق ال</w:t>
      </w:r>
      <w:r>
        <w:rPr>
          <w:rFonts w:hint="cs"/>
          <w:rtl/>
        </w:rPr>
        <w:t>إ</w:t>
      </w:r>
      <w:r>
        <w:rPr>
          <w:rtl/>
        </w:rPr>
        <w:t>برِيسَمِ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ورمى في البحر قوارير العطرِ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وهشّم فضته .. وزمرُّدَهُ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401"/>
        <w:gridCol w:w="6009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وزَبرجدَهُ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Pr="00204D8B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ومراياهْ ..</w:t>
            </w:r>
            <w:r w:rsidRPr="00204D8B">
              <w:rPr>
                <w:rFonts w:hint="cs"/>
                <w:rtl/>
              </w:rPr>
              <w:t xml:space="preserve"> </w:t>
            </w:r>
            <w:r w:rsidRPr="00204D8B"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ولهذا .. يا ذاالقرنينِ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فانك قافلة العصمةِ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204D8B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204D8B" w:rsidRDefault="00907987" w:rsidP="00907987">
            <w:pPr>
              <w:pStyle w:val="libNormal0"/>
              <w:rPr>
                <w:rtl/>
              </w:rPr>
            </w:pPr>
            <w:r w:rsidRPr="00204D8B">
              <w:rPr>
                <w:rtl/>
              </w:rPr>
              <w:t>والحادي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والقربانُ ال</w:t>
      </w:r>
      <w:r>
        <w:rPr>
          <w:rFonts w:hint="cs"/>
          <w:rtl/>
        </w:rPr>
        <w:t>أ</w:t>
      </w:r>
      <w:r>
        <w:rPr>
          <w:rtl/>
        </w:rPr>
        <w:t>ول في تسيار الرحلةِ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والموال المخنوق بصدر البادية المفجوعةِ</w:t>
      </w:r>
    </w:p>
    <w:tbl>
      <w:tblPr>
        <w:tblStyle w:val="TableGrid"/>
        <w:bidiVisual/>
        <w:tblW w:w="5000" w:type="pct"/>
        <w:tblLook w:val="04A0"/>
      </w:tblPr>
      <w:tblGrid>
        <w:gridCol w:w="3205"/>
        <w:gridCol w:w="4807"/>
      </w:tblGrid>
      <w:tr w:rsidR="00907987" w:rsidTr="00DB2453">
        <w:tc>
          <w:tcPr>
            <w:tcW w:w="2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Pr="00204D8B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وصدقني .. أنك حين خطبت الزهراءَ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كأني .. أبصرت الحسنَ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يقيء الكبد المسمومَ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حصيات بقيع الغرقدِ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ورأيت حسينا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فوق رمال الطفِّ المدهوشةِ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تنزف شفتاهْ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ولهذا .. حين يفتش شعراءُ العالمِ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عن مأساة</w:t>
      </w:r>
      <w:r>
        <w:rPr>
          <w:rFonts w:hint="cs"/>
          <w:rtl/>
        </w:rPr>
        <w:t>ٍ</w:t>
      </w:r>
      <w:r>
        <w:rPr>
          <w:rtl/>
        </w:rPr>
        <w:t xml:space="preserve"> تُبكي الجمهورَ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فتلك المأساهْ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يا من نزلت فيك ال</w:t>
      </w:r>
      <w:r>
        <w:rPr>
          <w:rFonts w:hint="cs"/>
          <w:rtl/>
        </w:rPr>
        <w:t>آ</w:t>
      </w:r>
      <w:r>
        <w:rPr>
          <w:rtl/>
        </w:rPr>
        <w:t>ياتُ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امددْ لي يدك البيضاءَ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فاني أبحث في بحر الظلمات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أبواب القرن الحادي والعشرين الداهمِ</w:t>
      </w:r>
    </w:p>
    <w:tbl>
      <w:tblPr>
        <w:tblStyle w:val="TableGrid"/>
        <w:bidiVisual/>
        <w:tblW w:w="5000" w:type="pct"/>
        <w:tblLook w:val="04A0"/>
      </w:tblPr>
      <w:tblGrid>
        <w:gridCol w:w="1763"/>
        <w:gridCol w:w="6249"/>
      </w:tblGrid>
      <w:tr w:rsidR="00907987" w:rsidTr="00DB2453">
        <w:tc>
          <w:tcPr>
            <w:tcW w:w="11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عن حبل نجاهْ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فارسَ أمتنا الضاري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يحكون بأنك في بدر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لم تكتبْ فردًا في تعداد الجيش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نك كنت ملائكةً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وخيولاً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وسيوفاً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وسهاماً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ED62FA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ED62FA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ورُماهْ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ولهذا سمتك « ابنةُ أسد</w:t>
      </w:r>
      <w:r>
        <w:rPr>
          <w:rFonts w:hint="cs"/>
          <w:rtl/>
        </w:rPr>
        <w:t>ٍ</w:t>
      </w:r>
      <w:r>
        <w:rPr>
          <w:rtl/>
        </w:rPr>
        <w:t xml:space="preserve"> » « حيدرةً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وأسميك أنا .. قنبلةً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تتفجر في عصر الجبن الباهظِ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ذرات</w:t>
            </w:r>
            <w:r>
              <w:rPr>
                <w:rFonts w:hint="cs"/>
                <w:rtl/>
              </w:rPr>
              <w:t>ٍ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ثم تعود لتنشطر نواةً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بعد نواهْ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بل يحكى أنك .. يا مولانا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حين تصلي .. تتصدق أيضاً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السر .. وفي العلنِ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وتبسط كفيكَ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وتُؤتى للفقراء زكاهْ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ولهذا .. لما برز الايمانُ جميعاً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للكفر جميعاً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يومَ ال</w:t>
      </w:r>
      <w:r>
        <w:rPr>
          <w:rFonts w:hint="cs"/>
          <w:rtl/>
        </w:rPr>
        <w:t>أ</w:t>
      </w:r>
      <w:r>
        <w:rPr>
          <w:rtl/>
        </w:rPr>
        <w:t>حزابِ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وعاجله بالسيف البتَّارِ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تأنَّى</w:t>
      </w:r>
      <w:r>
        <w:rPr>
          <w:rFonts w:hint="cs"/>
          <w:rtl/>
        </w:rPr>
        <w:t>ٰ</w:t>
      </w:r>
      <w:r>
        <w:rPr>
          <w:rtl/>
        </w:rPr>
        <w:t xml:space="preserve"> .. وابتعد قليلاً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لا يفقد في غمرات النصرِ الساحِق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تقواهْ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ويحكى أنك .. في « خَيبَر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داهمتَ الحصنَ المستحكمَ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وَدَحوْتَ البابَ الضَّخمَ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وأدهشتَ الاحبارَ بربّانيَّتِكَ العليا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ونسختَ التوراهْ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فانكمش بنو إسرائيلَ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وكُبكبتِ الكهَّانُ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ومات من الذعر المطبق ( </w:t>
      </w:r>
      <w:r>
        <w:rPr>
          <w:rFonts w:hint="cs"/>
          <w:rtl/>
        </w:rPr>
        <w:t>أ</w:t>
      </w:r>
      <w:r>
        <w:rPr>
          <w:rtl/>
        </w:rPr>
        <w:t>بناءُ اللهْ )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ولهذا .. يركع كل يهوديٍّ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بجوار جدار المبكى يتذكر هذا القهرَ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ويندبُ قَتلاهْ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ويحكى أيضاً - مع ذلك - أن العربَ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- وقد قرأوا تاريخاً آخَرَ -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يقفون ال</w:t>
      </w:r>
      <w:r>
        <w:rPr>
          <w:rFonts w:hint="cs"/>
          <w:rtl/>
        </w:rPr>
        <w:t>آ</w:t>
      </w:r>
      <w:r>
        <w:rPr>
          <w:rtl/>
        </w:rPr>
        <w:t>ن على باب القدس أذلاءَ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يغازل قادتَهم ( نصفُ رئيس</w:t>
      </w:r>
      <w:r>
        <w:rPr>
          <w:rFonts w:hint="cs"/>
          <w:rtl/>
        </w:rPr>
        <w:t>ٍ</w:t>
      </w:r>
      <w:r>
        <w:rPr>
          <w:rtl/>
        </w:rPr>
        <w:t xml:space="preserve"> )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شبَّ على فضلات القيصرِ والشاهْ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بأبي أفيدكَ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بنفسي أفديك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وأفديك بقومي .. ياابنَ الشَّرفِ الباذخِ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هآنذا وطن مذبوحٌ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بسيوف قبائله ال</w:t>
      </w:r>
      <w:r>
        <w:rPr>
          <w:rFonts w:hint="cs"/>
          <w:rtl/>
        </w:rPr>
        <w:t>آ</w:t>
      </w:r>
      <w:r>
        <w:rPr>
          <w:rtl/>
        </w:rPr>
        <w:t>بقةِ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فمن ذا يثأر لدماهْ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ها هي خمَّاراتُ عواصمنا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مل</w:t>
      </w:r>
      <w:r>
        <w:rPr>
          <w:rFonts w:hint="cs"/>
          <w:rtl/>
        </w:rPr>
        <w:t>أ</w:t>
      </w:r>
      <w:r>
        <w:rPr>
          <w:rtl/>
        </w:rPr>
        <w:t>ى</w:t>
      </w:r>
      <w:r>
        <w:rPr>
          <w:rFonts w:hint="cs"/>
          <w:rtl/>
        </w:rPr>
        <w:t>ٰ</w:t>
      </w:r>
      <w:r>
        <w:rPr>
          <w:rtl/>
        </w:rPr>
        <w:t xml:space="preserve"> بخوارج هذا العصرِ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يقومون الليل .. مجوناً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وينامون على أرصفة العهرِ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وكل منهم يحلمُ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ويغنّي في الحلم على ليلاهْ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وها هو واقعنا المرُّ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وهذا عالمنا العربيُّ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وتلك أمانيه الكبرى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وثقافتهُ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وحضارتهُ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ورؤاهُ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Pr="00C23CB1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فماذا يمنع أشقاها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 يَخْضب هذي من هذي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علّ القمر الغائبَ خلف السحب الدكناءِ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يعود إلينا من منفاهْ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ويحكى أنك .. في خير ليالي العام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- وقد تبعتك صوائحُ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ونوائحُ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عتباتِ الشفق المشتعلِ -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توهجتَ دماءًا .. في المحرابِ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فأجفلَ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وتلقى رأسك بين ذراعيه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ومسح جبينك بأنامل شفتيهِ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وأرخى</w:t>
      </w:r>
      <w:r>
        <w:rPr>
          <w:rFonts w:hint="cs"/>
          <w:rtl/>
        </w:rPr>
        <w:t>ٰ</w:t>
      </w:r>
      <w:r>
        <w:rPr>
          <w:rtl/>
        </w:rPr>
        <w:t xml:space="preserve"> لك فجراً لتميل عليهِ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ووسّدك حناياهْ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فلينطف</w:t>
      </w:r>
      <w:r>
        <w:rPr>
          <w:rFonts w:hint="cs"/>
          <w:rtl/>
        </w:rPr>
        <w:t>ىء</w:t>
      </w:r>
      <w:r>
        <w:rPr>
          <w:rtl/>
        </w:rPr>
        <w:t xml:space="preserve"> الصبح بعيني غانية الكوفةِ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ولْيغربْ شبح فتاها المخدوعِ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فبئس المهرُ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801"/>
        <w:gridCol w:w="6009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وبئس الفكرُ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Pr="008F0526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8F0526" w:rsidRDefault="00907987" w:rsidP="00907987">
            <w:pPr>
              <w:pStyle w:val="libNormal0"/>
              <w:rPr>
                <w:rtl/>
              </w:rPr>
            </w:pPr>
            <w:r w:rsidRPr="008F0526">
              <w:rPr>
                <w:rtl/>
              </w:rPr>
              <w:t>وبئس الدهرُ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ولا حول ولا قوةَ إلا باللهْ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 حولَ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ولا قوةَ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8F0526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8F0526" w:rsidRDefault="00907987" w:rsidP="00907987">
            <w:pPr>
              <w:pStyle w:val="libNormal0"/>
              <w:rPr>
                <w:rtl/>
              </w:rPr>
            </w:pPr>
            <w:r w:rsidRPr="008F0526">
              <w:rPr>
                <w:rtl/>
              </w:rPr>
              <w:t>إلا باللهْ ..</w:t>
            </w:r>
            <w:r w:rsidRPr="008F0526">
              <w:rPr>
                <w:rFonts w:hint="cs"/>
                <w:rtl/>
              </w:rPr>
              <w:t xml:space="preserve"> </w:t>
            </w:r>
            <w:r w:rsidRPr="008F0526"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25/1/1997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28" w:name="_Toc283892785"/>
      <w:bookmarkStart w:id="29" w:name="_Toc410129175"/>
      <w:r>
        <w:rPr>
          <w:rtl/>
        </w:rPr>
        <w:lastRenderedPageBreak/>
        <w:t>برديات فاطميّهْ</w:t>
      </w:r>
      <w:bookmarkEnd w:id="28"/>
      <w:bookmarkEnd w:id="29"/>
    </w:p>
    <w:p w:rsidR="00907987" w:rsidRDefault="00907987" w:rsidP="00907987">
      <w:pPr>
        <w:pStyle w:val="libBold1"/>
        <w:rPr>
          <w:rtl/>
        </w:rPr>
      </w:pPr>
      <w:r>
        <w:rPr>
          <w:rtl/>
        </w:rPr>
        <w:t>المدد ال</w:t>
      </w:r>
      <w:r>
        <w:rPr>
          <w:rFonts w:hint="cs"/>
          <w:rtl/>
        </w:rPr>
        <w:t>أ</w:t>
      </w:r>
      <w:r>
        <w:rPr>
          <w:rtl/>
        </w:rPr>
        <w:t>ول:</w:t>
      </w:r>
    </w:p>
    <w:tbl>
      <w:tblPr>
        <w:bidiVisual/>
        <w:tblW w:w="4000" w:type="pct"/>
        <w:jc w:val="center"/>
        <w:tblLook w:val="01E0"/>
      </w:tblPr>
      <w:tblGrid>
        <w:gridCol w:w="2564"/>
        <w:gridCol w:w="1282"/>
        <w:gridCol w:w="2564"/>
      </w:tblGrid>
      <w:tr w:rsidR="00907987" w:rsidTr="00DB2453">
        <w:trPr>
          <w:jc w:val="center"/>
        </w:trPr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زهراء يا أم الائمهْ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أمّةً في خير أُمَّهْ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Center"/>
        <w:rPr>
          <w:rtl/>
        </w:rPr>
      </w:pP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بضعة الهادي، وصَفوته، وفلذته، وأمَّهْ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وكريمة امرأة حَصَان فاقت الذُّكْرانَ همَّهْ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أفلت نجوم بنات حواء، وأنت طلعت نجمهْ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تتل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لئين على الوجود، فشعّ بعد طويل عتمهْ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وتنافسين سواك علماً عزّ مطلبه، وحكمهْ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من وُلدْتِ من الكمال، فكنت سيدةً وقمّهْ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وخُلقت من أجل الخلود، فكنت كنيته وإسمَهْ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أعطاك ربك كوثرًا للمصطفى المبعوث رحمَهْ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وحباك بعلاً من به تمت على الثقلين نعمَهْ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خصك المولى بفضل أنت معدنه،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وعصمَهْ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فحظيت منه بكلْمتين، ومريم حظيت بكلْمَهْ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Bold1"/>
        <w:rPr>
          <w:rtl/>
        </w:rPr>
      </w:pPr>
    </w:p>
    <w:p w:rsidR="00907987" w:rsidRDefault="00907987" w:rsidP="00907987">
      <w:pPr>
        <w:pStyle w:val="libBold1"/>
        <w:rPr>
          <w:rtl/>
        </w:rPr>
      </w:pPr>
      <w:r>
        <w:rPr>
          <w:rtl/>
        </w:rPr>
        <w:t>المدد الثاني: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زهراء مدي للغريق يديك، وانتشلي الغريقْ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مدي يديك إلى احتشاد الغيم وانتزعي الشروق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حائم حولى الحمى فقد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حبَّة والصديق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كان لي عش، وكنت البلبل الحر الطليق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فأتى المغول مع المطامع والمقامع والحريق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جاءوا، فباركهم وأكرمهم « جناب الجاثليق »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شرف يباح وأمّةٌ تُسبى، ودائرة تضيق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مليار يوسفَ أرهقتهم ظلمة الجب العميق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مليار هابيل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بلا قبر ولا قلب شفيق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قابيلُ يشرب في جماجمهم، وأنَّى يستفيق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ويقرّب القربان للشيطان في طبق الفسوق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رأسه المنكوس خلف ستائر الزمن السحيق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ذب في الفناء فانه أولى لمن ضل الطريق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سبحان من جعل الغراب أحنّ منك على الشقيقْ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Pr="00C6129A" w:rsidRDefault="00907987" w:rsidP="00907987">
      <w:pPr>
        <w:pStyle w:val="libNormal0"/>
        <w:rPr>
          <w:rtl/>
        </w:rPr>
      </w:pPr>
    </w:p>
    <w:p w:rsidR="00907987" w:rsidRPr="0036035D" w:rsidRDefault="00907987" w:rsidP="00907987">
      <w:pPr>
        <w:pStyle w:val="libBold1"/>
        <w:rPr>
          <w:rtl/>
        </w:rPr>
      </w:pPr>
      <w:r w:rsidRPr="0036035D">
        <w:rPr>
          <w:rtl/>
        </w:rPr>
        <w:t>المدد الثالث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فارت دماء السبط، يا زهراء، فاعتنقي الشهيدْ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الف وأربعةٌ مئين، وجرحه فوق الصعيد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يسقي الطفوف بكربلاءَ، فتزدهي فيها الورود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الذبيح على الفرات من الوريد إلى الوريد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أقبح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نهار إذْ تجري على مر العهود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يَظمَى ابن فاطمة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>، وتلتذ البهائم والقرود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 كنتُ نهراً، لامتنعت مدى الزمان على الورود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ونسفت شطآني، وأغرقت المعابر والسدود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حزناً على عطش القتيلِ، ودمعةً فوق الخدود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تهمي، وتحفر فوق وجه الكون تاريخاً مجيد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يُرضي البتولَ وتبتدي منه الحضارة من جديد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ويرى الوجود بأنه من دون وجهكَ لا وجود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فليبق ذكْركَ يا حسينُ، وتنمحي ذكرى يزيدْ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Bold1"/>
        <w:rPr>
          <w:rtl/>
        </w:rPr>
      </w:pPr>
    </w:p>
    <w:p w:rsidR="00907987" w:rsidRDefault="00907987" w:rsidP="00907987">
      <w:pPr>
        <w:pStyle w:val="libBold1"/>
        <w:rPr>
          <w:rtl/>
        </w:rPr>
      </w:pPr>
      <w:r w:rsidRPr="0036035D">
        <w:rPr>
          <w:rtl/>
        </w:rPr>
        <w:t>فاطمية</w:t>
      </w:r>
      <w:r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مدد يا بنت النبي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ام الحسن وحسين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دا انا قربكم مطلبي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لكن أنوله منين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حُرقة القلب لمّا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ينقسم نصّين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دَم الحبايب جرى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ودموعهم الحايره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بتعة السرّ مِدّي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اِيديك للفُقَره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دانور جمالك ظهر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اجمل من القمره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مدد يا بنت النبي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فاطمه يا زهره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« الله .. الله .. يا بدوى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جاب اليُسره »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Pr="0036035D" w:rsidRDefault="00907987" w:rsidP="00907987">
      <w:pPr>
        <w:pStyle w:val="libBold1"/>
        <w:rPr>
          <w:rtl/>
        </w:rPr>
      </w:pPr>
      <w:r>
        <w:rPr>
          <w:rtl/>
        </w:rPr>
        <w:t>النص:</w:t>
      </w:r>
    </w:p>
    <w:tbl>
      <w:tblPr>
        <w:bidiVisual/>
        <w:tblW w:w="5000" w:type="pct"/>
        <w:tblLook w:val="01E0"/>
      </w:tblPr>
      <w:tblGrid>
        <w:gridCol w:w="4807"/>
        <w:gridCol w:w="3205"/>
      </w:tblGrid>
      <w:tr w:rsidR="00907987" w:rsidTr="00DB2453">
        <w:tc>
          <w:tcPr>
            <w:tcW w:w="3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ليت قلبيَ كان صخرهْ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فمسالك العشاقِ وعرهْ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زهراء .. أبهظني الغرام وهدني كمداً وحسرَه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فكتمت ناراً كلما خمدت، زكت لهباً وجمره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ورجوت طه أن يمس الجرح لطفاً منه مرّه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وسألت آل محمد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مدداً وميسرة ونُصره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وبذلت في إرضائهم ما لا يكاد يُعدّ كثره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وهو القليل بحقهم حتى ولو ضاعفتُ قدره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زهو أرحام النبي، ونسله الباقي، وذكْرَه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شمس بيت الوحي، يا إصباحه الزاهي، وفجرَه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قبلة المقصود، يا أركان كعبته، وحِجْرَه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طائف بين القواعد والمقام أبرّ نذرَه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دارت به الدنيا، فدار مطوّفاً سبعين دوره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وسعى إليك ملبياً ومخضباً بالشوق نحره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وأقام في عرفاتَ يزدلف المشاعر والمبرّه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ورمى الجمار مكبّراً ومكسّراً في النفس جمره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ومشى إلى البيت الحرام، محلّقا في العيد شَعره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وأحلّ من إحرام حج ساغ زمزمه .. وعُمرَه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أدى مناسك حبكم فترقرقت في العين عَبره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ويح من عاداكمُ متولياً بال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ثم كِبره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فلتت « لحبترَ » بيعة لم يخرجوا منها بعبره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لكنّ « قنفذهم » تقمصها وأولى الناس ظهره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 يشفه ضلع البتول، فأتبع النكراء فجره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وأراد كل الدين، أمّته، وسنّته، وذِكره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فاذا اشتفى من هاشم وأصاب سهم الموت سَحْره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عهدوا « لنعثلَ » بعدما حفروا « لذي القرنين » حُفره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صُرفت عن « النبأ العظيم »، ولدغة الثعبان فطره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إذا قصدته مذعنة، ملبّيةً، مقرَّه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نكث البغاة، وأعمل الطاغوت حيلته ومكره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من مريد عُمرةً لم يرتحل إلا لغدْرَه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ومشت « أميةُ » في الورى تقضى بما تهوى ويكره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واستقطبوا « شيخ المَضيرة » مغدقين عليه أجره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« أخا دَوْس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»، فانك ذو مخيِّلة وخبره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واسلك سبيلاً مُهّدت فمسالك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مجاد وعره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حدّثْ .. فانّ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صفر الرنّان لا تعدوه قُدره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.. وآتيناك أطياناً، وقفطاناً، وإمره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.. فما «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قصر العقيق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» أقلَّ من « قصر المعرّه » ..!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أيا شيخ الرواة، ولا تصن للدين عوره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أيا فأر الحديث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 فكله من وحي هرّه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.. فكيسك لا يعي إلا أبو سفيانَ قَدره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حدّث .. فداهية الشآم تحكمت يده بشعره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دلِّسْ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 فلا حرجٌ إذا بلغت صحاح الزيف عشْره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أعجبَ التاريخ .. يُروَى مسنداً 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بي هريره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نبتة الروض النديّ، وتُربَهُ الزاكي، وبَذرَهْ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نسمة الدوح الوريف، ونبعه الصافي، وعطره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شاعر .. يا كعبتي أهدى 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 البيت شعره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سكرت قوافيه، فكنتم كأسه الوافي وخمره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هو من أحبّ ذوي الرسول، فَعُدّ هذا الحب وزرَهْ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وهجاه قوم يحسبون ولاء ذي القربى معرّه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وقلاه أعراب الزمان، وأعلنوا في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كفره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وكأنهم لم يكفهم أن صادروا في الحقل بُرّه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فتكالبوا ليصادروا حتى عقيدته وفكره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جهلاَ بأن مع الفتى حججاً تسدّده وعتره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زهراءُ، إني عاشق أبلى بسوح العشق دهرَهْ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ومضى إليكِ مخلّفا بددًا فصيلته ومصرَه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مهدت أسبابَ الوصال، مودة فيكم ... وهجره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مدنف ذاعت له في محفل العشاق شهره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عاقرت فيه سلافتي فغدوت أوحده ووترَه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ورأيت طيفك في المنام، فكنت شامخةً وحُرّه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تتألقين من الجلال، وفي المحيّا الغضّ حُمره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وعليك تاج من كرامات الرسالة فيه دُرّه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ورأيت جنبك أحمداً وابنيْه جنبكما، وصِهرَه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لقد استقر الطُّور بي فرأيت وجه الله جهره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بنت خير المرسلين، تحنني جوداً وأُثْرَهْ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مُضناكِ أنحله الجوى وتجرع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لام مُرَّه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وبراه داء الوجد حتى شفّ مثل غشاء زهره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ودهته أوصاب الحياة، وشقّت العذال قبره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لكنه ألف العواصف والسماءَ المكفهرّه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وترصّد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نواء معتدًّا ومشتدًّا كصخرَه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ومضى يؤم المجد منتفضاً وملتهباً كثوره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ويبدد الظلماء نجماً بث في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فلاك سحره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يمضي .. ولا يهتم أن الشيب سيف فلّ عمره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أرزاؤه أخنت عليه، فأنقضت كالوزر ظهره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وأسَفَّت الدنيا فلم يفقد لما أبدته صبره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عبست، فلم يعبأ، وجرد لليالي الدهم صدره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كرّت، فأقبل بالمهنّد، يَمنة يفري ويَسره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واعتزّ، لم يُعط الدنيَّةَ، فانثنت لتغرّ غيرَه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زهراء .. شدّي للفتى المحفوف بالبأساء أزرَهْ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عَشرٌ وعشر، فوقها عشرون، في يُسر وعُسره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فحفظت عهداً قد عهدت على المسرّة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والمضرّه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ونذرت قلبي للهوى وإليك قد سلمت أمره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وتشيعت لكِ مهجتي من قطبها حتى المجرّه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راقت رقائقها، فرقّت، وارتقت طوبى وسدره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وتضاءلت حتى غدت في لجة الفانين قطره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فتفتتت ذَرًّا، وبادت ذرةً من بعد ذره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5608"/>
        <w:gridCol w:w="1202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باباً تراه إلى الشفاعة موصلا .. قصدتك عَبره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ولعلها تدنو إلى وادي المنى، وتزيح ستره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دفقة الحب المؤلّه، واختلاجته، وسرَّه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مُنّي عليَّ بنظرة فيها الرضا، أو بعض نظره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18 - 4 - 1997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30" w:name="_Toc283892786"/>
      <w:bookmarkStart w:id="31" w:name="_Toc410129176"/>
      <w:r>
        <w:rPr>
          <w:rtl/>
        </w:rPr>
        <w:lastRenderedPageBreak/>
        <w:t>إشراقات</w:t>
      </w:r>
      <w:bookmarkEnd w:id="30"/>
      <w:bookmarkEnd w:id="31"/>
    </w:p>
    <w:p w:rsidR="00907987" w:rsidRDefault="00907987" w:rsidP="00907987">
      <w:pPr>
        <w:pStyle w:val="Heading1Center"/>
        <w:rPr>
          <w:rtl/>
        </w:rPr>
      </w:pPr>
      <w:bookmarkStart w:id="32" w:name="_Toc283892787"/>
      <w:bookmarkStart w:id="33" w:name="_Toc410129177"/>
      <w:r>
        <w:rPr>
          <w:rtl/>
        </w:rPr>
        <w:t>في تجلي المشهد العلوي</w:t>
      </w:r>
      <w:bookmarkEnd w:id="32"/>
      <w:bookmarkEnd w:id="33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يندر أن تبتسم الشمسُ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9D16A1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9D16A1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لقافلة عربيَّهْ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تترفّع أن تتجلّى لعيون البؤساءِ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الحالمةِ ببشرى عذراءَ نقيَّهْ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وتحاذر أن تمسح بأصابعها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دمعاً يجري فوق خدود بدويَّهْ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يندر أن تلج الشمس ال</w:t>
      </w:r>
      <w:r>
        <w:rPr>
          <w:rFonts w:hint="cs"/>
          <w:rtl/>
        </w:rPr>
        <w:t>أ</w:t>
      </w:r>
      <w:r>
        <w:rPr>
          <w:rtl/>
        </w:rPr>
        <w:t>كواخ الرثَّةَ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والدورَ الطينيَّهْ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وتجاهد أل</w:t>
      </w:r>
      <w:r>
        <w:rPr>
          <w:rFonts w:hint="cs"/>
          <w:rtl/>
        </w:rPr>
        <w:t>ّ</w:t>
      </w:r>
      <w:r>
        <w:rPr>
          <w:rtl/>
        </w:rPr>
        <w:t>ا تُشرقَ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Pr="007E21A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 w:rsidRPr="007E21A7">
              <w:rPr>
                <w:rtl/>
              </w:rPr>
              <w:t>فوق ال</w:t>
            </w:r>
            <w:r w:rsidRPr="007E21A7">
              <w:rPr>
                <w:rFonts w:hint="cs"/>
                <w:rtl/>
              </w:rPr>
              <w:t>آ</w:t>
            </w:r>
            <w:r w:rsidRPr="007E21A7">
              <w:rPr>
                <w:rtl/>
              </w:rPr>
              <w:t>بار المطمورةِ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وخيام الرعي المهجورةِ</w:t>
            </w:r>
          </w:p>
          <w:p w:rsidR="00907987" w:rsidRPr="007E21A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وقفار الشرق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ميَّهْ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فالشمس تظن بأن خيوطَ أشعتها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أبياتُ قصيدة شعر مارقة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تتملص من قيد الوزنِ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وسلطان القافيةِ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ونحو ال</w:t>
      </w:r>
      <w:r>
        <w:rPr>
          <w:rFonts w:hint="cs"/>
          <w:rtl/>
        </w:rPr>
        <w:t>أ</w:t>
      </w:r>
      <w:r>
        <w:rPr>
          <w:rtl/>
        </w:rPr>
        <w:t>جر وميّهْ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لكنّ « عليّاً » مسَّ من الشمسِ شغاف القلبِ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فعشقتهُ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وسكنت خيمتَهُ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حتى باتت عَلَويَّهْ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ويراك الصبح نبيلاً</w:t>
      </w:r>
    </w:p>
    <w:tbl>
      <w:tblPr>
        <w:tblStyle w:val="TableGrid"/>
        <w:bidiVisual/>
        <w:tblW w:w="5000" w:type="pct"/>
        <w:tblLook w:val="04A0"/>
      </w:tblPr>
      <w:tblGrid>
        <w:gridCol w:w="962"/>
        <w:gridCol w:w="240"/>
        <w:gridCol w:w="6810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وجميلاً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Pr="007E21A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7E21A7" w:rsidRDefault="00907987" w:rsidP="00907987">
            <w:pPr>
              <w:pStyle w:val="libNormal0"/>
              <w:rPr>
                <w:rtl/>
              </w:rPr>
            </w:pPr>
            <w:r w:rsidRPr="007E21A7">
              <w:rPr>
                <w:rtl/>
              </w:rPr>
              <w:t>وقويَّا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فيودّ بأن يتحول رجلاً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يدعَى منذ ال</w:t>
      </w:r>
      <w:r>
        <w:rPr>
          <w:rFonts w:hint="cs"/>
          <w:rtl/>
        </w:rPr>
        <w:t>آ</w:t>
      </w:r>
      <w:r>
        <w:rPr>
          <w:rtl/>
        </w:rPr>
        <w:t>ن عليَّا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ويودّ البحر بأن لو كان غديرًا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 xml:space="preserve">في </w:t>
            </w:r>
            <w:r w:rsidRPr="000064ED">
              <w:rPr>
                <w:rtl/>
              </w:rPr>
              <w:t>خ</w:t>
            </w:r>
            <w:r>
              <w:rPr>
                <w:rtl/>
              </w:rPr>
              <w:t>ُمَّ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يُقل على شاطئه الفينان نبيَّا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ويودّ « أناسٌ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 لو قام رسولُ اللهِ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ونصَّب كل</w:t>
      </w:r>
      <w:r>
        <w:rPr>
          <w:rFonts w:hint="cs"/>
          <w:rtl/>
        </w:rPr>
        <w:t>ًّ</w:t>
      </w:r>
      <w:r>
        <w:rPr>
          <w:rtl/>
        </w:rPr>
        <w:t>ا منهم - في ذاك اليوم - وليَّا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ويعاين جبرائيل السرّ المكنونَ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فيتمنّى أن لو كان وصيَّا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وأودّ أنا .. أن لو كنت هناك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تملى وجهكَ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وأمدَّ إليك يديَّا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</w:t>
      </w:r>
      <w:r>
        <w:rPr>
          <w:rFonts w:hint="cs"/>
          <w:rtl/>
        </w:rPr>
        <w:t>أ</w:t>
      </w:r>
      <w:r>
        <w:rPr>
          <w:rtl/>
        </w:rPr>
        <w:t>ني مصريٌّ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أتمنى أن لو كان « عليٌّ » مصريَّا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وأخاف الساعةَ أن أفصح عن كلفي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لا أُتهم بأني صِرْت - كما الحسن بن الهانئ -</w:t>
      </w:r>
    </w:p>
    <w:tbl>
      <w:tblPr>
        <w:tblStyle w:val="TableGrid"/>
        <w:bidiVisual/>
        <w:tblW w:w="5000" w:type="pct"/>
        <w:tblLook w:val="04A0"/>
      </w:tblPr>
      <w:tblGrid>
        <w:gridCol w:w="3205"/>
        <w:gridCol w:w="4807"/>
      </w:tblGrid>
      <w:tr w:rsidR="00907987" w:rsidTr="00DB2453">
        <w:tc>
          <w:tcPr>
            <w:tcW w:w="2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زنديقاً .. وشعوبيَّا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بَلْ أخشى أن أُصلبَ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ميزابِ الذهبِ على الكعبةِ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كالحلاجِ .. وأُحرقَ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حين أجاهر وأقولُ بأن القرآن النازلَ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لم يصبح قرآناً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أصبح شيعيَّا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هي ذي خيلٌ وفتوحٌ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تخرج من غار حراءْ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هو ذا فسطاط نبويٌّ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يهب العالم مدناً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وحضارات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ويضيء ليالي الصحراءْ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هو ذا ركب التاريخ يخفّف من مشيتهِ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ويُعرّش عند غدير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تختلط به كلمات الله مع الماءْ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ها هي أفلاك الكون احتشدت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لتبايع رجلاً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محفورٌ في جبهته قَدَر ال</w:t>
      </w:r>
      <w:r>
        <w:rPr>
          <w:rFonts w:hint="cs"/>
          <w:rtl/>
        </w:rPr>
        <w:t>أ</w:t>
      </w:r>
      <w:r>
        <w:rPr>
          <w:rtl/>
        </w:rPr>
        <w:t>شياءْ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خفتت كل ال</w:t>
      </w:r>
      <w:r>
        <w:rPr>
          <w:rFonts w:hint="cs"/>
          <w:rtl/>
        </w:rPr>
        <w:t>أ</w:t>
      </w:r>
      <w:r>
        <w:rPr>
          <w:rtl/>
        </w:rPr>
        <w:t>صواتِ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وجلجل صوت الحق على ال</w:t>
      </w:r>
      <w:r>
        <w:rPr>
          <w:rFonts w:hint="cs"/>
          <w:rtl/>
        </w:rPr>
        <w:t>أ</w:t>
      </w:r>
      <w:r>
        <w:rPr>
          <w:rtl/>
        </w:rPr>
        <w:t>رضِ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فنبضت، واهتزت، وربت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غدت في طرفة عين .. خضراءْ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واختزنت ذاكرةُ العالمِ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أحداثَ اليوم الموعودِ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لتشهدها ال</w:t>
      </w:r>
      <w:r>
        <w:rPr>
          <w:rFonts w:hint="cs"/>
          <w:rtl/>
        </w:rPr>
        <w:t>أ</w:t>
      </w:r>
      <w:r>
        <w:rPr>
          <w:rtl/>
        </w:rPr>
        <w:t>جيالُ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ويفطنَ مغزاها الحكماءْ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وتدلّت من أغصان الغرقدِ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حبّاتُ ندًى فضيٍّ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وقفت تقطفها الزهراءْ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هي ذى أودية سالت لعليٍّ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بالوحي على البطحاءْ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فاندثرت أحلام قريش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وتلاشت محضَ هباءْ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وانهارت جدران سقيفتها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أنقاضاً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فوق رؤوس الفرقاءْ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فليتبجّحْ بالشورى المزعومةِ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شاءَ .. متى شاءْ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والمجد لمن تُوج خلفاً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رغم أنوف الخلفاءْ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22 - 4 - 1997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804"/>
        <w:gridCol w:w="2404"/>
        <w:gridCol w:w="2804"/>
      </w:tblGrid>
      <w:tr w:rsidR="00907987" w:rsidTr="00DB2453">
        <w:tc>
          <w:tcPr>
            <w:tcW w:w="1750" w:type="pct"/>
          </w:tcPr>
          <w:p w:rsidR="00907987" w:rsidRPr="00721EE7" w:rsidRDefault="00907987" w:rsidP="00DB2453">
            <w:pPr>
              <w:rPr>
                <w:rtl/>
              </w:rPr>
            </w:pPr>
            <w:bookmarkStart w:id="34" w:name="_Toc283892788"/>
          </w:p>
        </w:tc>
        <w:tc>
          <w:tcPr>
            <w:tcW w:w="1500" w:type="pct"/>
          </w:tcPr>
          <w:p w:rsidR="00907987" w:rsidRDefault="00907987" w:rsidP="00907987">
            <w:pPr>
              <w:pStyle w:val="libBold2"/>
              <w:rPr>
                <w:rtl/>
              </w:rPr>
            </w:pPr>
            <w:r w:rsidRPr="00721EE7">
              <w:rPr>
                <w:rtl/>
              </w:rPr>
              <w:t>المهدي</w:t>
            </w:r>
          </w:p>
          <w:p w:rsidR="00907987" w:rsidRDefault="00907987" w:rsidP="00907987">
            <w:pPr>
              <w:pStyle w:val="libCenterBold2"/>
              <w:rPr>
                <w:rtl/>
              </w:rPr>
            </w:pPr>
            <w:bookmarkStart w:id="35" w:name="_Toc283892789"/>
            <w:r>
              <w:rPr>
                <w:rtl/>
              </w:rPr>
              <w:t>توقف في</w:t>
            </w:r>
            <w:bookmarkEnd w:id="35"/>
          </w:p>
          <w:p w:rsidR="00907987" w:rsidRPr="00721EE7" w:rsidRDefault="00907987" w:rsidP="00907987">
            <w:pPr>
              <w:pStyle w:val="libLeftBold"/>
              <w:rPr>
                <w:b w:val="0"/>
                <w:rtl/>
              </w:rPr>
            </w:pPr>
            <w:bookmarkStart w:id="36" w:name="_Toc283892790"/>
            <w:r>
              <w:rPr>
                <w:rtl/>
              </w:rPr>
              <w:t>« عين شمس »</w:t>
            </w:r>
            <w:bookmarkEnd w:id="36"/>
          </w:p>
        </w:tc>
        <w:tc>
          <w:tcPr>
            <w:tcW w:w="1750" w:type="pct"/>
          </w:tcPr>
          <w:p w:rsidR="00907987" w:rsidRPr="00721EE7" w:rsidRDefault="00907987" w:rsidP="00DB2453">
            <w:pPr>
              <w:rPr>
                <w:rtl/>
              </w:rPr>
            </w:pPr>
          </w:p>
        </w:tc>
      </w:tr>
      <w:bookmarkEnd w:id="34"/>
    </w:tbl>
    <w:p w:rsidR="00907987" w:rsidRPr="00721EE7" w:rsidRDefault="00907987" w:rsidP="00907987">
      <w:pPr>
        <w:pStyle w:val="libNormal0"/>
        <w:rPr>
          <w:rtl/>
        </w:rPr>
      </w:pP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عيناكِ هاتانِ .. أم فجران قد طلعا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مكحلين بليل .. يبسمان معا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تحفّز القلب في صدري، فقلت له: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واضيعتاه لقلب في الهوى وقعا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كل من يطلب العنقاء يدركها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ولا الجنون لمن هاموا بها شفعا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من مغنٍّ على غيداءَ تنكرهُ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ولاهث خلف ميعاد لها خُدعا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وناظم لؤلؤاً .. شعراً، فما حفلت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به الغواني، ولا سمع لهنّ وعى</w:t>
            </w:r>
            <w:r>
              <w:rPr>
                <w:rFonts w:hint="cs"/>
                <w:rtl/>
              </w:rPr>
              <w:t>ٰ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 كان « قيس » قسيَّ القلب معتبرًا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بقسوة الحب، في « ليلاه » ما فُجعا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فاحذر عيون المها تسلم إذا شَهرت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رموشها السودَ بيضاً تصرع السبُعا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وثب لرشدك تأمن من مكائدها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وارجع عن الغيّ، فالعقبى لمن رجعا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أعوذ بالحسن من عينين صوبتا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إلى غريم صبَا مسنونةً شُرُعا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أسررتها، فدهتني من كنانتها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برمية أذهبت مني الحشا قِطعا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عانقت حتفي، وباهيت العَذُولَ بهِ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طاش سهم لعينيها ولا دُفعا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واخترت هدر دمي زلفى لسافكه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وما فتئت بمن أجرى دمي وَلِعا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إني الشهيد الذي صلّى لقاتله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وأدمن الموت وصلاً للذي قُطعا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ربة النيل .. يا أسطورةً بُعثت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عصر « إيزيسَ » تحكي الهم والجزعا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لمي عظامي وأوصالي، ولا تدعي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وجهي على الموج مكدوداً وممتقعا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كفاك ذحلاً من العشاق ما فعلت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عيناك بي .. قد قتلت الكون مجتمِعا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وطائف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حول بيت الله مُئتزرًا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بخرقتيْ عابد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..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 قد صدعا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أعيته حمّى الهوى، والشوق أجهدهُ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وكعبة النحر أدمت قلبه وَلَعا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صلّى وراء مقام العشق منتظرًا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وعد الظهور، وعهداً مبرماً قُطعا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ولاذ بالركن تغلي في جوانحه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مشاعرٌ تصهر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حشاء والضِّلَعا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الصفا .. واشتعالُ الوجد يحرقه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لمروة الوصل .. لبّى ربّه، وسعى</w:t>
            </w:r>
            <w:r>
              <w:rPr>
                <w:rFonts w:hint="cs"/>
                <w:rtl/>
              </w:rPr>
              <w:t>ٰ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وتابع الشوط، والمشعوقُ قبلته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فكلما سار .. زاد الشوط واتسعا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وخلفه الشعب جرح نازف خضلٌ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وموطن مُزقت أشلاؤه طمعا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وبين جنبيه آمال يهدهدها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وفي حناياه كون أكبرٌ جُمعا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: ضميره، وارتعاشُ الدفق في دمه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ونفسُه، وفؤادٌ واجف ضرعا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ناجى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له بطرف خاشع دَمَعا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واستقبل البيت من فوق الصفا ودعا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زمزم الغيث كم أربيتِ هامدةً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فأينعت مكةٌ .. سهلاً ومرتَفَعا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ويا منى القصد، لم يقصدك ذو تَرَب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رددتيه ميسوراً ومقتنعا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ويا نبياً أبى الطاغوتَ معتقَداً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وأنكر الجبتَ أن تُدعى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وتُتّبعا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جئت أشكو لك الحكام قاطبةً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وأشجب السوء والفحشاء والقذعا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عهد فرعونَ والارهابُ يحكمنا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والشعب إن ثار مغبون وإن خَضعا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أغرق النيل طاغوتاً، وكم حصدت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أيدي المنايا، وكم من منخر جُدعا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لكنما « مصرُ » ما انفكّت مكبّلةً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تعالج القيد .. مشدودًا، ومُتسِعا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تظن كل مليك رادها « عُمَرًا »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إذا سادها .. ألفته « مَنقرعا »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وكلهم فلتةٌ لم توق شِرَّتَها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وكلهم أعجفٌ في خيرها رتعا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يوصد الباب والطل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اب تقرعه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ويُفتح الباب رحباً، وهو ما قُرعا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مشيئة الخلق بعض من مشيئته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وربّ ضُرٍّ كرهنا أمرَه .. نفعا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ويا أخا مصرَ .. يا شبلاً بساحتها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تقحم الهول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خطار والفزعا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وطاول النجم مزهواً بقامته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ومسّ وجه الدجى فابيضّ والتمعا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وطارد الشمس في العلياء مقتنصا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فصادها هازئاً .. بالصيد ما قنعا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وزاحم الشهْب يقصيها بمنكِبه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وأرهف السمع لل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نباء .. فاستمعا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وأسدف الستر، فانجابت سرائره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من حجاب بلطف الله قد رُفعا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حتّام تخفي 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هل السّوْء سوأتهم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وتستر الجهل والتضليل والبدعا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وترتضي الصمت عفواً عن خبائثهم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يُصلح العفو من أوعى ومن جَمعا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ويحهم من طَغام ساء مخبرهم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حتى وإن قدسوا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حاد والجُمَعا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راموا بها وحدة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ديان من هدموا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مساجد الذكر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ديارَ والبِيَعا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ويحكمون كأن الله حكّمهم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وهم براء من المولى وما شَرعا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قل إنّ مصر العلا مذ طاوعت نفرًا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بها استخفوا، جفاها العزّ وامتنعا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كل وَكس ومأبون وذي عُقَد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ثديي الذل ميراث الخنا رضعا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ويرفعون شعار السلم معذرةً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مة فرقوا أبناءها شِيَعا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قل إنّ « فرعونَ » باق في معابدها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وإنّ « هامانَ » في أهرامها قبعا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رمزان حيّان للطاغوت ما فتئا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يستعبدان بني الانسان ما وسعا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هذا على الكبر مجبول بطينته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وذا على الزيف والتدليس قد طُبعا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وذكّر الشعبَ أنْ سادت حضارتُه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وقوّم الفرد حتى بات مجتَمعا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وانثر على النيل برديّاً به كُتبت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أجلى النقوش التي تنبيك ما وقعا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هنا الغزاة .. وهذا القبر يجمعهم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وفي السماء شهيد .. خرَّ فارتفعا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واسأل « أبا الهوْل » محمولاً على حِقب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الزمان الذي ما نام أو هجعا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ألهم الشعب إذْ نحتت أناملُه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تمثاله الفذّ من صخر .. وقد ركعا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 يركع المجد للفرعون، بل ركعت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أمجاد فرعونَ للشعب الذي اخترعا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أبدع الشعبُ وابتكرت قريحتُه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فلم يكن أجره 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بأن قُمعا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يبني « سنمّارُ » قصراً لا تضارعه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قصور « عاد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 .. فلا يُجزى بما صَنعا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حامدين 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النيل فاتحها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وضاربين على خيل له قُرَعا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وناسبين له فضلاً ومنقبةً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وشاربين على نخب له جُرَعا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ناسين « عمْروا »، وسوطُ الجور في يده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يعاقب القوم أن بزّوا ابنه لُكعا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إن الولاة إذا لم يُنصفوا كُبتوا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يحرز السبقَ أعمى يشتكي ظَلَعا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للعتلّ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 يظن الدين مأدبةً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يصيب منها القِرى والرِيَّ والشبعا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وللزنيم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 وقد أقعى على شبَق</w:t>
            </w:r>
            <w:r>
              <w:rPr>
                <w:rFonts w:hint="cs"/>
                <w:rtl/>
              </w:rPr>
              <w:t>ٍ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يستنزف اللذة الخرقاء والمتعا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وللجبان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 وقد أنجته عورتُهُ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 أتاه « الفتى » بالسيف ملتمعا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وللدهاء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 وقد آتى « معاويةً »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حبلاً متينا شديد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زر .. فانقطعا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كم من خبيث تفوت الغرَّ حيلتُه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وربَّ جان ثماراً وهو ما زرعا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ذاك « ابن هند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 وهذا « فرخ نابغة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وكل طير على شكل له وقعا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واهاً لشعب شقى دهرًا فأطربه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غرابُ بيْن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بآي الله قد سجعا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حطت به فوق وادي النيل مفتتحا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سقيفة سوقت قرآننا سلعا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ما قيمة الفتح بالسيف الذي ذبحوا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به « حسينا » وآل البيت والشيعا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نبئت أن « عليّاً » يمتطي فرساً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وعنده الذكْر والصمصام قد جُمعا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وحوله فتية في قلبهم ورعٌ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تذاكروا « النهج » فازدادوا به ورعا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وشايعوا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ل، آل البيت، واتخذوا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منازل الوحي مصطافاً ومرتبعا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وناشدوا الشمس خلف الغيم قائمةً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 تخرق الغيم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ستار والقَزَعا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محجوبةً عنهمُ، مذخورةً لهُمُ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خلف السحاب الذي إن أوذن انقشعا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رُبّ باد إلى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بصار .. لم تَرَهُ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ورُبّ خاف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بظهر الغيب قد سطعا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متى تجليتَ يا مهديَّ أمتنا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و« طورُ سينينَ » من وجد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به خشعا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إن ظهرت على «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حوريبَ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» فانصدعت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أركانه الشمُّ خوفاً منك أو طمعا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أو إن بلغت ضفافاً زغردت فرحا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و« عينُ شمس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» تحيّي البدر أَن طلعا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تجدْ على النيل أكباداً مُحرَّقةً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لاهب الشوق،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نجاب، والتبعا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ومنبراً مورق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عواد شيده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قوم رأوا فيك صوت العدل مرتفعا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موطئون لامر الله، قد زحفوا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عرمرماً ثائر النقعاء مُدَّرِعا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فخض غمار الوغى، فالخيل شاخصةٌ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سدّت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فْق والوديان والتّلعا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وارفع لواء الهدى من بعد ما سقطت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رايات مُلك عضوض بادَ وانتُزعا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مَظهر الحق فوق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عاينه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أهل الكشوف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(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وما راء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كمن سَمعا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اظهر على ظهرها، واسلك مناكبها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واجعل من القفر روضاً زاهراً مَرِعا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لو ضاقت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فلاك قد خُلقت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لكم، ولولاكم الخلاق ما بَدَعا</w:t>
            </w:r>
            <w:r>
              <w:rPr>
                <w:rFonts w:hint="cs"/>
                <w:rtl/>
              </w:rPr>
              <w:t xml:space="preserve"> -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4807"/>
        <w:gridCol w:w="1602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فاهبط بمصرَ التي فيها الذي سألوا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واسأل تجدْ أرضها الخضراء منتجعا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وانزل على الرحب تَسعدْ فيك أفئدةٌ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قد ملّت الحزن وال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لام والوجعا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فإن تروّت قلوب الشعب وامتل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فانزل على العين، علّ العينَ أن تسعا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عين قَرّي إذا ما الشمس قد ظهرت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واستشعريعا، فباب الغيب قد شُرعا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ليسا سواءًا .. صباح يزدهي أَلَقاً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وحالكُ الليل .. إن أعطى وإن مَنَعا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12/8/1997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37" w:name="_Toc283892791"/>
      <w:bookmarkStart w:id="38" w:name="_Toc410129178"/>
      <w:r>
        <w:rPr>
          <w:rtl/>
        </w:rPr>
        <w:lastRenderedPageBreak/>
        <w:t>أيهذا المرصع باللازوَردي ..</w:t>
      </w:r>
      <w:r>
        <w:rPr>
          <w:rFonts w:hint="cs"/>
          <w:rtl/>
        </w:rPr>
        <w:t xml:space="preserve"> </w:t>
      </w:r>
      <w:r>
        <w:rPr>
          <w:rtl/>
        </w:rPr>
        <w:t>!!</w:t>
      </w:r>
      <w:bookmarkEnd w:id="37"/>
      <w:bookmarkEnd w:id="38"/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حملقي في المدى .. وانظري يا مدينهْ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عَلَّ عرسَ السماء يزف إلينا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الغيب نجماً يصلي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وينثر فوق الحجاز غدًا ياسمينَهْ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واحفري بين عينيك بحرًا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بلا ضفتينِ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وكوني الشواط</w:t>
      </w:r>
      <w:r>
        <w:rPr>
          <w:rFonts w:hint="cs"/>
          <w:rtl/>
        </w:rPr>
        <w:t>ىء</w:t>
      </w:r>
      <w:r>
        <w:rPr>
          <w:rtl/>
        </w:rPr>
        <w:t>َ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كوني الموانيءَ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كوني جزيرة دفء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وحضناً وثيرًا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لترسوَ فيه السفينهْ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أقلع الصبح منذ الصباحِ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وأبحرت الشمس فجرًا إليكِ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وبات الحبيب يصوغ أماني الوصالِ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ويطلي بلون النهار جفونَهْ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قد ضممناه بين الحنايا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رجاءً فريدًا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t>وعشنا نهدهده في القلوبِ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ونمسح بال</w:t>
      </w:r>
      <w:r>
        <w:rPr>
          <w:rFonts w:hint="cs"/>
          <w:rtl/>
        </w:rPr>
        <w:t>أ</w:t>
      </w:r>
      <w:r>
        <w:rPr>
          <w:rtl/>
        </w:rPr>
        <w:t>قحوان جبينَهْ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قد عشقناه قبل الوصولِ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وبتنا على عتبات « الرضا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نرقب القادمين إلى ال</w:t>
      </w:r>
      <w:r>
        <w:rPr>
          <w:rFonts w:hint="cs"/>
          <w:rtl/>
        </w:rPr>
        <w:t>أ</w:t>
      </w:r>
      <w:r>
        <w:rPr>
          <w:rtl/>
        </w:rPr>
        <w:t>رضِ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فوجاً .. ففوجاً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وهم يحملون خزائن أمّ الكتابِ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وذخرَ الكنوزِ الدفينَهْ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إنه الله أبدع وجهاً جميلاً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وسماه باسم النبيّ الكريمِ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وصلّى عليهِ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وكحّل بالمعجزاتِ عيونَهْ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فان لم يكنه « الجوادُ »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فمن ذا يحق له في الورى</w:t>
      </w:r>
      <w:r>
        <w:rPr>
          <w:rFonts w:hint="cs"/>
          <w:rtl/>
        </w:rPr>
        <w:t>ٰ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أن يكونَهْ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« مكةٌ » أرهفت سمعها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للنشيد المذهّبِ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.. والموج .. والوحي .. والمستحيلْ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أيهذا الصبيّ المتوج بالعلم والحُكمِ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يحمل في راحتيه النجومَ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ويخطو كما الحلم بين النخيلْ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أيهذا الموشح بالمخمل اليثربيِّ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يزقزق كالعندليب على الغصنِ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دوحة المصطفى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أيهذا الصبيّ الجميلْ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ابن « سبع » سما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فوق عرش الملوكِ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وخبّأ في مقلتيه ال</w:t>
      </w:r>
      <w:r>
        <w:rPr>
          <w:rFonts w:hint="cs"/>
          <w:rtl/>
        </w:rPr>
        <w:t>إ</w:t>
      </w:r>
      <w:r>
        <w:rPr>
          <w:rtl/>
        </w:rPr>
        <w:t>مامةَ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تولى ليدفن بين ضلوع الثريّا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أباه القتيلْ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سيمتار قمحاً وماءًا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ويقصد باب « قريش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ويمنح تلك المراعي صباها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ويرسم فوق خدود الخيامِ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اشتعال الشروقِ، وزهو المرايا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ووهج الحقولْ ..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قد تناءى عن « البيت » وجه القبيلةِ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رحلة الموتِ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استراحت قوافلنا عند « طوس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وسوّت على العشب مهدًا طريًّا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لتسجد بين يديه الفصولْ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ما الذي يحدث ال</w:t>
      </w:r>
      <w:r>
        <w:rPr>
          <w:rFonts w:hint="cs"/>
          <w:rtl/>
        </w:rPr>
        <w:t>آ</w:t>
      </w:r>
      <w:r>
        <w:rPr>
          <w:rtl/>
        </w:rPr>
        <w:t>ن لو أن « جبريلَ » يأتي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ويمثل بشراً سوياً نراهُ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وينفخ من روحه في قرانا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صدًى عبقريّاً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فتنهض بعد الثبات الطويلْ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مزقتنا حراب البوادي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وشقّت بطونَ الحواملِ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استحمت بدمنا الحرامِ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رمالُ السهولْ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أيّهذا الوليد هلالاً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يحلق في جنبات المساءِ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ويلمع فوق رموش ال</w:t>
      </w:r>
      <w:r>
        <w:rPr>
          <w:rFonts w:hint="cs"/>
          <w:rtl/>
        </w:rPr>
        <w:t>أ</w:t>
      </w:r>
      <w:r>
        <w:rPr>
          <w:rtl/>
        </w:rPr>
        <w:t>صيلْ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كانت الخيل جمحت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شاط</w:t>
      </w:r>
      <w:r>
        <w:rPr>
          <w:rFonts w:hint="cs"/>
          <w:rtl/>
        </w:rPr>
        <w:t>ىء</w:t>
      </w:r>
      <w:r>
        <w:rPr>
          <w:rtl/>
        </w:rPr>
        <w:t xml:space="preserve"> الصمتِ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ولدتَ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فعاد الحجيج إلى كعبة الوجدِ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كل فج عميق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وعادت لنا قبلتانا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وعادت إلينا الخيولْ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أيهذا « الجواد » المجنحُ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عرصات الكرامِ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غمرت الوجود بفيض نداكَ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 تُبق في الكون شيئاً بخيلْ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كانت الارض تطوي مدار السرابِ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فلما أتيتَ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رأت فيك عيناً تفور حليباً،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وكوثر عسل</w:t>
      </w:r>
      <w:r>
        <w:rPr>
          <w:rFonts w:hint="cs"/>
          <w:rtl/>
        </w:rPr>
        <w:t>ٍ</w:t>
      </w:r>
      <w:r>
        <w:rPr>
          <w:rtl/>
        </w:rPr>
        <w:t>، ودلتا، ونيلْ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ابن « ماريّة</w:t>
      </w:r>
      <w:r>
        <w:rPr>
          <w:rFonts w:hint="cs"/>
          <w:rtl/>
        </w:rPr>
        <w:t>ٍ</w:t>
      </w:r>
      <w:r>
        <w:rPr>
          <w:rtl/>
        </w:rPr>
        <w:t xml:space="preserve"> » حسبُ « مصرَ » افتخارًا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بأن شايعتك حفيدًا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وحسب « الكنانة » أن صاهرت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جدك « المصطفى »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حفيد ا</w:t>
      </w:r>
      <w:r w:rsidRPr="00EF2A04">
        <w:rPr>
          <w:rtl/>
        </w:rPr>
        <w:t>ل</w:t>
      </w:r>
      <w:r>
        <w:rPr>
          <w:rtl/>
        </w:rPr>
        <w:t>رسولْ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هودج العشق يسري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رفرف من حريرْ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يخرق الستر في عالم الممكناتِ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ويُبصر وجه الملائكِ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لجة النورِ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يلامس عرش ال</w:t>
      </w:r>
      <w:r>
        <w:rPr>
          <w:rFonts w:hint="cs"/>
          <w:rtl/>
        </w:rPr>
        <w:t>إ</w:t>
      </w:r>
      <w:r>
        <w:rPr>
          <w:rtl/>
        </w:rPr>
        <w:t>لهِ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ويرتاد مملكة السائحين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فيلقى النبيَّ .. ويلقى « عليًّا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ويسبح في سلسبيل « حراء</w:t>
      </w:r>
      <w:r>
        <w:rPr>
          <w:rFonts w:hint="cs"/>
          <w:rtl/>
        </w:rPr>
        <w:t>ٍ</w:t>
      </w:r>
      <w:r>
        <w:rPr>
          <w:rtl/>
        </w:rPr>
        <w:t xml:space="preserve">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ويشرب من سُبُحات « الغديرْ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سدرة القدس تزهرُ من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غيث كفيك خصباً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وتورق جودًا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Pr="00951730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Pr="00951730" w:rsidRDefault="00907987" w:rsidP="00907987">
            <w:pPr>
              <w:pStyle w:val="libNormal0"/>
              <w:rPr>
                <w:rtl/>
              </w:rPr>
            </w:pPr>
            <w:r w:rsidRPr="00951730">
              <w:rPr>
                <w:rtl/>
              </w:rPr>
              <w:t>يظلل هذا الصعيد الفقيرْ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« جواد ال</w:t>
      </w:r>
      <w:r>
        <w:rPr>
          <w:rFonts w:hint="cs"/>
          <w:rtl/>
        </w:rPr>
        <w:t>أ</w:t>
      </w:r>
      <w:r>
        <w:rPr>
          <w:rtl/>
        </w:rPr>
        <w:t>ئمة » ميلادك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اجتاز كل المسافات حتى التجلّي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فشفّ .. ورقَّ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ورش على كعبة الوالهين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الندى .. والعطورْ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« يثربٌ » لملمت حزنها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واستفاقت على بهجة العيدِ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لمّا ولجت « قُباءًا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وصليتَ فيه صلاة المسافرِ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نحو غد</w:t>
      </w:r>
      <w:r>
        <w:rPr>
          <w:rFonts w:hint="cs"/>
          <w:rtl/>
        </w:rPr>
        <w:t>ٍ</w:t>
      </w:r>
      <w:r>
        <w:rPr>
          <w:rtl/>
        </w:rPr>
        <w:t xml:space="preserve"> تشرق الشمس فيهِ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وتخضر صحراء « نجد</w:t>
      </w:r>
      <w:r>
        <w:rPr>
          <w:rFonts w:hint="cs"/>
          <w:rtl/>
        </w:rPr>
        <w:t>ٍ</w:t>
      </w:r>
      <w:r>
        <w:rPr>
          <w:rtl/>
        </w:rPr>
        <w:t xml:space="preserve">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وتشدوا كروم « القطيفِ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وينشقّ بين جبال الجزيرةِ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ينبوع حُبٍّ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وتجري البحورْ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أمّة تعلِكُ العوسج المرّ عشرين دهرًا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تناست ملامحها في الظلامِ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وأقفر تاريخها من رؤاهُ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فكن أنت فيه الحروف المضيئةَ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كن فيه حلماً نبيلاً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وكن أنت فيه السطورْ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يا امتداد السّنا بين « طوس » و « بغدادَ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عبر « المدينةِ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شابت نواصي الليالي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فهل</w:t>
      </w:r>
      <w:r>
        <w:rPr>
          <w:rFonts w:hint="cs"/>
          <w:rtl/>
        </w:rPr>
        <w:t>ّ</w:t>
      </w:r>
      <w:r>
        <w:rPr>
          <w:rtl/>
        </w:rPr>
        <w:t>ا ترجلت يا سيدَ الفجرِ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نصلي صلاة الصبا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ركعتين اثنتين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فينهزم الشيب والعجز والليلُ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نرفرف حول الشموعِ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ونصبح في محضر العاشقينَ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فراشاً يطيرْ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أيهذا الوليد المكلل بالغار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يخطر فوق الروابي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ويُهدي البساتين مجدًا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وينفح فصل الربيع رُواءًا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ويفرش عالمنا بالزهورْ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أيهذا المرصع باللازورديِّ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واللوز .. والدرِّ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يرفل في بردة</w:t>
      </w:r>
      <w:r>
        <w:rPr>
          <w:rFonts w:hint="cs"/>
          <w:rtl/>
        </w:rPr>
        <w:t>ٍ</w:t>
      </w:r>
      <w:r>
        <w:rPr>
          <w:rtl/>
        </w:rPr>
        <w:t xml:space="preserve"> من تراث الجِنانِ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ويمتد فيما وراء المكانِ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وخلف الدهورْ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أيهذا المضمّخ بالمسكِ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يطلع من شرفات النبوة بين الرياحينِ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يحضن بين ذراعيه بشرى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وقاروة من عبيرْ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السماء أمامك مفتوحةٌ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فاعْلُ بال</w:t>
      </w:r>
      <w:r>
        <w:rPr>
          <w:rFonts w:hint="cs"/>
          <w:rtl/>
        </w:rPr>
        <w:t>أ</w:t>
      </w:r>
      <w:r>
        <w:rPr>
          <w:rtl/>
        </w:rPr>
        <w:t>مة المستباحةِ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صوب المجراتِ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وابزغ على الارض قسطاً وعدلاً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وهَدْياً .. ونورْ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أنت تاسع قدم تدبُّ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مذبح العشقِ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نحو الخلاصِ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وما من وليد بِبيْت الرسالةِ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تجلت بميلادهِ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جَلوةٌ من معاني الظهورْ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1/11/1997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39" w:name="_Toc283892792"/>
      <w:bookmarkStart w:id="40" w:name="_Toc410129179"/>
      <w:r>
        <w:rPr>
          <w:rtl/>
        </w:rPr>
        <w:lastRenderedPageBreak/>
        <w:t>خراسان في ضوء القمر</w:t>
      </w:r>
      <w:bookmarkEnd w:id="39"/>
      <w:bookmarkEnd w:id="40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باب « طوسَ » توقفت القافلهْ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تحمل الفجر والمجد والغيثَ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للتربة القاحلهْ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ثم دقت خيامَ النبوةِ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951730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951730" w:rsidRDefault="00907987" w:rsidP="00907987">
            <w:pPr>
              <w:pStyle w:val="libNormal0"/>
              <w:rPr>
                <w:rtl/>
              </w:rPr>
            </w:pPr>
            <w:r w:rsidRPr="00951730">
              <w:rPr>
                <w:rtl/>
              </w:rPr>
              <w:t>فوق السهولِ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وربطت خيول ال</w:t>
      </w:r>
      <w:r>
        <w:rPr>
          <w:rFonts w:hint="cs"/>
          <w:rtl/>
        </w:rPr>
        <w:t>إ</w:t>
      </w:r>
      <w:r>
        <w:rPr>
          <w:rtl/>
        </w:rPr>
        <w:t>مامةِ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Pr="00951730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951730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حلقات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صيلِ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وأذّن صوت لها في المدينةِ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غدت آهلهْ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شوقها كان أن تشرب ال</w:t>
      </w:r>
      <w:r>
        <w:rPr>
          <w:rFonts w:hint="cs"/>
          <w:rtl/>
        </w:rPr>
        <w:t>أ</w:t>
      </w:r>
      <w:r>
        <w:rPr>
          <w:rtl/>
        </w:rPr>
        <w:t>رضُ عسلاً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Pr="00951730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951730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وتنبت فرحاً وأملاً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وشوق « الخليفةِ » كانَ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Pr="00951730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بأن يسقيَ « البدرَ » سُمًّا</w:t>
            </w:r>
          </w:p>
          <w:p w:rsidR="00907987" w:rsidRPr="00951730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فيغربَ خلف التلالِ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ويخفتَ في الغربة القاتلهْ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لم يكن ليل « طوسَ » لينجابَ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بهذا القمرْ 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لم تكن كل تلك الرياض لتخضرَّ إل</w:t>
      </w:r>
      <w:r>
        <w:rPr>
          <w:rFonts w:hint="cs"/>
          <w:rtl/>
        </w:rPr>
        <w:t>ّ</w:t>
      </w:r>
      <w:r>
        <w:rPr>
          <w:rtl/>
        </w:rPr>
        <w:t>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بمقدم ركب الربيعِ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وعرس المطرْ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لم تكن كل تلك السراديب تُضحي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وجوداً منيرًا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وكوناً كبيرًا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بغير الوصالِ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وغير وصول الصباح على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صهوة الشمس بعد السفرْ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ألا أيها الفارس المنتمي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للبزوغ الجليلِ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أتيت تصارع فزع الغروبِ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وترفض أن يستبيح الظلامُ النهارَ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فتعشَى عيونُ الطيورِ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وتعمى قلوبُ البشرْ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فيا ليتني كنت سيفاً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لقطّعت تلك ال</w:t>
      </w:r>
      <w:r>
        <w:rPr>
          <w:rFonts w:hint="cs"/>
          <w:rtl/>
        </w:rPr>
        <w:t>أ</w:t>
      </w:r>
      <w:r>
        <w:rPr>
          <w:rtl/>
        </w:rPr>
        <w:t>يادي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 تزرع السمَّ بين الورودِ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ولم تمنع الماء عن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مهرجان الشجرْ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ليتني كنت نهر الخلودِ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عطيت كل بقائي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لعمر « الرضا »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واستعدت الزمان الذي فات حتى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أضيفَ إليه قروناً أُخَرْ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ليتني كنت عند اجتماع السقيفةِ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عاصفةً .. أو لهيباً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هلكت من بايعته الرجالُ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وأفنيت شبه الرجالِ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وأحرقت « إبليسَ » لمّا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تمثّل شخصاً سويًّا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يسمّى « عُمَرْ »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Pr="002C7AFE" w:rsidRDefault="00907987" w:rsidP="00907987">
      <w:pPr>
        <w:pStyle w:val="libNormal0"/>
        <w:rPr>
          <w:rtl/>
        </w:rPr>
      </w:pPr>
      <w:r>
        <w:rPr>
          <w:rtl/>
        </w:rPr>
        <w:t>زها فوق « يثربَ » ضوء النجومِ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وأثمر فصلُ الكواكبْ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وجئت وليدًا تفتَّحَ فوق الرمالِ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وأَمَّ صلاة الربيعِ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وأينع مئذنةً في الروابي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وسورةَ فرح تلتها المواكبْ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ولما رضعتَ حليب الرسالةِ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شبّت على راحتيك التواريخُ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واشتد عود النهارِ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وشعت جباه الليالي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وفجرتَ في الصخر نبع العجائبْ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ألا أيها البحر يزخر بالمعجزاتِ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ويُبحر في موجه المستحيلُ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وترسوا على شاطئيه المراكبْ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أيا كعبةً قد أتاها الحجيجُ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مُلبّين من كل فج عميق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وطاف بها العاشقون فعادوا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بغُنم المنى</w:t>
      </w:r>
      <w:r>
        <w:rPr>
          <w:rFonts w:hint="cs"/>
          <w:rtl/>
        </w:rPr>
        <w:t>ٰ</w:t>
      </w:r>
      <w:r>
        <w:rPr>
          <w:rtl/>
        </w:rPr>
        <w:t xml:space="preserve"> والرغائبْ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سألتك حرفاً من العلم أو بعضَ حرف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لعل الستائر تنزاح شيئاً</w:t>
      </w:r>
    </w:p>
    <w:tbl>
      <w:tblPr>
        <w:tblStyle w:val="TableGrid"/>
        <w:bidiVisual/>
        <w:tblW w:w="5000" w:type="pct"/>
        <w:tblLook w:val="04A0"/>
      </w:tblPr>
      <w:tblGrid>
        <w:gridCol w:w="1763"/>
        <w:gridCol w:w="6249"/>
      </w:tblGrid>
      <w:tr w:rsidR="00907987" w:rsidTr="00DB2453">
        <w:tc>
          <w:tcPr>
            <w:tcW w:w="11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فشيئاً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وأُبصرَ وجهاً وراء المجرات غائبْ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وأشرقْ على الشعر وزناً</w:t>
      </w:r>
    </w:p>
    <w:tbl>
      <w:tblPr>
        <w:tblStyle w:val="TableGrid"/>
        <w:bidiVisual/>
        <w:tblW w:w="5000" w:type="pct"/>
        <w:tblLook w:val="04A0"/>
      </w:tblPr>
      <w:tblGrid>
        <w:gridCol w:w="1763"/>
        <w:gridCol w:w="6249"/>
      </w:tblGrid>
      <w:tr w:rsidR="00907987" w:rsidTr="00DB2453">
        <w:tc>
          <w:tcPr>
            <w:tcW w:w="11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ومعنًى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فقد جف حبر القوافي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ونفدت بحور الكلامِ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وحين قرأت كتاب الفضائلِ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أدركتُ أنك فوق الخصالِ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وفوق الكمالِ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وفوق المناقبْ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</w:p>
    <w:p w:rsidR="00907987" w:rsidRPr="00E64F42" w:rsidRDefault="00907987" w:rsidP="00907987">
      <w:pPr>
        <w:pStyle w:val="libNormal0"/>
        <w:rPr>
          <w:rtl/>
        </w:rPr>
      </w:pPr>
      <w:r w:rsidRPr="00E64F42">
        <w:rPr>
          <w:rtl/>
        </w:rPr>
        <w:t>« خراسانُ » عقد بجيد الوجودِ</w:t>
      </w:r>
    </w:p>
    <w:tbl>
      <w:tblPr>
        <w:tblStyle w:val="TableGrid"/>
        <w:bidiVisual/>
        <w:tblW w:w="5000" w:type="pct"/>
        <w:tblLook w:val="04A0"/>
      </w:tblPr>
      <w:tblGrid>
        <w:gridCol w:w="1201"/>
        <w:gridCol w:w="401"/>
        <w:gridCol w:w="6410"/>
      </w:tblGrid>
      <w:tr w:rsidR="00907987" w:rsidRPr="00E64F42" w:rsidTr="00DB2453">
        <w:tc>
          <w:tcPr>
            <w:tcW w:w="750" w:type="pct"/>
          </w:tcPr>
          <w:p w:rsidR="00907987" w:rsidRPr="00E64F42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Pr="00E64F42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تكلّل تبرًا</w:t>
            </w:r>
          </w:p>
        </w:tc>
      </w:tr>
      <w:tr w:rsidR="00907987" w:rsidRPr="00E64F42" w:rsidTr="00DB2453">
        <w:tc>
          <w:tcPr>
            <w:tcW w:w="1000" w:type="pct"/>
            <w:gridSpan w:val="2"/>
          </w:tcPr>
          <w:p w:rsidR="00907987" w:rsidRPr="00E64F42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E64F42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ودُرًّا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و« طوسُ ال</w:t>
      </w:r>
      <w:r>
        <w:rPr>
          <w:rFonts w:hint="cs"/>
          <w:rtl/>
        </w:rPr>
        <w:t>إ</w:t>
      </w:r>
      <w:r>
        <w:rPr>
          <w:rtl/>
        </w:rPr>
        <w:t>مامِ » هي الجوهرهْ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وقبته نجمة في السماءِ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تكبّر حتى تُصلي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جموعُ الملائكة المكْرمينَ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ومشهده ليلة مقمرهْ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وإن غابت الشمس ذات صباح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وفتشتَ عنها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تجدْها أتت « للرضا » زائرهْ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ومن زاره طامعاً في « ثلاث</w:t>
      </w:r>
      <w:r>
        <w:rPr>
          <w:rFonts w:hint="cs"/>
          <w:rtl/>
        </w:rPr>
        <w:t>ٍ</w:t>
      </w:r>
      <w:r>
        <w:rPr>
          <w:rtl/>
        </w:rPr>
        <w:t xml:space="preserve">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رآهنّ رأي العيانِ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حقائقَ قدّامه سافرهْ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فيا عازماً نحو تلك الديارِ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واقفاً عند باب المزارِ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نازل البلدة العامرَهْ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أنبتك عني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فأبلغْ سلامي « عليَّ بن موسى »</w:t>
      </w:r>
    </w:p>
    <w:tbl>
      <w:tblPr>
        <w:tblStyle w:val="TableGrid"/>
        <w:bidiVisual/>
        <w:tblW w:w="5000" w:type="pct"/>
        <w:tblLook w:val="04A0"/>
      </w:tblPr>
      <w:tblGrid>
        <w:gridCol w:w="1603"/>
        <w:gridCol w:w="801"/>
        <w:gridCol w:w="5608"/>
      </w:tblGrid>
      <w:tr w:rsidR="00907987" w:rsidTr="00DB2453">
        <w:tc>
          <w:tcPr>
            <w:tcW w:w="1500" w:type="pct"/>
            <w:gridSpan w:val="2"/>
          </w:tcPr>
          <w:p w:rsidR="00907987" w:rsidRPr="00F32C14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F32C14" w:rsidRDefault="00907987" w:rsidP="00907987">
            <w:pPr>
              <w:pStyle w:val="libNormal0"/>
              <w:rPr>
                <w:rtl/>
              </w:rPr>
            </w:pPr>
            <w:r w:rsidRPr="00F32C14">
              <w:rPr>
                <w:rtl/>
              </w:rPr>
              <w:t>عليه السلامُ</w:t>
            </w:r>
          </w:p>
        </w:tc>
      </w:tr>
      <w:tr w:rsidR="00907987" w:rsidTr="00DB2453">
        <w:tc>
          <w:tcPr>
            <w:tcW w:w="1000" w:type="pct"/>
          </w:tcPr>
          <w:p w:rsidR="00907987" w:rsidRPr="00F32C14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2"/>
          </w:tcPr>
          <w:p w:rsidR="00907987" w:rsidRPr="00F32C14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وطفْ حول بقعته الطاهرَهْ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وقبّلْ ضريحا تجلّى بـ « طوسَ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وعاج على « كربلاءَ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بصدر</w:t>
      </w:r>
      <w:r>
        <w:rPr>
          <w:rFonts w:hint="cs"/>
          <w:rtl/>
        </w:rPr>
        <w:t>ٍ</w:t>
      </w:r>
      <w:r>
        <w:rPr>
          <w:rtl/>
        </w:rPr>
        <w:t xml:space="preserve"> جريح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وحَطّ الرحالَ برأس</w:t>
      </w:r>
      <w:r>
        <w:rPr>
          <w:rFonts w:hint="cs"/>
          <w:rtl/>
        </w:rPr>
        <w:t>ٍ</w:t>
      </w:r>
      <w:r>
        <w:rPr>
          <w:rtl/>
        </w:rPr>
        <w:t xml:space="preserve"> ذبيح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على شاط</w:t>
      </w:r>
      <w:r>
        <w:rPr>
          <w:rFonts w:hint="cs"/>
          <w:rtl/>
        </w:rPr>
        <w:t>ىء</w:t>
      </w:r>
      <w:r>
        <w:rPr>
          <w:rtl/>
        </w:rPr>
        <w:t xml:space="preserve"> « النيلِ » في « القاهرَهْ »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وعيدك .. عيدي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ومولدك المنتشي في شفاه الحياةِ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نشيدي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 w:rsidRPr="00F32C14">
        <w:rPr>
          <w:rtl/>
        </w:rPr>
        <w:t>وطلعتك المستفيضة بالخيرِ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والبِرِّ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تهب الدماءَ وريدي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وتغمر بالوجد حقل وجودي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وتمنح شيعتكَ النبضَ وال</w:t>
      </w:r>
      <w:r>
        <w:rPr>
          <w:rFonts w:hint="cs"/>
          <w:rtl/>
        </w:rPr>
        <w:t>أ</w:t>
      </w:r>
      <w:r>
        <w:rPr>
          <w:rtl/>
        </w:rPr>
        <w:t>قحوانْ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ألا أيها الفارس المحتفي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بانتصار « النبيّ » على شانئيهِ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وفوز « عليٍّ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وفتح السماءِ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وإشراقة ال</w:t>
      </w:r>
      <w:r>
        <w:rPr>
          <w:rFonts w:hint="cs"/>
          <w:rtl/>
        </w:rPr>
        <w:t>أ</w:t>
      </w:r>
      <w:r>
        <w:rPr>
          <w:rtl/>
        </w:rPr>
        <w:t>رض عند ظهور « المعزِّي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لدى الركن في أخريات الزمانْ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تناءى عن العزِّ ركبُ « قريش</w:t>
      </w:r>
      <w:r>
        <w:rPr>
          <w:rFonts w:hint="cs"/>
          <w:rtl/>
        </w:rPr>
        <w:t>ٍ</w:t>
      </w:r>
      <w:r>
        <w:rPr>
          <w:rtl/>
        </w:rPr>
        <w:t xml:space="preserve">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وبعدت قوافلنا عن « حراء</w:t>
      </w:r>
      <w:r>
        <w:rPr>
          <w:rFonts w:hint="cs"/>
          <w:rtl/>
        </w:rPr>
        <w:t>ٍ</w:t>
      </w:r>
      <w:r>
        <w:rPr>
          <w:rtl/>
        </w:rPr>
        <w:t xml:space="preserve">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 « طيبةُ » لما استفاقت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أبيحت ثلاثاً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فصمتَتْ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وفقد شيوخ الفصاحةِ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سِحر البيانْ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فبعني - فديتك - سيفاً جديدًا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أخوض به لجة الحرب في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عودة الجاهلية سِرًّا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وجهرًا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وردّةِ قومي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وكُفرِ السلاطين طُرًّا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وخوفِ ال</w:t>
      </w:r>
      <w:r>
        <w:rPr>
          <w:rFonts w:hint="cs"/>
          <w:rtl/>
        </w:rPr>
        <w:t>أ</w:t>
      </w:r>
      <w:r>
        <w:rPr>
          <w:rtl/>
        </w:rPr>
        <w:t>مانْ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أتيتك - يا سيدي - هارباً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وباء « المغولِ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وعسف « المماليك » بَرًّا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وبحراً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وودعت خلفيَ مُلكا عضوضاً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وشعباً مهيضاً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ووطناً مهانْ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« يزيدٌ » هناكَ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وهآنذا بِضعة من جراح « الحسينِ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وهَدرةُ كمد بصدر « الرسولِ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وقلبٌ توالى عليه الطّعانْ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أيا ثامن الحجج الطيبينَ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أعرني تراباً أعيش عليهِ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ووطناً رؤوماً أؤوب إليهِ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فاني طريد الفراعنة ال</w:t>
      </w:r>
      <w:r>
        <w:rPr>
          <w:rFonts w:hint="cs"/>
          <w:rtl/>
        </w:rPr>
        <w:t>أ</w:t>
      </w:r>
      <w:r>
        <w:rPr>
          <w:rtl/>
        </w:rPr>
        <w:t>ولينَ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وشوك بحلق الفراعنة ال</w:t>
      </w:r>
      <w:r>
        <w:rPr>
          <w:rFonts w:hint="cs"/>
          <w:rtl/>
        </w:rPr>
        <w:t>آ</w:t>
      </w:r>
      <w:r>
        <w:rPr>
          <w:rtl/>
        </w:rPr>
        <w:t>خِرينَ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ووجهي عليه علامات نفيي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يقوم على أمره شاهدانْ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وذنبي العظيم الذي ليس يُغفرُ أَني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دعوت « الخليفةَ » حتى يقيم الصلاةَ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فأحرق « مكةَ » دارًا فدارًا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وشِعباً فشِعباً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وضرب « الكعبة » بالمنجنيقِ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ومنع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ذانْ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حنانيكَ يا صاحب القبة العاليهْ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ورحماك يا ماسح الجرحِ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بالمخمل الهاشميِّ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مُبرئَ الطعنة الداميهْ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غريبٌ أنا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أيّهذا الغريبُ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يمزقني الهم شلوًا فشلوًا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وتقتلني الوحدة القاسيَهْ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وعذراً .. أيا حجة الله فوق العبادِ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ويا شافعاً عند هول المعادِ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هاديَ الفرقة الناجيهْ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بكيتُ .. بيوم</w:t>
      </w:r>
      <w:r>
        <w:rPr>
          <w:rFonts w:hint="cs"/>
          <w:rtl/>
        </w:rPr>
        <w:t>ٍ</w:t>
      </w:r>
      <w:r>
        <w:rPr>
          <w:rtl/>
        </w:rPr>
        <w:t xml:space="preserve"> أغرَّ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وبين يديّ شموع وبشرى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بمولد نجم تألق في ليلة داجيَهْ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ورُبَّ عيون بكت فرحةً</w:t>
      </w:r>
    </w:p>
    <w:tbl>
      <w:tblPr>
        <w:tblStyle w:val="TableGrid"/>
        <w:bidiVisual/>
        <w:tblW w:w="5000" w:type="pct"/>
        <w:tblLook w:val="04A0"/>
      </w:tblPr>
      <w:tblGrid>
        <w:gridCol w:w="1041"/>
        <w:gridCol w:w="561"/>
        <w:gridCol w:w="641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مثل صوب الغمامِ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ودفق الينابيعِ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والساقيَهْ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فبال</w:t>
      </w:r>
      <w:r>
        <w:rPr>
          <w:rFonts w:hint="cs"/>
          <w:rtl/>
        </w:rPr>
        <w:t>أ</w:t>
      </w:r>
      <w:r>
        <w:rPr>
          <w:rtl/>
        </w:rPr>
        <w:t>مس - يا سيدي - زال خوفي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فجردت سيفي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وأصلحت درعي وترسي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وأسرجت فرسي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وداهمت قصر الخلافة والجند خلفي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وألقيت بالتاج والعرش في الهاويَهْ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وجئت إليك على سن رمحي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برأس « ابنِ سهل » ..</w:t>
      </w:r>
    </w:p>
    <w:tbl>
      <w:tblPr>
        <w:tblStyle w:val="TableGrid"/>
        <w:bidiVisual/>
        <w:tblW w:w="5000" w:type="pct"/>
        <w:tblLook w:val="04A0"/>
      </w:tblPr>
      <w:tblGrid>
        <w:gridCol w:w="802"/>
        <w:gridCol w:w="240"/>
        <w:gridCol w:w="6970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وأبناء « عباسَ »</w:t>
            </w:r>
          </w:p>
        </w:tc>
      </w:tr>
      <w:tr w:rsidR="00907987" w:rsidTr="00DB2453">
        <w:tc>
          <w:tcPr>
            <w:tcW w:w="6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 « الطاغيَهْ »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Pr="002D1A32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9/3/1998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41" w:name="_Toc283892793"/>
      <w:bookmarkStart w:id="42" w:name="_Toc410129180"/>
      <w:r>
        <w:rPr>
          <w:rtl/>
        </w:rPr>
        <w:lastRenderedPageBreak/>
        <w:t>مُذَهَّبة لذوات ال</w:t>
      </w:r>
      <w:r>
        <w:rPr>
          <w:rFonts w:hint="cs"/>
          <w:rtl/>
        </w:rPr>
        <w:t>أ</w:t>
      </w:r>
      <w:r>
        <w:rPr>
          <w:rtl/>
        </w:rPr>
        <w:t>وتار</w:t>
      </w:r>
      <w:bookmarkEnd w:id="41"/>
      <w:bookmarkEnd w:id="42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</w:t>
      </w:r>
      <w:r>
        <w:rPr>
          <w:rFonts w:hint="cs"/>
          <w:rtl/>
        </w:rPr>
        <w:t>أ</w:t>
      </w:r>
      <w:r>
        <w:rPr>
          <w:rtl/>
        </w:rPr>
        <w:t>جيال القادمةِ</w:t>
      </w:r>
    </w:p>
    <w:tbl>
      <w:tblPr>
        <w:tblStyle w:val="TableGrid"/>
        <w:bidiVisual/>
        <w:tblW w:w="5000" w:type="pct"/>
        <w:tblLook w:val="04A0"/>
      </w:tblPr>
      <w:tblGrid>
        <w:gridCol w:w="1763"/>
        <w:gridCol w:w="6249"/>
      </w:tblGrid>
      <w:tr w:rsidR="00907987" w:rsidTr="00DB2453">
        <w:tc>
          <w:tcPr>
            <w:tcW w:w="11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نموتْ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الشمس، ومن أجل الشربينِ،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ومن أجل الجبل المشتعل ثلوجاً،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والوَتَرِ، وقيثار البوحْ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النخلةِ، والوردةِ</w:t>
      </w:r>
    </w:p>
    <w:tbl>
      <w:tblPr>
        <w:tblStyle w:val="TableGrid"/>
        <w:bidiVisual/>
        <w:tblW w:w="5000" w:type="pct"/>
        <w:tblLook w:val="04A0"/>
      </w:tblPr>
      <w:tblGrid>
        <w:gridCol w:w="1362"/>
        <w:gridCol w:w="6650"/>
      </w:tblGrid>
      <w:tr w:rsidR="00907987" w:rsidTr="00DB2453">
        <w:tc>
          <w:tcPr>
            <w:tcW w:w="8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وفراشات الصبحْ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</w:t>
      </w:r>
      <w:r>
        <w:rPr>
          <w:rFonts w:hint="cs"/>
          <w:rtl/>
        </w:rPr>
        <w:t>أ</w:t>
      </w:r>
      <w:r>
        <w:rPr>
          <w:rtl/>
        </w:rPr>
        <w:t>طفال نموتْ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القمر الغائبِ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كي يطلع فوق قُرانَا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الشحاذ ليملك نهرًا من عسل</w:t>
      </w:r>
      <w:r>
        <w:rPr>
          <w:rFonts w:hint="cs"/>
          <w:rtl/>
        </w:rPr>
        <w:t>ٍ</w:t>
      </w:r>
    </w:p>
    <w:tbl>
      <w:tblPr>
        <w:tblStyle w:val="TableGrid"/>
        <w:bidiVisual/>
        <w:tblW w:w="5000" w:type="pct"/>
        <w:tblLook w:val="04A0"/>
      </w:tblPr>
      <w:tblGrid>
        <w:gridCol w:w="1362"/>
        <w:gridCol w:w="6650"/>
      </w:tblGrid>
      <w:tr w:rsidR="00907987" w:rsidTr="00DB2453">
        <w:tc>
          <w:tcPr>
            <w:tcW w:w="8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وحِسَانَا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الوثن ليؤمن باللهِ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نموتْ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من أجل الله .. نموتْ ..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دمكَ ال</w:t>
      </w:r>
      <w:r>
        <w:rPr>
          <w:rFonts w:hint="cs"/>
          <w:rtl/>
        </w:rPr>
        <w:t>أ</w:t>
      </w:r>
      <w:r>
        <w:rPr>
          <w:rtl/>
        </w:rPr>
        <w:t>نشودة والعيدُ وبذخ الميلادِ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وضحكُ القمر السابح فوق بحيرات الليلْ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السدرُ ودمك السروُ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ودمك البلوط ودمك الحرمَلْ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خرير الماءِ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وحادي ال</w:t>
      </w:r>
      <w:r>
        <w:rPr>
          <w:rFonts w:hint="cs"/>
          <w:rtl/>
        </w:rPr>
        <w:t>إ</w:t>
      </w:r>
      <w:r>
        <w:rPr>
          <w:rtl/>
        </w:rPr>
        <w:t>بل المطعونةِ في الصحراءِ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ودمك الخيمة والمحمَلْ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الجاري في أوردة الاشراقِ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وتُرع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فاقِ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يقدس للزمن الدافىءِ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المنعكس أغاريدَ على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وجه الجداولْ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المزن المتساقطُ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فوق خدود الصيفِ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وفوق القصباتِ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وفوق الاَرز المشنوقِ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وفوق جنازات الخيلْ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السعفات الراقصةُ</w:t>
      </w:r>
    </w:p>
    <w:tbl>
      <w:tblPr>
        <w:tblStyle w:val="TableGrid"/>
        <w:bidiVisual/>
        <w:tblW w:w="4833" w:type="pct"/>
        <w:tblLook w:val="04A0"/>
      </w:tblPr>
      <w:tblGrid>
        <w:gridCol w:w="276"/>
        <w:gridCol w:w="737"/>
        <w:gridCol w:w="6731"/>
      </w:tblGrid>
      <w:tr w:rsidR="00907987" w:rsidTr="00DB2453">
        <w:tc>
          <w:tcPr>
            <w:tcW w:w="178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2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النشوانةُ</w:t>
            </w:r>
          </w:p>
        </w:tc>
      </w:tr>
      <w:tr w:rsidR="00907987" w:rsidTr="00DB2453">
        <w:tc>
          <w:tcPr>
            <w:tcW w:w="654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46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عرس النَّخْلْ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البيدر والسنبلةُ</w:t>
      </w:r>
    </w:p>
    <w:tbl>
      <w:tblPr>
        <w:tblStyle w:val="TableGrid"/>
        <w:bidiVisual/>
        <w:tblW w:w="5000" w:type="pct"/>
        <w:tblLook w:val="04A0"/>
      </w:tblPr>
      <w:tblGrid>
        <w:gridCol w:w="1282"/>
        <w:gridCol w:w="6730"/>
      </w:tblGrid>
      <w:tr w:rsidR="00907987" w:rsidTr="00DB2453">
        <w:tc>
          <w:tcPr>
            <w:tcW w:w="8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ودمك المنجلْ 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دمك ال</w:t>
      </w:r>
      <w:r>
        <w:rPr>
          <w:rFonts w:hint="cs"/>
          <w:rtl/>
        </w:rPr>
        <w:t>أ</w:t>
      </w:r>
      <w:r>
        <w:rPr>
          <w:rtl/>
        </w:rPr>
        <w:t>حلى .. وال</w:t>
      </w:r>
      <w:r>
        <w:rPr>
          <w:rFonts w:hint="cs"/>
          <w:rtl/>
        </w:rPr>
        <w:t>أ</w:t>
      </w:r>
      <w:r>
        <w:rPr>
          <w:rtl/>
        </w:rPr>
        <w:t>جملْ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المسجدُ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والمعبدُ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والمحراب الزاهرُ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والمنبرُ</w:t>
      </w:r>
    </w:p>
    <w:tbl>
      <w:tblPr>
        <w:tblStyle w:val="TableGrid"/>
        <w:bidiVisual/>
        <w:tblW w:w="5000" w:type="pct"/>
        <w:tblLook w:val="04A0"/>
      </w:tblPr>
      <w:tblGrid>
        <w:gridCol w:w="802"/>
        <w:gridCol w:w="240"/>
        <w:gridCol w:w="6970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والمذبحُ</w:t>
            </w:r>
          </w:p>
        </w:tc>
      </w:tr>
      <w:tr w:rsidR="00907987" w:rsidTr="00DB2453">
        <w:tc>
          <w:tcPr>
            <w:tcW w:w="6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والهيكلْ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الباسم كبزوغ القديسينَ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ودمك الباهر كتجلي المعصومينَ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على مئذنة مدينة قلبي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دمك المنساب كفيضان النيلِ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يمهد لي دربي .. 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بابك يا أفق الكَرَمِ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دفق العشق المضطَرمِ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ألق الشرق المتوهجِ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مفتوحْ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بابك وديان وسهولٌ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وتلالٌ .. وسفوحْ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بابك قرآنٌ .. 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معجزةٌ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وتماوجُ سورَهْ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بابك ميناء - أسطورهْ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وقواربه السكرانة مسحورَهْ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بابك بئر للركب التائه في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بيداء الزمن تلوحْ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بابك نزف الشمس المقتولةِ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يا جرح الماضينَ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ويا وجع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تينَ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جسداً في عمق ضمير ال</w:t>
      </w:r>
      <w:r>
        <w:rPr>
          <w:rFonts w:hint="cs"/>
          <w:rtl/>
        </w:rPr>
        <w:t>أ</w:t>
      </w:r>
      <w:r>
        <w:rPr>
          <w:rtl/>
        </w:rPr>
        <w:t>مّةِ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مطروحْ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بابك قافلة من شهداءَ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تصلي خلف إمام مذبوحْ ..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وأنت ملاذي المدخرُ ..</w:t>
      </w:r>
    </w:p>
    <w:p w:rsidR="00907987" w:rsidRPr="009773C0" w:rsidRDefault="00907987" w:rsidP="00907987">
      <w:pPr>
        <w:pStyle w:val="libNormal0"/>
        <w:rPr>
          <w:rtl/>
        </w:rPr>
      </w:pPr>
      <w:r w:rsidRPr="009773C0">
        <w:rPr>
          <w:rtl/>
        </w:rPr>
        <w:t>وكهفي حين أطارد في ال</w:t>
      </w:r>
      <w:r>
        <w:rPr>
          <w:rFonts w:hint="cs"/>
          <w:rtl/>
        </w:rPr>
        <w:t>أ</w:t>
      </w:r>
      <w:r>
        <w:rPr>
          <w:rtl/>
        </w:rPr>
        <w:t>مصارْ ..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وأنت الناموس النازلُ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فوق ضفاف النيل ودجلةَ</w:t>
      </w:r>
    </w:p>
    <w:p w:rsidR="00907987" w:rsidRPr="009773C0" w:rsidRDefault="00907987" w:rsidP="00907987">
      <w:pPr>
        <w:pStyle w:val="libNormal0"/>
        <w:rPr>
          <w:rtl/>
        </w:rPr>
      </w:pPr>
      <w:r w:rsidRPr="009773C0">
        <w:rPr>
          <w:rtl/>
        </w:rPr>
        <w:t xml:space="preserve">حين كفرت بـ </w:t>
      </w:r>
      <w:r>
        <w:rPr>
          <w:rtl/>
        </w:rPr>
        <w:t>« إيزيسَ » و « عشتارْ »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وأنت تباشير الحريّةِ</w:t>
      </w:r>
    </w:p>
    <w:p w:rsidR="00907987" w:rsidRPr="009773C0" w:rsidRDefault="00907987" w:rsidP="00907987">
      <w:pPr>
        <w:pStyle w:val="libNormal0"/>
        <w:rPr>
          <w:rtl/>
        </w:rPr>
      </w:pPr>
      <w:r>
        <w:rPr>
          <w:rtl/>
        </w:rPr>
        <w:t>حين أصادَرُ في السر وفي الجهرِ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وتُعييني كل مذاهب تلك المعمورةِ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وتضيق عليّ ال</w:t>
      </w:r>
      <w:r>
        <w:rPr>
          <w:rFonts w:hint="cs"/>
          <w:rtl/>
        </w:rPr>
        <w:t>أ</w:t>
      </w:r>
      <w:r>
        <w:rPr>
          <w:rtl/>
        </w:rPr>
        <w:t>رض بما رحبت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وأباع كما العبد ال</w:t>
      </w:r>
      <w:r>
        <w:rPr>
          <w:rFonts w:hint="cs"/>
          <w:rtl/>
        </w:rPr>
        <w:t>آ</w:t>
      </w:r>
      <w:r>
        <w:rPr>
          <w:rtl/>
        </w:rPr>
        <w:t>بقِ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السوق الممتدةِ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من « طنجةَ » حتى « جاكرتا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ومعي يرسف في قيد الرق ال</w:t>
      </w:r>
      <w:r>
        <w:rPr>
          <w:rFonts w:hint="cs"/>
          <w:rtl/>
        </w:rPr>
        <w:t>أ</w:t>
      </w:r>
      <w:r>
        <w:rPr>
          <w:rtl/>
        </w:rPr>
        <w:t>سودِ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مليارْ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القمر المنفيُّ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إلى « الربذةِ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والشمس الطالعةُ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من « البرسبوليسِ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وصوت الفجر النائي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عن ظلمات « الحبشةِ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وشهيد ال</w:t>
      </w:r>
      <w:r>
        <w:rPr>
          <w:rFonts w:hint="cs"/>
          <w:rtl/>
        </w:rPr>
        <w:t>أ</w:t>
      </w:r>
      <w:r>
        <w:rPr>
          <w:rtl/>
        </w:rPr>
        <w:t>مّةِ « عمَّارْ »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ال</w:t>
      </w:r>
      <w:r>
        <w:rPr>
          <w:rFonts w:hint="cs"/>
          <w:rtl/>
        </w:rPr>
        <w:t>أ</w:t>
      </w:r>
      <w:r>
        <w:rPr>
          <w:rtl/>
        </w:rPr>
        <w:t>تباعُ وقد هبّوا لمؤازرتي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« عام الفيلِ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« طيور أبابيلِ »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وأنت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حجارْ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7692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وأنت النائم فوق سريري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وقد اجتمعوا من كل بطون العربِ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الحرز المنسوجُ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على باب الغارْ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بواكير الهجرةِ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والقادم بـ « فواطمنا »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رغم عيون القومِ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الخارج في الصبح تغني: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طلع البدر علينا -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وتقود الناقة لـ « قباءَ »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مهاجرةُ العصرِ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وأنت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نصارْ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وأنت فتايَ، وسيفي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والحامل في المعركة لوائي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والمدد القادم أحصنةً وملائكةً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ومجدّل أعدائي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الموقعة ال</w:t>
      </w:r>
      <w:r>
        <w:rPr>
          <w:rFonts w:hint="cs"/>
          <w:rtl/>
        </w:rPr>
        <w:t>أ</w:t>
      </w:r>
      <w:r>
        <w:rPr>
          <w:rtl/>
        </w:rPr>
        <w:t>ولى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والرافع لندائي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والصائح: « يا منصور أمِتْ »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آ</w:t>
      </w:r>
      <w:r>
        <w:rPr>
          <w:rtl/>
        </w:rPr>
        <w:t>خذ بالثارْ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وأنت الصامد بجواري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أدعوهم في أُخراهم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إذْ صعدوا .. لا يلوون على أحد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والله خبير بال</w:t>
      </w:r>
      <w:r>
        <w:rPr>
          <w:rFonts w:hint="cs"/>
          <w:rtl/>
        </w:rPr>
        <w:t>أ</w:t>
      </w:r>
      <w:r>
        <w:rPr>
          <w:rtl/>
        </w:rPr>
        <w:t>سرارْ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وما التاريخ إذا لم تُخلق أنتَ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فلاكُ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وما الجنة .. والنارْ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أنتَ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وما أدراهم من أنتَ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فهاكَ الرايةَ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واقتل « حبترَ » ..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365"/>
        <w:gridCol w:w="7371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واذبح « قنفذَ » ..</w:t>
            </w:r>
          </w:p>
        </w:tc>
      </w:tr>
      <w:tr w:rsidR="00907987" w:rsidTr="00DB2453">
        <w:tc>
          <w:tcPr>
            <w:tcW w:w="4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واصلب « نعثلَ »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واستنقذ « فَدَكاً »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من أيدي « بيبرس البُنْدُقْدارْ »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 w:rsidRPr="009D7BEB">
        <w:rPr>
          <w:rtl/>
        </w:rPr>
        <w:t xml:space="preserve">« </w:t>
      </w:r>
      <w:r>
        <w:rPr>
          <w:rtl/>
        </w:rPr>
        <w:t>إني أُخبرُ من جهة فضاء الربِّ »</w:t>
      </w:r>
    </w:p>
    <w:tbl>
      <w:tblPr>
        <w:tblStyle w:val="TableGrid"/>
        <w:bidiVisual/>
        <w:tblW w:w="5000" w:type="pct"/>
        <w:tblLook w:val="04A0"/>
      </w:tblPr>
      <w:tblGrid>
        <w:gridCol w:w="2243"/>
        <w:gridCol w:w="5769"/>
      </w:tblGrid>
      <w:tr w:rsidR="00907987" w:rsidTr="00DB2453">
        <w:tc>
          <w:tcPr>
            <w:tcW w:w="1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الموحي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« هو ترس لي »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يتولى تضميد جروحي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و« الرب يعضدني »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ويناصرني في غزواتي وفتوحي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أسجد وأرتل في « عرفاتَ »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نشيد أناشيدي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وأناولُ في « كوفانَ » شهيدَ المحراب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سلافةَ روحي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وأسلّي القلبَ</w:t>
      </w:r>
    </w:p>
    <w:tbl>
      <w:tblPr>
        <w:tblStyle w:val="TableGrid"/>
        <w:bidiVisual/>
        <w:tblW w:w="5000" w:type="pct"/>
        <w:tblLook w:val="04A0"/>
      </w:tblPr>
      <w:tblGrid>
        <w:gridCol w:w="275"/>
        <w:gridCol w:w="1327"/>
        <w:gridCol w:w="6410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وأنفخ في المزمارِ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سِلاَهْ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إني أول من شهد الجبل المندكَّ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وصاحبَ « لوطاً » وهو يغادر قريتهُ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7736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والناجي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ول بعد عذاب الظُّلَّهْ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قنطرة طلوع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تربط بين النيل ودجلَهْ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من أهدى للعرب العاربة قديماً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أول نَخْلَهْ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أول من صلّت شطر مقامي القبلَهْ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وأنا المغمورُ بمجد ذوات ال</w:t>
      </w:r>
      <w:r>
        <w:rPr>
          <w:rFonts w:hint="cs"/>
          <w:rtl/>
        </w:rPr>
        <w:t>أ</w:t>
      </w:r>
      <w:r>
        <w:rPr>
          <w:rtl/>
        </w:rPr>
        <w:t>وتارِ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الصادحة بميلادي في البيت المعمورِ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سِلاَهْ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« يا ربّ لماذا تقف بعيدَا »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 « لماذا لا تظهر في أيام الضيق »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وتُبدعني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[ وأنا المسكينُ المحترقُ بكبر الشرير ]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أعيش طريدَا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[ وأنا القائل لا أتزعزع .. في قلبهْ ]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كالفارس بين صبايا شَعبِهْ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« قم يا ربّ فلا يعترُّ الانسانُ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وتُحرقُ داري وبها بنتُ رسولِ اللهِ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سِلاهْ »</w:t>
            </w:r>
          </w:p>
        </w:tc>
      </w:tr>
    </w:tbl>
    <w:p w:rsidR="00907987" w:rsidRPr="00066B03" w:rsidRDefault="00907987" w:rsidP="00907987">
      <w:pPr>
        <w:pStyle w:val="libNormal0"/>
        <w:rPr>
          <w:rtl/>
        </w:rPr>
      </w:pPr>
    </w:p>
    <w:p w:rsidR="00907987" w:rsidRPr="00066B03" w:rsidRDefault="00907987" w:rsidP="00907987">
      <w:pPr>
        <w:pStyle w:val="libNormal0"/>
        <w:rPr>
          <w:rtl/>
        </w:rPr>
      </w:pPr>
      <w:r w:rsidRPr="00066B03">
        <w:rPr>
          <w:rtl/>
        </w:rPr>
        <w:t>و « يقول الجاهل في قلبهْ »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ليس إل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>هْ »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كالطائر ينأى عن سِرْبِهْ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لكني يا رب « على رحمتك توكلتُ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وبايعتُ بـ « خُمَّ » « عَلِيَّا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فتعاليتَ عُلُوًّا .. وتقدستَ ..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سلاهْ »</w:t>
            </w:r>
          </w:p>
        </w:tc>
      </w:tr>
    </w:tbl>
    <w:p w:rsidR="00907987" w:rsidRPr="00066B03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وعدوي « كال</w:t>
      </w:r>
      <w:r>
        <w:rPr>
          <w:rFonts w:hint="cs"/>
          <w:rtl/>
        </w:rPr>
        <w:t>أ</w:t>
      </w:r>
      <w:r>
        <w:rPr>
          <w:rtl/>
        </w:rPr>
        <w:t>سد القَرِمِ وكالشبلِ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الكامن في عِرّيسِهْ »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« قم يا ربّ، تقدمْهُ، اصرعهُ »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و« أَنصت لصراخي »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يا رب و « أَصْغِ إلى صلواتي من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شفتين بلا غش »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كنبيٍّ يجهد في تقديسِهْ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« واحفظني كالحدقة في العينِ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لعلِّي أبصر وجه الشمس وقد رُدَّتْ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ربِّ لـ « ذي القرنينِ »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سلاه »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هو هذا السَّبْيُ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وهذا النفيُ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ومزماري مزمارُ قرار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ومذهَّبتي أنشودةُ شعب منشوق</w:t>
      </w:r>
      <w:r>
        <w:rPr>
          <w:rFonts w:hint="cs"/>
          <w:rtl/>
        </w:rPr>
        <w:t>ٍ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وصلاتي « أغنيَّةُ تدشينِ البيتِ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[ فهل يحتسب الربُّ لمثلي اليومَ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خطيئهْ ]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سبحانك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926"/>
        <w:gridCol w:w="6810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هب لي من عندك أرضاً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وطنًا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قَبْرًا 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دنياً بالصبَّار مليئَهْ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سبحانك يا رب - فلا يدفنني أحدٌ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أرض التيهِ إذا مِتُّ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ولم يشهدني من أهواهْ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بل ابعث « إيليَّا » حتى يدفنني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« المكفيلةِ »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فوق ضفاف النيلِ ..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« سلاهْ »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النهر نموتْ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المطر نموتْ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الزنبقِ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وشقائق جنَّاتِ الموتِ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نموتْ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من أجل الميلاد نموتْ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15/9/1998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« ... » تضمينات من مزامير داود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[ ... ] اقتباسات من مزامير داود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43" w:name="_Toc283892794"/>
      <w:bookmarkStart w:id="44" w:name="_Toc410129181"/>
      <w:r>
        <w:rPr>
          <w:rtl/>
        </w:rPr>
        <w:lastRenderedPageBreak/>
        <w:t>موعد مع الشراع</w:t>
      </w:r>
      <w:bookmarkEnd w:id="43"/>
      <w:bookmarkEnd w:id="44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مهدك أخضرْ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ميقاتاً عاد إلى الكونِ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وقد كان يباباً مغموراً بالظلماتِ</w:t>
      </w:r>
    </w:p>
    <w:tbl>
      <w:tblPr>
        <w:tblStyle w:val="TableGrid"/>
        <w:bidiVisual/>
        <w:tblW w:w="5000" w:type="pct"/>
        <w:tblLook w:val="04A0"/>
      </w:tblPr>
      <w:tblGrid>
        <w:gridCol w:w="2404"/>
        <w:gridCol w:w="5608"/>
      </w:tblGrid>
      <w:tr w:rsidR="00907987" w:rsidTr="00DB2453">
        <w:tc>
          <w:tcPr>
            <w:tcW w:w="1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فأقمرْ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مهدك حَلَّقَ فوق سديم العالمِ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فصلَ ربيع</w:t>
      </w:r>
      <w:r>
        <w:rPr>
          <w:rFonts w:hint="cs"/>
          <w:rtl/>
        </w:rPr>
        <w:t>ٍ</w:t>
      </w:r>
      <w:r>
        <w:rPr>
          <w:rtl/>
        </w:rPr>
        <w:t xml:space="preserve"> ..</w:t>
      </w:r>
    </w:p>
    <w:tbl>
      <w:tblPr>
        <w:tblStyle w:val="TableGrid"/>
        <w:bidiVisual/>
        <w:tblW w:w="5000" w:type="pct"/>
        <w:tblLook w:val="04A0"/>
      </w:tblPr>
      <w:tblGrid>
        <w:gridCol w:w="401"/>
        <w:gridCol w:w="801"/>
        <w:gridCol w:w="6810"/>
      </w:tblGrid>
      <w:tr w:rsidR="00907987" w:rsidTr="00DB2453">
        <w:tc>
          <w:tcPr>
            <w:tcW w:w="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7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فتفتق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نجمِ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وتبرعمَ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نوارِ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وأزهر بشموس المدنيَّةِ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وحضارات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شجارِ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..... وأثمرْ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مهدك هودجنا القادم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801"/>
        <w:gridCol w:w="6009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بالتاريخ الحاشدِ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قبل التكوينِ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وقبل التقديرِ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وقبل النفخةِ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والتكويرِ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وقبل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عصُرْ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مهدك فُلكٌ يتلو طوفان ال</w:t>
      </w:r>
      <w:r>
        <w:rPr>
          <w:rFonts w:hint="cs"/>
          <w:rtl/>
        </w:rPr>
        <w:t>آ</w:t>
      </w:r>
      <w:r>
        <w:rPr>
          <w:rtl/>
        </w:rPr>
        <w:t>يات النبويةِ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للعطش الشيعيِّ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فشاطئه ( عيبة علم اللهِ )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وضفته ( الكوثر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بهرتني أعراس الوجدِ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وقد كنت من ابيضت عيناهُ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الحزن الجارفِ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فتمسّح في مهدك يوم الميلادِ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فأشرق فيه الشوق اليعقوبيُّ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وأبصَرْ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رقصت فوق شفاهي كلمات الولهِ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كغصن البانِ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تمايل .. وتثنَّى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صار نسيماً .. فتكسَّرْ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وتغنت باسمك شمعات عيوني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وفراشاتُ الصبح الحالمِ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وسط ال</w:t>
      </w:r>
      <w:r>
        <w:rPr>
          <w:rFonts w:hint="cs"/>
          <w:rtl/>
        </w:rPr>
        <w:t>أ</w:t>
      </w:r>
      <w:r>
        <w:rPr>
          <w:rtl/>
        </w:rPr>
        <w:t>نداء الفضيةِ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صحو البلورِ .. على طبق جفوني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فتحول صوف ال</w:t>
      </w:r>
      <w:r>
        <w:rPr>
          <w:rFonts w:hint="cs"/>
          <w:rtl/>
        </w:rPr>
        <w:t>أ</w:t>
      </w:r>
      <w:r>
        <w:rPr>
          <w:rtl/>
        </w:rPr>
        <w:t>عرابِ حريرًا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وتبدل صخر البيداءِ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2243"/>
        <w:gridCol w:w="5769"/>
      </w:tblGrid>
      <w:tr w:rsidR="00907987" w:rsidTr="00DB2453">
        <w:tc>
          <w:tcPr>
            <w:tcW w:w="1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إلى مرمرْ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أنا طفل عشق اللهَ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فلما لم يره رأيَ العينِ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تملّى وجهكَ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فتبدّى فيه جمال القدوسِ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1727"/>
        <w:gridCol w:w="6009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وأشرق نور الملكوتِ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وأسفَرْ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« حَسَنَ » العترةِ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7736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وشبيهَ نبيِّ اللهِ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مجد القربى والبيتِ الذاهبِ عنه</w:t>
      </w:r>
    </w:p>
    <w:tbl>
      <w:tblPr>
        <w:tblStyle w:val="TableGrid"/>
        <w:bidiVisual/>
        <w:tblW w:w="5000" w:type="pct"/>
        <w:tblLook w:val="04A0"/>
      </w:tblPr>
      <w:tblGrid>
        <w:gridCol w:w="561"/>
        <w:gridCol w:w="7451"/>
      </w:tblGrid>
      <w:tr w:rsidR="00907987" w:rsidTr="00DB2453">
        <w:tc>
          <w:tcPr>
            <w:tcW w:w="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الرجسُ بكنْ فيكونُ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فكان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زكى ..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طهَرْ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بكر الزهراءِ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قُبلةَ حجج السُّبُّوحِ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1727"/>
        <w:gridCol w:w="6009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على وجنة هارونَ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مةِ</w:t>
            </w:r>
          </w:p>
        </w:tc>
      </w:tr>
      <w:tr w:rsidR="00907987" w:rsidTr="00DB2453">
        <w:tc>
          <w:tcPr>
            <w:tcW w:w="12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يا شُبَّرْ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ميلادك .. فَرَحٌ</w:t>
      </w:r>
    </w:p>
    <w:tbl>
      <w:tblPr>
        <w:tblStyle w:val="TableGrid"/>
        <w:bidiVisual/>
        <w:tblW w:w="5000" w:type="pct"/>
        <w:tblLook w:val="04A0"/>
      </w:tblPr>
      <w:tblGrid>
        <w:gridCol w:w="240"/>
        <w:gridCol w:w="7772"/>
      </w:tblGrid>
      <w:tr w:rsidR="00907987" w:rsidTr="00DB2453">
        <w:tc>
          <w:tcPr>
            <w:tcW w:w="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فالفاء المفتوحة: فاطمةٌ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والراء: رسولُ اللهِ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وحاءهما: حيدرْ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دعنا نتصدق عنك بهذا الكون جميعَا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ونعُق بهذا الكون جميعَا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فالكون اللامتناهي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لا يوزن بشعيرات</w:t>
      </w:r>
      <w:r>
        <w:rPr>
          <w:rFonts w:hint="cs"/>
          <w:rtl/>
        </w:rPr>
        <w:t>ٍ</w:t>
      </w:r>
      <w:r>
        <w:rPr>
          <w:rtl/>
        </w:rPr>
        <w:t xml:space="preserve"> من رأسكَ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يا أغلى من كل كنوز الذهبِ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ويا أحلى من كافة أبناء العَرَبِ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ويا أثمن من كل ل</w:t>
      </w:r>
      <w:r>
        <w:rPr>
          <w:rFonts w:hint="cs"/>
          <w:rtl/>
        </w:rPr>
        <w:t>آ</w:t>
      </w:r>
      <w:r>
        <w:rPr>
          <w:rtl/>
        </w:rPr>
        <w:t>لي ال</w:t>
      </w:r>
      <w:r>
        <w:rPr>
          <w:rFonts w:hint="cs"/>
          <w:rtl/>
        </w:rPr>
        <w:t>أ</w:t>
      </w:r>
      <w:r>
        <w:rPr>
          <w:rtl/>
        </w:rPr>
        <w:t>بحُرْ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وتعالَ .. توسدْ منا ال</w:t>
      </w:r>
      <w:r>
        <w:rPr>
          <w:rFonts w:hint="cs"/>
          <w:rtl/>
        </w:rPr>
        <w:t>أ</w:t>
      </w:r>
      <w:r>
        <w:rPr>
          <w:rtl/>
        </w:rPr>
        <w:t>فئدةَ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ونم بين ال</w:t>
      </w:r>
      <w:r>
        <w:rPr>
          <w:rFonts w:hint="cs"/>
          <w:rtl/>
        </w:rPr>
        <w:t>أ</w:t>
      </w:r>
      <w:r>
        <w:rPr>
          <w:rtl/>
        </w:rPr>
        <w:t>ضلاعِ</w:t>
      </w:r>
    </w:p>
    <w:tbl>
      <w:tblPr>
        <w:tblStyle w:val="TableGrid"/>
        <w:bidiVisual/>
        <w:tblW w:w="5000" w:type="pct"/>
        <w:tblLook w:val="04A0"/>
      </w:tblPr>
      <w:tblGrid>
        <w:gridCol w:w="276"/>
        <w:gridCol w:w="7736"/>
      </w:tblGrid>
      <w:tr w:rsidR="00907987" w:rsidTr="00DB2453">
        <w:tc>
          <w:tcPr>
            <w:tcW w:w="172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28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وسافر في دورتنا الدمويةِ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واسكن نبض ال</w:t>
      </w:r>
      <w:r>
        <w:rPr>
          <w:rFonts w:hint="cs"/>
          <w:rtl/>
        </w:rPr>
        <w:t>أ</w:t>
      </w:r>
      <w:r>
        <w:rPr>
          <w:rtl/>
        </w:rPr>
        <w:t>شياع المتدفقَ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واحبُ على ال</w:t>
      </w:r>
      <w:r>
        <w:rPr>
          <w:rFonts w:hint="cs"/>
          <w:rtl/>
        </w:rPr>
        <w:t>أ</w:t>
      </w:r>
      <w:r>
        <w:rPr>
          <w:rtl/>
        </w:rPr>
        <w:t>كباد المفروشةِ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561"/>
        <w:gridCol w:w="240"/>
        <w:gridCol w:w="6570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واختَلْ ..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وتدلَّلْ ..</w:t>
            </w:r>
          </w:p>
        </w:tc>
      </w:tr>
      <w:tr w:rsidR="00907987" w:rsidTr="00DB2453">
        <w:tc>
          <w:tcPr>
            <w:tcW w:w="9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وتبخترْ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عشقتك أقاليم الكون السبعةُ</w:t>
      </w:r>
    </w:p>
    <w:tbl>
      <w:tblPr>
        <w:tblStyle w:val="TableGrid"/>
        <w:bidiVisual/>
        <w:tblW w:w="5000" w:type="pct"/>
        <w:tblLook w:val="04A0"/>
      </w:tblPr>
      <w:tblGrid>
        <w:gridCol w:w="642"/>
        <w:gridCol w:w="320"/>
        <w:gridCol w:w="320"/>
        <w:gridCol w:w="6730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واحترقت صمتاً</w:t>
            </w:r>
          </w:p>
        </w:tc>
      </w:tr>
      <w:tr w:rsidR="00907987" w:rsidTr="00DB2453">
        <w:tc>
          <w:tcPr>
            <w:tcW w:w="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حتى تسمع صوتكَ</w:t>
            </w:r>
          </w:p>
        </w:tc>
      </w:tr>
      <w:tr w:rsidR="00907987" w:rsidTr="00DB2453">
        <w:tc>
          <w:tcPr>
            <w:tcW w:w="8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من خلف الحجب الغيبيةِ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فتحدّث يا هذا القرآنُ الناطقُ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7692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فالكعبة مجتمع العشاقِ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 xml:space="preserve">وساق العرش هو المنبَرْ .. 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فالكعبة مجتمع العشاقِ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وأعدْ لل</w:t>
      </w:r>
      <w:r>
        <w:rPr>
          <w:rFonts w:hint="cs"/>
          <w:rtl/>
        </w:rPr>
        <w:t>أ</w:t>
      </w:r>
      <w:r>
        <w:rPr>
          <w:rtl/>
        </w:rPr>
        <w:t>مة عصراً ذهبيًّا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حتى يعمرَ محرابُ الكوفةِ</w:t>
      </w:r>
    </w:p>
    <w:tbl>
      <w:tblPr>
        <w:tblStyle w:val="TableGrid"/>
        <w:bidiVisual/>
        <w:tblW w:w="5000" w:type="pct"/>
        <w:tblLook w:val="04A0"/>
      </w:tblPr>
      <w:tblGrid>
        <w:gridCol w:w="321"/>
        <w:gridCol w:w="320"/>
        <w:gridCol w:w="7371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وتؤذنَ للفجر قبابُ النجف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شرفِ</w:t>
            </w:r>
          </w:p>
        </w:tc>
      </w:tr>
      <w:tr w:rsidR="00907987" w:rsidTr="00DB2453">
        <w:tc>
          <w:tcPr>
            <w:tcW w:w="4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وتؤذنَ للفجر قبابُ النجف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شرفِ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Pr="00886D91" w:rsidRDefault="00907987" w:rsidP="00907987">
      <w:pPr>
        <w:pStyle w:val="libNormal0"/>
        <w:rPr>
          <w:rtl/>
        </w:rPr>
      </w:pPr>
      <w:r w:rsidRPr="00886D91">
        <w:rPr>
          <w:rtl/>
        </w:rPr>
        <w:t>نزفك أخضرْ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جرحاً أعمقَ من وجدان ال</w:t>
      </w:r>
      <w:r>
        <w:rPr>
          <w:rFonts w:hint="cs"/>
          <w:rtl/>
        </w:rPr>
        <w:t>أ</w:t>
      </w:r>
      <w:r>
        <w:rPr>
          <w:rtl/>
        </w:rPr>
        <w:t>مةِ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عصر الخذلانِ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ويا صلحاً أطول من أزمنة الهذيانِ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وأوسع من صفحات الدفتَرْ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سيفاً .. لو جُرّدَ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لاستقطب أطراف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وأخضع صلف قبائلنا الموتورةِ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دار ( ابنِ أُبَي )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واستنزف دمها المهدورَ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320"/>
        <w:gridCol w:w="705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وعلمها الكرّةَ .. والفرَّةَ</w:t>
            </w:r>
          </w:p>
        </w:tc>
      </w:tr>
      <w:tr w:rsidR="00907987" w:rsidTr="00DB2453">
        <w:tc>
          <w:tcPr>
            <w:tcW w:w="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والصولةَ .. والجولةَ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ودهاها بدواهي ( بدر</w:t>
      </w:r>
      <w:r>
        <w:rPr>
          <w:rFonts w:hint="cs"/>
          <w:rtl/>
        </w:rPr>
        <w:t>ٍ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ومصائب ( خيبَرْ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عهداً .. لو لم يُنقَضْ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لدفنَّا أجداث ( </w:t>
      </w:r>
      <w:r>
        <w:rPr>
          <w:rFonts w:hint="cs"/>
          <w:rtl/>
        </w:rPr>
        <w:t>أ</w:t>
      </w:r>
      <w:r>
        <w:rPr>
          <w:rtl/>
        </w:rPr>
        <w:t>مية</w:t>
      </w:r>
      <w:r>
        <w:rPr>
          <w:rFonts w:hint="cs"/>
          <w:rtl/>
        </w:rPr>
        <w:t>َ</w:t>
      </w:r>
      <w:r>
        <w:rPr>
          <w:rtl/>
        </w:rPr>
        <w:t xml:space="preserve">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في رمل الصحراءِ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وأنزلناها لحد التاريخِ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وعلقنا رأس ( معاوية</w:t>
      </w:r>
      <w:r>
        <w:rPr>
          <w:rFonts w:hint="cs"/>
          <w:rtl/>
        </w:rPr>
        <w:t>َ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1362"/>
        <w:gridCol w:w="6650"/>
      </w:tblGrid>
      <w:tr w:rsidR="00907987" w:rsidTr="00DB2453">
        <w:tc>
          <w:tcPr>
            <w:tcW w:w="8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على باب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هرام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ورأس ( ابن العاصِ ) على باب ال</w:t>
      </w:r>
      <w:r>
        <w:rPr>
          <w:rFonts w:hint="cs"/>
          <w:rtl/>
        </w:rPr>
        <w:t>أ</w:t>
      </w:r>
      <w:r>
        <w:rPr>
          <w:rtl/>
        </w:rPr>
        <w:t>قصُرْ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لكنك كنت كبيرًا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والعقلُ العربيُ - القبليُّ الساذجُ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كان صغيرًا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فاستأجر « جعدةَ » بالمجانِ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وشأنُ الخائن أن يُستأجَرْ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ما أقبح عهر العرب المستعربةِ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وقد باعت شرف عشيرتها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منذ ( </w:t>
      </w:r>
      <w:r>
        <w:rPr>
          <w:rFonts w:hint="cs"/>
          <w:rtl/>
        </w:rPr>
        <w:t>أ</w:t>
      </w:r>
      <w:r>
        <w:rPr>
          <w:rtl/>
        </w:rPr>
        <w:t>بي بكر</w:t>
      </w:r>
      <w:r>
        <w:rPr>
          <w:rFonts w:hint="cs"/>
          <w:rtl/>
        </w:rPr>
        <w:t>ٍ</w:t>
      </w:r>
      <w:r>
        <w:rPr>
          <w:rtl/>
        </w:rPr>
        <w:t xml:space="preserve">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خلفاءِ الذهب ال</w:t>
      </w:r>
      <w:r>
        <w:rPr>
          <w:rFonts w:hint="cs"/>
          <w:rtl/>
        </w:rPr>
        <w:t>أ</w:t>
      </w:r>
      <w:r>
        <w:rPr>
          <w:rtl/>
        </w:rPr>
        <w:t>سودِ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21"/>
        <w:gridCol w:w="401"/>
        <w:gridCol w:w="6249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وسماسرةِ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حزابِ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وببغاوات المؤتمرات الدوليّةِ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وحفاة الوحدةِ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وحواة الجامعة العربيّةِ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ودراويش منظمة المؤتمر الاسلاميِّ</w:t>
            </w:r>
          </w:p>
        </w:tc>
      </w:tr>
      <w:tr w:rsidR="00907987" w:rsidTr="00DB2453">
        <w:tc>
          <w:tcPr>
            <w:tcW w:w="8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وفُجّار القوميّاتِ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وتجار الثوراتِ</w:t>
            </w:r>
          </w:p>
        </w:tc>
      </w:tr>
      <w:tr w:rsidR="00907987" w:rsidTr="00DB2453">
        <w:tc>
          <w:tcPr>
            <w:tcW w:w="11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9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وجنرالات العسكرْ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سيد أحزاني .. عذرًا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وكريم مثلك إذْ يقصده معترٌّ مثلي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يَعذُرْ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سامحني أن غبت طويلاً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عن محفل شيعتكِ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وقد قاموا في محراب العشقِ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سكارى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وعلى جبهة كل منهم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جُرحٌ أحمَرْ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وحنانيكَ ..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فهآنذا بين يديكَ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أطأطىء رأسيَ مقلوب الترسِ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وحسبي أن أتمثل في زمن الذلة</w:t>
      </w:r>
    </w:p>
    <w:tbl>
      <w:tblPr>
        <w:tblStyle w:val="TableGrid"/>
        <w:bidiVisual/>
        <w:tblW w:w="5000" w:type="pct"/>
        <w:tblLook w:val="04A0"/>
      </w:tblPr>
      <w:tblGrid>
        <w:gridCol w:w="2163"/>
        <w:gridCol w:w="5849"/>
      </w:tblGrid>
      <w:tr w:rsidR="00907987" w:rsidTr="00DB2453">
        <w:tc>
          <w:tcPr>
            <w:tcW w:w="13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6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( بالحُر</w:t>
            </w:r>
            <w:r>
              <w:rPr>
                <w:rFonts w:hint="cs"/>
                <w:rtl/>
              </w:rPr>
              <w:t>ّْ</w:t>
            </w:r>
            <w:r>
              <w:rPr>
                <w:rtl/>
              </w:rPr>
              <w:t xml:space="preserve"> )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قد كنتُ نبيا أبق إلى الفلك المشحونِ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فساهم في ال</w:t>
      </w:r>
      <w:r>
        <w:rPr>
          <w:rFonts w:hint="cs"/>
          <w:rtl/>
        </w:rPr>
        <w:t>أ</w:t>
      </w:r>
      <w:r>
        <w:rPr>
          <w:rtl/>
        </w:rPr>
        <w:t>نواءِ ..</w:t>
      </w:r>
    </w:p>
    <w:tbl>
      <w:tblPr>
        <w:tblStyle w:val="TableGrid"/>
        <w:bidiVisual/>
        <w:tblW w:w="5000" w:type="pct"/>
        <w:tblLook w:val="04A0"/>
      </w:tblPr>
      <w:tblGrid>
        <w:gridCol w:w="323"/>
        <w:gridCol w:w="321"/>
        <w:gridCol w:w="319"/>
        <w:gridCol w:w="320"/>
        <w:gridCol w:w="320"/>
        <w:gridCol w:w="320"/>
        <w:gridCol w:w="320"/>
        <w:gridCol w:w="5769"/>
      </w:tblGrid>
      <w:tr w:rsidR="00907987" w:rsidTr="00DB2453">
        <w:tc>
          <w:tcPr>
            <w:tcW w:w="201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799" w:type="pct"/>
            <w:gridSpan w:val="7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فأُدحضَ ..</w:t>
            </w:r>
          </w:p>
        </w:tc>
      </w:tr>
      <w:tr w:rsidR="00907987" w:rsidTr="00DB2453">
        <w:tc>
          <w:tcPr>
            <w:tcW w:w="401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99" w:type="pct"/>
            <w:gridSpan w:val="6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فالتقمته الفِرَقُ ..</w:t>
            </w:r>
          </w:p>
        </w:tc>
      </w:tr>
      <w:tr w:rsidR="00907987" w:rsidTr="00DB2453">
        <w:tc>
          <w:tcPr>
            <w:tcW w:w="6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فنادى في الظلماتِ</w:t>
            </w:r>
          </w:p>
        </w:tc>
      </w:tr>
      <w:tr w:rsidR="00907987" w:rsidTr="00DB2453">
        <w:tc>
          <w:tcPr>
            <w:tcW w:w="800" w:type="pct"/>
            <w:gridSpan w:val="4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00" w:type="pct"/>
            <w:gridSpan w:val="4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فجاء إليه بشير الميلادِ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بريح قميصك ..</w:t>
            </w:r>
          </w:p>
        </w:tc>
      </w:tr>
      <w:tr w:rsidR="00907987" w:rsidTr="00DB2453">
        <w:tc>
          <w:tcPr>
            <w:tcW w:w="1000" w:type="pct"/>
            <w:gridSpan w:val="5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فتفيأ شجرة يقطين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..</w:t>
            </w:r>
          </w:p>
        </w:tc>
      </w:tr>
      <w:tr w:rsidR="00907987" w:rsidTr="00DB2453">
        <w:tc>
          <w:tcPr>
            <w:tcW w:w="1200" w:type="pct"/>
            <w:gridSpan w:val="6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وارتد سليماً .. واستبصرْ ..</w:t>
            </w:r>
          </w:p>
        </w:tc>
      </w:tr>
      <w:tr w:rsidR="00907987" w:rsidTr="00DB2453">
        <w:tc>
          <w:tcPr>
            <w:tcW w:w="1400" w:type="pct"/>
            <w:gridSpan w:val="7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6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واستبصرْ ..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1/1/99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45" w:name="_Toc283892795"/>
      <w:bookmarkStart w:id="46" w:name="_Toc410129182"/>
      <w:r>
        <w:rPr>
          <w:rtl/>
        </w:rPr>
        <w:lastRenderedPageBreak/>
        <w:t>منشور الغدير</w:t>
      </w:r>
      <w:bookmarkEnd w:id="45"/>
      <w:bookmarkEnd w:id="46"/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آت</w:t>
      </w:r>
      <w:r>
        <w:rPr>
          <w:rFonts w:hint="cs"/>
          <w:rtl/>
        </w:rPr>
        <w:t>ٍ</w:t>
      </w:r>
      <w:r>
        <w:rPr>
          <w:rtl/>
        </w:rPr>
        <w:t xml:space="preserve"> من نهر الملحْ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أنا آت</w:t>
      </w:r>
      <w:r>
        <w:rPr>
          <w:rFonts w:hint="cs"/>
          <w:rtl/>
        </w:rPr>
        <w:t>ٍ</w:t>
      </w:r>
      <w:r>
        <w:rPr>
          <w:rtl/>
        </w:rPr>
        <w:t xml:space="preserve"> من عطش ال</w:t>
      </w:r>
      <w:r>
        <w:rPr>
          <w:rFonts w:hint="cs"/>
          <w:rtl/>
        </w:rPr>
        <w:t>أ</w:t>
      </w:r>
      <w:r>
        <w:rPr>
          <w:rtl/>
        </w:rPr>
        <w:t>شياءْ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آت</w:t>
      </w:r>
      <w:r>
        <w:rPr>
          <w:rFonts w:hint="cs"/>
          <w:rtl/>
        </w:rPr>
        <w:t>ٍ</w:t>
      </w:r>
      <w:r>
        <w:rPr>
          <w:rtl/>
        </w:rPr>
        <w:t xml:space="preserve"> من موج دماء ( ال</w:t>
      </w:r>
      <w:r>
        <w:rPr>
          <w:rFonts w:hint="cs"/>
          <w:rtl/>
        </w:rPr>
        <w:t>أ</w:t>
      </w:r>
      <w:r>
        <w:rPr>
          <w:rtl/>
        </w:rPr>
        <w:t>شتر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تشخب أجنحتي حزناً شيعياً صرفا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ليس مشوباً بمضيرة أصحاب الهِرَر السوداءْ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ويطاردني الجمهور ال</w:t>
      </w:r>
      <w:r>
        <w:rPr>
          <w:rFonts w:hint="cs"/>
          <w:rtl/>
        </w:rPr>
        <w:t>أ</w:t>
      </w:r>
      <w:r>
        <w:rPr>
          <w:rtl/>
        </w:rPr>
        <w:t>مويُّ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بوابات صلاة الجمعهْ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قمري عَلَويٌّ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والشرفات الضاحكة على أهداب عيوني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تسكنها فاطمة الزهراءْ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( عائشة ) .. لا أعرفها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لو كانت أمي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وكذا .. لا أعرف ( قاتلها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لو أوقعها في بئر مخفيَّهْ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أنا آت ومعي كل سيوف المخلوقات البيضاءْ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لنشايع سيفاً يقف وحيداً .. معتدًّا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وسط الفتن العمياءْ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أنا عاقرُ جمل ( حميراء ) ال</w:t>
      </w:r>
      <w:r>
        <w:rPr>
          <w:rFonts w:hint="cs"/>
          <w:rtl/>
        </w:rPr>
        <w:t>إ</w:t>
      </w:r>
      <w:r>
        <w:rPr>
          <w:rtl/>
        </w:rPr>
        <w:t>فكْ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نبحتهم في الليل كلابُ الحوأبْ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فتناسوا عند الصبح نبوءة ( يثرب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أنا آت</w:t>
      </w:r>
      <w:r>
        <w:rPr>
          <w:rFonts w:hint="cs"/>
          <w:rtl/>
        </w:rPr>
        <w:t>ٍ</w:t>
      </w:r>
      <w:r>
        <w:rPr>
          <w:rtl/>
        </w:rPr>
        <w:t xml:space="preserve"> يا ( هارون</w:t>
      </w:r>
      <w:r>
        <w:rPr>
          <w:rFonts w:hint="cs"/>
          <w:rtl/>
        </w:rPr>
        <w:t>ُ</w:t>
      </w:r>
      <w:r>
        <w:rPr>
          <w:rtl/>
        </w:rPr>
        <w:t xml:space="preserve"> ) إليك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جرحي كالغار الواسِع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كال</w:t>
      </w:r>
      <w:r>
        <w:rPr>
          <w:rFonts w:hint="cs"/>
          <w:rtl/>
        </w:rPr>
        <w:t>أ</w:t>
      </w:r>
      <w:r>
        <w:rPr>
          <w:rtl/>
        </w:rPr>
        <w:t>فقِ .. الراكِع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( فاران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)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ووصاياي العشرُ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انتهبتها أوغاد ( الفرعون</w:t>
      </w:r>
      <w:r>
        <w:rPr>
          <w:rFonts w:hint="cs"/>
          <w:rtl/>
        </w:rPr>
        <w:t>ِ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320"/>
        <w:gridCol w:w="7051"/>
      </w:tblGrid>
      <w:tr w:rsidR="00907987" w:rsidTr="00DB2453">
        <w:tc>
          <w:tcPr>
            <w:tcW w:w="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على قمة ( ساعير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)</w:t>
            </w:r>
          </w:p>
        </w:tc>
      </w:tr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وألقتها في ( نيل )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بديَّهْ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سفني يعرفها البحرْ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وقوارب أحزاني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تعشقها أنهار الكوثرْ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فتطاولْ يا ذا الرأس الشامخِ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وانفَحْني في الطخية مجدافاً وشراعاً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واحبسْ عني عاصفة الحقد القرشيَّهْ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وابعث تنيناً ينقذني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أو حوتاً يمنعني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من شر قراصنة الدهرْ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أو .. فاخرق فُلكي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فورائي ملك يأخذ كلَّ السفن الشيعيةِ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800"/>
        <w:gridCol w:w="1444"/>
        <w:gridCol w:w="4166"/>
      </w:tblGrid>
      <w:tr w:rsidR="00907987" w:rsidTr="00DB2453">
        <w:tc>
          <w:tcPr>
            <w:tcW w:w="24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6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غَصْبَا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يا ( خ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ضْر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)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مَّةِ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والبابَ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وحد لمدينة علم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سماءْ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علمني مما تعلم رُشدَا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فأنا لا أسطيع الصبرَ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على تأويل الغيب المدهشْ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أو أقم اليوم جداري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فلرُبَّ كنوز النصر المحبوسِ</w:t>
            </w:r>
          </w:p>
        </w:tc>
      </w:tr>
      <w:tr w:rsidR="00907987" w:rsidTr="00DB2453">
        <w:tc>
          <w:tcPr>
            <w:tcW w:w="1499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1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غَصْبَا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انطمرت تحتَهْ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أو فاجعل رَدماً .. أو سَدَّا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يحجب عني غارات ( التَّتر ) الهمجيَّهْ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يا (ذا القرنين )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رَزئي عظمت أوصابُهْ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كَرْبي لا تُفرجُ أبوابُهْ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والمعركة العظمى تشتد .. وتحتدُّ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كأنَّا في ( صفين ) الفتنةِ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وأباطيلِ ( المُخْدَجْ )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 ( ابنُ العاص ) يتاجر في عورتهِ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أسواق الوطن العربيّْ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وصلاةٌ في (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زهر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)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800"/>
        <w:gridCol w:w="402"/>
        <w:gridCol w:w="5208"/>
      </w:tblGrid>
      <w:tr w:rsidR="00907987" w:rsidTr="00DB2453">
        <w:tc>
          <w:tcPr>
            <w:tcW w:w="1499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1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تُختم بدعاء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( لل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خشيد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)</w:t>
            </w: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يتبعها الكرسيُّ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ول في ( دار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فتاء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)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أقفرت ( الفسطاطُ )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ولم يصل ( العهد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) إليها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 (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شتر ) قتلته جنود الشيطانِ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المدسوسةُ في العسل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مويّْ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 ( ابنُ أبي بكر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) أذرته الريح رمادًا ..</w:t>
            </w:r>
          </w:p>
        </w:tc>
      </w:tr>
      <w:tr w:rsidR="00907987" w:rsidTr="00DB2453">
        <w:tc>
          <w:tcPr>
            <w:tcW w:w="175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250" w:type="pct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بعد الفتكِ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وبعد الحرْقِ ..</w:t>
            </w:r>
          </w:p>
        </w:tc>
      </w:tr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 xml:space="preserve">وجيفة (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ولاد أبي سفيان )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تفوح بسوق العطارينَ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فيحسبها الجهلة عطرًا نبويَّا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دعني أستطرد في مأساتي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أفلسنا نحتفل اليوم هنا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بولاية عهدكْ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قُتل الخراصونَ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وسُحق ال</w:t>
      </w:r>
      <w:r>
        <w:rPr>
          <w:rFonts w:hint="cs"/>
          <w:rtl/>
        </w:rPr>
        <w:t>إ</w:t>
      </w:r>
      <w:r>
        <w:rPr>
          <w:rtl/>
        </w:rPr>
        <w:t>علاميونَ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ومُحقت شبكات ( ال</w:t>
      </w:r>
      <w:r>
        <w:rPr>
          <w:rFonts w:hint="cs"/>
          <w:rtl/>
        </w:rPr>
        <w:t>إ</w:t>
      </w:r>
      <w:r>
        <w:rPr>
          <w:rtl/>
        </w:rPr>
        <w:t>ينترنت</w:t>
      </w:r>
      <w:r>
        <w:rPr>
          <w:rFonts w:hint="cs"/>
          <w:rtl/>
        </w:rPr>
        <w:t>ّ</w:t>
      </w:r>
      <w:r>
        <w:rPr>
          <w:rtl/>
        </w:rPr>
        <w:t xml:space="preserve"> ) جميعَا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فلماذا لا يأتي خبر ولايتك اليومَ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على تلك الصفحات المحمومهْ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أم أنّ العالم مهووس بفضائحِ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رؤساء الجمهوريَّهْ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واستنساخ ضفائر ( مونيكا لوينسكي )</w:t>
      </w:r>
    </w:p>
    <w:tbl>
      <w:tblPr>
        <w:tblStyle w:val="TableGrid"/>
        <w:bidiVisual/>
        <w:tblW w:w="5000" w:type="pct"/>
        <w:tblLook w:val="04A0"/>
      </w:tblPr>
      <w:tblGrid>
        <w:gridCol w:w="1442"/>
        <w:gridCol w:w="6570"/>
      </w:tblGrid>
      <w:tr w:rsidR="00907987" w:rsidTr="00DB2453">
        <w:tc>
          <w:tcPr>
            <w:tcW w:w="9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وسط طقوس صهيونيَّهْ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فلتخرسْ كل إذاعات الفُجَّار المسموعةِ والمرئيَّهْ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ولتُحرقْ صفحاتُ ال</w:t>
      </w:r>
      <w:r>
        <w:rPr>
          <w:rFonts w:hint="cs"/>
          <w:rtl/>
        </w:rPr>
        <w:t>أ</w:t>
      </w:r>
      <w:r>
        <w:rPr>
          <w:rtl/>
        </w:rPr>
        <w:t>حداثِ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وتصمتْ أخبار القتلِ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وأنباءُ السرقةِ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والوفياتِ الملكيَّهْ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أفلم تُسرق منك عباءتك البيضاءْ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7692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والبُردُ النبويُّ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شرفُ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والبيعةُ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7692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والسعفاتُ الخضراءْ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أفلم تقتلك الفئةُ الباغيةُ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وأنت تؤم صلاة الصبحْ ..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فلماذا لا تتصدر تلك ال</w:t>
      </w:r>
      <w:r>
        <w:rPr>
          <w:rFonts w:hint="cs"/>
          <w:rtl/>
        </w:rPr>
        <w:t>أ</w:t>
      </w:r>
      <w:r>
        <w:rPr>
          <w:rtl/>
        </w:rPr>
        <w:t>خبارُ</w:t>
      </w:r>
    </w:p>
    <w:tbl>
      <w:tblPr>
        <w:tblStyle w:val="TableGrid"/>
        <w:bidiVisual/>
        <w:tblW w:w="5000" w:type="pct"/>
        <w:tblLook w:val="04A0"/>
      </w:tblPr>
      <w:tblGrid>
        <w:gridCol w:w="1362"/>
        <w:gridCol w:w="6650"/>
      </w:tblGrid>
      <w:tr w:rsidR="00907987" w:rsidTr="00DB2453">
        <w:tc>
          <w:tcPr>
            <w:tcW w:w="8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1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الصحف اليوميَّهْ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ولماذا لا تُنتج ( هوليود ) ال</w:t>
      </w:r>
      <w:r>
        <w:rPr>
          <w:rFonts w:hint="cs"/>
          <w:rtl/>
        </w:rPr>
        <w:t>أ</w:t>
      </w:r>
      <w:r>
        <w:rPr>
          <w:rtl/>
        </w:rPr>
        <w:t>مريكيةُ</w:t>
      </w:r>
    </w:p>
    <w:tbl>
      <w:tblPr>
        <w:tblStyle w:val="TableGrid"/>
        <w:bidiVisual/>
        <w:tblW w:w="5000" w:type="pct"/>
        <w:tblLook w:val="04A0"/>
      </w:tblPr>
      <w:tblGrid>
        <w:gridCol w:w="2003"/>
        <w:gridCol w:w="6009"/>
      </w:tblGrid>
      <w:tr w:rsidR="00907987" w:rsidTr="00DB2453">
        <w:tc>
          <w:tcPr>
            <w:tcW w:w="12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فيلماً عنك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ولماذا لا تهتم ( اكاديمياتُ استوكهولمَ )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بابداع الشعراء العلويينْ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أم أنّ ( يهوذا الاسخريوطي</w:t>
      </w:r>
      <w:r>
        <w:rPr>
          <w:rFonts w:hint="cs"/>
          <w:rtl/>
        </w:rPr>
        <w:t>َّ</w:t>
      </w:r>
      <w:r>
        <w:rPr>
          <w:rtl/>
        </w:rPr>
        <w:t xml:space="preserve"> )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يراقب أبواب وزارات ال</w:t>
      </w:r>
      <w:r>
        <w:rPr>
          <w:rFonts w:hint="cs"/>
          <w:rtl/>
        </w:rPr>
        <w:t>إ</w:t>
      </w:r>
      <w:r>
        <w:rPr>
          <w:rtl/>
        </w:rPr>
        <w:t>علام المأجورةِ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ويلوّح بمقص ( القيصر</w:t>
      </w:r>
      <w:r>
        <w:rPr>
          <w:rFonts w:hint="cs"/>
          <w:rtl/>
        </w:rPr>
        <w:t>ِ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قُدّامَ صفوف النُّخبهْ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ويوزع جائزة ( ال</w:t>
      </w:r>
      <w:r>
        <w:rPr>
          <w:rFonts w:hint="cs"/>
          <w:rtl/>
        </w:rPr>
        <w:t>آ</w:t>
      </w:r>
      <w:r>
        <w:rPr>
          <w:rtl/>
        </w:rPr>
        <w:t>يات الشيطانية )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320"/>
        <w:gridCol w:w="641"/>
        <w:gridCol w:w="6410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اللا أدبِ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وفي الزندقةِ</w:t>
            </w:r>
          </w:p>
        </w:tc>
      </w:tr>
      <w:tr w:rsidR="00907987" w:rsidTr="00DB2453">
        <w:tc>
          <w:tcPr>
            <w:tcW w:w="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وفي السحرِ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وفي الشعوذةِ</w:t>
            </w:r>
          </w:p>
        </w:tc>
      </w:tr>
      <w:tr w:rsidR="00907987" w:rsidTr="00DB2453">
        <w:tc>
          <w:tcPr>
            <w:tcW w:w="10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وفي الدجل الدوليّْ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قتلتنا الجائزةُ التقديريةُ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للدول التتريَّهْ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قتلتنا جائزة ( نوبل</w:t>
      </w:r>
      <w:r>
        <w:rPr>
          <w:rFonts w:hint="cs"/>
          <w:rtl/>
        </w:rPr>
        <w:t>ْ</w:t>
      </w:r>
      <w:r>
        <w:rPr>
          <w:rtl/>
        </w:rPr>
        <w:t xml:space="preserve"> )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قتلتنا جائزة ( البابطين )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320"/>
        <w:gridCol w:w="705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وجائزة ( البابطيـ ...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  <w:tr w:rsidR="00907987" w:rsidTr="00DB2453">
        <w:tc>
          <w:tcPr>
            <w:tcW w:w="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( سعادِ الصبَّاحْ )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قتلتنا أموال ال</w:t>
      </w:r>
      <w:r>
        <w:rPr>
          <w:rFonts w:hint="cs"/>
          <w:rtl/>
        </w:rPr>
        <w:t>أ</w:t>
      </w:r>
      <w:r>
        <w:rPr>
          <w:rtl/>
        </w:rPr>
        <w:t>سلحةِ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وأموالُ النفطِ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وأموالُ (</w:t>
      </w:r>
      <w:r>
        <w:rPr>
          <w:rFonts w:hint="cs"/>
          <w:rtl/>
        </w:rPr>
        <w:t xml:space="preserve"> </w:t>
      </w:r>
      <w:r>
        <w:rPr>
          <w:rtl/>
        </w:rPr>
        <w:t>ذواتِ الرايات )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فلماذا لا يظهر من خلف السحبِ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( حفيدك</w:t>
      </w:r>
      <w:r>
        <w:rPr>
          <w:rFonts w:hint="cs"/>
          <w:rtl/>
        </w:rPr>
        <w:t>َ</w:t>
      </w:r>
      <w:r>
        <w:rPr>
          <w:rtl/>
        </w:rPr>
        <w:t xml:space="preserve"> ) ..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481"/>
        <w:gridCol w:w="7211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حتى يصعد منبركَ المبنيَّ</w:t>
            </w:r>
          </w:p>
        </w:tc>
      </w:tr>
      <w:tr w:rsidR="00907987" w:rsidTr="00DB2453">
        <w:tc>
          <w:tcPr>
            <w:tcW w:w="5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بأعواد الحنطة في ( مصر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)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ويمنحَ أحدًا منا جائزة السنبلة الذهبيَّهْ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يا ألقَ ال</w:t>
      </w:r>
      <w:r>
        <w:rPr>
          <w:rFonts w:hint="cs"/>
          <w:rtl/>
        </w:rPr>
        <w:t>أ</w:t>
      </w:r>
      <w:r>
        <w:rPr>
          <w:rtl/>
        </w:rPr>
        <w:t>بطالِ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ووحيَ ال</w:t>
      </w:r>
      <w:r>
        <w:rPr>
          <w:rFonts w:hint="cs"/>
          <w:rtl/>
        </w:rPr>
        <w:t>أ</w:t>
      </w:r>
      <w:r>
        <w:rPr>
          <w:rtl/>
        </w:rPr>
        <w:t>جيالِ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وإبداعَ المعجزة النبويَّهْ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 xml:space="preserve">قتلتنا ( </w:t>
      </w:r>
      <w:r>
        <w:rPr>
          <w:rFonts w:hint="cs"/>
          <w:rtl/>
        </w:rPr>
        <w:t>أ</w:t>
      </w:r>
      <w:r>
        <w:rPr>
          <w:rtl/>
        </w:rPr>
        <w:t>حفاد أميَّهْ )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فالشاعر في مذهبهم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من يتغزلُ .. في ( هند</w:t>
      </w:r>
      <w:r>
        <w:rPr>
          <w:rFonts w:hint="cs"/>
          <w:rtl/>
        </w:rPr>
        <w:t>ْ</w:t>
      </w:r>
      <w:r>
        <w:rPr>
          <w:rtl/>
        </w:rPr>
        <w:t xml:space="preserve"> )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أو يُقتلُ .. عشقاً في ( هند</w:t>
      </w:r>
      <w:r>
        <w:rPr>
          <w:rFonts w:hint="cs"/>
          <w:rtl/>
        </w:rPr>
        <w:t>ْ</w:t>
      </w:r>
      <w:r>
        <w:rPr>
          <w:rtl/>
        </w:rPr>
        <w:t xml:space="preserve"> )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أو يفعلُ .. حتى</w:t>
      </w:r>
      <w:r>
        <w:rPr>
          <w:rFonts w:hint="cs"/>
          <w:rtl/>
        </w:rPr>
        <w:t xml:space="preserve"> </w:t>
      </w:r>
      <w:r>
        <w:rPr>
          <w:rtl/>
        </w:rPr>
        <w:t>!! .. في ( هند</w:t>
      </w:r>
      <w:r>
        <w:rPr>
          <w:rFonts w:hint="cs"/>
          <w:rtl/>
        </w:rPr>
        <w:t>ْ</w:t>
      </w:r>
      <w:r>
        <w:rPr>
          <w:rtl/>
        </w:rPr>
        <w:t xml:space="preserve"> )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tbl>
      <w:tblPr>
        <w:tblStyle w:val="TableGrid"/>
        <w:bidiVisual/>
        <w:tblW w:w="5000" w:type="pct"/>
        <w:tblLook w:val="04A0"/>
      </w:tblPr>
      <w:tblGrid>
        <w:gridCol w:w="1842"/>
        <w:gridCol w:w="159"/>
        <w:gridCol w:w="561"/>
        <w:gridCol w:w="82"/>
        <w:gridCol w:w="721"/>
        <w:gridCol w:w="4647"/>
      </w:tblGrid>
      <w:tr w:rsidR="00907987" w:rsidTr="00907987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ويقولون: تعالوْا نتحاورُ في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ديانْ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أنحاور قَتَلَتَنا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والواحدُ منهم يتقلد سيفَا</w:t>
            </w:r>
          </w:p>
        </w:tc>
      </w:tr>
      <w:tr w:rsidR="00907987" w:rsidTr="00DB2453">
        <w:tc>
          <w:tcPr>
            <w:tcW w:w="2100" w:type="pct"/>
            <w:gridSpan w:val="5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9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لا حرفَا .. ؟!</w:t>
            </w:r>
          </w:p>
        </w:tc>
      </w:tr>
      <w:tr w:rsidR="00907987" w:rsidTr="00907987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 xml:space="preserve">ويقولون: تعالوْا </w:t>
            </w:r>
            <w:r>
              <w:rPr>
                <w:rFonts w:hint="cs"/>
                <w:rtl/>
              </w:rPr>
              <w:t xml:space="preserve">لنوحّد شمل القوميَّهْ </w:t>
            </w:r>
            <w:r>
              <w:rPr>
                <w:rtl/>
              </w:rPr>
              <w:t>!!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أنوحّد شمل القوميةِ</w:t>
            </w:r>
          </w:p>
        </w:tc>
      </w:tr>
      <w:tr w:rsidR="00907987" w:rsidTr="00DB2453">
        <w:tc>
          <w:tcPr>
            <w:tcW w:w="1650" w:type="pct"/>
            <w:gridSpan w:val="4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35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 xml:space="preserve">تحت كساء (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ميّة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)</w:t>
            </w:r>
          </w:p>
        </w:tc>
      </w:tr>
      <w:tr w:rsidR="00907987" w:rsidTr="00907987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ظل الشجرةِ - تَبًّا للشجرةِ - !!</w:t>
            </w:r>
          </w:p>
        </w:tc>
      </w:tr>
      <w:tr w:rsidR="00907987" w:rsidTr="00DB2453">
        <w:tc>
          <w:tcPr>
            <w:tcW w:w="1249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751" w:type="pct"/>
            <w:gridSpan w:val="4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وهي الملعونةُ في القرآنْ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  <w:tr w:rsidR="00907987" w:rsidTr="00907987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ويقولون: تعالوا نتصالح مع أولاد القردهْ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  <w:tr w:rsidR="00907987" w:rsidTr="00DB2453">
        <w:tc>
          <w:tcPr>
            <w:tcW w:w="1599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1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ونطبّعُ آيات الفرقان النازلِ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مع ( توراة ) الممسوخين خنازيرًا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721"/>
        <w:gridCol w:w="641"/>
        <w:gridCol w:w="401"/>
        <w:gridCol w:w="801"/>
        <w:gridCol w:w="3605"/>
      </w:tblGrid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ونصلّي خلف ( الحبر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عظمِ )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( القدس ) المملوءة بالكهنة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صنامْ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وتعالوا ننبطح - كما الزئبقِ -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 xml:space="preserve">حتى تمنحنا (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مريكا ) مليارًا ..</w:t>
            </w:r>
          </w:p>
        </w:tc>
      </w:tr>
      <w:tr w:rsidR="00907987" w:rsidTr="00DB2453">
        <w:tc>
          <w:tcPr>
            <w:tcW w:w="2250" w:type="pct"/>
            <w:gridSpan w:val="4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75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أو قنطارًا ..</w:t>
            </w:r>
          </w:p>
        </w:tc>
      </w:tr>
      <w:tr w:rsidR="00907987" w:rsidTr="00DB2453">
        <w:tc>
          <w:tcPr>
            <w:tcW w:w="2750" w:type="pct"/>
            <w:gridSpan w:val="5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العامْ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وكأنّ كنوزَ العالم تملكها أمريكا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وكأنّ ( الروح ) تنزّل في ( ليل القَدر )</w:t>
            </w:r>
          </w:p>
        </w:tc>
      </w:tr>
      <w:tr w:rsidR="00907987" w:rsidTr="00DB2453">
        <w:tc>
          <w:tcPr>
            <w:tcW w:w="20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على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 الله اختار خليفته في الدنيا</w:t>
            </w:r>
          </w:p>
        </w:tc>
      </w:tr>
      <w:tr w:rsidR="00907987" w:rsidTr="00DB2453">
        <w:tc>
          <w:tcPr>
            <w:tcW w:w="20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من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 xml:space="preserve">وكأن (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بانا آدمَ ) نزل بأسلاب الجنةِ</w:t>
            </w:r>
          </w:p>
        </w:tc>
      </w:tr>
      <w:tr w:rsidR="00907987" w:rsidTr="00DB2453">
        <w:tc>
          <w:tcPr>
            <w:tcW w:w="20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 العرب العاربةَ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4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قبائلها نشأت من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 ( رسول الله ) تنبَّأ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4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غار ( حراء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) آخرَ في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 ( ملاك الوحي ) إذا هبط</w:t>
            </w:r>
          </w:p>
        </w:tc>
      </w:tr>
      <w:tr w:rsidR="00907987" w:rsidTr="00DB2453">
        <w:tc>
          <w:tcPr>
            <w:tcW w:w="200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إلى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رضِ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5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احتاج إلى ( الفيزا ) من أمريكا ..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وكأن ( عليَّ بنَ أبي طالب )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ولد ببيت لله - ولا نعرفه -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721"/>
        <w:gridCol w:w="881"/>
        <w:gridCol w:w="4567"/>
      </w:tblGrid>
      <w:tr w:rsidR="00907987" w:rsidTr="00DB2453">
        <w:tc>
          <w:tcPr>
            <w:tcW w:w="215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أمريكا ..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وكأن ( المهدي</w:t>
            </w:r>
            <w:r>
              <w:rPr>
                <w:rFonts w:hint="cs"/>
                <w:rtl/>
              </w:rPr>
              <w:t>َّ</w:t>
            </w:r>
            <w:r>
              <w:rPr>
                <w:rtl/>
              </w:rPr>
              <w:t xml:space="preserve"> ) سيظهر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في ( البيت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بيض ) في أمريكا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 الخالق ما خلق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فلاكَ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ولا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المدحوّةَ</w:t>
            </w:r>
          </w:p>
        </w:tc>
      </w:tr>
      <w:tr w:rsidR="00907987" w:rsidTr="00DB2453">
        <w:tc>
          <w:tcPr>
            <w:tcW w:w="2150" w:type="pct"/>
            <w:gridSpan w:val="3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28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لولا .. أمريكا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وكأنّ اللوحَ المحفوظَ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وعرشَ القدرةِ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والبيتَ المعمورَ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وشجرةَ ( طوبى )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والبرزخ .. والمحشرَ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والجنةَ .. والنارَ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وكُتُبَ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عمالِ إذا صَدَرتْ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لا تُنشر إلا باجازة أمريكا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ما هذا الجهل الخارقُ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2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والسفه الفادحُ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والغزل الفاضحُ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3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ما تلك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غنية الحمقى ..</w:t>
            </w:r>
          </w:p>
        </w:tc>
      </w:tr>
      <w:tr w:rsidR="00907987" w:rsidTr="00DB2453">
        <w:tc>
          <w:tcPr>
            <w:tcW w:w="16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4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ما تلك ( الموزيكا )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  <w:gridSpan w:val="3"/>
          </w:tcPr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لم يبق لحكام العربِ</w:t>
            </w:r>
          </w:p>
          <w:p w:rsidR="00907987" w:rsidRDefault="00907987" w:rsidP="00907987">
            <w:pPr>
              <w:pStyle w:val="libNormal0"/>
              <w:rPr>
                <w:rtl/>
              </w:rPr>
            </w:pPr>
            <w:r>
              <w:rPr>
                <w:rtl/>
              </w:rPr>
              <w:t>سوى أن يدعوا أنفسهم ( ساما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) ..</w:t>
            </w:r>
          </w:p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 xml:space="preserve">ويسموا الدول العربيةَ (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مريكا )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قلبي مملوء قيحاً ..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t>فدعوني أتسلّى ..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وأُسرّي عن نفسي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آلمني أن يُدعى ( عفلقُ ) قَوميًّا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فضحكتُ .. إلى أن بلغت ضحكاتي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مملكة الشمسِ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ورأيت ( مسيلمة</w:t>
      </w:r>
      <w:r>
        <w:rPr>
          <w:rFonts w:hint="cs"/>
          <w:rtl/>
        </w:rPr>
        <w:t>َ</w:t>
      </w:r>
      <w:r>
        <w:rPr>
          <w:rtl/>
        </w:rPr>
        <w:t xml:space="preserve"> ) يحدّث في ( ال</w:t>
      </w:r>
      <w:r>
        <w:rPr>
          <w:rFonts w:hint="cs"/>
          <w:rtl/>
        </w:rPr>
        <w:t>أ</w:t>
      </w:r>
      <w:r>
        <w:rPr>
          <w:rtl/>
        </w:rPr>
        <w:t>زهر</w:t>
      </w:r>
      <w:r>
        <w:rPr>
          <w:rFonts w:hint="cs"/>
          <w:rtl/>
        </w:rPr>
        <w:t>ِ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ومشايخنا تستمع إلى الدرسِ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 w:rsidRPr="005F5B65">
        <w:rPr>
          <w:rtl/>
        </w:rPr>
        <w:t>ورأيتُ ( س</w:t>
      </w:r>
      <w:r w:rsidRPr="005F5B65">
        <w:rPr>
          <w:rFonts w:hint="cs"/>
          <w:rtl/>
        </w:rPr>
        <w:t>ُ</w:t>
      </w:r>
      <w:r w:rsidRPr="005F5B65">
        <w:rPr>
          <w:rtl/>
        </w:rPr>
        <w:t>جاحَ ) تؤم الجمعةَ</w:t>
      </w:r>
    </w:p>
    <w:tbl>
      <w:tblPr>
        <w:tblStyle w:val="TableGrid"/>
        <w:bidiVisual/>
        <w:tblW w:w="5000" w:type="pct"/>
        <w:tblLook w:val="04A0"/>
      </w:tblPr>
      <w:tblGrid>
        <w:gridCol w:w="1202"/>
        <w:gridCol w:w="6810"/>
      </w:tblGrid>
      <w:tr w:rsidR="00907987" w:rsidTr="00DB2453">
        <w:tc>
          <w:tcPr>
            <w:tcW w:w="7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زمن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نحسِ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فنسيت التاريخَ ..</w:t>
      </w:r>
    </w:p>
    <w:tbl>
      <w:tblPr>
        <w:tblStyle w:val="TableGrid"/>
        <w:bidiVisual/>
        <w:tblW w:w="5000" w:type="pct"/>
        <w:tblLook w:val="04A0"/>
      </w:tblPr>
      <w:tblGrid>
        <w:gridCol w:w="802"/>
        <w:gridCol w:w="1602"/>
        <w:gridCol w:w="5608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ولم أعرف إن كنت ولدت غدًا ..</w:t>
            </w:r>
          </w:p>
        </w:tc>
      </w:tr>
      <w:tr w:rsidR="00907987" w:rsidTr="00DB2453">
        <w:tc>
          <w:tcPr>
            <w:tcW w:w="15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5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أو .. بال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مسِ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وخطبتُ ( زليخا ) ..</w:t>
      </w:r>
    </w:p>
    <w:tbl>
      <w:tblPr>
        <w:tblStyle w:val="TableGrid"/>
        <w:bidiVisual/>
        <w:tblW w:w="5000" w:type="pct"/>
        <w:tblLook w:val="04A0"/>
      </w:tblPr>
      <w:tblGrid>
        <w:gridCol w:w="320"/>
        <w:gridCol w:w="7692"/>
      </w:tblGrid>
      <w:tr w:rsidR="00907987" w:rsidTr="00DB2453">
        <w:tc>
          <w:tcPr>
            <w:tcW w:w="2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8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فأتت ( سالومى ) ..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t>كي ترقص في عُرسي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وأتيت اليوم ل</w:t>
      </w:r>
      <w:r>
        <w:rPr>
          <w:rFonts w:hint="cs"/>
          <w:rtl/>
        </w:rPr>
        <w:t>أ</w:t>
      </w:r>
      <w:r>
        <w:rPr>
          <w:rtl/>
        </w:rPr>
        <w:t>لقيَ شعرًا ..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401"/>
        <w:gridCol w:w="6970"/>
      </w:tblGrid>
      <w:tr w:rsidR="00907987" w:rsidTr="00DB2453">
        <w:tc>
          <w:tcPr>
            <w:tcW w:w="6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في العيد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كبرِ</w:t>
            </w:r>
          </w:p>
        </w:tc>
      </w:tr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فاحتفر ( خليفتهم ) رمسي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وهو القائل في ( خمَّ ): بخ</w:t>
      </w:r>
      <w:r>
        <w:rPr>
          <w:rFonts w:hint="cs"/>
          <w:rtl/>
        </w:rPr>
        <w:t xml:space="preserve">ٍ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وهو الفاتح - قالوا - للقدسِ ..</w:t>
      </w:r>
      <w:r>
        <w:rPr>
          <w:rFonts w:hint="cs"/>
          <w:rtl/>
        </w:rPr>
        <w:t xml:space="preserve"> </w:t>
      </w:r>
      <w:r>
        <w:rPr>
          <w:rtl/>
        </w:rPr>
        <w:t>!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وتخيّرت العيش بـ ( ق</w:t>
      </w:r>
      <w:r>
        <w:rPr>
          <w:rFonts w:hint="cs"/>
          <w:rtl/>
        </w:rPr>
        <w:t>ُ</w:t>
      </w:r>
      <w:r>
        <w:rPr>
          <w:rtl/>
        </w:rPr>
        <w:t>مَّ )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فمزقه الغضبُ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 xml:space="preserve">ن ( </w:t>
      </w:r>
      <w:r>
        <w:rPr>
          <w:rFonts w:hint="cs"/>
          <w:rtl/>
        </w:rPr>
        <w:t>أ</w:t>
      </w:r>
      <w:r>
        <w:rPr>
          <w:rtl/>
        </w:rPr>
        <w:t>با لؤلؤة ) - وأَنعمْ</w:t>
      </w:r>
      <w:r>
        <w:rPr>
          <w:rFonts w:hint="cs"/>
          <w:rtl/>
        </w:rPr>
        <w:t xml:space="preserve"> </w:t>
      </w:r>
      <w:r>
        <w:rPr>
          <w:rtl/>
        </w:rPr>
        <w:t>!! -</w:t>
      </w:r>
    </w:p>
    <w:tbl>
      <w:tblPr>
        <w:tblStyle w:val="TableGrid"/>
        <w:bidiVisual/>
        <w:tblW w:w="5000" w:type="pct"/>
        <w:tblLook w:val="04A0"/>
      </w:tblPr>
      <w:tblGrid>
        <w:gridCol w:w="1602"/>
        <w:gridCol w:w="6410"/>
      </w:tblGrid>
      <w:tr w:rsidR="00907987" w:rsidTr="00DB2453">
        <w:tc>
          <w:tcPr>
            <w:tcW w:w="10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كان من ( الفُرْسِ )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ودعا كل جواسيس العالمِ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حتى تتخلل أنفاسي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وتعددَ حركاتي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وتسجلَ سكناتي</w:t>
      </w:r>
    </w:p>
    <w:tbl>
      <w:tblPr>
        <w:tblStyle w:val="TableGrid"/>
        <w:bidiVisual/>
        <w:tblW w:w="5000" w:type="pct"/>
        <w:tblLook w:val="04A0"/>
      </w:tblPr>
      <w:tblGrid>
        <w:gridCol w:w="1042"/>
        <w:gridCol w:w="6970"/>
      </w:tblGrid>
      <w:tr w:rsidR="00907987" w:rsidTr="00DB2453">
        <w:tc>
          <w:tcPr>
            <w:tcW w:w="6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3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وتصوّرَ همسي ..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واستأجر كل شياطين العالمِ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801"/>
        <w:gridCol w:w="6410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علّ وساوسهم تُبدع أحلامي</w:t>
            </w:r>
          </w:p>
        </w:tc>
      </w:tr>
      <w:tr w:rsidR="00907987" w:rsidTr="00DB2453">
        <w:tc>
          <w:tcPr>
            <w:tcW w:w="100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0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إذ أُمسي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واستخدم أمواج ( الليزر</w:t>
      </w:r>
      <w:r>
        <w:rPr>
          <w:rFonts w:hint="cs"/>
          <w:rtl/>
        </w:rPr>
        <w:t>ِ</w:t>
      </w:r>
      <w:r>
        <w:rPr>
          <w:rtl/>
        </w:rPr>
        <w:t xml:space="preserve"> ) ..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7211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فعساه يشاهد ما يخطر في رأسي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وترصّدني بال</w:t>
      </w:r>
      <w:r>
        <w:rPr>
          <w:rFonts w:hint="cs"/>
          <w:rtl/>
        </w:rPr>
        <w:t>أ</w:t>
      </w:r>
      <w:r>
        <w:rPr>
          <w:rtl/>
        </w:rPr>
        <w:t>قمار المصنوعةِ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401"/>
        <w:gridCol w:w="6810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ليجس النبضات بقلبي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ويترجمَ حسي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واستعمل أشباحاً</w:t>
      </w:r>
    </w:p>
    <w:tbl>
      <w:tblPr>
        <w:tblStyle w:val="TableGrid"/>
        <w:bidiVisual/>
        <w:tblW w:w="5000" w:type="pct"/>
        <w:tblLook w:val="04A0"/>
      </w:tblPr>
      <w:tblGrid>
        <w:gridCol w:w="801"/>
        <w:gridCol w:w="401"/>
        <w:gridCol w:w="6810"/>
      </w:tblGrid>
      <w:tr w:rsidR="00907987" w:rsidTr="00DB2453">
        <w:tc>
          <w:tcPr>
            <w:tcW w:w="5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500" w:type="pct"/>
            <w:gridSpan w:val="2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تتبعني كالظلِّ</w:t>
            </w:r>
          </w:p>
        </w:tc>
      </w:tr>
      <w:tr w:rsidR="00907987" w:rsidTr="00DB2453">
        <w:tc>
          <w:tcPr>
            <w:tcW w:w="750" w:type="pct"/>
            <w:gridSpan w:val="2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2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من الجِنةِ .. وال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نسِ ..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يا هذا ..</w:t>
      </w:r>
      <w:r>
        <w:rPr>
          <w:rFonts w:hint="cs"/>
          <w:rtl/>
        </w:rPr>
        <w:t xml:space="preserve"> </w:t>
      </w:r>
      <w:r>
        <w:rPr>
          <w:rtl/>
        </w:rPr>
        <w:t>!!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أتجند كل فصائلك المنبوذة ضدي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lastRenderedPageBreak/>
        <w:t>وبلادي تتركها هَمَلاً للغازي</w:t>
      </w:r>
    </w:p>
    <w:tbl>
      <w:tblPr>
        <w:tblStyle w:val="TableGrid"/>
        <w:bidiVisual/>
        <w:tblW w:w="5000" w:type="pct"/>
        <w:tblLook w:val="04A0"/>
      </w:tblPr>
      <w:tblGrid>
        <w:gridCol w:w="1843"/>
        <w:gridCol w:w="6169"/>
      </w:tblGrid>
      <w:tr w:rsidR="00907987" w:rsidTr="00DB2453">
        <w:tc>
          <w:tcPr>
            <w:tcW w:w="115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85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مابين يهوديّ .. وفرنسي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؟!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آت</w:t>
      </w:r>
      <w:r>
        <w:rPr>
          <w:rFonts w:hint="cs"/>
          <w:rtl/>
        </w:rPr>
        <w:t>ٍ</w:t>
      </w:r>
      <w:r>
        <w:rPr>
          <w:rtl/>
        </w:rPr>
        <w:t xml:space="preserve"> من نهر الملحْ ..</w:t>
      </w:r>
    </w:p>
    <w:p w:rsidR="00907987" w:rsidRDefault="00907987" w:rsidP="00907987">
      <w:pPr>
        <w:pStyle w:val="libNormal0"/>
        <w:rPr>
          <w:rtl/>
        </w:rPr>
      </w:pPr>
      <w:r>
        <w:rPr>
          <w:rtl/>
        </w:rPr>
        <w:t>فأذقني يا ( ابنَ أبي طالب</w:t>
      </w:r>
      <w:r>
        <w:rPr>
          <w:rFonts w:hint="cs"/>
          <w:rtl/>
        </w:rPr>
        <w:t>َ</w:t>
      </w:r>
      <w:r>
        <w:rPr>
          <w:rtl/>
        </w:rPr>
        <w:t xml:space="preserve"> )</w:t>
      </w:r>
    </w:p>
    <w:tbl>
      <w:tblPr>
        <w:tblStyle w:val="TableGrid"/>
        <w:bidiVisual/>
        <w:tblW w:w="5000" w:type="pct"/>
        <w:tblLook w:val="04A0"/>
      </w:tblPr>
      <w:tblGrid>
        <w:gridCol w:w="961"/>
        <w:gridCol w:w="7051"/>
      </w:tblGrid>
      <w:tr w:rsidR="00907987" w:rsidTr="00DB2453">
        <w:tc>
          <w:tcPr>
            <w:tcW w:w="6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4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شَهْد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يمانِ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  <w:r>
        <w:rPr>
          <w:rtl/>
        </w:rPr>
        <w:t>وناولني كأساً لا أُنزف عنها</w:t>
      </w:r>
    </w:p>
    <w:tbl>
      <w:tblPr>
        <w:tblStyle w:val="TableGrid"/>
        <w:bidiVisual/>
        <w:tblW w:w="5000" w:type="pct"/>
        <w:tblLook w:val="04A0"/>
      </w:tblPr>
      <w:tblGrid>
        <w:gridCol w:w="641"/>
        <w:gridCol w:w="7371"/>
      </w:tblGrid>
      <w:tr w:rsidR="00907987" w:rsidTr="00DB2453">
        <w:tc>
          <w:tcPr>
            <w:tcW w:w="400" w:type="pct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4600" w:type="pct"/>
          </w:tcPr>
          <w:p w:rsidR="00907987" w:rsidRPr="00A6058D" w:rsidRDefault="00907987" w:rsidP="00907987">
            <w:pPr>
              <w:pStyle w:val="libNormal0"/>
              <w:rPr>
                <w:b/>
                <w:bCs/>
                <w:rtl/>
              </w:rPr>
            </w:pPr>
            <w:r>
              <w:rPr>
                <w:rtl/>
              </w:rPr>
              <w:t>حتى أصحوَ من رَوْق سلافتها العلويَّهْ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!!</w:t>
            </w:r>
          </w:p>
        </w:tc>
      </w:tr>
    </w:tbl>
    <w:p w:rsidR="00907987" w:rsidRDefault="00907987" w:rsidP="00907987">
      <w:pPr>
        <w:pStyle w:val="libNormal0"/>
        <w:rPr>
          <w:rtl/>
        </w:rPr>
      </w:pPr>
    </w:p>
    <w:p w:rsidR="00907987" w:rsidRDefault="00907987" w:rsidP="00907987">
      <w:pPr>
        <w:pStyle w:val="libLeftBold"/>
        <w:rPr>
          <w:rtl/>
        </w:rPr>
      </w:pPr>
      <w:r>
        <w:rPr>
          <w:rtl/>
        </w:rPr>
        <w:t>23/1/99</w:t>
      </w:r>
    </w:p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p w:rsidR="00907987" w:rsidRDefault="00907987" w:rsidP="00907987">
      <w:pPr>
        <w:pStyle w:val="Heading1Center"/>
        <w:rPr>
          <w:rtl/>
        </w:rPr>
      </w:pPr>
      <w:bookmarkStart w:id="47" w:name="_Toc283892796"/>
      <w:bookmarkStart w:id="48" w:name="_Toc410129183"/>
      <w:r>
        <w:rPr>
          <w:rtl/>
        </w:rPr>
        <w:lastRenderedPageBreak/>
        <w:t>فاطمة المعصومة</w:t>
      </w:r>
      <w:bookmarkEnd w:id="47"/>
      <w:bookmarkEnd w:id="48"/>
    </w:p>
    <w:p w:rsidR="00907987" w:rsidRDefault="00907987" w:rsidP="00907987">
      <w:pPr>
        <w:pStyle w:val="libCenterBold1"/>
        <w:rPr>
          <w:rtl/>
        </w:rPr>
      </w:pPr>
      <w:r>
        <w:rPr>
          <w:rtl/>
        </w:rPr>
        <w:t>سَمية الزهراء</w:t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جرح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حبة فاغر ما التاما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يفري، ولا ندري له إيلاما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نار الصبابة لا تُحرّق عاشقا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وتكون برداً فوقه وسلاما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طائر فوق الجبال مقسّمٌ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إرباً، فمن ذا يجمع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قساما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 يمض عصر المعجزات، فعاودي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عهد الوصال وجددي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بعثي ونشري من يديك، وجنتي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عيناكِ، طابا للمحب مُقاما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907987">
            <w:pPr>
              <w:pStyle w:val="libCenterBold2"/>
            </w:pPr>
            <w:r>
              <w:t>* * *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ركب الفواطم ما يزال مسافراً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مَرْواً يريد، وروضةً، وإماما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يمضي، فلا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يام تقطع سيره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ويزيده طول النوى إقداما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وعليه من ألق النبوة مسحةٌ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أضفت عليه المجد وال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عظاما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الحسين بقية لدمائه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صبغت بحمرة لونها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أيها الحادي حداؤك هدني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لما ذكرتَ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هل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رحاما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عرّج على قُمٍّ، فانّ لنا بها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قبراً على كلّ القبور تسامى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شهد الحوادث منذ أول عهده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ومن الحوادث ما يكون جساما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ظهرت به للعالمين خوارقٌ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تسبى العقول وتُدهش ال</w:t>
            </w:r>
            <w:r>
              <w:rPr>
                <w:rFonts w:hint="cs"/>
                <w:rtl/>
              </w:rPr>
              <w:t>أَ</w:t>
            </w:r>
            <w:r>
              <w:rPr>
                <w:rtl/>
              </w:rPr>
              <w:t>فهاما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حُ</w:t>
            </w:r>
            <w:r>
              <w:rPr>
                <w:rtl/>
              </w:rPr>
              <w:t>طوا الرحال، فان للثاوي به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عهداً يصان وحرمة وزماما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قبر فاطمة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بقمَّ تحيةً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مدنف يا قبرها وسلاما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طاب الضريح وضاع من شباكه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أرج النبوة يغمر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كاما</w:t>
            </w:r>
            <w:r w:rsidRPr="00907987">
              <w:rPr>
                <w:rStyle w:val="libPoemTiniChar0"/>
                <w:rtl/>
              </w:rPr>
              <w:br/>
              <w:t> 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واصطفت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ملاك في ظُلل الحمى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زُمراً تسبح سُجّداً وقياما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وأتى الحجيج من الفجاج قوافلاً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تسعى إليه وقد نوت إحراما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حرم أتاه الخائفون فأُبدلوا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أمناً، ونال الطالبون مراما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عش لآل محمد يهفوا له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أهل الوداد محبةً وغراما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بنت موسى، والمناقب جمّةٌ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لا يستطيع بها الورى إلماما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أختَ الرضا، إني أتيتك ناشراً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صحفاً تفيض خطيئةً وأَثاما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عمةَ الجوّاد، كفكِ والندى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وأنا ببابك أسأل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نعاما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زائر يرجو الشفاعة، فاشفعي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ليَ في الجنان، فقد قصدت كراما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1000" w:type="pct"/>
            <w:shd w:val="clear" w:color="auto" w:fill="auto"/>
          </w:tcPr>
          <w:p w:rsidR="00907987" w:rsidRDefault="00907987" w:rsidP="00907987">
            <w:pPr>
              <w:pStyle w:val="libCenterBold2"/>
              <w:rPr>
                <w:rtl/>
              </w:rPr>
            </w:pPr>
            <w:r>
              <w:t>*</w:t>
            </w:r>
            <w:r>
              <w:rPr>
                <w:rFonts w:hint="cs"/>
                <w:rtl/>
              </w:rPr>
              <w:t xml:space="preserve"> </w:t>
            </w:r>
            <w:r>
              <w:t>*</w:t>
            </w:r>
            <w:r>
              <w:rPr>
                <w:rFonts w:hint="cs"/>
                <w:rtl/>
              </w:rPr>
              <w:t xml:space="preserve"> </w:t>
            </w:r>
            <w:r>
              <w:t>*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أنا قادم من مصرَ أنزف حُرقةً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أُخفى الشقاء وأكتم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ودّعت زينبَ غيرَ ناس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فضلها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وهي العقيلة كم رعت أيتاما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وهي التي في الطف كم أبدت حجًى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تحت السيوف وسفّهت أحلاما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ومعي من السبط الشهيد شواهدٌ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علقتها فوق الصدور وساما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لي بالحسين وبالعقيلة لُحمةٌ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كانت لنفسي في الخطوب عصاما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شقّت ليَ الدرب العسير، وبدّدت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في النازلات حُلوكةً وظلاما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فمضيت أُبدع للولاء قصيدةً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وأوقّع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لحان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نغاما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وأقيم للدين القويم دعائما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وأحطم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وثان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صناما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ومع الحسين أقود أعتى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ثورة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كانت لسلطان الطغاة ضراما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الرعية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رغم ذل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ذروةً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الملوك أمامها أقزاما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العقيدة عزةً وكرامة</w:t>
            </w:r>
            <w:r>
              <w:rPr>
                <w:rFonts w:hint="cs"/>
                <w:rtl/>
              </w:rPr>
              <w:t>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الكفور معرة ورَغاما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التثاقل يوم نَفْر ردَّةً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الجهادَ تزكّياً وصياما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مامة بيعةً مفروضةً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الخلافة فلتةً وحراما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كهوف البائسين عمائراً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وأرى قصور المالكين حطاما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سأقيم في مصرَ العتيدة قلعةً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وأزيل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رغم رسوخها</w:t>
            </w:r>
            <w:r>
              <w:rPr>
                <w:rFonts w:hint="cs"/>
                <w:rtl/>
              </w:rPr>
              <w:t xml:space="preserve"> - </w:t>
            </w: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هراما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النيل لن يدع الحسين مجدّلاً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عطشانَ يشكو الصد والاحجاما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كلا، ولن يدع الدعيَّ لغيّه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يسبي ويحرق حُرمة وخياما</w:t>
            </w:r>
            <w:r w:rsidRPr="00907987">
              <w:rPr>
                <w:rStyle w:val="libPoemTiniChar0"/>
                <w:rtl/>
              </w:rPr>
              <w:br/>
              <w:t> 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يا بنت موسى إنّ في قُمَّ التي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ضمتك عزّاً شامخاً وسَناما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من قُمَّ يبتدي الكلام وبعدها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تغدوا الحروف أسنة وسهاما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ويسجل التاريخ بالدم صفحةً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حمراء تقطر نهضة وقياما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  <w:tr w:rsidR="00907987" w:rsidTr="00DB2453"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خسأت فراعنة الزمان، وكم هوى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</w:tr>
      <w:tr w:rsidR="00907987" w:rsidTr="00DB2453">
        <w:tc>
          <w:tcPr>
            <w:tcW w:w="2000" w:type="pct"/>
            <w:shd w:val="clear" w:color="auto" w:fill="auto"/>
          </w:tcPr>
          <w:p w:rsidR="00907987" w:rsidRDefault="00907987" w:rsidP="00DB2453">
            <w:pPr>
              <w:rPr>
                <w:rtl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907987" w:rsidRDefault="00907987" w:rsidP="00907987">
            <w:pPr>
              <w:pStyle w:val="libPoem"/>
              <w:rPr>
                <w:rtl/>
              </w:rPr>
            </w:pPr>
            <w:r>
              <w:rPr>
                <w:rtl/>
              </w:rPr>
              <w:t>عرش لنرفع فوقه الاسلاما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!</w:t>
            </w:r>
            <w:r w:rsidRPr="00907987">
              <w:rPr>
                <w:rStyle w:val="libPoemTiniChar0"/>
                <w:rtl/>
              </w:rPr>
              <w:br/>
              <w:t> </w:t>
            </w:r>
          </w:p>
        </w:tc>
      </w:tr>
    </w:tbl>
    <w:p w:rsidR="00907987" w:rsidRDefault="00907987" w:rsidP="00907987">
      <w:pPr>
        <w:pStyle w:val="libLeftBold"/>
        <w:rPr>
          <w:rtl/>
        </w:rPr>
      </w:pPr>
      <w:r>
        <w:rPr>
          <w:rtl/>
        </w:rPr>
        <w:t>11/2/99</w:t>
      </w:r>
    </w:p>
    <w:p w:rsidR="00907987" w:rsidRPr="00907987" w:rsidRDefault="00907987" w:rsidP="00907987">
      <w:pPr>
        <w:pStyle w:val="libNormal"/>
        <w:rPr>
          <w:rtl/>
        </w:rPr>
      </w:pPr>
      <w:r w:rsidRPr="00907987">
        <w:rPr>
          <w:rtl/>
        </w:rPr>
        <w:br w:type="page"/>
      </w:r>
    </w:p>
    <w:sdt>
      <w:sdtPr>
        <w:rPr>
          <w:rtl/>
        </w:rPr>
        <w:id w:val="1868904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907987" w:rsidRDefault="00907987" w:rsidP="00907987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0129162" w:history="1">
            <w:r w:rsidRPr="00510AAD">
              <w:rPr>
                <w:rStyle w:val="Hyperlink"/>
                <w:rFonts w:hint="eastAsia"/>
                <w:noProof/>
                <w:rtl/>
              </w:rPr>
              <w:t>مقدمة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الشاعر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3" w:history="1">
            <w:r w:rsidRPr="00510AAD">
              <w:rPr>
                <w:rStyle w:val="Hyperlink"/>
                <w:rFonts w:hint="eastAsia"/>
                <w:noProof/>
                <w:rtl/>
              </w:rPr>
              <w:t>ذكرى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الخلود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4" w:history="1">
            <w:r w:rsidRPr="00510AAD">
              <w:rPr>
                <w:rStyle w:val="Hyperlink"/>
                <w:rFonts w:hint="eastAsia"/>
                <w:noProof/>
                <w:rtl/>
              </w:rPr>
              <w:t>شايعت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علياً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5" w:history="1">
            <w:r w:rsidRPr="00510AAD">
              <w:rPr>
                <w:rStyle w:val="Hyperlink"/>
                <w:rFonts w:hint="eastAsia"/>
                <w:noProof/>
                <w:rtl/>
              </w:rPr>
              <w:t>الفضائل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6" w:history="1">
            <w:r w:rsidRPr="00510AAD">
              <w:rPr>
                <w:rStyle w:val="Hyperlink"/>
                <w:rFonts w:hint="eastAsia"/>
                <w:noProof/>
                <w:rtl/>
              </w:rPr>
              <w:t>فاجعة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7" w:history="1">
            <w:r w:rsidRPr="00510AAD">
              <w:rPr>
                <w:rStyle w:val="Hyperlink"/>
                <w:rFonts w:hint="eastAsia"/>
                <w:noProof/>
                <w:rtl/>
              </w:rPr>
              <w:t>مناحة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الرؤوس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المسافرة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8" w:history="1">
            <w:r w:rsidRPr="00510AAD">
              <w:rPr>
                <w:rStyle w:val="Hyperlink"/>
                <w:rFonts w:hint="eastAsia"/>
                <w:noProof/>
                <w:rtl/>
              </w:rPr>
              <w:t>الظليمة</w:t>
            </w:r>
            <w:r w:rsidRPr="00510AAD">
              <w:rPr>
                <w:rStyle w:val="Hyperlink"/>
                <w:noProof/>
                <w:rtl/>
              </w:rPr>
              <w:t xml:space="preserve"> ..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69" w:history="1">
            <w:r w:rsidRPr="00510AAD">
              <w:rPr>
                <w:rStyle w:val="Hyperlink"/>
                <w:rFonts w:hint="eastAsia"/>
                <w:noProof/>
                <w:rtl/>
              </w:rPr>
              <w:t>موتة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المثال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0" w:history="1">
            <w:r w:rsidRPr="00510AAD">
              <w:rPr>
                <w:rStyle w:val="Hyperlink"/>
                <w:rFonts w:hint="eastAsia"/>
                <w:noProof/>
                <w:rtl/>
              </w:rPr>
              <w:t>غريب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الغرباء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1" w:history="1">
            <w:r w:rsidRPr="00510AAD">
              <w:rPr>
                <w:rStyle w:val="Hyperlink"/>
                <w:rFonts w:hint="eastAsia"/>
                <w:noProof/>
                <w:rtl/>
              </w:rPr>
              <w:t>اربعة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عشر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2" w:history="1">
            <w:r w:rsidRPr="00510AAD">
              <w:rPr>
                <w:rStyle w:val="Hyperlink"/>
                <w:rFonts w:hint="eastAsia"/>
                <w:noProof/>
                <w:rtl/>
              </w:rPr>
              <w:t>إلّا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الصوم</w:t>
            </w:r>
            <w:r w:rsidRPr="00510AAD">
              <w:rPr>
                <w:rStyle w:val="Hyperlink"/>
                <w:noProof/>
                <w:rtl/>
              </w:rPr>
              <w:t xml:space="preserve"> .. 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3" w:history="1">
            <w:r w:rsidRPr="00510AAD">
              <w:rPr>
                <w:rStyle w:val="Hyperlink"/>
                <w:rFonts w:hint="eastAsia"/>
                <w:noProof/>
                <w:rtl/>
              </w:rPr>
              <w:t>كبدي</w:t>
            </w:r>
            <w:r w:rsidRPr="00510AAD">
              <w:rPr>
                <w:rStyle w:val="Hyperlink"/>
                <w:noProof/>
                <w:rtl/>
              </w:rPr>
              <w:t xml:space="preserve"> .. </w:t>
            </w:r>
            <w:r w:rsidRPr="00510AAD">
              <w:rPr>
                <w:rStyle w:val="Hyperlink"/>
                <w:rFonts w:hint="eastAsia"/>
                <w:noProof/>
                <w:rtl/>
              </w:rPr>
              <w:t>وجراحك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4" w:history="1">
            <w:r w:rsidRPr="00510AAD">
              <w:rPr>
                <w:rStyle w:val="Hyperlink"/>
                <w:rFonts w:hint="eastAsia"/>
                <w:noProof/>
                <w:rtl/>
              </w:rPr>
              <w:t>حكايات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السيف</w:t>
            </w:r>
            <w:r w:rsidRPr="00510AAD">
              <w:rPr>
                <w:rStyle w:val="Hyperlink"/>
                <w:noProof/>
                <w:rtl/>
              </w:rPr>
              <w:t xml:space="preserve"> .. </w:t>
            </w:r>
            <w:r w:rsidRPr="00510AAD">
              <w:rPr>
                <w:rStyle w:val="Hyperlink"/>
                <w:rFonts w:hint="eastAsia"/>
                <w:noProof/>
                <w:rtl/>
              </w:rPr>
              <w:t>والفتى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5" w:history="1">
            <w:r w:rsidRPr="00510AAD">
              <w:rPr>
                <w:rStyle w:val="Hyperlink"/>
                <w:rFonts w:hint="eastAsia"/>
                <w:noProof/>
                <w:rtl/>
              </w:rPr>
              <w:t>برديات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فاطميّهْ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 w:rsidP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6" w:history="1">
            <w:r w:rsidRPr="00510AAD">
              <w:rPr>
                <w:rStyle w:val="Hyperlink"/>
                <w:rFonts w:hint="eastAsia"/>
                <w:noProof/>
                <w:rtl/>
              </w:rPr>
              <w:t>إشر</w:t>
            </w:r>
            <w:r w:rsidRPr="00510AAD">
              <w:rPr>
                <w:rStyle w:val="Hyperlink"/>
                <w:rFonts w:hint="eastAsia"/>
                <w:noProof/>
                <w:rtl/>
              </w:rPr>
              <w:t>ا</w:t>
            </w:r>
            <w:r w:rsidRPr="00510AAD">
              <w:rPr>
                <w:rStyle w:val="Hyperlink"/>
                <w:rFonts w:hint="eastAsia"/>
                <w:noProof/>
                <w:rtl/>
              </w:rPr>
              <w:t>قات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0129177" w:history="1">
            <w:r w:rsidRPr="00510AAD">
              <w:rPr>
                <w:rStyle w:val="Hyperlink"/>
                <w:rFonts w:hint="eastAsia"/>
                <w:noProof/>
                <w:rtl/>
              </w:rPr>
              <w:t>في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تجلي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المشهد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العلوي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8" w:history="1">
            <w:r w:rsidRPr="00510AAD">
              <w:rPr>
                <w:rStyle w:val="Hyperlink"/>
                <w:rFonts w:hint="eastAsia"/>
                <w:noProof/>
                <w:rtl/>
              </w:rPr>
              <w:t>أيهذا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المرصع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باللازوَردي</w:t>
            </w:r>
            <w:r w:rsidRPr="00510AAD">
              <w:rPr>
                <w:rStyle w:val="Hyperlink"/>
                <w:noProof/>
                <w:rtl/>
              </w:rPr>
              <w:t xml:space="preserve"> .. 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79" w:history="1">
            <w:r w:rsidRPr="00510AAD">
              <w:rPr>
                <w:rStyle w:val="Hyperlink"/>
                <w:rFonts w:hint="eastAsia"/>
                <w:noProof/>
                <w:rtl/>
              </w:rPr>
              <w:t>خراسان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في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ضوء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القمر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80" w:history="1">
            <w:r w:rsidRPr="00510AAD">
              <w:rPr>
                <w:rStyle w:val="Hyperlink"/>
                <w:rFonts w:hint="eastAsia"/>
                <w:noProof/>
                <w:rtl/>
              </w:rPr>
              <w:t>مُذَهَّبة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لذوات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الأوتار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81" w:history="1">
            <w:r w:rsidRPr="00510AAD">
              <w:rPr>
                <w:rStyle w:val="Hyperlink"/>
                <w:rFonts w:hint="eastAsia"/>
                <w:noProof/>
                <w:rtl/>
              </w:rPr>
              <w:t>موعد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مع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الشراع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82" w:history="1">
            <w:r w:rsidRPr="00510AAD">
              <w:rPr>
                <w:rStyle w:val="Hyperlink"/>
                <w:rFonts w:hint="eastAsia"/>
                <w:noProof/>
                <w:rtl/>
              </w:rPr>
              <w:t>منشور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الغدير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0129183" w:history="1">
            <w:r w:rsidRPr="00510AAD">
              <w:rPr>
                <w:rStyle w:val="Hyperlink"/>
                <w:rFonts w:hint="eastAsia"/>
                <w:noProof/>
                <w:rtl/>
              </w:rPr>
              <w:t>فاطمة</w:t>
            </w:r>
            <w:r w:rsidRPr="00510AAD">
              <w:rPr>
                <w:rStyle w:val="Hyperlink"/>
                <w:noProof/>
                <w:rtl/>
              </w:rPr>
              <w:t xml:space="preserve"> </w:t>
            </w:r>
            <w:r w:rsidRPr="00510AAD">
              <w:rPr>
                <w:rStyle w:val="Hyperlink"/>
                <w:rFonts w:hint="eastAsia"/>
                <w:noProof/>
                <w:rtl/>
              </w:rPr>
              <w:t>المعصومة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Toc410129183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07987" w:rsidRDefault="00907987" w:rsidP="00907987">
          <w:pPr>
            <w:pStyle w:val="libNormal"/>
          </w:pPr>
          <w:r>
            <w:fldChar w:fldCharType="end"/>
          </w:r>
        </w:p>
      </w:sdtContent>
    </w:sdt>
    <w:sectPr w:rsidR="00907987" w:rsidSect="007148AF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987" w:rsidRDefault="00907987">
      <w:r>
        <w:separator/>
      </w:r>
    </w:p>
  </w:endnote>
  <w:endnote w:type="continuationSeparator" w:id="0">
    <w:p w:rsidR="00907987" w:rsidRDefault="00907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113AC6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7987">
      <w:rPr>
        <w:rFonts w:ascii="Traditional Arabic" w:hAnsi="Traditional Arabic"/>
        <w:noProof/>
        <w:sz w:val="28"/>
        <w:szCs w:val="28"/>
        <w:rtl/>
      </w:rPr>
      <w:t>184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113AC6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7987">
      <w:rPr>
        <w:rFonts w:ascii="Traditional Arabic" w:hAnsi="Traditional Arabic"/>
        <w:noProof/>
        <w:sz w:val="28"/>
        <w:szCs w:val="28"/>
        <w:rtl/>
      </w:rPr>
      <w:t>183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113AC6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7987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987" w:rsidRDefault="00907987">
      <w:r>
        <w:separator/>
      </w:r>
    </w:p>
  </w:footnote>
  <w:footnote w:type="continuationSeparator" w:id="0">
    <w:p w:rsidR="00907987" w:rsidRDefault="00907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AC6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07987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987"/>
    <w:pPr>
      <w:bidi/>
      <w:ind w:firstLine="454"/>
    </w:pPr>
    <w:rPr>
      <w:rFonts w:cs="Traditional Arabic"/>
      <w:color w:val="000000"/>
      <w:sz w:val="24"/>
      <w:szCs w:val="30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BDEC2-F012-4205-A738-56465BB9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184</Pages>
  <Words>13781</Words>
  <Characters>78553</Characters>
  <Application>Microsoft Office Word</Application>
  <DocSecurity>0</DocSecurity>
  <Lines>654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1</cp:revision>
  <cp:lastPrinted>2014-01-25T18:18:00Z</cp:lastPrinted>
  <dcterms:created xsi:type="dcterms:W3CDTF">2015-01-27T09:52:00Z</dcterms:created>
  <dcterms:modified xsi:type="dcterms:W3CDTF">2015-01-27T10:08:00Z</dcterms:modified>
</cp:coreProperties>
</file>