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64F" w:rsidRPr="00A0264F" w:rsidRDefault="00A0264F" w:rsidP="00A0264F">
      <w:pPr>
        <w:pStyle w:val="libCenterBold1"/>
      </w:pPr>
      <w:r w:rsidRPr="00A0264F">
        <w:rPr>
          <w:rtl/>
        </w:rPr>
        <w:t xml:space="preserve">ديوان </w:t>
      </w:r>
    </w:p>
    <w:p w:rsidR="00A0264F" w:rsidRPr="00A0264F" w:rsidRDefault="00A0264F" w:rsidP="00A0264F">
      <w:pPr>
        <w:pStyle w:val="libCenterBold1"/>
      </w:pPr>
      <w:r w:rsidRPr="00A0264F">
        <w:rPr>
          <w:rtl/>
        </w:rPr>
        <w:t>السيَّد رضا الموسويّ الهنديّ</w:t>
      </w:r>
    </w:p>
    <w:p w:rsidR="00A5546B" w:rsidRDefault="00A5546B" w:rsidP="00A5546B">
      <w:pPr>
        <w:pStyle w:val="libNormal"/>
      </w:pPr>
      <w:r>
        <w:rPr>
          <w:rtl/>
        </w:rPr>
        <w:br w:type="page"/>
      </w:r>
    </w:p>
    <w:p w:rsidR="00A5546B" w:rsidRDefault="00A5546B" w:rsidP="00A5546B">
      <w:pPr>
        <w:pStyle w:val="libNormal"/>
      </w:pPr>
      <w:r>
        <w:rPr>
          <w:rtl/>
        </w:rPr>
        <w:lastRenderedPageBreak/>
        <w:br w:type="page"/>
      </w:r>
    </w:p>
    <w:p w:rsidR="00A0264F" w:rsidRPr="00A0264F" w:rsidRDefault="00A0264F" w:rsidP="00A0264F">
      <w:pPr>
        <w:pStyle w:val="libCenterBold1"/>
      </w:pPr>
      <w:r w:rsidRPr="00A0264F">
        <w:rPr>
          <w:rtl/>
        </w:rPr>
        <w:lastRenderedPageBreak/>
        <w:t xml:space="preserve">ديوان </w:t>
      </w:r>
    </w:p>
    <w:p w:rsidR="00A0264F" w:rsidRPr="00A0264F" w:rsidRDefault="00A0264F" w:rsidP="00A0264F">
      <w:pPr>
        <w:pStyle w:val="libCenterBold1"/>
      </w:pPr>
      <w:r w:rsidRPr="00A0264F">
        <w:rPr>
          <w:rtl/>
        </w:rPr>
        <w:t>السيَّد رضا الموسويّ الهنديّ</w:t>
      </w:r>
    </w:p>
    <w:p w:rsidR="00A0264F" w:rsidRPr="00A0264F" w:rsidRDefault="00A0264F" w:rsidP="00A0264F">
      <w:pPr>
        <w:pStyle w:val="libCenterBold1"/>
      </w:pPr>
      <w:r w:rsidRPr="00A0264F">
        <w:rPr>
          <w:rtl/>
        </w:rPr>
        <w:t>1290</w:t>
      </w:r>
      <w:r w:rsidR="00A327D5">
        <w:rPr>
          <w:rtl/>
        </w:rPr>
        <w:t xml:space="preserve"> - </w:t>
      </w:r>
      <w:r w:rsidRPr="00A0264F">
        <w:rPr>
          <w:rtl/>
        </w:rPr>
        <w:t xml:space="preserve">1362 هـ </w:t>
      </w:r>
    </w:p>
    <w:p w:rsidR="00A0264F" w:rsidRPr="00A0264F" w:rsidRDefault="00A0264F" w:rsidP="00A0264F">
      <w:pPr>
        <w:pStyle w:val="libCenterBold2"/>
      </w:pPr>
      <w:r w:rsidRPr="00A0264F">
        <w:rPr>
          <w:rtl/>
        </w:rPr>
        <w:t>جمعه</w:t>
      </w:r>
    </w:p>
    <w:p w:rsidR="00A0264F" w:rsidRPr="00A0264F" w:rsidRDefault="00A0264F" w:rsidP="00A0264F">
      <w:pPr>
        <w:pStyle w:val="libCenterBold2"/>
      </w:pPr>
      <w:r w:rsidRPr="00A0264F">
        <w:rPr>
          <w:rtl/>
        </w:rPr>
        <w:t>السيد موسى الموسوي</w:t>
      </w:r>
    </w:p>
    <w:p w:rsidR="00A0264F" w:rsidRPr="00A0264F" w:rsidRDefault="00A0264F" w:rsidP="00A0264F">
      <w:pPr>
        <w:pStyle w:val="libCenterBold2"/>
      </w:pPr>
      <w:r w:rsidRPr="00A0264F">
        <w:rPr>
          <w:rtl/>
        </w:rPr>
        <w:t>راجعه وعلّق عليه</w:t>
      </w:r>
    </w:p>
    <w:p w:rsidR="00A0264F" w:rsidRPr="00A0264F" w:rsidRDefault="00A0264F" w:rsidP="00A0264F">
      <w:pPr>
        <w:pStyle w:val="libCenterBold2"/>
      </w:pPr>
      <w:r w:rsidRPr="00A0264F">
        <w:rPr>
          <w:rtl/>
        </w:rPr>
        <w:t>الدكتور السيد عبد الصاحب الموسوي</w:t>
      </w:r>
    </w:p>
    <w:p w:rsidR="00A5546B" w:rsidRDefault="00A5546B" w:rsidP="00A5546B">
      <w:pPr>
        <w:pStyle w:val="libNormal"/>
      </w:pPr>
      <w:r>
        <w:rPr>
          <w:rtl/>
        </w:rPr>
        <w:br w:type="page"/>
      </w:r>
    </w:p>
    <w:p w:rsidR="00A0264F" w:rsidRPr="00A0264F" w:rsidRDefault="00A0264F" w:rsidP="00A0264F">
      <w:pPr>
        <w:pStyle w:val="libCenterBold1"/>
      </w:pPr>
      <w:r w:rsidRPr="00A0264F">
        <w:rPr>
          <w:rtl/>
        </w:rPr>
        <w:t>بسم الله الرحمن الرحيم</w:t>
      </w:r>
    </w:p>
    <w:p w:rsidR="00A5546B" w:rsidRDefault="00A5546B" w:rsidP="00A5546B">
      <w:pPr>
        <w:pStyle w:val="libNormal"/>
      </w:pPr>
      <w:r>
        <w:rPr>
          <w:rtl/>
        </w:rPr>
        <w:br w:type="page"/>
      </w:r>
    </w:p>
    <w:p w:rsidR="00A0264F" w:rsidRPr="00A0264F" w:rsidRDefault="00A0264F" w:rsidP="00A0264F">
      <w:pPr>
        <w:pStyle w:val="libCenterBold1"/>
      </w:pPr>
      <w:r w:rsidRPr="00A0264F">
        <w:rPr>
          <w:rtl/>
        </w:rPr>
        <w:t>تقديم</w:t>
      </w:r>
      <w:bookmarkStart w:id="0" w:name="تقديم"/>
      <w:bookmarkEnd w:id="0"/>
    </w:p>
    <w:p w:rsidR="00A0264F" w:rsidRPr="00A0264F" w:rsidRDefault="00A0264F" w:rsidP="00A5546B">
      <w:pPr>
        <w:pStyle w:val="libNormal"/>
      </w:pPr>
      <w:r w:rsidRPr="00A0264F">
        <w:rPr>
          <w:rtl/>
        </w:rPr>
        <w:t>هذا ديوان لم يجمعه صاحبه</w:t>
      </w:r>
      <w:r w:rsidR="00A327D5">
        <w:rPr>
          <w:rtl/>
        </w:rPr>
        <w:t>،</w:t>
      </w:r>
      <w:r w:rsidRPr="00A0264F">
        <w:rPr>
          <w:rtl/>
        </w:rPr>
        <w:t xml:space="preserve"> ولا عُني به أبناؤه في حياته</w:t>
      </w:r>
      <w:r w:rsidR="00A327D5">
        <w:rPr>
          <w:rtl/>
        </w:rPr>
        <w:t>،</w:t>
      </w:r>
      <w:r w:rsidRPr="00A0264F">
        <w:rPr>
          <w:rtl/>
        </w:rPr>
        <w:t xml:space="preserve"> ولا بعد وفاته</w:t>
      </w:r>
      <w:r w:rsidR="00A327D5">
        <w:rPr>
          <w:rtl/>
        </w:rPr>
        <w:t>،</w:t>
      </w:r>
      <w:r w:rsidRPr="00A0264F">
        <w:rPr>
          <w:rtl/>
        </w:rPr>
        <w:t xml:space="preserve"> وأقوى الظنّ أنّ القصائد التي فيه لا تمثّل إلاّ أقلَّ القليل من مجموع ما قال من الشعر؛ ذلك لانّ سيّدنا الرضا (رحمه اللّه) كان مبكّر النبوغ في جملة جوانب</w:t>
      </w:r>
      <w:r w:rsidR="00A327D5">
        <w:rPr>
          <w:rtl/>
        </w:rPr>
        <w:t>،</w:t>
      </w:r>
      <w:r w:rsidRPr="00A0264F">
        <w:rPr>
          <w:rtl/>
        </w:rPr>
        <w:t xml:space="preserve"> أحدها الشعر</w:t>
      </w:r>
      <w:r w:rsidR="00A327D5">
        <w:rPr>
          <w:rtl/>
        </w:rPr>
        <w:t>،</w:t>
      </w:r>
      <w:r w:rsidRPr="00A0264F">
        <w:rPr>
          <w:rtl/>
        </w:rPr>
        <w:t xml:space="preserve"> فهو قد بلغ مرتبة الاجتهاد في الفقه والأصول ولمّا يتخطّ العقد الثالث من عمره</w:t>
      </w:r>
      <w:r w:rsidR="00A327D5">
        <w:rPr>
          <w:rtl/>
        </w:rPr>
        <w:t>،</w:t>
      </w:r>
      <w:r w:rsidRPr="00A0264F">
        <w:rPr>
          <w:rtl/>
        </w:rPr>
        <w:t xml:space="preserve"> واشتُهر في العلوم المصاحبة لعلوم الدين قبل أن يتعدّى ريعان الشباب</w:t>
      </w:r>
      <w:r w:rsidR="00A327D5">
        <w:rPr>
          <w:rtl/>
        </w:rPr>
        <w:t>،</w:t>
      </w:r>
      <w:r w:rsidRPr="00A0264F">
        <w:rPr>
          <w:rtl/>
        </w:rPr>
        <w:t xml:space="preserve"> وفي مؤلّفاته المتعدّدة الجوانب دليل على ذلك. </w:t>
      </w:r>
    </w:p>
    <w:p w:rsidR="00A0264F" w:rsidRPr="00A0264F" w:rsidRDefault="00A0264F" w:rsidP="00A5546B">
      <w:pPr>
        <w:pStyle w:val="libNormal"/>
      </w:pPr>
      <w:r w:rsidRPr="00A0264F">
        <w:rPr>
          <w:rtl/>
        </w:rPr>
        <w:t>ولم يكن سيّدنا الرضا مُقلاً في نظم الشعر</w:t>
      </w:r>
      <w:r w:rsidR="00A327D5">
        <w:rPr>
          <w:rtl/>
        </w:rPr>
        <w:t>،</w:t>
      </w:r>
      <w:r w:rsidRPr="00A0264F">
        <w:rPr>
          <w:rtl/>
        </w:rPr>
        <w:t xml:space="preserve"> فقد كان الشعر متنفّسا له ولأمثاله من ذوي المواهب التي هذّبتها المتابعة</w:t>
      </w:r>
      <w:r w:rsidR="00A327D5">
        <w:rPr>
          <w:rtl/>
        </w:rPr>
        <w:t>،</w:t>
      </w:r>
      <w:r w:rsidRPr="00A0264F">
        <w:rPr>
          <w:rtl/>
        </w:rPr>
        <w:t xml:space="preserve"> وأصَّلتها المراجعة</w:t>
      </w:r>
      <w:r w:rsidR="00A327D5">
        <w:rPr>
          <w:rtl/>
        </w:rPr>
        <w:t>،</w:t>
      </w:r>
      <w:r w:rsidRPr="00A0264F">
        <w:rPr>
          <w:rtl/>
        </w:rPr>
        <w:t xml:space="preserve"> وما إحاطته بأشعار العرب على اختلاف عصورهم</w:t>
      </w:r>
      <w:r w:rsidR="00A327D5">
        <w:rPr>
          <w:rtl/>
        </w:rPr>
        <w:t>،</w:t>
      </w:r>
      <w:r w:rsidRPr="00A0264F">
        <w:rPr>
          <w:rtl/>
        </w:rPr>
        <w:t xml:space="preserve"> ومعرفته بأسرار البلاغة وفنونها إلاّ القوادم والخوافي التي كست أجنحة موهبته</w:t>
      </w:r>
      <w:r w:rsidR="00A327D5">
        <w:rPr>
          <w:rtl/>
        </w:rPr>
        <w:t>،</w:t>
      </w:r>
      <w:r w:rsidRPr="00A0264F">
        <w:rPr>
          <w:rtl/>
        </w:rPr>
        <w:t xml:space="preserve"> فمكّنتها من التحليق عالياً في آفاق الشعر</w:t>
      </w:r>
      <w:r w:rsidR="00A327D5">
        <w:rPr>
          <w:rtl/>
        </w:rPr>
        <w:t>،</w:t>
      </w:r>
      <w:r w:rsidRPr="00A0264F">
        <w:rPr>
          <w:rtl/>
        </w:rPr>
        <w:t xml:space="preserve"> حين ينظمه وحين ينقده وينظر فيه؛ لذلك فإنّ موافقتنا على أنّ القصائد التي ضمّها هذا الديوان هي كلّ شعره مجانبة للحق</w:t>
      </w:r>
      <w:r w:rsidR="00A327D5">
        <w:rPr>
          <w:rtl/>
        </w:rPr>
        <w:t>،</w:t>
      </w:r>
      <w:r w:rsidRPr="00A0264F">
        <w:rPr>
          <w:rtl/>
        </w:rPr>
        <w:t xml:space="preserve"> ومخالفة لمنطق الأشياء</w:t>
      </w:r>
      <w:r w:rsidR="00A327D5">
        <w:rPr>
          <w:rtl/>
        </w:rPr>
        <w:t>،</w:t>
      </w:r>
      <w:r w:rsidRPr="00A0264F">
        <w:rPr>
          <w:rtl/>
        </w:rPr>
        <w:t xml:space="preserve"> فأين كلّ شعره؟!</w:t>
      </w:r>
    </w:p>
    <w:p w:rsidR="00A0264F" w:rsidRPr="00A0264F" w:rsidRDefault="00A0264F" w:rsidP="00A5546B">
      <w:pPr>
        <w:pStyle w:val="libNormal"/>
      </w:pPr>
      <w:r w:rsidRPr="00A0264F">
        <w:rPr>
          <w:rtl/>
        </w:rPr>
        <w:t>من المعروف</w:t>
      </w:r>
      <w:r w:rsidR="00A327D5">
        <w:rPr>
          <w:rtl/>
        </w:rPr>
        <w:t>،</w:t>
      </w:r>
      <w:r w:rsidRPr="00A0264F">
        <w:rPr>
          <w:rtl/>
        </w:rPr>
        <w:t xml:space="preserve"> ليس في النجف وحدها</w:t>
      </w:r>
      <w:r w:rsidR="00A327D5">
        <w:rPr>
          <w:rtl/>
        </w:rPr>
        <w:t>،</w:t>
      </w:r>
      <w:r w:rsidRPr="00A0264F">
        <w:rPr>
          <w:rtl/>
        </w:rPr>
        <w:t xml:space="preserve"> بل في حواضر المسلمين كلّها</w:t>
      </w:r>
      <w:r w:rsidR="00A327D5">
        <w:rPr>
          <w:rtl/>
        </w:rPr>
        <w:t>،</w:t>
      </w:r>
      <w:r w:rsidRPr="00A0264F">
        <w:rPr>
          <w:rtl/>
        </w:rPr>
        <w:t xml:space="preserve"> أنّ العلماء الروحانيين يعدّون الشعر مهما كان عالياً</w:t>
      </w:r>
      <w:r w:rsidR="00A327D5">
        <w:rPr>
          <w:rtl/>
        </w:rPr>
        <w:t>،</w:t>
      </w:r>
      <w:r w:rsidRPr="00A0264F">
        <w:rPr>
          <w:rtl/>
        </w:rPr>
        <w:t xml:space="preserve"> أدنى فضائلهم وأيسر كمالاتهم</w:t>
      </w:r>
      <w:r w:rsidR="00A327D5">
        <w:rPr>
          <w:rtl/>
        </w:rPr>
        <w:t>،</w:t>
      </w:r>
      <w:r w:rsidRPr="00A0264F">
        <w:rPr>
          <w:rtl/>
        </w:rPr>
        <w:t xml:space="preserve"> وقد قالوا قديماً</w:t>
      </w:r>
      <w:r w:rsidR="003D6158">
        <w:rPr>
          <w:rtl/>
        </w:rPr>
        <w:t>:</w:t>
      </w:r>
      <w:r w:rsidRPr="00A0264F">
        <w:rPr>
          <w:rtl/>
        </w:rPr>
        <w:t xml:space="preserve"> الشعر أدنى مروءة </w:t>
      </w:r>
    </w:p>
    <w:p w:rsidR="00A5546B" w:rsidRDefault="00A5546B" w:rsidP="00A5546B">
      <w:pPr>
        <w:pStyle w:val="libNormal"/>
      </w:pPr>
      <w:r>
        <w:rPr>
          <w:rtl/>
        </w:rPr>
        <w:br w:type="page"/>
      </w:r>
    </w:p>
    <w:p w:rsidR="00A0264F" w:rsidRPr="00A0264F" w:rsidRDefault="00A0264F" w:rsidP="00A5546B">
      <w:pPr>
        <w:pStyle w:val="libNormal"/>
      </w:pPr>
      <w:r w:rsidRPr="00A0264F">
        <w:rPr>
          <w:rtl/>
        </w:rPr>
        <w:t>السري</w:t>
      </w:r>
      <w:r w:rsidR="00A327D5">
        <w:rPr>
          <w:rtl/>
        </w:rPr>
        <w:t>،</w:t>
      </w:r>
      <w:r w:rsidRPr="00A0264F">
        <w:rPr>
          <w:rtl/>
        </w:rPr>
        <w:t xml:space="preserve"> وأسرى مروءة الدني</w:t>
      </w:r>
      <w:r w:rsidR="00A327D5">
        <w:rPr>
          <w:rtl/>
        </w:rPr>
        <w:t>.</w:t>
      </w:r>
      <w:r w:rsidRPr="00A0264F">
        <w:rPr>
          <w:rtl/>
        </w:rPr>
        <w:t xml:space="preserve"> فهم يروِّحون به عن أنفسهم</w:t>
      </w:r>
      <w:r w:rsidR="00A327D5">
        <w:rPr>
          <w:rtl/>
        </w:rPr>
        <w:t>،</w:t>
      </w:r>
      <w:r w:rsidRPr="00A0264F">
        <w:rPr>
          <w:rtl/>
        </w:rPr>
        <w:t xml:space="preserve"> ويعبّرون من خلاله عمّا يجيش في صدورهم من أفراح</w:t>
      </w:r>
      <w:r w:rsidR="00A327D5">
        <w:rPr>
          <w:rtl/>
        </w:rPr>
        <w:t>،</w:t>
      </w:r>
      <w:r w:rsidRPr="00A0264F">
        <w:rPr>
          <w:rtl/>
        </w:rPr>
        <w:t xml:space="preserve"> أو أحزان</w:t>
      </w:r>
      <w:r w:rsidR="00A327D5">
        <w:rPr>
          <w:rtl/>
        </w:rPr>
        <w:t>،</w:t>
      </w:r>
      <w:r w:rsidRPr="00A0264F">
        <w:rPr>
          <w:rtl/>
        </w:rPr>
        <w:t xml:space="preserve"> أو هموم</w:t>
      </w:r>
      <w:r w:rsidR="00A327D5">
        <w:rPr>
          <w:rtl/>
        </w:rPr>
        <w:t>،</w:t>
      </w:r>
      <w:r w:rsidRPr="00A0264F">
        <w:rPr>
          <w:rtl/>
        </w:rPr>
        <w:t xml:space="preserve"> ولا يضعونه في صفّ الرسالة الدينية التي كرَّسوا لها أعمارهم</w:t>
      </w:r>
      <w:r w:rsidR="00A327D5">
        <w:rPr>
          <w:rtl/>
        </w:rPr>
        <w:t>.</w:t>
      </w:r>
      <w:r w:rsidRPr="00A0264F">
        <w:rPr>
          <w:rtl/>
        </w:rPr>
        <w:t xml:space="preserve"> والشاعر منهم يقول الشعر ولا يريد أن يُعْرَفَ به</w:t>
      </w:r>
      <w:r w:rsidR="00A327D5">
        <w:rPr>
          <w:rtl/>
        </w:rPr>
        <w:t>،</w:t>
      </w:r>
      <w:r w:rsidRPr="00A0264F">
        <w:rPr>
          <w:rtl/>
        </w:rPr>
        <w:t xml:space="preserve"> كما لا يأنف إن نُسب إليه</w:t>
      </w:r>
      <w:r w:rsidR="00A327D5">
        <w:rPr>
          <w:rtl/>
        </w:rPr>
        <w:t>،</w:t>
      </w:r>
      <w:r w:rsidRPr="00A0264F">
        <w:rPr>
          <w:rtl/>
        </w:rPr>
        <w:t xml:space="preserve"> ومن هذه النظرة إلى الشعر جاء إهمالهم لجمع ما ينظمون</w:t>
      </w:r>
      <w:r w:rsidR="00A327D5">
        <w:rPr>
          <w:rtl/>
        </w:rPr>
        <w:t>،</w:t>
      </w:r>
      <w:r w:rsidRPr="00A0264F">
        <w:rPr>
          <w:rtl/>
        </w:rPr>
        <w:t xml:space="preserve"> تاركين المهمّة للحُفَّاظ والمهتمّين من الأدباء والخطباء وغيرهم</w:t>
      </w:r>
      <w:r w:rsidR="00A327D5">
        <w:rPr>
          <w:rtl/>
        </w:rPr>
        <w:t>.</w:t>
      </w:r>
    </w:p>
    <w:p w:rsidR="00A0264F" w:rsidRPr="00A0264F" w:rsidRDefault="00A0264F" w:rsidP="00A5546B">
      <w:pPr>
        <w:pStyle w:val="libNormal"/>
      </w:pPr>
      <w:r w:rsidRPr="00A0264F">
        <w:rPr>
          <w:rtl/>
        </w:rPr>
        <w:t>وقصائد سيّدنا الرضا يمكن أن تقتسمها أغراض حددت الجهات المسؤولة عن حفظها</w:t>
      </w:r>
      <w:r w:rsidR="00A327D5">
        <w:rPr>
          <w:rtl/>
        </w:rPr>
        <w:t>،</w:t>
      </w:r>
      <w:r w:rsidRPr="00A0264F">
        <w:rPr>
          <w:rtl/>
        </w:rPr>
        <w:t xml:space="preserve"> فمديح النبيّ (عليه الصلاة والسّلام)</w:t>
      </w:r>
      <w:r w:rsidR="00A327D5">
        <w:rPr>
          <w:rtl/>
        </w:rPr>
        <w:t>،</w:t>
      </w:r>
      <w:r w:rsidRPr="00A0264F">
        <w:rPr>
          <w:rtl/>
        </w:rPr>
        <w:t xml:space="preserve"> ومديح ومراثي آل بيته الطاهرين غرض</w:t>
      </w:r>
      <w:r w:rsidR="00A327D5">
        <w:rPr>
          <w:rtl/>
        </w:rPr>
        <w:t xml:space="preserve"> - </w:t>
      </w:r>
      <w:r w:rsidRPr="00A0264F">
        <w:rPr>
          <w:rtl/>
        </w:rPr>
        <w:t>أو جانب من غرضي المديح والرثاء</w:t>
      </w:r>
      <w:r w:rsidR="00A327D5">
        <w:rPr>
          <w:rtl/>
        </w:rPr>
        <w:t xml:space="preserve"> - </w:t>
      </w:r>
      <w:r w:rsidRPr="00A0264F">
        <w:rPr>
          <w:rtl/>
        </w:rPr>
        <w:t>يقع في دائرة اهتمام خطباء المنابر الحسينية</w:t>
      </w:r>
      <w:r w:rsidR="00A327D5">
        <w:rPr>
          <w:rtl/>
        </w:rPr>
        <w:t>؛</w:t>
      </w:r>
      <w:r w:rsidRPr="00A0264F">
        <w:rPr>
          <w:rtl/>
        </w:rPr>
        <w:t xml:space="preserve"> إذ درج هؤلاء على افتتاح كلّ مجلس خطابي بإنشاد قصيدة مديح</w:t>
      </w:r>
      <w:r w:rsidR="00A327D5">
        <w:rPr>
          <w:rtl/>
        </w:rPr>
        <w:t>،</w:t>
      </w:r>
      <w:r w:rsidRPr="00A0264F">
        <w:rPr>
          <w:rtl/>
        </w:rPr>
        <w:t xml:space="preserve"> أو رثاء قيلت في النبيّ (عليه الصلاة والسّلام)</w:t>
      </w:r>
      <w:r w:rsidR="00A327D5">
        <w:rPr>
          <w:rtl/>
        </w:rPr>
        <w:t>،</w:t>
      </w:r>
      <w:r w:rsidRPr="00A0264F">
        <w:rPr>
          <w:rtl/>
        </w:rPr>
        <w:t xml:space="preserve"> أو في واحد من أهل بيته</w:t>
      </w:r>
      <w:r w:rsidR="00A327D5">
        <w:rPr>
          <w:rtl/>
        </w:rPr>
        <w:t>،</w:t>
      </w:r>
      <w:r w:rsidRPr="00A0264F">
        <w:rPr>
          <w:rtl/>
        </w:rPr>
        <w:t xml:space="preserve"> فالخطباء حفّاظ للجيّد من تلك القصائد</w:t>
      </w:r>
      <w:r w:rsidR="00A327D5">
        <w:rPr>
          <w:rtl/>
        </w:rPr>
        <w:t>،</w:t>
      </w:r>
      <w:r w:rsidRPr="00A0264F">
        <w:rPr>
          <w:rtl/>
        </w:rPr>
        <w:t xml:space="preserve"> يتلقّفونها ويتناقلونها ويضيفونها إلى محفوظهم</w:t>
      </w:r>
      <w:r w:rsidR="00A327D5">
        <w:rPr>
          <w:rtl/>
        </w:rPr>
        <w:t>؛</w:t>
      </w:r>
      <w:r w:rsidRPr="00A0264F">
        <w:rPr>
          <w:rtl/>
        </w:rPr>
        <w:t xml:space="preserve"> إعلاءً لمكانتهم الأدبية</w:t>
      </w:r>
      <w:r w:rsidR="00A327D5">
        <w:rPr>
          <w:rtl/>
        </w:rPr>
        <w:t>،</w:t>
      </w:r>
      <w:r w:rsidRPr="00A0264F">
        <w:rPr>
          <w:rtl/>
        </w:rPr>
        <w:t xml:space="preserve"> وتحقيقاً للتنوّع فيما يمتّعون به جماهير مجالسهم</w:t>
      </w:r>
      <w:r w:rsidR="00A327D5">
        <w:rPr>
          <w:rtl/>
        </w:rPr>
        <w:t>.</w:t>
      </w:r>
    </w:p>
    <w:p w:rsidR="00A0264F" w:rsidRPr="00A0264F" w:rsidRDefault="00A0264F" w:rsidP="00A5546B">
      <w:pPr>
        <w:pStyle w:val="libNormal"/>
      </w:pPr>
      <w:r w:rsidRPr="00A0264F">
        <w:rPr>
          <w:rtl/>
        </w:rPr>
        <w:t>وقصائد سيّدنا الرضا في هذا الباب كثيرة وشهيرة ومحفوظة في صدور كبار الخطباء</w:t>
      </w:r>
      <w:r w:rsidR="00A327D5">
        <w:rPr>
          <w:rtl/>
        </w:rPr>
        <w:t>،</w:t>
      </w:r>
      <w:r w:rsidRPr="00A0264F">
        <w:rPr>
          <w:rtl/>
        </w:rPr>
        <w:t xml:space="preserve"> أخذوها عنه ونقلوها إلى غيرهم من المبتدئين في فنّ الخطابة</w:t>
      </w:r>
      <w:r w:rsidR="00A327D5">
        <w:rPr>
          <w:rtl/>
        </w:rPr>
        <w:t>،</w:t>
      </w:r>
      <w:r w:rsidRPr="00A0264F">
        <w:rPr>
          <w:rtl/>
        </w:rPr>
        <w:t xml:space="preserve"> وكان من الممكن جدّاً أن تُجمع هذه القصائد من حفاظها قبل أن تخترم الأجال أوثقهم رواية وأوعاهم حفظاً</w:t>
      </w:r>
      <w:r w:rsidR="00A327D5">
        <w:rPr>
          <w:rtl/>
        </w:rPr>
        <w:t>.</w:t>
      </w:r>
    </w:p>
    <w:p w:rsidR="00A0264F" w:rsidRPr="00A0264F" w:rsidRDefault="00A0264F" w:rsidP="00A5546B">
      <w:pPr>
        <w:pStyle w:val="libNormal"/>
      </w:pPr>
      <w:r w:rsidRPr="00A0264F">
        <w:rPr>
          <w:rtl/>
        </w:rPr>
        <w:t>ولكنّ أحداً من أبناء سيّدنا الرضا</w:t>
      </w:r>
      <w:r w:rsidR="00A327D5">
        <w:rPr>
          <w:rtl/>
        </w:rPr>
        <w:t>،</w:t>
      </w:r>
      <w:r w:rsidRPr="00A0264F">
        <w:rPr>
          <w:rtl/>
        </w:rPr>
        <w:t xml:space="preserve"> أو ذويه</w:t>
      </w:r>
      <w:r w:rsidR="00A327D5">
        <w:rPr>
          <w:rtl/>
        </w:rPr>
        <w:t>،</w:t>
      </w:r>
      <w:r w:rsidRPr="00A0264F">
        <w:rPr>
          <w:rtl/>
        </w:rPr>
        <w:t xml:space="preserve"> أو المهتمّين بأشعاره لم يفعل ذلك</w:t>
      </w:r>
      <w:r w:rsidR="00A327D5">
        <w:rPr>
          <w:rtl/>
        </w:rPr>
        <w:t>؛</w:t>
      </w:r>
      <w:r w:rsidRPr="00A0264F">
        <w:rPr>
          <w:rtl/>
        </w:rPr>
        <w:t xml:space="preserve"> لانشغال الجميع في شؤون الحياة وشجونها</w:t>
      </w:r>
      <w:r w:rsidR="00A327D5">
        <w:rPr>
          <w:rtl/>
        </w:rPr>
        <w:t>،</w:t>
      </w:r>
      <w:r w:rsidRPr="00A0264F">
        <w:rPr>
          <w:rtl/>
        </w:rPr>
        <w:t xml:space="preserve"> ولظنّهم أنّ الخلود قد حالف هذه القصائد</w:t>
      </w:r>
      <w:r w:rsidR="00A327D5">
        <w:rPr>
          <w:rtl/>
        </w:rPr>
        <w:t>،</w:t>
      </w:r>
      <w:r w:rsidRPr="00A0264F">
        <w:rPr>
          <w:rtl/>
        </w:rPr>
        <w:t xml:space="preserve"> فهي تنشد في كلّ مجلس من مجالس الخطابة</w:t>
      </w:r>
      <w:r w:rsidR="00A327D5">
        <w:rPr>
          <w:rtl/>
        </w:rPr>
        <w:t>،</w:t>
      </w:r>
      <w:r w:rsidRPr="00A0264F">
        <w:rPr>
          <w:rtl/>
        </w:rPr>
        <w:t xml:space="preserve"> وفي كلّ بلد يُقيم أهله تلك المجالس</w:t>
      </w:r>
      <w:r w:rsidR="00A327D5">
        <w:rPr>
          <w:rtl/>
        </w:rPr>
        <w:t>،</w:t>
      </w:r>
      <w:r w:rsidRPr="00A0264F">
        <w:rPr>
          <w:rtl/>
        </w:rPr>
        <w:t xml:space="preserve"> ولم يتنبّهوا إلى بطلان ظنّهم إلاّ متأخّرين</w:t>
      </w:r>
      <w:r w:rsidR="00A327D5">
        <w:rPr>
          <w:rtl/>
        </w:rPr>
        <w:t>،</w:t>
      </w:r>
      <w:r w:rsidRPr="00A0264F">
        <w:rPr>
          <w:rtl/>
        </w:rPr>
        <w:t xml:space="preserve"> حين اختار اللّه سبحانه إلى جواره أُولئك الخطباء والثقاة </w:t>
      </w:r>
    </w:p>
    <w:p w:rsidR="00A5546B" w:rsidRDefault="00A5546B" w:rsidP="00A5546B">
      <w:pPr>
        <w:pStyle w:val="libNormal"/>
      </w:pPr>
      <w:r>
        <w:rPr>
          <w:rtl/>
        </w:rPr>
        <w:br w:type="page"/>
      </w:r>
    </w:p>
    <w:p w:rsidR="00A0264F" w:rsidRPr="00A0264F" w:rsidRDefault="00A0264F" w:rsidP="00A5546B">
      <w:pPr>
        <w:pStyle w:val="libNormal"/>
      </w:pPr>
      <w:r w:rsidRPr="00A0264F">
        <w:rPr>
          <w:rtl/>
        </w:rPr>
        <w:t>الواحد بعد الآخر</w:t>
      </w:r>
      <w:r w:rsidR="00A327D5">
        <w:rPr>
          <w:rtl/>
        </w:rPr>
        <w:t>،</w:t>
      </w:r>
      <w:r w:rsidRPr="00A0264F">
        <w:rPr>
          <w:rtl/>
        </w:rPr>
        <w:t xml:space="preserve"> فلم يبقَ بعدهم إلاّ جيل من الخطباء توجَّهَ إلى الجديد في محفوظه</w:t>
      </w:r>
      <w:r w:rsidR="00A327D5">
        <w:rPr>
          <w:rtl/>
        </w:rPr>
        <w:t>،</w:t>
      </w:r>
      <w:r w:rsidRPr="00A0264F">
        <w:rPr>
          <w:rtl/>
        </w:rPr>
        <w:t xml:space="preserve"> وإذا كان يحفظ من أشعار سيّدنا الرضا وأضرابه من أهل زمانه</w:t>
      </w:r>
      <w:r w:rsidR="00A327D5">
        <w:rPr>
          <w:rtl/>
        </w:rPr>
        <w:t>،</w:t>
      </w:r>
      <w:r w:rsidRPr="00A0264F">
        <w:rPr>
          <w:rtl/>
        </w:rPr>
        <w:t xml:space="preserve"> فلا يحفظ منها إلاّ القليل</w:t>
      </w:r>
      <w:r w:rsidR="00A327D5">
        <w:rPr>
          <w:rtl/>
        </w:rPr>
        <w:t>،</w:t>
      </w:r>
      <w:r w:rsidRPr="00A0264F">
        <w:rPr>
          <w:rtl/>
        </w:rPr>
        <w:t xml:space="preserve"> وهكذا انطوت في صدور الراحلين قصائد لا يعلم عددها إلاّ اللّه سبحانه</w:t>
      </w:r>
      <w:r w:rsidR="00A327D5">
        <w:rPr>
          <w:rtl/>
        </w:rPr>
        <w:t>،</w:t>
      </w:r>
      <w:r w:rsidRPr="00A0264F">
        <w:rPr>
          <w:rtl/>
        </w:rPr>
        <w:t xml:space="preserve"> وأكثر أُولئك الراحلين (رحمهم اللّه) لم يتركوا مجاميع مكتوبة بمحفوظاتهم</w:t>
      </w:r>
      <w:r w:rsidR="00A327D5">
        <w:rPr>
          <w:rtl/>
        </w:rPr>
        <w:t>،</w:t>
      </w:r>
      <w:r w:rsidRPr="00A0264F">
        <w:rPr>
          <w:rtl/>
        </w:rPr>
        <w:t xml:space="preserve"> أو أنّ ذويهم لم يحتفظوا بتلك المجاميع</w:t>
      </w:r>
      <w:r w:rsidR="00A327D5">
        <w:rPr>
          <w:rtl/>
        </w:rPr>
        <w:t>.</w:t>
      </w:r>
    </w:p>
    <w:p w:rsidR="00A0264F" w:rsidRPr="00A0264F" w:rsidRDefault="00A0264F" w:rsidP="00A5546B">
      <w:pPr>
        <w:pStyle w:val="libNormal"/>
      </w:pPr>
      <w:r w:rsidRPr="00A0264F">
        <w:rPr>
          <w:rtl/>
        </w:rPr>
        <w:t>ولسيّدنا الرضا (رحمه الله) قصائد نظمها لإخوانه وأصدقائه يمدحهم</w:t>
      </w:r>
      <w:r w:rsidR="00A327D5">
        <w:rPr>
          <w:rtl/>
        </w:rPr>
        <w:t>،</w:t>
      </w:r>
      <w:r w:rsidRPr="00A0264F">
        <w:rPr>
          <w:rtl/>
        </w:rPr>
        <w:t xml:space="preserve"> أو يهنّئهم</w:t>
      </w:r>
      <w:r w:rsidR="00A327D5">
        <w:rPr>
          <w:rtl/>
        </w:rPr>
        <w:t>،</w:t>
      </w:r>
      <w:r w:rsidRPr="00A0264F">
        <w:rPr>
          <w:rtl/>
        </w:rPr>
        <w:t xml:space="preserve"> أو يعزّيهم</w:t>
      </w:r>
      <w:r w:rsidR="00A327D5">
        <w:rPr>
          <w:rtl/>
        </w:rPr>
        <w:t>،</w:t>
      </w:r>
      <w:r w:rsidRPr="00A0264F">
        <w:rPr>
          <w:rtl/>
        </w:rPr>
        <w:t xml:space="preserve"> أو يرثيهم</w:t>
      </w:r>
      <w:r w:rsidR="00A327D5">
        <w:rPr>
          <w:rtl/>
        </w:rPr>
        <w:t>،</w:t>
      </w:r>
      <w:r w:rsidRPr="00A0264F">
        <w:rPr>
          <w:rtl/>
        </w:rPr>
        <w:t xml:space="preserve"> وتلك القصائد</w:t>
      </w:r>
      <w:r w:rsidR="00A327D5">
        <w:rPr>
          <w:rtl/>
        </w:rPr>
        <w:t xml:space="preserve"> - </w:t>
      </w:r>
      <w:r w:rsidRPr="00A0264F">
        <w:rPr>
          <w:rtl/>
        </w:rPr>
        <w:t>في العادة</w:t>
      </w:r>
      <w:r w:rsidR="00A327D5">
        <w:rPr>
          <w:rtl/>
        </w:rPr>
        <w:t xml:space="preserve"> - </w:t>
      </w:r>
      <w:r w:rsidRPr="00A0264F">
        <w:rPr>
          <w:rtl/>
        </w:rPr>
        <w:t>تُلقى على جمع المحتفلين ثمّ يأخذ المعنيُّ بالمناسبة أصلها</w:t>
      </w:r>
      <w:r w:rsidR="00A327D5">
        <w:rPr>
          <w:rtl/>
        </w:rPr>
        <w:t>؛</w:t>
      </w:r>
      <w:r w:rsidRPr="00A0264F">
        <w:rPr>
          <w:rtl/>
        </w:rPr>
        <w:t xml:space="preserve"> ليضمّه إلى مفاخر أسرته وتراثها الذي تعتزّ به</w:t>
      </w:r>
      <w:r w:rsidR="00A327D5">
        <w:rPr>
          <w:rtl/>
        </w:rPr>
        <w:t>،</w:t>
      </w:r>
      <w:r w:rsidRPr="00A0264F">
        <w:rPr>
          <w:rtl/>
        </w:rPr>
        <w:t xml:space="preserve"> وكثير من قصائد السيد الرضا موجود لدى الأُسر العلمية في النجف وغيرها</w:t>
      </w:r>
      <w:r w:rsidR="00A327D5">
        <w:rPr>
          <w:rtl/>
        </w:rPr>
        <w:t>،</w:t>
      </w:r>
      <w:r w:rsidRPr="00A0264F">
        <w:rPr>
          <w:rtl/>
        </w:rPr>
        <w:t xml:space="preserve"> ولكنّ الحصول عليه أمر في غاية الصعوبة لاعتبارات عديدة</w:t>
      </w:r>
      <w:r w:rsidR="00A327D5">
        <w:rPr>
          <w:rtl/>
        </w:rPr>
        <w:t>،</w:t>
      </w:r>
      <w:r w:rsidRPr="00A0264F">
        <w:rPr>
          <w:rtl/>
        </w:rPr>
        <w:t xml:space="preserve"> منها عدم استجابة مَنْ نتوجّه إليه بالطلب</w:t>
      </w:r>
      <w:r w:rsidR="00A327D5">
        <w:rPr>
          <w:rtl/>
        </w:rPr>
        <w:t>.</w:t>
      </w:r>
    </w:p>
    <w:p w:rsidR="00A0264F" w:rsidRPr="00A0264F" w:rsidRDefault="00A0264F" w:rsidP="00A5546B">
      <w:pPr>
        <w:pStyle w:val="libNormal"/>
      </w:pPr>
      <w:r w:rsidRPr="00A0264F">
        <w:rPr>
          <w:rtl/>
        </w:rPr>
        <w:t>وهذه الحقائق مجتمعة تؤكّد ما ذهبنا إليه من أنّ الشعر المجموع في هذا الديوان ليس كلّ ما نظمه سيّدنا الرضا (رحمه اللّه)</w:t>
      </w:r>
      <w:r w:rsidR="00A327D5">
        <w:rPr>
          <w:rtl/>
        </w:rPr>
        <w:t>،</w:t>
      </w:r>
      <w:r w:rsidRPr="00A0264F">
        <w:rPr>
          <w:rtl/>
        </w:rPr>
        <w:t xml:space="preserve"> وأنّ الكثير منه قد ضاع</w:t>
      </w:r>
      <w:r w:rsidR="00A327D5">
        <w:rPr>
          <w:rtl/>
        </w:rPr>
        <w:t>؛</w:t>
      </w:r>
      <w:r w:rsidRPr="00A0264F">
        <w:rPr>
          <w:rtl/>
        </w:rPr>
        <w:t xml:space="preserve"> ممّا حدا بابن عمّنا المرحوم الأستاذ السيد موسى الموسوي إلى جمع ما وقعت عليه يده</w:t>
      </w:r>
      <w:r w:rsidR="00A327D5">
        <w:rPr>
          <w:rtl/>
        </w:rPr>
        <w:t>،</w:t>
      </w:r>
      <w:r w:rsidRPr="00A0264F">
        <w:rPr>
          <w:rtl/>
        </w:rPr>
        <w:t xml:space="preserve"> وكان أكثر ما اعتمد عليه في ذلك المجاميع والأوراق المتناثرة في خزانة كتب العلاّمة المرحوم خالنا السيّد أحمد أكبر أبناء سيّدنا الرضا</w:t>
      </w:r>
      <w:r w:rsidR="00A327D5">
        <w:rPr>
          <w:rtl/>
        </w:rPr>
        <w:t>،</w:t>
      </w:r>
      <w:r w:rsidRPr="00A0264F">
        <w:rPr>
          <w:rtl/>
        </w:rPr>
        <w:t xml:space="preserve"> والذي كان هو الآخر يحاول جمع أشعار والده لولا مسؤوليات مركزه الديني وأعباء حياته اليومية</w:t>
      </w:r>
      <w:r w:rsidR="00A327D5">
        <w:rPr>
          <w:rtl/>
        </w:rPr>
        <w:t>.</w:t>
      </w:r>
    </w:p>
    <w:p w:rsidR="00A0264F" w:rsidRPr="00A0264F" w:rsidRDefault="00A0264F" w:rsidP="00A5546B">
      <w:pPr>
        <w:pStyle w:val="libNormal"/>
      </w:pPr>
      <w:r w:rsidRPr="00A0264F">
        <w:rPr>
          <w:rtl/>
        </w:rPr>
        <w:t>لقد أمضى المرحوم السيد موسى الموسوي أعواماً يتّصل فيها جهده وينقطع حتى ظّن أنّ ما صار بيديه هو ديوان السيّد الرضا</w:t>
      </w:r>
      <w:r w:rsidR="00A327D5">
        <w:rPr>
          <w:rtl/>
        </w:rPr>
        <w:t>،</w:t>
      </w:r>
      <w:r w:rsidRPr="00A0264F">
        <w:rPr>
          <w:rtl/>
        </w:rPr>
        <w:t xml:space="preserve"> وكان ينسخ كلّ قصيدة أو قطعة في مجموع له لم يراعِ فيه الأغراض </w:t>
      </w:r>
    </w:p>
    <w:p w:rsidR="00A5546B" w:rsidRDefault="00A5546B" w:rsidP="00A5546B">
      <w:pPr>
        <w:pStyle w:val="libNormal"/>
      </w:pPr>
      <w:r>
        <w:rPr>
          <w:rtl/>
        </w:rPr>
        <w:br w:type="page"/>
      </w:r>
    </w:p>
    <w:p w:rsidR="00A0264F" w:rsidRPr="00A0264F" w:rsidRDefault="00A0264F" w:rsidP="00A5546B">
      <w:pPr>
        <w:pStyle w:val="libNormal"/>
      </w:pPr>
      <w:r w:rsidRPr="00A0264F">
        <w:rPr>
          <w:rtl/>
        </w:rPr>
        <w:t>الشعرية</w:t>
      </w:r>
      <w:r w:rsidR="00A327D5">
        <w:rPr>
          <w:rtl/>
        </w:rPr>
        <w:t>،</w:t>
      </w:r>
      <w:r w:rsidRPr="00A0264F">
        <w:rPr>
          <w:rtl/>
        </w:rPr>
        <w:t xml:space="preserve"> وقد تجد في المجموع القصيدة الواحدة مكرّرة مرّتين</w:t>
      </w:r>
      <w:r w:rsidR="00A327D5">
        <w:rPr>
          <w:rtl/>
        </w:rPr>
        <w:t>،</w:t>
      </w:r>
      <w:r w:rsidRPr="00A0264F">
        <w:rPr>
          <w:rtl/>
        </w:rPr>
        <w:t xml:space="preserve"> وقد يختلف النصّ في إحداها عنه في الثانية</w:t>
      </w:r>
      <w:r w:rsidR="00A327D5">
        <w:rPr>
          <w:rtl/>
        </w:rPr>
        <w:t>،</w:t>
      </w:r>
      <w:r w:rsidRPr="00A0264F">
        <w:rPr>
          <w:rtl/>
        </w:rPr>
        <w:t xml:space="preserve"> وقبل وفاته بأعوام أرسل إليَّ المجموع راغباً في مراجعته وطبعه</w:t>
      </w:r>
      <w:r w:rsidR="00A327D5">
        <w:rPr>
          <w:rtl/>
        </w:rPr>
        <w:t>؛</w:t>
      </w:r>
      <w:r w:rsidRPr="00A0264F">
        <w:rPr>
          <w:rtl/>
        </w:rPr>
        <w:t xml:space="preserve"> لنشترك كلانا في مأثرة عظيمة</w:t>
      </w:r>
      <w:r w:rsidR="00A327D5">
        <w:rPr>
          <w:rtl/>
        </w:rPr>
        <w:t>،</w:t>
      </w:r>
      <w:r w:rsidRPr="00A0264F">
        <w:rPr>
          <w:rtl/>
        </w:rPr>
        <w:t xml:space="preserve"> هي حفظ تراث أُسرتنا</w:t>
      </w:r>
      <w:r w:rsidR="00A327D5">
        <w:rPr>
          <w:rtl/>
        </w:rPr>
        <w:t>،</w:t>
      </w:r>
      <w:r w:rsidRPr="00A0264F">
        <w:rPr>
          <w:rtl/>
        </w:rPr>
        <w:t xml:space="preserve"> وقد أوشك على الضياع</w:t>
      </w:r>
      <w:r w:rsidR="00A327D5">
        <w:rPr>
          <w:rtl/>
        </w:rPr>
        <w:t>.</w:t>
      </w:r>
      <w:r w:rsidRPr="00A0264F">
        <w:rPr>
          <w:rtl/>
        </w:rPr>
        <w:t xml:space="preserve"> </w:t>
      </w:r>
    </w:p>
    <w:p w:rsidR="00A0264F" w:rsidRPr="00A0264F" w:rsidRDefault="00A0264F" w:rsidP="00A5546B">
      <w:pPr>
        <w:pStyle w:val="libNormal"/>
      </w:pPr>
      <w:r w:rsidRPr="00A0264F">
        <w:rPr>
          <w:rtl/>
        </w:rPr>
        <w:t>وبدأت منذ وصلتني المجموعة أعمل على مراجعتها</w:t>
      </w:r>
      <w:r w:rsidR="00A327D5">
        <w:rPr>
          <w:rtl/>
        </w:rPr>
        <w:t>،</w:t>
      </w:r>
      <w:r w:rsidRPr="00A0264F">
        <w:rPr>
          <w:rtl/>
        </w:rPr>
        <w:t xml:space="preserve"> وتبويبها على الأغراض</w:t>
      </w:r>
      <w:r w:rsidR="00A327D5">
        <w:rPr>
          <w:rtl/>
        </w:rPr>
        <w:t>،</w:t>
      </w:r>
      <w:r w:rsidRPr="00A0264F">
        <w:rPr>
          <w:rtl/>
        </w:rPr>
        <w:t xml:space="preserve"> والنظر في النصوص المكرّرة وما حصل فيها من اختلاف</w:t>
      </w:r>
      <w:r w:rsidR="00A327D5">
        <w:rPr>
          <w:rtl/>
        </w:rPr>
        <w:t>،</w:t>
      </w:r>
      <w:r w:rsidRPr="00A0264F">
        <w:rPr>
          <w:rtl/>
        </w:rPr>
        <w:t xml:space="preserve"> فأقابلها على المنشور في مجلّة الاعتدال النجفية</w:t>
      </w:r>
      <w:r w:rsidR="00A327D5">
        <w:rPr>
          <w:rtl/>
        </w:rPr>
        <w:t>،</w:t>
      </w:r>
      <w:r w:rsidRPr="00A0264F">
        <w:rPr>
          <w:rtl/>
        </w:rPr>
        <w:t xml:space="preserve"> أو في كتاب </w:t>
      </w:r>
      <w:r w:rsidR="003D6158">
        <w:rPr>
          <w:rtl/>
        </w:rPr>
        <w:t>(</w:t>
      </w:r>
      <w:r w:rsidRPr="00A0264F">
        <w:rPr>
          <w:rtl/>
        </w:rPr>
        <w:t>شعراء الغري</w:t>
      </w:r>
      <w:r w:rsidR="003D6158">
        <w:rPr>
          <w:rtl/>
        </w:rPr>
        <w:t>)</w:t>
      </w:r>
      <w:r w:rsidRPr="00A0264F">
        <w:rPr>
          <w:rtl/>
        </w:rPr>
        <w:t xml:space="preserve"> للمرحوم علي الخاقاني وغيرهما</w:t>
      </w:r>
      <w:r w:rsidR="00A327D5">
        <w:rPr>
          <w:rtl/>
        </w:rPr>
        <w:t>،</w:t>
      </w:r>
      <w:r w:rsidRPr="00A0264F">
        <w:rPr>
          <w:rtl/>
        </w:rPr>
        <w:t xml:space="preserve"> وقد لا يسعفني مرجع فأحتكم إلى نَفَس السيد الرضا ومعتاد أسلوبه</w:t>
      </w:r>
      <w:r w:rsidR="00A327D5">
        <w:rPr>
          <w:rtl/>
        </w:rPr>
        <w:t>،</w:t>
      </w:r>
      <w:r w:rsidRPr="00A0264F">
        <w:rPr>
          <w:rtl/>
        </w:rPr>
        <w:t xml:space="preserve"> حتى إذا بلغت في ذلك غاية الطاقة ولم أبلغ غاية الطموح كان اللّه سبحانه قد اختار إلى جواره ابن العمّ السيّد موسى الموسوي قبل أن أعرض عليه حصيلة جهدي</w:t>
      </w:r>
      <w:r w:rsidR="00A327D5">
        <w:rPr>
          <w:rtl/>
        </w:rPr>
        <w:t>.</w:t>
      </w:r>
    </w:p>
    <w:p w:rsidR="00A0264F" w:rsidRPr="00A0264F" w:rsidRDefault="00A0264F" w:rsidP="00A5546B">
      <w:pPr>
        <w:pStyle w:val="libNormal"/>
      </w:pPr>
      <w:r w:rsidRPr="00A0264F">
        <w:rPr>
          <w:rtl/>
        </w:rPr>
        <w:t>فإذا فاتنا</w:t>
      </w:r>
      <w:r w:rsidR="00A327D5">
        <w:rPr>
          <w:rtl/>
        </w:rPr>
        <w:t xml:space="preserve"> - </w:t>
      </w:r>
      <w:r w:rsidRPr="00A0264F">
        <w:rPr>
          <w:rtl/>
        </w:rPr>
        <w:t>أنا وابن عمّي</w:t>
      </w:r>
      <w:r w:rsidR="00A327D5">
        <w:rPr>
          <w:rtl/>
        </w:rPr>
        <w:t xml:space="preserve"> - </w:t>
      </w:r>
      <w:r w:rsidRPr="00A0264F">
        <w:rPr>
          <w:rtl/>
        </w:rPr>
        <w:t>أن ندرك النجح كلّه</w:t>
      </w:r>
      <w:r w:rsidR="00A327D5">
        <w:rPr>
          <w:rtl/>
        </w:rPr>
        <w:t>،</w:t>
      </w:r>
      <w:r w:rsidRPr="00A0264F">
        <w:rPr>
          <w:rtl/>
        </w:rPr>
        <w:t xml:space="preserve"> فلم يفتنا أن ندرك جلّه</w:t>
      </w:r>
      <w:r w:rsidR="00A327D5">
        <w:rPr>
          <w:rtl/>
        </w:rPr>
        <w:t>،</w:t>
      </w:r>
      <w:r w:rsidRPr="00A0264F">
        <w:rPr>
          <w:rtl/>
        </w:rPr>
        <w:t xml:space="preserve"> وفي ذلك بعض ما كنّا نتمنّاه ويتمنّاه عارفو مكانة السيد الرضا</w:t>
      </w:r>
      <w:r w:rsidR="00A327D5">
        <w:rPr>
          <w:rtl/>
        </w:rPr>
        <w:t>،</w:t>
      </w:r>
      <w:r w:rsidRPr="00A0264F">
        <w:rPr>
          <w:rtl/>
        </w:rPr>
        <w:t xml:space="preserve"> ومتتبّعوا آثاره العلمية والأدبية</w:t>
      </w:r>
      <w:r w:rsidR="00A327D5">
        <w:rPr>
          <w:rtl/>
        </w:rPr>
        <w:t>.</w:t>
      </w:r>
    </w:p>
    <w:p w:rsidR="00A0264F" w:rsidRPr="00A0264F" w:rsidRDefault="00A0264F" w:rsidP="00A5546B">
      <w:pPr>
        <w:pStyle w:val="libNormal"/>
      </w:pPr>
      <w:r w:rsidRPr="00A0264F">
        <w:rPr>
          <w:rtl/>
        </w:rPr>
        <w:t>وصاحب هذا الديوان هو السيد رضا نجل السيد محمد نجل السيد هاشم المعروف بالهندي</w:t>
      </w:r>
      <w:r w:rsidR="00A327D5">
        <w:rPr>
          <w:rtl/>
        </w:rPr>
        <w:t>؛</w:t>
      </w:r>
      <w:r w:rsidRPr="00A0264F">
        <w:rPr>
          <w:rtl/>
        </w:rPr>
        <w:t xml:space="preserve"> لهجرة أحد آبائه إلى الهند في عصر من عصور الاضطهاد</w:t>
      </w:r>
      <w:r w:rsidR="00A327D5">
        <w:rPr>
          <w:rtl/>
        </w:rPr>
        <w:t>،</w:t>
      </w:r>
      <w:r w:rsidRPr="00A0264F">
        <w:rPr>
          <w:rtl/>
        </w:rPr>
        <w:t xml:space="preserve"> ويتصل نسبه الشريف بعاشر الأئمّة الأطهار بعد تعداد بضع وثلاثين أباً</w:t>
      </w:r>
      <w:r w:rsidR="00A327D5">
        <w:rPr>
          <w:rtl/>
        </w:rPr>
        <w:t>،</w:t>
      </w:r>
      <w:r w:rsidRPr="00A0264F">
        <w:rPr>
          <w:rtl/>
        </w:rPr>
        <w:t xml:space="preserve"> ويُنسَب إلى الإمام علي النقي</w:t>
      </w:r>
      <w:r w:rsidR="00A327D5">
        <w:rPr>
          <w:rtl/>
        </w:rPr>
        <w:t>،</w:t>
      </w:r>
      <w:r w:rsidRPr="00A0264F">
        <w:rPr>
          <w:rtl/>
        </w:rPr>
        <w:t xml:space="preserve"> فيُقال</w:t>
      </w:r>
      <w:r w:rsidR="003D6158">
        <w:rPr>
          <w:rtl/>
        </w:rPr>
        <w:t>:</w:t>
      </w:r>
      <w:r w:rsidRPr="00A0264F">
        <w:rPr>
          <w:rtl/>
        </w:rPr>
        <w:t xml:space="preserve"> </w:t>
      </w:r>
      <w:r w:rsidR="003D6158">
        <w:rPr>
          <w:rtl/>
        </w:rPr>
        <w:t>(</w:t>
      </w:r>
      <w:r w:rsidRPr="00A0264F">
        <w:rPr>
          <w:rtl/>
        </w:rPr>
        <w:t>نقوي</w:t>
      </w:r>
      <w:r w:rsidR="003D6158">
        <w:rPr>
          <w:rtl/>
        </w:rPr>
        <w:t>)</w:t>
      </w:r>
      <w:r w:rsidR="00A327D5">
        <w:rPr>
          <w:rtl/>
        </w:rPr>
        <w:t>،</w:t>
      </w:r>
      <w:r w:rsidRPr="00A0264F">
        <w:rPr>
          <w:rtl/>
        </w:rPr>
        <w:t xml:space="preserve"> أو إلى الإمام الرضا</w:t>
      </w:r>
      <w:r w:rsidR="00A327D5">
        <w:rPr>
          <w:rtl/>
        </w:rPr>
        <w:t>،</w:t>
      </w:r>
      <w:r w:rsidRPr="00A0264F">
        <w:rPr>
          <w:rtl/>
        </w:rPr>
        <w:t xml:space="preserve"> فيُقال</w:t>
      </w:r>
      <w:r w:rsidR="003D6158">
        <w:rPr>
          <w:rtl/>
        </w:rPr>
        <w:t>:</w:t>
      </w:r>
      <w:r w:rsidRPr="00A0264F">
        <w:rPr>
          <w:rtl/>
        </w:rPr>
        <w:t xml:space="preserve"> </w:t>
      </w:r>
      <w:r w:rsidR="003D6158">
        <w:rPr>
          <w:rtl/>
        </w:rPr>
        <w:t>(</w:t>
      </w:r>
      <w:r w:rsidRPr="00A0264F">
        <w:rPr>
          <w:rtl/>
        </w:rPr>
        <w:t>رضوي</w:t>
      </w:r>
      <w:r w:rsidR="003D6158">
        <w:rPr>
          <w:rtl/>
        </w:rPr>
        <w:t>)</w:t>
      </w:r>
      <w:r w:rsidR="00A327D5">
        <w:rPr>
          <w:rtl/>
        </w:rPr>
        <w:t>،</w:t>
      </w:r>
      <w:r w:rsidRPr="00A0264F">
        <w:rPr>
          <w:rtl/>
        </w:rPr>
        <w:t xml:space="preserve"> أو إلى الإمام موسى بن جعفر</w:t>
      </w:r>
      <w:r w:rsidR="00A327D5">
        <w:rPr>
          <w:rtl/>
        </w:rPr>
        <w:t>،</w:t>
      </w:r>
      <w:r w:rsidRPr="00A0264F">
        <w:rPr>
          <w:rtl/>
        </w:rPr>
        <w:t xml:space="preserve"> فيُقال</w:t>
      </w:r>
      <w:r w:rsidR="003D6158">
        <w:rPr>
          <w:rtl/>
        </w:rPr>
        <w:t>:</w:t>
      </w:r>
      <w:r w:rsidRPr="00A0264F">
        <w:rPr>
          <w:rtl/>
        </w:rPr>
        <w:t xml:space="preserve"> </w:t>
      </w:r>
      <w:r w:rsidR="003D6158">
        <w:rPr>
          <w:rtl/>
        </w:rPr>
        <w:t>(</w:t>
      </w:r>
      <w:r w:rsidRPr="00A0264F">
        <w:rPr>
          <w:rtl/>
        </w:rPr>
        <w:t>موسوي</w:t>
      </w:r>
      <w:r w:rsidR="003D6158">
        <w:rPr>
          <w:rtl/>
        </w:rPr>
        <w:t>)</w:t>
      </w:r>
      <w:r w:rsidR="00A327D5">
        <w:rPr>
          <w:rtl/>
        </w:rPr>
        <w:t>،</w:t>
      </w:r>
      <w:r w:rsidRPr="00A0264F">
        <w:rPr>
          <w:rtl/>
        </w:rPr>
        <w:t xml:space="preserve"> وهذا اللقب الأخير هو الذي عُرفت به أُسرة السيّد الرضا (قدّس اللّه سرّه)</w:t>
      </w:r>
      <w:r w:rsidR="00A327D5">
        <w:rPr>
          <w:rtl/>
        </w:rPr>
        <w:t>.</w:t>
      </w:r>
    </w:p>
    <w:p w:rsidR="00A0264F" w:rsidRPr="00A0264F" w:rsidRDefault="00A0264F" w:rsidP="00A5546B">
      <w:pPr>
        <w:pStyle w:val="libNormal"/>
      </w:pPr>
      <w:r w:rsidRPr="00A0264F">
        <w:rPr>
          <w:rtl/>
        </w:rPr>
        <w:t>ولد سيّدنا الرضا في النجف الأشرف</w:t>
      </w:r>
      <w:r w:rsidR="00A327D5">
        <w:rPr>
          <w:rtl/>
        </w:rPr>
        <w:t>،</w:t>
      </w:r>
      <w:r w:rsidRPr="00A0264F">
        <w:rPr>
          <w:rtl/>
        </w:rPr>
        <w:t xml:space="preserve"> ليلة الإثنين</w:t>
      </w:r>
      <w:r w:rsidR="00A327D5">
        <w:rPr>
          <w:rtl/>
        </w:rPr>
        <w:t>،</w:t>
      </w:r>
      <w:r w:rsidRPr="00A0264F">
        <w:rPr>
          <w:rtl/>
        </w:rPr>
        <w:t xml:space="preserve"> ثامنة ليالي ذي </w:t>
      </w:r>
    </w:p>
    <w:p w:rsidR="00A5546B" w:rsidRDefault="00A5546B" w:rsidP="00A5546B">
      <w:pPr>
        <w:pStyle w:val="libNormal"/>
      </w:pPr>
      <w:r>
        <w:rPr>
          <w:rtl/>
        </w:rPr>
        <w:br w:type="page"/>
      </w:r>
    </w:p>
    <w:p w:rsidR="00A0264F" w:rsidRPr="00A0264F" w:rsidRDefault="00A0264F" w:rsidP="00A327D5">
      <w:pPr>
        <w:pStyle w:val="libNormal"/>
      </w:pPr>
      <w:r w:rsidRPr="00A0264F">
        <w:rPr>
          <w:rtl/>
        </w:rPr>
        <w:t>القعدة سنة تسعين ومئتين وألف</w:t>
      </w:r>
      <w:r w:rsidRPr="00A0264F">
        <w:rPr>
          <w:rStyle w:val="libFootnotenumChar"/>
          <w:rtl/>
        </w:rPr>
        <w:t>(1)</w:t>
      </w:r>
      <w:r w:rsidR="00A327D5">
        <w:rPr>
          <w:rStyle w:val="libFootnotenumChar"/>
          <w:rtl/>
        </w:rPr>
        <w:t>،</w:t>
      </w:r>
      <w:r w:rsidRPr="00A0264F">
        <w:rPr>
          <w:rtl/>
        </w:rPr>
        <w:t xml:space="preserve"> وهاجر إلى سامراء بهجرة أبيه سنة 1298 هجرية حين اجتاح النجف وباء الطاعون</w:t>
      </w:r>
      <w:r w:rsidR="00A327D5">
        <w:rPr>
          <w:rtl/>
        </w:rPr>
        <w:t>،</w:t>
      </w:r>
      <w:r w:rsidRPr="00A0264F">
        <w:rPr>
          <w:rtl/>
        </w:rPr>
        <w:t xml:space="preserve"> وكان سيّدنا الرضا خامس إخوته الستّة</w:t>
      </w:r>
      <w:r w:rsidR="00A327D5">
        <w:rPr>
          <w:rtl/>
        </w:rPr>
        <w:t>،</w:t>
      </w:r>
      <w:r w:rsidRPr="00A0264F">
        <w:rPr>
          <w:rtl/>
        </w:rPr>
        <w:t xml:space="preserve"> وقد اشتهر منذ يفاعه بالصلاح والتقوى</w:t>
      </w:r>
      <w:r w:rsidR="00A327D5">
        <w:rPr>
          <w:rtl/>
        </w:rPr>
        <w:t>،</w:t>
      </w:r>
      <w:r w:rsidRPr="00A0264F">
        <w:rPr>
          <w:rtl/>
        </w:rPr>
        <w:t xml:space="preserve"> وعُرف عنه أنّه حفظ أوّل حديث عن الإمام الشيرازي الكبير</w:t>
      </w:r>
      <w:r w:rsidR="00A327D5">
        <w:rPr>
          <w:rtl/>
        </w:rPr>
        <w:t>،</w:t>
      </w:r>
      <w:r w:rsidRPr="00A0264F">
        <w:rPr>
          <w:rtl/>
        </w:rPr>
        <w:t xml:space="preserve"> وهو قول النبيّ (صلّى الله عليه وآله)</w:t>
      </w:r>
      <w:r w:rsidR="003D6158">
        <w:rPr>
          <w:rtl/>
        </w:rPr>
        <w:t>:</w:t>
      </w:r>
      <w:r w:rsidRPr="00A0264F">
        <w:rPr>
          <w:rtl/>
        </w:rPr>
        <w:t xml:space="preserve"> </w:t>
      </w:r>
      <w:r w:rsidR="00A327D5">
        <w:rPr>
          <w:rFonts w:hint="cs"/>
          <w:rtl/>
        </w:rPr>
        <w:t>«</w:t>
      </w:r>
      <w:r w:rsidRPr="00A5546B">
        <w:rPr>
          <w:rtl/>
        </w:rPr>
        <w:t>العلم نور يقذفه اللّه في قلب من يشاء</w:t>
      </w:r>
      <w:r w:rsidR="00A327D5">
        <w:rPr>
          <w:rFonts w:hint="cs"/>
          <w:rtl/>
        </w:rPr>
        <w:t>»</w:t>
      </w:r>
      <w:r w:rsidR="00A327D5">
        <w:rPr>
          <w:rtl/>
        </w:rPr>
        <w:t>،</w:t>
      </w:r>
      <w:r w:rsidRPr="00A0264F">
        <w:rPr>
          <w:rtl/>
        </w:rPr>
        <w:t xml:space="preserve"> وذلك حين تعلّم (رحمه اللّه) القرآن الكريم بمدّة أيسر من المألوف</w:t>
      </w:r>
      <w:r w:rsidR="00A327D5">
        <w:rPr>
          <w:rtl/>
        </w:rPr>
        <w:t>،</w:t>
      </w:r>
      <w:r w:rsidRPr="00A0264F">
        <w:rPr>
          <w:rtl/>
        </w:rPr>
        <w:t xml:space="preserve"> فأُعجب به الإمام الشيرازي (قدّس اللّه سرّه) أشدّ الإعجاب</w:t>
      </w:r>
      <w:r w:rsidR="00A327D5">
        <w:rPr>
          <w:rtl/>
        </w:rPr>
        <w:t>،</w:t>
      </w:r>
      <w:r w:rsidRPr="00A0264F">
        <w:rPr>
          <w:rtl/>
        </w:rPr>
        <w:t xml:space="preserve"> وقال في جملة ما قال</w:t>
      </w:r>
      <w:r w:rsidR="003D6158">
        <w:rPr>
          <w:rtl/>
        </w:rPr>
        <w:t>:</w:t>
      </w:r>
      <w:r w:rsidRPr="00A0264F">
        <w:rPr>
          <w:rtl/>
        </w:rPr>
        <w:t xml:space="preserve"> العلم نور</w:t>
      </w:r>
      <w:r w:rsidR="00A327D5">
        <w:rPr>
          <w:rtl/>
        </w:rPr>
        <w:t>.</w:t>
      </w:r>
      <w:r w:rsidRPr="00A0264F">
        <w:rPr>
          <w:rtl/>
        </w:rPr>
        <w:t>..</w:t>
      </w:r>
      <w:r w:rsidR="00A327D5">
        <w:rPr>
          <w:rtl/>
        </w:rPr>
        <w:t>.</w:t>
      </w:r>
    </w:p>
    <w:p w:rsidR="00A0264F" w:rsidRPr="00A0264F" w:rsidRDefault="00A0264F" w:rsidP="00A5546B">
      <w:pPr>
        <w:pStyle w:val="libNormal"/>
      </w:pPr>
      <w:r w:rsidRPr="00A0264F">
        <w:rPr>
          <w:rtl/>
        </w:rPr>
        <w:t>وكانت سامراء يومئذٍ آهلة بالعلم والأدب</w:t>
      </w:r>
      <w:r w:rsidR="00A327D5">
        <w:rPr>
          <w:rtl/>
        </w:rPr>
        <w:t>،</w:t>
      </w:r>
      <w:r w:rsidRPr="00A0264F">
        <w:rPr>
          <w:rtl/>
        </w:rPr>
        <w:t xml:space="preserve"> حافلة بنوادي البحث والتدريس</w:t>
      </w:r>
      <w:r w:rsidR="00A327D5">
        <w:rPr>
          <w:rtl/>
        </w:rPr>
        <w:t>،</w:t>
      </w:r>
      <w:r w:rsidRPr="00A0264F">
        <w:rPr>
          <w:rtl/>
        </w:rPr>
        <w:t xml:space="preserve"> وكان للأدب العربي فيها شأن مرموق</w:t>
      </w:r>
      <w:r w:rsidR="00A327D5">
        <w:rPr>
          <w:rtl/>
        </w:rPr>
        <w:t>،</w:t>
      </w:r>
      <w:r w:rsidRPr="00A0264F">
        <w:rPr>
          <w:rtl/>
        </w:rPr>
        <w:t xml:space="preserve"> فنهل السيّد الرضا من موارده العذبة فيها</w:t>
      </w:r>
      <w:r w:rsidR="00A327D5">
        <w:rPr>
          <w:rtl/>
        </w:rPr>
        <w:t>،</w:t>
      </w:r>
      <w:r w:rsidRPr="00A0264F">
        <w:rPr>
          <w:rtl/>
        </w:rPr>
        <w:t xml:space="preserve"> ومكث في سامراء مكبّاً على طلب العلم حتى عودة أبيه إلى النجف سنة 1311 للهجرة</w:t>
      </w:r>
      <w:r w:rsidR="00A327D5">
        <w:rPr>
          <w:rtl/>
        </w:rPr>
        <w:t>،</w:t>
      </w:r>
      <w:r w:rsidRPr="00A0264F">
        <w:rPr>
          <w:rtl/>
        </w:rPr>
        <w:t xml:space="preserve"> وكان طوال تلك المدّة موضع حبّ ورعاية الإمام الشيرازي</w:t>
      </w:r>
      <w:r w:rsidR="00A327D5">
        <w:rPr>
          <w:rtl/>
        </w:rPr>
        <w:t>؛</w:t>
      </w:r>
      <w:r w:rsidRPr="00A0264F">
        <w:rPr>
          <w:rtl/>
        </w:rPr>
        <w:t xml:space="preserve"> إذ كان سيّدنا الرضا غاية في الذكاء والفطنة</w:t>
      </w:r>
      <w:r w:rsidR="00A327D5">
        <w:rPr>
          <w:rtl/>
        </w:rPr>
        <w:t>،</w:t>
      </w:r>
      <w:r w:rsidRPr="00A0264F">
        <w:rPr>
          <w:rtl/>
        </w:rPr>
        <w:t xml:space="preserve"> وسرعة البديهة وسعة الاطلاع</w:t>
      </w:r>
      <w:r w:rsidR="00A327D5">
        <w:rPr>
          <w:rtl/>
        </w:rPr>
        <w:t>.</w:t>
      </w:r>
    </w:p>
    <w:p w:rsidR="00A0264F" w:rsidRPr="00A0264F" w:rsidRDefault="00A0264F" w:rsidP="00A5546B">
      <w:pPr>
        <w:pStyle w:val="libNormal"/>
      </w:pPr>
      <w:r w:rsidRPr="00A0264F">
        <w:rPr>
          <w:rtl/>
        </w:rPr>
        <w:t>وفي النجف الأشرف واصل دراسته العلمية على أساطين العلم فيها</w:t>
      </w:r>
      <w:r w:rsidR="00A327D5">
        <w:rPr>
          <w:rtl/>
        </w:rPr>
        <w:t>،</w:t>
      </w:r>
      <w:r w:rsidRPr="00A0264F">
        <w:rPr>
          <w:rtl/>
        </w:rPr>
        <w:t xml:space="preserve"> فقد تلمذ في الفقه والأصول وجملة من العلوم على والده الحجّة السيّد محمد الهندي</w:t>
      </w:r>
      <w:r w:rsidR="00A327D5">
        <w:rPr>
          <w:rtl/>
        </w:rPr>
        <w:t>،</w:t>
      </w:r>
      <w:r w:rsidRPr="00A0264F">
        <w:rPr>
          <w:rtl/>
        </w:rPr>
        <w:t xml:space="preserve"> وعلى الحجّة السيد محمد الطباطبائي</w:t>
      </w:r>
      <w:r w:rsidR="00A327D5">
        <w:rPr>
          <w:rtl/>
        </w:rPr>
        <w:t>،</w:t>
      </w:r>
      <w:r w:rsidRPr="00A0264F">
        <w:rPr>
          <w:rtl/>
        </w:rPr>
        <w:t xml:space="preserve"> والشيخ محمد طه نجف</w:t>
      </w:r>
      <w:r w:rsidR="00A327D5">
        <w:rPr>
          <w:rtl/>
        </w:rPr>
        <w:t>،</w:t>
      </w:r>
      <w:r w:rsidRPr="00A0264F">
        <w:rPr>
          <w:rtl/>
        </w:rPr>
        <w:t xml:space="preserve"> والشيخ حسن ابن الشيخ صاحب الجواهر</w:t>
      </w:r>
      <w:r w:rsidR="00A327D5">
        <w:rPr>
          <w:rtl/>
        </w:rPr>
        <w:t>،</w:t>
      </w:r>
      <w:r w:rsidRPr="00A0264F">
        <w:rPr>
          <w:rtl/>
        </w:rPr>
        <w:t xml:space="preserve"> والملاّ محمد الشربياني</w:t>
      </w:r>
      <w:r w:rsidR="00A327D5">
        <w:rPr>
          <w:rtl/>
        </w:rPr>
        <w:t>،</w:t>
      </w:r>
      <w:r w:rsidRPr="00A0264F">
        <w:rPr>
          <w:rtl/>
        </w:rPr>
        <w:t xml:space="preserve"> والشيخ الملاّ محمد كاظم الخراساني</w:t>
      </w:r>
      <w:r w:rsidR="00A327D5">
        <w:rPr>
          <w:rtl/>
        </w:rPr>
        <w:t>.</w:t>
      </w:r>
    </w:p>
    <w:p w:rsidR="00A0264F" w:rsidRPr="00A0264F" w:rsidRDefault="00A0264F" w:rsidP="00A5546B">
      <w:pPr>
        <w:pStyle w:val="libNormal"/>
      </w:pPr>
      <w:r w:rsidRPr="00A0264F">
        <w:rPr>
          <w:rtl/>
        </w:rPr>
        <w:t>وكان يروي إجازة عن أبيه</w:t>
      </w:r>
      <w:r w:rsidR="00A327D5">
        <w:rPr>
          <w:rtl/>
        </w:rPr>
        <w:t>،</w:t>
      </w:r>
      <w:r w:rsidRPr="00A0264F">
        <w:rPr>
          <w:rtl/>
        </w:rPr>
        <w:t xml:space="preserve"> وعن الشيخ أسد اللّه الزنجاني</w:t>
      </w:r>
      <w:r w:rsidR="00A327D5">
        <w:rPr>
          <w:rtl/>
        </w:rPr>
        <w:t>،</w:t>
      </w:r>
      <w:r w:rsidRPr="00A0264F">
        <w:rPr>
          <w:rtl/>
        </w:rPr>
        <w:t xml:space="preserve"> والسيد حسن الصدر</w:t>
      </w:r>
      <w:r w:rsidR="00A327D5">
        <w:rPr>
          <w:rtl/>
        </w:rPr>
        <w:t>،</w:t>
      </w:r>
      <w:r w:rsidRPr="00A0264F">
        <w:rPr>
          <w:rtl/>
        </w:rPr>
        <w:t xml:space="preserve"> والسيد أبي الحسن الأصفهاني</w:t>
      </w:r>
      <w:r w:rsidR="00A327D5">
        <w:rPr>
          <w:rtl/>
        </w:rPr>
        <w:t>،</w:t>
      </w:r>
      <w:r w:rsidRPr="00A0264F">
        <w:rPr>
          <w:rtl/>
        </w:rPr>
        <w:t xml:space="preserve"> والشيخ آغا بزرك </w:t>
      </w:r>
    </w:p>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كما ثبته والده الحجّة السيد محمد الهندي في كشكوله</w:t>
      </w:r>
      <w:r w:rsidR="00A327D5">
        <w:rPr>
          <w:rtl/>
        </w:rPr>
        <w:t>.</w:t>
      </w:r>
    </w:p>
    <w:p w:rsidR="00A5546B" w:rsidRDefault="00A5546B" w:rsidP="00A5546B">
      <w:pPr>
        <w:pStyle w:val="libNormal"/>
      </w:pPr>
      <w:r>
        <w:rPr>
          <w:rtl/>
        </w:rPr>
        <w:br w:type="page"/>
      </w:r>
    </w:p>
    <w:p w:rsidR="00A0264F" w:rsidRPr="00A0264F" w:rsidRDefault="00A0264F" w:rsidP="00A5546B">
      <w:pPr>
        <w:pStyle w:val="libNormal"/>
      </w:pPr>
      <w:r w:rsidRPr="00A0264F">
        <w:rPr>
          <w:rtl/>
        </w:rPr>
        <w:t>الطهراني</w:t>
      </w:r>
      <w:r w:rsidR="00A327D5">
        <w:rPr>
          <w:rtl/>
        </w:rPr>
        <w:t>،</w:t>
      </w:r>
      <w:r w:rsidRPr="00A0264F">
        <w:rPr>
          <w:rtl/>
        </w:rPr>
        <w:t xml:space="preserve"> حتى شهد له الشيخ محمد طه نجف بالاجتهاد المطلق سنة 1322 للهجرة</w:t>
      </w:r>
      <w:r w:rsidR="00A327D5">
        <w:rPr>
          <w:rtl/>
        </w:rPr>
        <w:t>.</w:t>
      </w:r>
    </w:p>
    <w:p w:rsidR="00A0264F" w:rsidRPr="00A0264F" w:rsidRDefault="00A0264F" w:rsidP="00A5546B">
      <w:pPr>
        <w:pStyle w:val="libNormal"/>
      </w:pPr>
      <w:r w:rsidRPr="00A0264F">
        <w:rPr>
          <w:rtl/>
        </w:rPr>
        <w:t>وكان (رحمه اللّه) زاهداً بالزعامة الدينية على الرغم من مؤهّلاته للإمامة</w:t>
      </w:r>
      <w:r w:rsidR="00A327D5">
        <w:rPr>
          <w:rtl/>
        </w:rPr>
        <w:t>،</w:t>
      </w:r>
      <w:r w:rsidRPr="00A0264F">
        <w:rPr>
          <w:rtl/>
        </w:rPr>
        <w:t xml:space="preserve"> شديد التواضع مع سموّ مكانته العلمية</w:t>
      </w:r>
      <w:r w:rsidR="00A327D5">
        <w:rPr>
          <w:rtl/>
        </w:rPr>
        <w:t>،</w:t>
      </w:r>
      <w:r w:rsidRPr="00A0264F">
        <w:rPr>
          <w:rtl/>
        </w:rPr>
        <w:t xml:space="preserve"> رفيع الخلق</w:t>
      </w:r>
      <w:r w:rsidR="00A327D5">
        <w:rPr>
          <w:rtl/>
        </w:rPr>
        <w:t>،</w:t>
      </w:r>
      <w:r w:rsidRPr="00A0264F">
        <w:rPr>
          <w:rtl/>
        </w:rPr>
        <w:t xml:space="preserve"> جمّ المناقب</w:t>
      </w:r>
      <w:r w:rsidR="00A327D5">
        <w:rPr>
          <w:rtl/>
        </w:rPr>
        <w:t>،</w:t>
      </w:r>
      <w:r w:rsidRPr="00A0264F">
        <w:rPr>
          <w:rtl/>
        </w:rPr>
        <w:t xml:space="preserve"> غزير العلم</w:t>
      </w:r>
      <w:r w:rsidR="00A327D5">
        <w:rPr>
          <w:rtl/>
        </w:rPr>
        <w:t>،</w:t>
      </w:r>
      <w:r w:rsidRPr="00A0264F">
        <w:rPr>
          <w:rtl/>
        </w:rPr>
        <w:t xml:space="preserve"> واسع المعرفة</w:t>
      </w:r>
      <w:r w:rsidR="00A327D5">
        <w:rPr>
          <w:rtl/>
        </w:rPr>
        <w:t>.</w:t>
      </w:r>
    </w:p>
    <w:p w:rsidR="00A0264F" w:rsidRPr="00A0264F" w:rsidRDefault="00A0264F" w:rsidP="00A5546B">
      <w:pPr>
        <w:pStyle w:val="libNormal"/>
      </w:pPr>
      <w:r w:rsidRPr="00A0264F">
        <w:rPr>
          <w:rtl/>
        </w:rPr>
        <w:t>وقد اكتنفت حياته مصاعب ومتاعب حالت بينه وبين التفرّغ للتأليف</w:t>
      </w:r>
      <w:r w:rsidR="00A327D5">
        <w:rPr>
          <w:rtl/>
        </w:rPr>
        <w:t>،</w:t>
      </w:r>
      <w:r w:rsidRPr="00A0264F">
        <w:rPr>
          <w:rtl/>
        </w:rPr>
        <w:t xml:space="preserve"> وإذا كان قد أغنى مجالس العلم والأدب والشعر بما جعل اسمه قبل الأسماء</w:t>
      </w:r>
      <w:r w:rsidR="00A327D5">
        <w:rPr>
          <w:rtl/>
        </w:rPr>
        <w:t>،</w:t>
      </w:r>
      <w:r w:rsidRPr="00A0264F">
        <w:rPr>
          <w:rtl/>
        </w:rPr>
        <w:t xml:space="preserve"> فإنّه قد ترك من المؤلّفات المخطوطة والمطبوعة ما كنّا نتمنّى المزيد عليه</w:t>
      </w:r>
      <w:r w:rsidR="00A327D5">
        <w:rPr>
          <w:rtl/>
        </w:rPr>
        <w:t>،</w:t>
      </w:r>
      <w:r w:rsidRPr="00A0264F">
        <w:rPr>
          <w:rtl/>
        </w:rPr>
        <w:t xml:space="preserve"> فمن مؤلّفاته</w:t>
      </w:r>
      <w:r w:rsidRPr="00A0264F">
        <w:rPr>
          <w:rStyle w:val="libFootnotenumChar"/>
          <w:rtl/>
        </w:rPr>
        <w:t>(1)</w:t>
      </w:r>
      <w:r w:rsidR="003D6158">
        <w:rPr>
          <w:rtl/>
        </w:rPr>
        <w:t>:</w:t>
      </w:r>
    </w:p>
    <w:p w:rsidR="00A0264F" w:rsidRPr="00A0264F" w:rsidRDefault="00A0264F" w:rsidP="00A5546B">
      <w:pPr>
        <w:pStyle w:val="libNormal"/>
      </w:pPr>
      <w:r w:rsidRPr="00A0264F">
        <w:rPr>
          <w:rtl/>
        </w:rPr>
        <w:t>1</w:t>
      </w:r>
      <w:r w:rsidR="00A327D5">
        <w:rPr>
          <w:rtl/>
        </w:rPr>
        <w:t xml:space="preserve"> - </w:t>
      </w:r>
      <w:r w:rsidRPr="00A0264F">
        <w:rPr>
          <w:rtl/>
        </w:rPr>
        <w:t>الميزان العادل بين الحقّ والباطل</w:t>
      </w:r>
      <w:r w:rsidR="003D6158">
        <w:rPr>
          <w:rtl/>
        </w:rPr>
        <w:t>:</w:t>
      </w:r>
      <w:r w:rsidRPr="00A0264F">
        <w:rPr>
          <w:rtl/>
        </w:rPr>
        <w:t xml:space="preserve"> وهي رسالة في الردّ على الكتابيين</w:t>
      </w:r>
      <w:r w:rsidR="00A327D5">
        <w:rPr>
          <w:rtl/>
        </w:rPr>
        <w:t>،</w:t>
      </w:r>
      <w:r w:rsidRPr="00A0264F">
        <w:rPr>
          <w:rtl/>
        </w:rPr>
        <w:t xml:space="preserve"> ألّفها استجابة لرغبة الشيخ حسن علي بن بدر القطيفي المهاجر حينئذٍ إلى الهند</w:t>
      </w:r>
      <w:r w:rsidR="00A327D5">
        <w:rPr>
          <w:rtl/>
        </w:rPr>
        <w:t>؛</w:t>
      </w:r>
      <w:r w:rsidRPr="00A0264F">
        <w:rPr>
          <w:rtl/>
        </w:rPr>
        <w:t xml:space="preserve"> ليحمل الهنود على مقاطعة الانجليز</w:t>
      </w:r>
      <w:r w:rsidR="00A327D5">
        <w:rPr>
          <w:rtl/>
        </w:rPr>
        <w:t>،</w:t>
      </w:r>
      <w:r w:rsidRPr="00A0264F">
        <w:rPr>
          <w:rtl/>
        </w:rPr>
        <w:t xml:space="preserve"> وقد طبعها المذكور على نفقته في بغداد سنة 1331 هجرية</w:t>
      </w:r>
      <w:r w:rsidR="00A327D5">
        <w:rPr>
          <w:rtl/>
        </w:rPr>
        <w:t>،</w:t>
      </w:r>
      <w:r w:rsidRPr="00A0264F">
        <w:rPr>
          <w:rtl/>
        </w:rPr>
        <w:t xml:space="preserve"> وتقرر فيما بعد تدريسها في مدارس الدولة</w:t>
      </w:r>
      <w:r w:rsidR="00A327D5">
        <w:rPr>
          <w:rtl/>
        </w:rPr>
        <w:t>،</w:t>
      </w:r>
      <w:r w:rsidRPr="00A0264F">
        <w:rPr>
          <w:rtl/>
        </w:rPr>
        <w:t xml:space="preserve"> ولكنّ سلطات الاحتلال البريطاني منعت نشرها</w:t>
      </w:r>
      <w:r w:rsidR="00A327D5">
        <w:rPr>
          <w:rtl/>
        </w:rPr>
        <w:t>.</w:t>
      </w:r>
    </w:p>
    <w:p w:rsidR="00A0264F" w:rsidRPr="00A0264F" w:rsidRDefault="00A0264F" w:rsidP="00A5546B">
      <w:pPr>
        <w:pStyle w:val="libNormal"/>
      </w:pPr>
      <w:r w:rsidRPr="00A0264F">
        <w:rPr>
          <w:rtl/>
        </w:rPr>
        <w:t>2</w:t>
      </w:r>
      <w:r w:rsidR="00A327D5">
        <w:rPr>
          <w:rtl/>
        </w:rPr>
        <w:t xml:space="preserve"> - </w:t>
      </w:r>
      <w:r w:rsidRPr="00A0264F">
        <w:rPr>
          <w:rtl/>
        </w:rPr>
        <w:t>بلغة الراحل</w:t>
      </w:r>
      <w:r w:rsidR="003D6158">
        <w:rPr>
          <w:rtl/>
        </w:rPr>
        <w:t>:</w:t>
      </w:r>
      <w:r w:rsidRPr="00A0264F">
        <w:rPr>
          <w:rtl/>
        </w:rPr>
        <w:t xml:space="preserve"> كتاب في المعتقدات والأخلاق</w:t>
      </w:r>
      <w:r w:rsidR="00A327D5">
        <w:rPr>
          <w:rtl/>
        </w:rPr>
        <w:t>،</w:t>
      </w:r>
      <w:r w:rsidRPr="00A0264F">
        <w:rPr>
          <w:rtl/>
        </w:rPr>
        <w:t xml:space="preserve"> لم يُطبع</w:t>
      </w:r>
      <w:r w:rsidR="00A327D5">
        <w:rPr>
          <w:rtl/>
        </w:rPr>
        <w:t>.</w:t>
      </w:r>
    </w:p>
    <w:p w:rsidR="00A0264F" w:rsidRPr="00A0264F" w:rsidRDefault="00A0264F" w:rsidP="00A5546B">
      <w:pPr>
        <w:pStyle w:val="libNormal"/>
      </w:pPr>
      <w:r w:rsidRPr="00A0264F">
        <w:rPr>
          <w:rtl/>
        </w:rPr>
        <w:t>3</w:t>
      </w:r>
      <w:r w:rsidR="00A327D5">
        <w:rPr>
          <w:rtl/>
        </w:rPr>
        <w:t xml:space="preserve"> - </w:t>
      </w:r>
      <w:r w:rsidRPr="00A0264F">
        <w:rPr>
          <w:rtl/>
        </w:rPr>
        <w:t>الوافي في شرح الكافي في العروض والقوافي</w:t>
      </w:r>
      <w:r w:rsidR="00A327D5">
        <w:rPr>
          <w:rtl/>
        </w:rPr>
        <w:t>،</w:t>
      </w:r>
      <w:r w:rsidRPr="00A0264F">
        <w:rPr>
          <w:rtl/>
        </w:rPr>
        <w:t xml:space="preserve"> لم يُطبع</w:t>
      </w:r>
      <w:r w:rsidR="00A327D5">
        <w:rPr>
          <w:rtl/>
        </w:rPr>
        <w:t>.</w:t>
      </w:r>
    </w:p>
    <w:p w:rsidR="00A0264F" w:rsidRPr="00A0264F" w:rsidRDefault="00A0264F" w:rsidP="00A5546B">
      <w:pPr>
        <w:pStyle w:val="libNormal"/>
      </w:pPr>
      <w:r w:rsidRPr="00A0264F">
        <w:rPr>
          <w:rtl/>
        </w:rPr>
        <w:t>4</w:t>
      </w:r>
      <w:r w:rsidR="00A327D5">
        <w:rPr>
          <w:rtl/>
        </w:rPr>
        <w:t xml:space="preserve"> - </w:t>
      </w:r>
      <w:r w:rsidRPr="00A0264F">
        <w:rPr>
          <w:rtl/>
        </w:rPr>
        <w:t>شرح على باب الظهار</w:t>
      </w:r>
      <w:r w:rsidR="003D6158">
        <w:rPr>
          <w:rtl/>
        </w:rPr>
        <w:t>:</w:t>
      </w:r>
      <w:r w:rsidRPr="00A0264F">
        <w:rPr>
          <w:rtl/>
        </w:rPr>
        <w:t xml:space="preserve"> من كتاب والده في الفقه المسمّى </w:t>
      </w:r>
      <w:r w:rsidR="003D6158">
        <w:rPr>
          <w:rtl/>
        </w:rPr>
        <w:t>(</w:t>
      </w:r>
      <w:r w:rsidRPr="00A0264F">
        <w:rPr>
          <w:rtl/>
        </w:rPr>
        <w:t>اللآليء الناظمة للأحكام اللازمة</w:t>
      </w:r>
      <w:r w:rsidR="003D6158">
        <w:rPr>
          <w:rtl/>
        </w:rPr>
        <w:t>)</w:t>
      </w:r>
      <w:r w:rsidR="00A327D5">
        <w:rPr>
          <w:rtl/>
        </w:rPr>
        <w:t>،</w:t>
      </w:r>
      <w:r w:rsidRPr="00A0264F">
        <w:rPr>
          <w:rtl/>
        </w:rPr>
        <w:t xml:space="preserve"> لم يُطبع</w:t>
      </w:r>
      <w:r w:rsidR="00A327D5">
        <w:rPr>
          <w:rtl/>
        </w:rPr>
        <w:t>.</w:t>
      </w:r>
    </w:p>
    <w:p w:rsidR="00A0264F" w:rsidRPr="00A0264F" w:rsidRDefault="00A0264F" w:rsidP="00A5546B">
      <w:pPr>
        <w:pStyle w:val="libNormal"/>
      </w:pPr>
      <w:r w:rsidRPr="00A0264F">
        <w:rPr>
          <w:rtl/>
        </w:rPr>
        <w:t>5</w:t>
      </w:r>
      <w:r w:rsidR="00A327D5">
        <w:rPr>
          <w:rtl/>
        </w:rPr>
        <w:t xml:space="preserve"> - </w:t>
      </w:r>
      <w:r w:rsidRPr="00A0264F">
        <w:rPr>
          <w:rtl/>
        </w:rPr>
        <w:t>سبيكة العسجد في التاريخ بأبجد</w:t>
      </w:r>
      <w:r w:rsidR="003D6158">
        <w:rPr>
          <w:rtl/>
        </w:rPr>
        <w:t>:</w:t>
      </w:r>
      <w:r w:rsidRPr="00A0264F">
        <w:rPr>
          <w:rtl/>
        </w:rPr>
        <w:t xml:space="preserve"> كتاب حافل بفلسفة </w:t>
      </w:r>
    </w:p>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آل الهندي في النجف</w:t>
      </w:r>
      <w:r w:rsidR="00A327D5">
        <w:rPr>
          <w:rtl/>
        </w:rPr>
        <w:t>،</w:t>
      </w:r>
      <w:r w:rsidRPr="00A0264F">
        <w:rPr>
          <w:rtl/>
        </w:rPr>
        <w:t xml:space="preserve"> القسم الأوّل 93 مخطوط للمرحوم الاستاذ موسى الموسوي.</w:t>
      </w:r>
    </w:p>
    <w:p w:rsidR="00A5546B" w:rsidRDefault="00A5546B" w:rsidP="00A5546B">
      <w:pPr>
        <w:pStyle w:val="libNormal"/>
      </w:pPr>
      <w:r>
        <w:rPr>
          <w:rtl/>
        </w:rPr>
        <w:br w:type="page"/>
      </w:r>
    </w:p>
    <w:p w:rsidR="00A0264F" w:rsidRPr="00A0264F" w:rsidRDefault="00A0264F" w:rsidP="00A5546B">
      <w:pPr>
        <w:pStyle w:val="libNormal"/>
      </w:pPr>
      <w:r w:rsidRPr="00A0264F">
        <w:rPr>
          <w:rtl/>
        </w:rPr>
        <w:t>التاريخ بأبجد</w:t>
      </w:r>
      <w:r w:rsidR="00A327D5">
        <w:rPr>
          <w:rtl/>
        </w:rPr>
        <w:t>،</w:t>
      </w:r>
      <w:r w:rsidRPr="00A0264F">
        <w:rPr>
          <w:rtl/>
        </w:rPr>
        <w:t xml:space="preserve"> ويعدُّ نحواً من التأليف لم يُسبق إليه</w:t>
      </w:r>
      <w:r w:rsidR="00A327D5">
        <w:rPr>
          <w:rtl/>
        </w:rPr>
        <w:t>.</w:t>
      </w:r>
      <w:r w:rsidRPr="00A0264F">
        <w:rPr>
          <w:rtl/>
        </w:rPr>
        <w:t xml:space="preserve"> ما زال مخطوطاً</w:t>
      </w:r>
      <w:r w:rsidR="00A327D5">
        <w:rPr>
          <w:rtl/>
        </w:rPr>
        <w:t>.</w:t>
      </w:r>
    </w:p>
    <w:p w:rsidR="00A0264F" w:rsidRPr="00A0264F" w:rsidRDefault="00A0264F" w:rsidP="00A5546B">
      <w:pPr>
        <w:pStyle w:val="libNormal"/>
      </w:pPr>
      <w:r w:rsidRPr="00A0264F">
        <w:rPr>
          <w:rtl/>
        </w:rPr>
        <w:t>6</w:t>
      </w:r>
      <w:r w:rsidR="00A327D5">
        <w:rPr>
          <w:rtl/>
        </w:rPr>
        <w:t xml:space="preserve"> - </w:t>
      </w:r>
      <w:r w:rsidRPr="00A0264F">
        <w:rPr>
          <w:rtl/>
        </w:rPr>
        <w:t>الرحلة الحجازية</w:t>
      </w:r>
      <w:r w:rsidR="003D6158">
        <w:rPr>
          <w:rtl/>
        </w:rPr>
        <w:t>:</w:t>
      </w:r>
      <w:r w:rsidRPr="00A0264F">
        <w:rPr>
          <w:rtl/>
        </w:rPr>
        <w:t xml:space="preserve"> رسالة وصف فيها رحلته إلى الحجّ سنة 1347 للهجرة</w:t>
      </w:r>
      <w:r w:rsidR="00A327D5">
        <w:rPr>
          <w:rtl/>
        </w:rPr>
        <w:t>.</w:t>
      </w:r>
      <w:r w:rsidRPr="00A0264F">
        <w:rPr>
          <w:rtl/>
        </w:rPr>
        <w:t xml:space="preserve"> مخطوطة</w:t>
      </w:r>
      <w:r w:rsidR="00A327D5">
        <w:rPr>
          <w:rtl/>
        </w:rPr>
        <w:t>.</w:t>
      </w:r>
    </w:p>
    <w:p w:rsidR="00A0264F" w:rsidRPr="00A0264F" w:rsidRDefault="00A0264F" w:rsidP="00A5546B">
      <w:pPr>
        <w:pStyle w:val="libNormal"/>
      </w:pPr>
      <w:r w:rsidRPr="00A0264F">
        <w:rPr>
          <w:rtl/>
        </w:rPr>
        <w:t>7</w:t>
      </w:r>
      <w:r w:rsidR="00A327D5">
        <w:rPr>
          <w:rtl/>
        </w:rPr>
        <w:t xml:space="preserve"> - </w:t>
      </w:r>
      <w:r w:rsidRPr="00A0264F">
        <w:rPr>
          <w:rtl/>
        </w:rPr>
        <w:t>درر البحور في العروض</w:t>
      </w:r>
      <w:r w:rsidR="00A327D5">
        <w:rPr>
          <w:rtl/>
        </w:rPr>
        <w:t>،</w:t>
      </w:r>
      <w:r w:rsidRPr="00A0264F">
        <w:rPr>
          <w:rtl/>
        </w:rPr>
        <w:t xml:space="preserve"> مخطوط</w:t>
      </w:r>
      <w:r w:rsidR="00A327D5">
        <w:rPr>
          <w:rtl/>
        </w:rPr>
        <w:t>.</w:t>
      </w:r>
    </w:p>
    <w:p w:rsidR="00A0264F" w:rsidRPr="00A0264F" w:rsidRDefault="00A0264F" w:rsidP="00A5546B">
      <w:pPr>
        <w:pStyle w:val="libNormal"/>
      </w:pPr>
      <w:r w:rsidRPr="00A0264F">
        <w:rPr>
          <w:rtl/>
        </w:rPr>
        <w:t>8</w:t>
      </w:r>
      <w:r w:rsidR="00A327D5">
        <w:rPr>
          <w:rtl/>
        </w:rPr>
        <w:t xml:space="preserve"> - </w:t>
      </w:r>
      <w:r w:rsidRPr="00A0264F">
        <w:rPr>
          <w:rtl/>
        </w:rPr>
        <w:t>تقريرات أستاذه السيد محمد بحر العلوم</w:t>
      </w:r>
      <w:r w:rsidR="00A327D5">
        <w:rPr>
          <w:rtl/>
        </w:rPr>
        <w:t>،</w:t>
      </w:r>
      <w:r w:rsidRPr="00A0264F">
        <w:rPr>
          <w:rtl/>
        </w:rPr>
        <w:t xml:space="preserve"> مخطوط</w:t>
      </w:r>
      <w:r w:rsidR="00A327D5">
        <w:rPr>
          <w:rtl/>
        </w:rPr>
        <w:t>.</w:t>
      </w:r>
    </w:p>
    <w:p w:rsidR="00A0264F" w:rsidRPr="00A0264F" w:rsidRDefault="00A0264F" w:rsidP="00A5546B">
      <w:pPr>
        <w:pStyle w:val="libNormal"/>
      </w:pPr>
      <w:r w:rsidRPr="00A0264F">
        <w:rPr>
          <w:rtl/>
        </w:rPr>
        <w:t>9</w:t>
      </w:r>
      <w:r w:rsidR="00A327D5">
        <w:rPr>
          <w:rtl/>
        </w:rPr>
        <w:t xml:space="preserve"> - </w:t>
      </w:r>
      <w:r w:rsidRPr="00A0264F">
        <w:rPr>
          <w:rtl/>
        </w:rPr>
        <w:t>شرح رسالة غاية الإيجاز لوالده</w:t>
      </w:r>
      <w:r w:rsidR="00A327D5">
        <w:rPr>
          <w:rtl/>
        </w:rPr>
        <w:t>،</w:t>
      </w:r>
      <w:r w:rsidRPr="00A0264F">
        <w:rPr>
          <w:rtl/>
        </w:rPr>
        <w:t xml:space="preserve"> مخطوط</w:t>
      </w:r>
      <w:r w:rsidR="00A327D5">
        <w:rPr>
          <w:rtl/>
        </w:rPr>
        <w:t>.</w:t>
      </w:r>
    </w:p>
    <w:p w:rsidR="00A0264F" w:rsidRPr="00A0264F" w:rsidRDefault="00A0264F" w:rsidP="00A5546B">
      <w:pPr>
        <w:pStyle w:val="libNormal"/>
      </w:pPr>
      <w:r w:rsidRPr="00A0264F">
        <w:rPr>
          <w:rtl/>
        </w:rPr>
        <w:t>وقد ترجم لسيّدنا الرضا عدد من العلماء الأعلام والكتّاب والأدباء الكبار</w:t>
      </w:r>
      <w:r w:rsidR="00A327D5">
        <w:rPr>
          <w:rtl/>
        </w:rPr>
        <w:t>،</w:t>
      </w:r>
      <w:r w:rsidRPr="00A0264F">
        <w:rPr>
          <w:rtl/>
        </w:rPr>
        <w:t xml:space="preserve"> أمثال</w:t>
      </w:r>
      <w:r w:rsidR="003D6158">
        <w:rPr>
          <w:rtl/>
        </w:rPr>
        <w:t>:</w:t>
      </w:r>
      <w:r w:rsidRPr="00A0264F">
        <w:rPr>
          <w:rtl/>
        </w:rPr>
        <w:t xml:space="preserve"> العلاّمة المرحوم الشيخ علي كاشف الغطاء في كتابه </w:t>
      </w:r>
      <w:r w:rsidR="003D6158">
        <w:rPr>
          <w:rtl/>
        </w:rPr>
        <w:t>(</w:t>
      </w:r>
      <w:r w:rsidRPr="00A0264F">
        <w:rPr>
          <w:rtl/>
        </w:rPr>
        <w:t>الحصون المنيعة</w:t>
      </w:r>
      <w:r w:rsidR="003D6158">
        <w:rPr>
          <w:rtl/>
        </w:rPr>
        <w:t>)</w:t>
      </w:r>
      <w:r w:rsidR="00A327D5">
        <w:rPr>
          <w:rtl/>
        </w:rPr>
        <w:t>،</w:t>
      </w:r>
      <w:r w:rsidRPr="00A0264F">
        <w:rPr>
          <w:rtl/>
        </w:rPr>
        <w:t xml:space="preserve"> والعلاّمة المرحوم السيد محسن الأمين في كتابه </w:t>
      </w:r>
      <w:r w:rsidR="003D6158">
        <w:rPr>
          <w:rtl/>
        </w:rPr>
        <w:t>(</w:t>
      </w:r>
      <w:r w:rsidRPr="00A0264F">
        <w:rPr>
          <w:rtl/>
        </w:rPr>
        <w:t>أعيان الشيعة</w:t>
      </w:r>
      <w:r w:rsidR="003D6158">
        <w:rPr>
          <w:rtl/>
        </w:rPr>
        <w:t>)</w:t>
      </w:r>
      <w:r w:rsidR="00A327D5">
        <w:rPr>
          <w:rtl/>
        </w:rPr>
        <w:t>،</w:t>
      </w:r>
      <w:r w:rsidRPr="00A0264F">
        <w:rPr>
          <w:rtl/>
        </w:rPr>
        <w:t xml:space="preserve"> والعلاّمة المرحوم الشيخ محمد السماوي في كتابه </w:t>
      </w:r>
      <w:r w:rsidR="003D6158">
        <w:rPr>
          <w:rtl/>
        </w:rPr>
        <w:t>(</w:t>
      </w:r>
      <w:r w:rsidRPr="00A0264F">
        <w:rPr>
          <w:rtl/>
        </w:rPr>
        <w:t>الطليعة</w:t>
      </w:r>
      <w:r w:rsidR="003D6158">
        <w:rPr>
          <w:rtl/>
        </w:rPr>
        <w:t>)</w:t>
      </w:r>
      <w:r w:rsidR="00A327D5">
        <w:rPr>
          <w:rtl/>
        </w:rPr>
        <w:t>،</w:t>
      </w:r>
      <w:r w:rsidRPr="00A0264F">
        <w:rPr>
          <w:rtl/>
        </w:rPr>
        <w:t xml:space="preserve"> والعلاّمة المرحوم الشيخ جعفر النقدي في كتابه </w:t>
      </w:r>
      <w:r w:rsidR="003D6158">
        <w:rPr>
          <w:rtl/>
        </w:rPr>
        <w:t>(</w:t>
      </w:r>
      <w:r w:rsidRPr="00A0264F">
        <w:rPr>
          <w:rtl/>
        </w:rPr>
        <w:t>الروض النضير</w:t>
      </w:r>
      <w:r w:rsidR="003D6158">
        <w:rPr>
          <w:rtl/>
        </w:rPr>
        <w:t>)</w:t>
      </w:r>
      <w:r w:rsidR="00A327D5">
        <w:rPr>
          <w:rtl/>
        </w:rPr>
        <w:t>،</w:t>
      </w:r>
      <w:r w:rsidRPr="00A0264F">
        <w:rPr>
          <w:rtl/>
        </w:rPr>
        <w:t xml:space="preserve"> والأستاذ المرحوم علي الخاقاني في كتابه </w:t>
      </w:r>
      <w:r w:rsidR="003D6158">
        <w:rPr>
          <w:rtl/>
        </w:rPr>
        <w:t>(</w:t>
      </w:r>
      <w:r w:rsidRPr="00A0264F">
        <w:rPr>
          <w:rtl/>
        </w:rPr>
        <w:t>شعراء الغري</w:t>
      </w:r>
      <w:r w:rsidR="003D6158">
        <w:rPr>
          <w:rtl/>
        </w:rPr>
        <w:t>)</w:t>
      </w:r>
      <w:r w:rsidR="00A327D5">
        <w:rPr>
          <w:rtl/>
        </w:rPr>
        <w:t>،</w:t>
      </w:r>
      <w:r w:rsidRPr="00A0264F">
        <w:rPr>
          <w:rtl/>
        </w:rPr>
        <w:t xml:space="preserve"> والأديب الكبير المرحوم جعفر الخليلي في كتابه </w:t>
      </w:r>
      <w:r w:rsidR="003D6158">
        <w:rPr>
          <w:rtl/>
        </w:rPr>
        <w:t>(</w:t>
      </w:r>
      <w:r w:rsidRPr="00A0264F">
        <w:rPr>
          <w:rtl/>
        </w:rPr>
        <w:t>هكذا عرفتهم</w:t>
      </w:r>
      <w:r w:rsidR="003D6158">
        <w:rPr>
          <w:rtl/>
        </w:rPr>
        <w:t>)</w:t>
      </w:r>
      <w:r w:rsidR="00A327D5">
        <w:rPr>
          <w:rtl/>
        </w:rPr>
        <w:t>،</w:t>
      </w:r>
      <w:r w:rsidRPr="00A0264F">
        <w:rPr>
          <w:rtl/>
        </w:rPr>
        <w:t xml:space="preserve"> كما ترجم لسيّدنا الرضا ولده العلاّمة المرحوم السيد أحمد في مقدّمة القصيدة الشهيرة </w:t>
      </w:r>
      <w:r w:rsidR="003D6158">
        <w:rPr>
          <w:rtl/>
        </w:rPr>
        <w:t>(</w:t>
      </w:r>
      <w:r w:rsidRPr="00A0264F">
        <w:rPr>
          <w:rtl/>
        </w:rPr>
        <w:t>الكوثرية</w:t>
      </w:r>
      <w:r w:rsidR="003D6158">
        <w:rPr>
          <w:rtl/>
        </w:rPr>
        <w:t>)</w:t>
      </w:r>
      <w:r w:rsidRPr="00A0264F">
        <w:rPr>
          <w:rtl/>
        </w:rPr>
        <w:t xml:space="preserve"> وغير هؤلاء كثيرون</w:t>
      </w:r>
      <w:r w:rsidR="00A327D5">
        <w:rPr>
          <w:rtl/>
        </w:rPr>
        <w:t>.</w:t>
      </w:r>
    </w:p>
    <w:p w:rsidR="00A0264F" w:rsidRPr="00A0264F" w:rsidRDefault="00A0264F" w:rsidP="00A5546B">
      <w:pPr>
        <w:pStyle w:val="libNormal"/>
      </w:pPr>
      <w:r w:rsidRPr="00A0264F">
        <w:rPr>
          <w:rtl/>
        </w:rPr>
        <w:t>إلاّ أنّني لا أجد بدّاً من ذكر شي‌ء ممّا كتبه المرحوم الأستاذ الخليلي الذي تعرّض إلى جانب من جوانب عبقرية السيّد الرضا</w:t>
      </w:r>
      <w:r w:rsidR="00A327D5">
        <w:rPr>
          <w:rtl/>
        </w:rPr>
        <w:t>؛</w:t>
      </w:r>
      <w:r w:rsidRPr="00A0264F">
        <w:rPr>
          <w:rtl/>
        </w:rPr>
        <w:t xml:space="preserve"> ممّا يفسح أمام القارئ الكريم سبلا كثيرة لاستجلاء الجوانب الأخرى من إبداع صاحب الديوان</w:t>
      </w:r>
      <w:r w:rsidR="00A327D5">
        <w:rPr>
          <w:rtl/>
        </w:rPr>
        <w:t>.</w:t>
      </w:r>
    </w:p>
    <w:p w:rsidR="00A0264F" w:rsidRPr="00A0264F" w:rsidRDefault="00A0264F" w:rsidP="00A5546B">
      <w:pPr>
        <w:pStyle w:val="libNormal"/>
      </w:pPr>
      <w:r w:rsidRPr="00A0264F">
        <w:rPr>
          <w:rtl/>
        </w:rPr>
        <w:t>يقول الأستاذ الخليلي</w:t>
      </w:r>
      <w:r w:rsidR="003D6158">
        <w:rPr>
          <w:rtl/>
        </w:rPr>
        <w:t>:</w:t>
      </w:r>
    </w:p>
    <w:p w:rsidR="00A0264F" w:rsidRPr="00A0264F" w:rsidRDefault="00A0264F" w:rsidP="00A5546B">
      <w:pPr>
        <w:pStyle w:val="libNormal"/>
      </w:pPr>
      <w:r w:rsidRPr="00A0264F">
        <w:rPr>
          <w:rtl/>
        </w:rPr>
        <w:t>(</w:t>
      </w:r>
      <w:r w:rsidR="00A327D5">
        <w:rPr>
          <w:rtl/>
        </w:rPr>
        <w:t>.</w:t>
      </w:r>
      <w:r w:rsidRPr="00A0264F">
        <w:rPr>
          <w:rtl/>
        </w:rPr>
        <w:t>.. زاول الأدب زمناً طويلاً فأبدع فيه إبداعاً كان المجلي فيه بين جمع كبير من الأدباء والعباقرة في زمانه</w:t>
      </w:r>
      <w:r w:rsidR="00A327D5">
        <w:rPr>
          <w:rtl/>
        </w:rPr>
        <w:t>،</w:t>
      </w:r>
      <w:r w:rsidRPr="00A0264F">
        <w:rPr>
          <w:rtl/>
        </w:rPr>
        <w:t xml:space="preserve"> ولقد ولع بالبديع ولعاً سما به إلى منزلة قلَّ مَنْ ارتفع إليها من قبل</w:t>
      </w:r>
      <w:r w:rsidR="00A327D5">
        <w:rPr>
          <w:rtl/>
        </w:rPr>
        <w:t>.</w:t>
      </w:r>
      <w:r w:rsidRPr="00A0264F">
        <w:rPr>
          <w:rtl/>
        </w:rPr>
        <w:t xml:space="preserve"> وإنّ لديَّ الكثير من الشواهد </w:t>
      </w:r>
    </w:p>
    <w:p w:rsidR="00A5546B" w:rsidRDefault="00A5546B" w:rsidP="00A5546B">
      <w:pPr>
        <w:pStyle w:val="libNormal"/>
      </w:pPr>
      <w:r>
        <w:rPr>
          <w:rtl/>
        </w:rPr>
        <w:br w:type="page"/>
      </w:r>
    </w:p>
    <w:p w:rsidR="00A0264F" w:rsidRPr="00A0264F" w:rsidRDefault="00A0264F" w:rsidP="00A5546B">
      <w:pPr>
        <w:pStyle w:val="libNormal"/>
      </w:pPr>
      <w:r w:rsidRPr="00A0264F">
        <w:rPr>
          <w:rtl/>
        </w:rPr>
        <w:t>من نظمه ونثره</w:t>
      </w:r>
      <w:r w:rsidR="00A327D5">
        <w:rPr>
          <w:rtl/>
        </w:rPr>
        <w:t>،</w:t>
      </w:r>
      <w:r w:rsidRPr="00A0264F">
        <w:rPr>
          <w:rtl/>
        </w:rPr>
        <w:t xml:space="preserve"> ومنها مقامات إذا شئتها شعراً كانت شعراً ببحور مختلفة وقواف مختلفة</w:t>
      </w:r>
      <w:r w:rsidR="00A327D5">
        <w:rPr>
          <w:rtl/>
        </w:rPr>
        <w:t>،</w:t>
      </w:r>
      <w:r w:rsidRPr="00A0264F">
        <w:rPr>
          <w:rtl/>
        </w:rPr>
        <w:t xml:space="preserve"> وإن شئتها نثراً كانت نثراً مسجّعاً أو مرسلاً</w:t>
      </w:r>
      <w:r w:rsidR="00A327D5">
        <w:rPr>
          <w:rtl/>
        </w:rPr>
        <w:t>،</w:t>
      </w:r>
      <w:r w:rsidRPr="00A0264F">
        <w:rPr>
          <w:rtl/>
        </w:rPr>
        <w:t xml:space="preserve"> ولم يكن هذا غريباً بمقدار غرابة خلوّ هذه المقامات من التكلُّف</w:t>
      </w:r>
      <w:r w:rsidR="00A327D5">
        <w:rPr>
          <w:rtl/>
        </w:rPr>
        <w:t>،</w:t>
      </w:r>
      <w:r w:rsidRPr="00A0264F">
        <w:rPr>
          <w:rtl/>
        </w:rPr>
        <w:t xml:space="preserve"> فقد كان إمام البديع</w:t>
      </w:r>
      <w:r w:rsidR="00A327D5">
        <w:rPr>
          <w:rtl/>
        </w:rPr>
        <w:t>،</w:t>
      </w:r>
      <w:r w:rsidRPr="00A0264F">
        <w:rPr>
          <w:rtl/>
        </w:rPr>
        <w:t xml:space="preserve"> وشيخ الأدباء فضلاً عن كونه عالماً</w:t>
      </w:r>
      <w:r w:rsidR="00A327D5">
        <w:rPr>
          <w:rtl/>
        </w:rPr>
        <w:t>،</w:t>
      </w:r>
      <w:r w:rsidRPr="00A0264F">
        <w:rPr>
          <w:rtl/>
        </w:rPr>
        <w:t xml:space="preserve"> ومن علماء الفقه المعروفين</w:t>
      </w:r>
      <w:r w:rsidR="00A327D5">
        <w:rPr>
          <w:rtl/>
        </w:rPr>
        <w:t>.</w:t>
      </w:r>
    </w:p>
    <w:p w:rsidR="00A0264F" w:rsidRPr="00A0264F" w:rsidRDefault="00A0264F" w:rsidP="00A5546B">
      <w:pPr>
        <w:pStyle w:val="libNormal"/>
      </w:pPr>
      <w:r w:rsidRPr="00A0264F">
        <w:rPr>
          <w:rtl/>
        </w:rPr>
        <w:t>ومن أبرع بدائعه في وضع التواريخ الأبجدية التي سمعتها منه هو تاريخه لشهادة الإمام أبي عبد اللّه الحسين الذي وقع سنة 61 هجرية</w:t>
      </w:r>
      <w:r w:rsidR="00A327D5">
        <w:rPr>
          <w:rtl/>
        </w:rPr>
        <w:t>،</w:t>
      </w:r>
      <w:r w:rsidRPr="00A0264F">
        <w:rPr>
          <w:rtl/>
        </w:rPr>
        <w:t xml:space="preserve"> وهو عدد صغير جدّاً يستحيل على الشاعر أن يستخدمه لوضع تاريخ شعري متين وبدون تكلّف</w:t>
      </w:r>
      <w:r w:rsidR="00A327D5">
        <w:rPr>
          <w:rtl/>
        </w:rPr>
        <w:t>،</w:t>
      </w:r>
      <w:r w:rsidRPr="00A0264F">
        <w:rPr>
          <w:rtl/>
        </w:rPr>
        <w:t xml:space="preserve"> ولكنّ براعة السيّد رضا قد تغلّبت على هذه الصعوبة</w:t>
      </w:r>
      <w:r w:rsidR="00A327D5">
        <w:rPr>
          <w:rtl/>
        </w:rPr>
        <w:t>،</w:t>
      </w:r>
      <w:r w:rsidRPr="00A0264F">
        <w:rPr>
          <w:rtl/>
        </w:rPr>
        <w:t xml:space="preserve"> فوضع التاريخ التالي وهو شاهد على منتهى ما يبلغ المتفنّن ممّا يتصوّر المتصوِّرون لملكات الصياغة اللفظية</w:t>
      </w:r>
      <w:r w:rsidR="00A327D5">
        <w:rPr>
          <w:rtl/>
        </w:rPr>
        <w:t>،</w:t>
      </w:r>
      <w:r w:rsidRPr="00A0264F">
        <w:rPr>
          <w:rtl/>
        </w:rPr>
        <w:t xml:space="preserve"> والفنون الأدبية في ذلك العصر</w:t>
      </w:r>
      <w:r w:rsidR="00A327D5">
        <w:rPr>
          <w:rtl/>
        </w:rPr>
        <w:t>،</w:t>
      </w:r>
      <w:r w:rsidRPr="00A0264F">
        <w:rPr>
          <w:rtl/>
        </w:rPr>
        <w:t xml:space="preserve"> فجاء التاريخ على هذا النحو</w:t>
      </w:r>
      <w:r w:rsidR="003D6158">
        <w:rPr>
          <w:rtl/>
        </w:rPr>
        <w:t>:</w:t>
      </w:r>
    </w:p>
    <w:tbl>
      <w:tblPr>
        <w:tblStyle w:val="TableGrid"/>
        <w:bidiVisual/>
        <w:tblW w:w="4562" w:type="pct"/>
        <w:tblInd w:w="384" w:type="dxa"/>
        <w:tblLook w:val="01E0"/>
      </w:tblPr>
      <w:tblGrid>
        <w:gridCol w:w="3536"/>
        <w:gridCol w:w="272"/>
        <w:gridCol w:w="3502"/>
      </w:tblGrid>
      <w:tr w:rsidR="00A327D5" w:rsidTr="00A327D5">
        <w:trPr>
          <w:trHeight w:val="350"/>
        </w:trPr>
        <w:tc>
          <w:tcPr>
            <w:tcW w:w="3536" w:type="dxa"/>
            <w:shd w:val="clear" w:color="auto" w:fill="auto"/>
          </w:tcPr>
          <w:p w:rsidR="00A327D5" w:rsidRDefault="00A327D5" w:rsidP="00A327D5">
            <w:pPr>
              <w:pStyle w:val="libPoem"/>
            </w:pPr>
            <w:r w:rsidRPr="00A0264F">
              <w:rPr>
                <w:rtl/>
              </w:rPr>
              <w:t>صرخَ النادبونَ باسمِ ابنِ طه</w:t>
            </w:r>
            <w:r w:rsidRPr="00725071">
              <w:rPr>
                <w:rStyle w:val="libPoemTiniChar0"/>
                <w:rtl/>
              </w:rPr>
              <w:br/>
              <w:t> </w:t>
            </w:r>
          </w:p>
        </w:tc>
        <w:tc>
          <w:tcPr>
            <w:tcW w:w="272" w:type="dxa"/>
            <w:shd w:val="clear" w:color="auto" w:fill="auto"/>
          </w:tcPr>
          <w:p w:rsidR="00A327D5" w:rsidRDefault="00A327D5" w:rsidP="00A327D5">
            <w:pPr>
              <w:pStyle w:val="libPoem"/>
              <w:rPr>
                <w:rtl/>
              </w:rPr>
            </w:pPr>
          </w:p>
        </w:tc>
        <w:tc>
          <w:tcPr>
            <w:tcW w:w="3502" w:type="dxa"/>
            <w:shd w:val="clear" w:color="auto" w:fill="auto"/>
          </w:tcPr>
          <w:p w:rsidR="00A327D5" w:rsidRDefault="00A327D5" w:rsidP="00A327D5">
            <w:pPr>
              <w:pStyle w:val="libPoem"/>
            </w:pPr>
            <w:r w:rsidRPr="00A0264F">
              <w:rPr>
                <w:rtl/>
              </w:rPr>
              <w:t>وعليهِ لم تحبس الماءَ عين</w:t>
            </w:r>
            <w:r w:rsidRPr="00A0264F">
              <w:rPr>
                <w:rStyle w:val="libFootnotenumChar"/>
                <w:rtl/>
              </w:rPr>
              <w:t>(1)</w:t>
            </w:r>
            <w:r w:rsidRPr="00725071">
              <w:rPr>
                <w:rStyle w:val="libPoemTiniChar0"/>
                <w:rtl/>
              </w:rPr>
              <w:br/>
              <w:t> </w:t>
            </w:r>
          </w:p>
        </w:tc>
      </w:tr>
      <w:tr w:rsidR="00A327D5" w:rsidTr="00A327D5">
        <w:tblPrEx>
          <w:tblLook w:val="04A0"/>
        </w:tblPrEx>
        <w:trPr>
          <w:trHeight w:val="350"/>
        </w:trPr>
        <w:tc>
          <w:tcPr>
            <w:tcW w:w="3536" w:type="dxa"/>
          </w:tcPr>
          <w:p w:rsidR="00A327D5" w:rsidRDefault="00A327D5" w:rsidP="00A327D5">
            <w:pPr>
              <w:pStyle w:val="libPoem"/>
            </w:pPr>
            <w:r w:rsidRPr="00A0264F">
              <w:rPr>
                <w:rtl/>
              </w:rPr>
              <w:t>لم يصيبوا الحسينَ إلاّ فقيدا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حينما أرّخوه</w:t>
            </w:r>
            <w:r>
              <w:rPr>
                <w:rtl/>
              </w:rPr>
              <w:t xml:space="preserve"> - </w:t>
            </w:r>
            <w:r w:rsidRPr="00A0264F">
              <w:rPr>
                <w:rtl/>
              </w:rPr>
              <w:t>أين الحسين</w:t>
            </w:r>
            <w:r w:rsidRPr="00725071">
              <w:rPr>
                <w:rStyle w:val="libPoemTiniChar0"/>
                <w:rtl/>
              </w:rPr>
              <w:br/>
              <w:t> </w:t>
            </w:r>
          </w:p>
        </w:tc>
      </w:tr>
    </w:tbl>
    <w:p w:rsidR="00A0264F" w:rsidRPr="00A0264F" w:rsidRDefault="00A0264F" w:rsidP="00A5546B">
      <w:pPr>
        <w:pStyle w:val="libNormal"/>
      </w:pPr>
      <w:r w:rsidRPr="00A0264F">
        <w:rPr>
          <w:rtl/>
        </w:rPr>
        <w:t>وحساب هذا التاريخ يجري بأن تتبّع الإشارة في صدر البيت التي تقضي تنزيل اسم الحسين باعتباره فقيداً من قوله</w:t>
      </w:r>
      <w:r w:rsidR="003D6158">
        <w:rPr>
          <w:rtl/>
        </w:rPr>
        <w:t>:</w:t>
      </w:r>
      <w:r w:rsidRPr="00A0264F">
        <w:rPr>
          <w:rtl/>
        </w:rPr>
        <w:t xml:space="preserve"> أين الحسين</w:t>
      </w:r>
      <w:r w:rsidR="00A327D5">
        <w:rPr>
          <w:rtl/>
        </w:rPr>
        <w:t>،</w:t>
      </w:r>
      <w:r w:rsidRPr="00A0264F">
        <w:rPr>
          <w:rtl/>
        </w:rPr>
        <w:t xml:space="preserve"> فيكون التاريخ مجموع حروف </w:t>
      </w:r>
      <w:r w:rsidR="003D6158">
        <w:rPr>
          <w:rtl/>
        </w:rPr>
        <w:t>(</w:t>
      </w:r>
      <w:r w:rsidRPr="00A0264F">
        <w:rPr>
          <w:rtl/>
        </w:rPr>
        <w:t>أين</w:t>
      </w:r>
      <w:r w:rsidR="003D6158">
        <w:rPr>
          <w:rtl/>
        </w:rPr>
        <w:t>)</w:t>
      </w:r>
      <w:r w:rsidRPr="00A0264F">
        <w:rPr>
          <w:rtl/>
        </w:rPr>
        <w:t xml:space="preserve"> وذلك سنة 61 للهجرة وهو المطلوب</w:t>
      </w:r>
      <w:r w:rsidR="003D6158">
        <w:rPr>
          <w:rtl/>
        </w:rPr>
        <w:t>)</w:t>
      </w:r>
      <w:r w:rsidR="00A327D5">
        <w:rPr>
          <w:rtl/>
        </w:rPr>
        <w:t>.</w:t>
      </w:r>
    </w:p>
    <w:p w:rsidR="00A0264F" w:rsidRPr="00A0264F" w:rsidRDefault="00A0264F" w:rsidP="00A5546B">
      <w:pPr>
        <w:pStyle w:val="libNormal"/>
      </w:pPr>
      <w:r w:rsidRPr="00A0264F">
        <w:rPr>
          <w:rtl/>
        </w:rPr>
        <w:t>إنّ سيرة سيّدنا الرضا امتداد لسير الصالحين من علماء الأمّة</w:t>
      </w:r>
      <w:r w:rsidR="00A327D5">
        <w:rPr>
          <w:rtl/>
        </w:rPr>
        <w:t>،</w:t>
      </w:r>
      <w:r w:rsidRPr="00A0264F">
        <w:rPr>
          <w:rtl/>
        </w:rPr>
        <w:t xml:space="preserve"> فقد كان مثالاً يُحتذى في الورع والتقى والنشاط فيما يرضي اللّه سبحانه</w:t>
      </w:r>
      <w:r w:rsidR="00A327D5">
        <w:rPr>
          <w:rtl/>
        </w:rPr>
        <w:t>،</w:t>
      </w:r>
      <w:r w:rsidRPr="00A0264F">
        <w:rPr>
          <w:rtl/>
        </w:rPr>
        <w:t xml:space="preserve"> ولم تكن حياته إلاّ سجلاً حافلاً بكريم الخصال وعظيم الأعمال</w:t>
      </w:r>
      <w:r w:rsidR="00A327D5">
        <w:rPr>
          <w:rtl/>
        </w:rPr>
        <w:t>،</w:t>
      </w:r>
      <w:r w:rsidRPr="00A0264F">
        <w:rPr>
          <w:rtl/>
        </w:rPr>
        <w:t xml:space="preserve"> وحسبه فخراً وشرفاً أنّ الدنيا أقبلت عليه في شرخ شبابه فأدبر عنها إدبار شيوخ </w:t>
      </w:r>
    </w:p>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ورد هذا البيت في الديوان على هذا النحو</w:t>
      </w:r>
      <w:r w:rsidR="003D6158">
        <w:rPr>
          <w:rtl/>
        </w:rPr>
        <w:t>:</w:t>
      </w:r>
    </w:p>
    <w:tbl>
      <w:tblPr>
        <w:tblStyle w:val="TableGrid"/>
        <w:bidiVisual/>
        <w:tblW w:w="4562" w:type="pct"/>
        <w:tblInd w:w="384" w:type="dxa"/>
        <w:tblLook w:val="01E0"/>
      </w:tblPr>
      <w:tblGrid>
        <w:gridCol w:w="3544"/>
        <w:gridCol w:w="272"/>
        <w:gridCol w:w="3494"/>
      </w:tblGrid>
      <w:tr w:rsidR="00A327D5" w:rsidTr="00A327D5">
        <w:trPr>
          <w:trHeight w:val="350"/>
        </w:trPr>
        <w:tc>
          <w:tcPr>
            <w:tcW w:w="3920" w:type="dxa"/>
            <w:shd w:val="clear" w:color="auto" w:fill="auto"/>
          </w:tcPr>
          <w:p w:rsidR="00A327D5" w:rsidRDefault="00A327D5" w:rsidP="00A327D5">
            <w:pPr>
              <w:pStyle w:val="libPoemFootnote"/>
            </w:pPr>
            <w:r w:rsidRPr="00A0264F">
              <w:rPr>
                <w:rtl/>
              </w:rPr>
              <w:t>هتفَ النادبونَ باسمِ حسين</w:t>
            </w:r>
            <w:r w:rsidRPr="00725071">
              <w:rPr>
                <w:rStyle w:val="libPoemTiniChar0"/>
                <w:rtl/>
              </w:rPr>
              <w:br/>
              <w:t> </w:t>
            </w:r>
          </w:p>
        </w:tc>
        <w:tc>
          <w:tcPr>
            <w:tcW w:w="279" w:type="dxa"/>
            <w:shd w:val="clear" w:color="auto" w:fill="auto"/>
          </w:tcPr>
          <w:p w:rsidR="00A327D5" w:rsidRDefault="00A327D5" w:rsidP="00A327D5">
            <w:pPr>
              <w:pStyle w:val="libPoemFootnote"/>
              <w:rPr>
                <w:rtl/>
              </w:rPr>
            </w:pPr>
          </w:p>
        </w:tc>
        <w:tc>
          <w:tcPr>
            <w:tcW w:w="3881" w:type="dxa"/>
            <w:shd w:val="clear" w:color="auto" w:fill="auto"/>
          </w:tcPr>
          <w:p w:rsidR="00A327D5" w:rsidRDefault="00A327D5" w:rsidP="00A327D5">
            <w:pPr>
              <w:pStyle w:val="libPoemFootnote"/>
            </w:pPr>
            <w:r w:rsidRPr="00A0264F">
              <w:rPr>
                <w:rtl/>
              </w:rPr>
              <w:t>وعليهِ لم تحبس الدمعَ عين</w:t>
            </w:r>
            <w:r w:rsidRPr="00725071">
              <w:rPr>
                <w:rStyle w:val="libPoemTiniChar0"/>
                <w:rtl/>
              </w:rPr>
              <w:br/>
              <w:t> </w:t>
            </w:r>
          </w:p>
        </w:tc>
      </w:tr>
    </w:tbl>
    <w:p w:rsidR="00A5546B" w:rsidRDefault="00A5546B" w:rsidP="00A5546B">
      <w:pPr>
        <w:pStyle w:val="libNormal"/>
      </w:pPr>
      <w:r>
        <w:rPr>
          <w:rtl/>
        </w:rPr>
        <w:br w:type="page"/>
      </w:r>
    </w:p>
    <w:p w:rsidR="00A0264F" w:rsidRPr="00A0264F" w:rsidRDefault="00A0264F" w:rsidP="00A5546B">
      <w:pPr>
        <w:pStyle w:val="libNormal"/>
      </w:pPr>
      <w:r w:rsidRPr="00A0264F">
        <w:rPr>
          <w:rtl/>
        </w:rPr>
        <w:t>الحكماء المؤمنين بالعمل للآخرة</w:t>
      </w:r>
      <w:r w:rsidR="00A327D5">
        <w:rPr>
          <w:rtl/>
        </w:rPr>
        <w:t>.</w:t>
      </w:r>
    </w:p>
    <w:p w:rsidR="00A0264F" w:rsidRPr="00A0264F" w:rsidRDefault="00A0264F" w:rsidP="00A5546B">
      <w:pPr>
        <w:pStyle w:val="libNormal"/>
      </w:pPr>
      <w:r w:rsidRPr="00A0264F">
        <w:rPr>
          <w:rtl/>
        </w:rPr>
        <w:t>توفّي سيّدنا الرضا (رحمه اللّه) سنة 1362 للهجرة</w:t>
      </w:r>
      <w:r w:rsidR="00A327D5">
        <w:rPr>
          <w:rtl/>
        </w:rPr>
        <w:t>،</w:t>
      </w:r>
      <w:r w:rsidRPr="00A0264F">
        <w:rPr>
          <w:rtl/>
        </w:rPr>
        <w:t xml:space="preserve"> فكان لوفاته صدى مروِّع في أوساط العلماء والصالحين</w:t>
      </w:r>
      <w:r w:rsidR="00A327D5">
        <w:rPr>
          <w:rtl/>
        </w:rPr>
        <w:t>،</w:t>
      </w:r>
      <w:r w:rsidRPr="00A0264F">
        <w:rPr>
          <w:rtl/>
        </w:rPr>
        <w:t xml:space="preserve"> وفي كافة أرجاء المجتمع العراقي</w:t>
      </w:r>
      <w:r w:rsidR="00A327D5">
        <w:rPr>
          <w:rtl/>
        </w:rPr>
        <w:t>،</w:t>
      </w:r>
      <w:r w:rsidRPr="00A0264F">
        <w:rPr>
          <w:rtl/>
        </w:rPr>
        <w:t xml:space="preserve"> وقد شُيّع جثمانه الطاهر من ناحية المشخاب حتى مركز قضاء أبي صخير محمولاً على أكتاف المشيّعين</w:t>
      </w:r>
      <w:r w:rsidR="00A327D5">
        <w:rPr>
          <w:rtl/>
        </w:rPr>
        <w:t>،</w:t>
      </w:r>
      <w:r w:rsidRPr="00A0264F">
        <w:rPr>
          <w:rtl/>
        </w:rPr>
        <w:t xml:space="preserve"> ومن هناك أتّجه بالجثمان إلى النجف موكب من مئات السيّارات حيث كانت جماهير المدينة المقدّسة بانتظار الموكب المهيب على مسافة من الطريق</w:t>
      </w:r>
      <w:r w:rsidR="00A327D5">
        <w:rPr>
          <w:rtl/>
        </w:rPr>
        <w:t>،</w:t>
      </w:r>
      <w:r w:rsidRPr="00A0264F">
        <w:rPr>
          <w:rtl/>
        </w:rPr>
        <w:t xml:space="preserve"> وحُمل الجثمان على الأعناق ثانية إلى الصحن العلوي الشريف</w:t>
      </w:r>
      <w:r w:rsidR="00A327D5">
        <w:rPr>
          <w:rtl/>
        </w:rPr>
        <w:t>،</w:t>
      </w:r>
      <w:r w:rsidRPr="00A0264F">
        <w:rPr>
          <w:rtl/>
        </w:rPr>
        <w:t xml:space="preserve"> وقد صلّى عليه كبار العلماء المراجع ومن ورائهم مئات الوجوه من طلبة العلم وسائر الناس</w:t>
      </w:r>
      <w:r w:rsidR="00A327D5">
        <w:rPr>
          <w:rtl/>
        </w:rPr>
        <w:t>،</w:t>
      </w:r>
      <w:r w:rsidRPr="00A0264F">
        <w:rPr>
          <w:rtl/>
        </w:rPr>
        <w:t xml:space="preserve"> وكان يوماً مشهوداً في النجف التي أغلقت أسواقها</w:t>
      </w:r>
      <w:r w:rsidR="00A327D5">
        <w:rPr>
          <w:rtl/>
        </w:rPr>
        <w:t>،</w:t>
      </w:r>
      <w:r w:rsidRPr="00A0264F">
        <w:rPr>
          <w:rtl/>
        </w:rPr>
        <w:t xml:space="preserve"> ونشرت أعلامها السوداء في كلّ مكان</w:t>
      </w:r>
      <w:r w:rsidR="00A327D5">
        <w:rPr>
          <w:rtl/>
        </w:rPr>
        <w:t>،</w:t>
      </w:r>
      <w:r w:rsidRPr="00A0264F">
        <w:rPr>
          <w:rtl/>
        </w:rPr>
        <w:t xml:space="preserve"> وقد دُفن في مقبرة أبيه وأخيه في داره الكائنة في محلّة الحويش من النجف الأشرف (قدّس اللّه سرّه)</w:t>
      </w:r>
      <w:r w:rsidR="00A327D5">
        <w:rPr>
          <w:rtl/>
        </w:rPr>
        <w:t>.</w:t>
      </w:r>
    </w:p>
    <w:p w:rsidR="00A0264F" w:rsidRPr="00A0264F" w:rsidRDefault="00A0264F" w:rsidP="00A5546B">
      <w:pPr>
        <w:pStyle w:val="libLeft"/>
      </w:pPr>
      <w:r w:rsidRPr="00A0264F">
        <w:rPr>
          <w:rtl/>
        </w:rPr>
        <w:t>القاهرة</w:t>
      </w:r>
      <w:r w:rsidR="00A327D5">
        <w:rPr>
          <w:rtl/>
        </w:rPr>
        <w:t xml:space="preserve"> - </w:t>
      </w:r>
      <w:r w:rsidRPr="00A0264F">
        <w:rPr>
          <w:rtl/>
        </w:rPr>
        <w:t>مصر الجديدة</w:t>
      </w:r>
      <w:r w:rsidR="00A327D5">
        <w:rPr>
          <w:rtl/>
        </w:rPr>
        <w:t xml:space="preserve"> - </w:t>
      </w:r>
      <w:r w:rsidRPr="00A0264F">
        <w:rPr>
          <w:rtl/>
        </w:rPr>
        <w:t>الدكتور عبد الصاحب الموسوي</w:t>
      </w:r>
    </w:p>
    <w:p w:rsidR="00A0264F" w:rsidRPr="00A0264F" w:rsidRDefault="00A0264F" w:rsidP="00A5546B">
      <w:pPr>
        <w:pStyle w:val="libLeft"/>
      </w:pPr>
      <w:r w:rsidRPr="00A0264F">
        <w:rPr>
          <w:rtl/>
        </w:rPr>
        <w:t>غرّة رمضان 1406 هجرية</w:t>
      </w:r>
      <w:r w:rsidR="00A5546B">
        <w:tab/>
      </w:r>
      <w:r w:rsidR="00A5546B">
        <w:tab/>
      </w:r>
    </w:p>
    <w:p w:rsidR="00A5546B" w:rsidRDefault="00A5546B" w:rsidP="00A5546B">
      <w:pPr>
        <w:pStyle w:val="libNormal"/>
      </w:pPr>
      <w:r>
        <w:rPr>
          <w:rtl/>
        </w:rPr>
        <w:br w:type="page"/>
      </w:r>
    </w:p>
    <w:p w:rsidR="00A5546B" w:rsidRDefault="00A5546B" w:rsidP="00A5546B">
      <w:pPr>
        <w:pStyle w:val="libNormal"/>
      </w:pPr>
      <w:r>
        <w:rPr>
          <w:rtl/>
        </w:rPr>
        <w:br w:type="page"/>
      </w:r>
    </w:p>
    <w:p w:rsidR="00A0264F" w:rsidRPr="00A5546B" w:rsidRDefault="00A0264F" w:rsidP="00A5546B">
      <w:pPr>
        <w:pStyle w:val="Heading2Center"/>
      </w:pPr>
      <w:bookmarkStart w:id="1" w:name="في_النبيِّ_وَآلِه"/>
      <w:bookmarkStart w:id="2" w:name="_Toc430519732"/>
      <w:r w:rsidRPr="00A0264F">
        <w:rPr>
          <w:rtl/>
        </w:rPr>
        <w:t>في النبيِّ وَآلِه (صَلَوات اللّه عَليهم)</w:t>
      </w:r>
      <w:bookmarkEnd w:id="1"/>
      <w:bookmarkEnd w:id="2"/>
    </w:p>
    <w:p w:rsidR="00A5546B" w:rsidRDefault="00A5546B" w:rsidP="00A5546B">
      <w:pPr>
        <w:pStyle w:val="libNormal"/>
      </w:pPr>
      <w:r>
        <w:rPr>
          <w:rtl/>
        </w:rPr>
        <w:br w:type="page"/>
      </w:r>
    </w:p>
    <w:p w:rsidR="00A5546B" w:rsidRDefault="00A5546B" w:rsidP="00A5546B">
      <w:pPr>
        <w:pStyle w:val="libNormal"/>
      </w:pPr>
      <w:r>
        <w:rPr>
          <w:rtl/>
        </w:rPr>
        <w:br w:type="page"/>
      </w:r>
    </w:p>
    <w:p w:rsidR="00A0264F" w:rsidRPr="00A0264F" w:rsidRDefault="00A0264F" w:rsidP="00A5546B">
      <w:pPr>
        <w:pStyle w:val="Heading3Center"/>
      </w:pPr>
      <w:bookmarkStart w:id="3" w:name="_Toc430519733"/>
      <w:r w:rsidRPr="00A0264F">
        <w:rPr>
          <w:rtl/>
        </w:rPr>
        <w:t>في ذكرى</w:t>
      </w:r>
      <w:bookmarkEnd w:id="3"/>
    </w:p>
    <w:p w:rsidR="00A0264F" w:rsidRPr="00A0264F" w:rsidRDefault="00A0264F" w:rsidP="00A5546B">
      <w:pPr>
        <w:pStyle w:val="Heading3Center"/>
      </w:pPr>
      <w:bookmarkStart w:id="4" w:name="_Toc430519734"/>
      <w:r w:rsidRPr="00A0264F">
        <w:rPr>
          <w:rtl/>
        </w:rPr>
        <w:t>مولد الرسول الأعظم (صلّى الله عليه وآله)</w:t>
      </w:r>
      <w:r w:rsidRPr="00A0264F">
        <w:rPr>
          <w:rStyle w:val="libFootnotenumChar"/>
          <w:rtl/>
        </w:rPr>
        <w:t>(1)</w:t>
      </w:r>
      <w:bookmarkEnd w:id="4"/>
    </w:p>
    <w:tbl>
      <w:tblPr>
        <w:tblStyle w:val="TableGrid"/>
        <w:bidiVisual/>
        <w:tblW w:w="4562" w:type="pct"/>
        <w:tblInd w:w="384" w:type="dxa"/>
        <w:tblLook w:val="01E0"/>
      </w:tblPr>
      <w:tblGrid>
        <w:gridCol w:w="3536"/>
        <w:gridCol w:w="272"/>
        <w:gridCol w:w="3502"/>
      </w:tblGrid>
      <w:tr w:rsidR="00A327D5" w:rsidTr="00A327D5">
        <w:trPr>
          <w:trHeight w:val="350"/>
        </w:trPr>
        <w:tc>
          <w:tcPr>
            <w:tcW w:w="3536" w:type="dxa"/>
            <w:shd w:val="clear" w:color="auto" w:fill="auto"/>
          </w:tcPr>
          <w:p w:rsidR="00A327D5" w:rsidRDefault="00A327D5" w:rsidP="00A327D5">
            <w:pPr>
              <w:pStyle w:val="libPoem"/>
            </w:pPr>
            <w:r w:rsidRPr="00A0264F">
              <w:rPr>
                <w:rtl/>
              </w:rPr>
              <w:t>أرى</w:t>
            </w:r>
            <w:r w:rsidR="0076657C">
              <w:rPr>
                <w:rtl/>
              </w:rPr>
              <w:t xml:space="preserve"> </w:t>
            </w:r>
            <w:r w:rsidRPr="00A0264F">
              <w:rPr>
                <w:rtl/>
              </w:rPr>
              <w:t>الـكونَ</w:t>
            </w:r>
            <w:r w:rsidR="0076657C">
              <w:rPr>
                <w:rtl/>
              </w:rPr>
              <w:t xml:space="preserve"> </w:t>
            </w:r>
            <w:r w:rsidRPr="00A0264F">
              <w:rPr>
                <w:rtl/>
              </w:rPr>
              <w:t>أضـحى</w:t>
            </w:r>
            <w:r w:rsidR="0076657C">
              <w:rPr>
                <w:rtl/>
              </w:rPr>
              <w:t xml:space="preserve"> </w:t>
            </w:r>
            <w:r w:rsidRPr="00A0264F">
              <w:rPr>
                <w:rtl/>
              </w:rPr>
              <w:t>نـورهُ</w:t>
            </w:r>
            <w:r w:rsidR="0076657C">
              <w:rPr>
                <w:rtl/>
              </w:rPr>
              <w:t xml:space="preserve"> </w:t>
            </w:r>
            <w:r w:rsidRPr="00A0264F">
              <w:rPr>
                <w:rtl/>
              </w:rPr>
              <w:t>يتوقَّد</w:t>
            </w:r>
            <w:r w:rsidRPr="00725071">
              <w:rPr>
                <w:rStyle w:val="libPoemTiniChar0"/>
                <w:rtl/>
              </w:rPr>
              <w:br/>
              <w:t> </w:t>
            </w:r>
          </w:p>
        </w:tc>
        <w:tc>
          <w:tcPr>
            <w:tcW w:w="272" w:type="dxa"/>
            <w:shd w:val="clear" w:color="auto" w:fill="auto"/>
          </w:tcPr>
          <w:p w:rsidR="00A327D5" w:rsidRDefault="00A327D5" w:rsidP="00A327D5">
            <w:pPr>
              <w:pStyle w:val="libPoem"/>
              <w:rPr>
                <w:rtl/>
              </w:rPr>
            </w:pPr>
          </w:p>
        </w:tc>
        <w:tc>
          <w:tcPr>
            <w:tcW w:w="3502" w:type="dxa"/>
            <w:shd w:val="clear" w:color="auto" w:fill="auto"/>
          </w:tcPr>
          <w:p w:rsidR="00A327D5" w:rsidRDefault="00A327D5" w:rsidP="00A327D5">
            <w:pPr>
              <w:pStyle w:val="libPoem"/>
            </w:pPr>
            <w:r w:rsidRPr="00A0264F">
              <w:rPr>
                <w:rtl/>
              </w:rPr>
              <w:t>لأَمـرٍ</w:t>
            </w:r>
            <w:r w:rsidR="003D6158">
              <w:rPr>
                <w:rtl/>
              </w:rPr>
              <w:t xml:space="preserve"> </w:t>
            </w:r>
            <w:r w:rsidRPr="00A0264F">
              <w:rPr>
                <w:rtl/>
              </w:rPr>
              <w:t>بـه</w:t>
            </w:r>
            <w:r w:rsidR="0076657C">
              <w:rPr>
                <w:rtl/>
              </w:rPr>
              <w:t xml:space="preserve"> </w:t>
            </w:r>
            <w:r w:rsidRPr="00A0264F">
              <w:rPr>
                <w:rtl/>
              </w:rPr>
              <w:t>نـيرانُ</w:t>
            </w:r>
            <w:r w:rsidR="0076657C">
              <w:rPr>
                <w:rtl/>
              </w:rPr>
              <w:t xml:space="preserve"> </w:t>
            </w:r>
            <w:r w:rsidRPr="00A0264F">
              <w:rPr>
                <w:rtl/>
              </w:rPr>
              <w:t>فـارسَ</w:t>
            </w:r>
            <w:r w:rsidR="0076657C">
              <w:rPr>
                <w:rtl/>
              </w:rPr>
              <w:t xml:space="preserve"> </w:t>
            </w:r>
            <w:r w:rsidRPr="00A0264F">
              <w:rPr>
                <w:rtl/>
              </w:rPr>
              <w:t>تخمُدُ</w:t>
            </w:r>
            <w:r w:rsidRPr="00725071">
              <w:rPr>
                <w:rStyle w:val="libPoemTiniChar0"/>
                <w:rtl/>
              </w:rPr>
              <w:br/>
              <w:t> </w:t>
            </w:r>
          </w:p>
        </w:tc>
      </w:tr>
      <w:tr w:rsidR="00A327D5" w:rsidTr="00A327D5">
        <w:tblPrEx>
          <w:tblLook w:val="04A0"/>
        </w:tblPrEx>
        <w:trPr>
          <w:trHeight w:val="350"/>
        </w:trPr>
        <w:tc>
          <w:tcPr>
            <w:tcW w:w="3536" w:type="dxa"/>
          </w:tcPr>
          <w:p w:rsidR="00A327D5" w:rsidRDefault="00A327D5" w:rsidP="00A327D5">
            <w:pPr>
              <w:pStyle w:val="libPoem"/>
            </w:pPr>
            <w:r w:rsidRPr="00A0264F">
              <w:rPr>
                <w:rtl/>
              </w:rPr>
              <w:t>وإِيـوان</w:t>
            </w:r>
            <w:r w:rsidR="0076657C">
              <w:rPr>
                <w:rtl/>
              </w:rPr>
              <w:t xml:space="preserve"> </w:t>
            </w:r>
            <w:r w:rsidRPr="00A0264F">
              <w:rPr>
                <w:rtl/>
              </w:rPr>
              <w:t>كـسرى</w:t>
            </w:r>
            <w:r w:rsidR="0076657C">
              <w:rPr>
                <w:rtl/>
              </w:rPr>
              <w:t xml:space="preserve"> </w:t>
            </w:r>
            <w:r w:rsidRPr="00A0264F">
              <w:rPr>
                <w:rtl/>
              </w:rPr>
              <w:t>انشقَّ</w:t>
            </w:r>
            <w:r w:rsidR="0076657C">
              <w:rPr>
                <w:rtl/>
              </w:rPr>
              <w:t xml:space="preserve"> </w:t>
            </w:r>
            <w:r w:rsidRPr="00A0264F">
              <w:rPr>
                <w:rtl/>
              </w:rPr>
              <w:t>أعلاه</w:t>
            </w:r>
            <w:r w:rsidR="0076657C">
              <w:rPr>
                <w:rtl/>
              </w:rPr>
              <w:t xml:space="preserve"> </w:t>
            </w:r>
            <w:r w:rsidRPr="00A0264F">
              <w:rPr>
                <w:rtl/>
              </w:rPr>
              <w:t>مؤذنا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بــأنّ</w:t>
            </w:r>
            <w:r w:rsidR="003D6158">
              <w:rPr>
                <w:rtl/>
              </w:rPr>
              <w:t xml:space="preserve"> </w:t>
            </w:r>
            <w:r w:rsidRPr="00A0264F">
              <w:rPr>
                <w:rtl/>
              </w:rPr>
              <w:t>بـناءَ</w:t>
            </w:r>
            <w:r w:rsidR="0076657C">
              <w:rPr>
                <w:rtl/>
              </w:rPr>
              <w:t xml:space="preserve"> </w:t>
            </w:r>
            <w:r w:rsidRPr="00A0264F">
              <w:rPr>
                <w:rtl/>
              </w:rPr>
              <w:t>الـدينِ</w:t>
            </w:r>
            <w:r w:rsidR="0076657C">
              <w:rPr>
                <w:rtl/>
              </w:rPr>
              <w:t xml:space="preserve"> </w:t>
            </w:r>
            <w:r w:rsidRPr="00A0264F">
              <w:rPr>
                <w:rtl/>
              </w:rPr>
              <w:t>عـاد</w:t>
            </w:r>
            <w:r w:rsidR="0076657C">
              <w:rPr>
                <w:rtl/>
              </w:rPr>
              <w:t xml:space="preserve"> </w:t>
            </w:r>
            <w:r w:rsidRPr="00A0264F">
              <w:rPr>
                <w:rtl/>
              </w:rPr>
              <w:t>يُـشَيَّدُ</w:t>
            </w:r>
            <w:r w:rsidRPr="00725071">
              <w:rPr>
                <w:rStyle w:val="libPoemTiniChar0"/>
                <w:rtl/>
              </w:rPr>
              <w:br/>
              <w:t> </w:t>
            </w:r>
          </w:p>
        </w:tc>
      </w:tr>
      <w:tr w:rsidR="00A327D5" w:rsidTr="00A327D5">
        <w:tblPrEx>
          <w:tblLook w:val="04A0"/>
        </w:tblPrEx>
        <w:trPr>
          <w:trHeight w:val="350"/>
        </w:trPr>
        <w:tc>
          <w:tcPr>
            <w:tcW w:w="3536" w:type="dxa"/>
          </w:tcPr>
          <w:p w:rsidR="00A327D5" w:rsidRDefault="00A327D5" w:rsidP="00A327D5">
            <w:pPr>
              <w:pStyle w:val="libPoem"/>
            </w:pPr>
            <w:r w:rsidRPr="00A0264F">
              <w:rPr>
                <w:rtl/>
              </w:rPr>
              <w:t>أرى</w:t>
            </w:r>
            <w:r w:rsidR="003D6158">
              <w:rPr>
                <w:rtl/>
              </w:rPr>
              <w:t xml:space="preserve"> </w:t>
            </w:r>
            <w:r w:rsidRPr="00A0264F">
              <w:rPr>
                <w:rtl/>
              </w:rPr>
              <w:t>أنَّ</w:t>
            </w:r>
            <w:r w:rsidR="0076657C">
              <w:rPr>
                <w:rtl/>
              </w:rPr>
              <w:t xml:space="preserve"> </w:t>
            </w:r>
            <w:r w:rsidRPr="00A0264F">
              <w:rPr>
                <w:rtl/>
              </w:rPr>
              <w:t>أُمَّ</w:t>
            </w:r>
            <w:r w:rsidR="0076657C">
              <w:rPr>
                <w:rtl/>
              </w:rPr>
              <w:t xml:space="preserve"> </w:t>
            </w:r>
            <w:r w:rsidRPr="00A0264F">
              <w:rPr>
                <w:rtl/>
              </w:rPr>
              <w:t>الـشِّرك</w:t>
            </w:r>
            <w:r w:rsidR="0076657C">
              <w:rPr>
                <w:rtl/>
              </w:rPr>
              <w:t xml:space="preserve"> </w:t>
            </w:r>
            <w:r w:rsidRPr="00A0264F">
              <w:rPr>
                <w:rtl/>
              </w:rPr>
              <w:t>أَضحت</w:t>
            </w:r>
            <w:r w:rsidR="0076657C">
              <w:rPr>
                <w:rtl/>
              </w:rPr>
              <w:t xml:space="preserve"> </w:t>
            </w:r>
            <w:r w:rsidRPr="00A0264F">
              <w:rPr>
                <w:rtl/>
              </w:rPr>
              <w:t>عقيمة</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فـهل</w:t>
            </w:r>
            <w:r w:rsidR="0076657C">
              <w:rPr>
                <w:rtl/>
              </w:rPr>
              <w:t xml:space="preserve"> </w:t>
            </w:r>
            <w:r w:rsidRPr="00A0264F">
              <w:rPr>
                <w:rtl/>
              </w:rPr>
              <w:t>حـانَ</w:t>
            </w:r>
            <w:r w:rsidR="0076657C">
              <w:rPr>
                <w:rtl/>
              </w:rPr>
              <w:t xml:space="preserve"> </w:t>
            </w:r>
            <w:r w:rsidRPr="00A0264F">
              <w:rPr>
                <w:rtl/>
              </w:rPr>
              <w:t>من</w:t>
            </w:r>
            <w:r w:rsidR="0076657C">
              <w:rPr>
                <w:rtl/>
              </w:rPr>
              <w:t xml:space="preserve"> </w:t>
            </w:r>
            <w:r w:rsidRPr="00A0264F">
              <w:rPr>
                <w:rtl/>
              </w:rPr>
              <w:t>خيرِ</w:t>
            </w:r>
            <w:r w:rsidR="0076657C">
              <w:rPr>
                <w:rtl/>
              </w:rPr>
              <w:t xml:space="preserve"> </w:t>
            </w:r>
            <w:r w:rsidRPr="00A0264F">
              <w:rPr>
                <w:rtl/>
              </w:rPr>
              <w:t>النبيينَ</w:t>
            </w:r>
            <w:r w:rsidR="0076657C">
              <w:rPr>
                <w:rtl/>
              </w:rPr>
              <w:t xml:space="preserve"> </w:t>
            </w:r>
            <w:r w:rsidRPr="00A0264F">
              <w:rPr>
                <w:rtl/>
              </w:rPr>
              <w:t>مولدُ؟</w:t>
            </w:r>
            <w:r w:rsidRPr="00725071">
              <w:rPr>
                <w:rStyle w:val="libPoemTiniChar0"/>
                <w:rtl/>
              </w:rPr>
              <w:br/>
              <w:t> </w:t>
            </w:r>
          </w:p>
        </w:tc>
      </w:tr>
      <w:tr w:rsidR="00A327D5" w:rsidTr="00A327D5">
        <w:tblPrEx>
          <w:tblLook w:val="04A0"/>
        </w:tblPrEx>
        <w:trPr>
          <w:trHeight w:val="350"/>
        </w:trPr>
        <w:tc>
          <w:tcPr>
            <w:tcW w:w="3536" w:type="dxa"/>
          </w:tcPr>
          <w:p w:rsidR="00A327D5" w:rsidRDefault="00A327D5" w:rsidP="00A327D5">
            <w:pPr>
              <w:pStyle w:val="libPoem"/>
            </w:pPr>
            <w:r w:rsidRPr="00A0264F">
              <w:rPr>
                <w:rtl/>
              </w:rPr>
              <w:t>نعم،</w:t>
            </w:r>
            <w:r w:rsidR="0076657C">
              <w:rPr>
                <w:rtl/>
              </w:rPr>
              <w:t xml:space="preserve"> </w:t>
            </w:r>
            <w:r w:rsidRPr="00A0264F">
              <w:rPr>
                <w:rtl/>
              </w:rPr>
              <w:t>كادَ</w:t>
            </w:r>
            <w:r w:rsidR="0076657C">
              <w:rPr>
                <w:rtl/>
              </w:rPr>
              <w:t xml:space="preserve"> </w:t>
            </w:r>
            <w:r w:rsidRPr="00A0264F">
              <w:rPr>
                <w:rtl/>
              </w:rPr>
              <w:t>يستولي</w:t>
            </w:r>
            <w:r w:rsidR="0076657C">
              <w:rPr>
                <w:rtl/>
              </w:rPr>
              <w:t xml:space="preserve"> </w:t>
            </w:r>
            <w:r w:rsidRPr="00A0264F">
              <w:rPr>
                <w:rtl/>
              </w:rPr>
              <w:t>الضلالُ</w:t>
            </w:r>
            <w:r w:rsidR="0076657C">
              <w:rPr>
                <w:rtl/>
              </w:rPr>
              <w:t xml:space="preserve"> </w:t>
            </w:r>
            <w:r w:rsidRPr="00A0264F">
              <w:rPr>
                <w:rtl/>
              </w:rPr>
              <w:t>على</w:t>
            </w:r>
            <w:r w:rsidR="0076657C">
              <w:rPr>
                <w:rtl/>
              </w:rPr>
              <w:t xml:space="preserve"> </w:t>
            </w:r>
            <w:r w:rsidRPr="00A0264F">
              <w:rPr>
                <w:rtl/>
              </w:rPr>
              <w:t>الورى</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فـأقـبل</w:t>
            </w:r>
            <w:r w:rsidR="0076657C">
              <w:rPr>
                <w:rtl/>
              </w:rPr>
              <w:t xml:space="preserve"> </w:t>
            </w:r>
            <w:r w:rsidRPr="00A0264F">
              <w:rPr>
                <w:rtl/>
              </w:rPr>
              <w:t>يـهدي</w:t>
            </w:r>
            <w:r w:rsidR="0076657C">
              <w:rPr>
                <w:rtl/>
              </w:rPr>
              <w:t xml:space="preserve"> </w:t>
            </w:r>
            <w:r w:rsidRPr="00A0264F">
              <w:rPr>
                <w:rtl/>
              </w:rPr>
              <w:t>الـعالمينَ</w:t>
            </w:r>
            <w:r w:rsidR="0076657C">
              <w:rPr>
                <w:rtl/>
              </w:rPr>
              <w:t xml:space="preserve"> </w:t>
            </w:r>
            <w:r w:rsidRPr="00A0264F">
              <w:rPr>
                <w:rtl/>
              </w:rPr>
              <w:t>مـحمّدُ</w:t>
            </w:r>
            <w:r w:rsidRPr="00725071">
              <w:rPr>
                <w:rStyle w:val="libPoemTiniChar0"/>
                <w:rtl/>
              </w:rPr>
              <w:br/>
              <w:t> </w:t>
            </w:r>
          </w:p>
        </w:tc>
      </w:tr>
    </w:tbl>
    <w:p w:rsidR="00A0264F" w:rsidRPr="00A0264F" w:rsidRDefault="00A0264F" w:rsidP="00A5546B">
      <w:pPr>
        <w:pStyle w:val="libCenter"/>
      </w:pPr>
      <w:r w:rsidRPr="00A0264F">
        <w:rPr>
          <w:rtl/>
        </w:rPr>
        <w:t>***</w:t>
      </w:r>
    </w:p>
    <w:tbl>
      <w:tblPr>
        <w:tblStyle w:val="TableGrid"/>
        <w:bidiVisual/>
        <w:tblW w:w="4562" w:type="pct"/>
        <w:tblInd w:w="384" w:type="dxa"/>
        <w:tblLook w:val="01E0"/>
      </w:tblPr>
      <w:tblGrid>
        <w:gridCol w:w="3536"/>
        <w:gridCol w:w="272"/>
        <w:gridCol w:w="3502"/>
      </w:tblGrid>
      <w:tr w:rsidR="00A327D5" w:rsidTr="00A327D5">
        <w:trPr>
          <w:trHeight w:val="350"/>
        </w:trPr>
        <w:tc>
          <w:tcPr>
            <w:tcW w:w="3536" w:type="dxa"/>
            <w:shd w:val="clear" w:color="auto" w:fill="auto"/>
          </w:tcPr>
          <w:p w:rsidR="00A327D5" w:rsidRDefault="00A327D5" w:rsidP="00A327D5">
            <w:pPr>
              <w:pStyle w:val="libPoem"/>
            </w:pPr>
            <w:r w:rsidRPr="00A0264F">
              <w:rPr>
                <w:rtl/>
              </w:rPr>
              <w:t>نـبـيُّ</w:t>
            </w:r>
            <w:r w:rsidR="0076657C">
              <w:rPr>
                <w:rtl/>
              </w:rPr>
              <w:t xml:space="preserve"> </w:t>
            </w:r>
            <w:r w:rsidRPr="00A0264F">
              <w:rPr>
                <w:rtl/>
              </w:rPr>
              <w:t>بــراهُ</w:t>
            </w:r>
            <w:r w:rsidR="0076657C">
              <w:rPr>
                <w:rtl/>
              </w:rPr>
              <w:t xml:space="preserve"> </w:t>
            </w:r>
            <w:r w:rsidRPr="00A0264F">
              <w:rPr>
                <w:rtl/>
              </w:rPr>
              <w:t>اللهُ</w:t>
            </w:r>
            <w:r w:rsidR="0076657C">
              <w:rPr>
                <w:rtl/>
              </w:rPr>
              <w:t xml:space="preserve"> </w:t>
            </w:r>
            <w:r w:rsidRPr="00A0264F">
              <w:rPr>
                <w:rtl/>
              </w:rPr>
              <w:t>نــوراً</w:t>
            </w:r>
            <w:r w:rsidR="0076657C">
              <w:rPr>
                <w:rtl/>
              </w:rPr>
              <w:t xml:space="preserve"> </w:t>
            </w:r>
            <w:r w:rsidRPr="00A0264F">
              <w:rPr>
                <w:rtl/>
              </w:rPr>
              <w:t>بـعرشه</w:t>
            </w:r>
            <w:r w:rsidRPr="00725071">
              <w:rPr>
                <w:rStyle w:val="libPoemTiniChar0"/>
                <w:rtl/>
              </w:rPr>
              <w:br/>
              <w:t> </w:t>
            </w:r>
          </w:p>
        </w:tc>
        <w:tc>
          <w:tcPr>
            <w:tcW w:w="272" w:type="dxa"/>
            <w:shd w:val="clear" w:color="auto" w:fill="auto"/>
          </w:tcPr>
          <w:p w:rsidR="00A327D5" w:rsidRDefault="00A327D5" w:rsidP="00A327D5">
            <w:pPr>
              <w:pStyle w:val="libPoem"/>
              <w:rPr>
                <w:rtl/>
              </w:rPr>
            </w:pPr>
          </w:p>
        </w:tc>
        <w:tc>
          <w:tcPr>
            <w:tcW w:w="3502" w:type="dxa"/>
            <w:shd w:val="clear" w:color="auto" w:fill="auto"/>
          </w:tcPr>
          <w:p w:rsidR="00A327D5" w:rsidRDefault="00A327D5" w:rsidP="00A327D5">
            <w:pPr>
              <w:pStyle w:val="libPoem"/>
            </w:pPr>
            <w:r w:rsidRPr="00A0264F">
              <w:rPr>
                <w:rtl/>
              </w:rPr>
              <w:t>ومـا</w:t>
            </w:r>
            <w:r w:rsidR="0076657C">
              <w:rPr>
                <w:rtl/>
              </w:rPr>
              <w:t xml:space="preserve"> </w:t>
            </w:r>
            <w:r w:rsidRPr="00A0264F">
              <w:rPr>
                <w:rtl/>
              </w:rPr>
              <w:t>كـان</w:t>
            </w:r>
            <w:r w:rsidR="0076657C">
              <w:rPr>
                <w:rtl/>
              </w:rPr>
              <w:t xml:space="preserve"> </w:t>
            </w:r>
            <w:r w:rsidRPr="00A0264F">
              <w:rPr>
                <w:rtl/>
              </w:rPr>
              <w:t>شـيٌ</w:t>
            </w:r>
            <w:r w:rsidR="0076657C">
              <w:rPr>
                <w:rtl/>
              </w:rPr>
              <w:t xml:space="preserve"> </w:t>
            </w:r>
            <w:r w:rsidRPr="00A0264F">
              <w:rPr>
                <w:rtl/>
              </w:rPr>
              <w:t>فـي</w:t>
            </w:r>
            <w:r w:rsidR="0076657C">
              <w:rPr>
                <w:rtl/>
              </w:rPr>
              <w:t xml:space="preserve"> </w:t>
            </w:r>
            <w:r w:rsidRPr="00A0264F">
              <w:rPr>
                <w:rtl/>
              </w:rPr>
              <w:t>الـخليقةِ</w:t>
            </w:r>
            <w:r w:rsidR="0076657C">
              <w:rPr>
                <w:rtl/>
              </w:rPr>
              <w:t xml:space="preserve"> </w:t>
            </w:r>
            <w:r w:rsidRPr="00A0264F">
              <w:rPr>
                <w:rtl/>
              </w:rPr>
              <w:t>يوجدُ</w:t>
            </w:r>
            <w:r w:rsidRPr="00725071">
              <w:rPr>
                <w:rStyle w:val="libPoemTiniChar0"/>
                <w:rtl/>
              </w:rPr>
              <w:br/>
              <w:t> </w:t>
            </w:r>
          </w:p>
        </w:tc>
      </w:tr>
      <w:tr w:rsidR="00A327D5" w:rsidTr="00A327D5">
        <w:tblPrEx>
          <w:tblLook w:val="04A0"/>
        </w:tblPrEx>
        <w:trPr>
          <w:trHeight w:val="350"/>
        </w:trPr>
        <w:tc>
          <w:tcPr>
            <w:tcW w:w="3536" w:type="dxa"/>
          </w:tcPr>
          <w:p w:rsidR="00A327D5" w:rsidRDefault="00A327D5" w:rsidP="00A327D5">
            <w:pPr>
              <w:pStyle w:val="libPoem"/>
            </w:pPr>
            <w:r w:rsidRPr="00A0264F">
              <w:rPr>
                <w:rtl/>
              </w:rPr>
              <w:t>وأودعـهُ</w:t>
            </w:r>
            <w:r w:rsidR="0076657C">
              <w:rPr>
                <w:rtl/>
              </w:rPr>
              <w:t xml:space="preserve"> </w:t>
            </w:r>
            <w:r w:rsidRPr="00A0264F">
              <w:rPr>
                <w:rtl/>
              </w:rPr>
              <w:t>مـن</w:t>
            </w:r>
            <w:r w:rsidR="0076657C">
              <w:rPr>
                <w:rtl/>
              </w:rPr>
              <w:t xml:space="preserve"> </w:t>
            </w:r>
            <w:r w:rsidRPr="00A0264F">
              <w:rPr>
                <w:rtl/>
              </w:rPr>
              <w:t>بـعدُ</w:t>
            </w:r>
            <w:r w:rsidR="0076657C">
              <w:rPr>
                <w:rtl/>
              </w:rPr>
              <w:t xml:space="preserve"> </w:t>
            </w:r>
            <w:r w:rsidRPr="00A0264F">
              <w:rPr>
                <w:rtl/>
              </w:rPr>
              <w:t>فـي</w:t>
            </w:r>
            <w:r w:rsidR="0076657C">
              <w:rPr>
                <w:rtl/>
              </w:rPr>
              <w:t xml:space="preserve"> </w:t>
            </w:r>
            <w:r w:rsidRPr="00A0264F">
              <w:rPr>
                <w:rtl/>
              </w:rPr>
              <w:t>صُـلبِ</w:t>
            </w:r>
            <w:r w:rsidR="0076657C">
              <w:rPr>
                <w:rtl/>
              </w:rPr>
              <w:t xml:space="preserve"> </w:t>
            </w:r>
            <w:r w:rsidRPr="00A0264F">
              <w:rPr>
                <w:rtl/>
              </w:rPr>
              <w:t>آدم</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لـيـسترشدَ</w:t>
            </w:r>
            <w:r w:rsidR="0076657C">
              <w:rPr>
                <w:rtl/>
              </w:rPr>
              <w:t xml:space="preserve"> </w:t>
            </w:r>
            <w:r w:rsidRPr="00A0264F">
              <w:rPr>
                <w:rtl/>
              </w:rPr>
              <w:t>الـضُّلالُ</w:t>
            </w:r>
            <w:r w:rsidR="0076657C">
              <w:rPr>
                <w:rtl/>
              </w:rPr>
              <w:t xml:space="preserve"> </w:t>
            </w:r>
            <w:r w:rsidRPr="00A0264F">
              <w:rPr>
                <w:rtl/>
              </w:rPr>
              <w:t>فـيهِ</w:t>
            </w:r>
            <w:r w:rsidR="0076657C">
              <w:rPr>
                <w:rtl/>
              </w:rPr>
              <w:t xml:space="preserve"> </w:t>
            </w:r>
            <w:r w:rsidRPr="00A0264F">
              <w:rPr>
                <w:rtl/>
              </w:rPr>
              <w:t>ويـهتدوا</w:t>
            </w:r>
            <w:r w:rsidRPr="00725071">
              <w:rPr>
                <w:rStyle w:val="libPoemTiniChar0"/>
                <w:rtl/>
              </w:rPr>
              <w:br/>
              <w:t> </w:t>
            </w:r>
          </w:p>
        </w:tc>
      </w:tr>
      <w:tr w:rsidR="00A327D5" w:rsidTr="00A327D5">
        <w:tblPrEx>
          <w:tblLook w:val="04A0"/>
        </w:tblPrEx>
        <w:trPr>
          <w:trHeight w:val="350"/>
        </w:trPr>
        <w:tc>
          <w:tcPr>
            <w:tcW w:w="3536" w:type="dxa"/>
          </w:tcPr>
          <w:p w:rsidR="00A327D5" w:rsidRDefault="00A327D5" w:rsidP="00A327D5">
            <w:pPr>
              <w:pStyle w:val="libPoem"/>
            </w:pPr>
            <w:r w:rsidRPr="00A0264F">
              <w:rPr>
                <w:rtl/>
              </w:rPr>
              <w:t>ولـو</w:t>
            </w:r>
            <w:r w:rsidR="003D6158">
              <w:rPr>
                <w:rtl/>
              </w:rPr>
              <w:t xml:space="preserve"> </w:t>
            </w:r>
            <w:r w:rsidRPr="00A0264F">
              <w:rPr>
                <w:rtl/>
              </w:rPr>
              <w:t>لـم</w:t>
            </w:r>
            <w:r w:rsidR="0076657C">
              <w:rPr>
                <w:rtl/>
              </w:rPr>
              <w:t xml:space="preserve"> </w:t>
            </w:r>
            <w:r w:rsidRPr="00A0264F">
              <w:rPr>
                <w:rtl/>
              </w:rPr>
              <w:t>يـكن</w:t>
            </w:r>
            <w:r w:rsidR="0076657C">
              <w:rPr>
                <w:rtl/>
              </w:rPr>
              <w:t xml:space="preserve"> </w:t>
            </w:r>
            <w:r w:rsidRPr="00A0264F">
              <w:rPr>
                <w:rtl/>
              </w:rPr>
              <w:t>في</w:t>
            </w:r>
            <w:r w:rsidR="0076657C">
              <w:rPr>
                <w:rtl/>
              </w:rPr>
              <w:t xml:space="preserve"> </w:t>
            </w:r>
            <w:r w:rsidRPr="00A0264F">
              <w:rPr>
                <w:rtl/>
              </w:rPr>
              <w:t>صُلبِ</w:t>
            </w:r>
            <w:r w:rsidR="0076657C">
              <w:rPr>
                <w:rtl/>
              </w:rPr>
              <w:t xml:space="preserve"> </w:t>
            </w:r>
            <w:r w:rsidRPr="00A0264F">
              <w:rPr>
                <w:rtl/>
              </w:rPr>
              <w:t>آدمَ</w:t>
            </w:r>
            <w:r w:rsidR="0076657C">
              <w:rPr>
                <w:rtl/>
              </w:rPr>
              <w:t xml:space="preserve"> </w:t>
            </w:r>
            <w:r w:rsidRPr="00A0264F">
              <w:rPr>
                <w:rtl/>
              </w:rPr>
              <w:t>مُودَعا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لـما</w:t>
            </w:r>
            <w:r w:rsidR="0076657C">
              <w:rPr>
                <w:rtl/>
              </w:rPr>
              <w:t xml:space="preserve"> </w:t>
            </w:r>
            <w:r w:rsidRPr="00A0264F">
              <w:rPr>
                <w:rtl/>
              </w:rPr>
              <w:t>قـال</w:t>
            </w:r>
            <w:r w:rsidR="0076657C">
              <w:rPr>
                <w:rtl/>
              </w:rPr>
              <w:t xml:space="preserve"> </w:t>
            </w:r>
            <w:r w:rsidRPr="00A0264F">
              <w:rPr>
                <w:rtl/>
              </w:rPr>
              <w:t>قِـدْماً</w:t>
            </w:r>
            <w:r w:rsidR="0076657C">
              <w:rPr>
                <w:rtl/>
              </w:rPr>
              <w:t xml:space="preserve"> </w:t>
            </w:r>
            <w:r w:rsidRPr="00A0264F">
              <w:rPr>
                <w:rtl/>
              </w:rPr>
              <w:t>لـلملائكةِ:</w:t>
            </w:r>
            <w:r w:rsidR="0076657C">
              <w:rPr>
                <w:rtl/>
              </w:rPr>
              <w:t xml:space="preserve"> </w:t>
            </w:r>
            <w:r w:rsidRPr="00A0264F">
              <w:rPr>
                <w:rtl/>
              </w:rPr>
              <w:t>اسـجدوا</w:t>
            </w:r>
            <w:r w:rsidRPr="00725071">
              <w:rPr>
                <w:rStyle w:val="libPoemTiniChar0"/>
                <w:rtl/>
              </w:rPr>
              <w:br/>
              <w:t> </w:t>
            </w:r>
          </w:p>
        </w:tc>
      </w:tr>
      <w:tr w:rsidR="00A327D5" w:rsidTr="00A327D5">
        <w:tblPrEx>
          <w:tblLook w:val="04A0"/>
        </w:tblPrEx>
        <w:trPr>
          <w:trHeight w:val="350"/>
        </w:trPr>
        <w:tc>
          <w:tcPr>
            <w:tcW w:w="3536" w:type="dxa"/>
          </w:tcPr>
          <w:p w:rsidR="00A327D5" w:rsidRDefault="00A327D5" w:rsidP="00A327D5">
            <w:pPr>
              <w:pStyle w:val="libPoem"/>
            </w:pPr>
            <w:r w:rsidRPr="00A0264F">
              <w:rPr>
                <w:rtl/>
              </w:rPr>
              <w:t>لـهُ</w:t>
            </w:r>
            <w:r w:rsidR="003D6158">
              <w:rPr>
                <w:rtl/>
              </w:rPr>
              <w:t xml:space="preserve"> </w:t>
            </w:r>
            <w:r w:rsidRPr="00A0264F">
              <w:rPr>
                <w:rtl/>
              </w:rPr>
              <w:t>الـصدرُ</w:t>
            </w:r>
            <w:r w:rsidR="0076657C">
              <w:rPr>
                <w:rtl/>
              </w:rPr>
              <w:t xml:space="preserve"> </w:t>
            </w:r>
            <w:r w:rsidRPr="00A0264F">
              <w:rPr>
                <w:rtl/>
              </w:rPr>
              <w:t>بـينَ</w:t>
            </w:r>
            <w:r w:rsidR="0076657C">
              <w:rPr>
                <w:rtl/>
              </w:rPr>
              <w:t xml:space="preserve"> </w:t>
            </w:r>
            <w:r w:rsidRPr="00A0264F">
              <w:rPr>
                <w:rtl/>
              </w:rPr>
              <w:t>الأنـبياءِ</w:t>
            </w:r>
            <w:r w:rsidR="0076657C">
              <w:rPr>
                <w:rtl/>
              </w:rPr>
              <w:t xml:space="preserve"> </w:t>
            </w:r>
            <w:r w:rsidRPr="00A0264F">
              <w:rPr>
                <w:rtl/>
              </w:rPr>
              <w:t>وقـبلهم</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عـلـى</w:t>
            </w:r>
            <w:r w:rsidR="003D6158">
              <w:rPr>
                <w:rtl/>
              </w:rPr>
              <w:t xml:space="preserve"> </w:t>
            </w:r>
            <w:r w:rsidRPr="00A0264F">
              <w:rPr>
                <w:rtl/>
              </w:rPr>
              <w:t>رأسـهِ</w:t>
            </w:r>
            <w:r w:rsidR="0076657C">
              <w:rPr>
                <w:rtl/>
              </w:rPr>
              <w:t xml:space="preserve"> </w:t>
            </w:r>
            <w:r w:rsidRPr="00A0264F">
              <w:rPr>
                <w:rtl/>
              </w:rPr>
              <w:t>تـاجُ</w:t>
            </w:r>
            <w:r w:rsidR="0076657C">
              <w:rPr>
                <w:rtl/>
              </w:rPr>
              <w:t xml:space="preserve"> </w:t>
            </w:r>
            <w:r w:rsidRPr="00A0264F">
              <w:rPr>
                <w:rtl/>
              </w:rPr>
              <w:t>الـنبوّةِ</w:t>
            </w:r>
            <w:r w:rsidR="0076657C">
              <w:rPr>
                <w:rtl/>
              </w:rPr>
              <w:t xml:space="preserve"> </w:t>
            </w:r>
            <w:r w:rsidRPr="00A0264F">
              <w:rPr>
                <w:rtl/>
              </w:rPr>
              <w:t>يُـعقدُ</w:t>
            </w:r>
            <w:r w:rsidRPr="00725071">
              <w:rPr>
                <w:rStyle w:val="libPoemTiniChar0"/>
                <w:rtl/>
              </w:rPr>
              <w:br/>
              <w:t> </w:t>
            </w:r>
          </w:p>
        </w:tc>
      </w:tr>
      <w:tr w:rsidR="00A327D5" w:rsidTr="00A327D5">
        <w:tblPrEx>
          <w:tblLook w:val="04A0"/>
        </w:tblPrEx>
        <w:trPr>
          <w:trHeight w:val="350"/>
        </w:trPr>
        <w:tc>
          <w:tcPr>
            <w:tcW w:w="3536" w:type="dxa"/>
          </w:tcPr>
          <w:p w:rsidR="00A327D5" w:rsidRDefault="00A327D5" w:rsidP="00A327D5">
            <w:pPr>
              <w:pStyle w:val="libPoem"/>
            </w:pPr>
            <w:r w:rsidRPr="00A0264F">
              <w:rPr>
                <w:rtl/>
              </w:rPr>
              <w:t>لـئـن</w:t>
            </w:r>
            <w:r w:rsidR="003D6158">
              <w:rPr>
                <w:rtl/>
              </w:rPr>
              <w:t xml:space="preserve"> </w:t>
            </w:r>
            <w:r w:rsidRPr="00A0264F">
              <w:rPr>
                <w:rtl/>
              </w:rPr>
              <w:t>سـبـقوهُ</w:t>
            </w:r>
            <w:r w:rsidR="0076657C">
              <w:rPr>
                <w:rtl/>
              </w:rPr>
              <w:t xml:space="preserve"> </w:t>
            </w:r>
            <w:r w:rsidRPr="00A0264F">
              <w:rPr>
                <w:rtl/>
              </w:rPr>
              <w:t>بـالـمجيء</w:t>
            </w:r>
            <w:r w:rsidR="0076657C">
              <w:rPr>
                <w:rtl/>
              </w:rPr>
              <w:t xml:space="preserve"> </w:t>
            </w:r>
            <w:r w:rsidRPr="00A0264F">
              <w:rPr>
                <w:rtl/>
              </w:rPr>
              <w:t>فـإنَّما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أتــوا</w:t>
            </w:r>
            <w:r w:rsidR="0076657C">
              <w:rPr>
                <w:rtl/>
              </w:rPr>
              <w:t xml:space="preserve"> </w:t>
            </w:r>
            <w:r w:rsidRPr="00A0264F">
              <w:rPr>
                <w:rtl/>
              </w:rPr>
              <w:t>لـيـبثُّوا</w:t>
            </w:r>
            <w:r w:rsidR="0076657C">
              <w:rPr>
                <w:rtl/>
              </w:rPr>
              <w:t xml:space="preserve"> </w:t>
            </w:r>
            <w:r w:rsidRPr="00A0264F">
              <w:rPr>
                <w:rtl/>
              </w:rPr>
              <w:t>أمــرهُ</w:t>
            </w:r>
            <w:r w:rsidR="0076657C">
              <w:rPr>
                <w:rtl/>
              </w:rPr>
              <w:t xml:space="preserve"> </w:t>
            </w:r>
            <w:r w:rsidRPr="00A0264F">
              <w:rPr>
                <w:rtl/>
              </w:rPr>
              <w:t>ويُـمـهّدوا</w:t>
            </w:r>
            <w:r w:rsidRPr="00725071">
              <w:rPr>
                <w:rStyle w:val="libPoemTiniChar0"/>
                <w:rtl/>
              </w:rPr>
              <w:br/>
              <w:t> </w:t>
            </w:r>
          </w:p>
        </w:tc>
      </w:tr>
      <w:tr w:rsidR="00A327D5" w:rsidTr="00A327D5">
        <w:tblPrEx>
          <w:tblLook w:val="04A0"/>
        </w:tblPrEx>
        <w:trPr>
          <w:trHeight w:val="350"/>
        </w:trPr>
        <w:tc>
          <w:tcPr>
            <w:tcW w:w="3536" w:type="dxa"/>
          </w:tcPr>
          <w:p w:rsidR="00A327D5" w:rsidRDefault="00A327D5" w:rsidP="00A327D5">
            <w:pPr>
              <w:pStyle w:val="libPoem"/>
            </w:pPr>
            <w:r w:rsidRPr="00A0264F">
              <w:rPr>
                <w:rtl/>
              </w:rPr>
              <w:t>رسـولٌ</w:t>
            </w:r>
            <w:r w:rsidR="0076657C">
              <w:rPr>
                <w:rtl/>
              </w:rPr>
              <w:t xml:space="preserve"> </w:t>
            </w:r>
            <w:r w:rsidRPr="00A0264F">
              <w:rPr>
                <w:rtl/>
              </w:rPr>
              <w:t>لـهُ</w:t>
            </w:r>
            <w:r w:rsidR="0076657C">
              <w:rPr>
                <w:rtl/>
              </w:rPr>
              <w:t xml:space="preserve"> </w:t>
            </w:r>
            <w:r w:rsidRPr="00A0264F">
              <w:rPr>
                <w:rtl/>
              </w:rPr>
              <w:t>قـد</w:t>
            </w:r>
            <w:r w:rsidR="0076657C">
              <w:rPr>
                <w:rtl/>
              </w:rPr>
              <w:t xml:space="preserve"> </w:t>
            </w:r>
            <w:r w:rsidRPr="00A0264F">
              <w:rPr>
                <w:rtl/>
              </w:rPr>
              <w:t>سـخَّرَ</w:t>
            </w:r>
            <w:r w:rsidR="0076657C">
              <w:rPr>
                <w:rtl/>
              </w:rPr>
              <w:t xml:space="preserve"> </w:t>
            </w:r>
            <w:r w:rsidRPr="00A0264F">
              <w:rPr>
                <w:rtl/>
              </w:rPr>
              <w:t>الـكونَ</w:t>
            </w:r>
            <w:r w:rsidR="0076657C">
              <w:rPr>
                <w:rtl/>
              </w:rPr>
              <w:t xml:space="preserve"> </w:t>
            </w:r>
            <w:r w:rsidRPr="00A0264F">
              <w:rPr>
                <w:rtl/>
              </w:rPr>
              <w:t>ربُّه</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وأيَّــدَهُ</w:t>
            </w:r>
            <w:r w:rsidR="003D6158">
              <w:rPr>
                <w:rtl/>
              </w:rPr>
              <w:t xml:space="preserve"> </w:t>
            </w:r>
            <w:r w:rsidRPr="00A0264F">
              <w:rPr>
                <w:rtl/>
              </w:rPr>
              <w:t>فـهـو</w:t>
            </w:r>
            <w:r w:rsidR="0076657C">
              <w:rPr>
                <w:rtl/>
              </w:rPr>
              <w:t xml:space="preserve"> </w:t>
            </w:r>
            <w:r w:rsidRPr="00A0264F">
              <w:rPr>
                <w:rtl/>
              </w:rPr>
              <w:t>الـرسـولُ</w:t>
            </w:r>
            <w:r w:rsidR="0076657C">
              <w:rPr>
                <w:rtl/>
              </w:rPr>
              <w:t xml:space="preserve"> </w:t>
            </w:r>
            <w:r w:rsidRPr="00A0264F">
              <w:rPr>
                <w:rtl/>
              </w:rPr>
              <w:t>الـمؤيّدُ</w:t>
            </w:r>
            <w:r w:rsidRPr="00725071">
              <w:rPr>
                <w:rStyle w:val="libPoemTiniChar0"/>
                <w:rtl/>
              </w:rPr>
              <w:br/>
              <w:t> </w:t>
            </w:r>
          </w:p>
        </w:tc>
      </w:tr>
      <w:tr w:rsidR="00A327D5" w:rsidTr="00A327D5">
        <w:tblPrEx>
          <w:tblLook w:val="04A0"/>
        </w:tblPrEx>
        <w:trPr>
          <w:trHeight w:val="350"/>
        </w:trPr>
        <w:tc>
          <w:tcPr>
            <w:tcW w:w="3536" w:type="dxa"/>
          </w:tcPr>
          <w:p w:rsidR="00A327D5" w:rsidRDefault="00A327D5" w:rsidP="00A327D5">
            <w:pPr>
              <w:pStyle w:val="libPoem"/>
            </w:pPr>
            <w:r w:rsidRPr="00A0264F">
              <w:rPr>
                <w:rtl/>
              </w:rPr>
              <w:t>ووحَّــدَهُ</w:t>
            </w:r>
            <w:r w:rsidR="003D6158">
              <w:rPr>
                <w:rtl/>
              </w:rPr>
              <w:t xml:space="preserve"> </w:t>
            </w:r>
            <w:r w:rsidRPr="00A0264F">
              <w:rPr>
                <w:rtl/>
              </w:rPr>
              <w:t>بـالـعزِّ</w:t>
            </w:r>
            <w:r w:rsidR="0076657C">
              <w:rPr>
                <w:rtl/>
              </w:rPr>
              <w:t xml:space="preserve"> </w:t>
            </w:r>
            <w:r w:rsidRPr="00A0264F">
              <w:rPr>
                <w:rtl/>
              </w:rPr>
              <w:t>بـيـنَ</w:t>
            </w:r>
            <w:r w:rsidR="0076657C">
              <w:rPr>
                <w:rtl/>
              </w:rPr>
              <w:t xml:space="preserve"> </w:t>
            </w:r>
            <w:r w:rsidRPr="00A0264F">
              <w:rPr>
                <w:rtl/>
              </w:rPr>
              <w:t>عـبـاده</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لـيـجروا</w:t>
            </w:r>
            <w:r w:rsidR="0076657C">
              <w:rPr>
                <w:rtl/>
              </w:rPr>
              <w:t xml:space="preserve"> </w:t>
            </w:r>
            <w:r w:rsidRPr="00A0264F">
              <w:rPr>
                <w:rtl/>
              </w:rPr>
              <w:t>عـلى</w:t>
            </w:r>
            <w:r w:rsidR="0076657C">
              <w:rPr>
                <w:rtl/>
              </w:rPr>
              <w:t xml:space="preserve"> </w:t>
            </w:r>
            <w:r w:rsidRPr="00A0264F">
              <w:rPr>
                <w:rtl/>
              </w:rPr>
              <w:t>مـنهاجهِ</w:t>
            </w:r>
            <w:r w:rsidR="0076657C">
              <w:rPr>
                <w:rtl/>
              </w:rPr>
              <w:t xml:space="preserve"> </w:t>
            </w:r>
            <w:r w:rsidRPr="00A0264F">
              <w:rPr>
                <w:rtl/>
              </w:rPr>
              <w:t>ويُـوحِّدوا</w:t>
            </w:r>
            <w:r w:rsidRPr="00725071">
              <w:rPr>
                <w:rStyle w:val="libPoemTiniChar0"/>
                <w:rtl/>
              </w:rPr>
              <w:br/>
              <w:t> </w:t>
            </w:r>
          </w:p>
        </w:tc>
      </w:tr>
      <w:tr w:rsidR="00A327D5" w:rsidTr="00A327D5">
        <w:tblPrEx>
          <w:tblLook w:val="04A0"/>
        </w:tblPrEx>
        <w:trPr>
          <w:trHeight w:val="350"/>
        </w:trPr>
        <w:tc>
          <w:tcPr>
            <w:tcW w:w="3536" w:type="dxa"/>
          </w:tcPr>
          <w:p w:rsidR="00A327D5" w:rsidRDefault="00A327D5" w:rsidP="00A327D5">
            <w:pPr>
              <w:pStyle w:val="libPoem"/>
            </w:pPr>
            <w:r w:rsidRPr="00A0264F">
              <w:rPr>
                <w:rtl/>
              </w:rPr>
              <w:t>وقـارنَ</w:t>
            </w:r>
            <w:r w:rsidR="003D6158">
              <w:rPr>
                <w:rtl/>
              </w:rPr>
              <w:t xml:space="preserve"> </w:t>
            </w:r>
            <w:r w:rsidRPr="00A0264F">
              <w:rPr>
                <w:rtl/>
              </w:rPr>
              <w:t>مـا</w:t>
            </w:r>
            <w:r w:rsidR="0076657C">
              <w:rPr>
                <w:rtl/>
              </w:rPr>
              <w:t xml:space="preserve"> </w:t>
            </w:r>
            <w:r w:rsidRPr="00A0264F">
              <w:rPr>
                <w:rtl/>
              </w:rPr>
              <w:t>بـينَ</w:t>
            </w:r>
            <w:r w:rsidR="0076657C">
              <w:rPr>
                <w:rtl/>
              </w:rPr>
              <w:t xml:space="preserve"> </w:t>
            </w:r>
            <w:r w:rsidRPr="00A0264F">
              <w:rPr>
                <w:rtl/>
              </w:rPr>
              <w:t>اسـمه</w:t>
            </w:r>
            <w:r w:rsidR="0076657C">
              <w:rPr>
                <w:rtl/>
              </w:rPr>
              <w:t xml:space="preserve"> </w:t>
            </w:r>
            <w:r w:rsidRPr="00A0264F">
              <w:rPr>
                <w:rtl/>
              </w:rPr>
              <w:t>واسمَ</w:t>
            </w:r>
            <w:r w:rsidR="0076657C">
              <w:rPr>
                <w:rtl/>
              </w:rPr>
              <w:t xml:space="preserve"> </w:t>
            </w:r>
            <w:r w:rsidRPr="00A0264F">
              <w:rPr>
                <w:rtl/>
              </w:rPr>
              <w:t>أحمد</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فـجـاحدهُ</w:t>
            </w:r>
            <w:r>
              <w:rPr>
                <w:rtl/>
              </w:rPr>
              <w:t>،</w:t>
            </w:r>
            <w:r w:rsidR="0076657C">
              <w:rPr>
                <w:rtl/>
              </w:rPr>
              <w:t xml:space="preserve"> </w:t>
            </w:r>
            <w:r w:rsidRPr="00A0264F">
              <w:rPr>
                <w:rtl/>
              </w:rPr>
              <w:t>لا</w:t>
            </w:r>
            <w:r w:rsidR="0076657C">
              <w:rPr>
                <w:rtl/>
              </w:rPr>
              <w:t xml:space="preserve"> </w:t>
            </w:r>
            <w:r w:rsidRPr="00A0264F">
              <w:rPr>
                <w:rtl/>
              </w:rPr>
              <w:t>شـكَّ</w:t>
            </w:r>
            <w:r>
              <w:rPr>
                <w:rtl/>
              </w:rPr>
              <w:t>،</w:t>
            </w:r>
            <w:r w:rsidR="0076657C">
              <w:rPr>
                <w:rtl/>
              </w:rPr>
              <w:t xml:space="preserve"> </w:t>
            </w:r>
            <w:r w:rsidRPr="00A0264F">
              <w:rPr>
                <w:rtl/>
              </w:rPr>
              <w:t>لـلهِ</w:t>
            </w:r>
            <w:r w:rsidR="0076657C">
              <w:rPr>
                <w:rtl/>
              </w:rPr>
              <w:t xml:space="preserve"> </w:t>
            </w:r>
            <w:r w:rsidRPr="00A0264F">
              <w:rPr>
                <w:rtl/>
              </w:rPr>
              <w:t>يـجحدُ</w:t>
            </w:r>
            <w:r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ألقاها نيابة عنه الاديب السيد خضر القزويني في احتفال جمعية الرابطة الادبية في النجف ليلة السابع عشر من ربيع الاول سنة 1353 هـ.</w:t>
      </w:r>
    </w:p>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A327D5" w:rsidTr="00A327D5">
        <w:trPr>
          <w:trHeight w:val="350"/>
        </w:trPr>
        <w:tc>
          <w:tcPr>
            <w:tcW w:w="3536" w:type="dxa"/>
          </w:tcPr>
          <w:p w:rsidR="00A327D5" w:rsidRDefault="00A327D5" w:rsidP="00A327D5">
            <w:pPr>
              <w:pStyle w:val="libPoem"/>
            </w:pPr>
            <w:r w:rsidRPr="00A0264F">
              <w:rPr>
                <w:rtl/>
              </w:rPr>
              <w:t>ومَــنْ</w:t>
            </w:r>
            <w:r w:rsidR="0076657C">
              <w:rPr>
                <w:rtl/>
              </w:rPr>
              <w:t xml:space="preserve"> </w:t>
            </w:r>
            <w:r w:rsidRPr="00A0264F">
              <w:rPr>
                <w:rtl/>
              </w:rPr>
              <w:t>كـانَ</w:t>
            </w:r>
            <w:r w:rsidR="0076657C">
              <w:rPr>
                <w:rtl/>
              </w:rPr>
              <w:t xml:space="preserve"> </w:t>
            </w:r>
            <w:r w:rsidRPr="00A0264F">
              <w:rPr>
                <w:rtl/>
              </w:rPr>
              <w:t>بـالتوحيدِ</w:t>
            </w:r>
            <w:r w:rsidR="0076657C">
              <w:rPr>
                <w:rtl/>
              </w:rPr>
              <w:t xml:space="preserve"> </w:t>
            </w:r>
            <w:r w:rsidRPr="00A0264F">
              <w:rPr>
                <w:rtl/>
              </w:rPr>
              <w:t>لـلهِ</w:t>
            </w:r>
            <w:r w:rsidR="0076657C">
              <w:rPr>
                <w:rtl/>
              </w:rPr>
              <w:t xml:space="preserve"> </w:t>
            </w:r>
            <w:r w:rsidRPr="00A0264F">
              <w:rPr>
                <w:rtl/>
              </w:rPr>
              <w:t>شـاهدا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فــذاكَ</w:t>
            </w:r>
            <w:r w:rsidR="003D6158">
              <w:rPr>
                <w:rtl/>
              </w:rPr>
              <w:t xml:space="preserve"> </w:t>
            </w:r>
            <w:r w:rsidRPr="00A0264F">
              <w:rPr>
                <w:rtl/>
              </w:rPr>
              <w:t>لـطـه</w:t>
            </w:r>
            <w:r w:rsidR="0076657C">
              <w:rPr>
                <w:rtl/>
              </w:rPr>
              <w:t xml:space="preserve"> </w:t>
            </w:r>
            <w:r w:rsidRPr="00A0264F">
              <w:rPr>
                <w:rtl/>
              </w:rPr>
              <w:t>بـالـرسالةِ</w:t>
            </w:r>
            <w:r w:rsidR="0076657C">
              <w:rPr>
                <w:rtl/>
              </w:rPr>
              <w:t xml:space="preserve"> </w:t>
            </w:r>
            <w:r w:rsidRPr="00A0264F">
              <w:rPr>
                <w:rtl/>
              </w:rPr>
              <w:t>يـشهدُ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ولــولاهُ</w:t>
            </w:r>
            <w:r w:rsidR="003D6158">
              <w:rPr>
                <w:rtl/>
              </w:rPr>
              <w:t xml:space="preserve"> </w:t>
            </w:r>
            <w:r w:rsidRPr="00A0264F">
              <w:rPr>
                <w:rtl/>
              </w:rPr>
              <w:t>مـا</w:t>
            </w:r>
            <w:r w:rsidR="0076657C">
              <w:rPr>
                <w:rtl/>
              </w:rPr>
              <w:t xml:space="preserve"> </w:t>
            </w:r>
            <w:r w:rsidRPr="00A0264F">
              <w:rPr>
                <w:rtl/>
              </w:rPr>
              <w:t>قـلنا</w:t>
            </w:r>
            <w:r w:rsidR="0076657C">
              <w:rPr>
                <w:rtl/>
              </w:rPr>
              <w:t xml:space="preserve"> </w:t>
            </w:r>
            <w:r w:rsidRPr="00A0264F">
              <w:rPr>
                <w:rtl/>
              </w:rPr>
              <w:t>ولا</w:t>
            </w:r>
            <w:r w:rsidR="0076657C">
              <w:rPr>
                <w:rtl/>
              </w:rPr>
              <w:t xml:space="preserve"> </w:t>
            </w:r>
            <w:r w:rsidRPr="00A0264F">
              <w:rPr>
                <w:rtl/>
              </w:rPr>
              <w:t>قـالَ</w:t>
            </w:r>
            <w:r w:rsidR="0076657C">
              <w:rPr>
                <w:rtl/>
              </w:rPr>
              <w:t xml:space="preserve"> </w:t>
            </w:r>
            <w:r w:rsidRPr="00A0264F">
              <w:rPr>
                <w:rtl/>
              </w:rPr>
              <w:t>قـائل</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لـمـالكِ</w:t>
            </w:r>
            <w:r w:rsidR="003D6158">
              <w:rPr>
                <w:rtl/>
              </w:rPr>
              <w:t xml:space="preserve"> </w:t>
            </w:r>
            <w:r w:rsidRPr="00A0264F">
              <w:rPr>
                <w:rtl/>
              </w:rPr>
              <w:t>يـومِ</w:t>
            </w:r>
            <w:r w:rsidR="0076657C">
              <w:rPr>
                <w:rtl/>
              </w:rPr>
              <w:t xml:space="preserve"> </w:t>
            </w:r>
            <w:r w:rsidRPr="00A0264F">
              <w:rPr>
                <w:rtl/>
              </w:rPr>
              <w:t>الـدينِ:</w:t>
            </w:r>
            <w:r w:rsidR="0076657C">
              <w:rPr>
                <w:rtl/>
              </w:rPr>
              <w:t xml:space="preserve"> </w:t>
            </w:r>
            <w:r w:rsidRPr="00A0264F">
              <w:rPr>
                <w:rtl/>
              </w:rPr>
              <w:t>إيّـاكَ</w:t>
            </w:r>
            <w:r w:rsidR="0076657C">
              <w:rPr>
                <w:rtl/>
              </w:rPr>
              <w:t xml:space="preserve"> </w:t>
            </w:r>
            <w:r w:rsidRPr="00A0264F">
              <w:rPr>
                <w:rtl/>
              </w:rPr>
              <w:t>نـعبدُ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ولا</w:t>
            </w:r>
            <w:r w:rsidR="003D6158">
              <w:rPr>
                <w:rtl/>
              </w:rPr>
              <w:t xml:space="preserve"> </w:t>
            </w:r>
            <w:r w:rsidRPr="00A0264F">
              <w:rPr>
                <w:rtl/>
              </w:rPr>
              <w:t>أصـبحت</w:t>
            </w:r>
            <w:r w:rsidR="0076657C">
              <w:rPr>
                <w:rtl/>
              </w:rPr>
              <w:t xml:space="preserve"> </w:t>
            </w:r>
            <w:r w:rsidRPr="00A0264F">
              <w:rPr>
                <w:rtl/>
              </w:rPr>
              <w:t>أوثـانهم</w:t>
            </w:r>
            <w:r w:rsidR="0076657C">
              <w:rPr>
                <w:rtl/>
              </w:rPr>
              <w:t xml:space="preserve"> </w:t>
            </w:r>
            <w:r w:rsidRPr="00A0264F">
              <w:rPr>
                <w:rtl/>
              </w:rPr>
              <w:t>وهـيَ</w:t>
            </w:r>
            <w:r w:rsidR="0076657C">
              <w:rPr>
                <w:rtl/>
              </w:rPr>
              <w:t xml:space="preserve"> </w:t>
            </w:r>
            <w:r w:rsidRPr="00A0264F">
              <w:rPr>
                <w:rtl/>
              </w:rPr>
              <w:t>الـتي</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لـها</w:t>
            </w:r>
            <w:r w:rsidR="003D6158">
              <w:rPr>
                <w:rtl/>
              </w:rPr>
              <w:t xml:space="preserve"> </w:t>
            </w:r>
            <w:r w:rsidRPr="00A0264F">
              <w:rPr>
                <w:rtl/>
              </w:rPr>
              <w:t>سـجدوا</w:t>
            </w:r>
            <w:r w:rsidR="0076657C">
              <w:rPr>
                <w:rtl/>
              </w:rPr>
              <w:t xml:space="preserve"> </w:t>
            </w:r>
            <w:r w:rsidRPr="00A0264F">
              <w:rPr>
                <w:rtl/>
              </w:rPr>
              <w:t>تـهوي</w:t>
            </w:r>
            <w:r w:rsidR="0076657C">
              <w:rPr>
                <w:rtl/>
              </w:rPr>
              <w:t xml:space="preserve"> </w:t>
            </w:r>
            <w:r w:rsidRPr="00A0264F">
              <w:rPr>
                <w:rtl/>
              </w:rPr>
              <w:t>خشوعاً</w:t>
            </w:r>
            <w:r w:rsidR="0076657C">
              <w:rPr>
                <w:rtl/>
              </w:rPr>
              <w:t xml:space="preserve"> </w:t>
            </w:r>
            <w:r w:rsidRPr="00A0264F">
              <w:rPr>
                <w:rtl/>
              </w:rPr>
              <w:t>وتسجدُ</w:t>
            </w:r>
            <w:r w:rsidRPr="00725071">
              <w:rPr>
                <w:rStyle w:val="libPoemTiniChar0"/>
                <w:rtl/>
              </w:rPr>
              <w:br/>
              <w:t> </w:t>
            </w:r>
          </w:p>
        </w:tc>
      </w:tr>
    </w:tbl>
    <w:p w:rsidR="00A0264F" w:rsidRPr="00A0264F" w:rsidRDefault="00A0264F" w:rsidP="00A5546B">
      <w:pPr>
        <w:pStyle w:val="libCenter"/>
      </w:pPr>
      <w:r w:rsidRPr="00A0264F">
        <w:rPr>
          <w:rtl/>
        </w:rPr>
        <w:t>*</w:t>
      </w:r>
      <w:r w:rsidR="00A327D5">
        <w:rPr>
          <w:rFonts w:hint="cs"/>
          <w:rtl/>
        </w:rPr>
        <w:t xml:space="preserve"> </w:t>
      </w:r>
      <w:r w:rsidRPr="00A0264F">
        <w:rPr>
          <w:rtl/>
        </w:rPr>
        <w:t>*</w:t>
      </w:r>
      <w:r w:rsidR="00A327D5">
        <w:rPr>
          <w:rFonts w:hint="cs"/>
          <w:rtl/>
        </w:rPr>
        <w:t xml:space="preserve"> </w:t>
      </w:r>
      <w:r w:rsidRPr="00A0264F">
        <w:rPr>
          <w:rtl/>
        </w:rPr>
        <w:t>*</w:t>
      </w:r>
    </w:p>
    <w:tbl>
      <w:tblPr>
        <w:tblStyle w:val="TableGrid"/>
        <w:bidiVisual/>
        <w:tblW w:w="4562" w:type="pct"/>
        <w:tblInd w:w="384" w:type="dxa"/>
        <w:tblLook w:val="04A0"/>
      </w:tblPr>
      <w:tblGrid>
        <w:gridCol w:w="3536"/>
        <w:gridCol w:w="272"/>
        <w:gridCol w:w="3502"/>
      </w:tblGrid>
      <w:tr w:rsidR="00A327D5" w:rsidTr="00A327D5">
        <w:trPr>
          <w:trHeight w:val="350"/>
        </w:trPr>
        <w:tc>
          <w:tcPr>
            <w:tcW w:w="3536" w:type="dxa"/>
          </w:tcPr>
          <w:p w:rsidR="00A327D5" w:rsidRDefault="00A327D5" w:rsidP="00A327D5">
            <w:pPr>
              <w:pStyle w:val="libPoem"/>
            </w:pPr>
            <w:r w:rsidRPr="00A0264F">
              <w:rPr>
                <w:rtl/>
              </w:rPr>
              <w:t>لآمـنةَ</w:t>
            </w:r>
            <w:r w:rsidR="0076657C">
              <w:rPr>
                <w:rtl/>
              </w:rPr>
              <w:t xml:space="preserve"> </w:t>
            </w:r>
            <w:r w:rsidRPr="00A0264F">
              <w:rPr>
                <w:rtl/>
              </w:rPr>
              <w:t>الـبشرى</w:t>
            </w:r>
            <w:r w:rsidR="0076657C">
              <w:rPr>
                <w:rtl/>
              </w:rPr>
              <w:t xml:space="preserve"> </w:t>
            </w:r>
            <w:r w:rsidRPr="00A0264F">
              <w:rPr>
                <w:rtl/>
              </w:rPr>
              <w:t>مـدى</w:t>
            </w:r>
            <w:r w:rsidR="0076657C">
              <w:rPr>
                <w:rtl/>
              </w:rPr>
              <w:t xml:space="preserve"> </w:t>
            </w:r>
            <w:r w:rsidRPr="00A0264F">
              <w:rPr>
                <w:rtl/>
              </w:rPr>
              <w:t>الدهرِ</w:t>
            </w:r>
            <w:r w:rsidR="0076657C">
              <w:rPr>
                <w:rtl/>
              </w:rPr>
              <w:t xml:space="preserve"> </w:t>
            </w:r>
            <w:r w:rsidRPr="00A0264F">
              <w:rPr>
                <w:rtl/>
              </w:rPr>
              <w:t>إذْ</w:t>
            </w:r>
            <w:r w:rsidR="0076657C">
              <w:rPr>
                <w:rtl/>
              </w:rPr>
              <w:t xml:space="preserve"> </w:t>
            </w:r>
            <w:r w:rsidRPr="00A0264F">
              <w:rPr>
                <w:rtl/>
              </w:rPr>
              <w:t>غَدتْ</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وفـي</w:t>
            </w:r>
            <w:r w:rsidR="0076657C">
              <w:rPr>
                <w:rtl/>
              </w:rPr>
              <w:t xml:space="preserve"> </w:t>
            </w:r>
            <w:r w:rsidRPr="00A0264F">
              <w:rPr>
                <w:rtl/>
              </w:rPr>
              <w:t>حـجرها</w:t>
            </w:r>
            <w:r w:rsidR="0076657C">
              <w:rPr>
                <w:rtl/>
              </w:rPr>
              <w:t xml:space="preserve"> </w:t>
            </w:r>
            <w:r w:rsidRPr="00A0264F">
              <w:rPr>
                <w:rtl/>
              </w:rPr>
              <w:t>خـيرُ</w:t>
            </w:r>
            <w:r w:rsidR="0076657C">
              <w:rPr>
                <w:rtl/>
              </w:rPr>
              <w:t xml:space="preserve"> </w:t>
            </w:r>
            <w:r w:rsidRPr="00A0264F">
              <w:rPr>
                <w:rtl/>
              </w:rPr>
              <w:t>الـنبيينَ</w:t>
            </w:r>
            <w:r w:rsidR="0076657C">
              <w:rPr>
                <w:rtl/>
              </w:rPr>
              <w:t xml:space="preserve"> </w:t>
            </w:r>
            <w:r w:rsidRPr="00A0264F">
              <w:rPr>
                <w:rtl/>
              </w:rPr>
              <w:t>يـولدُ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بـهِ</w:t>
            </w:r>
            <w:r w:rsidR="003D6158">
              <w:rPr>
                <w:rtl/>
              </w:rPr>
              <w:t xml:space="preserve"> </w:t>
            </w:r>
            <w:r w:rsidRPr="00A0264F">
              <w:rPr>
                <w:rtl/>
              </w:rPr>
              <w:t>بـشَّرَ</w:t>
            </w:r>
            <w:r w:rsidR="0076657C">
              <w:rPr>
                <w:rtl/>
              </w:rPr>
              <w:t xml:space="preserve"> </w:t>
            </w:r>
            <w:r w:rsidRPr="00A0264F">
              <w:rPr>
                <w:rtl/>
              </w:rPr>
              <w:t>الإنـجيلُ</w:t>
            </w:r>
            <w:r w:rsidR="0076657C">
              <w:rPr>
                <w:rtl/>
              </w:rPr>
              <w:t xml:space="preserve"> </w:t>
            </w:r>
            <w:r w:rsidRPr="00A0264F">
              <w:rPr>
                <w:rtl/>
              </w:rPr>
              <w:t>والـصُّحْفُ</w:t>
            </w:r>
            <w:r w:rsidR="0076657C">
              <w:rPr>
                <w:rtl/>
              </w:rPr>
              <w:t xml:space="preserve"> </w:t>
            </w:r>
            <w:r w:rsidRPr="00A0264F">
              <w:rPr>
                <w:rtl/>
              </w:rPr>
              <w:t>قبلَه</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وإن</w:t>
            </w:r>
            <w:r w:rsidR="0076657C">
              <w:rPr>
                <w:rtl/>
              </w:rPr>
              <w:t xml:space="preserve"> </w:t>
            </w:r>
            <w:r w:rsidRPr="00A0264F">
              <w:rPr>
                <w:rtl/>
              </w:rPr>
              <w:t>حــاولَ</w:t>
            </w:r>
            <w:r w:rsidR="0076657C">
              <w:rPr>
                <w:rtl/>
              </w:rPr>
              <w:t xml:space="preserve"> </w:t>
            </w:r>
            <w:r w:rsidRPr="00A0264F">
              <w:rPr>
                <w:rtl/>
              </w:rPr>
              <w:t>الإخـفاء</w:t>
            </w:r>
            <w:r w:rsidR="0076657C">
              <w:rPr>
                <w:rtl/>
              </w:rPr>
              <w:t xml:space="preserve"> </w:t>
            </w:r>
            <w:r w:rsidRPr="00A0264F">
              <w:rPr>
                <w:rtl/>
              </w:rPr>
              <w:t>لـلحقّ</w:t>
            </w:r>
            <w:r w:rsidR="0076657C">
              <w:rPr>
                <w:rtl/>
              </w:rPr>
              <w:t xml:space="preserve"> </w:t>
            </w:r>
            <w:r w:rsidRPr="00A0264F">
              <w:rPr>
                <w:rtl/>
              </w:rPr>
              <w:t>مـلحدُ</w:t>
            </w:r>
            <w:r w:rsidRPr="00725071">
              <w:rPr>
                <w:rStyle w:val="libPoemTiniChar0"/>
                <w:rtl/>
              </w:rPr>
              <w:br/>
              <w:t> </w:t>
            </w:r>
          </w:p>
        </w:tc>
      </w:tr>
      <w:tr w:rsidR="00A327D5" w:rsidTr="00A327D5">
        <w:trPr>
          <w:trHeight w:val="350"/>
        </w:trPr>
        <w:tc>
          <w:tcPr>
            <w:tcW w:w="3536" w:type="dxa"/>
          </w:tcPr>
          <w:p w:rsidR="00A327D5" w:rsidRDefault="003D6158" w:rsidP="00A327D5">
            <w:pPr>
              <w:pStyle w:val="libPoem"/>
            </w:pPr>
            <w:r>
              <w:rPr>
                <w:rtl/>
              </w:rPr>
              <w:t>(</w:t>
            </w:r>
            <w:r w:rsidR="00A327D5" w:rsidRPr="00A0264F">
              <w:rPr>
                <w:rtl/>
              </w:rPr>
              <w:t>بسينا</w:t>
            </w:r>
            <w:r>
              <w:rPr>
                <w:rtl/>
              </w:rPr>
              <w:t>)</w:t>
            </w:r>
            <w:r w:rsidR="0076657C">
              <w:rPr>
                <w:rtl/>
              </w:rPr>
              <w:t xml:space="preserve"> </w:t>
            </w:r>
            <w:r w:rsidR="00A327D5" w:rsidRPr="00A0264F">
              <w:rPr>
                <w:rtl/>
              </w:rPr>
              <w:t>دعا</w:t>
            </w:r>
            <w:r w:rsidR="0076657C">
              <w:rPr>
                <w:rtl/>
              </w:rPr>
              <w:t xml:space="preserve"> </w:t>
            </w:r>
            <w:r w:rsidR="00A327D5" w:rsidRPr="00A0264F">
              <w:rPr>
                <w:rtl/>
              </w:rPr>
              <w:t>موسى</w:t>
            </w:r>
            <w:r w:rsidR="0076657C">
              <w:rPr>
                <w:rtl/>
              </w:rPr>
              <w:t xml:space="preserve"> </w:t>
            </w:r>
            <w:r w:rsidR="00A327D5" w:rsidRPr="00A0264F">
              <w:rPr>
                <w:rtl/>
              </w:rPr>
              <w:t>و</w:t>
            </w:r>
            <w:r>
              <w:rPr>
                <w:rtl/>
              </w:rPr>
              <w:t>(</w:t>
            </w:r>
            <w:r w:rsidR="00A327D5" w:rsidRPr="00A0264F">
              <w:rPr>
                <w:rtl/>
              </w:rPr>
              <w:t>ساعيرَ</w:t>
            </w:r>
            <w:r>
              <w:rPr>
                <w:rtl/>
              </w:rPr>
              <w:t>)</w:t>
            </w:r>
            <w:r w:rsidR="0076657C">
              <w:rPr>
                <w:rtl/>
              </w:rPr>
              <w:t xml:space="preserve"> </w:t>
            </w:r>
            <w:r w:rsidR="00A327D5" w:rsidRPr="00A0264F">
              <w:rPr>
                <w:rtl/>
              </w:rPr>
              <w:t>مبعث</w:t>
            </w:r>
            <w:r w:rsidR="00A327D5"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لـعيسى</w:t>
            </w:r>
            <w:r w:rsidR="003D6158">
              <w:rPr>
                <w:rtl/>
              </w:rPr>
              <w:t xml:space="preserve"> </w:t>
            </w:r>
            <w:r w:rsidRPr="00A0264F">
              <w:rPr>
                <w:rtl/>
              </w:rPr>
              <w:t>ومـن</w:t>
            </w:r>
            <w:r w:rsidR="0076657C">
              <w:rPr>
                <w:rtl/>
              </w:rPr>
              <w:t xml:space="preserve"> </w:t>
            </w:r>
            <w:r w:rsidR="003D6158">
              <w:rPr>
                <w:rtl/>
              </w:rPr>
              <w:t>(</w:t>
            </w:r>
            <w:r w:rsidRPr="00A0264F">
              <w:rPr>
                <w:rtl/>
              </w:rPr>
              <w:t>فـاران</w:t>
            </w:r>
            <w:r w:rsidR="003D6158">
              <w:rPr>
                <w:rtl/>
              </w:rPr>
              <w:t>)</w:t>
            </w:r>
            <w:r w:rsidR="0076657C">
              <w:rPr>
                <w:rtl/>
              </w:rPr>
              <w:t xml:space="preserve"> </w:t>
            </w:r>
            <w:r w:rsidRPr="00A0264F">
              <w:rPr>
                <w:rtl/>
              </w:rPr>
              <w:t>جاءَ</w:t>
            </w:r>
            <w:r w:rsidR="0076657C">
              <w:rPr>
                <w:rtl/>
              </w:rPr>
              <w:t xml:space="preserve"> </w:t>
            </w:r>
            <w:r w:rsidRPr="00A0264F">
              <w:rPr>
                <w:rtl/>
              </w:rPr>
              <w:t>محمّدُ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فـسلْ</w:t>
            </w:r>
            <w:r w:rsidR="003D6158">
              <w:rPr>
                <w:rtl/>
              </w:rPr>
              <w:t xml:space="preserve"> </w:t>
            </w:r>
            <w:r w:rsidRPr="00A0264F">
              <w:rPr>
                <w:rtl/>
              </w:rPr>
              <w:t>سِـفْرَ</w:t>
            </w:r>
            <w:r w:rsidR="0076657C">
              <w:rPr>
                <w:rtl/>
              </w:rPr>
              <w:t xml:space="preserve"> </w:t>
            </w:r>
            <w:r w:rsidRPr="00A0264F">
              <w:rPr>
                <w:rtl/>
              </w:rPr>
              <w:t>شـعيا</w:t>
            </w:r>
            <w:r w:rsidR="0076657C">
              <w:rPr>
                <w:rtl/>
              </w:rPr>
              <w:t xml:space="preserve"> </w:t>
            </w:r>
            <w:r w:rsidRPr="00A0264F">
              <w:rPr>
                <w:rtl/>
              </w:rPr>
              <w:t>مـا</w:t>
            </w:r>
            <w:r w:rsidR="0076657C">
              <w:rPr>
                <w:rtl/>
              </w:rPr>
              <w:t xml:space="preserve"> </w:t>
            </w:r>
            <w:r w:rsidRPr="00A0264F">
              <w:rPr>
                <w:rtl/>
              </w:rPr>
              <w:t>هتافهمُ</w:t>
            </w:r>
            <w:r w:rsidR="0076657C">
              <w:rPr>
                <w:rtl/>
              </w:rPr>
              <w:t xml:space="preserve"> </w:t>
            </w:r>
            <w:r w:rsidRPr="00A0264F">
              <w:rPr>
                <w:rtl/>
              </w:rPr>
              <w:t>الذي</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بــهِ</w:t>
            </w:r>
            <w:r w:rsidR="0076657C">
              <w:rPr>
                <w:rtl/>
              </w:rPr>
              <w:t xml:space="preserve"> </w:t>
            </w:r>
            <w:r w:rsidRPr="00A0264F">
              <w:rPr>
                <w:rtl/>
              </w:rPr>
              <w:t>أُمــروا</w:t>
            </w:r>
            <w:r w:rsidR="0076657C">
              <w:rPr>
                <w:rtl/>
              </w:rPr>
              <w:t xml:space="preserve"> </w:t>
            </w:r>
            <w:r w:rsidRPr="00A0264F">
              <w:rPr>
                <w:rtl/>
              </w:rPr>
              <w:t>أن</w:t>
            </w:r>
            <w:r w:rsidR="0076657C">
              <w:rPr>
                <w:rtl/>
              </w:rPr>
              <w:t xml:space="preserve"> </w:t>
            </w:r>
            <w:r w:rsidRPr="00A0264F">
              <w:rPr>
                <w:rtl/>
              </w:rPr>
              <w:t>يـهتفوا</w:t>
            </w:r>
            <w:r w:rsidR="0076657C">
              <w:rPr>
                <w:rtl/>
              </w:rPr>
              <w:t xml:space="preserve"> </w:t>
            </w:r>
            <w:r w:rsidRPr="00A0264F">
              <w:rPr>
                <w:rtl/>
              </w:rPr>
              <w:t>ويُـمجّدوا</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ومـن</w:t>
            </w:r>
            <w:r w:rsidR="003D6158">
              <w:rPr>
                <w:rtl/>
              </w:rPr>
              <w:t xml:space="preserve"> </w:t>
            </w:r>
            <w:r w:rsidRPr="00A0264F">
              <w:rPr>
                <w:rtl/>
              </w:rPr>
              <w:t>وَعَـدَ</w:t>
            </w:r>
            <w:r w:rsidR="0076657C">
              <w:rPr>
                <w:rtl/>
              </w:rPr>
              <w:t xml:space="preserve"> </w:t>
            </w:r>
            <w:r w:rsidRPr="00A0264F">
              <w:rPr>
                <w:rtl/>
              </w:rPr>
              <w:t>الـرحمنُ</w:t>
            </w:r>
            <w:r w:rsidR="0076657C">
              <w:rPr>
                <w:rtl/>
              </w:rPr>
              <w:t xml:space="preserve"> </w:t>
            </w:r>
            <w:r w:rsidRPr="00A0264F">
              <w:rPr>
                <w:rtl/>
              </w:rPr>
              <w:t>مـوسى</w:t>
            </w:r>
            <w:r w:rsidR="0076657C">
              <w:rPr>
                <w:rtl/>
              </w:rPr>
              <w:t xml:space="preserve"> </w:t>
            </w:r>
            <w:r w:rsidRPr="00A0264F">
              <w:rPr>
                <w:rtl/>
              </w:rPr>
              <w:t>ببعثه</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وهـيـهات</w:t>
            </w:r>
            <w:r w:rsidR="0076657C">
              <w:rPr>
                <w:rtl/>
              </w:rPr>
              <w:t xml:space="preserve"> </w:t>
            </w:r>
            <w:r w:rsidRPr="00A0264F">
              <w:rPr>
                <w:rtl/>
              </w:rPr>
              <w:t>لـلرحمنِ</w:t>
            </w:r>
            <w:r w:rsidR="0076657C">
              <w:rPr>
                <w:rtl/>
              </w:rPr>
              <w:t xml:space="preserve"> </w:t>
            </w:r>
            <w:r w:rsidRPr="00A0264F">
              <w:rPr>
                <w:rtl/>
              </w:rPr>
              <w:t>يُـخْلَفُ</w:t>
            </w:r>
            <w:r w:rsidR="0076657C">
              <w:rPr>
                <w:rtl/>
              </w:rPr>
              <w:t xml:space="preserve"> </w:t>
            </w:r>
            <w:r w:rsidRPr="00A0264F">
              <w:rPr>
                <w:rtl/>
              </w:rPr>
              <w:t>مـوعدُ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وسـلْ</w:t>
            </w:r>
            <w:r w:rsidR="003D6158">
              <w:rPr>
                <w:rtl/>
              </w:rPr>
              <w:t xml:space="preserve"> </w:t>
            </w:r>
            <w:r w:rsidRPr="00A0264F">
              <w:rPr>
                <w:rtl/>
              </w:rPr>
              <w:t>مـن</w:t>
            </w:r>
            <w:r w:rsidR="0076657C">
              <w:rPr>
                <w:rtl/>
              </w:rPr>
              <w:t xml:space="preserve"> </w:t>
            </w:r>
            <w:r w:rsidRPr="00A0264F">
              <w:rPr>
                <w:rtl/>
              </w:rPr>
              <w:t>عنى</w:t>
            </w:r>
            <w:r w:rsidR="0076657C">
              <w:rPr>
                <w:rtl/>
              </w:rPr>
              <w:t xml:space="preserve"> </w:t>
            </w:r>
            <w:r w:rsidRPr="00A0264F">
              <w:rPr>
                <w:rtl/>
              </w:rPr>
              <w:t>عيسى</w:t>
            </w:r>
            <w:r w:rsidR="0076657C">
              <w:rPr>
                <w:rtl/>
              </w:rPr>
              <w:t xml:space="preserve"> </w:t>
            </w:r>
            <w:r w:rsidRPr="00A0264F">
              <w:rPr>
                <w:rtl/>
              </w:rPr>
              <w:t>المسيحَ</w:t>
            </w:r>
            <w:r w:rsidR="0076657C">
              <w:rPr>
                <w:rtl/>
              </w:rPr>
              <w:t xml:space="preserve"> </w:t>
            </w:r>
            <w:r w:rsidRPr="00A0264F">
              <w:rPr>
                <w:rtl/>
              </w:rPr>
              <w:t>بقوله</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سـأُنزلهُ</w:t>
            </w:r>
            <w:r w:rsidR="003D6158">
              <w:rPr>
                <w:rtl/>
              </w:rPr>
              <w:t xml:space="preserve"> </w:t>
            </w:r>
            <w:r w:rsidRPr="00A0264F">
              <w:rPr>
                <w:rtl/>
              </w:rPr>
              <w:t>نـحو</w:t>
            </w:r>
            <w:r w:rsidR="0076657C">
              <w:rPr>
                <w:rtl/>
              </w:rPr>
              <w:t xml:space="preserve"> </w:t>
            </w:r>
            <w:r w:rsidRPr="00A0264F">
              <w:rPr>
                <w:rtl/>
              </w:rPr>
              <w:t>الـورى</w:t>
            </w:r>
            <w:r w:rsidR="0076657C">
              <w:rPr>
                <w:rtl/>
              </w:rPr>
              <w:t xml:space="preserve"> </w:t>
            </w:r>
            <w:r w:rsidRPr="00A0264F">
              <w:rPr>
                <w:rtl/>
              </w:rPr>
              <w:t>حـينَ</w:t>
            </w:r>
            <w:r w:rsidR="0076657C">
              <w:rPr>
                <w:rtl/>
              </w:rPr>
              <w:t xml:space="preserve"> </w:t>
            </w:r>
            <w:r w:rsidRPr="00A0264F">
              <w:rPr>
                <w:rtl/>
              </w:rPr>
              <w:t>أصعدُ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لـعـمركَ</w:t>
            </w:r>
            <w:r w:rsidR="0076657C">
              <w:rPr>
                <w:rtl/>
              </w:rPr>
              <w:t xml:space="preserve"> </w:t>
            </w:r>
            <w:r w:rsidRPr="00A0264F">
              <w:rPr>
                <w:rtl/>
              </w:rPr>
              <w:t>إنّ</w:t>
            </w:r>
            <w:r w:rsidR="0076657C">
              <w:rPr>
                <w:rtl/>
              </w:rPr>
              <w:t xml:space="preserve"> </w:t>
            </w:r>
            <w:r w:rsidRPr="00A0264F">
              <w:rPr>
                <w:rtl/>
              </w:rPr>
              <w:t>الـحقَ</w:t>
            </w:r>
            <w:r w:rsidR="0076657C">
              <w:rPr>
                <w:rtl/>
              </w:rPr>
              <w:t xml:space="preserve"> </w:t>
            </w:r>
            <w:r w:rsidRPr="00A0264F">
              <w:rPr>
                <w:rtl/>
              </w:rPr>
              <w:t>أبـيضُ</w:t>
            </w:r>
            <w:r w:rsidR="0076657C">
              <w:rPr>
                <w:rtl/>
              </w:rPr>
              <w:t xml:space="preserve"> </w:t>
            </w:r>
            <w:r w:rsidRPr="00A0264F">
              <w:rPr>
                <w:rtl/>
              </w:rPr>
              <w:t>نـاصح</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ولـكـنّما</w:t>
            </w:r>
            <w:r w:rsidR="0076657C">
              <w:rPr>
                <w:rtl/>
              </w:rPr>
              <w:t xml:space="preserve"> </w:t>
            </w:r>
            <w:r w:rsidRPr="00A0264F">
              <w:rPr>
                <w:rtl/>
              </w:rPr>
              <w:t>حــظُّ</w:t>
            </w:r>
            <w:r w:rsidR="0076657C">
              <w:rPr>
                <w:rtl/>
              </w:rPr>
              <w:t xml:space="preserve"> </w:t>
            </w:r>
            <w:r w:rsidRPr="00A0264F">
              <w:rPr>
                <w:rtl/>
              </w:rPr>
              <w:t>الـمـعاندِ</w:t>
            </w:r>
            <w:r w:rsidR="0076657C">
              <w:rPr>
                <w:rtl/>
              </w:rPr>
              <w:t xml:space="preserve"> </w:t>
            </w:r>
            <w:r w:rsidRPr="00A0264F">
              <w:rPr>
                <w:rtl/>
              </w:rPr>
              <w:t>أســودُ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أيـخلدُ</w:t>
            </w:r>
            <w:r w:rsidR="003D6158">
              <w:rPr>
                <w:rtl/>
              </w:rPr>
              <w:t xml:space="preserve"> </w:t>
            </w:r>
            <w:r w:rsidRPr="00A0264F">
              <w:rPr>
                <w:rtl/>
              </w:rPr>
              <w:t>نـحو</w:t>
            </w:r>
            <w:r w:rsidR="0076657C">
              <w:rPr>
                <w:rtl/>
              </w:rPr>
              <w:t xml:space="preserve"> </w:t>
            </w:r>
            <w:r w:rsidRPr="00A0264F">
              <w:rPr>
                <w:rtl/>
              </w:rPr>
              <w:t>الأرض</w:t>
            </w:r>
            <w:r w:rsidR="0076657C">
              <w:rPr>
                <w:rtl/>
              </w:rPr>
              <w:t xml:space="preserve"> </w:t>
            </w:r>
            <w:r w:rsidRPr="00A0264F">
              <w:rPr>
                <w:rtl/>
              </w:rPr>
              <w:t>مـتّبعُ</w:t>
            </w:r>
            <w:r w:rsidR="0076657C">
              <w:rPr>
                <w:rtl/>
              </w:rPr>
              <w:t xml:space="preserve"> </w:t>
            </w:r>
            <w:r w:rsidRPr="00A0264F">
              <w:rPr>
                <w:rtl/>
              </w:rPr>
              <w:t>الـهوى</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وعـمَّـا</w:t>
            </w:r>
            <w:r w:rsidR="003D6158">
              <w:rPr>
                <w:rtl/>
              </w:rPr>
              <w:t xml:space="preserve"> </w:t>
            </w:r>
            <w:r w:rsidRPr="00A0264F">
              <w:rPr>
                <w:rtl/>
              </w:rPr>
              <w:t>قـلـيلٌ</w:t>
            </w:r>
            <w:r w:rsidR="0076657C">
              <w:rPr>
                <w:rtl/>
              </w:rPr>
              <w:t xml:space="preserve"> </w:t>
            </w:r>
            <w:r w:rsidRPr="00A0264F">
              <w:rPr>
                <w:rtl/>
              </w:rPr>
              <w:t>فـي</w:t>
            </w:r>
            <w:r w:rsidR="0076657C">
              <w:rPr>
                <w:rtl/>
              </w:rPr>
              <w:t xml:space="preserve"> </w:t>
            </w:r>
            <w:r w:rsidRPr="00A0264F">
              <w:rPr>
                <w:rtl/>
              </w:rPr>
              <w:t>جـهنّم</w:t>
            </w:r>
            <w:r w:rsidR="0076657C">
              <w:rPr>
                <w:rtl/>
              </w:rPr>
              <w:t xml:space="preserve"> </w:t>
            </w:r>
            <w:r w:rsidRPr="00A0264F">
              <w:rPr>
                <w:rtl/>
              </w:rPr>
              <w:t>يـخلدُ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ولـولا</w:t>
            </w:r>
            <w:r w:rsidR="003D6158">
              <w:rPr>
                <w:rtl/>
              </w:rPr>
              <w:t xml:space="preserve"> </w:t>
            </w:r>
            <w:r w:rsidRPr="00A0264F">
              <w:rPr>
                <w:rtl/>
              </w:rPr>
              <w:t>الـهوى</w:t>
            </w:r>
            <w:r w:rsidR="0076657C">
              <w:rPr>
                <w:rtl/>
              </w:rPr>
              <w:t xml:space="preserve"> </w:t>
            </w:r>
            <w:r w:rsidRPr="00A0264F">
              <w:rPr>
                <w:rtl/>
              </w:rPr>
              <w:t>المغوي</w:t>
            </w:r>
            <w:r w:rsidR="0076657C">
              <w:rPr>
                <w:rtl/>
              </w:rPr>
              <w:t xml:space="preserve"> </w:t>
            </w:r>
            <w:r w:rsidRPr="00A0264F">
              <w:rPr>
                <w:rtl/>
              </w:rPr>
              <w:t>لما</w:t>
            </w:r>
            <w:r w:rsidR="0076657C">
              <w:rPr>
                <w:rtl/>
              </w:rPr>
              <w:t xml:space="preserve"> </w:t>
            </w:r>
            <w:r w:rsidRPr="00A0264F">
              <w:rPr>
                <w:rtl/>
              </w:rPr>
              <w:t>مالَ</w:t>
            </w:r>
            <w:r w:rsidR="0076657C">
              <w:rPr>
                <w:rtl/>
              </w:rPr>
              <w:t xml:space="preserve"> </w:t>
            </w:r>
            <w:r w:rsidRPr="00A0264F">
              <w:rPr>
                <w:rtl/>
              </w:rPr>
              <w:t>عاقل</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عـن</w:t>
            </w:r>
            <w:r w:rsidR="003D6158">
              <w:rPr>
                <w:rtl/>
              </w:rPr>
              <w:t xml:space="preserve"> </w:t>
            </w:r>
            <w:r w:rsidRPr="00A0264F">
              <w:rPr>
                <w:rtl/>
              </w:rPr>
              <w:t>الحقّ</w:t>
            </w:r>
            <w:r w:rsidR="0076657C">
              <w:rPr>
                <w:rtl/>
              </w:rPr>
              <w:t xml:space="preserve"> </w:t>
            </w:r>
            <w:r w:rsidRPr="00A0264F">
              <w:rPr>
                <w:rtl/>
              </w:rPr>
              <w:t>يوماً</w:t>
            </w:r>
            <w:r>
              <w:rPr>
                <w:rtl/>
              </w:rPr>
              <w:t>،</w:t>
            </w:r>
            <w:r w:rsidR="0076657C">
              <w:rPr>
                <w:rtl/>
              </w:rPr>
              <w:t xml:space="preserve"> </w:t>
            </w:r>
            <w:r w:rsidRPr="00A0264F">
              <w:rPr>
                <w:rtl/>
              </w:rPr>
              <w:t>كيف</w:t>
            </w:r>
            <w:r w:rsidR="0076657C">
              <w:rPr>
                <w:rtl/>
              </w:rPr>
              <w:t xml:space="preserve"> </w:t>
            </w:r>
            <w:r w:rsidRPr="00A0264F">
              <w:rPr>
                <w:rtl/>
              </w:rPr>
              <w:t>والعقلُ</w:t>
            </w:r>
            <w:r w:rsidR="0076657C">
              <w:rPr>
                <w:rtl/>
              </w:rPr>
              <w:t xml:space="preserve"> </w:t>
            </w:r>
            <w:r w:rsidRPr="00A0264F">
              <w:rPr>
                <w:rtl/>
              </w:rPr>
              <w:t>مرشدُ؟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ولا</w:t>
            </w:r>
            <w:r w:rsidR="0076657C">
              <w:rPr>
                <w:rtl/>
              </w:rPr>
              <w:t xml:space="preserve"> </w:t>
            </w:r>
            <w:r w:rsidRPr="00A0264F">
              <w:rPr>
                <w:rtl/>
              </w:rPr>
              <w:t>كـانَ</w:t>
            </w:r>
            <w:r w:rsidR="0076657C">
              <w:rPr>
                <w:rtl/>
              </w:rPr>
              <w:t xml:space="preserve"> </w:t>
            </w:r>
            <w:r w:rsidRPr="00A0264F">
              <w:rPr>
                <w:rtl/>
              </w:rPr>
              <w:t>أصـنافُ</w:t>
            </w:r>
            <w:r w:rsidR="0076657C">
              <w:rPr>
                <w:rtl/>
              </w:rPr>
              <w:t xml:space="preserve"> </w:t>
            </w:r>
            <w:r w:rsidRPr="00A0264F">
              <w:rPr>
                <w:rtl/>
              </w:rPr>
              <w:t>النصارى</w:t>
            </w:r>
            <w:r w:rsidR="0076657C">
              <w:rPr>
                <w:rtl/>
              </w:rPr>
              <w:t xml:space="preserve"> </w:t>
            </w:r>
            <w:r w:rsidRPr="00A0264F">
              <w:rPr>
                <w:rtl/>
              </w:rPr>
              <w:t>تنصّروا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حـديـثاً</w:t>
            </w:r>
            <w:r w:rsidR="003D6158">
              <w:rPr>
                <w:rtl/>
              </w:rPr>
              <w:t xml:space="preserve"> </w:t>
            </w:r>
            <w:r w:rsidRPr="00A0264F">
              <w:rPr>
                <w:rtl/>
              </w:rPr>
              <w:t>ولا</w:t>
            </w:r>
            <w:r w:rsidR="0076657C">
              <w:rPr>
                <w:rtl/>
              </w:rPr>
              <w:t xml:space="preserve"> </w:t>
            </w:r>
            <w:r w:rsidRPr="00A0264F">
              <w:rPr>
                <w:rtl/>
              </w:rPr>
              <w:t>كـانَ</w:t>
            </w:r>
            <w:r w:rsidR="0076657C">
              <w:rPr>
                <w:rtl/>
              </w:rPr>
              <w:t xml:space="preserve"> </w:t>
            </w:r>
            <w:r w:rsidRPr="00A0264F">
              <w:rPr>
                <w:rtl/>
              </w:rPr>
              <w:t>الـيهودُ</w:t>
            </w:r>
            <w:r w:rsidR="0076657C">
              <w:rPr>
                <w:rtl/>
              </w:rPr>
              <w:t xml:space="preserve"> </w:t>
            </w:r>
            <w:r w:rsidRPr="00A0264F">
              <w:rPr>
                <w:rtl/>
              </w:rPr>
              <w:t>تـهوّدوا</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أبـا</w:t>
            </w:r>
            <w:r w:rsidR="0076657C">
              <w:rPr>
                <w:rtl/>
              </w:rPr>
              <w:t xml:space="preserve"> </w:t>
            </w:r>
            <w:r w:rsidRPr="00A0264F">
              <w:rPr>
                <w:rtl/>
              </w:rPr>
              <w:t>الـقاسم</w:t>
            </w:r>
            <w:r w:rsidR="0076657C">
              <w:rPr>
                <w:rtl/>
              </w:rPr>
              <w:t xml:space="preserve"> </w:t>
            </w:r>
            <w:r w:rsidRPr="00A0264F">
              <w:rPr>
                <w:rtl/>
              </w:rPr>
              <w:t>أصـدع</w:t>
            </w:r>
            <w:r w:rsidR="0076657C">
              <w:rPr>
                <w:rtl/>
              </w:rPr>
              <w:t xml:space="preserve"> </w:t>
            </w:r>
            <w:r w:rsidRPr="00A0264F">
              <w:rPr>
                <w:rtl/>
              </w:rPr>
              <w:t>بـالرسالةِ</w:t>
            </w:r>
            <w:r w:rsidR="0076657C">
              <w:rPr>
                <w:rtl/>
              </w:rPr>
              <w:t xml:space="preserve"> </w:t>
            </w:r>
            <w:r w:rsidRPr="00A0264F">
              <w:rPr>
                <w:rtl/>
              </w:rPr>
              <w:t>منذرا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فـسيفكَ</w:t>
            </w:r>
            <w:r w:rsidR="0076657C">
              <w:rPr>
                <w:rtl/>
              </w:rPr>
              <w:t xml:space="preserve"> </w:t>
            </w:r>
            <w:r w:rsidRPr="00A0264F">
              <w:rPr>
                <w:rtl/>
              </w:rPr>
              <w:t>عـن</w:t>
            </w:r>
            <w:r w:rsidR="0076657C">
              <w:rPr>
                <w:rtl/>
              </w:rPr>
              <w:t xml:space="preserve"> </w:t>
            </w:r>
            <w:r w:rsidRPr="00A0264F">
              <w:rPr>
                <w:rtl/>
              </w:rPr>
              <w:t>هـامِ</w:t>
            </w:r>
            <w:r w:rsidR="0076657C">
              <w:rPr>
                <w:rtl/>
              </w:rPr>
              <w:t xml:space="preserve"> </w:t>
            </w:r>
            <w:r w:rsidRPr="00A0264F">
              <w:rPr>
                <w:rtl/>
              </w:rPr>
              <w:t>الـعدى</w:t>
            </w:r>
            <w:r w:rsidR="0076657C">
              <w:rPr>
                <w:rtl/>
              </w:rPr>
              <w:t xml:space="preserve"> </w:t>
            </w:r>
            <w:r w:rsidRPr="00A0264F">
              <w:rPr>
                <w:rtl/>
              </w:rPr>
              <w:t>ليسَ</w:t>
            </w:r>
            <w:r w:rsidR="0076657C">
              <w:rPr>
                <w:rtl/>
              </w:rPr>
              <w:t xml:space="preserve"> </w:t>
            </w:r>
            <w:r w:rsidRPr="00A0264F">
              <w:rPr>
                <w:rtl/>
              </w:rPr>
              <w:t>يُغمدُ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ولا</w:t>
            </w:r>
            <w:r w:rsidR="0076657C">
              <w:rPr>
                <w:rtl/>
              </w:rPr>
              <w:t xml:space="preserve"> </w:t>
            </w:r>
            <w:r w:rsidRPr="00A0264F">
              <w:rPr>
                <w:rtl/>
              </w:rPr>
              <w:t>تـخشَ</w:t>
            </w:r>
            <w:r w:rsidR="0076657C">
              <w:rPr>
                <w:rtl/>
              </w:rPr>
              <w:t xml:space="preserve"> </w:t>
            </w:r>
            <w:r w:rsidRPr="00A0264F">
              <w:rPr>
                <w:rtl/>
              </w:rPr>
              <w:t>مـن</w:t>
            </w:r>
            <w:r w:rsidR="0076657C">
              <w:rPr>
                <w:rtl/>
              </w:rPr>
              <w:t xml:space="preserve"> </w:t>
            </w:r>
            <w:r w:rsidRPr="00A0264F">
              <w:rPr>
                <w:rtl/>
              </w:rPr>
              <w:t>كـيدِ</w:t>
            </w:r>
            <w:r w:rsidR="0076657C">
              <w:rPr>
                <w:rtl/>
              </w:rPr>
              <w:t xml:space="preserve"> </w:t>
            </w:r>
            <w:r w:rsidRPr="00A0264F">
              <w:rPr>
                <w:rtl/>
              </w:rPr>
              <w:t>الأعادي</w:t>
            </w:r>
            <w:r w:rsidR="0076657C">
              <w:rPr>
                <w:rtl/>
              </w:rPr>
              <w:t xml:space="preserve"> </w:t>
            </w:r>
            <w:r w:rsidRPr="00A0264F">
              <w:rPr>
                <w:rtl/>
              </w:rPr>
              <w:t>وبأسهم</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فـــإنّ</w:t>
            </w:r>
            <w:r w:rsidR="0076657C">
              <w:rPr>
                <w:rtl/>
              </w:rPr>
              <w:t xml:space="preserve"> </w:t>
            </w:r>
            <w:r w:rsidRPr="00A0264F">
              <w:rPr>
                <w:rtl/>
              </w:rPr>
              <w:t>عـلـيّاً</w:t>
            </w:r>
            <w:r w:rsidR="0076657C">
              <w:rPr>
                <w:rtl/>
              </w:rPr>
              <w:t xml:space="preserve"> </w:t>
            </w:r>
            <w:r w:rsidRPr="00A0264F">
              <w:rPr>
                <w:rtl/>
              </w:rPr>
              <w:t>بـالـحسامِ</w:t>
            </w:r>
            <w:r w:rsidR="0076657C">
              <w:rPr>
                <w:rtl/>
              </w:rPr>
              <w:t xml:space="preserve"> </w:t>
            </w:r>
            <w:r w:rsidRPr="00A0264F">
              <w:rPr>
                <w:rtl/>
              </w:rPr>
              <w:t>مُـقـلَّدُ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وهـل</w:t>
            </w:r>
            <w:r w:rsidR="003D6158">
              <w:rPr>
                <w:rtl/>
              </w:rPr>
              <w:t xml:space="preserve"> </w:t>
            </w:r>
            <w:r w:rsidRPr="00A0264F">
              <w:rPr>
                <w:rtl/>
              </w:rPr>
              <w:t>يـختشي</w:t>
            </w:r>
            <w:r w:rsidR="0076657C">
              <w:rPr>
                <w:rtl/>
              </w:rPr>
              <w:t xml:space="preserve"> </w:t>
            </w:r>
            <w:r w:rsidRPr="00A0264F">
              <w:rPr>
                <w:rtl/>
              </w:rPr>
              <w:t>كـيدَ</w:t>
            </w:r>
            <w:r w:rsidR="0076657C">
              <w:rPr>
                <w:rtl/>
              </w:rPr>
              <w:t xml:space="preserve"> </w:t>
            </w:r>
            <w:r w:rsidRPr="00A0264F">
              <w:rPr>
                <w:rtl/>
              </w:rPr>
              <w:t>المضلّينَ</w:t>
            </w:r>
            <w:r w:rsidR="0076657C">
              <w:rPr>
                <w:rtl/>
              </w:rPr>
              <w:t xml:space="preserve"> </w:t>
            </w:r>
            <w:r w:rsidRPr="00A0264F">
              <w:rPr>
                <w:rtl/>
              </w:rPr>
              <w:t>مَنْ</w:t>
            </w:r>
            <w:r w:rsidR="0076657C">
              <w:rPr>
                <w:rtl/>
              </w:rPr>
              <w:t xml:space="preserve"> </w:t>
            </w:r>
            <w:r w:rsidRPr="00A0264F">
              <w:rPr>
                <w:rtl/>
              </w:rPr>
              <w:t>له</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أبــو</w:t>
            </w:r>
            <w:r w:rsidR="0076657C">
              <w:rPr>
                <w:rtl/>
              </w:rPr>
              <w:t xml:space="preserve"> </w:t>
            </w:r>
            <w:r w:rsidRPr="00A0264F">
              <w:rPr>
                <w:rtl/>
              </w:rPr>
              <w:t>طـالبٍ</w:t>
            </w:r>
            <w:r w:rsidR="0076657C">
              <w:rPr>
                <w:rtl/>
              </w:rPr>
              <w:t xml:space="preserve"> </w:t>
            </w:r>
            <w:r w:rsidRPr="00A0264F">
              <w:rPr>
                <w:rtl/>
              </w:rPr>
              <w:t>حـامٍ</w:t>
            </w:r>
            <w:r w:rsidR="0076657C">
              <w:rPr>
                <w:rtl/>
              </w:rPr>
              <w:t xml:space="preserve"> </w:t>
            </w:r>
            <w:r w:rsidRPr="00A0264F">
              <w:rPr>
                <w:rtl/>
              </w:rPr>
              <w:t>وحـيدرَ</w:t>
            </w:r>
            <w:r w:rsidR="0076657C">
              <w:rPr>
                <w:rtl/>
              </w:rPr>
              <w:t xml:space="preserve"> </w:t>
            </w:r>
            <w:r w:rsidRPr="00A0264F">
              <w:rPr>
                <w:rtl/>
              </w:rPr>
              <w:t>مـسعدُ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عـليُّ</w:t>
            </w:r>
            <w:r w:rsidR="003D6158">
              <w:rPr>
                <w:rtl/>
              </w:rPr>
              <w:t xml:space="preserve"> </w:t>
            </w:r>
            <w:r w:rsidRPr="00A0264F">
              <w:rPr>
                <w:rtl/>
              </w:rPr>
              <w:t>يـدُ</w:t>
            </w:r>
            <w:r w:rsidR="0076657C">
              <w:rPr>
                <w:rtl/>
              </w:rPr>
              <w:t xml:space="preserve"> </w:t>
            </w:r>
            <w:r w:rsidRPr="00A0264F">
              <w:rPr>
                <w:rtl/>
              </w:rPr>
              <w:t>الـهادي</w:t>
            </w:r>
            <w:r w:rsidR="0076657C">
              <w:rPr>
                <w:rtl/>
              </w:rPr>
              <w:t xml:space="preserve"> </w:t>
            </w:r>
            <w:r w:rsidRPr="00A0264F">
              <w:rPr>
                <w:rtl/>
              </w:rPr>
              <w:t>يـصولُ</w:t>
            </w:r>
            <w:r w:rsidR="0076657C">
              <w:rPr>
                <w:rtl/>
              </w:rPr>
              <w:t xml:space="preserve"> </w:t>
            </w:r>
            <w:r w:rsidRPr="00A0264F">
              <w:rPr>
                <w:rtl/>
              </w:rPr>
              <w:t>بها</w:t>
            </w:r>
            <w:r w:rsidR="0076657C">
              <w:rPr>
                <w:rtl/>
              </w:rPr>
              <w:t xml:space="preserve"> </w:t>
            </w:r>
            <w:r w:rsidRPr="00A0264F">
              <w:rPr>
                <w:rtl/>
              </w:rPr>
              <w:t>وكم</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لـوالـدهِ</w:t>
            </w:r>
            <w:r w:rsidR="003D6158">
              <w:rPr>
                <w:rtl/>
              </w:rPr>
              <w:t xml:space="preserve"> </w:t>
            </w:r>
            <w:r w:rsidRPr="00A0264F">
              <w:rPr>
                <w:rtl/>
              </w:rPr>
              <w:t>الـزاكي</w:t>
            </w:r>
            <w:r w:rsidR="0076657C">
              <w:rPr>
                <w:rtl/>
              </w:rPr>
              <w:t xml:space="preserve"> </w:t>
            </w:r>
            <w:r w:rsidRPr="00A0264F">
              <w:rPr>
                <w:rtl/>
              </w:rPr>
              <w:t>عـلى</w:t>
            </w:r>
            <w:r w:rsidR="0076657C">
              <w:rPr>
                <w:rtl/>
              </w:rPr>
              <w:t xml:space="preserve"> </w:t>
            </w:r>
            <w:r w:rsidRPr="00A0264F">
              <w:rPr>
                <w:rtl/>
              </w:rPr>
              <w:t>أحـمدَ</w:t>
            </w:r>
            <w:r w:rsidR="0076657C">
              <w:rPr>
                <w:rtl/>
              </w:rPr>
              <w:t xml:space="preserve"> </w:t>
            </w:r>
            <w:r w:rsidRPr="00A0264F">
              <w:rPr>
                <w:rtl/>
              </w:rPr>
              <w:t>يـدُ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وهـاجرْ</w:t>
            </w:r>
            <w:r w:rsidR="003D6158">
              <w:rPr>
                <w:rtl/>
              </w:rPr>
              <w:t xml:space="preserve"> </w:t>
            </w:r>
            <w:r w:rsidRPr="00A0264F">
              <w:rPr>
                <w:rtl/>
              </w:rPr>
              <w:t>أبـا</w:t>
            </w:r>
            <w:r w:rsidR="0076657C">
              <w:rPr>
                <w:rtl/>
              </w:rPr>
              <w:t xml:space="preserve"> </w:t>
            </w:r>
            <w:r w:rsidRPr="00A0264F">
              <w:rPr>
                <w:rtl/>
              </w:rPr>
              <w:t>الزهراء</w:t>
            </w:r>
            <w:r w:rsidR="0076657C">
              <w:rPr>
                <w:rtl/>
              </w:rPr>
              <w:t xml:space="preserve"> </w:t>
            </w:r>
            <w:r w:rsidRPr="00A0264F">
              <w:rPr>
                <w:rtl/>
              </w:rPr>
              <w:t>عن</w:t>
            </w:r>
            <w:r w:rsidR="0076657C">
              <w:rPr>
                <w:rtl/>
              </w:rPr>
              <w:t xml:space="preserve"> </w:t>
            </w:r>
            <w:r w:rsidRPr="00A0264F">
              <w:rPr>
                <w:rtl/>
              </w:rPr>
              <w:t>أرضِ</w:t>
            </w:r>
            <w:r w:rsidR="0076657C">
              <w:rPr>
                <w:rtl/>
              </w:rPr>
              <w:t xml:space="preserve"> </w:t>
            </w:r>
            <w:r w:rsidRPr="00A0264F">
              <w:rPr>
                <w:rtl/>
              </w:rPr>
              <w:t>مكّة</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وخــلِّ</w:t>
            </w:r>
            <w:r w:rsidR="003D6158">
              <w:rPr>
                <w:rtl/>
              </w:rPr>
              <w:t xml:space="preserve"> </w:t>
            </w:r>
            <w:r w:rsidRPr="00A0264F">
              <w:rPr>
                <w:rtl/>
              </w:rPr>
              <w:t>عـليّاً</w:t>
            </w:r>
            <w:r w:rsidR="0076657C">
              <w:rPr>
                <w:rtl/>
              </w:rPr>
              <w:t xml:space="preserve"> </w:t>
            </w:r>
            <w:r w:rsidRPr="00A0264F">
              <w:rPr>
                <w:rtl/>
              </w:rPr>
              <w:t>فـي</w:t>
            </w:r>
            <w:r w:rsidR="0076657C">
              <w:rPr>
                <w:rtl/>
              </w:rPr>
              <w:t xml:space="preserve"> </w:t>
            </w:r>
            <w:r w:rsidRPr="00A0264F">
              <w:rPr>
                <w:rtl/>
              </w:rPr>
              <w:t>فـراشكَ</w:t>
            </w:r>
            <w:r w:rsidR="0076657C">
              <w:rPr>
                <w:rtl/>
              </w:rPr>
              <w:t xml:space="preserve"> </w:t>
            </w:r>
            <w:r w:rsidRPr="00A0264F">
              <w:rPr>
                <w:rtl/>
              </w:rPr>
              <w:t>يـرقدُ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عـليكَ</w:t>
            </w:r>
            <w:r w:rsidR="0076657C">
              <w:rPr>
                <w:rtl/>
              </w:rPr>
              <w:t xml:space="preserve"> </w:t>
            </w:r>
            <w:r w:rsidRPr="00A0264F">
              <w:rPr>
                <w:rtl/>
              </w:rPr>
              <w:t>سـلامُ</w:t>
            </w:r>
            <w:r w:rsidR="0076657C">
              <w:rPr>
                <w:rtl/>
              </w:rPr>
              <w:t xml:space="preserve"> </w:t>
            </w:r>
            <w:r w:rsidRPr="00A0264F">
              <w:rPr>
                <w:rtl/>
              </w:rPr>
              <w:t>اللهِ</w:t>
            </w:r>
            <w:r w:rsidR="0076657C">
              <w:rPr>
                <w:rtl/>
              </w:rPr>
              <w:t xml:space="preserve"> </w:t>
            </w:r>
            <w:r w:rsidRPr="00A0264F">
              <w:rPr>
                <w:rtl/>
              </w:rPr>
              <w:t>يـا</w:t>
            </w:r>
            <w:r w:rsidR="0076657C">
              <w:rPr>
                <w:rtl/>
              </w:rPr>
              <w:t xml:space="preserve"> </w:t>
            </w:r>
            <w:r w:rsidRPr="00A0264F">
              <w:rPr>
                <w:rtl/>
              </w:rPr>
              <w:t>خـيرَ</w:t>
            </w:r>
            <w:r w:rsidR="0076657C">
              <w:rPr>
                <w:rtl/>
              </w:rPr>
              <w:t xml:space="preserve"> </w:t>
            </w:r>
            <w:r w:rsidRPr="00A0264F">
              <w:rPr>
                <w:rtl/>
              </w:rPr>
              <w:t>مـرسل</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إلـيهِ</w:t>
            </w:r>
            <w:r w:rsidR="003D6158">
              <w:rPr>
                <w:rtl/>
              </w:rPr>
              <w:t xml:space="preserve"> </w:t>
            </w:r>
            <w:r w:rsidRPr="00A0264F">
              <w:rPr>
                <w:rtl/>
              </w:rPr>
              <w:t>حـديثُ</w:t>
            </w:r>
            <w:r w:rsidR="0076657C">
              <w:rPr>
                <w:rtl/>
              </w:rPr>
              <w:t xml:space="preserve"> </w:t>
            </w:r>
            <w:r w:rsidRPr="00A0264F">
              <w:rPr>
                <w:rtl/>
              </w:rPr>
              <w:t>الـعزِّ</w:t>
            </w:r>
            <w:r w:rsidR="0076657C">
              <w:rPr>
                <w:rtl/>
              </w:rPr>
              <w:t xml:space="preserve"> </w:t>
            </w:r>
            <w:r w:rsidRPr="00A0264F">
              <w:rPr>
                <w:rtl/>
              </w:rPr>
              <w:t>والـمجدِ</w:t>
            </w:r>
            <w:r w:rsidR="0076657C">
              <w:rPr>
                <w:rtl/>
              </w:rPr>
              <w:t xml:space="preserve"> </w:t>
            </w:r>
            <w:r w:rsidRPr="00A0264F">
              <w:rPr>
                <w:rtl/>
              </w:rPr>
              <w:t>يُـسندُ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حـباكَ</w:t>
            </w:r>
            <w:r w:rsidR="003D6158">
              <w:rPr>
                <w:rtl/>
              </w:rPr>
              <w:t xml:space="preserve"> </w:t>
            </w:r>
            <w:r w:rsidRPr="00A0264F">
              <w:rPr>
                <w:rtl/>
              </w:rPr>
              <w:t>إلـهُ</w:t>
            </w:r>
            <w:r w:rsidR="0076657C">
              <w:rPr>
                <w:rtl/>
              </w:rPr>
              <w:t xml:space="preserve"> </w:t>
            </w:r>
            <w:r w:rsidRPr="00A0264F">
              <w:rPr>
                <w:rtl/>
              </w:rPr>
              <w:t>الـعرشِ</w:t>
            </w:r>
            <w:r w:rsidR="0076657C">
              <w:rPr>
                <w:rtl/>
              </w:rPr>
              <w:t xml:space="preserve"> </w:t>
            </w:r>
            <w:r w:rsidRPr="00A0264F">
              <w:rPr>
                <w:rtl/>
              </w:rPr>
              <w:t>مـنهُ</w:t>
            </w:r>
            <w:r w:rsidR="0076657C">
              <w:rPr>
                <w:rtl/>
              </w:rPr>
              <w:t xml:space="preserve"> </w:t>
            </w:r>
            <w:r w:rsidRPr="00A0264F">
              <w:rPr>
                <w:rtl/>
              </w:rPr>
              <w:t>بـمعجز</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تـبـيدُ</w:t>
            </w:r>
            <w:r w:rsidR="0076657C">
              <w:rPr>
                <w:rtl/>
              </w:rPr>
              <w:t xml:space="preserve"> </w:t>
            </w:r>
            <w:r w:rsidRPr="00A0264F">
              <w:rPr>
                <w:rtl/>
              </w:rPr>
              <w:t>الـلـيالي</w:t>
            </w:r>
            <w:r w:rsidR="0076657C">
              <w:rPr>
                <w:rtl/>
              </w:rPr>
              <w:t xml:space="preserve"> </w:t>
            </w:r>
            <w:r w:rsidRPr="00A0264F">
              <w:rPr>
                <w:rtl/>
              </w:rPr>
              <w:t>وهـو</w:t>
            </w:r>
            <w:r w:rsidR="0076657C">
              <w:rPr>
                <w:rtl/>
              </w:rPr>
              <w:t xml:space="preserve"> </w:t>
            </w:r>
            <w:r w:rsidRPr="00A0264F">
              <w:rPr>
                <w:rtl/>
              </w:rPr>
              <w:t>بـاقٍ</w:t>
            </w:r>
            <w:r w:rsidR="0076657C">
              <w:rPr>
                <w:rtl/>
              </w:rPr>
              <w:t xml:space="preserve"> </w:t>
            </w:r>
            <w:r w:rsidRPr="00A0264F">
              <w:rPr>
                <w:rtl/>
              </w:rPr>
              <w:t>مـؤبّدُ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دعــوتَ</w:t>
            </w:r>
            <w:r w:rsidR="0076657C">
              <w:rPr>
                <w:rtl/>
              </w:rPr>
              <w:t xml:space="preserve"> </w:t>
            </w:r>
            <w:r w:rsidRPr="00A0264F">
              <w:rPr>
                <w:rtl/>
              </w:rPr>
              <w:t>قـريشاً</w:t>
            </w:r>
            <w:r w:rsidR="0076657C">
              <w:rPr>
                <w:rtl/>
              </w:rPr>
              <w:t xml:space="preserve"> </w:t>
            </w:r>
            <w:r w:rsidRPr="00A0264F">
              <w:rPr>
                <w:rtl/>
              </w:rPr>
              <w:t>أن</w:t>
            </w:r>
            <w:r w:rsidR="0076657C">
              <w:rPr>
                <w:rtl/>
              </w:rPr>
              <w:t xml:space="preserve"> </w:t>
            </w:r>
            <w:r w:rsidRPr="00A0264F">
              <w:rPr>
                <w:rtl/>
              </w:rPr>
              <w:t>يـجيئوا</w:t>
            </w:r>
            <w:r w:rsidR="0076657C">
              <w:rPr>
                <w:rtl/>
              </w:rPr>
              <w:t xml:space="preserve"> </w:t>
            </w:r>
            <w:r w:rsidRPr="00A0264F">
              <w:rPr>
                <w:rtl/>
              </w:rPr>
              <w:t>بـمثله</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فـما</w:t>
            </w:r>
            <w:r w:rsidR="0076657C">
              <w:rPr>
                <w:rtl/>
              </w:rPr>
              <w:t xml:space="preserve"> </w:t>
            </w:r>
            <w:r w:rsidRPr="00A0264F">
              <w:rPr>
                <w:rtl/>
              </w:rPr>
              <w:t>نـطقوا</w:t>
            </w:r>
            <w:r w:rsidR="0076657C">
              <w:rPr>
                <w:rtl/>
              </w:rPr>
              <w:t xml:space="preserve"> </w:t>
            </w:r>
            <w:r w:rsidRPr="00A0264F">
              <w:rPr>
                <w:rtl/>
              </w:rPr>
              <w:t>والـصمتُ</w:t>
            </w:r>
            <w:r w:rsidR="0076657C">
              <w:rPr>
                <w:rtl/>
              </w:rPr>
              <w:t xml:space="preserve"> </w:t>
            </w:r>
            <w:r w:rsidRPr="00A0264F">
              <w:rPr>
                <w:rtl/>
              </w:rPr>
              <w:t>بـالعيِّ</w:t>
            </w:r>
            <w:r w:rsidR="0076657C">
              <w:rPr>
                <w:rtl/>
              </w:rPr>
              <w:t xml:space="preserve"> </w:t>
            </w:r>
            <w:r w:rsidRPr="00A0264F">
              <w:rPr>
                <w:rtl/>
              </w:rPr>
              <w:t>يشهدُ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وكــم</w:t>
            </w:r>
            <w:r w:rsidR="0076657C">
              <w:rPr>
                <w:rtl/>
              </w:rPr>
              <w:t xml:space="preserve"> </w:t>
            </w:r>
            <w:r w:rsidRPr="00A0264F">
              <w:rPr>
                <w:rtl/>
              </w:rPr>
              <w:t>قـد</w:t>
            </w:r>
            <w:r w:rsidR="0076657C">
              <w:rPr>
                <w:rtl/>
              </w:rPr>
              <w:t xml:space="preserve"> </w:t>
            </w:r>
            <w:r w:rsidRPr="00A0264F">
              <w:rPr>
                <w:rtl/>
              </w:rPr>
              <w:t>وعـاهُ</w:t>
            </w:r>
            <w:r w:rsidR="0076657C">
              <w:rPr>
                <w:rtl/>
              </w:rPr>
              <w:t xml:space="preserve"> </w:t>
            </w:r>
            <w:r w:rsidRPr="00A0264F">
              <w:rPr>
                <w:rtl/>
              </w:rPr>
              <w:t>مـنهمُ</w:t>
            </w:r>
            <w:r w:rsidR="0076657C">
              <w:rPr>
                <w:rtl/>
              </w:rPr>
              <w:t xml:space="preserve"> </w:t>
            </w:r>
            <w:r w:rsidRPr="00A0264F">
              <w:rPr>
                <w:rtl/>
              </w:rPr>
              <w:t>ذو</w:t>
            </w:r>
            <w:r w:rsidR="0076657C">
              <w:rPr>
                <w:rtl/>
              </w:rPr>
              <w:t xml:space="preserve"> </w:t>
            </w:r>
            <w:r w:rsidRPr="00A0264F">
              <w:rPr>
                <w:rtl/>
              </w:rPr>
              <w:t>بـلاغة</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فـأصـبحَ</w:t>
            </w:r>
            <w:r w:rsidR="0076657C">
              <w:rPr>
                <w:rtl/>
              </w:rPr>
              <w:t xml:space="preserve"> </w:t>
            </w:r>
            <w:r w:rsidRPr="00A0264F">
              <w:rPr>
                <w:rtl/>
              </w:rPr>
              <w:t>مـبـهوتاً</w:t>
            </w:r>
            <w:r w:rsidR="0076657C">
              <w:rPr>
                <w:rtl/>
              </w:rPr>
              <w:t xml:space="preserve"> </w:t>
            </w:r>
            <w:r w:rsidRPr="00A0264F">
              <w:rPr>
                <w:rtl/>
              </w:rPr>
              <w:t>يـقـومُ</w:t>
            </w:r>
            <w:r w:rsidR="0076657C">
              <w:rPr>
                <w:rtl/>
              </w:rPr>
              <w:t xml:space="preserve"> </w:t>
            </w:r>
            <w:r w:rsidRPr="00A0264F">
              <w:rPr>
                <w:rtl/>
              </w:rPr>
              <w:t>ويـقعدُ</w:t>
            </w:r>
            <w:r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A327D5" w:rsidTr="00A327D5">
        <w:trPr>
          <w:trHeight w:val="350"/>
        </w:trPr>
        <w:tc>
          <w:tcPr>
            <w:tcW w:w="3536" w:type="dxa"/>
          </w:tcPr>
          <w:p w:rsidR="00A327D5" w:rsidRDefault="00A327D5" w:rsidP="00A327D5">
            <w:pPr>
              <w:pStyle w:val="libPoem"/>
            </w:pPr>
            <w:r w:rsidRPr="00A0264F">
              <w:rPr>
                <w:rtl/>
              </w:rPr>
              <w:t>وجـئتَ</w:t>
            </w:r>
            <w:r w:rsidR="0076657C">
              <w:rPr>
                <w:rtl/>
              </w:rPr>
              <w:t xml:space="preserve"> </w:t>
            </w:r>
            <w:r w:rsidRPr="00A0264F">
              <w:rPr>
                <w:rtl/>
              </w:rPr>
              <w:t>إلـى</w:t>
            </w:r>
            <w:r w:rsidR="0076657C">
              <w:rPr>
                <w:rtl/>
              </w:rPr>
              <w:t xml:space="preserve"> </w:t>
            </w:r>
            <w:r w:rsidRPr="00A0264F">
              <w:rPr>
                <w:rtl/>
              </w:rPr>
              <w:t>أهـلِ</w:t>
            </w:r>
            <w:r w:rsidR="0076657C">
              <w:rPr>
                <w:rtl/>
              </w:rPr>
              <w:t xml:space="preserve"> </w:t>
            </w:r>
            <w:r w:rsidRPr="00A0264F">
              <w:rPr>
                <w:rtl/>
              </w:rPr>
              <w:t>الـحجى</w:t>
            </w:r>
            <w:r w:rsidR="0076657C">
              <w:rPr>
                <w:rtl/>
              </w:rPr>
              <w:t xml:space="preserve"> </w:t>
            </w:r>
            <w:r w:rsidRPr="00A0264F">
              <w:rPr>
                <w:rtl/>
              </w:rPr>
              <w:t>بشريعة</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صـفا</w:t>
            </w:r>
            <w:r w:rsidR="003D6158">
              <w:rPr>
                <w:rtl/>
              </w:rPr>
              <w:t xml:space="preserve"> </w:t>
            </w:r>
            <w:r w:rsidRPr="00A0264F">
              <w:rPr>
                <w:rtl/>
              </w:rPr>
              <w:t>لـهمُ</w:t>
            </w:r>
            <w:r w:rsidR="0076657C">
              <w:rPr>
                <w:rtl/>
              </w:rPr>
              <w:t xml:space="preserve"> </w:t>
            </w:r>
            <w:r w:rsidRPr="00A0264F">
              <w:rPr>
                <w:rtl/>
              </w:rPr>
              <w:t>مـن</w:t>
            </w:r>
            <w:r w:rsidR="0076657C">
              <w:rPr>
                <w:rtl/>
              </w:rPr>
              <w:t xml:space="preserve"> </w:t>
            </w:r>
            <w:r w:rsidRPr="00A0264F">
              <w:rPr>
                <w:rtl/>
              </w:rPr>
              <w:t>مـائها</w:t>
            </w:r>
            <w:r w:rsidR="0076657C">
              <w:rPr>
                <w:rtl/>
              </w:rPr>
              <w:t xml:space="preserve"> </w:t>
            </w:r>
            <w:r w:rsidRPr="00A0264F">
              <w:rPr>
                <w:rtl/>
              </w:rPr>
              <w:t>العذبُ</w:t>
            </w:r>
            <w:r w:rsidR="0076657C">
              <w:rPr>
                <w:rtl/>
              </w:rPr>
              <w:t xml:space="preserve"> </w:t>
            </w:r>
            <w:r w:rsidRPr="00A0264F">
              <w:rPr>
                <w:rtl/>
              </w:rPr>
              <w:t>موردُ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شـريـعةُ</w:t>
            </w:r>
            <w:r w:rsidR="0076657C">
              <w:rPr>
                <w:rtl/>
              </w:rPr>
              <w:t xml:space="preserve"> </w:t>
            </w:r>
            <w:r w:rsidRPr="00A0264F">
              <w:rPr>
                <w:rtl/>
              </w:rPr>
              <w:t>حــقٍ</w:t>
            </w:r>
            <w:r w:rsidR="0076657C">
              <w:rPr>
                <w:rtl/>
              </w:rPr>
              <w:t xml:space="preserve"> </w:t>
            </w:r>
            <w:r w:rsidRPr="00A0264F">
              <w:rPr>
                <w:rtl/>
              </w:rPr>
              <w:t>إن</w:t>
            </w:r>
            <w:r w:rsidR="0076657C">
              <w:rPr>
                <w:rtl/>
              </w:rPr>
              <w:t xml:space="preserve"> </w:t>
            </w:r>
            <w:r w:rsidRPr="00A0264F">
              <w:rPr>
                <w:rtl/>
              </w:rPr>
              <w:t>تـقادمَ</w:t>
            </w:r>
            <w:r w:rsidR="0076657C">
              <w:rPr>
                <w:rtl/>
              </w:rPr>
              <w:t xml:space="preserve"> </w:t>
            </w:r>
            <w:r w:rsidRPr="00A0264F">
              <w:rPr>
                <w:rtl/>
              </w:rPr>
              <w:t>عـهدها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فـمـا</w:t>
            </w:r>
            <w:r w:rsidR="0076657C">
              <w:rPr>
                <w:rtl/>
              </w:rPr>
              <w:t xml:space="preserve"> </w:t>
            </w:r>
            <w:r w:rsidRPr="00A0264F">
              <w:rPr>
                <w:rtl/>
              </w:rPr>
              <w:t>زالَ</w:t>
            </w:r>
            <w:r w:rsidR="0076657C">
              <w:rPr>
                <w:rtl/>
              </w:rPr>
              <w:t xml:space="preserve"> </w:t>
            </w:r>
            <w:r w:rsidRPr="00A0264F">
              <w:rPr>
                <w:rtl/>
              </w:rPr>
              <w:t>فـيـنا</w:t>
            </w:r>
            <w:r w:rsidR="0076657C">
              <w:rPr>
                <w:rtl/>
              </w:rPr>
              <w:t xml:space="preserve"> </w:t>
            </w:r>
            <w:r w:rsidRPr="00A0264F">
              <w:rPr>
                <w:rtl/>
              </w:rPr>
              <w:t>حُـسْـنُها</w:t>
            </w:r>
            <w:r w:rsidR="0076657C">
              <w:rPr>
                <w:rtl/>
              </w:rPr>
              <w:t xml:space="preserve"> </w:t>
            </w:r>
            <w:r w:rsidRPr="00A0264F">
              <w:rPr>
                <w:rtl/>
              </w:rPr>
              <w:t>يـتجدّدُ</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عـلـيكَ</w:t>
            </w:r>
            <w:r w:rsidR="003D6158">
              <w:rPr>
                <w:rtl/>
              </w:rPr>
              <w:t xml:space="preserve"> </w:t>
            </w:r>
            <w:r w:rsidRPr="00A0264F">
              <w:rPr>
                <w:rtl/>
              </w:rPr>
              <w:t>سـلامُ</w:t>
            </w:r>
            <w:r w:rsidR="0076657C">
              <w:rPr>
                <w:rtl/>
              </w:rPr>
              <w:t xml:space="preserve"> </w:t>
            </w:r>
            <w:r w:rsidRPr="00A0264F">
              <w:rPr>
                <w:rtl/>
              </w:rPr>
              <w:t>اللهِ</w:t>
            </w:r>
            <w:r w:rsidR="0076657C">
              <w:rPr>
                <w:rtl/>
              </w:rPr>
              <w:t xml:space="preserve"> </w:t>
            </w:r>
            <w:r w:rsidRPr="00A0264F">
              <w:rPr>
                <w:rtl/>
              </w:rPr>
              <w:t>مـا</w:t>
            </w:r>
            <w:r w:rsidR="0076657C">
              <w:rPr>
                <w:rtl/>
              </w:rPr>
              <w:t xml:space="preserve"> </w:t>
            </w:r>
            <w:r w:rsidRPr="00A0264F">
              <w:rPr>
                <w:rtl/>
              </w:rPr>
              <w:t>قـامَ</w:t>
            </w:r>
            <w:r w:rsidR="0076657C">
              <w:rPr>
                <w:rtl/>
              </w:rPr>
              <w:t xml:space="preserve"> </w:t>
            </w:r>
            <w:r w:rsidRPr="00A0264F">
              <w:rPr>
                <w:rtl/>
              </w:rPr>
              <w:t>عـابد</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بـجنحِ</w:t>
            </w:r>
            <w:r w:rsidR="0076657C">
              <w:rPr>
                <w:rtl/>
              </w:rPr>
              <w:t xml:space="preserve"> </w:t>
            </w:r>
            <w:r w:rsidRPr="00A0264F">
              <w:rPr>
                <w:rtl/>
              </w:rPr>
              <w:t>الـدّجى</w:t>
            </w:r>
            <w:r w:rsidR="0076657C">
              <w:rPr>
                <w:rtl/>
              </w:rPr>
              <w:t xml:space="preserve"> </w:t>
            </w:r>
            <w:r w:rsidRPr="00A0264F">
              <w:rPr>
                <w:rtl/>
              </w:rPr>
              <w:t>يـدعو</w:t>
            </w:r>
            <w:r w:rsidR="0076657C">
              <w:rPr>
                <w:rtl/>
              </w:rPr>
              <w:t xml:space="preserve"> </w:t>
            </w:r>
            <w:r w:rsidRPr="00A0264F">
              <w:rPr>
                <w:rtl/>
              </w:rPr>
              <w:t>ومـا</w:t>
            </w:r>
            <w:r w:rsidR="0076657C">
              <w:rPr>
                <w:rtl/>
              </w:rPr>
              <w:t xml:space="preserve"> </w:t>
            </w:r>
            <w:r w:rsidRPr="00A0264F">
              <w:rPr>
                <w:rtl/>
              </w:rPr>
              <w:t>دامَ</w:t>
            </w:r>
            <w:r w:rsidR="0076657C">
              <w:rPr>
                <w:rtl/>
              </w:rPr>
              <w:t xml:space="preserve"> </w:t>
            </w:r>
            <w:r w:rsidRPr="00A0264F">
              <w:rPr>
                <w:rtl/>
              </w:rPr>
              <w:t>معبدُ</w:t>
            </w:r>
            <w:r w:rsidRPr="00725071">
              <w:rPr>
                <w:rStyle w:val="libPoemTiniChar0"/>
                <w:rtl/>
              </w:rPr>
              <w:br/>
              <w:t> </w:t>
            </w:r>
          </w:p>
        </w:tc>
      </w:tr>
    </w:tbl>
    <w:p w:rsidR="00A5546B" w:rsidRDefault="00A5546B" w:rsidP="00A5546B">
      <w:pPr>
        <w:pStyle w:val="libNormal"/>
      </w:pPr>
      <w:r>
        <w:rPr>
          <w:rtl/>
        </w:rPr>
        <w:br w:type="page"/>
      </w:r>
    </w:p>
    <w:p w:rsidR="00A0264F" w:rsidRPr="00A5546B" w:rsidRDefault="00A0264F" w:rsidP="00A5546B">
      <w:pPr>
        <w:pStyle w:val="Heading3Center"/>
      </w:pPr>
      <w:bookmarkStart w:id="5" w:name="الكوثرية"/>
      <w:bookmarkStart w:id="6" w:name="_Toc430519735"/>
      <w:r w:rsidRPr="00A0264F">
        <w:rPr>
          <w:rtl/>
        </w:rPr>
        <w:t>الكوثرية</w:t>
      </w:r>
      <w:bookmarkEnd w:id="5"/>
      <w:r w:rsidRPr="00A0264F">
        <w:rPr>
          <w:rStyle w:val="libFootnotenumChar"/>
          <w:rtl/>
        </w:rPr>
        <w:t>(1)</w:t>
      </w:r>
      <w:bookmarkEnd w:id="6"/>
    </w:p>
    <w:tbl>
      <w:tblPr>
        <w:tblStyle w:val="TableGrid"/>
        <w:bidiVisual/>
        <w:tblW w:w="4562" w:type="pct"/>
        <w:tblInd w:w="384" w:type="dxa"/>
        <w:tblLook w:val="04A0"/>
      </w:tblPr>
      <w:tblGrid>
        <w:gridCol w:w="3536"/>
        <w:gridCol w:w="272"/>
        <w:gridCol w:w="3502"/>
      </w:tblGrid>
      <w:tr w:rsidR="00A327D5" w:rsidTr="00A327D5">
        <w:trPr>
          <w:trHeight w:val="350"/>
        </w:trPr>
        <w:tc>
          <w:tcPr>
            <w:tcW w:w="3536" w:type="dxa"/>
          </w:tcPr>
          <w:p w:rsidR="00A327D5" w:rsidRDefault="00A327D5" w:rsidP="00A327D5">
            <w:pPr>
              <w:pStyle w:val="libPoem"/>
            </w:pPr>
            <w:r w:rsidRPr="00A0264F">
              <w:rPr>
                <w:rtl/>
              </w:rPr>
              <w:t>أَمُـفَـلَّجُ</w:t>
            </w:r>
            <w:r w:rsidR="003D6158">
              <w:rPr>
                <w:rtl/>
              </w:rPr>
              <w:t xml:space="preserve"> </w:t>
            </w:r>
            <w:r w:rsidRPr="00A0264F">
              <w:rPr>
                <w:rtl/>
              </w:rPr>
              <w:t>ثـغرك</w:t>
            </w:r>
            <w:r w:rsidR="0076657C">
              <w:rPr>
                <w:rtl/>
              </w:rPr>
              <w:t xml:space="preserve"> </w:t>
            </w:r>
            <w:r w:rsidRPr="00A0264F">
              <w:rPr>
                <w:rtl/>
              </w:rPr>
              <w:t>أم</w:t>
            </w:r>
            <w:r w:rsidR="0076657C">
              <w:rPr>
                <w:rtl/>
              </w:rPr>
              <w:t xml:space="preserve"> </w:t>
            </w:r>
            <w:r w:rsidRPr="00A0264F">
              <w:rPr>
                <w:rtl/>
              </w:rPr>
              <w:t>جـوهرْ</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ورحـيقُ</w:t>
            </w:r>
            <w:r w:rsidR="0076657C">
              <w:rPr>
                <w:rtl/>
              </w:rPr>
              <w:t xml:space="preserve"> </w:t>
            </w:r>
            <w:r w:rsidRPr="00A0264F">
              <w:rPr>
                <w:rtl/>
              </w:rPr>
              <w:t>رضـابكَ</w:t>
            </w:r>
            <w:r w:rsidR="0076657C">
              <w:rPr>
                <w:rtl/>
              </w:rPr>
              <w:t xml:space="preserve"> </w:t>
            </w:r>
            <w:r w:rsidRPr="00A0264F">
              <w:rPr>
                <w:rtl/>
              </w:rPr>
              <w:t>أم</w:t>
            </w:r>
            <w:r w:rsidR="0076657C">
              <w:rPr>
                <w:rtl/>
              </w:rPr>
              <w:t xml:space="preserve"> </w:t>
            </w:r>
            <w:r w:rsidRPr="00A0264F">
              <w:rPr>
                <w:rtl/>
              </w:rPr>
              <w:t>سُـكَّرْ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قـد</w:t>
            </w:r>
            <w:r w:rsidR="0076657C">
              <w:rPr>
                <w:rtl/>
              </w:rPr>
              <w:t xml:space="preserve"> </w:t>
            </w:r>
            <w:r w:rsidRPr="00A0264F">
              <w:rPr>
                <w:rtl/>
              </w:rPr>
              <w:t>قـالَ</w:t>
            </w:r>
            <w:r w:rsidR="0076657C">
              <w:rPr>
                <w:rtl/>
              </w:rPr>
              <w:t xml:space="preserve"> </w:t>
            </w:r>
            <w:r w:rsidRPr="00A0264F">
              <w:rPr>
                <w:rtl/>
              </w:rPr>
              <w:t>لـثغرك</w:t>
            </w:r>
            <w:r w:rsidR="0076657C">
              <w:rPr>
                <w:rtl/>
              </w:rPr>
              <w:t xml:space="preserve"> </w:t>
            </w:r>
            <w:r w:rsidRPr="00A0264F">
              <w:rPr>
                <w:rtl/>
              </w:rPr>
              <w:t>صـانعه:</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3D6158" w:rsidP="00A327D5">
            <w:pPr>
              <w:pStyle w:val="libPoem"/>
            </w:pPr>
            <w:r>
              <w:rPr>
                <w:rtl/>
              </w:rPr>
              <w:t>(</w:t>
            </w:r>
            <w:r w:rsidR="00A327D5" w:rsidRPr="00A0264F">
              <w:rPr>
                <w:rtl/>
              </w:rPr>
              <w:t>إنَّـا</w:t>
            </w:r>
            <w:r>
              <w:rPr>
                <w:rtl/>
              </w:rPr>
              <w:t xml:space="preserve"> </w:t>
            </w:r>
            <w:r w:rsidR="00A327D5" w:rsidRPr="00A0264F">
              <w:rPr>
                <w:rtl/>
              </w:rPr>
              <w:t>أعـطيناكَ</w:t>
            </w:r>
            <w:r w:rsidR="0076657C">
              <w:rPr>
                <w:rtl/>
              </w:rPr>
              <w:t xml:space="preserve"> </w:t>
            </w:r>
            <w:r w:rsidR="00A327D5" w:rsidRPr="00A0264F">
              <w:rPr>
                <w:rtl/>
              </w:rPr>
              <w:t>الـكوثرْ</w:t>
            </w:r>
            <w:r>
              <w:rPr>
                <w:rtl/>
              </w:rPr>
              <w:t>)</w:t>
            </w:r>
            <w:r w:rsidR="00A327D5"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والـخـالُ</w:t>
            </w:r>
            <w:r w:rsidR="003D6158">
              <w:rPr>
                <w:rtl/>
              </w:rPr>
              <w:t xml:space="preserve"> </w:t>
            </w:r>
            <w:r w:rsidRPr="00A0264F">
              <w:rPr>
                <w:rtl/>
              </w:rPr>
              <w:t>بـخدِّكَ</w:t>
            </w:r>
            <w:r w:rsidR="0076657C">
              <w:rPr>
                <w:rtl/>
              </w:rPr>
              <w:t xml:space="preserve"> </w:t>
            </w:r>
            <w:r w:rsidRPr="00A0264F">
              <w:rPr>
                <w:rtl/>
              </w:rPr>
              <w:t>أم</w:t>
            </w:r>
            <w:r w:rsidR="0076657C">
              <w:rPr>
                <w:rtl/>
              </w:rPr>
              <w:t xml:space="preserve"> </w:t>
            </w:r>
            <w:r w:rsidRPr="00A0264F">
              <w:rPr>
                <w:rtl/>
              </w:rPr>
              <w:t>مـسكٌ</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نَـقَّطتَ</w:t>
            </w:r>
            <w:r w:rsidR="003D6158">
              <w:rPr>
                <w:rtl/>
              </w:rPr>
              <w:t xml:space="preserve"> </w:t>
            </w:r>
            <w:r w:rsidRPr="00A0264F">
              <w:rPr>
                <w:rtl/>
              </w:rPr>
              <w:t>بـهِ</w:t>
            </w:r>
            <w:r w:rsidR="0076657C">
              <w:rPr>
                <w:rtl/>
              </w:rPr>
              <w:t xml:space="preserve"> </w:t>
            </w:r>
            <w:r w:rsidRPr="00A0264F">
              <w:rPr>
                <w:rtl/>
              </w:rPr>
              <w:t>الـوردُ</w:t>
            </w:r>
            <w:r w:rsidR="0076657C">
              <w:rPr>
                <w:rtl/>
              </w:rPr>
              <w:t xml:space="preserve"> </w:t>
            </w:r>
            <w:r w:rsidRPr="00A0264F">
              <w:rPr>
                <w:rtl/>
              </w:rPr>
              <w:t>الأحمرْ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أم</w:t>
            </w:r>
            <w:r w:rsidR="003D6158">
              <w:rPr>
                <w:rtl/>
              </w:rPr>
              <w:t xml:space="preserve"> </w:t>
            </w:r>
            <w:r w:rsidRPr="00A0264F">
              <w:rPr>
                <w:rtl/>
              </w:rPr>
              <w:t>ذاك</w:t>
            </w:r>
            <w:r w:rsidR="0076657C">
              <w:rPr>
                <w:rtl/>
              </w:rPr>
              <w:t xml:space="preserve"> </w:t>
            </w:r>
            <w:r w:rsidRPr="00A0264F">
              <w:rPr>
                <w:rtl/>
              </w:rPr>
              <w:t>الـخالُ</w:t>
            </w:r>
            <w:r w:rsidR="0076657C">
              <w:rPr>
                <w:rtl/>
              </w:rPr>
              <w:t xml:space="preserve"> </w:t>
            </w:r>
            <w:r w:rsidRPr="00A0264F">
              <w:rPr>
                <w:rtl/>
              </w:rPr>
              <w:t>بـذاك</w:t>
            </w:r>
            <w:r w:rsidR="0076657C">
              <w:rPr>
                <w:rtl/>
              </w:rPr>
              <w:t xml:space="preserve"> </w:t>
            </w:r>
            <w:r w:rsidRPr="00A0264F">
              <w:rPr>
                <w:rtl/>
              </w:rPr>
              <w:t>الـخدِّ</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فـتيتُ</w:t>
            </w:r>
            <w:r w:rsidR="003D6158">
              <w:rPr>
                <w:rtl/>
              </w:rPr>
              <w:t xml:space="preserve"> </w:t>
            </w:r>
            <w:r w:rsidRPr="00A0264F">
              <w:rPr>
                <w:rtl/>
              </w:rPr>
              <w:t>الـندِّ</w:t>
            </w:r>
            <w:r w:rsidR="0076657C">
              <w:rPr>
                <w:rtl/>
              </w:rPr>
              <w:t xml:space="preserve"> </w:t>
            </w:r>
            <w:r w:rsidRPr="00A0264F">
              <w:rPr>
                <w:rtl/>
              </w:rPr>
              <w:t>عـلى</w:t>
            </w:r>
            <w:r w:rsidR="0076657C">
              <w:rPr>
                <w:rtl/>
              </w:rPr>
              <w:t xml:space="preserve"> </w:t>
            </w:r>
            <w:r w:rsidRPr="00A0264F">
              <w:rPr>
                <w:rtl/>
              </w:rPr>
              <w:t>مـجمرْ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عـجباً</w:t>
            </w:r>
            <w:r w:rsidR="003D6158">
              <w:rPr>
                <w:rtl/>
              </w:rPr>
              <w:t xml:space="preserve"> </w:t>
            </w:r>
            <w:r w:rsidRPr="00A0264F">
              <w:rPr>
                <w:rtl/>
              </w:rPr>
              <w:t>مـن</w:t>
            </w:r>
            <w:r w:rsidR="0076657C">
              <w:rPr>
                <w:rtl/>
              </w:rPr>
              <w:t xml:space="preserve"> </w:t>
            </w:r>
            <w:r w:rsidRPr="00A0264F">
              <w:rPr>
                <w:rtl/>
              </w:rPr>
              <w:t>جـمرتهِ</w:t>
            </w:r>
            <w:r w:rsidR="0076657C">
              <w:rPr>
                <w:rtl/>
              </w:rPr>
              <w:t xml:space="preserve"> </w:t>
            </w:r>
            <w:r w:rsidRPr="00A0264F">
              <w:rPr>
                <w:rtl/>
              </w:rPr>
              <w:t>تـذكو</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وبـهـا</w:t>
            </w:r>
            <w:r w:rsidR="003D6158">
              <w:rPr>
                <w:rtl/>
              </w:rPr>
              <w:t xml:space="preserve"> </w:t>
            </w:r>
            <w:r w:rsidRPr="00A0264F">
              <w:rPr>
                <w:rtl/>
              </w:rPr>
              <w:t>لا</w:t>
            </w:r>
            <w:r w:rsidR="0076657C">
              <w:rPr>
                <w:rtl/>
              </w:rPr>
              <w:t xml:space="preserve"> </w:t>
            </w:r>
            <w:r w:rsidRPr="00A0264F">
              <w:rPr>
                <w:rtl/>
              </w:rPr>
              <w:t>يـحترقُ</w:t>
            </w:r>
            <w:r w:rsidR="0076657C">
              <w:rPr>
                <w:rtl/>
              </w:rPr>
              <w:t xml:space="preserve"> </w:t>
            </w:r>
            <w:r w:rsidRPr="00A0264F">
              <w:rPr>
                <w:rtl/>
              </w:rPr>
              <w:t>الـعنبرْ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يـا</w:t>
            </w:r>
            <w:r w:rsidR="003D6158">
              <w:rPr>
                <w:rtl/>
              </w:rPr>
              <w:t xml:space="preserve"> </w:t>
            </w:r>
            <w:r w:rsidRPr="00A0264F">
              <w:rPr>
                <w:rtl/>
              </w:rPr>
              <w:t>مَـنْ</w:t>
            </w:r>
            <w:r w:rsidR="0076657C">
              <w:rPr>
                <w:rtl/>
              </w:rPr>
              <w:t xml:space="preserve"> </w:t>
            </w:r>
            <w:r w:rsidRPr="00A0264F">
              <w:rPr>
                <w:rtl/>
              </w:rPr>
              <w:t>تـبدو</w:t>
            </w:r>
            <w:r w:rsidR="0076657C">
              <w:rPr>
                <w:rtl/>
              </w:rPr>
              <w:t xml:space="preserve"> </w:t>
            </w:r>
            <w:r w:rsidRPr="00A0264F">
              <w:rPr>
                <w:rtl/>
              </w:rPr>
              <w:t>لـيَ</w:t>
            </w:r>
            <w:r w:rsidR="0076657C">
              <w:rPr>
                <w:rtl/>
              </w:rPr>
              <w:t xml:space="preserve"> </w:t>
            </w:r>
            <w:r w:rsidRPr="00A0264F">
              <w:rPr>
                <w:rtl/>
              </w:rPr>
              <w:t>وفرتُه</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فـي</w:t>
            </w:r>
            <w:r w:rsidR="003D6158">
              <w:rPr>
                <w:rtl/>
              </w:rPr>
              <w:t xml:space="preserve"> </w:t>
            </w:r>
            <w:r w:rsidRPr="00A0264F">
              <w:rPr>
                <w:rtl/>
              </w:rPr>
              <w:t>صـبحِ</w:t>
            </w:r>
            <w:r w:rsidR="0076657C">
              <w:rPr>
                <w:rtl/>
              </w:rPr>
              <w:t xml:space="preserve"> </w:t>
            </w:r>
            <w:r w:rsidRPr="00A0264F">
              <w:rPr>
                <w:rtl/>
              </w:rPr>
              <w:t>مـحياهُ</w:t>
            </w:r>
            <w:r w:rsidR="0076657C">
              <w:rPr>
                <w:rtl/>
              </w:rPr>
              <w:t xml:space="preserve"> </w:t>
            </w:r>
            <w:r w:rsidRPr="00A0264F">
              <w:rPr>
                <w:rtl/>
              </w:rPr>
              <w:t>الأزهرْ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فـأُجَـنُّ</w:t>
            </w:r>
            <w:r w:rsidR="003D6158">
              <w:rPr>
                <w:rtl/>
              </w:rPr>
              <w:t xml:space="preserve"> </w:t>
            </w:r>
            <w:r w:rsidRPr="00A0264F">
              <w:rPr>
                <w:rtl/>
              </w:rPr>
              <w:t>بـهِ</w:t>
            </w:r>
            <w:r w:rsidR="0076657C">
              <w:rPr>
                <w:rtl/>
              </w:rPr>
              <w:t xml:space="preserve"> </w:t>
            </w:r>
            <w:r w:rsidRPr="00A0264F">
              <w:rPr>
                <w:rtl/>
              </w:rPr>
              <w:t xml:space="preserve">بـ </w:t>
            </w:r>
            <w:r w:rsidR="003D6158">
              <w:rPr>
                <w:rtl/>
              </w:rPr>
              <w:t>(</w:t>
            </w:r>
            <w:r w:rsidRPr="00A0264F">
              <w:rPr>
                <w:rtl/>
              </w:rPr>
              <w:t>الـليلِ</w:t>
            </w:r>
            <w:r w:rsidR="0076657C">
              <w:rPr>
                <w:rtl/>
              </w:rPr>
              <w:t xml:space="preserve"> </w:t>
            </w:r>
            <w:r w:rsidRPr="00A0264F">
              <w:rPr>
                <w:rtl/>
              </w:rPr>
              <w:t>إذا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يغشى</w:t>
            </w:r>
            <w:r w:rsidR="003D6158">
              <w:rPr>
                <w:rtl/>
              </w:rPr>
              <w:t>) (</w:t>
            </w:r>
            <w:r w:rsidRPr="00A0264F">
              <w:rPr>
                <w:rtl/>
              </w:rPr>
              <w:t>والصبحِ</w:t>
            </w:r>
            <w:r w:rsidR="0076657C">
              <w:rPr>
                <w:rtl/>
              </w:rPr>
              <w:t xml:space="preserve"> </w:t>
            </w:r>
            <w:r w:rsidRPr="00A0264F">
              <w:rPr>
                <w:rtl/>
              </w:rPr>
              <w:t>إذا</w:t>
            </w:r>
            <w:r w:rsidR="0076657C">
              <w:rPr>
                <w:rtl/>
              </w:rPr>
              <w:t xml:space="preserve"> </w:t>
            </w:r>
            <w:r w:rsidRPr="00A0264F">
              <w:rPr>
                <w:rtl/>
              </w:rPr>
              <w:t>أَسفرْ</w:t>
            </w:r>
            <w:r w:rsidR="003D6158">
              <w:rPr>
                <w:rtl/>
              </w:rPr>
              <w:t>)</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ارحـمْ</w:t>
            </w:r>
            <w:r w:rsidR="003D6158">
              <w:rPr>
                <w:rtl/>
              </w:rPr>
              <w:t xml:space="preserve"> </w:t>
            </w:r>
            <w:r w:rsidRPr="00A0264F">
              <w:rPr>
                <w:rtl/>
              </w:rPr>
              <w:t>أَرِقـاً</w:t>
            </w:r>
            <w:r w:rsidR="0076657C">
              <w:rPr>
                <w:rtl/>
              </w:rPr>
              <w:t xml:space="preserve"> </w:t>
            </w:r>
            <w:r w:rsidRPr="00A0264F">
              <w:rPr>
                <w:rtl/>
              </w:rPr>
              <w:t>لـو</w:t>
            </w:r>
            <w:r w:rsidR="0076657C">
              <w:rPr>
                <w:rtl/>
              </w:rPr>
              <w:t xml:space="preserve"> </w:t>
            </w:r>
            <w:r w:rsidRPr="00A0264F">
              <w:rPr>
                <w:rtl/>
              </w:rPr>
              <w:t>لم</w:t>
            </w:r>
            <w:r w:rsidR="0076657C">
              <w:rPr>
                <w:rtl/>
              </w:rPr>
              <w:t xml:space="preserve"> </w:t>
            </w:r>
            <w:r w:rsidRPr="00A0264F">
              <w:rPr>
                <w:rtl/>
              </w:rPr>
              <w:t>يمرض</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بـنعاسِ</w:t>
            </w:r>
            <w:r w:rsidR="003D6158">
              <w:rPr>
                <w:rtl/>
              </w:rPr>
              <w:t xml:space="preserve"> </w:t>
            </w:r>
            <w:r w:rsidRPr="00A0264F">
              <w:rPr>
                <w:rtl/>
              </w:rPr>
              <w:t>جـفونكَ</w:t>
            </w:r>
            <w:r w:rsidR="0076657C">
              <w:rPr>
                <w:rtl/>
              </w:rPr>
              <w:t xml:space="preserve"> </w:t>
            </w:r>
            <w:r w:rsidRPr="00A0264F">
              <w:rPr>
                <w:rtl/>
              </w:rPr>
              <w:t>لـم</w:t>
            </w:r>
            <w:r w:rsidR="0076657C">
              <w:rPr>
                <w:rtl/>
              </w:rPr>
              <w:t xml:space="preserve"> </w:t>
            </w:r>
            <w:r w:rsidRPr="00A0264F">
              <w:rPr>
                <w:rtl/>
              </w:rPr>
              <w:t>يسهرْ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تَـبْـيَضُّ</w:t>
            </w:r>
            <w:r w:rsidR="0076657C">
              <w:rPr>
                <w:rtl/>
              </w:rPr>
              <w:t xml:space="preserve"> </w:t>
            </w:r>
            <w:r w:rsidRPr="00A0264F">
              <w:rPr>
                <w:rtl/>
              </w:rPr>
              <w:t>لـهـجركَ</w:t>
            </w:r>
            <w:r w:rsidR="0076657C">
              <w:rPr>
                <w:rtl/>
              </w:rPr>
              <w:t xml:space="preserve"> </w:t>
            </w:r>
            <w:r w:rsidRPr="00A0264F">
              <w:rPr>
                <w:rtl/>
              </w:rPr>
              <w:t>عـيناه</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حـزنـاً</w:t>
            </w:r>
            <w:r w:rsidR="0076657C">
              <w:rPr>
                <w:rtl/>
              </w:rPr>
              <w:t xml:space="preserve"> </w:t>
            </w:r>
            <w:r w:rsidRPr="00A0264F">
              <w:rPr>
                <w:rtl/>
              </w:rPr>
              <w:t>ومـدامـعهُ</w:t>
            </w:r>
            <w:r w:rsidR="0076657C">
              <w:rPr>
                <w:rtl/>
              </w:rPr>
              <w:t xml:space="preserve"> </w:t>
            </w:r>
            <w:r w:rsidRPr="00A0264F">
              <w:rPr>
                <w:rtl/>
              </w:rPr>
              <w:t>تـحمرْ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يــا</w:t>
            </w:r>
            <w:r w:rsidR="003D6158">
              <w:rPr>
                <w:rtl/>
              </w:rPr>
              <w:t xml:space="preserve"> </w:t>
            </w:r>
            <w:r w:rsidRPr="00A0264F">
              <w:rPr>
                <w:rtl/>
              </w:rPr>
              <w:t>لـلـعشاقِ</w:t>
            </w:r>
            <w:r w:rsidR="0076657C">
              <w:rPr>
                <w:rtl/>
              </w:rPr>
              <w:t xml:space="preserve"> </w:t>
            </w:r>
            <w:r w:rsidRPr="00A0264F">
              <w:rPr>
                <w:rtl/>
              </w:rPr>
              <w:t>لـمـفتونٍ</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بـهوى</w:t>
            </w:r>
            <w:r w:rsidR="003D6158">
              <w:rPr>
                <w:rtl/>
              </w:rPr>
              <w:t xml:space="preserve"> </w:t>
            </w:r>
            <w:r w:rsidRPr="00A0264F">
              <w:rPr>
                <w:rtl/>
              </w:rPr>
              <w:t>رشـأ</w:t>
            </w:r>
            <w:r w:rsidR="0076657C">
              <w:rPr>
                <w:rtl/>
              </w:rPr>
              <w:t xml:space="preserve"> </w:t>
            </w:r>
            <w:r w:rsidRPr="00A0264F">
              <w:rPr>
                <w:rtl/>
              </w:rPr>
              <w:t>أحـوى</w:t>
            </w:r>
            <w:r w:rsidR="0076657C">
              <w:rPr>
                <w:rtl/>
              </w:rPr>
              <w:t xml:space="preserve"> </w:t>
            </w:r>
            <w:r w:rsidRPr="00A0264F">
              <w:rPr>
                <w:rtl/>
              </w:rPr>
              <w:t>أحورْ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إن</w:t>
            </w:r>
            <w:r w:rsidR="003D6158">
              <w:rPr>
                <w:rtl/>
              </w:rPr>
              <w:t xml:space="preserve"> </w:t>
            </w:r>
            <w:r w:rsidRPr="00A0264F">
              <w:rPr>
                <w:rtl/>
              </w:rPr>
              <w:t>يـبدُ</w:t>
            </w:r>
            <w:r w:rsidR="0076657C">
              <w:rPr>
                <w:rtl/>
              </w:rPr>
              <w:t xml:space="preserve"> </w:t>
            </w:r>
            <w:r w:rsidRPr="00A0264F">
              <w:rPr>
                <w:rtl/>
              </w:rPr>
              <w:t>لـذي</w:t>
            </w:r>
            <w:r w:rsidR="0076657C">
              <w:rPr>
                <w:rtl/>
              </w:rPr>
              <w:t xml:space="preserve"> </w:t>
            </w:r>
            <w:r w:rsidRPr="00A0264F">
              <w:rPr>
                <w:rtl/>
              </w:rPr>
              <w:t>طـربٍ</w:t>
            </w:r>
            <w:r w:rsidR="0076657C">
              <w:rPr>
                <w:rtl/>
              </w:rPr>
              <w:t xml:space="preserve"> </w:t>
            </w:r>
            <w:r w:rsidRPr="00A0264F">
              <w:rPr>
                <w:rtl/>
              </w:rPr>
              <w:t>غنَّى</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أو</w:t>
            </w:r>
            <w:r w:rsidR="003D6158">
              <w:rPr>
                <w:rtl/>
              </w:rPr>
              <w:t xml:space="preserve"> </w:t>
            </w:r>
            <w:r w:rsidRPr="00A0264F">
              <w:rPr>
                <w:rtl/>
              </w:rPr>
              <w:t>لاحَ</w:t>
            </w:r>
            <w:r w:rsidR="0076657C">
              <w:rPr>
                <w:rtl/>
              </w:rPr>
              <w:t xml:space="preserve"> </w:t>
            </w:r>
            <w:r w:rsidRPr="00A0264F">
              <w:rPr>
                <w:rtl/>
              </w:rPr>
              <w:t>لــذي</w:t>
            </w:r>
            <w:r w:rsidR="0076657C">
              <w:rPr>
                <w:rtl/>
              </w:rPr>
              <w:t xml:space="preserve"> </w:t>
            </w:r>
            <w:r w:rsidRPr="00A0264F">
              <w:rPr>
                <w:rtl/>
              </w:rPr>
              <w:t>نُـسُكٍ</w:t>
            </w:r>
            <w:r w:rsidR="0076657C">
              <w:rPr>
                <w:rtl/>
              </w:rPr>
              <w:t xml:space="preserve"> </w:t>
            </w:r>
            <w:r w:rsidRPr="00A0264F">
              <w:rPr>
                <w:rtl/>
              </w:rPr>
              <w:t>كَـبَّرْ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آمـنـتُ</w:t>
            </w:r>
            <w:r w:rsidR="0076657C">
              <w:rPr>
                <w:rtl/>
              </w:rPr>
              <w:t xml:space="preserve"> </w:t>
            </w:r>
            <w:r w:rsidRPr="00A0264F">
              <w:rPr>
                <w:rtl/>
              </w:rPr>
              <w:t>هــوىً</w:t>
            </w:r>
            <w:r w:rsidR="0076657C">
              <w:rPr>
                <w:rtl/>
              </w:rPr>
              <w:t xml:space="preserve"> </w:t>
            </w:r>
            <w:r w:rsidRPr="00A0264F">
              <w:rPr>
                <w:rtl/>
              </w:rPr>
              <w:t>بـنـبوته</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وبـعـينيهِ</w:t>
            </w:r>
            <w:r w:rsidR="0076657C">
              <w:rPr>
                <w:rtl/>
              </w:rPr>
              <w:t xml:space="preserve"> </w:t>
            </w:r>
            <w:r w:rsidRPr="00A0264F">
              <w:rPr>
                <w:rtl/>
              </w:rPr>
              <w:t>سـحـرٌ</w:t>
            </w:r>
            <w:r w:rsidR="0076657C">
              <w:rPr>
                <w:rtl/>
              </w:rPr>
              <w:t xml:space="preserve"> </w:t>
            </w:r>
            <w:r w:rsidRPr="00A0264F">
              <w:rPr>
                <w:rtl/>
              </w:rPr>
              <w:t>يـؤثـرْ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أصـفيتُ</w:t>
            </w:r>
            <w:r w:rsidR="003D6158">
              <w:rPr>
                <w:rtl/>
              </w:rPr>
              <w:t xml:space="preserve"> </w:t>
            </w:r>
            <w:r w:rsidRPr="00A0264F">
              <w:rPr>
                <w:rtl/>
              </w:rPr>
              <w:t>الـودَّ</w:t>
            </w:r>
            <w:r w:rsidR="0076657C">
              <w:rPr>
                <w:rtl/>
              </w:rPr>
              <w:t xml:space="preserve"> </w:t>
            </w:r>
            <w:r w:rsidRPr="00A0264F">
              <w:rPr>
                <w:rtl/>
              </w:rPr>
              <w:t>لـذي</w:t>
            </w:r>
            <w:r w:rsidR="0076657C">
              <w:rPr>
                <w:rtl/>
              </w:rPr>
              <w:t xml:space="preserve"> </w:t>
            </w:r>
            <w:r w:rsidRPr="00A0264F">
              <w:rPr>
                <w:rtl/>
              </w:rPr>
              <w:t>مـللٍ</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عـيـشي</w:t>
            </w:r>
            <w:r w:rsidR="003D6158">
              <w:rPr>
                <w:rtl/>
              </w:rPr>
              <w:t xml:space="preserve"> </w:t>
            </w:r>
            <w:r w:rsidRPr="00A0264F">
              <w:rPr>
                <w:rtl/>
              </w:rPr>
              <w:t>بـقـطيعتهِ</w:t>
            </w:r>
            <w:r w:rsidR="0076657C">
              <w:rPr>
                <w:rtl/>
              </w:rPr>
              <w:t xml:space="preserve"> </w:t>
            </w:r>
            <w:r w:rsidRPr="00A0264F">
              <w:rPr>
                <w:rtl/>
              </w:rPr>
              <w:t>كـدَّرْ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يـا</w:t>
            </w:r>
            <w:r>
              <w:rPr>
                <w:rFonts w:hint="cs"/>
                <w:rtl/>
              </w:rPr>
              <w:t xml:space="preserve"> </w:t>
            </w:r>
            <w:r w:rsidRPr="00A0264F">
              <w:rPr>
                <w:rtl/>
              </w:rPr>
              <w:t>مَـنْ</w:t>
            </w:r>
            <w:r w:rsidR="0076657C">
              <w:rPr>
                <w:rtl/>
              </w:rPr>
              <w:t xml:space="preserve"> </w:t>
            </w:r>
            <w:r w:rsidRPr="00A0264F">
              <w:rPr>
                <w:rtl/>
              </w:rPr>
              <w:t>قـد</w:t>
            </w:r>
            <w:r w:rsidR="0076657C">
              <w:rPr>
                <w:rtl/>
              </w:rPr>
              <w:t xml:space="preserve"> </w:t>
            </w:r>
            <w:r w:rsidRPr="00A0264F">
              <w:rPr>
                <w:rtl/>
              </w:rPr>
              <w:t>آثـرَ</w:t>
            </w:r>
            <w:r w:rsidR="0076657C">
              <w:rPr>
                <w:rtl/>
              </w:rPr>
              <w:t xml:space="preserve"> </w:t>
            </w:r>
            <w:r w:rsidRPr="00A0264F">
              <w:rPr>
                <w:rtl/>
              </w:rPr>
              <w:t>هـجراني</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وعـلـيَّ</w:t>
            </w:r>
            <w:r w:rsidR="0076657C">
              <w:rPr>
                <w:rtl/>
              </w:rPr>
              <w:t xml:space="preserve"> </w:t>
            </w:r>
            <w:r w:rsidRPr="00A0264F">
              <w:rPr>
                <w:rtl/>
              </w:rPr>
              <w:t>بـلـقياهُ</w:t>
            </w:r>
            <w:r w:rsidR="0076657C">
              <w:rPr>
                <w:rtl/>
              </w:rPr>
              <w:t xml:space="preserve"> </w:t>
            </w:r>
            <w:r w:rsidRPr="00A0264F">
              <w:rPr>
                <w:rtl/>
              </w:rPr>
              <w:t>اسـتـأثرْ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أقـسمتُ</w:t>
            </w:r>
            <w:r w:rsidR="0076657C">
              <w:rPr>
                <w:rtl/>
              </w:rPr>
              <w:t xml:space="preserve"> </w:t>
            </w:r>
            <w:r w:rsidRPr="00A0264F">
              <w:rPr>
                <w:rtl/>
              </w:rPr>
              <w:t>عـليكَ</w:t>
            </w:r>
            <w:r w:rsidR="0076657C">
              <w:rPr>
                <w:rtl/>
              </w:rPr>
              <w:t xml:space="preserve"> </w:t>
            </w:r>
            <w:r w:rsidRPr="00A0264F">
              <w:rPr>
                <w:rtl/>
              </w:rPr>
              <w:t>بـما</w:t>
            </w:r>
            <w:r w:rsidR="0076657C">
              <w:rPr>
                <w:rtl/>
              </w:rPr>
              <w:t xml:space="preserve"> </w:t>
            </w:r>
            <w:r w:rsidRPr="00A0264F">
              <w:rPr>
                <w:rtl/>
              </w:rPr>
              <w:t>أولـتـ</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كَ</w:t>
            </w:r>
            <w:r w:rsidR="0076657C">
              <w:rPr>
                <w:rtl/>
              </w:rPr>
              <w:t xml:space="preserve"> </w:t>
            </w:r>
            <w:r w:rsidRPr="00A0264F">
              <w:rPr>
                <w:rtl/>
              </w:rPr>
              <w:t>الـنضرة</w:t>
            </w:r>
            <w:r w:rsidR="0076657C">
              <w:rPr>
                <w:rtl/>
              </w:rPr>
              <w:t xml:space="preserve"> </w:t>
            </w:r>
            <w:r w:rsidRPr="00A0264F">
              <w:rPr>
                <w:rtl/>
              </w:rPr>
              <w:t>من</w:t>
            </w:r>
            <w:r w:rsidR="0076657C">
              <w:rPr>
                <w:rtl/>
              </w:rPr>
              <w:t xml:space="preserve"> </w:t>
            </w:r>
            <w:r w:rsidRPr="00A0264F">
              <w:rPr>
                <w:rtl/>
              </w:rPr>
              <w:t>حسنِ</w:t>
            </w:r>
            <w:r w:rsidR="0076657C">
              <w:rPr>
                <w:rtl/>
              </w:rPr>
              <w:t xml:space="preserve"> </w:t>
            </w:r>
            <w:r w:rsidRPr="00A0264F">
              <w:rPr>
                <w:rtl/>
              </w:rPr>
              <w:t>المنظرْ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وبـوجـهكَ</w:t>
            </w:r>
            <w:r w:rsidR="003D6158">
              <w:rPr>
                <w:rtl/>
              </w:rPr>
              <w:t xml:space="preserve"> </w:t>
            </w:r>
            <w:r w:rsidRPr="00A0264F">
              <w:rPr>
                <w:rtl/>
              </w:rPr>
              <w:t>إذ</w:t>
            </w:r>
            <w:r w:rsidR="0076657C">
              <w:rPr>
                <w:rtl/>
              </w:rPr>
              <w:t xml:space="preserve"> </w:t>
            </w:r>
            <w:r w:rsidRPr="00A0264F">
              <w:rPr>
                <w:rtl/>
              </w:rPr>
              <w:t>يـحمرُّ</w:t>
            </w:r>
            <w:r w:rsidR="0076657C">
              <w:rPr>
                <w:rtl/>
              </w:rPr>
              <w:t xml:space="preserve"> </w:t>
            </w:r>
            <w:r w:rsidRPr="00A0264F">
              <w:rPr>
                <w:rtl/>
              </w:rPr>
              <w:t>حـيا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وبـوجـهِ</w:t>
            </w:r>
            <w:r w:rsidR="0076657C">
              <w:rPr>
                <w:rtl/>
              </w:rPr>
              <w:t xml:space="preserve"> </w:t>
            </w:r>
            <w:r w:rsidRPr="00A0264F">
              <w:rPr>
                <w:rtl/>
              </w:rPr>
              <w:t>مـحبّكَ</w:t>
            </w:r>
            <w:r w:rsidR="0076657C">
              <w:rPr>
                <w:rtl/>
              </w:rPr>
              <w:t xml:space="preserve"> </w:t>
            </w:r>
            <w:r w:rsidRPr="00A0264F">
              <w:rPr>
                <w:rtl/>
              </w:rPr>
              <w:t>إذ</w:t>
            </w:r>
            <w:r w:rsidR="0076657C">
              <w:rPr>
                <w:rtl/>
              </w:rPr>
              <w:t xml:space="preserve"> </w:t>
            </w:r>
            <w:r w:rsidRPr="00A0264F">
              <w:rPr>
                <w:rtl/>
              </w:rPr>
              <w:t>يَـصْفَرْ</w:t>
            </w:r>
            <w:r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نظمها سنة 1335 هـ</w:t>
      </w:r>
      <w:r w:rsidR="00A327D5">
        <w:rPr>
          <w:rtl/>
        </w:rPr>
        <w:t>،</w:t>
      </w:r>
      <w:r w:rsidRPr="00A0264F">
        <w:rPr>
          <w:rtl/>
        </w:rPr>
        <w:t xml:space="preserve"> وطبعت عشرات المرات.</w:t>
      </w:r>
    </w:p>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A327D5" w:rsidTr="00A327D5">
        <w:trPr>
          <w:trHeight w:val="350"/>
        </w:trPr>
        <w:tc>
          <w:tcPr>
            <w:tcW w:w="3536" w:type="dxa"/>
          </w:tcPr>
          <w:p w:rsidR="00A327D5" w:rsidRDefault="00A327D5" w:rsidP="00A327D5">
            <w:pPr>
              <w:pStyle w:val="libPoem"/>
            </w:pPr>
            <w:r w:rsidRPr="00A0264F">
              <w:rPr>
                <w:rtl/>
              </w:rPr>
              <w:t>وبـلـؤلؤ</w:t>
            </w:r>
            <w:r w:rsidR="003D6158">
              <w:rPr>
                <w:rtl/>
              </w:rPr>
              <w:t xml:space="preserve"> </w:t>
            </w:r>
            <w:r w:rsidRPr="00A0264F">
              <w:rPr>
                <w:rtl/>
              </w:rPr>
              <w:t>مـبسمكَ</w:t>
            </w:r>
            <w:r w:rsidR="0076657C">
              <w:rPr>
                <w:rtl/>
              </w:rPr>
              <w:t xml:space="preserve"> </w:t>
            </w:r>
            <w:r w:rsidRPr="00A0264F">
              <w:rPr>
                <w:rtl/>
              </w:rPr>
              <w:t>الـمنظو</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مِ</w:t>
            </w:r>
            <w:r w:rsidR="003D6158">
              <w:rPr>
                <w:rtl/>
              </w:rPr>
              <w:t xml:space="preserve"> </w:t>
            </w:r>
            <w:r w:rsidRPr="00A0264F">
              <w:rPr>
                <w:rtl/>
              </w:rPr>
              <w:t>ولـؤلـؤ</w:t>
            </w:r>
            <w:r w:rsidR="0076657C">
              <w:rPr>
                <w:rtl/>
              </w:rPr>
              <w:t xml:space="preserve"> </w:t>
            </w:r>
            <w:r w:rsidRPr="00A0264F">
              <w:rPr>
                <w:rtl/>
              </w:rPr>
              <w:t>دمـعي</w:t>
            </w:r>
            <w:r w:rsidR="0076657C">
              <w:rPr>
                <w:rtl/>
              </w:rPr>
              <w:t xml:space="preserve"> </w:t>
            </w:r>
            <w:r w:rsidRPr="00A0264F">
              <w:rPr>
                <w:rtl/>
              </w:rPr>
              <w:t>إذ</w:t>
            </w:r>
            <w:r w:rsidR="0076657C">
              <w:rPr>
                <w:rtl/>
              </w:rPr>
              <w:t xml:space="preserve"> </w:t>
            </w:r>
            <w:r w:rsidRPr="00A0264F">
              <w:rPr>
                <w:rtl/>
              </w:rPr>
              <w:t>يُـنثرْ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إن</w:t>
            </w:r>
            <w:r w:rsidR="0076657C">
              <w:rPr>
                <w:rtl/>
              </w:rPr>
              <w:t xml:space="preserve"> </w:t>
            </w:r>
            <w:r w:rsidRPr="00A0264F">
              <w:rPr>
                <w:rtl/>
              </w:rPr>
              <w:t>تـتركْ</w:t>
            </w:r>
            <w:r w:rsidR="0076657C">
              <w:rPr>
                <w:rtl/>
              </w:rPr>
              <w:t xml:space="preserve"> </w:t>
            </w:r>
            <w:r w:rsidRPr="00A0264F">
              <w:rPr>
                <w:rtl/>
              </w:rPr>
              <w:t>هـذا</w:t>
            </w:r>
            <w:r w:rsidR="0076657C">
              <w:rPr>
                <w:rtl/>
              </w:rPr>
              <w:t xml:space="preserve"> </w:t>
            </w:r>
            <w:r w:rsidRPr="00A0264F">
              <w:rPr>
                <w:rtl/>
              </w:rPr>
              <w:t>الـهجرِ</w:t>
            </w:r>
            <w:r w:rsidR="0076657C">
              <w:rPr>
                <w:rtl/>
              </w:rPr>
              <w:t xml:space="preserve"> </w:t>
            </w:r>
            <w:r w:rsidRPr="00A0264F">
              <w:rPr>
                <w:rtl/>
              </w:rPr>
              <w:t>فليـ</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سَ</w:t>
            </w:r>
            <w:r w:rsidR="0076657C">
              <w:rPr>
                <w:rtl/>
              </w:rPr>
              <w:t xml:space="preserve"> </w:t>
            </w:r>
            <w:r w:rsidRPr="00A0264F">
              <w:rPr>
                <w:rtl/>
              </w:rPr>
              <w:t>يـليق</w:t>
            </w:r>
            <w:r w:rsidR="0076657C">
              <w:rPr>
                <w:rtl/>
              </w:rPr>
              <w:t xml:space="preserve"> </w:t>
            </w:r>
            <w:r w:rsidRPr="00A0264F">
              <w:rPr>
                <w:rtl/>
              </w:rPr>
              <w:t>بـمثلي</w:t>
            </w:r>
            <w:r w:rsidR="0076657C">
              <w:rPr>
                <w:rtl/>
              </w:rPr>
              <w:t xml:space="preserve"> </w:t>
            </w:r>
            <w:r w:rsidRPr="00A0264F">
              <w:rPr>
                <w:rtl/>
              </w:rPr>
              <w:t>أن</w:t>
            </w:r>
            <w:r w:rsidR="0076657C">
              <w:rPr>
                <w:rtl/>
              </w:rPr>
              <w:t xml:space="preserve"> </w:t>
            </w:r>
            <w:r w:rsidRPr="00A0264F">
              <w:rPr>
                <w:rtl/>
              </w:rPr>
              <w:t>يُـهْجَرْ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فـاجلُ</w:t>
            </w:r>
            <w:r w:rsidR="0076657C">
              <w:rPr>
                <w:rtl/>
              </w:rPr>
              <w:t xml:space="preserve"> </w:t>
            </w:r>
            <w:r w:rsidRPr="00A0264F">
              <w:rPr>
                <w:rtl/>
              </w:rPr>
              <w:t>الأقـداحِ</w:t>
            </w:r>
            <w:r w:rsidR="0076657C">
              <w:rPr>
                <w:rtl/>
              </w:rPr>
              <w:t xml:space="preserve"> </w:t>
            </w:r>
            <w:r w:rsidRPr="00A0264F">
              <w:rPr>
                <w:rtl/>
              </w:rPr>
              <w:t>بصرفِ</w:t>
            </w:r>
            <w:r w:rsidR="0076657C">
              <w:rPr>
                <w:rtl/>
              </w:rPr>
              <w:t xml:space="preserve"> </w:t>
            </w:r>
            <w:r w:rsidRPr="00A0264F">
              <w:rPr>
                <w:rtl/>
              </w:rPr>
              <w:t>الرا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حِ</w:t>
            </w:r>
            <w:r w:rsidR="0076657C">
              <w:rPr>
                <w:rtl/>
              </w:rPr>
              <w:t xml:space="preserve"> </w:t>
            </w:r>
            <w:r w:rsidRPr="00A0264F">
              <w:rPr>
                <w:rtl/>
              </w:rPr>
              <w:t>عـسى</w:t>
            </w:r>
            <w:r w:rsidR="0076657C">
              <w:rPr>
                <w:rtl/>
              </w:rPr>
              <w:t xml:space="preserve"> </w:t>
            </w:r>
            <w:r w:rsidRPr="00A0264F">
              <w:rPr>
                <w:rtl/>
              </w:rPr>
              <w:t>الأفـراح</w:t>
            </w:r>
            <w:r w:rsidR="0076657C">
              <w:rPr>
                <w:rtl/>
              </w:rPr>
              <w:t xml:space="preserve"> </w:t>
            </w:r>
            <w:r w:rsidRPr="00A0264F">
              <w:rPr>
                <w:rtl/>
              </w:rPr>
              <w:t>بها</w:t>
            </w:r>
            <w:r w:rsidR="0076657C">
              <w:rPr>
                <w:rtl/>
              </w:rPr>
              <w:t xml:space="preserve"> </w:t>
            </w:r>
            <w:r w:rsidRPr="00A0264F">
              <w:rPr>
                <w:rtl/>
              </w:rPr>
              <w:t>تُنْشَرْ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واشـغل</w:t>
            </w:r>
            <w:r w:rsidR="0076657C">
              <w:rPr>
                <w:rtl/>
              </w:rPr>
              <w:t xml:space="preserve"> </w:t>
            </w:r>
            <w:r w:rsidRPr="00A0264F">
              <w:rPr>
                <w:rtl/>
              </w:rPr>
              <w:t>يـمناكَ</w:t>
            </w:r>
            <w:r w:rsidR="0076657C">
              <w:rPr>
                <w:rtl/>
              </w:rPr>
              <w:t xml:space="preserve"> </w:t>
            </w:r>
            <w:r w:rsidRPr="00A0264F">
              <w:rPr>
                <w:rtl/>
              </w:rPr>
              <w:t>بـصبِّ</w:t>
            </w:r>
            <w:r w:rsidR="0076657C">
              <w:rPr>
                <w:rtl/>
              </w:rPr>
              <w:t xml:space="preserve"> </w:t>
            </w:r>
            <w:r w:rsidRPr="00A0264F">
              <w:rPr>
                <w:rtl/>
              </w:rPr>
              <w:t>الكا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سِ</w:t>
            </w:r>
            <w:r w:rsidR="0076657C">
              <w:rPr>
                <w:rtl/>
              </w:rPr>
              <w:t xml:space="preserve"> </w:t>
            </w:r>
            <w:r w:rsidRPr="00A0264F">
              <w:rPr>
                <w:rtl/>
              </w:rPr>
              <w:t>وخـلِّ</w:t>
            </w:r>
            <w:r w:rsidR="0076657C">
              <w:rPr>
                <w:rtl/>
              </w:rPr>
              <w:t xml:space="preserve"> </w:t>
            </w:r>
            <w:r w:rsidRPr="00A0264F">
              <w:rPr>
                <w:rtl/>
              </w:rPr>
              <w:t>يـساركَ</w:t>
            </w:r>
            <w:r w:rsidR="0076657C">
              <w:rPr>
                <w:rtl/>
              </w:rPr>
              <w:t xml:space="preserve"> </w:t>
            </w:r>
            <w:r w:rsidRPr="00A0264F">
              <w:rPr>
                <w:rtl/>
              </w:rPr>
              <w:t>لـلمزهرْ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فـدمُ</w:t>
            </w:r>
            <w:r w:rsidR="0076657C">
              <w:rPr>
                <w:rtl/>
              </w:rPr>
              <w:t xml:space="preserve"> </w:t>
            </w:r>
            <w:r w:rsidRPr="00A0264F">
              <w:rPr>
                <w:rtl/>
              </w:rPr>
              <w:t>الـعنقودِ</w:t>
            </w:r>
            <w:r w:rsidR="0076657C">
              <w:rPr>
                <w:rtl/>
              </w:rPr>
              <w:t xml:space="preserve"> </w:t>
            </w:r>
            <w:r w:rsidRPr="00A0264F">
              <w:rPr>
                <w:rtl/>
              </w:rPr>
              <w:t>ولـحنُ</w:t>
            </w:r>
            <w:r w:rsidR="0076657C">
              <w:rPr>
                <w:rtl/>
              </w:rPr>
              <w:t xml:space="preserve"> </w:t>
            </w:r>
            <w:r w:rsidRPr="00A0264F">
              <w:rPr>
                <w:rtl/>
              </w:rPr>
              <w:t>الـعو</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دِ</w:t>
            </w:r>
            <w:r w:rsidR="0076657C">
              <w:rPr>
                <w:rtl/>
              </w:rPr>
              <w:t xml:space="preserve"> </w:t>
            </w:r>
            <w:r w:rsidRPr="00A0264F">
              <w:rPr>
                <w:rtl/>
              </w:rPr>
              <w:t>يـعيدُ</w:t>
            </w:r>
            <w:r w:rsidR="0076657C">
              <w:rPr>
                <w:rtl/>
              </w:rPr>
              <w:t xml:space="preserve"> </w:t>
            </w:r>
            <w:r w:rsidRPr="00A0264F">
              <w:rPr>
                <w:rtl/>
              </w:rPr>
              <w:t>الـخيرَ</w:t>
            </w:r>
            <w:r w:rsidR="0076657C">
              <w:rPr>
                <w:rtl/>
              </w:rPr>
              <w:t xml:space="preserve"> </w:t>
            </w:r>
            <w:r w:rsidRPr="00A0264F">
              <w:rPr>
                <w:rtl/>
              </w:rPr>
              <w:t>ويـنفي</w:t>
            </w:r>
            <w:r w:rsidR="0076657C">
              <w:rPr>
                <w:rtl/>
              </w:rPr>
              <w:t xml:space="preserve"> </w:t>
            </w:r>
            <w:r w:rsidRPr="00A0264F">
              <w:rPr>
                <w:rtl/>
              </w:rPr>
              <w:t>الشرْ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بَـكِّـرْ</w:t>
            </w:r>
            <w:r w:rsidR="0076657C">
              <w:rPr>
                <w:rtl/>
              </w:rPr>
              <w:t xml:space="preserve"> </w:t>
            </w:r>
            <w:r w:rsidRPr="00A0264F">
              <w:rPr>
                <w:rtl/>
              </w:rPr>
              <w:t>لـلسُكْرِ</w:t>
            </w:r>
            <w:r w:rsidR="0076657C">
              <w:rPr>
                <w:rtl/>
              </w:rPr>
              <w:t xml:space="preserve"> </w:t>
            </w:r>
            <w:r w:rsidRPr="00A0264F">
              <w:rPr>
                <w:rtl/>
              </w:rPr>
              <w:t>قـبيلَ</w:t>
            </w:r>
            <w:r w:rsidR="0076657C">
              <w:rPr>
                <w:rtl/>
              </w:rPr>
              <w:t xml:space="preserve"> </w:t>
            </w:r>
            <w:r w:rsidRPr="00A0264F">
              <w:rPr>
                <w:rtl/>
              </w:rPr>
              <w:t>الـفجـ</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رِ</w:t>
            </w:r>
            <w:r w:rsidR="0076657C">
              <w:rPr>
                <w:rtl/>
              </w:rPr>
              <w:t xml:space="preserve"> </w:t>
            </w:r>
            <w:r w:rsidRPr="00A0264F">
              <w:rPr>
                <w:rtl/>
              </w:rPr>
              <w:t>فـصفو</w:t>
            </w:r>
            <w:r w:rsidR="0076657C">
              <w:rPr>
                <w:rtl/>
              </w:rPr>
              <w:t xml:space="preserve"> </w:t>
            </w:r>
            <w:r w:rsidRPr="00A0264F">
              <w:rPr>
                <w:rtl/>
              </w:rPr>
              <w:t>الـدهرِ</w:t>
            </w:r>
            <w:r w:rsidR="0076657C">
              <w:rPr>
                <w:rtl/>
              </w:rPr>
              <w:t xml:space="preserve"> </w:t>
            </w:r>
            <w:r w:rsidRPr="00A0264F">
              <w:rPr>
                <w:rtl/>
              </w:rPr>
              <w:t>لِـمَنْ</w:t>
            </w:r>
            <w:r w:rsidR="0076657C">
              <w:rPr>
                <w:rtl/>
              </w:rPr>
              <w:t xml:space="preserve"> </w:t>
            </w:r>
            <w:r w:rsidRPr="00A0264F">
              <w:rPr>
                <w:rtl/>
              </w:rPr>
              <w:t>بَكَّرْ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هـذا</w:t>
            </w:r>
            <w:r w:rsidR="0076657C">
              <w:rPr>
                <w:rtl/>
              </w:rPr>
              <w:t xml:space="preserve"> </w:t>
            </w:r>
            <w:r w:rsidRPr="00A0264F">
              <w:rPr>
                <w:rtl/>
              </w:rPr>
              <w:t>عـملي</w:t>
            </w:r>
            <w:r w:rsidR="0076657C">
              <w:rPr>
                <w:rtl/>
              </w:rPr>
              <w:t xml:space="preserve"> </w:t>
            </w:r>
            <w:r w:rsidRPr="00A0264F">
              <w:rPr>
                <w:rtl/>
              </w:rPr>
              <w:t>فـاسلك</w:t>
            </w:r>
            <w:r w:rsidR="0076657C">
              <w:rPr>
                <w:rtl/>
              </w:rPr>
              <w:t xml:space="preserve"> </w:t>
            </w:r>
            <w:r w:rsidRPr="00A0264F">
              <w:rPr>
                <w:rtl/>
              </w:rPr>
              <w:t>سُـبلي</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إن</w:t>
            </w:r>
            <w:r w:rsidR="0076657C">
              <w:rPr>
                <w:rtl/>
              </w:rPr>
              <w:t xml:space="preserve"> </w:t>
            </w:r>
            <w:r w:rsidRPr="00A0264F">
              <w:rPr>
                <w:rtl/>
              </w:rPr>
              <w:t>كـنتَ</w:t>
            </w:r>
            <w:r w:rsidR="0076657C">
              <w:rPr>
                <w:rtl/>
              </w:rPr>
              <w:t xml:space="preserve"> </w:t>
            </w:r>
            <w:r w:rsidRPr="00A0264F">
              <w:rPr>
                <w:rtl/>
              </w:rPr>
              <w:t>تُـقِرُّ</w:t>
            </w:r>
            <w:r w:rsidR="0076657C">
              <w:rPr>
                <w:rtl/>
              </w:rPr>
              <w:t xml:space="preserve"> </w:t>
            </w:r>
            <w:r w:rsidRPr="00A0264F">
              <w:rPr>
                <w:rtl/>
              </w:rPr>
              <w:t>عـلى</w:t>
            </w:r>
            <w:r w:rsidR="0076657C">
              <w:rPr>
                <w:rtl/>
              </w:rPr>
              <w:t xml:space="preserve"> </w:t>
            </w:r>
            <w:r w:rsidRPr="00A0264F">
              <w:rPr>
                <w:rtl/>
              </w:rPr>
              <w:t>المنكرْ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فـلقد</w:t>
            </w:r>
            <w:r w:rsidR="0076657C">
              <w:rPr>
                <w:rtl/>
              </w:rPr>
              <w:t xml:space="preserve"> </w:t>
            </w:r>
            <w:r w:rsidRPr="00A0264F">
              <w:rPr>
                <w:rtl/>
              </w:rPr>
              <w:t>أسـرفت</w:t>
            </w:r>
            <w:r w:rsidR="0076657C">
              <w:rPr>
                <w:rtl/>
              </w:rPr>
              <w:t xml:space="preserve"> </w:t>
            </w:r>
            <w:r w:rsidRPr="00A0264F">
              <w:rPr>
                <w:rtl/>
              </w:rPr>
              <w:t>ومـا</w:t>
            </w:r>
            <w:r w:rsidR="0076657C">
              <w:rPr>
                <w:rtl/>
              </w:rPr>
              <w:t xml:space="preserve"> </w:t>
            </w:r>
            <w:r w:rsidRPr="00A0264F">
              <w:rPr>
                <w:rtl/>
              </w:rPr>
              <w:t>أسـلفْـ</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تُ</w:t>
            </w:r>
            <w:r w:rsidR="0076657C">
              <w:rPr>
                <w:rtl/>
              </w:rPr>
              <w:t xml:space="preserve"> </w:t>
            </w:r>
            <w:r w:rsidRPr="00A0264F">
              <w:rPr>
                <w:rtl/>
              </w:rPr>
              <w:t>لـنفسي</w:t>
            </w:r>
            <w:r w:rsidR="0076657C">
              <w:rPr>
                <w:rtl/>
              </w:rPr>
              <w:t xml:space="preserve"> </w:t>
            </w:r>
            <w:r w:rsidRPr="00A0264F">
              <w:rPr>
                <w:rtl/>
              </w:rPr>
              <w:t>مـا</w:t>
            </w:r>
            <w:r w:rsidR="0076657C">
              <w:rPr>
                <w:rtl/>
              </w:rPr>
              <w:t xml:space="preserve"> </w:t>
            </w:r>
            <w:r w:rsidRPr="00A0264F">
              <w:rPr>
                <w:rtl/>
              </w:rPr>
              <w:t>فـيه</w:t>
            </w:r>
            <w:r w:rsidR="0076657C">
              <w:rPr>
                <w:rtl/>
              </w:rPr>
              <w:t xml:space="preserve"> </w:t>
            </w:r>
            <w:r w:rsidRPr="00A0264F">
              <w:rPr>
                <w:rtl/>
              </w:rPr>
              <w:t>أُعْـذَرْ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سَــوَّدتُ</w:t>
            </w:r>
            <w:r w:rsidR="0076657C">
              <w:rPr>
                <w:rtl/>
              </w:rPr>
              <w:t xml:space="preserve"> </w:t>
            </w:r>
            <w:r w:rsidRPr="00A0264F">
              <w:rPr>
                <w:rtl/>
              </w:rPr>
              <w:t>صـحيفةَ</w:t>
            </w:r>
            <w:r w:rsidR="0076657C">
              <w:rPr>
                <w:rtl/>
              </w:rPr>
              <w:t xml:space="preserve"> </w:t>
            </w:r>
            <w:r w:rsidRPr="00A0264F">
              <w:rPr>
                <w:rtl/>
              </w:rPr>
              <w:t>أعـمالي</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ووكّـلتُ</w:t>
            </w:r>
            <w:r w:rsidR="003D6158">
              <w:rPr>
                <w:rtl/>
              </w:rPr>
              <w:t xml:space="preserve"> </w:t>
            </w:r>
            <w:r w:rsidRPr="00A0264F">
              <w:rPr>
                <w:rtl/>
              </w:rPr>
              <w:t>الأمـرَ</w:t>
            </w:r>
            <w:r w:rsidR="0076657C">
              <w:rPr>
                <w:rtl/>
              </w:rPr>
              <w:t xml:space="preserve"> </w:t>
            </w:r>
            <w:r w:rsidRPr="00A0264F">
              <w:rPr>
                <w:rtl/>
              </w:rPr>
              <w:t>إلـى</w:t>
            </w:r>
            <w:r w:rsidR="0076657C">
              <w:rPr>
                <w:rtl/>
              </w:rPr>
              <w:t xml:space="preserve"> </w:t>
            </w:r>
            <w:r w:rsidRPr="00A0264F">
              <w:rPr>
                <w:rtl/>
              </w:rPr>
              <w:t>حيدرْ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هـو</w:t>
            </w:r>
            <w:r w:rsidR="0076657C">
              <w:rPr>
                <w:rtl/>
              </w:rPr>
              <w:t xml:space="preserve"> </w:t>
            </w:r>
            <w:r w:rsidRPr="00A0264F">
              <w:rPr>
                <w:rtl/>
              </w:rPr>
              <w:t>كـهفي</w:t>
            </w:r>
            <w:r w:rsidR="0076657C">
              <w:rPr>
                <w:rtl/>
              </w:rPr>
              <w:t xml:space="preserve"> </w:t>
            </w:r>
            <w:r w:rsidRPr="00A0264F">
              <w:rPr>
                <w:rtl/>
              </w:rPr>
              <w:t>مـن</w:t>
            </w:r>
            <w:r w:rsidR="0076657C">
              <w:rPr>
                <w:rtl/>
              </w:rPr>
              <w:t xml:space="preserve"> </w:t>
            </w:r>
            <w:r w:rsidRPr="00A0264F">
              <w:rPr>
                <w:rtl/>
              </w:rPr>
              <w:t>نوبِ</w:t>
            </w:r>
            <w:r w:rsidR="0076657C">
              <w:rPr>
                <w:rtl/>
              </w:rPr>
              <w:t xml:space="preserve"> </w:t>
            </w:r>
            <w:r w:rsidRPr="00A0264F">
              <w:rPr>
                <w:rtl/>
              </w:rPr>
              <w:t>الدنيا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وشـفيعي</w:t>
            </w:r>
            <w:r w:rsidR="0076657C">
              <w:rPr>
                <w:rtl/>
              </w:rPr>
              <w:t xml:space="preserve"> </w:t>
            </w:r>
            <w:r w:rsidRPr="00A0264F">
              <w:rPr>
                <w:rtl/>
              </w:rPr>
              <w:t>فـي</w:t>
            </w:r>
            <w:r w:rsidR="0076657C">
              <w:rPr>
                <w:rtl/>
              </w:rPr>
              <w:t xml:space="preserve"> </w:t>
            </w:r>
            <w:r w:rsidRPr="00A0264F">
              <w:rPr>
                <w:rtl/>
              </w:rPr>
              <w:t>يـومِ</w:t>
            </w:r>
            <w:r w:rsidR="0076657C">
              <w:rPr>
                <w:rtl/>
              </w:rPr>
              <w:t xml:space="preserve"> </w:t>
            </w:r>
            <w:r w:rsidRPr="00A0264F">
              <w:rPr>
                <w:rtl/>
              </w:rPr>
              <w:t>المحشرْ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قــد</w:t>
            </w:r>
            <w:r w:rsidR="0076657C">
              <w:rPr>
                <w:rtl/>
              </w:rPr>
              <w:t xml:space="preserve"> </w:t>
            </w:r>
            <w:r w:rsidRPr="00A0264F">
              <w:rPr>
                <w:rtl/>
              </w:rPr>
              <w:t>تَـمَّـتْ</w:t>
            </w:r>
            <w:r w:rsidR="0076657C">
              <w:rPr>
                <w:rtl/>
              </w:rPr>
              <w:t xml:space="preserve"> </w:t>
            </w:r>
            <w:r w:rsidRPr="00A0264F">
              <w:rPr>
                <w:rtl/>
              </w:rPr>
              <w:t>لـي</w:t>
            </w:r>
            <w:r w:rsidR="0076657C">
              <w:rPr>
                <w:rtl/>
              </w:rPr>
              <w:t xml:space="preserve"> </w:t>
            </w:r>
            <w:r w:rsidRPr="00A0264F">
              <w:rPr>
                <w:rtl/>
              </w:rPr>
              <w:t>بـولايته</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نِـعَمٌ</w:t>
            </w:r>
            <w:r w:rsidR="003D6158">
              <w:rPr>
                <w:rtl/>
              </w:rPr>
              <w:t xml:space="preserve"> </w:t>
            </w:r>
            <w:r w:rsidRPr="00A0264F">
              <w:rPr>
                <w:rtl/>
              </w:rPr>
              <w:t>جَـمَّتْ</w:t>
            </w:r>
            <w:r w:rsidR="0076657C">
              <w:rPr>
                <w:rtl/>
              </w:rPr>
              <w:t xml:space="preserve"> </w:t>
            </w:r>
            <w:r w:rsidRPr="00A0264F">
              <w:rPr>
                <w:rtl/>
              </w:rPr>
              <w:t>عـن</w:t>
            </w:r>
            <w:r w:rsidR="0076657C">
              <w:rPr>
                <w:rtl/>
              </w:rPr>
              <w:t xml:space="preserve"> </w:t>
            </w:r>
            <w:r w:rsidRPr="00A0264F">
              <w:rPr>
                <w:rtl/>
              </w:rPr>
              <w:t>أن</w:t>
            </w:r>
            <w:r w:rsidR="0076657C">
              <w:rPr>
                <w:rtl/>
              </w:rPr>
              <w:t xml:space="preserve"> </w:t>
            </w:r>
            <w:r w:rsidRPr="00A0264F">
              <w:rPr>
                <w:rtl/>
              </w:rPr>
              <w:t>تُشكرْ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لأصـيبَ</w:t>
            </w:r>
            <w:r w:rsidR="0076657C">
              <w:rPr>
                <w:rtl/>
              </w:rPr>
              <w:t xml:space="preserve"> </w:t>
            </w:r>
            <w:r w:rsidRPr="00A0264F">
              <w:rPr>
                <w:rtl/>
              </w:rPr>
              <w:t>بـها</w:t>
            </w:r>
            <w:r w:rsidR="0076657C">
              <w:rPr>
                <w:rtl/>
              </w:rPr>
              <w:t xml:space="preserve"> </w:t>
            </w:r>
            <w:r w:rsidRPr="00A0264F">
              <w:rPr>
                <w:rtl/>
              </w:rPr>
              <w:t>الـحظّ</w:t>
            </w:r>
            <w:r w:rsidR="0076657C">
              <w:rPr>
                <w:rtl/>
              </w:rPr>
              <w:t xml:space="preserve"> </w:t>
            </w:r>
            <w:r w:rsidRPr="00A0264F">
              <w:rPr>
                <w:rtl/>
              </w:rPr>
              <w:t>الأوفى</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واخـصص</w:t>
            </w:r>
            <w:r w:rsidR="0076657C">
              <w:rPr>
                <w:rtl/>
              </w:rPr>
              <w:t xml:space="preserve"> </w:t>
            </w:r>
            <w:r w:rsidRPr="00A0264F">
              <w:rPr>
                <w:rtl/>
              </w:rPr>
              <w:t>بـالسهمِ</w:t>
            </w:r>
            <w:r w:rsidR="0076657C">
              <w:rPr>
                <w:rtl/>
              </w:rPr>
              <w:t xml:space="preserve"> </w:t>
            </w:r>
            <w:r w:rsidRPr="00A0264F">
              <w:rPr>
                <w:rtl/>
              </w:rPr>
              <w:t>الأوفـرْ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بـالحفظِ</w:t>
            </w:r>
            <w:r w:rsidR="0076657C">
              <w:rPr>
                <w:rtl/>
              </w:rPr>
              <w:t xml:space="preserve"> </w:t>
            </w:r>
            <w:r w:rsidRPr="00A0264F">
              <w:rPr>
                <w:rtl/>
              </w:rPr>
              <w:t>مـن</w:t>
            </w:r>
            <w:r w:rsidR="0076657C">
              <w:rPr>
                <w:rtl/>
              </w:rPr>
              <w:t xml:space="preserve"> </w:t>
            </w:r>
            <w:r w:rsidRPr="00A0264F">
              <w:rPr>
                <w:rtl/>
              </w:rPr>
              <w:t>الـنارِ</w:t>
            </w:r>
            <w:r w:rsidR="0076657C">
              <w:rPr>
                <w:rtl/>
              </w:rPr>
              <w:t xml:space="preserve"> </w:t>
            </w:r>
            <w:r w:rsidRPr="00A0264F">
              <w:rPr>
                <w:rtl/>
              </w:rPr>
              <w:t>الكبرى</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والأمـنِ</w:t>
            </w:r>
            <w:r w:rsidR="0076657C">
              <w:rPr>
                <w:rtl/>
              </w:rPr>
              <w:t xml:space="preserve"> </w:t>
            </w:r>
            <w:r w:rsidRPr="00A0264F">
              <w:rPr>
                <w:rtl/>
              </w:rPr>
              <w:t>مـن</w:t>
            </w:r>
            <w:r w:rsidR="0076657C">
              <w:rPr>
                <w:rtl/>
              </w:rPr>
              <w:t xml:space="preserve"> </w:t>
            </w:r>
            <w:r w:rsidRPr="00A0264F">
              <w:rPr>
                <w:rtl/>
              </w:rPr>
              <w:t>الـفزعِ</w:t>
            </w:r>
            <w:r w:rsidR="0076657C">
              <w:rPr>
                <w:rtl/>
              </w:rPr>
              <w:t xml:space="preserve"> </w:t>
            </w:r>
            <w:r w:rsidRPr="00A0264F">
              <w:rPr>
                <w:rtl/>
              </w:rPr>
              <w:t>الأكبرْ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هـل</w:t>
            </w:r>
            <w:r w:rsidR="003D6158">
              <w:rPr>
                <w:rtl/>
              </w:rPr>
              <w:t xml:space="preserve"> </w:t>
            </w:r>
            <w:r w:rsidRPr="00A0264F">
              <w:rPr>
                <w:rtl/>
              </w:rPr>
              <w:t>يـمنعني</w:t>
            </w:r>
            <w:r w:rsidR="0076657C">
              <w:rPr>
                <w:rtl/>
              </w:rPr>
              <w:t xml:space="preserve"> </w:t>
            </w:r>
            <w:r w:rsidRPr="00A0264F">
              <w:rPr>
                <w:rtl/>
              </w:rPr>
              <w:t>وهـو</w:t>
            </w:r>
            <w:r w:rsidR="0076657C">
              <w:rPr>
                <w:rtl/>
              </w:rPr>
              <w:t xml:space="preserve"> </w:t>
            </w:r>
            <w:r w:rsidRPr="00A0264F">
              <w:rPr>
                <w:rtl/>
              </w:rPr>
              <w:t>الساقي</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أن</w:t>
            </w:r>
            <w:r w:rsidR="0076657C">
              <w:rPr>
                <w:rtl/>
              </w:rPr>
              <w:t xml:space="preserve"> </w:t>
            </w:r>
            <w:r w:rsidRPr="00A0264F">
              <w:rPr>
                <w:rtl/>
              </w:rPr>
              <w:t>أشـربَ</w:t>
            </w:r>
            <w:r w:rsidR="0076657C">
              <w:rPr>
                <w:rtl/>
              </w:rPr>
              <w:t xml:space="preserve"> </w:t>
            </w:r>
            <w:r w:rsidRPr="00A0264F">
              <w:rPr>
                <w:rtl/>
              </w:rPr>
              <w:t>من</w:t>
            </w:r>
            <w:r w:rsidR="0076657C">
              <w:rPr>
                <w:rtl/>
              </w:rPr>
              <w:t xml:space="preserve"> </w:t>
            </w:r>
            <w:r w:rsidRPr="00A0264F">
              <w:rPr>
                <w:rtl/>
              </w:rPr>
              <w:t>حوضِ</w:t>
            </w:r>
            <w:r w:rsidR="0076657C">
              <w:rPr>
                <w:rtl/>
              </w:rPr>
              <w:t xml:space="preserve"> </w:t>
            </w:r>
            <w:r w:rsidRPr="00A0264F">
              <w:rPr>
                <w:rtl/>
              </w:rPr>
              <w:t>الكوثرْ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أم</w:t>
            </w:r>
            <w:r w:rsidR="0076657C">
              <w:rPr>
                <w:rtl/>
              </w:rPr>
              <w:t xml:space="preserve"> </w:t>
            </w:r>
            <w:r w:rsidRPr="00A0264F">
              <w:rPr>
                <w:rtl/>
              </w:rPr>
              <w:t>يـطـردني</w:t>
            </w:r>
            <w:r w:rsidR="0076657C">
              <w:rPr>
                <w:rtl/>
              </w:rPr>
              <w:t xml:space="preserve"> </w:t>
            </w:r>
            <w:r w:rsidRPr="00A0264F">
              <w:rPr>
                <w:rtl/>
              </w:rPr>
              <w:t>عــن</w:t>
            </w:r>
            <w:r w:rsidR="0076657C">
              <w:rPr>
                <w:rtl/>
              </w:rPr>
              <w:t xml:space="preserve"> </w:t>
            </w:r>
            <w:r w:rsidRPr="00A0264F">
              <w:rPr>
                <w:rtl/>
              </w:rPr>
              <w:t>مـائدة</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وُضِـعَـتْ</w:t>
            </w:r>
            <w:r w:rsidR="0076657C">
              <w:rPr>
                <w:rtl/>
              </w:rPr>
              <w:t xml:space="preserve"> </w:t>
            </w:r>
            <w:r w:rsidRPr="00A0264F">
              <w:rPr>
                <w:rtl/>
              </w:rPr>
              <w:t>لـلقانعِ</w:t>
            </w:r>
            <w:r w:rsidR="0076657C">
              <w:rPr>
                <w:rtl/>
              </w:rPr>
              <w:t xml:space="preserve"> </w:t>
            </w:r>
            <w:r w:rsidRPr="00A0264F">
              <w:rPr>
                <w:rtl/>
              </w:rPr>
              <w:t>والـمُعْتَرْ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يـا</w:t>
            </w:r>
            <w:r w:rsidR="003D6158">
              <w:rPr>
                <w:rtl/>
              </w:rPr>
              <w:t xml:space="preserve"> </w:t>
            </w:r>
            <w:r w:rsidRPr="00A0264F">
              <w:rPr>
                <w:rtl/>
              </w:rPr>
              <w:t>مَـنْ</w:t>
            </w:r>
            <w:r w:rsidR="0076657C">
              <w:rPr>
                <w:rtl/>
              </w:rPr>
              <w:t xml:space="preserve"> </w:t>
            </w:r>
            <w:r w:rsidRPr="00A0264F">
              <w:rPr>
                <w:rtl/>
              </w:rPr>
              <w:t>قـد</w:t>
            </w:r>
            <w:r w:rsidR="0076657C">
              <w:rPr>
                <w:rtl/>
              </w:rPr>
              <w:t xml:space="preserve"> </w:t>
            </w:r>
            <w:r w:rsidRPr="00A0264F">
              <w:rPr>
                <w:rtl/>
              </w:rPr>
              <w:t>أنـكرَ</w:t>
            </w:r>
            <w:r w:rsidR="0076657C">
              <w:rPr>
                <w:rtl/>
              </w:rPr>
              <w:t xml:space="preserve"> </w:t>
            </w:r>
            <w:r w:rsidRPr="00A0264F">
              <w:rPr>
                <w:rtl/>
              </w:rPr>
              <w:t>من</w:t>
            </w:r>
            <w:r w:rsidR="0076657C">
              <w:rPr>
                <w:rtl/>
              </w:rPr>
              <w:t xml:space="preserve"> </w:t>
            </w:r>
            <w:r w:rsidRPr="00A0264F">
              <w:rPr>
                <w:rtl/>
              </w:rPr>
              <w:t>آيا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Pr>
                <w:rtl/>
              </w:rPr>
              <w:t>تِ</w:t>
            </w:r>
            <w:r w:rsidR="0076657C">
              <w:rPr>
                <w:rtl/>
              </w:rPr>
              <w:t xml:space="preserve"> </w:t>
            </w:r>
            <w:r w:rsidRPr="00A0264F">
              <w:rPr>
                <w:rtl/>
              </w:rPr>
              <w:t>أبـي</w:t>
            </w:r>
            <w:r w:rsidR="0076657C">
              <w:rPr>
                <w:rtl/>
              </w:rPr>
              <w:t xml:space="preserve"> </w:t>
            </w:r>
            <w:r w:rsidRPr="00A0264F">
              <w:rPr>
                <w:rtl/>
              </w:rPr>
              <w:t>حـسنٍ</w:t>
            </w:r>
            <w:r w:rsidR="0076657C">
              <w:rPr>
                <w:rtl/>
              </w:rPr>
              <w:t xml:space="preserve"> </w:t>
            </w:r>
            <w:r w:rsidRPr="00A0264F">
              <w:rPr>
                <w:rtl/>
              </w:rPr>
              <w:t>مـا</w:t>
            </w:r>
            <w:r w:rsidR="0076657C">
              <w:rPr>
                <w:rtl/>
              </w:rPr>
              <w:t xml:space="preserve"> </w:t>
            </w:r>
            <w:r w:rsidRPr="00A0264F">
              <w:rPr>
                <w:rtl/>
              </w:rPr>
              <w:t>لا</w:t>
            </w:r>
            <w:r w:rsidR="0076657C">
              <w:rPr>
                <w:rtl/>
              </w:rPr>
              <w:t xml:space="preserve"> </w:t>
            </w:r>
            <w:r w:rsidRPr="00A0264F">
              <w:rPr>
                <w:rtl/>
              </w:rPr>
              <w:t>يُنْكَرْ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إن</w:t>
            </w:r>
            <w:r w:rsidR="0076657C">
              <w:rPr>
                <w:rtl/>
              </w:rPr>
              <w:t xml:space="preserve"> </w:t>
            </w:r>
            <w:r w:rsidRPr="00A0264F">
              <w:rPr>
                <w:rtl/>
              </w:rPr>
              <w:t>كـنـتَ</w:t>
            </w:r>
            <w:r>
              <w:rPr>
                <w:rtl/>
              </w:rPr>
              <w:t>،</w:t>
            </w:r>
            <w:r w:rsidR="0076657C">
              <w:rPr>
                <w:rtl/>
              </w:rPr>
              <w:t xml:space="preserve"> </w:t>
            </w:r>
            <w:r w:rsidRPr="00A0264F">
              <w:rPr>
                <w:rtl/>
              </w:rPr>
              <w:t>لـجهلكَ</w:t>
            </w:r>
            <w:r>
              <w:rPr>
                <w:rtl/>
              </w:rPr>
              <w:t>،</w:t>
            </w:r>
            <w:r w:rsidR="0076657C">
              <w:rPr>
                <w:rtl/>
              </w:rPr>
              <w:t xml:space="preserve"> </w:t>
            </w:r>
            <w:r w:rsidRPr="00A0264F">
              <w:rPr>
                <w:rtl/>
              </w:rPr>
              <w:t>بـالأيّا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مِ</w:t>
            </w:r>
            <w:r>
              <w:rPr>
                <w:rtl/>
              </w:rPr>
              <w:t>،</w:t>
            </w:r>
            <w:r w:rsidR="0076657C">
              <w:rPr>
                <w:rtl/>
              </w:rPr>
              <w:t xml:space="preserve"> </w:t>
            </w:r>
            <w:r w:rsidRPr="00A0264F">
              <w:rPr>
                <w:rtl/>
              </w:rPr>
              <w:t>جـحدتَ</w:t>
            </w:r>
            <w:r w:rsidR="0076657C">
              <w:rPr>
                <w:rtl/>
              </w:rPr>
              <w:t xml:space="preserve"> </w:t>
            </w:r>
            <w:r w:rsidRPr="00A0264F">
              <w:rPr>
                <w:rtl/>
              </w:rPr>
              <w:t>مـقامَ</w:t>
            </w:r>
            <w:r w:rsidR="0076657C">
              <w:rPr>
                <w:rtl/>
              </w:rPr>
              <w:t xml:space="preserve"> </w:t>
            </w:r>
            <w:r w:rsidRPr="00A0264F">
              <w:rPr>
                <w:rtl/>
              </w:rPr>
              <w:t>أبـي</w:t>
            </w:r>
            <w:r w:rsidR="0076657C">
              <w:rPr>
                <w:rtl/>
              </w:rPr>
              <w:t xml:space="preserve"> </w:t>
            </w:r>
            <w:r w:rsidRPr="00A0264F">
              <w:rPr>
                <w:rtl/>
              </w:rPr>
              <w:t>شُبَّرْ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فـاسأل</w:t>
            </w:r>
            <w:r w:rsidR="003D6158">
              <w:rPr>
                <w:rtl/>
              </w:rPr>
              <w:t xml:space="preserve"> </w:t>
            </w:r>
            <w:r w:rsidRPr="00A0264F">
              <w:rPr>
                <w:rtl/>
              </w:rPr>
              <w:t>بـدراً</w:t>
            </w:r>
            <w:r w:rsidR="0076657C">
              <w:rPr>
                <w:rtl/>
              </w:rPr>
              <w:t xml:space="preserve"> </w:t>
            </w:r>
            <w:r w:rsidRPr="00A0264F">
              <w:rPr>
                <w:rtl/>
              </w:rPr>
              <w:t>واسـأل</w:t>
            </w:r>
            <w:r w:rsidR="0076657C">
              <w:rPr>
                <w:rtl/>
              </w:rPr>
              <w:t xml:space="preserve"> </w:t>
            </w:r>
            <w:r w:rsidRPr="00A0264F">
              <w:rPr>
                <w:rtl/>
              </w:rPr>
              <w:t>أُحُدا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وسـلِ</w:t>
            </w:r>
            <w:r w:rsidR="0076657C">
              <w:rPr>
                <w:rtl/>
              </w:rPr>
              <w:t xml:space="preserve"> </w:t>
            </w:r>
            <w:r w:rsidRPr="00A0264F">
              <w:rPr>
                <w:rtl/>
              </w:rPr>
              <w:t>الأحـزابَ</w:t>
            </w:r>
            <w:r w:rsidR="0076657C">
              <w:rPr>
                <w:rtl/>
              </w:rPr>
              <w:t xml:space="preserve"> </w:t>
            </w:r>
            <w:r w:rsidRPr="00A0264F">
              <w:rPr>
                <w:rtl/>
              </w:rPr>
              <w:t>وسلْ</w:t>
            </w:r>
            <w:r w:rsidR="0076657C">
              <w:rPr>
                <w:rtl/>
              </w:rPr>
              <w:t xml:space="preserve"> </w:t>
            </w:r>
            <w:r w:rsidRPr="00A0264F">
              <w:rPr>
                <w:rtl/>
              </w:rPr>
              <w:t>خيبرْ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مَـنْ</w:t>
            </w:r>
            <w:r w:rsidR="003D6158">
              <w:rPr>
                <w:rtl/>
              </w:rPr>
              <w:t xml:space="preserve"> </w:t>
            </w:r>
            <w:r w:rsidRPr="00A0264F">
              <w:rPr>
                <w:rtl/>
              </w:rPr>
              <w:t>دبَّـرَ</w:t>
            </w:r>
            <w:r w:rsidR="0076657C">
              <w:rPr>
                <w:rtl/>
              </w:rPr>
              <w:t xml:space="preserve"> </w:t>
            </w:r>
            <w:r w:rsidRPr="00A0264F">
              <w:rPr>
                <w:rtl/>
              </w:rPr>
              <w:t>فـيها</w:t>
            </w:r>
            <w:r w:rsidR="0076657C">
              <w:rPr>
                <w:rtl/>
              </w:rPr>
              <w:t xml:space="preserve"> </w:t>
            </w:r>
            <w:r w:rsidRPr="00A0264F">
              <w:rPr>
                <w:rtl/>
              </w:rPr>
              <w:t>الأمرَ</w:t>
            </w:r>
            <w:r w:rsidR="0076657C">
              <w:rPr>
                <w:rtl/>
              </w:rPr>
              <w:t xml:space="preserve"> </w:t>
            </w:r>
            <w:r w:rsidRPr="00A0264F">
              <w:rPr>
                <w:rtl/>
              </w:rPr>
              <w:t>ومَنْ</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أردى</w:t>
            </w:r>
            <w:r w:rsidR="003D6158">
              <w:rPr>
                <w:rtl/>
              </w:rPr>
              <w:t xml:space="preserve"> </w:t>
            </w:r>
            <w:r w:rsidRPr="00A0264F">
              <w:rPr>
                <w:rtl/>
              </w:rPr>
              <w:t>الأبـطالَ</w:t>
            </w:r>
            <w:r w:rsidR="0076657C">
              <w:rPr>
                <w:rtl/>
              </w:rPr>
              <w:t xml:space="preserve"> </w:t>
            </w:r>
            <w:r w:rsidRPr="00A0264F">
              <w:rPr>
                <w:rtl/>
              </w:rPr>
              <w:t>ومَـنْ</w:t>
            </w:r>
            <w:r w:rsidR="0076657C">
              <w:rPr>
                <w:rtl/>
              </w:rPr>
              <w:t xml:space="preserve"> </w:t>
            </w:r>
            <w:r w:rsidRPr="00A0264F">
              <w:rPr>
                <w:rtl/>
              </w:rPr>
              <w:t>دَمَّـرْ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مَـنْ</w:t>
            </w:r>
            <w:r w:rsidR="003D6158">
              <w:rPr>
                <w:rtl/>
              </w:rPr>
              <w:t xml:space="preserve"> </w:t>
            </w:r>
            <w:r w:rsidRPr="00A0264F">
              <w:rPr>
                <w:rtl/>
              </w:rPr>
              <w:t>هدَّ</w:t>
            </w:r>
            <w:r w:rsidR="0076657C">
              <w:rPr>
                <w:rtl/>
              </w:rPr>
              <w:t xml:space="preserve"> </w:t>
            </w:r>
            <w:r w:rsidRPr="00A0264F">
              <w:rPr>
                <w:rtl/>
              </w:rPr>
              <w:t>حصونَ</w:t>
            </w:r>
            <w:r w:rsidR="0076657C">
              <w:rPr>
                <w:rtl/>
              </w:rPr>
              <w:t xml:space="preserve"> </w:t>
            </w:r>
            <w:r w:rsidRPr="00A0264F">
              <w:rPr>
                <w:rtl/>
              </w:rPr>
              <w:t>الشركِ</w:t>
            </w:r>
            <w:r w:rsidR="0076657C">
              <w:rPr>
                <w:rtl/>
              </w:rPr>
              <w:t xml:space="preserve"> </w:t>
            </w:r>
            <w:r w:rsidRPr="00A0264F">
              <w:rPr>
                <w:rtl/>
              </w:rPr>
              <w:t>ومَنْ</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شـادَ</w:t>
            </w:r>
            <w:r w:rsidR="0076657C">
              <w:rPr>
                <w:rtl/>
              </w:rPr>
              <w:t xml:space="preserve"> </w:t>
            </w:r>
            <w:r w:rsidRPr="00A0264F">
              <w:rPr>
                <w:rtl/>
              </w:rPr>
              <w:t>الإسـلامَ</w:t>
            </w:r>
            <w:r w:rsidR="0076657C">
              <w:rPr>
                <w:rtl/>
              </w:rPr>
              <w:t xml:space="preserve"> </w:t>
            </w:r>
            <w:r w:rsidRPr="00A0264F">
              <w:rPr>
                <w:rtl/>
              </w:rPr>
              <w:t>ومَـنْ</w:t>
            </w:r>
            <w:r w:rsidR="0076657C">
              <w:rPr>
                <w:rtl/>
              </w:rPr>
              <w:t xml:space="preserve"> </w:t>
            </w:r>
            <w:r w:rsidRPr="00A0264F">
              <w:rPr>
                <w:rtl/>
              </w:rPr>
              <w:t>عَـمَّرْ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مَــنْ</w:t>
            </w:r>
            <w:r w:rsidR="003D6158">
              <w:rPr>
                <w:rtl/>
              </w:rPr>
              <w:t xml:space="preserve"> </w:t>
            </w:r>
            <w:r w:rsidRPr="00A0264F">
              <w:rPr>
                <w:rtl/>
              </w:rPr>
              <w:t>قـدَّمهُ</w:t>
            </w:r>
            <w:r w:rsidR="0076657C">
              <w:rPr>
                <w:rtl/>
              </w:rPr>
              <w:t xml:space="preserve"> </w:t>
            </w:r>
            <w:r w:rsidRPr="00A0264F">
              <w:rPr>
                <w:rtl/>
              </w:rPr>
              <w:t>طـه</w:t>
            </w:r>
            <w:r w:rsidR="0076657C">
              <w:rPr>
                <w:rtl/>
              </w:rPr>
              <w:t xml:space="preserve"> </w:t>
            </w:r>
            <w:r w:rsidRPr="00A0264F">
              <w:rPr>
                <w:rtl/>
              </w:rPr>
              <w:t>وعـلى</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أهــلِ</w:t>
            </w:r>
            <w:r w:rsidR="003D6158">
              <w:rPr>
                <w:rtl/>
              </w:rPr>
              <w:t xml:space="preserve"> </w:t>
            </w:r>
            <w:r w:rsidRPr="00A0264F">
              <w:rPr>
                <w:rtl/>
              </w:rPr>
              <w:t>الإيـمانِ</w:t>
            </w:r>
            <w:r w:rsidR="0076657C">
              <w:rPr>
                <w:rtl/>
              </w:rPr>
              <w:t xml:space="preserve"> </w:t>
            </w:r>
            <w:r w:rsidRPr="00A0264F">
              <w:rPr>
                <w:rtl/>
              </w:rPr>
              <w:t>لـهُ</w:t>
            </w:r>
            <w:r w:rsidR="0076657C">
              <w:rPr>
                <w:rtl/>
              </w:rPr>
              <w:t xml:space="preserve"> </w:t>
            </w:r>
            <w:r w:rsidRPr="00A0264F">
              <w:rPr>
                <w:rtl/>
              </w:rPr>
              <w:t>أَمَّـرْ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قـاسوكَ</w:t>
            </w:r>
            <w:r w:rsidR="003D6158">
              <w:rPr>
                <w:rtl/>
              </w:rPr>
              <w:t xml:space="preserve"> </w:t>
            </w:r>
            <w:r w:rsidRPr="00A0264F">
              <w:rPr>
                <w:rtl/>
              </w:rPr>
              <w:t>أبـا</w:t>
            </w:r>
            <w:r w:rsidR="0076657C">
              <w:rPr>
                <w:rtl/>
              </w:rPr>
              <w:t xml:space="preserve"> </w:t>
            </w:r>
            <w:r w:rsidRPr="00A0264F">
              <w:rPr>
                <w:rtl/>
              </w:rPr>
              <w:t>حـسنٍ</w:t>
            </w:r>
            <w:r w:rsidR="0076657C">
              <w:rPr>
                <w:rtl/>
              </w:rPr>
              <w:t xml:space="preserve"> </w:t>
            </w:r>
            <w:r w:rsidRPr="00A0264F">
              <w:rPr>
                <w:rtl/>
              </w:rPr>
              <w:t>بـسوا</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كَ</w:t>
            </w:r>
            <w:r w:rsidR="003D6158">
              <w:rPr>
                <w:rtl/>
              </w:rPr>
              <w:t xml:space="preserve"> </w:t>
            </w:r>
            <w:r w:rsidRPr="00A0264F">
              <w:rPr>
                <w:rtl/>
              </w:rPr>
              <w:t>وهـل</w:t>
            </w:r>
            <w:r w:rsidR="0076657C">
              <w:rPr>
                <w:rtl/>
              </w:rPr>
              <w:t xml:space="preserve"> </w:t>
            </w:r>
            <w:r w:rsidRPr="00A0264F">
              <w:rPr>
                <w:rtl/>
              </w:rPr>
              <w:t>بالطودِ</w:t>
            </w:r>
            <w:r w:rsidR="0076657C">
              <w:rPr>
                <w:rtl/>
              </w:rPr>
              <w:t xml:space="preserve"> </w:t>
            </w:r>
            <w:r w:rsidRPr="00A0264F">
              <w:rPr>
                <w:rtl/>
              </w:rPr>
              <w:t>يُقاسُ</w:t>
            </w:r>
            <w:r w:rsidR="0076657C">
              <w:rPr>
                <w:rtl/>
              </w:rPr>
              <w:t xml:space="preserve"> </w:t>
            </w:r>
            <w:r w:rsidRPr="00A0264F">
              <w:rPr>
                <w:rtl/>
              </w:rPr>
              <w:t>الذرْ؟</w:t>
            </w:r>
            <w:r w:rsidRPr="00725071">
              <w:rPr>
                <w:rStyle w:val="libPoemTiniChar0"/>
                <w:rtl/>
              </w:rPr>
              <w:br/>
              <w:t> </w:t>
            </w:r>
          </w:p>
        </w:tc>
      </w:tr>
      <w:tr w:rsidR="00A327D5" w:rsidTr="00A327D5">
        <w:trPr>
          <w:trHeight w:val="350"/>
        </w:trPr>
        <w:tc>
          <w:tcPr>
            <w:tcW w:w="3536" w:type="dxa"/>
          </w:tcPr>
          <w:p w:rsidR="00A327D5" w:rsidRDefault="00A327D5" w:rsidP="00A327D5">
            <w:pPr>
              <w:pStyle w:val="libPoem"/>
            </w:pPr>
            <w:r w:rsidRPr="00A0264F">
              <w:rPr>
                <w:rtl/>
              </w:rPr>
              <w:t>أنّـى</w:t>
            </w:r>
            <w:r w:rsidR="003D6158">
              <w:rPr>
                <w:rtl/>
              </w:rPr>
              <w:t xml:space="preserve"> </w:t>
            </w:r>
            <w:r w:rsidRPr="00A0264F">
              <w:rPr>
                <w:rtl/>
              </w:rPr>
              <w:t>سـاووكَ</w:t>
            </w:r>
            <w:r w:rsidR="0076657C">
              <w:rPr>
                <w:rtl/>
              </w:rPr>
              <w:t xml:space="preserve"> </w:t>
            </w:r>
            <w:r w:rsidRPr="00A0264F">
              <w:rPr>
                <w:rtl/>
              </w:rPr>
              <w:t>بـمَنْ</w:t>
            </w:r>
            <w:r w:rsidR="0076657C">
              <w:rPr>
                <w:rtl/>
              </w:rPr>
              <w:t xml:space="preserve"> </w:t>
            </w:r>
            <w:r w:rsidRPr="00A0264F">
              <w:rPr>
                <w:rtl/>
              </w:rPr>
              <w:t>نـاوو</w:t>
            </w:r>
            <w:r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A327D5" w:rsidP="00A327D5">
            <w:pPr>
              <w:pStyle w:val="libPoem"/>
            </w:pPr>
            <w:r w:rsidRPr="00A0264F">
              <w:rPr>
                <w:rtl/>
              </w:rPr>
              <w:t>كَ</w:t>
            </w:r>
            <w:r w:rsidR="0076657C">
              <w:rPr>
                <w:rtl/>
              </w:rPr>
              <w:t xml:space="preserve"> </w:t>
            </w:r>
            <w:r w:rsidRPr="00A0264F">
              <w:rPr>
                <w:rtl/>
              </w:rPr>
              <w:t>وهـل</w:t>
            </w:r>
            <w:r w:rsidR="0076657C">
              <w:rPr>
                <w:rtl/>
              </w:rPr>
              <w:t xml:space="preserve"> </w:t>
            </w:r>
            <w:r w:rsidRPr="00A0264F">
              <w:rPr>
                <w:rtl/>
              </w:rPr>
              <w:t>سـاووا</w:t>
            </w:r>
            <w:r w:rsidR="0076657C">
              <w:rPr>
                <w:rtl/>
              </w:rPr>
              <w:t xml:space="preserve"> </w:t>
            </w:r>
            <w:r w:rsidRPr="00A0264F">
              <w:rPr>
                <w:rtl/>
              </w:rPr>
              <w:t>نعلَيْ</w:t>
            </w:r>
            <w:r w:rsidR="0076657C">
              <w:rPr>
                <w:rtl/>
              </w:rPr>
              <w:t xml:space="preserve"> </w:t>
            </w:r>
            <w:r w:rsidRPr="00A0264F">
              <w:rPr>
                <w:rtl/>
              </w:rPr>
              <w:t>قنبرْ؟</w:t>
            </w:r>
            <w:r w:rsidRPr="00725071">
              <w:rPr>
                <w:rStyle w:val="libPoemTiniChar0"/>
                <w:rtl/>
              </w:rPr>
              <w:br/>
              <w:t> </w:t>
            </w:r>
          </w:p>
        </w:tc>
      </w:tr>
      <w:tr w:rsidR="00A327D5" w:rsidTr="00A327D5">
        <w:trPr>
          <w:trHeight w:val="350"/>
        </w:trPr>
        <w:tc>
          <w:tcPr>
            <w:tcW w:w="3536" w:type="dxa"/>
          </w:tcPr>
          <w:p w:rsidR="00A327D5" w:rsidRDefault="000C5519" w:rsidP="00A327D5">
            <w:pPr>
              <w:pStyle w:val="libPoem"/>
            </w:pPr>
            <w:r w:rsidRPr="00A0264F">
              <w:rPr>
                <w:rtl/>
              </w:rPr>
              <w:t>مَـنْ</w:t>
            </w:r>
            <w:r w:rsidR="003D6158">
              <w:rPr>
                <w:rtl/>
              </w:rPr>
              <w:t xml:space="preserve"> </w:t>
            </w:r>
            <w:r w:rsidRPr="00A0264F">
              <w:rPr>
                <w:rtl/>
              </w:rPr>
              <w:t>غـيركَ</w:t>
            </w:r>
            <w:r w:rsidR="0076657C">
              <w:rPr>
                <w:rtl/>
              </w:rPr>
              <w:t xml:space="preserve"> </w:t>
            </w:r>
            <w:r w:rsidRPr="00A0264F">
              <w:rPr>
                <w:rtl/>
              </w:rPr>
              <w:t>مَنْ</w:t>
            </w:r>
            <w:r w:rsidR="0076657C">
              <w:rPr>
                <w:rtl/>
              </w:rPr>
              <w:t xml:space="preserve"> </w:t>
            </w:r>
            <w:r w:rsidRPr="00A0264F">
              <w:rPr>
                <w:rtl/>
              </w:rPr>
              <w:t>يُدعى</w:t>
            </w:r>
            <w:r w:rsidR="0076657C">
              <w:rPr>
                <w:rtl/>
              </w:rPr>
              <w:t xml:space="preserve"> </w:t>
            </w:r>
            <w:r w:rsidRPr="00A0264F">
              <w:rPr>
                <w:rtl/>
              </w:rPr>
              <w:t>للحر</w:t>
            </w:r>
            <w:r w:rsidR="00A327D5" w:rsidRPr="00725071">
              <w:rPr>
                <w:rStyle w:val="libPoemTiniChar0"/>
                <w:rtl/>
              </w:rPr>
              <w:br/>
              <w:t> </w:t>
            </w:r>
          </w:p>
        </w:tc>
        <w:tc>
          <w:tcPr>
            <w:tcW w:w="272" w:type="dxa"/>
          </w:tcPr>
          <w:p w:rsidR="00A327D5" w:rsidRDefault="00A327D5" w:rsidP="00A327D5">
            <w:pPr>
              <w:pStyle w:val="libPoem"/>
              <w:rPr>
                <w:rtl/>
              </w:rPr>
            </w:pPr>
          </w:p>
        </w:tc>
        <w:tc>
          <w:tcPr>
            <w:tcW w:w="3502" w:type="dxa"/>
          </w:tcPr>
          <w:p w:rsidR="00A327D5" w:rsidRDefault="000C5519" w:rsidP="00A327D5">
            <w:pPr>
              <w:pStyle w:val="libPoem"/>
            </w:pPr>
            <w:r w:rsidRPr="00A0264F">
              <w:rPr>
                <w:rtl/>
              </w:rPr>
              <w:t>بِ</w:t>
            </w:r>
            <w:r w:rsidR="003D6158">
              <w:rPr>
                <w:rtl/>
              </w:rPr>
              <w:t xml:space="preserve"> </w:t>
            </w:r>
            <w:r w:rsidRPr="00A0264F">
              <w:rPr>
                <w:rtl/>
              </w:rPr>
              <w:t>ولـلـمحرابِ</w:t>
            </w:r>
            <w:r w:rsidR="0076657C">
              <w:rPr>
                <w:rtl/>
              </w:rPr>
              <w:t xml:space="preserve"> </w:t>
            </w:r>
            <w:r w:rsidRPr="00A0264F">
              <w:rPr>
                <w:rtl/>
              </w:rPr>
              <w:t>ولـلـمنبرْ</w:t>
            </w:r>
            <w:r w:rsidR="00A327D5"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0C5519" w:rsidTr="000C5519">
        <w:trPr>
          <w:trHeight w:val="350"/>
        </w:trPr>
        <w:tc>
          <w:tcPr>
            <w:tcW w:w="3536" w:type="dxa"/>
          </w:tcPr>
          <w:p w:rsidR="000C5519" w:rsidRDefault="000C5519" w:rsidP="003D6158">
            <w:pPr>
              <w:pStyle w:val="libPoem"/>
            </w:pPr>
            <w:r w:rsidRPr="00A0264F">
              <w:rPr>
                <w:rtl/>
              </w:rPr>
              <w:t>وإذا</w:t>
            </w:r>
            <w:r w:rsidR="0076657C">
              <w:rPr>
                <w:rtl/>
              </w:rPr>
              <w:t xml:space="preserve"> </w:t>
            </w:r>
            <w:r w:rsidRPr="00A0264F">
              <w:rPr>
                <w:rtl/>
              </w:rPr>
              <w:t>ذُكــرَ</w:t>
            </w:r>
            <w:r w:rsidR="0076657C">
              <w:rPr>
                <w:rtl/>
              </w:rPr>
              <w:t xml:space="preserve"> </w:t>
            </w:r>
            <w:r w:rsidRPr="00A0264F">
              <w:rPr>
                <w:rtl/>
              </w:rPr>
              <w:t>الـمعروفُ</w:t>
            </w:r>
            <w:r w:rsidR="0076657C">
              <w:rPr>
                <w:rtl/>
              </w:rPr>
              <w:t xml:space="preserve"> </w:t>
            </w:r>
            <w:r w:rsidRPr="00A0264F">
              <w:rPr>
                <w:rtl/>
              </w:rPr>
              <w:t>فـما</w:t>
            </w:r>
            <w:r w:rsidRPr="00725071">
              <w:rPr>
                <w:rStyle w:val="libPoemTiniChar0"/>
                <w:rtl/>
              </w:rPr>
              <w:br/>
              <w:t> </w:t>
            </w:r>
          </w:p>
        </w:tc>
        <w:tc>
          <w:tcPr>
            <w:tcW w:w="272" w:type="dxa"/>
          </w:tcPr>
          <w:p w:rsidR="000C5519" w:rsidRDefault="000C5519" w:rsidP="003D6158">
            <w:pPr>
              <w:pStyle w:val="libPoem"/>
              <w:rPr>
                <w:rtl/>
              </w:rPr>
            </w:pPr>
          </w:p>
        </w:tc>
        <w:tc>
          <w:tcPr>
            <w:tcW w:w="3502" w:type="dxa"/>
          </w:tcPr>
          <w:p w:rsidR="000C5519" w:rsidRDefault="000C5519" w:rsidP="003D6158">
            <w:pPr>
              <w:pStyle w:val="libPoem"/>
            </w:pPr>
            <w:r w:rsidRPr="00A0264F">
              <w:rPr>
                <w:rtl/>
              </w:rPr>
              <w:t>لـسواكَ</w:t>
            </w:r>
            <w:r w:rsidR="003D6158">
              <w:rPr>
                <w:rtl/>
              </w:rPr>
              <w:t xml:space="preserve"> </w:t>
            </w:r>
            <w:r w:rsidRPr="00A0264F">
              <w:rPr>
                <w:rtl/>
              </w:rPr>
              <w:t>بـهِ</w:t>
            </w:r>
            <w:r w:rsidR="0076657C">
              <w:rPr>
                <w:rtl/>
              </w:rPr>
              <w:t xml:space="preserve"> </w:t>
            </w:r>
            <w:r w:rsidRPr="00A0264F">
              <w:rPr>
                <w:rtl/>
              </w:rPr>
              <w:t>شـيءٌ</w:t>
            </w:r>
            <w:r w:rsidR="0076657C">
              <w:rPr>
                <w:rtl/>
              </w:rPr>
              <w:t xml:space="preserve"> </w:t>
            </w:r>
            <w:r w:rsidRPr="00A0264F">
              <w:rPr>
                <w:rtl/>
              </w:rPr>
              <w:t>يُـذْكَرْ</w:t>
            </w:r>
            <w:r w:rsidRPr="00725071">
              <w:rPr>
                <w:rStyle w:val="libPoemTiniChar0"/>
                <w:rtl/>
              </w:rPr>
              <w:br/>
              <w:t> </w:t>
            </w:r>
          </w:p>
        </w:tc>
      </w:tr>
      <w:tr w:rsidR="000C5519" w:rsidTr="000C5519">
        <w:trPr>
          <w:trHeight w:val="350"/>
        </w:trPr>
        <w:tc>
          <w:tcPr>
            <w:tcW w:w="3536" w:type="dxa"/>
          </w:tcPr>
          <w:p w:rsidR="000C5519" w:rsidRDefault="000C5519" w:rsidP="003D6158">
            <w:pPr>
              <w:pStyle w:val="libPoem"/>
            </w:pPr>
            <w:r w:rsidRPr="00A0264F">
              <w:rPr>
                <w:rtl/>
              </w:rPr>
              <w:t>أفـعالُ</w:t>
            </w:r>
            <w:r w:rsidR="0076657C">
              <w:rPr>
                <w:rtl/>
              </w:rPr>
              <w:t xml:space="preserve"> </w:t>
            </w:r>
            <w:r w:rsidRPr="00A0264F">
              <w:rPr>
                <w:rtl/>
              </w:rPr>
              <w:t>الـخيرِ</w:t>
            </w:r>
            <w:r w:rsidR="0076657C">
              <w:rPr>
                <w:rtl/>
              </w:rPr>
              <w:t xml:space="preserve"> </w:t>
            </w:r>
            <w:r w:rsidRPr="00A0264F">
              <w:rPr>
                <w:rtl/>
              </w:rPr>
              <w:t>إذا</w:t>
            </w:r>
            <w:r w:rsidR="0076657C">
              <w:rPr>
                <w:rtl/>
              </w:rPr>
              <w:t xml:space="preserve"> </w:t>
            </w:r>
            <w:r w:rsidRPr="00A0264F">
              <w:rPr>
                <w:rtl/>
              </w:rPr>
              <w:t>انـتشرت</w:t>
            </w:r>
            <w:r w:rsidRPr="00725071">
              <w:rPr>
                <w:rStyle w:val="libPoemTiniChar0"/>
                <w:rtl/>
              </w:rPr>
              <w:br/>
              <w:t> </w:t>
            </w:r>
          </w:p>
        </w:tc>
        <w:tc>
          <w:tcPr>
            <w:tcW w:w="272" w:type="dxa"/>
          </w:tcPr>
          <w:p w:rsidR="000C5519" w:rsidRDefault="000C5519" w:rsidP="003D6158">
            <w:pPr>
              <w:pStyle w:val="libPoem"/>
              <w:rPr>
                <w:rtl/>
              </w:rPr>
            </w:pPr>
          </w:p>
        </w:tc>
        <w:tc>
          <w:tcPr>
            <w:tcW w:w="3502" w:type="dxa"/>
          </w:tcPr>
          <w:p w:rsidR="000C5519" w:rsidRDefault="000C5519" w:rsidP="003D6158">
            <w:pPr>
              <w:pStyle w:val="libPoem"/>
            </w:pPr>
            <w:r w:rsidRPr="00A0264F">
              <w:rPr>
                <w:rtl/>
              </w:rPr>
              <w:t>فـي</w:t>
            </w:r>
            <w:r w:rsidR="0076657C">
              <w:rPr>
                <w:rtl/>
              </w:rPr>
              <w:t xml:space="preserve"> </w:t>
            </w:r>
            <w:r w:rsidRPr="00A0264F">
              <w:rPr>
                <w:rtl/>
              </w:rPr>
              <w:t>الـناسِ</w:t>
            </w:r>
            <w:r w:rsidR="0076657C">
              <w:rPr>
                <w:rtl/>
              </w:rPr>
              <w:t xml:space="preserve"> </w:t>
            </w:r>
            <w:r w:rsidRPr="00A0264F">
              <w:rPr>
                <w:rtl/>
              </w:rPr>
              <w:t>فأنتَ</w:t>
            </w:r>
            <w:r w:rsidR="0076657C">
              <w:rPr>
                <w:rtl/>
              </w:rPr>
              <w:t xml:space="preserve"> </w:t>
            </w:r>
            <w:r w:rsidRPr="00A0264F">
              <w:rPr>
                <w:rtl/>
              </w:rPr>
              <w:t>لها</w:t>
            </w:r>
            <w:r w:rsidR="0076657C">
              <w:rPr>
                <w:rtl/>
              </w:rPr>
              <w:t xml:space="preserve"> </w:t>
            </w:r>
            <w:r w:rsidRPr="00A0264F">
              <w:rPr>
                <w:rtl/>
              </w:rPr>
              <w:t>مصدرْ</w:t>
            </w:r>
            <w:r w:rsidRPr="00725071">
              <w:rPr>
                <w:rStyle w:val="libPoemTiniChar0"/>
                <w:rtl/>
              </w:rPr>
              <w:br/>
              <w:t> </w:t>
            </w:r>
          </w:p>
        </w:tc>
      </w:tr>
      <w:tr w:rsidR="000C5519" w:rsidTr="000C5519">
        <w:trPr>
          <w:trHeight w:val="350"/>
        </w:trPr>
        <w:tc>
          <w:tcPr>
            <w:tcW w:w="3536" w:type="dxa"/>
          </w:tcPr>
          <w:p w:rsidR="000C5519" w:rsidRDefault="000C5519" w:rsidP="003D6158">
            <w:pPr>
              <w:pStyle w:val="libPoem"/>
            </w:pPr>
            <w:r w:rsidRPr="00A0264F">
              <w:rPr>
                <w:rtl/>
              </w:rPr>
              <w:t>أحـييتَ</w:t>
            </w:r>
            <w:r w:rsidR="003D6158">
              <w:rPr>
                <w:rtl/>
              </w:rPr>
              <w:t xml:space="preserve"> </w:t>
            </w:r>
            <w:r w:rsidRPr="00A0264F">
              <w:rPr>
                <w:rtl/>
              </w:rPr>
              <w:t>الـدينَ</w:t>
            </w:r>
            <w:r w:rsidR="0076657C">
              <w:rPr>
                <w:rtl/>
              </w:rPr>
              <w:t xml:space="preserve"> </w:t>
            </w:r>
            <w:r w:rsidRPr="00A0264F">
              <w:rPr>
                <w:rtl/>
              </w:rPr>
              <w:t>بـأبيضِ</w:t>
            </w:r>
            <w:r w:rsidR="0076657C">
              <w:rPr>
                <w:rtl/>
              </w:rPr>
              <w:t xml:space="preserve"> </w:t>
            </w:r>
            <w:r w:rsidRPr="00A0264F">
              <w:rPr>
                <w:rtl/>
              </w:rPr>
              <w:t>قد</w:t>
            </w:r>
            <w:r w:rsidRPr="00725071">
              <w:rPr>
                <w:rStyle w:val="libPoemTiniChar0"/>
                <w:rtl/>
              </w:rPr>
              <w:br/>
              <w:t> </w:t>
            </w:r>
          </w:p>
        </w:tc>
        <w:tc>
          <w:tcPr>
            <w:tcW w:w="272" w:type="dxa"/>
          </w:tcPr>
          <w:p w:rsidR="000C5519" w:rsidRDefault="000C5519" w:rsidP="003D6158">
            <w:pPr>
              <w:pStyle w:val="libPoem"/>
              <w:rPr>
                <w:rtl/>
              </w:rPr>
            </w:pPr>
          </w:p>
        </w:tc>
        <w:tc>
          <w:tcPr>
            <w:tcW w:w="3502" w:type="dxa"/>
          </w:tcPr>
          <w:p w:rsidR="000C5519" w:rsidRDefault="000C5519" w:rsidP="003D6158">
            <w:pPr>
              <w:pStyle w:val="libPoem"/>
            </w:pPr>
            <w:r w:rsidRPr="00A0264F">
              <w:rPr>
                <w:rtl/>
              </w:rPr>
              <w:t>أودعـتَ</w:t>
            </w:r>
            <w:r w:rsidR="003D6158">
              <w:rPr>
                <w:rtl/>
              </w:rPr>
              <w:t xml:space="preserve"> </w:t>
            </w:r>
            <w:r w:rsidRPr="00A0264F">
              <w:rPr>
                <w:rtl/>
              </w:rPr>
              <w:t>بـهِ</w:t>
            </w:r>
            <w:r w:rsidR="0076657C">
              <w:rPr>
                <w:rtl/>
              </w:rPr>
              <w:t xml:space="preserve"> </w:t>
            </w:r>
            <w:r w:rsidRPr="00A0264F">
              <w:rPr>
                <w:rtl/>
              </w:rPr>
              <w:t>الموتَ</w:t>
            </w:r>
            <w:r w:rsidR="0076657C">
              <w:rPr>
                <w:rtl/>
              </w:rPr>
              <w:t xml:space="preserve"> </w:t>
            </w:r>
            <w:r w:rsidRPr="00A0264F">
              <w:rPr>
                <w:rtl/>
              </w:rPr>
              <w:t>الأحمرْ</w:t>
            </w:r>
            <w:r w:rsidRPr="00725071">
              <w:rPr>
                <w:rStyle w:val="libPoemTiniChar0"/>
                <w:rtl/>
              </w:rPr>
              <w:br/>
              <w:t> </w:t>
            </w:r>
          </w:p>
        </w:tc>
      </w:tr>
      <w:tr w:rsidR="000C5519" w:rsidTr="000C5519">
        <w:trPr>
          <w:trHeight w:val="350"/>
        </w:trPr>
        <w:tc>
          <w:tcPr>
            <w:tcW w:w="3536" w:type="dxa"/>
          </w:tcPr>
          <w:p w:rsidR="000C5519" w:rsidRDefault="000C5519" w:rsidP="003D6158">
            <w:pPr>
              <w:pStyle w:val="libPoem"/>
            </w:pPr>
            <w:r w:rsidRPr="00A0264F">
              <w:rPr>
                <w:rtl/>
              </w:rPr>
              <w:t>قـطباً</w:t>
            </w:r>
            <w:r w:rsidR="0076657C">
              <w:rPr>
                <w:rtl/>
              </w:rPr>
              <w:t xml:space="preserve"> </w:t>
            </w:r>
            <w:r w:rsidRPr="00A0264F">
              <w:rPr>
                <w:rtl/>
              </w:rPr>
              <w:t>لـلحربِ</w:t>
            </w:r>
            <w:r w:rsidR="0076657C">
              <w:rPr>
                <w:rtl/>
              </w:rPr>
              <w:t xml:space="preserve"> </w:t>
            </w:r>
            <w:r w:rsidRPr="00A0264F">
              <w:rPr>
                <w:rtl/>
              </w:rPr>
              <w:t>يُـديرُ</w:t>
            </w:r>
            <w:r w:rsidR="0076657C">
              <w:rPr>
                <w:rtl/>
              </w:rPr>
              <w:t xml:space="preserve"> </w:t>
            </w:r>
            <w:r w:rsidRPr="00A0264F">
              <w:rPr>
                <w:rtl/>
              </w:rPr>
              <w:t>الضر</w:t>
            </w:r>
            <w:r w:rsidRPr="00725071">
              <w:rPr>
                <w:rStyle w:val="libPoemTiniChar0"/>
                <w:rtl/>
              </w:rPr>
              <w:br/>
              <w:t> </w:t>
            </w:r>
          </w:p>
        </w:tc>
        <w:tc>
          <w:tcPr>
            <w:tcW w:w="272" w:type="dxa"/>
          </w:tcPr>
          <w:p w:rsidR="000C5519" w:rsidRDefault="000C5519" w:rsidP="003D6158">
            <w:pPr>
              <w:pStyle w:val="libPoem"/>
              <w:rPr>
                <w:rtl/>
              </w:rPr>
            </w:pPr>
          </w:p>
        </w:tc>
        <w:tc>
          <w:tcPr>
            <w:tcW w:w="3502" w:type="dxa"/>
          </w:tcPr>
          <w:p w:rsidR="000C5519" w:rsidRDefault="000C5519" w:rsidP="003D6158">
            <w:pPr>
              <w:pStyle w:val="libPoem"/>
            </w:pPr>
            <w:r w:rsidRPr="00A0264F">
              <w:rPr>
                <w:rtl/>
              </w:rPr>
              <w:t>بَ</w:t>
            </w:r>
            <w:r w:rsidR="003D6158">
              <w:rPr>
                <w:rtl/>
              </w:rPr>
              <w:t xml:space="preserve"> </w:t>
            </w:r>
            <w:r w:rsidRPr="00A0264F">
              <w:rPr>
                <w:rtl/>
              </w:rPr>
              <w:t>ويـجلو</w:t>
            </w:r>
            <w:r w:rsidR="0076657C">
              <w:rPr>
                <w:rtl/>
              </w:rPr>
              <w:t xml:space="preserve"> </w:t>
            </w:r>
            <w:r w:rsidRPr="00A0264F">
              <w:rPr>
                <w:rtl/>
              </w:rPr>
              <w:t>الكربَ</w:t>
            </w:r>
            <w:r w:rsidR="0076657C">
              <w:rPr>
                <w:rtl/>
              </w:rPr>
              <w:t xml:space="preserve"> </w:t>
            </w:r>
            <w:r w:rsidRPr="00A0264F">
              <w:rPr>
                <w:rtl/>
              </w:rPr>
              <w:t>بيومِ</w:t>
            </w:r>
            <w:r w:rsidR="0076657C">
              <w:rPr>
                <w:rtl/>
              </w:rPr>
              <w:t xml:space="preserve"> </w:t>
            </w:r>
            <w:r w:rsidRPr="00A0264F">
              <w:rPr>
                <w:rtl/>
              </w:rPr>
              <w:t>الكرْ</w:t>
            </w:r>
            <w:r w:rsidRPr="00725071">
              <w:rPr>
                <w:rStyle w:val="libPoemTiniChar0"/>
                <w:rtl/>
              </w:rPr>
              <w:br/>
              <w:t> </w:t>
            </w:r>
          </w:p>
        </w:tc>
      </w:tr>
      <w:tr w:rsidR="000C5519" w:rsidTr="000C5519">
        <w:trPr>
          <w:trHeight w:val="350"/>
        </w:trPr>
        <w:tc>
          <w:tcPr>
            <w:tcW w:w="3536" w:type="dxa"/>
          </w:tcPr>
          <w:p w:rsidR="000C5519" w:rsidRDefault="000C5519" w:rsidP="003D6158">
            <w:pPr>
              <w:pStyle w:val="libPoem"/>
            </w:pPr>
            <w:r w:rsidRPr="00A0264F">
              <w:rPr>
                <w:rtl/>
              </w:rPr>
              <w:t>فـاصدع</w:t>
            </w:r>
            <w:r w:rsidR="0076657C">
              <w:rPr>
                <w:rtl/>
              </w:rPr>
              <w:t xml:space="preserve"> </w:t>
            </w:r>
            <w:r w:rsidRPr="00A0264F">
              <w:rPr>
                <w:rtl/>
              </w:rPr>
              <w:t>بـالأمرِ</w:t>
            </w:r>
            <w:r w:rsidR="0076657C">
              <w:rPr>
                <w:rtl/>
              </w:rPr>
              <w:t xml:space="preserve"> </w:t>
            </w:r>
            <w:r w:rsidRPr="00A0264F">
              <w:rPr>
                <w:rtl/>
              </w:rPr>
              <w:t>فناصركَ</w:t>
            </w:r>
            <w:r w:rsidR="0076657C">
              <w:rPr>
                <w:rtl/>
              </w:rPr>
              <w:t xml:space="preserve"> </w:t>
            </w:r>
            <w:r w:rsidRPr="00A0264F">
              <w:rPr>
                <w:rtl/>
              </w:rPr>
              <w:t>الـ</w:t>
            </w:r>
            <w:r w:rsidRPr="00725071">
              <w:rPr>
                <w:rStyle w:val="libPoemTiniChar0"/>
                <w:rtl/>
              </w:rPr>
              <w:br/>
              <w:t> </w:t>
            </w:r>
          </w:p>
        </w:tc>
        <w:tc>
          <w:tcPr>
            <w:tcW w:w="272" w:type="dxa"/>
          </w:tcPr>
          <w:p w:rsidR="000C5519" w:rsidRDefault="000C5519" w:rsidP="003D6158">
            <w:pPr>
              <w:pStyle w:val="libPoem"/>
              <w:rPr>
                <w:rtl/>
              </w:rPr>
            </w:pPr>
          </w:p>
        </w:tc>
        <w:tc>
          <w:tcPr>
            <w:tcW w:w="3502" w:type="dxa"/>
          </w:tcPr>
          <w:p w:rsidR="000C5519" w:rsidRDefault="000C5519" w:rsidP="003D6158">
            <w:pPr>
              <w:pStyle w:val="libPoem"/>
            </w:pPr>
            <w:r w:rsidRPr="00A0264F">
              <w:rPr>
                <w:rtl/>
              </w:rPr>
              <w:t>بَـتَّـارُ</w:t>
            </w:r>
            <w:r w:rsidR="003D6158">
              <w:rPr>
                <w:rtl/>
              </w:rPr>
              <w:t xml:space="preserve"> </w:t>
            </w:r>
            <w:r w:rsidRPr="00A0264F">
              <w:rPr>
                <w:rtl/>
              </w:rPr>
              <w:t>وشـانـئكَ</w:t>
            </w:r>
            <w:r w:rsidR="0076657C">
              <w:rPr>
                <w:rtl/>
              </w:rPr>
              <w:t xml:space="preserve"> </w:t>
            </w:r>
            <w:r w:rsidRPr="00A0264F">
              <w:rPr>
                <w:rtl/>
              </w:rPr>
              <w:t>الأبـترْ</w:t>
            </w:r>
            <w:r w:rsidRPr="00725071">
              <w:rPr>
                <w:rStyle w:val="libPoemTiniChar0"/>
                <w:rtl/>
              </w:rPr>
              <w:br/>
              <w:t> </w:t>
            </w:r>
          </w:p>
        </w:tc>
      </w:tr>
      <w:tr w:rsidR="000C5519" w:rsidTr="000C5519">
        <w:trPr>
          <w:trHeight w:val="350"/>
        </w:trPr>
        <w:tc>
          <w:tcPr>
            <w:tcW w:w="3536" w:type="dxa"/>
          </w:tcPr>
          <w:p w:rsidR="000C5519" w:rsidRDefault="000C5519" w:rsidP="003D6158">
            <w:pPr>
              <w:pStyle w:val="libPoem"/>
            </w:pPr>
            <w:r w:rsidRPr="00A0264F">
              <w:rPr>
                <w:rtl/>
              </w:rPr>
              <w:t>لو</w:t>
            </w:r>
            <w:r w:rsidR="0076657C">
              <w:rPr>
                <w:rtl/>
              </w:rPr>
              <w:t xml:space="preserve"> </w:t>
            </w:r>
            <w:r w:rsidRPr="00A0264F">
              <w:rPr>
                <w:rtl/>
              </w:rPr>
              <w:t>لم</w:t>
            </w:r>
            <w:r w:rsidR="0076657C">
              <w:rPr>
                <w:rtl/>
              </w:rPr>
              <w:t xml:space="preserve"> </w:t>
            </w:r>
            <w:r w:rsidRPr="00A0264F">
              <w:rPr>
                <w:rtl/>
              </w:rPr>
              <w:t>تؤمر</w:t>
            </w:r>
            <w:r w:rsidR="0076657C">
              <w:rPr>
                <w:rtl/>
              </w:rPr>
              <w:t xml:space="preserve"> </w:t>
            </w:r>
            <w:r w:rsidRPr="00A0264F">
              <w:rPr>
                <w:rtl/>
              </w:rPr>
              <w:t>بالصبرِ</w:t>
            </w:r>
            <w:r w:rsidR="0076657C">
              <w:rPr>
                <w:rtl/>
              </w:rPr>
              <w:t xml:space="preserve"> </w:t>
            </w:r>
            <w:r w:rsidRPr="00A0264F">
              <w:rPr>
                <w:rtl/>
              </w:rPr>
              <w:t>وكظمِ</w:t>
            </w:r>
            <w:r w:rsidR="0076657C">
              <w:rPr>
                <w:rtl/>
              </w:rPr>
              <w:t xml:space="preserve"> </w:t>
            </w:r>
            <w:r w:rsidRPr="00A0264F">
              <w:rPr>
                <w:rtl/>
              </w:rPr>
              <w:t>الغيـ</w:t>
            </w:r>
            <w:r w:rsidRPr="00725071">
              <w:rPr>
                <w:rStyle w:val="libPoemTiniChar0"/>
                <w:rtl/>
              </w:rPr>
              <w:br/>
              <w:t> </w:t>
            </w:r>
          </w:p>
        </w:tc>
        <w:tc>
          <w:tcPr>
            <w:tcW w:w="272" w:type="dxa"/>
          </w:tcPr>
          <w:p w:rsidR="000C5519" w:rsidRDefault="000C5519" w:rsidP="003D6158">
            <w:pPr>
              <w:pStyle w:val="libPoem"/>
              <w:rPr>
                <w:rtl/>
              </w:rPr>
            </w:pPr>
          </w:p>
        </w:tc>
        <w:tc>
          <w:tcPr>
            <w:tcW w:w="3502" w:type="dxa"/>
          </w:tcPr>
          <w:p w:rsidR="000C5519" w:rsidRDefault="000C5519" w:rsidP="003D6158">
            <w:pPr>
              <w:pStyle w:val="libPoem"/>
            </w:pPr>
            <w:r w:rsidRPr="00A0264F">
              <w:rPr>
                <w:rtl/>
              </w:rPr>
              <w:t>ظِ</w:t>
            </w:r>
            <w:r w:rsidR="003D6158">
              <w:rPr>
                <w:rtl/>
              </w:rPr>
              <w:t xml:space="preserve"> </w:t>
            </w:r>
            <w:r w:rsidRPr="00A0264F">
              <w:rPr>
                <w:rtl/>
              </w:rPr>
              <w:t>ولـيـتكَ</w:t>
            </w:r>
            <w:r w:rsidR="0076657C">
              <w:rPr>
                <w:rtl/>
              </w:rPr>
              <w:t xml:space="preserve"> </w:t>
            </w:r>
            <w:r w:rsidRPr="00A0264F">
              <w:rPr>
                <w:rtl/>
              </w:rPr>
              <w:t>لــم</w:t>
            </w:r>
            <w:r w:rsidR="0076657C">
              <w:rPr>
                <w:rtl/>
              </w:rPr>
              <w:t xml:space="preserve"> </w:t>
            </w:r>
            <w:r w:rsidRPr="00A0264F">
              <w:rPr>
                <w:rtl/>
              </w:rPr>
              <w:t>تـؤمـرْ</w:t>
            </w:r>
            <w:r w:rsidRPr="00725071">
              <w:rPr>
                <w:rStyle w:val="libPoemTiniChar0"/>
                <w:rtl/>
              </w:rPr>
              <w:br/>
              <w:t> </w:t>
            </w:r>
          </w:p>
        </w:tc>
      </w:tr>
      <w:tr w:rsidR="000C5519" w:rsidTr="000C5519">
        <w:trPr>
          <w:trHeight w:val="350"/>
        </w:trPr>
        <w:tc>
          <w:tcPr>
            <w:tcW w:w="3536" w:type="dxa"/>
          </w:tcPr>
          <w:p w:rsidR="000C5519" w:rsidRDefault="000C5519" w:rsidP="003D6158">
            <w:pPr>
              <w:pStyle w:val="libPoem"/>
            </w:pPr>
            <w:r w:rsidRPr="00A0264F">
              <w:rPr>
                <w:rtl/>
              </w:rPr>
              <w:t>مـا</w:t>
            </w:r>
            <w:r w:rsidR="003D6158">
              <w:rPr>
                <w:rtl/>
              </w:rPr>
              <w:t xml:space="preserve"> </w:t>
            </w:r>
            <w:r w:rsidRPr="00A0264F">
              <w:rPr>
                <w:rtl/>
              </w:rPr>
              <w:t>آلَ</w:t>
            </w:r>
            <w:r w:rsidR="0076657C">
              <w:rPr>
                <w:rtl/>
              </w:rPr>
              <w:t xml:space="preserve"> </w:t>
            </w:r>
            <w:r w:rsidRPr="00A0264F">
              <w:rPr>
                <w:rtl/>
              </w:rPr>
              <w:t>الأمـرُ</w:t>
            </w:r>
            <w:r w:rsidR="0076657C">
              <w:rPr>
                <w:rtl/>
              </w:rPr>
              <w:t xml:space="preserve"> </w:t>
            </w:r>
            <w:r w:rsidRPr="00A0264F">
              <w:rPr>
                <w:rtl/>
              </w:rPr>
              <w:t>إلـى</w:t>
            </w:r>
            <w:r w:rsidR="0076657C">
              <w:rPr>
                <w:rtl/>
              </w:rPr>
              <w:t xml:space="preserve"> </w:t>
            </w:r>
            <w:r w:rsidRPr="00A0264F">
              <w:rPr>
                <w:rtl/>
              </w:rPr>
              <w:t>التحكيـ</w:t>
            </w:r>
            <w:r w:rsidRPr="00725071">
              <w:rPr>
                <w:rStyle w:val="libPoemTiniChar0"/>
                <w:rtl/>
              </w:rPr>
              <w:br/>
              <w:t> </w:t>
            </w:r>
          </w:p>
        </w:tc>
        <w:tc>
          <w:tcPr>
            <w:tcW w:w="272" w:type="dxa"/>
          </w:tcPr>
          <w:p w:rsidR="000C5519" w:rsidRDefault="000C5519" w:rsidP="003D6158">
            <w:pPr>
              <w:pStyle w:val="libPoem"/>
              <w:rPr>
                <w:rtl/>
              </w:rPr>
            </w:pPr>
          </w:p>
        </w:tc>
        <w:tc>
          <w:tcPr>
            <w:tcW w:w="3502" w:type="dxa"/>
          </w:tcPr>
          <w:p w:rsidR="000C5519" w:rsidRDefault="000C5519" w:rsidP="003D6158">
            <w:pPr>
              <w:pStyle w:val="libPoem"/>
            </w:pPr>
            <w:r w:rsidRPr="00A0264F">
              <w:rPr>
                <w:rtl/>
              </w:rPr>
              <w:t>مِ</w:t>
            </w:r>
            <w:r w:rsidR="0076657C">
              <w:rPr>
                <w:rtl/>
              </w:rPr>
              <w:t xml:space="preserve"> </w:t>
            </w:r>
            <w:r w:rsidRPr="00A0264F">
              <w:rPr>
                <w:rtl/>
              </w:rPr>
              <w:t>وزايــلَ</w:t>
            </w:r>
            <w:r w:rsidR="0076657C">
              <w:rPr>
                <w:rtl/>
              </w:rPr>
              <w:t xml:space="preserve"> </w:t>
            </w:r>
            <w:r w:rsidRPr="00A0264F">
              <w:rPr>
                <w:rtl/>
              </w:rPr>
              <w:t>مـوقفهُ</w:t>
            </w:r>
            <w:r w:rsidR="0076657C">
              <w:rPr>
                <w:rtl/>
              </w:rPr>
              <w:t xml:space="preserve"> </w:t>
            </w:r>
            <w:r w:rsidRPr="00A0264F">
              <w:rPr>
                <w:rtl/>
              </w:rPr>
              <w:t>الأشـترْ</w:t>
            </w:r>
            <w:r w:rsidRPr="00725071">
              <w:rPr>
                <w:rStyle w:val="libPoemTiniChar0"/>
                <w:rtl/>
              </w:rPr>
              <w:br/>
              <w:t> </w:t>
            </w:r>
          </w:p>
        </w:tc>
      </w:tr>
      <w:tr w:rsidR="000C5519" w:rsidTr="000C5519">
        <w:trPr>
          <w:trHeight w:val="350"/>
        </w:trPr>
        <w:tc>
          <w:tcPr>
            <w:tcW w:w="3536" w:type="dxa"/>
          </w:tcPr>
          <w:p w:rsidR="000C5519" w:rsidRDefault="000C5519" w:rsidP="003D6158">
            <w:pPr>
              <w:pStyle w:val="libPoem"/>
            </w:pPr>
            <w:r w:rsidRPr="00A0264F">
              <w:rPr>
                <w:rtl/>
              </w:rPr>
              <w:t>لـكن</w:t>
            </w:r>
            <w:r w:rsidR="003D6158">
              <w:rPr>
                <w:rtl/>
              </w:rPr>
              <w:t xml:space="preserve"> </w:t>
            </w:r>
            <w:r w:rsidRPr="00A0264F">
              <w:rPr>
                <w:rtl/>
              </w:rPr>
              <w:t>أعـراضُ</w:t>
            </w:r>
            <w:r w:rsidR="0076657C">
              <w:rPr>
                <w:rtl/>
              </w:rPr>
              <w:t xml:space="preserve"> </w:t>
            </w:r>
            <w:r w:rsidRPr="00A0264F">
              <w:rPr>
                <w:rtl/>
              </w:rPr>
              <w:t>الـعاجلِ</w:t>
            </w:r>
            <w:r w:rsidR="0076657C">
              <w:rPr>
                <w:rtl/>
              </w:rPr>
              <w:t xml:space="preserve"> </w:t>
            </w:r>
            <w:r w:rsidRPr="00A0264F">
              <w:rPr>
                <w:rtl/>
              </w:rPr>
              <w:t>ما</w:t>
            </w:r>
            <w:r w:rsidRPr="00725071">
              <w:rPr>
                <w:rStyle w:val="libPoemTiniChar0"/>
                <w:rtl/>
              </w:rPr>
              <w:br/>
              <w:t> </w:t>
            </w:r>
          </w:p>
        </w:tc>
        <w:tc>
          <w:tcPr>
            <w:tcW w:w="272" w:type="dxa"/>
          </w:tcPr>
          <w:p w:rsidR="000C5519" w:rsidRDefault="000C5519" w:rsidP="003D6158">
            <w:pPr>
              <w:pStyle w:val="libPoem"/>
              <w:rPr>
                <w:rtl/>
              </w:rPr>
            </w:pPr>
          </w:p>
        </w:tc>
        <w:tc>
          <w:tcPr>
            <w:tcW w:w="3502" w:type="dxa"/>
          </w:tcPr>
          <w:p w:rsidR="000C5519" w:rsidRDefault="000C5519" w:rsidP="003D6158">
            <w:pPr>
              <w:pStyle w:val="libPoem"/>
            </w:pPr>
            <w:r w:rsidRPr="00A0264F">
              <w:rPr>
                <w:rtl/>
              </w:rPr>
              <w:t>عـلقت</w:t>
            </w:r>
            <w:r w:rsidR="003D6158">
              <w:rPr>
                <w:rtl/>
              </w:rPr>
              <w:t xml:space="preserve"> </w:t>
            </w:r>
            <w:r w:rsidRPr="00A0264F">
              <w:rPr>
                <w:rtl/>
              </w:rPr>
              <w:t>بـردائكَ</w:t>
            </w:r>
            <w:r w:rsidR="0076657C">
              <w:rPr>
                <w:rtl/>
              </w:rPr>
              <w:t xml:space="preserve"> </w:t>
            </w:r>
            <w:r w:rsidRPr="00A0264F">
              <w:rPr>
                <w:rtl/>
              </w:rPr>
              <w:t>يـا</w:t>
            </w:r>
            <w:r w:rsidR="0076657C">
              <w:rPr>
                <w:rtl/>
              </w:rPr>
              <w:t xml:space="preserve"> </w:t>
            </w:r>
            <w:r w:rsidRPr="00A0264F">
              <w:rPr>
                <w:rtl/>
              </w:rPr>
              <w:t>جوهرْ</w:t>
            </w:r>
            <w:r w:rsidRPr="00725071">
              <w:rPr>
                <w:rStyle w:val="libPoemTiniChar0"/>
                <w:rtl/>
              </w:rPr>
              <w:br/>
              <w:t> </w:t>
            </w:r>
          </w:p>
        </w:tc>
      </w:tr>
      <w:tr w:rsidR="000C5519" w:rsidTr="000C5519">
        <w:trPr>
          <w:trHeight w:val="350"/>
        </w:trPr>
        <w:tc>
          <w:tcPr>
            <w:tcW w:w="3536" w:type="dxa"/>
          </w:tcPr>
          <w:p w:rsidR="000C5519" w:rsidRDefault="000C5519" w:rsidP="003D6158">
            <w:pPr>
              <w:pStyle w:val="libPoem"/>
            </w:pPr>
            <w:r w:rsidRPr="00A0264F">
              <w:rPr>
                <w:rtl/>
              </w:rPr>
              <w:t>أنـتَ</w:t>
            </w:r>
            <w:r w:rsidR="0076657C">
              <w:rPr>
                <w:rtl/>
              </w:rPr>
              <w:t xml:space="preserve"> </w:t>
            </w:r>
            <w:r w:rsidRPr="00A0264F">
              <w:rPr>
                <w:rtl/>
              </w:rPr>
              <w:t>الـمهتمّ</w:t>
            </w:r>
            <w:r w:rsidR="0076657C">
              <w:rPr>
                <w:rtl/>
              </w:rPr>
              <w:t xml:space="preserve"> </w:t>
            </w:r>
            <w:r w:rsidRPr="00A0264F">
              <w:rPr>
                <w:rtl/>
              </w:rPr>
              <w:t>بـحفظِ</w:t>
            </w:r>
            <w:r w:rsidR="0076657C">
              <w:rPr>
                <w:rtl/>
              </w:rPr>
              <w:t xml:space="preserve"> </w:t>
            </w:r>
            <w:r w:rsidRPr="00A0264F">
              <w:rPr>
                <w:rtl/>
              </w:rPr>
              <w:t>الـديـ</w:t>
            </w:r>
            <w:r w:rsidRPr="00725071">
              <w:rPr>
                <w:rStyle w:val="libPoemTiniChar0"/>
                <w:rtl/>
              </w:rPr>
              <w:br/>
              <w:t> </w:t>
            </w:r>
          </w:p>
        </w:tc>
        <w:tc>
          <w:tcPr>
            <w:tcW w:w="272" w:type="dxa"/>
          </w:tcPr>
          <w:p w:rsidR="000C5519" w:rsidRDefault="000C5519" w:rsidP="003D6158">
            <w:pPr>
              <w:pStyle w:val="libPoem"/>
              <w:rPr>
                <w:rtl/>
              </w:rPr>
            </w:pPr>
          </w:p>
        </w:tc>
        <w:tc>
          <w:tcPr>
            <w:tcW w:w="3502" w:type="dxa"/>
          </w:tcPr>
          <w:p w:rsidR="000C5519" w:rsidRDefault="000C5519" w:rsidP="003D6158">
            <w:pPr>
              <w:pStyle w:val="libPoem"/>
            </w:pPr>
            <w:r w:rsidRPr="00A0264F">
              <w:rPr>
                <w:rtl/>
              </w:rPr>
              <w:t>نِ</w:t>
            </w:r>
            <w:r w:rsidR="0076657C">
              <w:rPr>
                <w:rtl/>
              </w:rPr>
              <w:t xml:space="preserve"> </w:t>
            </w:r>
            <w:r w:rsidRPr="00A0264F">
              <w:rPr>
                <w:rtl/>
              </w:rPr>
              <w:t>وغـيـركَ</w:t>
            </w:r>
            <w:r w:rsidR="0076657C">
              <w:rPr>
                <w:rtl/>
              </w:rPr>
              <w:t xml:space="preserve"> </w:t>
            </w:r>
            <w:r w:rsidRPr="00A0264F">
              <w:rPr>
                <w:rtl/>
              </w:rPr>
              <w:t>بـالدنيا</w:t>
            </w:r>
            <w:r w:rsidR="0076657C">
              <w:rPr>
                <w:rtl/>
              </w:rPr>
              <w:t xml:space="preserve"> </w:t>
            </w:r>
            <w:r w:rsidRPr="00A0264F">
              <w:rPr>
                <w:rtl/>
              </w:rPr>
              <w:t>يـغترْ</w:t>
            </w:r>
            <w:r w:rsidRPr="00725071">
              <w:rPr>
                <w:rStyle w:val="libPoemTiniChar0"/>
                <w:rtl/>
              </w:rPr>
              <w:br/>
              <w:t> </w:t>
            </w:r>
          </w:p>
        </w:tc>
      </w:tr>
      <w:tr w:rsidR="000C5519" w:rsidTr="000C5519">
        <w:trPr>
          <w:trHeight w:val="350"/>
        </w:trPr>
        <w:tc>
          <w:tcPr>
            <w:tcW w:w="3536" w:type="dxa"/>
          </w:tcPr>
          <w:p w:rsidR="000C5519" w:rsidRDefault="000C5519" w:rsidP="003D6158">
            <w:pPr>
              <w:pStyle w:val="libPoem"/>
            </w:pPr>
            <w:r w:rsidRPr="00A0264F">
              <w:rPr>
                <w:rtl/>
              </w:rPr>
              <w:t>أفـعـالكَ</w:t>
            </w:r>
            <w:r w:rsidR="003D6158">
              <w:rPr>
                <w:rtl/>
              </w:rPr>
              <w:t xml:space="preserve"> </w:t>
            </w:r>
            <w:r w:rsidRPr="00A0264F">
              <w:rPr>
                <w:rtl/>
              </w:rPr>
              <w:t>مـا</w:t>
            </w:r>
            <w:r w:rsidR="0076657C">
              <w:rPr>
                <w:rtl/>
              </w:rPr>
              <w:t xml:space="preserve"> </w:t>
            </w:r>
            <w:r w:rsidRPr="00A0264F">
              <w:rPr>
                <w:rtl/>
              </w:rPr>
              <w:t>كـانت</w:t>
            </w:r>
            <w:r w:rsidR="0076657C">
              <w:rPr>
                <w:rtl/>
              </w:rPr>
              <w:t xml:space="preserve"> </w:t>
            </w:r>
            <w:r w:rsidRPr="00A0264F">
              <w:rPr>
                <w:rtl/>
              </w:rPr>
              <w:t>فـيها</w:t>
            </w:r>
            <w:r w:rsidRPr="00725071">
              <w:rPr>
                <w:rStyle w:val="libPoemTiniChar0"/>
                <w:rtl/>
              </w:rPr>
              <w:br/>
              <w:t> </w:t>
            </w:r>
          </w:p>
        </w:tc>
        <w:tc>
          <w:tcPr>
            <w:tcW w:w="272" w:type="dxa"/>
          </w:tcPr>
          <w:p w:rsidR="000C5519" w:rsidRDefault="000C5519" w:rsidP="003D6158">
            <w:pPr>
              <w:pStyle w:val="libPoem"/>
              <w:rPr>
                <w:rtl/>
              </w:rPr>
            </w:pPr>
          </w:p>
        </w:tc>
        <w:tc>
          <w:tcPr>
            <w:tcW w:w="3502" w:type="dxa"/>
          </w:tcPr>
          <w:p w:rsidR="000C5519" w:rsidRDefault="000C5519" w:rsidP="003D6158">
            <w:pPr>
              <w:pStyle w:val="libPoem"/>
            </w:pPr>
            <w:r w:rsidRPr="00A0264F">
              <w:rPr>
                <w:rtl/>
              </w:rPr>
              <w:t>إلاّ</w:t>
            </w:r>
            <w:r w:rsidR="003D6158">
              <w:rPr>
                <w:rtl/>
              </w:rPr>
              <w:t xml:space="preserve"> </w:t>
            </w:r>
            <w:r w:rsidRPr="00A0264F">
              <w:rPr>
                <w:rtl/>
              </w:rPr>
              <w:t>ذكــرى</w:t>
            </w:r>
            <w:r w:rsidR="0076657C">
              <w:rPr>
                <w:rtl/>
              </w:rPr>
              <w:t xml:space="preserve"> </w:t>
            </w:r>
            <w:r w:rsidRPr="00A0264F">
              <w:rPr>
                <w:rtl/>
              </w:rPr>
              <w:t>لِـمَـنِ</w:t>
            </w:r>
            <w:r w:rsidR="0076657C">
              <w:rPr>
                <w:rtl/>
              </w:rPr>
              <w:t xml:space="preserve"> </w:t>
            </w:r>
            <w:r w:rsidRPr="00A0264F">
              <w:rPr>
                <w:rtl/>
              </w:rPr>
              <w:t>اذَّكَّـرْ</w:t>
            </w:r>
            <w:r w:rsidRPr="00725071">
              <w:rPr>
                <w:rStyle w:val="libPoemTiniChar0"/>
                <w:rtl/>
              </w:rPr>
              <w:br/>
              <w:t> </w:t>
            </w:r>
          </w:p>
        </w:tc>
      </w:tr>
      <w:tr w:rsidR="000C5519" w:rsidTr="000C5519">
        <w:trPr>
          <w:trHeight w:val="350"/>
        </w:trPr>
        <w:tc>
          <w:tcPr>
            <w:tcW w:w="3536" w:type="dxa"/>
          </w:tcPr>
          <w:p w:rsidR="000C5519" w:rsidRDefault="000C5519" w:rsidP="003D6158">
            <w:pPr>
              <w:pStyle w:val="libPoem"/>
            </w:pPr>
            <w:r w:rsidRPr="00A0264F">
              <w:rPr>
                <w:rtl/>
              </w:rPr>
              <w:t>حُـججاً</w:t>
            </w:r>
            <w:r w:rsidR="003D6158">
              <w:rPr>
                <w:rtl/>
              </w:rPr>
              <w:t xml:space="preserve"> </w:t>
            </w:r>
            <w:r w:rsidRPr="00A0264F">
              <w:rPr>
                <w:rtl/>
              </w:rPr>
              <w:t>ألـزمتَ</w:t>
            </w:r>
            <w:r w:rsidR="0076657C">
              <w:rPr>
                <w:rtl/>
              </w:rPr>
              <w:t xml:space="preserve"> </w:t>
            </w:r>
            <w:r w:rsidRPr="00A0264F">
              <w:rPr>
                <w:rtl/>
              </w:rPr>
              <w:t>بها</w:t>
            </w:r>
            <w:r w:rsidR="0076657C">
              <w:rPr>
                <w:rtl/>
              </w:rPr>
              <w:t xml:space="preserve"> </w:t>
            </w:r>
            <w:r w:rsidRPr="00A0264F">
              <w:rPr>
                <w:rtl/>
              </w:rPr>
              <w:t>الخصما</w:t>
            </w:r>
            <w:r w:rsidRPr="00725071">
              <w:rPr>
                <w:rStyle w:val="libPoemTiniChar0"/>
                <w:rtl/>
              </w:rPr>
              <w:br/>
              <w:t> </w:t>
            </w:r>
          </w:p>
        </w:tc>
        <w:tc>
          <w:tcPr>
            <w:tcW w:w="272" w:type="dxa"/>
          </w:tcPr>
          <w:p w:rsidR="000C5519" w:rsidRDefault="000C5519" w:rsidP="003D6158">
            <w:pPr>
              <w:pStyle w:val="libPoem"/>
              <w:rPr>
                <w:rtl/>
              </w:rPr>
            </w:pPr>
          </w:p>
        </w:tc>
        <w:tc>
          <w:tcPr>
            <w:tcW w:w="3502" w:type="dxa"/>
          </w:tcPr>
          <w:p w:rsidR="000C5519" w:rsidRDefault="000C5519" w:rsidP="003D6158">
            <w:pPr>
              <w:pStyle w:val="libPoem"/>
            </w:pPr>
            <w:r w:rsidRPr="00A0264F">
              <w:rPr>
                <w:rtl/>
              </w:rPr>
              <w:t>وتـبـصرةً</w:t>
            </w:r>
            <w:r w:rsidR="0076657C">
              <w:rPr>
                <w:rtl/>
              </w:rPr>
              <w:t xml:space="preserve"> </w:t>
            </w:r>
            <w:r w:rsidRPr="00A0264F">
              <w:rPr>
                <w:rtl/>
              </w:rPr>
              <w:t>لِـمَنِ</w:t>
            </w:r>
            <w:r w:rsidR="0076657C">
              <w:rPr>
                <w:rtl/>
              </w:rPr>
              <w:t xml:space="preserve"> </w:t>
            </w:r>
            <w:r w:rsidRPr="00A0264F">
              <w:rPr>
                <w:rtl/>
              </w:rPr>
              <w:t>اسـتبصرْ</w:t>
            </w:r>
            <w:r w:rsidRPr="00725071">
              <w:rPr>
                <w:rStyle w:val="libPoemTiniChar0"/>
                <w:rtl/>
              </w:rPr>
              <w:br/>
              <w:t> </w:t>
            </w:r>
          </w:p>
        </w:tc>
      </w:tr>
      <w:tr w:rsidR="000C5519" w:rsidTr="000C5519">
        <w:trPr>
          <w:trHeight w:val="350"/>
        </w:trPr>
        <w:tc>
          <w:tcPr>
            <w:tcW w:w="3536" w:type="dxa"/>
          </w:tcPr>
          <w:p w:rsidR="000C5519" w:rsidRDefault="000C5519" w:rsidP="003D6158">
            <w:pPr>
              <w:pStyle w:val="libPoem"/>
            </w:pPr>
            <w:r w:rsidRPr="00A0264F">
              <w:rPr>
                <w:rtl/>
              </w:rPr>
              <w:t>آيــاتُ</w:t>
            </w:r>
            <w:r w:rsidR="0076657C">
              <w:rPr>
                <w:rtl/>
              </w:rPr>
              <w:t xml:space="preserve"> </w:t>
            </w:r>
            <w:r w:rsidRPr="00A0264F">
              <w:rPr>
                <w:rtl/>
              </w:rPr>
              <w:t>جـلالكَ</w:t>
            </w:r>
            <w:r w:rsidR="0076657C">
              <w:rPr>
                <w:rtl/>
              </w:rPr>
              <w:t xml:space="preserve"> </w:t>
            </w:r>
            <w:r w:rsidRPr="00A0264F">
              <w:rPr>
                <w:rtl/>
              </w:rPr>
              <w:t>لا</w:t>
            </w:r>
            <w:r w:rsidR="0076657C">
              <w:rPr>
                <w:rtl/>
              </w:rPr>
              <w:t xml:space="preserve"> </w:t>
            </w:r>
            <w:r w:rsidRPr="00A0264F">
              <w:rPr>
                <w:rtl/>
              </w:rPr>
              <w:t>تُـحصى</w:t>
            </w:r>
            <w:r w:rsidRPr="00725071">
              <w:rPr>
                <w:rStyle w:val="libPoemTiniChar0"/>
                <w:rtl/>
              </w:rPr>
              <w:br/>
              <w:t> </w:t>
            </w:r>
          </w:p>
        </w:tc>
        <w:tc>
          <w:tcPr>
            <w:tcW w:w="272" w:type="dxa"/>
          </w:tcPr>
          <w:p w:rsidR="000C5519" w:rsidRDefault="000C5519" w:rsidP="003D6158">
            <w:pPr>
              <w:pStyle w:val="libPoem"/>
              <w:rPr>
                <w:rtl/>
              </w:rPr>
            </w:pPr>
          </w:p>
        </w:tc>
        <w:tc>
          <w:tcPr>
            <w:tcW w:w="3502" w:type="dxa"/>
          </w:tcPr>
          <w:p w:rsidR="000C5519" w:rsidRDefault="000C5519" w:rsidP="003D6158">
            <w:pPr>
              <w:pStyle w:val="libPoem"/>
            </w:pPr>
            <w:r w:rsidRPr="00A0264F">
              <w:rPr>
                <w:rtl/>
              </w:rPr>
              <w:t>وصـفاتُ</w:t>
            </w:r>
            <w:r w:rsidR="003D6158">
              <w:rPr>
                <w:rtl/>
              </w:rPr>
              <w:t xml:space="preserve"> </w:t>
            </w:r>
            <w:r w:rsidRPr="00A0264F">
              <w:rPr>
                <w:rtl/>
              </w:rPr>
              <w:t>كـمالكَ</w:t>
            </w:r>
            <w:r w:rsidR="0076657C">
              <w:rPr>
                <w:rtl/>
              </w:rPr>
              <w:t xml:space="preserve"> </w:t>
            </w:r>
            <w:r w:rsidRPr="00A0264F">
              <w:rPr>
                <w:rtl/>
              </w:rPr>
              <w:t>لا</w:t>
            </w:r>
            <w:r w:rsidR="0076657C">
              <w:rPr>
                <w:rtl/>
              </w:rPr>
              <w:t xml:space="preserve"> </w:t>
            </w:r>
            <w:r w:rsidRPr="00A0264F">
              <w:rPr>
                <w:rtl/>
              </w:rPr>
              <w:t>تُحصرْ</w:t>
            </w:r>
            <w:r w:rsidRPr="00725071">
              <w:rPr>
                <w:rStyle w:val="libPoemTiniChar0"/>
                <w:rtl/>
              </w:rPr>
              <w:br/>
              <w:t> </w:t>
            </w:r>
          </w:p>
        </w:tc>
      </w:tr>
      <w:tr w:rsidR="000C5519" w:rsidTr="000C5519">
        <w:trPr>
          <w:trHeight w:val="350"/>
        </w:trPr>
        <w:tc>
          <w:tcPr>
            <w:tcW w:w="3536" w:type="dxa"/>
          </w:tcPr>
          <w:p w:rsidR="000C5519" w:rsidRDefault="000C5519" w:rsidP="003D6158">
            <w:pPr>
              <w:pStyle w:val="libPoem"/>
            </w:pPr>
            <w:r w:rsidRPr="00A0264F">
              <w:rPr>
                <w:rtl/>
              </w:rPr>
              <w:t>مَـنْ</w:t>
            </w:r>
            <w:r w:rsidR="003D6158">
              <w:rPr>
                <w:rtl/>
              </w:rPr>
              <w:t xml:space="preserve"> </w:t>
            </w:r>
            <w:r w:rsidRPr="00A0264F">
              <w:rPr>
                <w:rtl/>
              </w:rPr>
              <w:t>طـوَّلَ</w:t>
            </w:r>
            <w:r w:rsidR="0076657C">
              <w:rPr>
                <w:rtl/>
              </w:rPr>
              <w:t xml:space="preserve"> </w:t>
            </w:r>
            <w:r w:rsidRPr="00A0264F">
              <w:rPr>
                <w:rtl/>
              </w:rPr>
              <w:t>فـيكَ</w:t>
            </w:r>
            <w:r w:rsidR="0076657C">
              <w:rPr>
                <w:rtl/>
              </w:rPr>
              <w:t xml:space="preserve"> </w:t>
            </w:r>
            <w:r w:rsidRPr="00A0264F">
              <w:rPr>
                <w:rtl/>
              </w:rPr>
              <w:t>مـدائحه</w:t>
            </w:r>
            <w:r w:rsidRPr="00725071">
              <w:rPr>
                <w:rStyle w:val="libPoemTiniChar0"/>
                <w:rtl/>
              </w:rPr>
              <w:br/>
              <w:t> </w:t>
            </w:r>
          </w:p>
        </w:tc>
        <w:tc>
          <w:tcPr>
            <w:tcW w:w="272" w:type="dxa"/>
          </w:tcPr>
          <w:p w:rsidR="000C5519" w:rsidRDefault="000C5519" w:rsidP="003D6158">
            <w:pPr>
              <w:pStyle w:val="libPoem"/>
              <w:rPr>
                <w:rtl/>
              </w:rPr>
            </w:pPr>
          </w:p>
        </w:tc>
        <w:tc>
          <w:tcPr>
            <w:tcW w:w="3502" w:type="dxa"/>
          </w:tcPr>
          <w:p w:rsidR="000C5519" w:rsidRDefault="000C5519" w:rsidP="003D6158">
            <w:pPr>
              <w:pStyle w:val="libPoem"/>
            </w:pPr>
            <w:r w:rsidRPr="00A0264F">
              <w:rPr>
                <w:rtl/>
              </w:rPr>
              <w:t>عـن</w:t>
            </w:r>
            <w:r w:rsidR="0076657C">
              <w:rPr>
                <w:rtl/>
              </w:rPr>
              <w:t xml:space="preserve"> </w:t>
            </w:r>
            <w:r w:rsidRPr="00A0264F">
              <w:rPr>
                <w:rtl/>
              </w:rPr>
              <w:t>أدنـى</w:t>
            </w:r>
            <w:r w:rsidR="0076657C">
              <w:rPr>
                <w:rtl/>
              </w:rPr>
              <w:t xml:space="preserve"> </w:t>
            </w:r>
            <w:r w:rsidRPr="00A0264F">
              <w:rPr>
                <w:rtl/>
              </w:rPr>
              <w:t>واجـبها</w:t>
            </w:r>
            <w:r w:rsidR="0076657C">
              <w:rPr>
                <w:rtl/>
              </w:rPr>
              <w:t xml:space="preserve"> </w:t>
            </w:r>
            <w:r w:rsidRPr="00A0264F">
              <w:rPr>
                <w:rtl/>
              </w:rPr>
              <w:t>قـصَّرْ</w:t>
            </w:r>
            <w:r w:rsidRPr="00725071">
              <w:rPr>
                <w:rStyle w:val="libPoemTiniChar0"/>
                <w:rtl/>
              </w:rPr>
              <w:br/>
              <w:t> </w:t>
            </w:r>
          </w:p>
        </w:tc>
      </w:tr>
      <w:tr w:rsidR="000C5519" w:rsidTr="000C5519">
        <w:trPr>
          <w:trHeight w:val="350"/>
        </w:trPr>
        <w:tc>
          <w:tcPr>
            <w:tcW w:w="3536" w:type="dxa"/>
          </w:tcPr>
          <w:p w:rsidR="000C5519" w:rsidRDefault="00512CA0" w:rsidP="003D6158">
            <w:pPr>
              <w:pStyle w:val="libPoem"/>
            </w:pPr>
            <w:r w:rsidRPr="00A0264F">
              <w:rPr>
                <w:rtl/>
              </w:rPr>
              <w:t>فـاقـبل</w:t>
            </w:r>
            <w:r w:rsidR="003D6158">
              <w:rPr>
                <w:rtl/>
              </w:rPr>
              <w:t xml:space="preserve"> </w:t>
            </w:r>
            <w:r w:rsidRPr="00A0264F">
              <w:rPr>
                <w:rtl/>
              </w:rPr>
              <w:t>يـا</w:t>
            </w:r>
            <w:r w:rsidR="0076657C">
              <w:rPr>
                <w:rtl/>
              </w:rPr>
              <w:t xml:space="preserve"> </w:t>
            </w:r>
            <w:r w:rsidRPr="00A0264F">
              <w:rPr>
                <w:rtl/>
              </w:rPr>
              <w:t>كـعبةَ</w:t>
            </w:r>
            <w:r w:rsidR="0076657C">
              <w:rPr>
                <w:rtl/>
              </w:rPr>
              <w:t xml:space="preserve"> </w:t>
            </w:r>
            <w:r w:rsidRPr="00A0264F">
              <w:rPr>
                <w:rtl/>
              </w:rPr>
              <w:t>آمـالي</w:t>
            </w:r>
            <w:r w:rsidR="000C5519" w:rsidRPr="00725071">
              <w:rPr>
                <w:rStyle w:val="libPoemTiniChar0"/>
                <w:rtl/>
              </w:rPr>
              <w:br/>
              <w:t> </w:t>
            </w:r>
          </w:p>
        </w:tc>
        <w:tc>
          <w:tcPr>
            <w:tcW w:w="272" w:type="dxa"/>
          </w:tcPr>
          <w:p w:rsidR="000C5519" w:rsidRDefault="000C5519" w:rsidP="003D6158">
            <w:pPr>
              <w:pStyle w:val="libPoem"/>
              <w:rPr>
                <w:rtl/>
              </w:rPr>
            </w:pPr>
          </w:p>
        </w:tc>
        <w:tc>
          <w:tcPr>
            <w:tcW w:w="3502" w:type="dxa"/>
          </w:tcPr>
          <w:p w:rsidR="000C5519" w:rsidRDefault="00512CA0" w:rsidP="003D6158">
            <w:pPr>
              <w:pStyle w:val="libPoem"/>
            </w:pPr>
            <w:r w:rsidRPr="00A0264F">
              <w:rPr>
                <w:rtl/>
              </w:rPr>
              <w:t>مـن</w:t>
            </w:r>
            <w:r w:rsidR="003D6158">
              <w:rPr>
                <w:rtl/>
              </w:rPr>
              <w:t xml:space="preserve"> </w:t>
            </w:r>
            <w:r w:rsidRPr="00A0264F">
              <w:rPr>
                <w:rtl/>
              </w:rPr>
              <w:t>هدي</w:t>
            </w:r>
            <w:r w:rsidR="0076657C">
              <w:rPr>
                <w:rtl/>
              </w:rPr>
              <w:t xml:space="preserve"> </w:t>
            </w:r>
            <w:r w:rsidRPr="00A0264F">
              <w:rPr>
                <w:rtl/>
              </w:rPr>
              <w:t>مديحي</w:t>
            </w:r>
            <w:r w:rsidR="0076657C">
              <w:rPr>
                <w:rtl/>
              </w:rPr>
              <w:t xml:space="preserve"> </w:t>
            </w:r>
            <w:r w:rsidRPr="00A0264F">
              <w:rPr>
                <w:rtl/>
              </w:rPr>
              <w:t>ما</w:t>
            </w:r>
            <w:r w:rsidR="0076657C">
              <w:rPr>
                <w:rtl/>
              </w:rPr>
              <w:t xml:space="preserve"> </w:t>
            </w:r>
            <w:r w:rsidRPr="00A0264F">
              <w:rPr>
                <w:rtl/>
              </w:rPr>
              <w:t>استيسرْ</w:t>
            </w:r>
            <w:r w:rsidR="000C5519" w:rsidRPr="00725071">
              <w:rPr>
                <w:rStyle w:val="libPoemTiniChar0"/>
                <w:rtl/>
              </w:rPr>
              <w:br/>
              <w:t> </w:t>
            </w:r>
          </w:p>
        </w:tc>
      </w:tr>
    </w:tbl>
    <w:p w:rsidR="00A5546B" w:rsidRDefault="00A5546B" w:rsidP="00A5546B">
      <w:pPr>
        <w:pStyle w:val="libNormal"/>
        <w:rPr>
          <w:rtl/>
        </w:rPr>
      </w:pPr>
      <w:r>
        <w:rPr>
          <w:rtl/>
        </w:rPr>
        <w:br w:type="page"/>
      </w:r>
    </w:p>
    <w:p w:rsidR="00A0264F" w:rsidRPr="00A5546B" w:rsidRDefault="00A0264F" w:rsidP="00A5546B">
      <w:pPr>
        <w:pStyle w:val="Heading3Center"/>
      </w:pPr>
      <w:bookmarkStart w:id="7" w:name="_Toc430519736"/>
      <w:r w:rsidRPr="00A0264F">
        <w:rPr>
          <w:rtl/>
        </w:rPr>
        <w:t>في عيد الغدير</w:t>
      </w:r>
      <w:bookmarkEnd w:id="7"/>
    </w:p>
    <w:tbl>
      <w:tblPr>
        <w:tblStyle w:val="TableGrid"/>
        <w:bidiVisual/>
        <w:tblW w:w="4562" w:type="pct"/>
        <w:tblInd w:w="384" w:type="dxa"/>
        <w:tblLook w:val="04A0"/>
      </w:tblPr>
      <w:tblGrid>
        <w:gridCol w:w="3536"/>
        <w:gridCol w:w="272"/>
        <w:gridCol w:w="3502"/>
      </w:tblGrid>
      <w:tr w:rsidR="00512CA0" w:rsidTr="00512CA0">
        <w:trPr>
          <w:trHeight w:val="350"/>
        </w:trPr>
        <w:tc>
          <w:tcPr>
            <w:tcW w:w="3536" w:type="dxa"/>
          </w:tcPr>
          <w:p w:rsidR="00512CA0" w:rsidRDefault="00512CA0" w:rsidP="003D6158">
            <w:pPr>
              <w:pStyle w:val="libPoem"/>
            </w:pPr>
            <w:r w:rsidRPr="00A0264F">
              <w:rPr>
                <w:rtl/>
              </w:rPr>
              <w:t>سـلِ</w:t>
            </w:r>
            <w:r w:rsidR="0076657C">
              <w:rPr>
                <w:rtl/>
              </w:rPr>
              <w:t xml:space="preserve"> </w:t>
            </w:r>
            <w:r w:rsidRPr="00A0264F">
              <w:rPr>
                <w:rtl/>
              </w:rPr>
              <w:t>المُجدبَ</w:t>
            </w:r>
            <w:r w:rsidR="0076657C">
              <w:rPr>
                <w:rtl/>
              </w:rPr>
              <w:t xml:space="preserve"> </w:t>
            </w:r>
            <w:r w:rsidRPr="00A0264F">
              <w:rPr>
                <w:rtl/>
              </w:rPr>
              <w:t>الظمآنَ</w:t>
            </w:r>
            <w:r w:rsidR="0076657C">
              <w:rPr>
                <w:rtl/>
              </w:rPr>
              <w:t xml:space="preserve"> </w:t>
            </w:r>
            <w:r w:rsidRPr="00A0264F">
              <w:rPr>
                <w:rtl/>
              </w:rPr>
              <w:t>أينَ</w:t>
            </w:r>
            <w:r w:rsidR="0076657C">
              <w:rPr>
                <w:rtl/>
              </w:rPr>
              <w:t xml:space="preserve"> </w:t>
            </w:r>
            <w:r w:rsidRPr="00A0264F">
              <w:rPr>
                <w:rtl/>
              </w:rPr>
              <w:t>مصيره</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وهـا</w:t>
            </w:r>
            <w:r w:rsidR="0076657C">
              <w:rPr>
                <w:rtl/>
              </w:rPr>
              <w:t xml:space="preserve"> </w:t>
            </w:r>
            <w:r w:rsidRPr="00A0264F">
              <w:rPr>
                <w:rtl/>
              </w:rPr>
              <w:t>عندنا</w:t>
            </w:r>
            <w:r w:rsidR="0076657C">
              <w:rPr>
                <w:rtl/>
              </w:rPr>
              <w:t xml:space="preserve"> </w:t>
            </w:r>
            <w:r w:rsidRPr="00A0264F">
              <w:rPr>
                <w:rtl/>
              </w:rPr>
              <w:t>روضُ</w:t>
            </w:r>
            <w:r w:rsidR="0076657C">
              <w:rPr>
                <w:rtl/>
              </w:rPr>
              <w:t xml:space="preserve"> </w:t>
            </w:r>
            <w:r w:rsidRPr="00A0264F">
              <w:rPr>
                <w:rtl/>
              </w:rPr>
              <w:t>الهدى</w:t>
            </w:r>
            <w:r w:rsidR="0076657C">
              <w:rPr>
                <w:rtl/>
              </w:rPr>
              <w:t xml:space="preserve"> </w:t>
            </w:r>
            <w:r w:rsidRPr="00A0264F">
              <w:rPr>
                <w:rtl/>
              </w:rPr>
              <w:t>وغديرهُ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وسـلْ</w:t>
            </w:r>
            <w:r w:rsidR="003D6158">
              <w:rPr>
                <w:rtl/>
              </w:rPr>
              <w:t xml:space="preserve"> </w:t>
            </w:r>
            <w:r w:rsidRPr="00A0264F">
              <w:rPr>
                <w:rtl/>
              </w:rPr>
              <w:t>خابطَ</w:t>
            </w:r>
            <w:r w:rsidR="0076657C">
              <w:rPr>
                <w:rtl/>
              </w:rPr>
              <w:t xml:space="preserve"> </w:t>
            </w:r>
            <w:r w:rsidRPr="00A0264F">
              <w:rPr>
                <w:rtl/>
              </w:rPr>
              <w:t>الظلماءَ</w:t>
            </w:r>
            <w:r w:rsidR="0076657C">
              <w:rPr>
                <w:rtl/>
              </w:rPr>
              <w:t xml:space="preserve"> </w:t>
            </w:r>
            <w:r w:rsidRPr="00A0264F">
              <w:rPr>
                <w:rtl/>
              </w:rPr>
              <w:t>كم</w:t>
            </w:r>
            <w:r w:rsidR="0076657C">
              <w:rPr>
                <w:rtl/>
              </w:rPr>
              <w:t xml:space="preserve"> </w:t>
            </w:r>
            <w:r w:rsidRPr="00A0264F">
              <w:rPr>
                <w:rtl/>
              </w:rPr>
              <w:t>هو</w:t>
            </w:r>
            <w:r w:rsidR="0076657C">
              <w:rPr>
                <w:rtl/>
              </w:rPr>
              <w:t xml:space="preserve"> </w:t>
            </w:r>
            <w:r w:rsidRPr="00A0264F">
              <w:rPr>
                <w:rtl/>
              </w:rPr>
              <w:t>تائهٌ</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512CA0">
            <w:pPr>
              <w:pStyle w:val="libPoem"/>
            </w:pPr>
            <w:r w:rsidRPr="00A0264F">
              <w:rPr>
                <w:rtl/>
              </w:rPr>
              <w:t>ألـم</w:t>
            </w:r>
            <w:r w:rsidR="003D6158">
              <w:rPr>
                <w:rtl/>
              </w:rPr>
              <w:t xml:space="preserve"> </w:t>
            </w:r>
            <w:r w:rsidRPr="00A0264F">
              <w:rPr>
                <w:rtl/>
              </w:rPr>
              <w:t>يـرَ</w:t>
            </w:r>
            <w:r w:rsidR="0076657C">
              <w:rPr>
                <w:rtl/>
              </w:rPr>
              <w:t xml:space="preserve"> </w:t>
            </w:r>
            <w:r w:rsidRPr="00A0264F">
              <w:rPr>
                <w:rtl/>
              </w:rPr>
              <w:t>بدرَ</w:t>
            </w:r>
            <w:r w:rsidR="0076657C">
              <w:rPr>
                <w:rtl/>
              </w:rPr>
              <w:t xml:space="preserve"> </w:t>
            </w:r>
            <w:r w:rsidRPr="00A0264F">
              <w:rPr>
                <w:rtl/>
              </w:rPr>
              <w:t>الرشدِ</w:t>
            </w:r>
            <w:r w:rsidR="0076657C">
              <w:rPr>
                <w:rtl/>
              </w:rPr>
              <w:t xml:space="preserve"> </w:t>
            </w:r>
            <w:r w:rsidRPr="00A0264F">
              <w:rPr>
                <w:rtl/>
              </w:rPr>
              <w:t>يسطعُ</w:t>
            </w:r>
            <w:r w:rsidR="0076657C">
              <w:rPr>
                <w:rtl/>
              </w:rPr>
              <w:t xml:space="preserve"> </w:t>
            </w:r>
            <w:r w:rsidRPr="00A0264F">
              <w:rPr>
                <w:rtl/>
              </w:rPr>
              <w:t>نورهُ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ألاّ</w:t>
            </w:r>
            <w:r w:rsidR="003D6158">
              <w:rPr>
                <w:rtl/>
              </w:rPr>
              <w:t xml:space="preserve"> </w:t>
            </w:r>
            <w:r w:rsidRPr="00A0264F">
              <w:rPr>
                <w:rtl/>
              </w:rPr>
              <w:t>نـظرة</w:t>
            </w:r>
            <w:r w:rsidR="0076657C">
              <w:rPr>
                <w:rtl/>
              </w:rPr>
              <w:t xml:space="preserve"> </w:t>
            </w:r>
            <w:r w:rsidRPr="00A0264F">
              <w:rPr>
                <w:rtl/>
              </w:rPr>
              <w:t>نـحو</w:t>
            </w:r>
            <w:r w:rsidR="0076657C">
              <w:rPr>
                <w:rtl/>
              </w:rPr>
              <w:t xml:space="preserve"> </w:t>
            </w:r>
            <w:r w:rsidRPr="00A0264F">
              <w:rPr>
                <w:rtl/>
              </w:rPr>
              <w:t>الـيمينِ</w:t>
            </w:r>
            <w:r w:rsidR="0076657C">
              <w:rPr>
                <w:rtl/>
              </w:rPr>
              <w:t xml:space="preserve"> </w:t>
            </w:r>
            <w:r w:rsidRPr="00A0264F">
              <w:rPr>
                <w:rtl/>
              </w:rPr>
              <w:t>تـدلُّهُ</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عـلى</w:t>
            </w:r>
            <w:r w:rsidR="0076657C">
              <w:rPr>
                <w:rtl/>
              </w:rPr>
              <w:t xml:space="preserve"> </w:t>
            </w:r>
            <w:r w:rsidRPr="00A0264F">
              <w:rPr>
                <w:rtl/>
              </w:rPr>
              <w:t>قـصدهِ</w:t>
            </w:r>
            <w:r w:rsidR="0076657C">
              <w:rPr>
                <w:rtl/>
              </w:rPr>
              <w:t xml:space="preserve"> </w:t>
            </w:r>
            <w:r w:rsidRPr="00A0264F">
              <w:rPr>
                <w:rtl/>
              </w:rPr>
              <w:t>كي</w:t>
            </w:r>
            <w:r w:rsidR="0076657C">
              <w:rPr>
                <w:rtl/>
              </w:rPr>
              <w:t xml:space="preserve"> </w:t>
            </w:r>
            <w:r w:rsidRPr="00A0264F">
              <w:rPr>
                <w:rtl/>
              </w:rPr>
              <w:t>يستقيمَ</w:t>
            </w:r>
            <w:r w:rsidR="0076657C">
              <w:rPr>
                <w:rtl/>
              </w:rPr>
              <w:t xml:space="preserve"> </w:t>
            </w:r>
            <w:r w:rsidRPr="00A0264F">
              <w:rPr>
                <w:rtl/>
              </w:rPr>
              <w:t>مسيرهُ؟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إذا</w:t>
            </w:r>
            <w:r w:rsidR="0076657C">
              <w:rPr>
                <w:rtl/>
              </w:rPr>
              <w:t xml:space="preserve"> </w:t>
            </w:r>
            <w:r w:rsidRPr="00A0264F">
              <w:rPr>
                <w:rtl/>
              </w:rPr>
              <w:t>مـا</w:t>
            </w:r>
            <w:r w:rsidR="0076657C">
              <w:rPr>
                <w:rtl/>
              </w:rPr>
              <w:t xml:space="preserve"> </w:t>
            </w:r>
            <w:r w:rsidRPr="00A0264F">
              <w:rPr>
                <w:rtl/>
              </w:rPr>
              <w:t>اقتفى</w:t>
            </w:r>
            <w:r w:rsidR="0076657C">
              <w:rPr>
                <w:rtl/>
              </w:rPr>
              <w:t xml:space="preserve"> </w:t>
            </w:r>
            <w:r w:rsidRPr="00A0264F">
              <w:rPr>
                <w:rtl/>
              </w:rPr>
              <w:t>في</w:t>
            </w:r>
            <w:r w:rsidR="0076657C">
              <w:rPr>
                <w:rtl/>
              </w:rPr>
              <w:t xml:space="preserve"> </w:t>
            </w:r>
            <w:r w:rsidRPr="00A0264F">
              <w:rPr>
                <w:rtl/>
              </w:rPr>
              <w:t>السيرِ</w:t>
            </w:r>
            <w:r w:rsidR="0076657C">
              <w:rPr>
                <w:rtl/>
              </w:rPr>
              <w:t xml:space="preserve"> </w:t>
            </w:r>
            <w:r w:rsidRPr="00A0264F">
              <w:rPr>
                <w:rtl/>
              </w:rPr>
              <w:t>آثارَ</w:t>
            </w:r>
            <w:r w:rsidR="0076657C">
              <w:rPr>
                <w:rtl/>
              </w:rPr>
              <w:t xml:space="preserve"> </w:t>
            </w:r>
            <w:r w:rsidRPr="00A0264F">
              <w:rPr>
                <w:rtl/>
              </w:rPr>
              <w:t>حائر</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فـمِنْ</w:t>
            </w:r>
            <w:r w:rsidR="0076657C">
              <w:rPr>
                <w:rtl/>
              </w:rPr>
              <w:t xml:space="preserve"> </w:t>
            </w:r>
            <w:r w:rsidRPr="00A0264F">
              <w:rPr>
                <w:rtl/>
              </w:rPr>
              <w:t>عدلِ</w:t>
            </w:r>
            <w:r w:rsidR="0076657C">
              <w:rPr>
                <w:rtl/>
              </w:rPr>
              <w:t xml:space="preserve"> </w:t>
            </w:r>
            <w:r w:rsidRPr="00A0264F">
              <w:rPr>
                <w:rtl/>
              </w:rPr>
              <w:t>ديانِ</w:t>
            </w:r>
            <w:r w:rsidR="0076657C">
              <w:rPr>
                <w:rtl/>
              </w:rPr>
              <w:t xml:space="preserve"> </w:t>
            </w:r>
            <w:r w:rsidRPr="00A0264F">
              <w:rPr>
                <w:rtl/>
              </w:rPr>
              <w:t>الورى</w:t>
            </w:r>
            <w:r w:rsidR="0076657C">
              <w:rPr>
                <w:rtl/>
              </w:rPr>
              <w:t xml:space="preserve"> </w:t>
            </w:r>
            <w:r w:rsidRPr="00A0264F">
              <w:rPr>
                <w:rtl/>
              </w:rPr>
              <w:t>مَنْ</w:t>
            </w:r>
            <w:r w:rsidR="0076657C">
              <w:rPr>
                <w:rtl/>
              </w:rPr>
              <w:t xml:space="preserve"> </w:t>
            </w:r>
            <w:r w:rsidRPr="00A0264F">
              <w:rPr>
                <w:rtl/>
              </w:rPr>
              <w:t>يجيرهُ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أبـا</w:t>
            </w:r>
            <w:r w:rsidR="003D6158">
              <w:rPr>
                <w:rtl/>
              </w:rPr>
              <w:t xml:space="preserve"> </w:t>
            </w:r>
            <w:r w:rsidRPr="00A0264F">
              <w:rPr>
                <w:rtl/>
              </w:rPr>
              <w:t>حـسنٍ</w:t>
            </w:r>
            <w:r w:rsidR="0076657C">
              <w:rPr>
                <w:rtl/>
              </w:rPr>
              <w:t xml:space="preserve"> </w:t>
            </w:r>
            <w:r w:rsidRPr="00A0264F">
              <w:rPr>
                <w:rtl/>
              </w:rPr>
              <w:t>تاللهِ</w:t>
            </w:r>
            <w:r w:rsidR="0076657C">
              <w:rPr>
                <w:rtl/>
              </w:rPr>
              <w:t xml:space="preserve"> </w:t>
            </w:r>
            <w:r w:rsidRPr="00A0264F">
              <w:rPr>
                <w:rtl/>
              </w:rPr>
              <w:t>أنـتَ</w:t>
            </w:r>
            <w:r w:rsidR="0076657C">
              <w:rPr>
                <w:rtl/>
              </w:rPr>
              <w:t xml:space="preserve"> </w:t>
            </w:r>
            <w:r w:rsidRPr="00A0264F">
              <w:rPr>
                <w:rtl/>
              </w:rPr>
              <w:t>لأحـمد</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أخـوهُ</w:t>
            </w:r>
            <w:r w:rsidR="003D6158">
              <w:rPr>
                <w:rtl/>
              </w:rPr>
              <w:t xml:space="preserve"> </w:t>
            </w:r>
            <w:r w:rsidRPr="00A0264F">
              <w:rPr>
                <w:rtl/>
              </w:rPr>
              <w:t>وقـاضي</w:t>
            </w:r>
            <w:r w:rsidR="0076657C">
              <w:rPr>
                <w:rtl/>
              </w:rPr>
              <w:t xml:space="preserve"> </w:t>
            </w:r>
            <w:r w:rsidRPr="00A0264F">
              <w:rPr>
                <w:rtl/>
              </w:rPr>
              <w:t>ديـنهُ</w:t>
            </w:r>
            <w:r w:rsidR="0076657C">
              <w:rPr>
                <w:rtl/>
              </w:rPr>
              <w:t xml:space="preserve"> </w:t>
            </w:r>
            <w:r w:rsidRPr="00A0264F">
              <w:rPr>
                <w:rtl/>
              </w:rPr>
              <w:t>ووزيرهُ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وإنّـكَ</w:t>
            </w:r>
            <w:r w:rsidR="003D6158">
              <w:rPr>
                <w:rtl/>
              </w:rPr>
              <w:t xml:space="preserve"> </w:t>
            </w:r>
            <w:r w:rsidRPr="00A0264F">
              <w:rPr>
                <w:rtl/>
              </w:rPr>
              <w:t>عونُ</w:t>
            </w:r>
            <w:r w:rsidR="0076657C">
              <w:rPr>
                <w:rtl/>
              </w:rPr>
              <w:t xml:space="preserve"> </w:t>
            </w:r>
            <w:r w:rsidRPr="00A0264F">
              <w:rPr>
                <w:rtl/>
              </w:rPr>
              <w:t>المصطفى</w:t>
            </w:r>
            <w:r w:rsidR="0076657C">
              <w:rPr>
                <w:rtl/>
              </w:rPr>
              <w:t xml:space="preserve"> </w:t>
            </w:r>
            <w:r w:rsidRPr="00A0264F">
              <w:rPr>
                <w:rtl/>
              </w:rPr>
              <w:t>ونصيره</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أو</w:t>
            </w:r>
            <w:r w:rsidR="003D6158">
              <w:rPr>
                <w:rtl/>
              </w:rPr>
              <w:t xml:space="preserve"> </w:t>
            </w:r>
            <w:r w:rsidRPr="00A0264F">
              <w:rPr>
                <w:rtl/>
              </w:rPr>
              <w:t>إنّـكَ</w:t>
            </w:r>
            <w:r w:rsidR="0076657C">
              <w:rPr>
                <w:rtl/>
              </w:rPr>
              <w:t xml:space="preserve"> </w:t>
            </w:r>
            <w:r w:rsidRPr="00A0264F">
              <w:rPr>
                <w:rtl/>
              </w:rPr>
              <w:t>عينُ</w:t>
            </w:r>
            <w:r w:rsidR="0076657C">
              <w:rPr>
                <w:rtl/>
              </w:rPr>
              <w:t xml:space="preserve"> </w:t>
            </w:r>
            <w:r w:rsidRPr="00A0264F">
              <w:rPr>
                <w:rtl/>
              </w:rPr>
              <w:t>المصطفى</w:t>
            </w:r>
            <w:r w:rsidR="0076657C">
              <w:rPr>
                <w:rtl/>
              </w:rPr>
              <w:t xml:space="preserve"> </w:t>
            </w:r>
            <w:r w:rsidRPr="00A0264F">
              <w:rPr>
                <w:rtl/>
              </w:rPr>
              <w:t>ونظيرهُ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فـلا</w:t>
            </w:r>
            <w:r w:rsidR="0076657C">
              <w:rPr>
                <w:rtl/>
              </w:rPr>
              <w:t xml:space="preserve"> </w:t>
            </w:r>
            <w:r w:rsidRPr="00A0264F">
              <w:rPr>
                <w:rtl/>
              </w:rPr>
              <w:t>مـشكلٌ</w:t>
            </w:r>
            <w:r w:rsidR="0076657C">
              <w:rPr>
                <w:rtl/>
              </w:rPr>
              <w:t xml:space="preserve"> </w:t>
            </w:r>
            <w:r w:rsidRPr="00A0264F">
              <w:rPr>
                <w:rtl/>
              </w:rPr>
              <w:t>إلاّ</w:t>
            </w:r>
            <w:r w:rsidR="0076657C">
              <w:rPr>
                <w:rtl/>
              </w:rPr>
              <w:t xml:space="preserve"> </w:t>
            </w:r>
            <w:r w:rsidRPr="00A0264F">
              <w:rPr>
                <w:rtl/>
              </w:rPr>
              <w:t>وأنـتَ</w:t>
            </w:r>
            <w:r w:rsidR="0076657C">
              <w:rPr>
                <w:rtl/>
              </w:rPr>
              <w:t xml:space="preserve"> </w:t>
            </w:r>
            <w:r w:rsidRPr="00A0264F">
              <w:rPr>
                <w:rtl/>
              </w:rPr>
              <w:t>مـداره</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ولا</w:t>
            </w:r>
            <w:r w:rsidR="0076657C">
              <w:rPr>
                <w:rtl/>
              </w:rPr>
              <w:t xml:space="preserve"> </w:t>
            </w:r>
            <w:r w:rsidRPr="00A0264F">
              <w:rPr>
                <w:rtl/>
              </w:rPr>
              <w:t>فـلـكٌ</w:t>
            </w:r>
            <w:r w:rsidR="0076657C">
              <w:rPr>
                <w:rtl/>
              </w:rPr>
              <w:t xml:space="preserve"> </w:t>
            </w:r>
            <w:r w:rsidRPr="00A0264F">
              <w:rPr>
                <w:rtl/>
              </w:rPr>
              <w:t>إلاّ</w:t>
            </w:r>
            <w:r w:rsidR="0076657C">
              <w:rPr>
                <w:rtl/>
              </w:rPr>
              <w:t xml:space="preserve"> </w:t>
            </w:r>
            <w:r w:rsidRPr="00A0264F">
              <w:rPr>
                <w:rtl/>
              </w:rPr>
              <w:t>وأنــتَ</w:t>
            </w:r>
            <w:r w:rsidR="0076657C">
              <w:rPr>
                <w:rtl/>
              </w:rPr>
              <w:t xml:space="preserve"> </w:t>
            </w:r>
            <w:r w:rsidRPr="00A0264F">
              <w:rPr>
                <w:rtl/>
              </w:rPr>
              <w:t>مـديرهُ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ولا</w:t>
            </w:r>
            <w:r w:rsidR="003D6158">
              <w:rPr>
                <w:rtl/>
              </w:rPr>
              <w:t xml:space="preserve"> </w:t>
            </w:r>
            <w:r w:rsidRPr="00A0264F">
              <w:rPr>
                <w:rtl/>
              </w:rPr>
              <w:t>أُمّــةٌ</w:t>
            </w:r>
            <w:r w:rsidR="0076657C">
              <w:rPr>
                <w:rtl/>
              </w:rPr>
              <w:t xml:space="preserve"> </w:t>
            </w:r>
            <w:r w:rsidRPr="00A0264F">
              <w:rPr>
                <w:rtl/>
              </w:rPr>
              <w:t>إلاّ</w:t>
            </w:r>
            <w:r w:rsidR="0076657C">
              <w:rPr>
                <w:rtl/>
              </w:rPr>
              <w:t xml:space="preserve"> </w:t>
            </w:r>
            <w:r w:rsidRPr="00A0264F">
              <w:rPr>
                <w:rtl/>
              </w:rPr>
              <w:t>وأنــتَ</w:t>
            </w:r>
            <w:r w:rsidR="0076657C">
              <w:rPr>
                <w:rtl/>
              </w:rPr>
              <w:t xml:space="preserve"> </w:t>
            </w:r>
            <w:r w:rsidRPr="00A0264F">
              <w:rPr>
                <w:rtl/>
              </w:rPr>
              <w:t>أمـينها</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ولا</w:t>
            </w:r>
            <w:r w:rsidR="003D6158">
              <w:rPr>
                <w:rtl/>
              </w:rPr>
              <w:t xml:space="preserve"> </w:t>
            </w:r>
            <w:r w:rsidRPr="00A0264F">
              <w:rPr>
                <w:rtl/>
              </w:rPr>
              <w:t>مـؤمـنٌ</w:t>
            </w:r>
            <w:r w:rsidR="0076657C">
              <w:rPr>
                <w:rtl/>
              </w:rPr>
              <w:t xml:space="preserve"> </w:t>
            </w:r>
            <w:r w:rsidRPr="00A0264F">
              <w:rPr>
                <w:rtl/>
              </w:rPr>
              <w:t>إلاّ</w:t>
            </w:r>
            <w:r w:rsidR="0076657C">
              <w:rPr>
                <w:rtl/>
              </w:rPr>
              <w:t xml:space="preserve"> </w:t>
            </w:r>
            <w:r w:rsidRPr="00A0264F">
              <w:rPr>
                <w:rtl/>
              </w:rPr>
              <w:t>وأنـتَ</w:t>
            </w:r>
            <w:r w:rsidR="0076657C">
              <w:rPr>
                <w:rtl/>
              </w:rPr>
              <w:t xml:space="preserve"> </w:t>
            </w:r>
            <w:r w:rsidRPr="00A0264F">
              <w:rPr>
                <w:rtl/>
              </w:rPr>
              <w:t>أمـيرهُ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وأنـتَ</w:t>
            </w:r>
            <w:r w:rsidR="003D6158">
              <w:rPr>
                <w:rtl/>
              </w:rPr>
              <w:t xml:space="preserve"> </w:t>
            </w:r>
            <w:r w:rsidRPr="00A0264F">
              <w:rPr>
                <w:rtl/>
              </w:rPr>
              <w:t>يـدُ</w:t>
            </w:r>
            <w:r w:rsidR="0076657C">
              <w:rPr>
                <w:rtl/>
              </w:rPr>
              <w:t xml:space="preserve"> </w:t>
            </w:r>
            <w:r w:rsidRPr="00A0264F">
              <w:rPr>
                <w:rtl/>
              </w:rPr>
              <w:t>اللهِ</w:t>
            </w:r>
            <w:r w:rsidR="0076657C">
              <w:rPr>
                <w:rtl/>
              </w:rPr>
              <w:t xml:space="preserve"> </w:t>
            </w:r>
            <w:r w:rsidRPr="00A0264F">
              <w:rPr>
                <w:rtl/>
              </w:rPr>
              <w:t>القويِّ</w:t>
            </w:r>
            <w:r w:rsidR="0076657C">
              <w:rPr>
                <w:rtl/>
              </w:rPr>
              <w:t xml:space="preserve"> </w:t>
            </w:r>
            <w:r w:rsidRPr="00A0264F">
              <w:rPr>
                <w:rtl/>
              </w:rPr>
              <w:t>وحبلهُ</w:t>
            </w:r>
            <w:r w:rsidR="0076657C">
              <w:rPr>
                <w:rtl/>
              </w:rPr>
              <w:t xml:space="preserve"> </w:t>
            </w:r>
            <w:r w:rsidRPr="00A0264F">
              <w:rPr>
                <w:rtl/>
              </w:rPr>
              <w:t>الـ</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مـتينُ</w:t>
            </w:r>
            <w:r w:rsidR="0076657C">
              <w:rPr>
                <w:rtl/>
              </w:rPr>
              <w:t xml:space="preserve"> </w:t>
            </w:r>
            <w:r w:rsidRPr="00A0264F">
              <w:rPr>
                <w:rtl/>
              </w:rPr>
              <w:t>وحـامي</w:t>
            </w:r>
            <w:r w:rsidR="0076657C">
              <w:rPr>
                <w:rtl/>
              </w:rPr>
              <w:t xml:space="preserve"> </w:t>
            </w:r>
            <w:r w:rsidRPr="00A0264F">
              <w:rPr>
                <w:rtl/>
              </w:rPr>
              <w:t>ديـنهُ</w:t>
            </w:r>
            <w:r w:rsidR="0076657C">
              <w:rPr>
                <w:rtl/>
              </w:rPr>
              <w:t xml:space="preserve"> </w:t>
            </w:r>
            <w:r w:rsidRPr="00A0264F">
              <w:rPr>
                <w:rtl/>
              </w:rPr>
              <w:t>وسـفيرهُ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وأنتَ</w:t>
            </w:r>
            <w:r w:rsidR="0076657C">
              <w:rPr>
                <w:rtl/>
              </w:rPr>
              <w:t xml:space="preserve"> </w:t>
            </w:r>
            <w:r w:rsidRPr="00A0264F">
              <w:rPr>
                <w:rtl/>
              </w:rPr>
              <w:t>الصراطُ</w:t>
            </w:r>
            <w:r w:rsidR="0076657C">
              <w:rPr>
                <w:rtl/>
              </w:rPr>
              <w:t xml:space="preserve"> </w:t>
            </w:r>
            <w:r w:rsidRPr="00A0264F">
              <w:rPr>
                <w:rtl/>
              </w:rPr>
              <w:t>المستقيمُ</w:t>
            </w:r>
            <w:r w:rsidR="0076657C">
              <w:rPr>
                <w:rtl/>
              </w:rPr>
              <w:t xml:space="preserve"> </w:t>
            </w:r>
            <w:r w:rsidRPr="00A0264F">
              <w:rPr>
                <w:rtl/>
              </w:rPr>
              <w:t>وعندكَ</w:t>
            </w:r>
            <w:r w:rsidR="0076657C">
              <w:rPr>
                <w:rtl/>
              </w:rPr>
              <w:t xml:space="preserve"> </w:t>
            </w:r>
            <w:r w:rsidRPr="00A0264F">
              <w:rPr>
                <w:rtl/>
              </w:rPr>
              <w:t>الـ</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جـوازُ</w:t>
            </w:r>
            <w:r w:rsidR="003D6158">
              <w:rPr>
                <w:rtl/>
              </w:rPr>
              <w:t xml:space="preserve"> </w:t>
            </w:r>
            <w:r w:rsidRPr="00A0264F">
              <w:rPr>
                <w:rtl/>
              </w:rPr>
              <w:t>فـمَنْ</w:t>
            </w:r>
            <w:r w:rsidR="0076657C">
              <w:rPr>
                <w:rtl/>
              </w:rPr>
              <w:t xml:space="preserve"> </w:t>
            </w:r>
            <w:r w:rsidRPr="00A0264F">
              <w:rPr>
                <w:rtl/>
              </w:rPr>
              <w:t>تمنحهُ</w:t>
            </w:r>
            <w:r w:rsidR="0076657C">
              <w:rPr>
                <w:rtl/>
              </w:rPr>
              <w:t xml:space="preserve"> </w:t>
            </w:r>
            <w:r w:rsidRPr="00A0264F">
              <w:rPr>
                <w:rtl/>
              </w:rPr>
              <w:t>جازَ</w:t>
            </w:r>
            <w:r w:rsidR="0076657C">
              <w:rPr>
                <w:rtl/>
              </w:rPr>
              <w:t xml:space="preserve"> </w:t>
            </w:r>
            <w:r w:rsidRPr="00A0264F">
              <w:rPr>
                <w:rtl/>
              </w:rPr>
              <w:t>عبورهُ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بـكَ</w:t>
            </w:r>
            <w:r w:rsidR="0076657C">
              <w:rPr>
                <w:rtl/>
              </w:rPr>
              <w:t xml:space="preserve"> </w:t>
            </w:r>
            <w:r w:rsidRPr="00A0264F">
              <w:rPr>
                <w:rtl/>
              </w:rPr>
              <w:t>الـشركُ</w:t>
            </w:r>
            <w:r w:rsidR="0076657C">
              <w:rPr>
                <w:rtl/>
              </w:rPr>
              <w:t xml:space="preserve"> </w:t>
            </w:r>
            <w:r w:rsidRPr="00A0264F">
              <w:rPr>
                <w:rtl/>
              </w:rPr>
              <w:t>أودى</w:t>
            </w:r>
            <w:r w:rsidR="0076657C">
              <w:rPr>
                <w:rtl/>
              </w:rPr>
              <w:t xml:space="preserve"> </w:t>
            </w:r>
            <w:r w:rsidRPr="00A0264F">
              <w:rPr>
                <w:rtl/>
              </w:rPr>
              <w:t>خيلهُ</w:t>
            </w:r>
            <w:r w:rsidR="0076657C">
              <w:rPr>
                <w:rtl/>
              </w:rPr>
              <w:t xml:space="preserve"> </w:t>
            </w:r>
            <w:r w:rsidRPr="00A0264F">
              <w:rPr>
                <w:rtl/>
              </w:rPr>
              <w:t>ورجاله</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وثـقلَ</w:t>
            </w:r>
            <w:r w:rsidR="003D6158">
              <w:rPr>
                <w:rtl/>
              </w:rPr>
              <w:t xml:space="preserve"> </w:t>
            </w:r>
            <w:r w:rsidRPr="00A0264F">
              <w:rPr>
                <w:rtl/>
              </w:rPr>
              <w:t>قـريشٍ</w:t>
            </w:r>
            <w:r w:rsidR="0076657C">
              <w:rPr>
                <w:rtl/>
              </w:rPr>
              <w:t xml:space="preserve"> </w:t>
            </w:r>
            <w:r w:rsidRPr="00A0264F">
              <w:rPr>
                <w:rtl/>
              </w:rPr>
              <w:t>عِـيرُهُ</w:t>
            </w:r>
            <w:r w:rsidR="0076657C">
              <w:rPr>
                <w:rtl/>
              </w:rPr>
              <w:t xml:space="preserve"> </w:t>
            </w:r>
            <w:r w:rsidRPr="00A0264F">
              <w:rPr>
                <w:rtl/>
              </w:rPr>
              <w:t>ونـفيرهُ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فـما</w:t>
            </w:r>
            <w:r w:rsidR="003D6158">
              <w:rPr>
                <w:rtl/>
              </w:rPr>
              <w:t xml:space="preserve"> </w:t>
            </w:r>
            <w:r w:rsidRPr="00A0264F">
              <w:rPr>
                <w:rtl/>
              </w:rPr>
              <w:t>زلـتَ</w:t>
            </w:r>
            <w:r w:rsidR="0076657C">
              <w:rPr>
                <w:rtl/>
              </w:rPr>
              <w:t xml:space="preserve"> </w:t>
            </w:r>
            <w:r w:rsidRPr="00A0264F">
              <w:rPr>
                <w:rtl/>
              </w:rPr>
              <w:t>لـلحقِّ</w:t>
            </w:r>
            <w:r w:rsidR="0076657C">
              <w:rPr>
                <w:rtl/>
              </w:rPr>
              <w:t xml:space="preserve"> </w:t>
            </w:r>
            <w:r w:rsidRPr="00A0264F">
              <w:rPr>
                <w:rtl/>
              </w:rPr>
              <w:t>المبينِ</w:t>
            </w:r>
            <w:r w:rsidR="0076657C">
              <w:rPr>
                <w:rtl/>
              </w:rPr>
              <w:t xml:space="preserve"> </w:t>
            </w:r>
            <w:r w:rsidRPr="00A0264F">
              <w:rPr>
                <w:rtl/>
              </w:rPr>
              <w:t>تُبِينُهُ</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وبـالسيفِ</w:t>
            </w:r>
            <w:r w:rsidR="003D6158">
              <w:rPr>
                <w:rtl/>
              </w:rPr>
              <w:t xml:space="preserve"> </w:t>
            </w:r>
            <w:r w:rsidRPr="00A0264F">
              <w:rPr>
                <w:rtl/>
              </w:rPr>
              <w:t>مَنْ</w:t>
            </w:r>
            <w:r w:rsidR="0076657C">
              <w:rPr>
                <w:rtl/>
              </w:rPr>
              <w:t xml:space="preserve"> </w:t>
            </w:r>
            <w:r w:rsidRPr="00A0264F">
              <w:rPr>
                <w:rtl/>
              </w:rPr>
              <w:t>يبغيهِ</w:t>
            </w:r>
            <w:r w:rsidR="0076657C">
              <w:rPr>
                <w:rtl/>
              </w:rPr>
              <w:t xml:space="preserve"> </w:t>
            </w:r>
            <w:r w:rsidRPr="00A0264F">
              <w:rPr>
                <w:rtl/>
              </w:rPr>
              <w:t>سوءاً</w:t>
            </w:r>
            <w:r w:rsidR="0076657C">
              <w:rPr>
                <w:rtl/>
              </w:rPr>
              <w:t xml:space="preserve"> </w:t>
            </w:r>
            <w:r w:rsidRPr="00A0264F">
              <w:rPr>
                <w:rtl/>
              </w:rPr>
              <w:t>تبيرهُ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إلـى</w:t>
            </w:r>
            <w:r w:rsidR="003D6158">
              <w:rPr>
                <w:rtl/>
              </w:rPr>
              <w:t xml:space="preserve"> </w:t>
            </w:r>
            <w:r w:rsidRPr="00A0264F">
              <w:rPr>
                <w:rtl/>
              </w:rPr>
              <w:t>أن</w:t>
            </w:r>
            <w:r w:rsidR="0076657C">
              <w:rPr>
                <w:rtl/>
              </w:rPr>
              <w:t xml:space="preserve"> </w:t>
            </w:r>
            <w:r w:rsidRPr="00A0264F">
              <w:rPr>
                <w:rtl/>
              </w:rPr>
              <w:t>عـلا</w:t>
            </w:r>
            <w:r w:rsidR="0076657C">
              <w:rPr>
                <w:rtl/>
              </w:rPr>
              <w:t xml:space="preserve"> </w:t>
            </w:r>
            <w:r w:rsidRPr="00A0264F">
              <w:rPr>
                <w:rtl/>
              </w:rPr>
              <w:t>هامَ</w:t>
            </w:r>
            <w:r w:rsidR="0076657C">
              <w:rPr>
                <w:rtl/>
              </w:rPr>
              <w:t xml:space="preserve"> </w:t>
            </w:r>
            <w:r w:rsidRPr="00A0264F">
              <w:rPr>
                <w:rtl/>
              </w:rPr>
              <w:t>الجبالَ</w:t>
            </w:r>
            <w:r w:rsidR="0076657C">
              <w:rPr>
                <w:rtl/>
              </w:rPr>
              <w:t xml:space="preserve"> </w:t>
            </w:r>
            <w:r w:rsidRPr="00A0264F">
              <w:rPr>
                <w:rtl/>
              </w:rPr>
              <w:t>مناره</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وأشـرقَ</w:t>
            </w:r>
            <w:r w:rsidR="003D6158">
              <w:rPr>
                <w:rtl/>
              </w:rPr>
              <w:t xml:space="preserve"> </w:t>
            </w:r>
            <w:r w:rsidRPr="00A0264F">
              <w:rPr>
                <w:rtl/>
              </w:rPr>
              <w:t>فـي</w:t>
            </w:r>
            <w:r w:rsidR="0076657C">
              <w:rPr>
                <w:rtl/>
              </w:rPr>
              <w:t xml:space="preserve"> </w:t>
            </w:r>
            <w:r w:rsidRPr="00A0264F">
              <w:rPr>
                <w:rtl/>
              </w:rPr>
              <w:t>كلِّ</w:t>
            </w:r>
            <w:r w:rsidR="0076657C">
              <w:rPr>
                <w:rtl/>
              </w:rPr>
              <w:t xml:space="preserve"> </w:t>
            </w:r>
            <w:r w:rsidRPr="00A0264F">
              <w:rPr>
                <w:rtl/>
              </w:rPr>
              <w:t>الجهاتِ</w:t>
            </w:r>
            <w:r w:rsidR="0076657C">
              <w:rPr>
                <w:rtl/>
              </w:rPr>
              <w:t xml:space="preserve"> </w:t>
            </w:r>
            <w:r w:rsidRPr="00A0264F">
              <w:rPr>
                <w:rtl/>
              </w:rPr>
              <w:t>منيرهُ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فـمَنْ</w:t>
            </w:r>
            <w:r w:rsidR="003D6158">
              <w:rPr>
                <w:rtl/>
              </w:rPr>
              <w:t xml:space="preserve"> </w:t>
            </w:r>
            <w:r w:rsidRPr="00A0264F">
              <w:rPr>
                <w:rtl/>
              </w:rPr>
              <w:t>جـاءَ</w:t>
            </w:r>
            <w:r w:rsidR="0076657C">
              <w:rPr>
                <w:rtl/>
              </w:rPr>
              <w:t xml:space="preserve"> </w:t>
            </w:r>
            <w:r w:rsidRPr="00A0264F">
              <w:rPr>
                <w:rtl/>
              </w:rPr>
              <w:t>مـغتالاً</w:t>
            </w:r>
            <w:r w:rsidR="0076657C">
              <w:rPr>
                <w:rtl/>
              </w:rPr>
              <w:t xml:space="preserve"> </w:t>
            </w:r>
            <w:r w:rsidRPr="00A0264F">
              <w:rPr>
                <w:rtl/>
              </w:rPr>
              <w:t>فأنتَ</w:t>
            </w:r>
            <w:r w:rsidR="0076657C">
              <w:rPr>
                <w:rtl/>
              </w:rPr>
              <w:t xml:space="preserve"> </w:t>
            </w:r>
            <w:r w:rsidRPr="00A0264F">
              <w:rPr>
                <w:rtl/>
              </w:rPr>
              <w:t>تميته</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ومَـنْ</w:t>
            </w:r>
            <w:r w:rsidR="0076657C">
              <w:rPr>
                <w:rtl/>
              </w:rPr>
              <w:t xml:space="preserve"> </w:t>
            </w:r>
            <w:r w:rsidRPr="00A0264F">
              <w:rPr>
                <w:rtl/>
              </w:rPr>
              <w:t>جـاءَ</w:t>
            </w:r>
            <w:r w:rsidR="0076657C">
              <w:rPr>
                <w:rtl/>
              </w:rPr>
              <w:t xml:space="preserve"> </w:t>
            </w:r>
            <w:r w:rsidRPr="00A0264F">
              <w:rPr>
                <w:rtl/>
              </w:rPr>
              <w:t>مـمتاراً</w:t>
            </w:r>
            <w:r w:rsidR="0076657C">
              <w:rPr>
                <w:rtl/>
              </w:rPr>
              <w:t xml:space="preserve"> </w:t>
            </w:r>
            <w:r w:rsidRPr="00A0264F">
              <w:rPr>
                <w:rtl/>
              </w:rPr>
              <w:t>فأنتَ</w:t>
            </w:r>
            <w:r w:rsidR="0076657C">
              <w:rPr>
                <w:rtl/>
              </w:rPr>
              <w:t xml:space="preserve"> </w:t>
            </w:r>
            <w:r w:rsidRPr="00A0264F">
              <w:rPr>
                <w:rtl/>
              </w:rPr>
              <w:t>تميرهُ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وأنـتَ</w:t>
            </w:r>
            <w:r w:rsidR="0076657C">
              <w:rPr>
                <w:rtl/>
              </w:rPr>
              <w:t xml:space="preserve"> </w:t>
            </w:r>
            <w:r w:rsidRPr="00A0264F">
              <w:rPr>
                <w:rtl/>
              </w:rPr>
              <w:t>قـسيمُ</w:t>
            </w:r>
            <w:r w:rsidR="0076657C">
              <w:rPr>
                <w:rtl/>
              </w:rPr>
              <w:t xml:space="preserve"> </w:t>
            </w:r>
            <w:r w:rsidRPr="00A0264F">
              <w:rPr>
                <w:rtl/>
              </w:rPr>
              <w:t>الـنارَ</w:t>
            </w:r>
            <w:r w:rsidR="0076657C">
              <w:rPr>
                <w:rtl/>
              </w:rPr>
              <w:t xml:space="preserve"> </w:t>
            </w:r>
            <w:r w:rsidRPr="00A0264F">
              <w:rPr>
                <w:rtl/>
              </w:rPr>
              <w:t>قسمٌ</w:t>
            </w:r>
            <w:r w:rsidR="0076657C">
              <w:rPr>
                <w:rtl/>
              </w:rPr>
              <w:t xml:space="preserve"> </w:t>
            </w:r>
            <w:r w:rsidRPr="00A0264F">
              <w:rPr>
                <w:rtl/>
              </w:rPr>
              <w:t>تجيزهُ</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عـليها،</w:t>
            </w:r>
            <w:r w:rsidR="003D6158">
              <w:rPr>
                <w:rtl/>
              </w:rPr>
              <w:t xml:space="preserve"> </w:t>
            </w:r>
            <w:r w:rsidRPr="00A0264F">
              <w:rPr>
                <w:rtl/>
              </w:rPr>
              <w:t>وقـسمٌ</w:t>
            </w:r>
            <w:r w:rsidR="0076657C">
              <w:rPr>
                <w:rtl/>
              </w:rPr>
              <w:t xml:space="preserve"> </w:t>
            </w:r>
            <w:r w:rsidRPr="00A0264F">
              <w:rPr>
                <w:rtl/>
              </w:rPr>
              <w:t>من</w:t>
            </w:r>
            <w:r w:rsidR="0076657C">
              <w:rPr>
                <w:rtl/>
              </w:rPr>
              <w:t xml:space="preserve"> </w:t>
            </w:r>
            <w:r w:rsidRPr="00A0264F">
              <w:rPr>
                <w:rtl/>
              </w:rPr>
              <w:t>لظاها</w:t>
            </w:r>
            <w:r w:rsidR="0076657C">
              <w:rPr>
                <w:rtl/>
              </w:rPr>
              <w:t xml:space="preserve"> </w:t>
            </w:r>
            <w:r w:rsidRPr="00A0264F">
              <w:rPr>
                <w:rtl/>
              </w:rPr>
              <w:t>تجيرهُ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ولـمّا</w:t>
            </w:r>
            <w:r w:rsidR="003D6158">
              <w:rPr>
                <w:rtl/>
              </w:rPr>
              <w:t xml:space="preserve"> </w:t>
            </w:r>
            <w:r w:rsidRPr="00A0264F">
              <w:rPr>
                <w:rtl/>
              </w:rPr>
              <w:t>اسـتتمَ</w:t>
            </w:r>
            <w:r w:rsidR="0076657C">
              <w:rPr>
                <w:rtl/>
              </w:rPr>
              <w:t xml:space="preserve"> </w:t>
            </w:r>
            <w:r w:rsidRPr="00A0264F">
              <w:rPr>
                <w:rtl/>
              </w:rPr>
              <w:t>الدينُ</w:t>
            </w:r>
            <w:r w:rsidR="0076657C">
              <w:rPr>
                <w:rtl/>
              </w:rPr>
              <w:t xml:space="preserve"> </w:t>
            </w:r>
            <w:r w:rsidRPr="00A0264F">
              <w:rPr>
                <w:rtl/>
              </w:rPr>
              <w:t>أوفى</w:t>
            </w:r>
            <w:r w:rsidR="0076657C">
              <w:rPr>
                <w:rtl/>
              </w:rPr>
              <w:t xml:space="preserve"> </w:t>
            </w:r>
            <w:r w:rsidRPr="00A0264F">
              <w:rPr>
                <w:rtl/>
              </w:rPr>
              <w:t>نصابه</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وشِـيدَتْ</w:t>
            </w:r>
            <w:r w:rsidR="003D6158">
              <w:rPr>
                <w:rtl/>
              </w:rPr>
              <w:t xml:space="preserve"> </w:t>
            </w:r>
            <w:r w:rsidRPr="00A0264F">
              <w:rPr>
                <w:rtl/>
              </w:rPr>
              <w:t>مـبانيهِ</w:t>
            </w:r>
            <w:r w:rsidR="0076657C">
              <w:rPr>
                <w:rtl/>
              </w:rPr>
              <w:t xml:space="preserve"> </w:t>
            </w:r>
            <w:r w:rsidRPr="00A0264F">
              <w:rPr>
                <w:rtl/>
              </w:rPr>
              <w:t>وأُحـكمَ</w:t>
            </w:r>
            <w:r w:rsidR="0076657C">
              <w:rPr>
                <w:rtl/>
              </w:rPr>
              <w:t xml:space="preserve"> </w:t>
            </w:r>
            <w:r w:rsidRPr="00A0264F">
              <w:rPr>
                <w:rtl/>
              </w:rPr>
              <w:t>سورهُ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رقـدتَ</w:t>
            </w:r>
            <w:r w:rsidR="0076657C">
              <w:rPr>
                <w:rtl/>
              </w:rPr>
              <w:t xml:space="preserve"> </w:t>
            </w:r>
            <w:r w:rsidRPr="00A0264F">
              <w:rPr>
                <w:rtl/>
              </w:rPr>
              <w:t>قـريرَ</w:t>
            </w:r>
            <w:r w:rsidR="0076657C">
              <w:rPr>
                <w:rtl/>
              </w:rPr>
              <w:t xml:space="preserve"> </w:t>
            </w:r>
            <w:r w:rsidRPr="00A0264F">
              <w:rPr>
                <w:rtl/>
              </w:rPr>
              <w:t>العينِ</w:t>
            </w:r>
            <w:r w:rsidR="0076657C">
              <w:rPr>
                <w:rtl/>
              </w:rPr>
              <w:t xml:space="preserve"> </w:t>
            </w:r>
            <w:r w:rsidRPr="00A0264F">
              <w:rPr>
                <w:rtl/>
              </w:rPr>
              <w:t>لستَ</w:t>
            </w:r>
            <w:r w:rsidR="0076657C">
              <w:rPr>
                <w:rtl/>
              </w:rPr>
              <w:t xml:space="preserve"> </w:t>
            </w:r>
            <w:r w:rsidRPr="00A0264F">
              <w:rPr>
                <w:rtl/>
              </w:rPr>
              <w:t>بحافل</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بـحقدِ</w:t>
            </w:r>
            <w:r w:rsidR="0076657C">
              <w:rPr>
                <w:rtl/>
              </w:rPr>
              <w:t xml:space="preserve"> </w:t>
            </w:r>
            <w:r w:rsidRPr="00A0264F">
              <w:rPr>
                <w:rtl/>
              </w:rPr>
              <w:t>أخـي</w:t>
            </w:r>
            <w:r w:rsidR="0076657C">
              <w:rPr>
                <w:rtl/>
              </w:rPr>
              <w:t xml:space="preserve"> </w:t>
            </w:r>
            <w:r w:rsidRPr="00A0264F">
              <w:rPr>
                <w:rtl/>
              </w:rPr>
              <w:t>حـقدٍ</w:t>
            </w:r>
            <w:r w:rsidR="0076657C">
              <w:rPr>
                <w:rtl/>
              </w:rPr>
              <w:t xml:space="preserve"> </w:t>
            </w:r>
            <w:r w:rsidRPr="00A0264F">
              <w:rPr>
                <w:rtl/>
              </w:rPr>
              <w:t>عـليكَ</w:t>
            </w:r>
            <w:r w:rsidR="0076657C">
              <w:rPr>
                <w:rtl/>
              </w:rPr>
              <w:t xml:space="preserve"> </w:t>
            </w:r>
            <w:r w:rsidRPr="00A0264F">
              <w:rPr>
                <w:rtl/>
              </w:rPr>
              <w:t>يثيرهُ</w:t>
            </w:r>
            <w:r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512CA0" w:rsidTr="00512CA0">
        <w:trPr>
          <w:trHeight w:val="350"/>
        </w:trPr>
        <w:tc>
          <w:tcPr>
            <w:tcW w:w="3536" w:type="dxa"/>
          </w:tcPr>
          <w:p w:rsidR="00512CA0" w:rsidRDefault="00512CA0" w:rsidP="003D6158">
            <w:pPr>
              <w:pStyle w:val="libPoem"/>
            </w:pPr>
            <w:r w:rsidRPr="00A0264F">
              <w:rPr>
                <w:rtl/>
              </w:rPr>
              <w:t>ومـثلكَ</w:t>
            </w:r>
            <w:r w:rsidR="003D6158">
              <w:rPr>
                <w:rtl/>
              </w:rPr>
              <w:t xml:space="preserve"> </w:t>
            </w:r>
            <w:r w:rsidRPr="00A0264F">
              <w:rPr>
                <w:rtl/>
              </w:rPr>
              <w:t>مَـنْ</w:t>
            </w:r>
            <w:r w:rsidR="0076657C">
              <w:rPr>
                <w:rtl/>
              </w:rPr>
              <w:t xml:space="preserve"> </w:t>
            </w:r>
            <w:r w:rsidRPr="00A0264F">
              <w:rPr>
                <w:rtl/>
              </w:rPr>
              <w:t>إن</w:t>
            </w:r>
            <w:r w:rsidR="0076657C">
              <w:rPr>
                <w:rtl/>
              </w:rPr>
              <w:t xml:space="preserve"> </w:t>
            </w:r>
            <w:r w:rsidRPr="00A0264F">
              <w:rPr>
                <w:rtl/>
              </w:rPr>
              <w:t>تَـمَّ</w:t>
            </w:r>
            <w:r w:rsidR="0076657C">
              <w:rPr>
                <w:rtl/>
              </w:rPr>
              <w:t xml:space="preserve"> </w:t>
            </w:r>
            <w:r w:rsidRPr="00A0264F">
              <w:rPr>
                <w:rtl/>
              </w:rPr>
              <w:t>للدينِ</w:t>
            </w:r>
            <w:r w:rsidR="0076657C">
              <w:rPr>
                <w:rtl/>
              </w:rPr>
              <w:t xml:space="preserve"> </w:t>
            </w:r>
            <w:r w:rsidRPr="00A0264F">
              <w:rPr>
                <w:rtl/>
              </w:rPr>
              <w:t>أمره</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فـمـا</w:t>
            </w:r>
            <w:r w:rsidR="003D6158">
              <w:rPr>
                <w:rtl/>
              </w:rPr>
              <w:t xml:space="preserve"> </w:t>
            </w:r>
            <w:r w:rsidRPr="00A0264F">
              <w:rPr>
                <w:rtl/>
              </w:rPr>
              <w:t>ضَـرَّهُ</w:t>
            </w:r>
            <w:r w:rsidR="0076657C">
              <w:rPr>
                <w:rtl/>
              </w:rPr>
              <w:t xml:space="preserve"> </w:t>
            </w:r>
            <w:r w:rsidRPr="00A0264F">
              <w:rPr>
                <w:rtl/>
              </w:rPr>
              <w:t>ألاّ</w:t>
            </w:r>
            <w:r w:rsidR="0076657C">
              <w:rPr>
                <w:rtl/>
              </w:rPr>
              <w:t xml:space="preserve"> </w:t>
            </w:r>
            <w:r w:rsidRPr="00A0264F">
              <w:rPr>
                <w:rtl/>
              </w:rPr>
              <w:t>تـتمَّ</w:t>
            </w:r>
            <w:r w:rsidR="0076657C">
              <w:rPr>
                <w:rtl/>
              </w:rPr>
              <w:t xml:space="preserve"> </w:t>
            </w:r>
            <w:r w:rsidRPr="00A0264F">
              <w:rPr>
                <w:rtl/>
              </w:rPr>
              <w:t>أمـورهُ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ولـو</w:t>
            </w:r>
            <w:r w:rsidR="003D6158">
              <w:rPr>
                <w:rtl/>
              </w:rPr>
              <w:t xml:space="preserve"> </w:t>
            </w:r>
            <w:r w:rsidRPr="00A0264F">
              <w:rPr>
                <w:rtl/>
              </w:rPr>
              <w:t>شـئتَ</w:t>
            </w:r>
            <w:r w:rsidR="0076657C">
              <w:rPr>
                <w:rtl/>
              </w:rPr>
              <w:t xml:space="preserve"> </w:t>
            </w:r>
            <w:r w:rsidRPr="00A0264F">
              <w:rPr>
                <w:rtl/>
              </w:rPr>
              <w:t>أثكلتَ</w:t>
            </w:r>
            <w:r w:rsidR="0076657C">
              <w:rPr>
                <w:rtl/>
              </w:rPr>
              <w:t xml:space="preserve"> </w:t>
            </w:r>
            <w:r w:rsidRPr="00A0264F">
              <w:rPr>
                <w:rtl/>
              </w:rPr>
              <w:t>العدو</w:t>
            </w:r>
            <w:r w:rsidR="0076657C">
              <w:rPr>
                <w:rtl/>
              </w:rPr>
              <w:t xml:space="preserve"> </w:t>
            </w:r>
            <w:r w:rsidRPr="00A0264F">
              <w:rPr>
                <w:rtl/>
              </w:rPr>
              <w:t>بنفسه</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فـأصبحَ</w:t>
            </w:r>
            <w:r w:rsidR="003D6158">
              <w:rPr>
                <w:rtl/>
              </w:rPr>
              <w:t xml:space="preserve"> </w:t>
            </w:r>
            <w:r w:rsidRPr="00A0264F">
              <w:rPr>
                <w:rtl/>
              </w:rPr>
              <w:t>يـعلو</w:t>
            </w:r>
            <w:r w:rsidR="0076657C">
              <w:rPr>
                <w:rtl/>
              </w:rPr>
              <w:t xml:space="preserve"> </w:t>
            </w:r>
            <w:r w:rsidRPr="00A0264F">
              <w:rPr>
                <w:rtl/>
              </w:rPr>
              <w:t>ويـلُهُ</w:t>
            </w:r>
            <w:r w:rsidR="0076657C">
              <w:rPr>
                <w:rtl/>
              </w:rPr>
              <w:t xml:space="preserve"> </w:t>
            </w:r>
            <w:r w:rsidRPr="00A0264F">
              <w:rPr>
                <w:rtl/>
              </w:rPr>
              <w:t>وثـبورهُ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Pr>
                <w:rtl/>
              </w:rPr>
              <w:t>بـبأسِ</w:t>
            </w:r>
            <w:r w:rsidR="0076657C">
              <w:rPr>
                <w:rtl/>
              </w:rPr>
              <w:t xml:space="preserve"> </w:t>
            </w:r>
            <w:r>
              <w:rPr>
                <w:rtl/>
              </w:rPr>
              <w:t>يدٍ</w:t>
            </w:r>
            <w:r w:rsidR="0076657C">
              <w:rPr>
                <w:rtl/>
              </w:rPr>
              <w:t xml:space="preserve"> </w:t>
            </w:r>
            <w:r w:rsidRPr="00A0264F">
              <w:rPr>
                <w:rtl/>
              </w:rPr>
              <w:t>لوْ</w:t>
            </w:r>
            <w:r w:rsidR="0076657C">
              <w:rPr>
                <w:rtl/>
              </w:rPr>
              <w:t xml:space="preserve"> </w:t>
            </w:r>
            <w:r w:rsidRPr="00A0264F">
              <w:rPr>
                <w:rtl/>
              </w:rPr>
              <w:t>صُلْتَ</w:t>
            </w:r>
            <w:r w:rsidR="0076657C">
              <w:rPr>
                <w:rtl/>
              </w:rPr>
              <w:t xml:space="preserve"> </w:t>
            </w:r>
            <w:r w:rsidRPr="00A0264F">
              <w:rPr>
                <w:rtl/>
              </w:rPr>
              <w:t>يوماً</w:t>
            </w:r>
            <w:r w:rsidR="0076657C">
              <w:rPr>
                <w:rtl/>
              </w:rPr>
              <w:t xml:space="preserve"> </w:t>
            </w:r>
            <w:r w:rsidRPr="00A0264F">
              <w:rPr>
                <w:rtl/>
              </w:rPr>
              <w:t>بها</w:t>
            </w:r>
            <w:r w:rsidR="0076657C">
              <w:rPr>
                <w:rtl/>
              </w:rPr>
              <w:t xml:space="preserve"> </w:t>
            </w:r>
            <w:r w:rsidRPr="00A0264F">
              <w:rPr>
                <w:rtl/>
              </w:rPr>
              <w:t>على</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Pr>
                <w:rtl/>
              </w:rPr>
              <w:t>ثـبيرٍ</w:t>
            </w:r>
            <w:r w:rsidR="003D6158">
              <w:rPr>
                <w:rtl/>
              </w:rPr>
              <w:t xml:space="preserve"> </w:t>
            </w:r>
            <w:r w:rsidRPr="00A0264F">
              <w:rPr>
                <w:rtl/>
              </w:rPr>
              <w:t>إذاً</w:t>
            </w:r>
            <w:r w:rsidR="0076657C">
              <w:rPr>
                <w:rtl/>
              </w:rPr>
              <w:t xml:space="preserve"> </w:t>
            </w:r>
            <w:r w:rsidRPr="00A0264F">
              <w:rPr>
                <w:rtl/>
              </w:rPr>
              <w:t>لانـدكَّ</w:t>
            </w:r>
            <w:r w:rsidR="0076657C">
              <w:rPr>
                <w:rtl/>
              </w:rPr>
              <w:t xml:space="preserve"> </w:t>
            </w:r>
            <w:r w:rsidRPr="00A0264F">
              <w:rPr>
                <w:rtl/>
              </w:rPr>
              <w:t>مـنها</w:t>
            </w:r>
            <w:r w:rsidR="0076657C">
              <w:rPr>
                <w:rtl/>
              </w:rPr>
              <w:t xml:space="preserve"> </w:t>
            </w:r>
            <w:r w:rsidRPr="00A0264F">
              <w:rPr>
                <w:rtl/>
              </w:rPr>
              <w:t>ثـبيرهُ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ولكن</w:t>
            </w:r>
            <w:r w:rsidR="0076657C">
              <w:rPr>
                <w:rtl/>
              </w:rPr>
              <w:t xml:space="preserve"> </w:t>
            </w:r>
            <w:r w:rsidRPr="00A0264F">
              <w:rPr>
                <w:rtl/>
              </w:rPr>
              <w:t>رأيتَ</w:t>
            </w:r>
            <w:r w:rsidR="0076657C">
              <w:rPr>
                <w:rtl/>
              </w:rPr>
              <w:t xml:space="preserve"> </w:t>
            </w:r>
            <w:r w:rsidRPr="00A0264F">
              <w:rPr>
                <w:rtl/>
              </w:rPr>
              <w:t>الصبرَ</w:t>
            </w:r>
            <w:r w:rsidR="0076657C">
              <w:rPr>
                <w:rtl/>
              </w:rPr>
              <w:t xml:space="preserve"> </w:t>
            </w:r>
            <w:r w:rsidRPr="00A0264F">
              <w:rPr>
                <w:rtl/>
              </w:rPr>
              <w:t>أحجى</w:t>
            </w:r>
            <w:r w:rsidR="0076657C">
              <w:rPr>
                <w:rtl/>
              </w:rPr>
              <w:t xml:space="preserve"> </w:t>
            </w:r>
            <w:r w:rsidRPr="00A0264F">
              <w:rPr>
                <w:rtl/>
              </w:rPr>
              <w:t>ولم</w:t>
            </w:r>
            <w:r w:rsidR="0076657C">
              <w:rPr>
                <w:rtl/>
              </w:rPr>
              <w:t xml:space="preserve"> </w:t>
            </w:r>
            <w:r w:rsidRPr="00A0264F">
              <w:rPr>
                <w:rtl/>
              </w:rPr>
              <w:t>ينل</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ثــوابَ</w:t>
            </w:r>
            <w:r w:rsidR="0076657C">
              <w:rPr>
                <w:rtl/>
              </w:rPr>
              <w:t xml:space="preserve"> </w:t>
            </w:r>
            <w:r w:rsidRPr="00A0264F">
              <w:rPr>
                <w:rtl/>
              </w:rPr>
              <w:t>مـقامِ</w:t>
            </w:r>
            <w:r w:rsidR="0076657C">
              <w:rPr>
                <w:rtl/>
              </w:rPr>
              <w:t xml:space="preserve"> </w:t>
            </w:r>
            <w:r w:rsidRPr="00A0264F">
              <w:rPr>
                <w:rtl/>
              </w:rPr>
              <w:t>اللهِ</w:t>
            </w:r>
            <w:r w:rsidR="0076657C">
              <w:rPr>
                <w:rtl/>
              </w:rPr>
              <w:t xml:space="preserve"> </w:t>
            </w:r>
            <w:r w:rsidRPr="00A0264F">
              <w:rPr>
                <w:rtl/>
              </w:rPr>
              <w:t>إلاّ</w:t>
            </w:r>
            <w:r w:rsidR="0076657C">
              <w:rPr>
                <w:rtl/>
              </w:rPr>
              <w:t xml:space="preserve"> </w:t>
            </w:r>
            <w:r w:rsidRPr="00A0264F">
              <w:rPr>
                <w:rtl/>
              </w:rPr>
              <w:t>صَـبُورهُ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فـديتكَ</w:t>
            </w:r>
            <w:r w:rsidR="003D6158">
              <w:rPr>
                <w:rtl/>
              </w:rPr>
              <w:t xml:space="preserve"> </w:t>
            </w:r>
            <w:r w:rsidRPr="00A0264F">
              <w:rPr>
                <w:rtl/>
              </w:rPr>
              <w:t>أدركْ</w:t>
            </w:r>
            <w:r w:rsidR="0076657C">
              <w:rPr>
                <w:rtl/>
              </w:rPr>
              <w:t xml:space="preserve"> </w:t>
            </w:r>
            <w:r w:rsidRPr="00A0264F">
              <w:rPr>
                <w:rtl/>
              </w:rPr>
              <w:t>بـالشفاعةِ</w:t>
            </w:r>
            <w:r w:rsidR="0076657C">
              <w:rPr>
                <w:rtl/>
              </w:rPr>
              <w:t xml:space="preserve"> </w:t>
            </w:r>
            <w:r w:rsidRPr="00A0264F">
              <w:rPr>
                <w:rtl/>
              </w:rPr>
              <w:t>مـذنبا</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إذا</w:t>
            </w:r>
            <w:r w:rsidR="0076657C">
              <w:rPr>
                <w:rtl/>
              </w:rPr>
              <w:t xml:space="preserve"> </w:t>
            </w:r>
            <w:r w:rsidRPr="00A0264F">
              <w:rPr>
                <w:rtl/>
              </w:rPr>
              <w:t>أنـتَ</w:t>
            </w:r>
            <w:r w:rsidR="0076657C">
              <w:rPr>
                <w:rtl/>
              </w:rPr>
              <w:t xml:space="preserve"> </w:t>
            </w:r>
            <w:r w:rsidRPr="00A0264F">
              <w:rPr>
                <w:rtl/>
              </w:rPr>
              <w:t>لـم</w:t>
            </w:r>
            <w:r w:rsidR="0076657C">
              <w:rPr>
                <w:rtl/>
              </w:rPr>
              <w:t xml:space="preserve"> </w:t>
            </w:r>
            <w:r w:rsidRPr="00A0264F">
              <w:rPr>
                <w:rtl/>
              </w:rPr>
              <w:t>تنصرهُ</w:t>
            </w:r>
            <w:r w:rsidR="0076657C">
              <w:rPr>
                <w:rtl/>
              </w:rPr>
              <w:t xml:space="preserve"> </w:t>
            </w:r>
            <w:r w:rsidRPr="00A0264F">
              <w:rPr>
                <w:rtl/>
              </w:rPr>
              <w:t>عَزَّ</w:t>
            </w:r>
            <w:r w:rsidR="0076657C">
              <w:rPr>
                <w:rtl/>
              </w:rPr>
              <w:t xml:space="preserve"> </w:t>
            </w:r>
            <w:r w:rsidRPr="00A0264F">
              <w:rPr>
                <w:rtl/>
              </w:rPr>
              <w:t>نصيرهُ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ولايـتـهُ</w:t>
            </w:r>
            <w:r w:rsidR="0076657C">
              <w:rPr>
                <w:rtl/>
              </w:rPr>
              <w:t xml:space="preserve"> </w:t>
            </w:r>
            <w:r w:rsidRPr="00A0264F">
              <w:rPr>
                <w:rtl/>
              </w:rPr>
              <w:t>إيـاكَ</w:t>
            </w:r>
            <w:r w:rsidR="0076657C">
              <w:rPr>
                <w:rtl/>
              </w:rPr>
              <w:t xml:space="preserve"> </w:t>
            </w:r>
            <w:r w:rsidRPr="00A0264F">
              <w:rPr>
                <w:rtl/>
              </w:rPr>
              <w:t>أقـوى</w:t>
            </w:r>
            <w:r w:rsidR="0076657C">
              <w:rPr>
                <w:rtl/>
              </w:rPr>
              <w:t xml:space="preserve"> </w:t>
            </w:r>
            <w:r w:rsidRPr="00A0264F">
              <w:rPr>
                <w:rtl/>
              </w:rPr>
              <w:t>وسـيلة</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سَـيُمْحى</w:t>
            </w:r>
            <w:r w:rsidR="003D6158">
              <w:rPr>
                <w:rtl/>
              </w:rPr>
              <w:t xml:space="preserve"> </w:t>
            </w:r>
            <w:r w:rsidRPr="00A0264F">
              <w:rPr>
                <w:rtl/>
              </w:rPr>
              <w:t>بـها</w:t>
            </w:r>
            <w:r w:rsidR="0076657C">
              <w:rPr>
                <w:rtl/>
              </w:rPr>
              <w:t xml:space="preserve"> </w:t>
            </w:r>
            <w:r w:rsidRPr="00A0264F">
              <w:rPr>
                <w:rtl/>
              </w:rPr>
              <w:t>تقصيرهُ</w:t>
            </w:r>
            <w:r w:rsidR="0076657C">
              <w:rPr>
                <w:rtl/>
              </w:rPr>
              <w:t xml:space="preserve"> </w:t>
            </w:r>
            <w:r w:rsidRPr="00A0264F">
              <w:rPr>
                <w:rtl/>
              </w:rPr>
              <w:t>وقصورهُ</w:t>
            </w:r>
            <w:r w:rsidRPr="00725071">
              <w:rPr>
                <w:rStyle w:val="libPoemTiniChar0"/>
                <w:rtl/>
              </w:rPr>
              <w:br/>
              <w:t> </w:t>
            </w:r>
          </w:p>
        </w:tc>
      </w:tr>
    </w:tbl>
    <w:p w:rsidR="00A5546B" w:rsidRDefault="00A5546B" w:rsidP="00A5546B">
      <w:pPr>
        <w:pStyle w:val="libNormal"/>
      </w:pPr>
      <w:r>
        <w:rPr>
          <w:rtl/>
        </w:rPr>
        <w:br w:type="page"/>
      </w:r>
    </w:p>
    <w:p w:rsidR="00A0264F" w:rsidRPr="00A5546B" w:rsidRDefault="00A0264F" w:rsidP="00A5546B">
      <w:pPr>
        <w:pStyle w:val="Heading3Center"/>
      </w:pPr>
      <w:bookmarkStart w:id="8" w:name="في_التشوّق_إلى_النجف"/>
      <w:bookmarkStart w:id="9" w:name="_Toc430519737"/>
      <w:r w:rsidRPr="00A0264F">
        <w:rPr>
          <w:rtl/>
        </w:rPr>
        <w:t>في التشوّق إلى النجف</w:t>
      </w:r>
      <w:bookmarkEnd w:id="8"/>
      <w:bookmarkEnd w:id="9"/>
    </w:p>
    <w:tbl>
      <w:tblPr>
        <w:tblStyle w:val="TableGrid"/>
        <w:bidiVisual/>
        <w:tblW w:w="4562" w:type="pct"/>
        <w:tblInd w:w="384" w:type="dxa"/>
        <w:tblLook w:val="04A0"/>
      </w:tblPr>
      <w:tblGrid>
        <w:gridCol w:w="3536"/>
        <w:gridCol w:w="272"/>
        <w:gridCol w:w="3502"/>
      </w:tblGrid>
      <w:tr w:rsidR="00512CA0" w:rsidTr="00512CA0">
        <w:trPr>
          <w:trHeight w:val="350"/>
        </w:trPr>
        <w:tc>
          <w:tcPr>
            <w:tcW w:w="3536" w:type="dxa"/>
          </w:tcPr>
          <w:p w:rsidR="00512CA0" w:rsidRDefault="00512CA0" w:rsidP="003D6158">
            <w:pPr>
              <w:pStyle w:val="libPoem"/>
            </w:pPr>
            <w:r w:rsidRPr="00A0264F">
              <w:rPr>
                <w:rtl/>
              </w:rPr>
              <w:t>يـا</w:t>
            </w:r>
            <w:r w:rsidR="0076657C">
              <w:rPr>
                <w:rtl/>
              </w:rPr>
              <w:t xml:space="preserve"> </w:t>
            </w:r>
            <w:r w:rsidRPr="00A0264F">
              <w:rPr>
                <w:rtl/>
              </w:rPr>
              <w:t>أيّها</w:t>
            </w:r>
            <w:r w:rsidR="0076657C">
              <w:rPr>
                <w:rtl/>
              </w:rPr>
              <w:t xml:space="preserve"> </w:t>
            </w:r>
            <w:r w:rsidRPr="00A0264F">
              <w:rPr>
                <w:rtl/>
              </w:rPr>
              <w:t>النجفُ</w:t>
            </w:r>
            <w:r w:rsidR="0076657C">
              <w:rPr>
                <w:rtl/>
              </w:rPr>
              <w:t xml:space="preserve"> </w:t>
            </w:r>
            <w:r w:rsidRPr="00A0264F">
              <w:rPr>
                <w:rtl/>
              </w:rPr>
              <w:t>الأعلى</w:t>
            </w:r>
            <w:r w:rsidR="0076657C">
              <w:rPr>
                <w:rtl/>
              </w:rPr>
              <w:t xml:space="preserve"> </w:t>
            </w:r>
            <w:r w:rsidRPr="00A0264F">
              <w:rPr>
                <w:rtl/>
              </w:rPr>
              <w:t>لكَ</w:t>
            </w:r>
            <w:r w:rsidR="0076657C">
              <w:rPr>
                <w:rtl/>
              </w:rPr>
              <w:t xml:space="preserve"> </w:t>
            </w:r>
            <w:r w:rsidRPr="00A0264F">
              <w:rPr>
                <w:rtl/>
              </w:rPr>
              <w:t>الشرفُ</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ضمنتَ</w:t>
            </w:r>
            <w:r w:rsidR="003D6158">
              <w:rPr>
                <w:rtl/>
              </w:rPr>
              <w:t xml:space="preserve"> </w:t>
            </w:r>
            <w:r w:rsidRPr="00A0264F">
              <w:rPr>
                <w:rtl/>
              </w:rPr>
              <w:t>خيرَ</w:t>
            </w:r>
            <w:r w:rsidR="0076657C">
              <w:rPr>
                <w:rtl/>
              </w:rPr>
              <w:t xml:space="preserve"> </w:t>
            </w:r>
            <w:r w:rsidRPr="00A0264F">
              <w:rPr>
                <w:rtl/>
              </w:rPr>
              <w:t>الورى</w:t>
            </w:r>
            <w:r w:rsidR="0076657C">
              <w:rPr>
                <w:rtl/>
              </w:rPr>
              <w:t xml:space="preserve"> </w:t>
            </w:r>
            <w:r w:rsidRPr="00A0264F">
              <w:rPr>
                <w:rtl/>
              </w:rPr>
              <w:t>يا</w:t>
            </w:r>
            <w:r w:rsidR="0076657C">
              <w:rPr>
                <w:rtl/>
              </w:rPr>
              <w:t xml:space="preserve"> </w:t>
            </w:r>
            <w:r w:rsidRPr="00A0264F">
              <w:rPr>
                <w:rtl/>
              </w:rPr>
              <w:t>أيّها</w:t>
            </w:r>
            <w:r w:rsidR="0076657C">
              <w:rPr>
                <w:rtl/>
              </w:rPr>
              <w:t xml:space="preserve"> </w:t>
            </w:r>
            <w:r w:rsidRPr="00A0264F">
              <w:rPr>
                <w:rtl/>
              </w:rPr>
              <w:t>النجفُ</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فـيكَ</w:t>
            </w:r>
            <w:r w:rsidR="003D6158">
              <w:rPr>
                <w:rtl/>
              </w:rPr>
              <w:t xml:space="preserve"> </w:t>
            </w:r>
            <w:r w:rsidRPr="00A0264F">
              <w:rPr>
                <w:rtl/>
              </w:rPr>
              <w:t>الإمـامُ</w:t>
            </w:r>
            <w:r w:rsidR="0076657C">
              <w:rPr>
                <w:rtl/>
              </w:rPr>
              <w:t xml:space="preserve"> </w:t>
            </w:r>
            <w:r w:rsidRPr="00A0264F">
              <w:rPr>
                <w:rtl/>
              </w:rPr>
              <w:t>أميرُ</w:t>
            </w:r>
            <w:r w:rsidR="0076657C">
              <w:rPr>
                <w:rtl/>
              </w:rPr>
              <w:t xml:space="preserve"> </w:t>
            </w:r>
            <w:r w:rsidRPr="00A0264F">
              <w:rPr>
                <w:rtl/>
              </w:rPr>
              <w:t>المؤمنينَ</w:t>
            </w:r>
            <w:r w:rsidR="0076657C">
              <w:rPr>
                <w:rtl/>
              </w:rPr>
              <w:t xml:space="preserve"> </w:t>
            </w:r>
            <w:r w:rsidRPr="00A0264F">
              <w:rPr>
                <w:rtl/>
              </w:rPr>
              <w:t>ثوى</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فـالدرُّ</w:t>
            </w:r>
            <w:r w:rsidR="0076657C">
              <w:rPr>
                <w:rtl/>
              </w:rPr>
              <w:t xml:space="preserve"> </w:t>
            </w:r>
            <w:r w:rsidRPr="00A0264F">
              <w:rPr>
                <w:rtl/>
              </w:rPr>
              <w:t>فيكَ</w:t>
            </w:r>
            <w:r w:rsidR="0076657C">
              <w:rPr>
                <w:rtl/>
              </w:rPr>
              <w:t xml:space="preserve"> </w:t>
            </w:r>
            <w:r w:rsidRPr="00A0264F">
              <w:rPr>
                <w:rtl/>
              </w:rPr>
              <w:t>وما</w:t>
            </w:r>
            <w:r w:rsidR="0076657C">
              <w:rPr>
                <w:rtl/>
              </w:rPr>
              <w:t xml:space="preserve"> </w:t>
            </w:r>
            <w:r w:rsidRPr="00A0264F">
              <w:rPr>
                <w:rtl/>
              </w:rPr>
              <w:t>في</w:t>
            </w:r>
            <w:r w:rsidR="0076657C">
              <w:rPr>
                <w:rtl/>
              </w:rPr>
              <w:t xml:space="preserve"> </w:t>
            </w:r>
            <w:r w:rsidRPr="00A0264F">
              <w:rPr>
                <w:rtl/>
              </w:rPr>
              <w:t>غيركَ</w:t>
            </w:r>
            <w:r w:rsidR="0076657C">
              <w:rPr>
                <w:rtl/>
              </w:rPr>
              <w:t xml:space="preserve"> </w:t>
            </w:r>
            <w:r w:rsidRPr="00A0264F">
              <w:rPr>
                <w:rtl/>
              </w:rPr>
              <w:t>الصدفُ</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يا</w:t>
            </w:r>
            <w:r w:rsidR="0076657C">
              <w:rPr>
                <w:rtl/>
              </w:rPr>
              <w:t xml:space="preserve"> </w:t>
            </w:r>
            <w:r w:rsidRPr="00A0264F">
              <w:rPr>
                <w:rtl/>
              </w:rPr>
              <w:t>سائرينَ</w:t>
            </w:r>
            <w:r w:rsidR="0076657C">
              <w:rPr>
                <w:rtl/>
              </w:rPr>
              <w:t xml:space="preserve"> </w:t>
            </w:r>
            <w:r w:rsidRPr="00A0264F">
              <w:rPr>
                <w:rtl/>
              </w:rPr>
              <w:t>إلى</w:t>
            </w:r>
            <w:r w:rsidR="0076657C">
              <w:rPr>
                <w:rtl/>
              </w:rPr>
              <w:t xml:space="preserve"> </w:t>
            </w:r>
            <w:r w:rsidRPr="00A0264F">
              <w:rPr>
                <w:rtl/>
              </w:rPr>
              <w:t>أرضِ</w:t>
            </w:r>
            <w:r w:rsidR="0076657C">
              <w:rPr>
                <w:rtl/>
              </w:rPr>
              <w:t xml:space="preserve"> </w:t>
            </w:r>
            <w:r w:rsidRPr="00A0264F">
              <w:rPr>
                <w:rtl/>
              </w:rPr>
              <w:t>الغري</w:t>
            </w:r>
            <w:r w:rsidR="0076657C">
              <w:rPr>
                <w:rtl/>
              </w:rPr>
              <w:t xml:space="preserve"> </w:t>
            </w:r>
            <w:r w:rsidRPr="00A0264F">
              <w:rPr>
                <w:rtl/>
              </w:rPr>
              <w:t>ضحى</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نـشدتكم</w:t>
            </w:r>
            <w:r w:rsidR="0076657C">
              <w:rPr>
                <w:rtl/>
              </w:rPr>
              <w:t xml:space="preserve"> </w:t>
            </w:r>
            <w:r w:rsidRPr="00A0264F">
              <w:rPr>
                <w:rtl/>
              </w:rPr>
              <w:t>بـأميرِ</w:t>
            </w:r>
            <w:r w:rsidR="0076657C">
              <w:rPr>
                <w:rtl/>
              </w:rPr>
              <w:t xml:space="preserve"> </w:t>
            </w:r>
            <w:r w:rsidRPr="00A0264F">
              <w:rPr>
                <w:rtl/>
              </w:rPr>
              <w:t>الـمؤمنينَ</w:t>
            </w:r>
            <w:r w:rsidR="0076657C">
              <w:rPr>
                <w:rtl/>
              </w:rPr>
              <w:t xml:space="preserve"> </w:t>
            </w:r>
            <w:r w:rsidRPr="00A0264F">
              <w:rPr>
                <w:rtl/>
              </w:rPr>
              <w:t>قـفو</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مـا</w:t>
            </w:r>
            <w:r w:rsidR="0076657C">
              <w:rPr>
                <w:rtl/>
              </w:rPr>
              <w:t xml:space="preserve"> </w:t>
            </w:r>
            <w:r w:rsidRPr="00A0264F">
              <w:rPr>
                <w:rtl/>
              </w:rPr>
              <w:t>ضَـرَّكُمْ</w:t>
            </w:r>
            <w:r w:rsidR="0076657C">
              <w:rPr>
                <w:rtl/>
              </w:rPr>
              <w:t xml:space="preserve"> </w:t>
            </w:r>
            <w:r w:rsidRPr="00A0264F">
              <w:rPr>
                <w:rtl/>
              </w:rPr>
              <w:t>لـو</w:t>
            </w:r>
            <w:r w:rsidR="0076657C">
              <w:rPr>
                <w:rtl/>
              </w:rPr>
              <w:t xml:space="preserve"> </w:t>
            </w:r>
            <w:r w:rsidRPr="00A0264F">
              <w:rPr>
                <w:rtl/>
              </w:rPr>
              <w:t>حملتم</w:t>
            </w:r>
            <w:r w:rsidR="0076657C">
              <w:rPr>
                <w:rtl/>
              </w:rPr>
              <w:t xml:space="preserve"> </w:t>
            </w:r>
            <w:r w:rsidRPr="00A0264F">
              <w:rPr>
                <w:rtl/>
              </w:rPr>
              <w:t>ما</w:t>
            </w:r>
            <w:r w:rsidR="0076657C">
              <w:rPr>
                <w:rtl/>
              </w:rPr>
              <w:t xml:space="preserve"> </w:t>
            </w:r>
            <w:r w:rsidRPr="00A0264F">
              <w:rPr>
                <w:rtl/>
              </w:rPr>
              <w:t>يبثكمو</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صَـبُّ</w:t>
            </w:r>
            <w:r w:rsidR="003D6158">
              <w:rPr>
                <w:rtl/>
              </w:rPr>
              <w:t xml:space="preserve"> </w:t>
            </w:r>
            <w:r w:rsidRPr="00A0264F">
              <w:rPr>
                <w:rtl/>
              </w:rPr>
              <w:t>غـريبٌ</w:t>
            </w:r>
            <w:r w:rsidR="0076657C">
              <w:rPr>
                <w:rtl/>
              </w:rPr>
              <w:t xml:space="preserve"> </w:t>
            </w:r>
            <w:r w:rsidRPr="00A0264F">
              <w:rPr>
                <w:rtl/>
              </w:rPr>
              <w:t>كئيبٌ</w:t>
            </w:r>
            <w:r w:rsidR="0076657C">
              <w:rPr>
                <w:rtl/>
              </w:rPr>
              <w:t xml:space="preserve"> </w:t>
            </w:r>
            <w:r w:rsidRPr="00A0264F">
              <w:rPr>
                <w:rtl/>
              </w:rPr>
              <w:t>هائمٌ</w:t>
            </w:r>
            <w:r w:rsidR="0076657C">
              <w:rPr>
                <w:rtl/>
              </w:rPr>
              <w:t xml:space="preserve"> </w:t>
            </w:r>
            <w:r w:rsidRPr="00A0264F">
              <w:rPr>
                <w:rtl/>
              </w:rPr>
              <w:t>دنفُ</w:t>
            </w:r>
            <w:r w:rsidRPr="00725071">
              <w:rPr>
                <w:rStyle w:val="libPoemTiniChar0"/>
                <w:rtl/>
              </w:rPr>
              <w:br/>
              <w:t> </w:t>
            </w:r>
          </w:p>
        </w:tc>
      </w:tr>
    </w:tbl>
    <w:p w:rsidR="00A0264F" w:rsidRPr="00A5546B" w:rsidRDefault="00A0264F" w:rsidP="00A5546B">
      <w:pPr>
        <w:pStyle w:val="Heading3Center"/>
      </w:pPr>
      <w:bookmarkStart w:id="10" w:name="_Toc430519738"/>
      <w:r w:rsidRPr="00A0264F">
        <w:rPr>
          <w:rtl/>
        </w:rPr>
        <w:t>في مدح الإمام عليّ</w:t>
      </w:r>
      <w:bookmarkEnd w:id="10"/>
    </w:p>
    <w:tbl>
      <w:tblPr>
        <w:tblStyle w:val="TableGrid"/>
        <w:bidiVisual/>
        <w:tblW w:w="4562" w:type="pct"/>
        <w:tblInd w:w="384" w:type="dxa"/>
        <w:tblLook w:val="04A0"/>
      </w:tblPr>
      <w:tblGrid>
        <w:gridCol w:w="3536"/>
        <w:gridCol w:w="272"/>
        <w:gridCol w:w="3502"/>
      </w:tblGrid>
      <w:tr w:rsidR="00512CA0" w:rsidTr="00512CA0">
        <w:trPr>
          <w:trHeight w:val="350"/>
        </w:trPr>
        <w:tc>
          <w:tcPr>
            <w:tcW w:w="3536" w:type="dxa"/>
          </w:tcPr>
          <w:p w:rsidR="00512CA0" w:rsidRDefault="00512CA0" w:rsidP="003D6158">
            <w:pPr>
              <w:pStyle w:val="libPoem"/>
            </w:pPr>
            <w:r w:rsidRPr="00A0264F">
              <w:rPr>
                <w:rtl/>
              </w:rPr>
              <w:t>لمّا دعاكَ اللّهُ قدما لأن</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تولدَ في البيتِ فلبيتَهُ</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جزيتهُ بينَ قريشٍ بأن</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طهَّرتَ من أصنامهم بيتَهُ</w:t>
            </w:r>
            <w:r w:rsidRPr="00725071">
              <w:rPr>
                <w:rStyle w:val="libPoemTiniChar0"/>
                <w:rtl/>
              </w:rPr>
              <w:br/>
              <w:t> </w:t>
            </w:r>
          </w:p>
        </w:tc>
      </w:tr>
    </w:tbl>
    <w:p w:rsidR="00A5546B" w:rsidRDefault="00A5546B" w:rsidP="00A5546B">
      <w:pPr>
        <w:pStyle w:val="libNormal"/>
      </w:pPr>
      <w:r>
        <w:rPr>
          <w:rtl/>
        </w:rPr>
        <w:br w:type="page"/>
      </w:r>
    </w:p>
    <w:p w:rsidR="00A0264F" w:rsidRPr="00A5546B" w:rsidRDefault="00A0264F" w:rsidP="00A5546B">
      <w:pPr>
        <w:pStyle w:val="Heading3Center"/>
      </w:pPr>
      <w:bookmarkStart w:id="11" w:name="_Toc430519739"/>
      <w:r w:rsidRPr="00A0264F">
        <w:rPr>
          <w:rtl/>
        </w:rPr>
        <w:t>الإمام المهديّ</w:t>
      </w:r>
      <w:r w:rsidRPr="00A0264F">
        <w:rPr>
          <w:rStyle w:val="libFootnotenumChar"/>
          <w:rtl/>
        </w:rPr>
        <w:t>(1)</w:t>
      </w:r>
      <w:bookmarkEnd w:id="11"/>
    </w:p>
    <w:tbl>
      <w:tblPr>
        <w:tblStyle w:val="TableGrid"/>
        <w:bidiVisual/>
        <w:tblW w:w="4562" w:type="pct"/>
        <w:tblInd w:w="384" w:type="dxa"/>
        <w:tblLook w:val="04A0"/>
      </w:tblPr>
      <w:tblGrid>
        <w:gridCol w:w="3536"/>
        <w:gridCol w:w="272"/>
        <w:gridCol w:w="3502"/>
      </w:tblGrid>
      <w:tr w:rsidR="00512CA0" w:rsidTr="00512CA0">
        <w:trPr>
          <w:trHeight w:val="350"/>
        </w:trPr>
        <w:tc>
          <w:tcPr>
            <w:tcW w:w="3536" w:type="dxa"/>
          </w:tcPr>
          <w:p w:rsidR="00512CA0" w:rsidRDefault="00512CA0" w:rsidP="003D6158">
            <w:pPr>
              <w:pStyle w:val="libPoem"/>
            </w:pPr>
            <w:r w:rsidRPr="00A0264F">
              <w:rPr>
                <w:rtl/>
              </w:rPr>
              <w:t>يـمـثِّلُكَ</w:t>
            </w:r>
            <w:r w:rsidR="0076657C">
              <w:rPr>
                <w:rtl/>
              </w:rPr>
              <w:t xml:space="preserve"> </w:t>
            </w:r>
            <w:r w:rsidRPr="00A0264F">
              <w:rPr>
                <w:rtl/>
              </w:rPr>
              <w:t>الـشـوقُ</w:t>
            </w:r>
            <w:r w:rsidR="0076657C">
              <w:rPr>
                <w:rtl/>
              </w:rPr>
              <w:t xml:space="preserve"> </w:t>
            </w:r>
            <w:r w:rsidRPr="00A0264F">
              <w:rPr>
                <w:rtl/>
              </w:rPr>
              <w:t>الـمُبَرِّحُ</w:t>
            </w:r>
            <w:r w:rsidR="0076657C">
              <w:rPr>
                <w:rtl/>
              </w:rPr>
              <w:t xml:space="preserve"> </w:t>
            </w:r>
            <w:r w:rsidRPr="00A0264F">
              <w:rPr>
                <w:rtl/>
              </w:rPr>
              <w:t>والـفكرُ</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فـلا</w:t>
            </w:r>
            <w:r w:rsidR="003D6158">
              <w:rPr>
                <w:rtl/>
              </w:rPr>
              <w:t xml:space="preserve"> </w:t>
            </w:r>
            <w:r w:rsidRPr="00A0264F">
              <w:rPr>
                <w:rtl/>
              </w:rPr>
              <w:t>حُـجُبٌ</w:t>
            </w:r>
            <w:r w:rsidR="0076657C">
              <w:rPr>
                <w:rtl/>
              </w:rPr>
              <w:t xml:space="preserve"> </w:t>
            </w:r>
            <w:r w:rsidRPr="00A0264F">
              <w:rPr>
                <w:rtl/>
              </w:rPr>
              <w:t>تـخفيكَ</w:t>
            </w:r>
            <w:r w:rsidR="0076657C">
              <w:rPr>
                <w:rtl/>
              </w:rPr>
              <w:t xml:space="preserve"> </w:t>
            </w:r>
            <w:r w:rsidRPr="00A0264F">
              <w:rPr>
                <w:rtl/>
              </w:rPr>
              <w:t>عـنّي</w:t>
            </w:r>
            <w:r w:rsidR="0076657C">
              <w:rPr>
                <w:rtl/>
              </w:rPr>
              <w:t xml:space="preserve"> </w:t>
            </w:r>
            <w:r w:rsidRPr="00A0264F">
              <w:rPr>
                <w:rtl/>
              </w:rPr>
              <w:t>ولا</w:t>
            </w:r>
            <w:r w:rsidR="0076657C">
              <w:rPr>
                <w:rtl/>
              </w:rPr>
              <w:t xml:space="preserve"> </w:t>
            </w:r>
            <w:r w:rsidRPr="00A0264F">
              <w:rPr>
                <w:rtl/>
              </w:rPr>
              <w:t>سترُ</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ولـو</w:t>
            </w:r>
            <w:r w:rsidR="0076657C">
              <w:rPr>
                <w:rtl/>
              </w:rPr>
              <w:t xml:space="preserve"> </w:t>
            </w:r>
            <w:r w:rsidRPr="00A0264F">
              <w:rPr>
                <w:rtl/>
              </w:rPr>
              <w:t>غـبتَ</w:t>
            </w:r>
            <w:r w:rsidR="0076657C">
              <w:rPr>
                <w:rtl/>
              </w:rPr>
              <w:t xml:space="preserve"> </w:t>
            </w:r>
            <w:r w:rsidRPr="00A0264F">
              <w:rPr>
                <w:rtl/>
              </w:rPr>
              <w:t>عـنّي</w:t>
            </w:r>
            <w:r w:rsidR="0076657C">
              <w:rPr>
                <w:rtl/>
              </w:rPr>
              <w:t xml:space="preserve"> </w:t>
            </w:r>
            <w:r w:rsidRPr="00A0264F">
              <w:rPr>
                <w:rtl/>
              </w:rPr>
              <w:t>ألـفَ</w:t>
            </w:r>
            <w:r w:rsidR="0076657C">
              <w:rPr>
                <w:rtl/>
              </w:rPr>
              <w:t xml:space="preserve"> </w:t>
            </w:r>
            <w:r w:rsidRPr="00A0264F">
              <w:rPr>
                <w:rtl/>
              </w:rPr>
              <w:t>عامٍ</w:t>
            </w:r>
            <w:r w:rsidR="0076657C">
              <w:rPr>
                <w:rtl/>
              </w:rPr>
              <w:t xml:space="preserve"> </w:t>
            </w:r>
            <w:r w:rsidRPr="00A0264F">
              <w:rPr>
                <w:rtl/>
              </w:rPr>
              <w:t>فإنّ</w:t>
            </w:r>
            <w:r w:rsidR="0076657C">
              <w:rPr>
                <w:rtl/>
              </w:rPr>
              <w:t xml:space="preserve"> </w:t>
            </w:r>
            <w:r w:rsidRPr="00A0264F">
              <w:rPr>
                <w:rtl/>
              </w:rPr>
              <w:t>لي</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رجـاءَ</w:t>
            </w:r>
            <w:r w:rsidR="0076657C">
              <w:rPr>
                <w:rtl/>
              </w:rPr>
              <w:t xml:space="preserve"> </w:t>
            </w:r>
            <w:r w:rsidRPr="00A0264F">
              <w:rPr>
                <w:rtl/>
              </w:rPr>
              <w:t>وصـالٍ</w:t>
            </w:r>
            <w:r w:rsidR="0076657C">
              <w:rPr>
                <w:rtl/>
              </w:rPr>
              <w:t xml:space="preserve"> </w:t>
            </w:r>
            <w:r w:rsidRPr="00A0264F">
              <w:rPr>
                <w:rtl/>
              </w:rPr>
              <w:t>لـيسَ</w:t>
            </w:r>
            <w:r w:rsidR="0076657C">
              <w:rPr>
                <w:rtl/>
              </w:rPr>
              <w:t xml:space="preserve"> </w:t>
            </w:r>
            <w:r w:rsidRPr="00A0264F">
              <w:rPr>
                <w:rtl/>
              </w:rPr>
              <w:t>يـقطعهُ</w:t>
            </w:r>
            <w:r w:rsidR="0076657C">
              <w:rPr>
                <w:rtl/>
              </w:rPr>
              <w:t xml:space="preserve"> </w:t>
            </w:r>
            <w:r w:rsidRPr="00A0264F">
              <w:rPr>
                <w:rtl/>
              </w:rPr>
              <w:t>الـدهرُ</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تـراكَ</w:t>
            </w:r>
            <w:r w:rsidR="003D6158">
              <w:rPr>
                <w:rtl/>
              </w:rPr>
              <w:t xml:space="preserve"> </w:t>
            </w:r>
            <w:r w:rsidRPr="00A0264F">
              <w:rPr>
                <w:rtl/>
              </w:rPr>
              <w:t>بـكلّ</w:t>
            </w:r>
            <w:r w:rsidR="0076657C">
              <w:rPr>
                <w:rtl/>
              </w:rPr>
              <w:t xml:space="preserve"> </w:t>
            </w:r>
            <w:r w:rsidRPr="00A0264F">
              <w:rPr>
                <w:rtl/>
              </w:rPr>
              <w:t>الـناسِ</w:t>
            </w:r>
            <w:r w:rsidR="0076657C">
              <w:rPr>
                <w:rtl/>
              </w:rPr>
              <w:t xml:space="preserve"> </w:t>
            </w:r>
            <w:r w:rsidRPr="00A0264F">
              <w:rPr>
                <w:rtl/>
              </w:rPr>
              <w:t>عـيني</w:t>
            </w:r>
            <w:r w:rsidR="0076657C">
              <w:rPr>
                <w:rtl/>
              </w:rPr>
              <w:t xml:space="preserve"> </w:t>
            </w:r>
            <w:r w:rsidRPr="00A0264F">
              <w:rPr>
                <w:rtl/>
              </w:rPr>
              <w:t>فلم</w:t>
            </w:r>
            <w:r w:rsidR="0076657C">
              <w:rPr>
                <w:rtl/>
              </w:rPr>
              <w:t xml:space="preserve"> </w:t>
            </w:r>
            <w:r w:rsidRPr="00A0264F">
              <w:rPr>
                <w:rtl/>
              </w:rPr>
              <w:t>يكن</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لـيـخلو</w:t>
            </w:r>
            <w:r w:rsidR="0076657C">
              <w:rPr>
                <w:rtl/>
              </w:rPr>
              <w:t xml:space="preserve"> </w:t>
            </w:r>
            <w:r w:rsidRPr="00A0264F">
              <w:rPr>
                <w:rtl/>
              </w:rPr>
              <w:t>ربـعٌ</w:t>
            </w:r>
            <w:r w:rsidR="0076657C">
              <w:rPr>
                <w:rtl/>
              </w:rPr>
              <w:t xml:space="preserve"> </w:t>
            </w:r>
            <w:r w:rsidRPr="00A0264F">
              <w:rPr>
                <w:rtl/>
              </w:rPr>
              <w:t>مـنكَ</w:t>
            </w:r>
            <w:r w:rsidR="0076657C">
              <w:rPr>
                <w:rtl/>
              </w:rPr>
              <w:t xml:space="preserve"> </w:t>
            </w:r>
            <w:r w:rsidRPr="00A0264F">
              <w:rPr>
                <w:rtl/>
              </w:rPr>
              <w:t>أو</w:t>
            </w:r>
            <w:r w:rsidR="0076657C">
              <w:rPr>
                <w:rtl/>
              </w:rPr>
              <w:t xml:space="preserve"> </w:t>
            </w:r>
            <w:r w:rsidRPr="00A0264F">
              <w:rPr>
                <w:rtl/>
              </w:rPr>
              <w:t>مَـهْمَهٌ</w:t>
            </w:r>
            <w:r w:rsidR="0076657C">
              <w:rPr>
                <w:rtl/>
              </w:rPr>
              <w:t xml:space="preserve"> </w:t>
            </w:r>
            <w:r w:rsidRPr="00A0264F">
              <w:rPr>
                <w:rtl/>
              </w:rPr>
              <w:t>قـفرُ</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ومـا</w:t>
            </w:r>
            <w:r w:rsidR="003D6158">
              <w:rPr>
                <w:rtl/>
              </w:rPr>
              <w:t xml:space="preserve"> </w:t>
            </w:r>
            <w:r w:rsidRPr="00A0264F">
              <w:rPr>
                <w:rtl/>
              </w:rPr>
              <w:t>أنـتَ</w:t>
            </w:r>
            <w:r w:rsidR="0076657C">
              <w:rPr>
                <w:rtl/>
              </w:rPr>
              <w:t xml:space="preserve"> </w:t>
            </w:r>
            <w:r w:rsidRPr="00A0264F">
              <w:rPr>
                <w:rtl/>
              </w:rPr>
              <w:t>إلاّ</w:t>
            </w:r>
            <w:r w:rsidR="0076657C">
              <w:rPr>
                <w:rtl/>
              </w:rPr>
              <w:t xml:space="preserve"> </w:t>
            </w:r>
            <w:r w:rsidRPr="00A0264F">
              <w:rPr>
                <w:rtl/>
              </w:rPr>
              <w:t>الـشمسُ</w:t>
            </w:r>
            <w:r w:rsidR="0076657C">
              <w:rPr>
                <w:rtl/>
              </w:rPr>
              <w:t xml:space="preserve"> </w:t>
            </w:r>
            <w:r w:rsidRPr="00A0264F">
              <w:rPr>
                <w:rtl/>
              </w:rPr>
              <w:t>يـنأى</w:t>
            </w:r>
            <w:r w:rsidR="0076657C">
              <w:rPr>
                <w:rtl/>
              </w:rPr>
              <w:t xml:space="preserve"> </w:t>
            </w:r>
            <w:r w:rsidRPr="00A0264F">
              <w:rPr>
                <w:rtl/>
              </w:rPr>
              <w:t>محلها</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ويـشرقُ</w:t>
            </w:r>
            <w:r w:rsidR="0076657C">
              <w:rPr>
                <w:rtl/>
              </w:rPr>
              <w:t xml:space="preserve"> </w:t>
            </w:r>
            <w:r w:rsidRPr="00A0264F">
              <w:rPr>
                <w:rtl/>
              </w:rPr>
              <w:t>مـن</w:t>
            </w:r>
            <w:r w:rsidR="0076657C">
              <w:rPr>
                <w:rtl/>
              </w:rPr>
              <w:t xml:space="preserve"> </w:t>
            </w:r>
            <w:r w:rsidRPr="00A0264F">
              <w:rPr>
                <w:rtl/>
              </w:rPr>
              <w:t>أنـوارها</w:t>
            </w:r>
            <w:r w:rsidR="0076657C">
              <w:rPr>
                <w:rtl/>
              </w:rPr>
              <w:t xml:space="preserve"> </w:t>
            </w:r>
            <w:r w:rsidRPr="00A0264F">
              <w:rPr>
                <w:rtl/>
              </w:rPr>
              <w:t>الـبرُّ</w:t>
            </w:r>
            <w:r w:rsidR="0076657C">
              <w:rPr>
                <w:rtl/>
              </w:rPr>
              <w:t xml:space="preserve"> </w:t>
            </w:r>
            <w:r w:rsidRPr="00A0264F">
              <w:rPr>
                <w:rtl/>
              </w:rPr>
              <w:t>والبحرُ</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تـمـادى</w:t>
            </w:r>
            <w:r w:rsidR="0076657C">
              <w:rPr>
                <w:rtl/>
              </w:rPr>
              <w:t xml:space="preserve"> </w:t>
            </w:r>
            <w:r w:rsidRPr="00A0264F">
              <w:rPr>
                <w:rtl/>
              </w:rPr>
              <w:t>زمـانُ</w:t>
            </w:r>
            <w:r w:rsidR="0076657C">
              <w:rPr>
                <w:rtl/>
              </w:rPr>
              <w:t xml:space="preserve"> </w:t>
            </w:r>
            <w:r w:rsidRPr="00A0264F">
              <w:rPr>
                <w:rtl/>
              </w:rPr>
              <w:t>الـبعدِ</w:t>
            </w:r>
            <w:r w:rsidR="0076657C">
              <w:rPr>
                <w:rtl/>
              </w:rPr>
              <w:t xml:space="preserve"> </w:t>
            </w:r>
            <w:r w:rsidRPr="00A0264F">
              <w:rPr>
                <w:rtl/>
              </w:rPr>
              <w:t>وامـتدَّ</w:t>
            </w:r>
            <w:r w:rsidR="0076657C">
              <w:rPr>
                <w:rtl/>
              </w:rPr>
              <w:t xml:space="preserve"> </w:t>
            </w:r>
            <w:r w:rsidRPr="00A0264F">
              <w:rPr>
                <w:rtl/>
              </w:rPr>
              <w:t>لـيله</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ومـا</w:t>
            </w:r>
            <w:r w:rsidR="003D6158">
              <w:rPr>
                <w:rtl/>
              </w:rPr>
              <w:t xml:space="preserve"> </w:t>
            </w:r>
            <w:r w:rsidRPr="00A0264F">
              <w:rPr>
                <w:rtl/>
              </w:rPr>
              <w:t>أبـصرتْ</w:t>
            </w:r>
            <w:r w:rsidR="0076657C">
              <w:rPr>
                <w:rtl/>
              </w:rPr>
              <w:t xml:space="preserve"> </w:t>
            </w:r>
            <w:r w:rsidRPr="00A0264F">
              <w:rPr>
                <w:rtl/>
              </w:rPr>
              <w:t>عـيني</w:t>
            </w:r>
            <w:r w:rsidR="0076657C">
              <w:rPr>
                <w:rtl/>
              </w:rPr>
              <w:t xml:space="preserve"> </w:t>
            </w:r>
            <w:r w:rsidRPr="00A0264F">
              <w:rPr>
                <w:rtl/>
              </w:rPr>
              <w:t>مُحيّاكَ</w:t>
            </w:r>
            <w:r w:rsidR="0076657C">
              <w:rPr>
                <w:rtl/>
              </w:rPr>
              <w:t xml:space="preserve"> </w:t>
            </w:r>
            <w:r w:rsidRPr="00A0264F">
              <w:rPr>
                <w:rtl/>
              </w:rPr>
              <w:t>يا</w:t>
            </w:r>
            <w:r w:rsidR="0076657C">
              <w:rPr>
                <w:rtl/>
              </w:rPr>
              <w:t xml:space="preserve"> </w:t>
            </w:r>
            <w:r w:rsidRPr="00A0264F">
              <w:rPr>
                <w:rtl/>
              </w:rPr>
              <w:t>بدرُ</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ولـو</w:t>
            </w:r>
            <w:r w:rsidR="0076657C">
              <w:rPr>
                <w:rtl/>
              </w:rPr>
              <w:t xml:space="preserve"> </w:t>
            </w:r>
            <w:r w:rsidRPr="00A0264F">
              <w:rPr>
                <w:rtl/>
              </w:rPr>
              <w:t>لـم</w:t>
            </w:r>
            <w:r w:rsidR="0076657C">
              <w:rPr>
                <w:rtl/>
              </w:rPr>
              <w:t xml:space="preserve"> </w:t>
            </w:r>
            <w:r w:rsidRPr="00A0264F">
              <w:rPr>
                <w:rtl/>
              </w:rPr>
              <w:t>تـعلّلني</w:t>
            </w:r>
            <w:r w:rsidR="0076657C">
              <w:rPr>
                <w:rtl/>
              </w:rPr>
              <w:t xml:space="preserve"> </w:t>
            </w:r>
            <w:r w:rsidRPr="00A0264F">
              <w:rPr>
                <w:rtl/>
              </w:rPr>
              <w:t>بـوعدكِ</w:t>
            </w:r>
            <w:r w:rsidR="0076657C">
              <w:rPr>
                <w:rtl/>
              </w:rPr>
              <w:t xml:space="preserve"> </w:t>
            </w:r>
            <w:r w:rsidRPr="00A0264F">
              <w:rPr>
                <w:rtl/>
              </w:rPr>
              <w:t>لـم</w:t>
            </w:r>
            <w:r w:rsidR="0076657C">
              <w:rPr>
                <w:rtl/>
              </w:rPr>
              <w:t xml:space="preserve"> </w:t>
            </w:r>
            <w:r w:rsidRPr="00A0264F">
              <w:rPr>
                <w:rtl/>
              </w:rPr>
              <w:t>يـكن</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لـيألفَ</w:t>
            </w:r>
            <w:r w:rsidR="0076657C">
              <w:rPr>
                <w:rtl/>
              </w:rPr>
              <w:t xml:space="preserve"> </w:t>
            </w:r>
            <w:r w:rsidRPr="00A0264F">
              <w:rPr>
                <w:rtl/>
              </w:rPr>
              <w:t>قـلبي</w:t>
            </w:r>
            <w:r w:rsidR="0076657C">
              <w:rPr>
                <w:rtl/>
              </w:rPr>
              <w:t xml:space="preserve"> </w:t>
            </w:r>
            <w:r w:rsidRPr="00A0264F">
              <w:rPr>
                <w:rtl/>
              </w:rPr>
              <w:t>فـي</w:t>
            </w:r>
            <w:r w:rsidR="0076657C">
              <w:rPr>
                <w:rtl/>
              </w:rPr>
              <w:t xml:space="preserve"> </w:t>
            </w:r>
            <w:r w:rsidRPr="00A0264F">
              <w:rPr>
                <w:rtl/>
              </w:rPr>
              <w:t>تـباعدكَ</w:t>
            </w:r>
            <w:r w:rsidR="0076657C">
              <w:rPr>
                <w:rtl/>
              </w:rPr>
              <w:t xml:space="preserve"> </w:t>
            </w:r>
            <w:r w:rsidRPr="00A0264F">
              <w:rPr>
                <w:rtl/>
              </w:rPr>
              <w:t>الـصبرُ</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ولـكـن</w:t>
            </w:r>
            <w:r w:rsidR="003D6158">
              <w:rPr>
                <w:rtl/>
              </w:rPr>
              <w:t xml:space="preserve"> </w:t>
            </w:r>
            <w:r w:rsidRPr="00A0264F">
              <w:rPr>
                <w:rtl/>
              </w:rPr>
              <w:t>عـقبى</w:t>
            </w:r>
            <w:r w:rsidR="0076657C">
              <w:rPr>
                <w:rtl/>
              </w:rPr>
              <w:t xml:space="preserve"> </w:t>
            </w:r>
            <w:r w:rsidRPr="00A0264F">
              <w:rPr>
                <w:rtl/>
              </w:rPr>
              <w:t>كـلّ</w:t>
            </w:r>
            <w:r w:rsidR="0076657C">
              <w:rPr>
                <w:rtl/>
              </w:rPr>
              <w:t xml:space="preserve"> </w:t>
            </w:r>
            <w:r w:rsidRPr="00A0264F">
              <w:rPr>
                <w:rtl/>
              </w:rPr>
              <w:t>ضـيقٍ</w:t>
            </w:r>
            <w:r w:rsidR="0076657C">
              <w:rPr>
                <w:rtl/>
              </w:rPr>
              <w:t xml:space="preserve"> </w:t>
            </w:r>
            <w:r w:rsidRPr="00A0264F">
              <w:rPr>
                <w:rtl/>
              </w:rPr>
              <w:t>وشـدّة</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رخـاءٌ</w:t>
            </w:r>
            <w:r w:rsidR="0076657C">
              <w:rPr>
                <w:rtl/>
              </w:rPr>
              <w:t xml:space="preserve"> </w:t>
            </w:r>
            <w:r w:rsidRPr="00A0264F">
              <w:rPr>
                <w:rtl/>
              </w:rPr>
              <w:t>وإنّ</w:t>
            </w:r>
            <w:r w:rsidR="0076657C">
              <w:rPr>
                <w:rtl/>
              </w:rPr>
              <w:t xml:space="preserve"> </w:t>
            </w:r>
            <w:r w:rsidRPr="00A0264F">
              <w:rPr>
                <w:rtl/>
              </w:rPr>
              <w:t>الـعسرَ</w:t>
            </w:r>
            <w:r w:rsidR="0076657C">
              <w:rPr>
                <w:rtl/>
              </w:rPr>
              <w:t xml:space="preserve"> </w:t>
            </w:r>
            <w:r w:rsidRPr="00A0264F">
              <w:rPr>
                <w:rtl/>
              </w:rPr>
              <w:t>مـن</w:t>
            </w:r>
            <w:r w:rsidR="0076657C">
              <w:rPr>
                <w:rtl/>
              </w:rPr>
              <w:t xml:space="preserve"> </w:t>
            </w:r>
            <w:r w:rsidRPr="00A0264F">
              <w:rPr>
                <w:rtl/>
              </w:rPr>
              <w:t>بـعدهِ</w:t>
            </w:r>
            <w:r w:rsidR="0076657C">
              <w:rPr>
                <w:rtl/>
              </w:rPr>
              <w:t xml:space="preserve"> </w:t>
            </w:r>
            <w:r w:rsidRPr="00A0264F">
              <w:rPr>
                <w:rtl/>
              </w:rPr>
              <w:t>يـسرُ</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وإنّ</w:t>
            </w:r>
            <w:r w:rsidR="003D6158">
              <w:rPr>
                <w:rtl/>
              </w:rPr>
              <w:t xml:space="preserve"> </w:t>
            </w:r>
            <w:r w:rsidRPr="00A0264F">
              <w:rPr>
                <w:rtl/>
              </w:rPr>
              <w:t>زمــانَ</w:t>
            </w:r>
            <w:r w:rsidR="0076657C">
              <w:rPr>
                <w:rtl/>
              </w:rPr>
              <w:t xml:space="preserve"> </w:t>
            </w:r>
            <w:r w:rsidRPr="00A0264F">
              <w:rPr>
                <w:rtl/>
              </w:rPr>
              <w:t>الـظلمُ</w:t>
            </w:r>
            <w:r w:rsidR="0076657C">
              <w:rPr>
                <w:rtl/>
              </w:rPr>
              <w:t xml:space="preserve"> </w:t>
            </w:r>
            <w:r w:rsidRPr="00A0264F">
              <w:rPr>
                <w:rtl/>
              </w:rPr>
              <w:t>إن</w:t>
            </w:r>
            <w:r w:rsidR="0076657C">
              <w:rPr>
                <w:rtl/>
              </w:rPr>
              <w:t xml:space="preserve"> </w:t>
            </w:r>
            <w:r w:rsidRPr="00A0264F">
              <w:rPr>
                <w:rtl/>
              </w:rPr>
              <w:t>طـالَ</w:t>
            </w:r>
            <w:r w:rsidR="0076657C">
              <w:rPr>
                <w:rtl/>
              </w:rPr>
              <w:t xml:space="preserve"> </w:t>
            </w:r>
            <w:r w:rsidRPr="00A0264F">
              <w:rPr>
                <w:rtl/>
              </w:rPr>
              <w:t>لـيله</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فـعن</w:t>
            </w:r>
            <w:r w:rsidR="003D6158">
              <w:rPr>
                <w:rtl/>
              </w:rPr>
              <w:t xml:space="preserve"> </w:t>
            </w:r>
            <w:r w:rsidRPr="00A0264F">
              <w:rPr>
                <w:rtl/>
              </w:rPr>
              <w:t>كـثبٍ</w:t>
            </w:r>
            <w:r w:rsidR="0076657C">
              <w:rPr>
                <w:rtl/>
              </w:rPr>
              <w:t xml:space="preserve"> </w:t>
            </w:r>
            <w:r w:rsidRPr="00A0264F">
              <w:rPr>
                <w:rtl/>
              </w:rPr>
              <w:t>يـبدو</w:t>
            </w:r>
            <w:r w:rsidR="0076657C">
              <w:rPr>
                <w:rtl/>
              </w:rPr>
              <w:t xml:space="preserve"> </w:t>
            </w:r>
            <w:r w:rsidRPr="00A0264F">
              <w:rPr>
                <w:rtl/>
              </w:rPr>
              <w:t>بـظلمائهِ</w:t>
            </w:r>
            <w:r w:rsidR="0076657C">
              <w:rPr>
                <w:rtl/>
              </w:rPr>
              <w:t xml:space="preserve"> </w:t>
            </w:r>
            <w:r w:rsidRPr="00A0264F">
              <w:rPr>
                <w:rtl/>
              </w:rPr>
              <w:t>الـفجرُ</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ويُـطوى</w:t>
            </w:r>
            <w:r w:rsidR="0076657C">
              <w:rPr>
                <w:rtl/>
              </w:rPr>
              <w:t xml:space="preserve"> </w:t>
            </w:r>
            <w:r w:rsidRPr="00A0264F">
              <w:rPr>
                <w:rtl/>
              </w:rPr>
              <w:t>بـساطُ</w:t>
            </w:r>
            <w:r w:rsidR="0076657C">
              <w:rPr>
                <w:rtl/>
              </w:rPr>
              <w:t xml:space="preserve"> </w:t>
            </w:r>
            <w:r w:rsidRPr="00A0264F">
              <w:rPr>
                <w:rtl/>
              </w:rPr>
              <w:t>الـجورِ</w:t>
            </w:r>
            <w:r w:rsidR="0076657C">
              <w:rPr>
                <w:rtl/>
              </w:rPr>
              <w:t xml:space="preserve"> </w:t>
            </w:r>
            <w:r w:rsidRPr="00A0264F">
              <w:rPr>
                <w:rtl/>
              </w:rPr>
              <w:t>في</w:t>
            </w:r>
            <w:r w:rsidR="0076657C">
              <w:rPr>
                <w:rtl/>
              </w:rPr>
              <w:t xml:space="preserve"> </w:t>
            </w:r>
            <w:r w:rsidRPr="00A0264F">
              <w:rPr>
                <w:rtl/>
              </w:rPr>
              <w:t>عدلِ</w:t>
            </w:r>
            <w:r w:rsidR="0076657C">
              <w:rPr>
                <w:rtl/>
              </w:rPr>
              <w:t xml:space="preserve"> </w:t>
            </w:r>
            <w:r w:rsidRPr="00A0264F">
              <w:rPr>
                <w:rtl/>
              </w:rPr>
              <w:t>سيدٍ</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لألـويـةِ</w:t>
            </w:r>
            <w:r w:rsidR="0076657C">
              <w:rPr>
                <w:rtl/>
              </w:rPr>
              <w:t xml:space="preserve"> </w:t>
            </w:r>
            <w:r w:rsidRPr="00A0264F">
              <w:rPr>
                <w:rtl/>
              </w:rPr>
              <w:t>الـدينِ</w:t>
            </w:r>
            <w:r w:rsidR="0076657C">
              <w:rPr>
                <w:rtl/>
              </w:rPr>
              <w:t xml:space="preserve"> </w:t>
            </w:r>
            <w:r w:rsidRPr="00A0264F">
              <w:rPr>
                <w:rtl/>
              </w:rPr>
              <w:t>الـحنيفِ</w:t>
            </w:r>
            <w:r w:rsidR="0076657C">
              <w:rPr>
                <w:rtl/>
              </w:rPr>
              <w:t xml:space="preserve"> </w:t>
            </w:r>
            <w:r w:rsidRPr="00A0264F">
              <w:rPr>
                <w:rtl/>
              </w:rPr>
              <w:t>بـهِ</w:t>
            </w:r>
            <w:r w:rsidR="0076657C">
              <w:rPr>
                <w:rtl/>
              </w:rPr>
              <w:t xml:space="preserve"> </w:t>
            </w:r>
            <w:r w:rsidRPr="00A0264F">
              <w:rPr>
                <w:rtl/>
              </w:rPr>
              <w:t>نـشرُ</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هـو</w:t>
            </w:r>
            <w:r w:rsidR="0076657C">
              <w:rPr>
                <w:rtl/>
              </w:rPr>
              <w:t xml:space="preserve"> </w:t>
            </w:r>
            <w:r w:rsidRPr="00A0264F">
              <w:rPr>
                <w:rtl/>
              </w:rPr>
              <w:t>الـقائمُ</w:t>
            </w:r>
            <w:r w:rsidR="0076657C">
              <w:rPr>
                <w:rtl/>
              </w:rPr>
              <w:t xml:space="preserve"> </w:t>
            </w:r>
            <w:r w:rsidRPr="00A0264F">
              <w:rPr>
                <w:rtl/>
              </w:rPr>
              <w:t>الـمهدي</w:t>
            </w:r>
            <w:r w:rsidR="0076657C">
              <w:rPr>
                <w:rtl/>
              </w:rPr>
              <w:t xml:space="preserve"> </w:t>
            </w:r>
            <w:r w:rsidRPr="00A0264F">
              <w:rPr>
                <w:rtl/>
              </w:rPr>
              <w:t>ذو</w:t>
            </w:r>
            <w:r w:rsidR="0076657C">
              <w:rPr>
                <w:rtl/>
              </w:rPr>
              <w:t xml:space="preserve"> </w:t>
            </w:r>
            <w:r w:rsidRPr="00A0264F">
              <w:rPr>
                <w:rtl/>
              </w:rPr>
              <w:t>الـوطأةِ</w:t>
            </w:r>
            <w:r w:rsidR="0076657C">
              <w:rPr>
                <w:rtl/>
              </w:rPr>
              <w:t xml:space="preserve"> </w:t>
            </w:r>
            <w:r w:rsidRPr="00A0264F">
              <w:rPr>
                <w:rtl/>
              </w:rPr>
              <w:t>التي</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بـها</w:t>
            </w:r>
            <w:r w:rsidR="003D6158">
              <w:rPr>
                <w:rtl/>
              </w:rPr>
              <w:t xml:space="preserve"> </w:t>
            </w:r>
            <w:r w:rsidRPr="00A0264F">
              <w:rPr>
                <w:rtl/>
              </w:rPr>
              <w:t>يـذرُ</w:t>
            </w:r>
            <w:r w:rsidR="0076657C">
              <w:rPr>
                <w:rtl/>
              </w:rPr>
              <w:t xml:space="preserve"> </w:t>
            </w:r>
            <w:r w:rsidRPr="00A0264F">
              <w:rPr>
                <w:rtl/>
              </w:rPr>
              <w:t>الأطـوادَ</w:t>
            </w:r>
            <w:r w:rsidR="0076657C">
              <w:rPr>
                <w:rtl/>
              </w:rPr>
              <w:t xml:space="preserve"> </w:t>
            </w:r>
            <w:r w:rsidRPr="00A0264F">
              <w:rPr>
                <w:rtl/>
              </w:rPr>
              <w:t>يـرجحها</w:t>
            </w:r>
            <w:r w:rsidR="0076657C">
              <w:rPr>
                <w:rtl/>
              </w:rPr>
              <w:t xml:space="preserve"> </w:t>
            </w:r>
            <w:r w:rsidRPr="00A0264F">
              <w:rPr>
                <w:rtl/>
              </w:rPr>
              <w:t>الـذرُّ</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هـو</w:t>
            </w:r>
            <w:r w:rsidR="003D6158">
              <w:rPr>
                <w:rtl/>
              </w:rPr>
              <w:t xml:space="preserve"> </w:t>
            </w:r>
            <w:r w:rsidRPr="00A0264F">
              <w:rPr>
                <w:rtl/>
              </w:rPr>
              <w:t>الـغائبُ</w:t>
            </w:r>
            <w:r w:rsidR="0076657C">
              <w:rPr>
                <w:rtl/>
              </w:rPr>
              <w:t xml:space="preserve"> </w:t>
            </w:r>
            <w:r w:rsidRPr="00A0264F">
              <w:rPr>
                <w:rtl/>
              </w:rPr>
              <w:t>الـمأمولُ</w:t>
            </w:r>
            <w:r w:rsidR="0076657C">
              <w:rPr>
                <w:rtl/>
              </w:rPr>
              <w:t xml:space="preserve"> </w:t>
            </w:r>
            <w:r w:rsidRPr="00A0264F">
              <w:rPr>
                <w:rtl/>
              </w:rPr>
              <w:t>يـوم</w:t>
            </w:r>
            <w:r w:rsidR="0076657C">
              <w:rPr>
                <w:rtl/>
              </w:rPr>
              <w:t xml:space="preserve"> </w:t>
            </w:r>
            <w:r w:rsidRPr="00A0264F">
              <w:rPr>
                <w:rtl/>
              </w:rPr>
              <w:t>ظهوره</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يـلبّيهِ</w:t>
            </w:r>
            <w:r w:rsidR="0076657C">
              <w:rPr>
                <w:rtl/>
              </w:rPr>
              <w:t xml:space="preserve"> </w:t>
            </w:r>
            <w:r w:rsidRPr="00A0264F">
              <w:rPr>
                <w:rtl/>
              </w:rPr>
              <w:t>بـيتُ</w:t>
            </w:r>
            <w:r w:rsidR="0076657C">
              <w:rPr>
                <w:rtl/>
              </w:rPr>
              <w:t xml:space="preserve"> </w:t>
            </w:r>
            <w:r w:rsidRPr="00A0264F">
              <w:rPr>
                <w:rtl/>
              </w:rPr>
              <w:t>الـلّهِ</w:t>
            </w:r>
            <w:r w:rsidR="0076657C">
              <w:rPr>
                <w:rtl/>
              </w:rPr>
              <w:t xml:space="preserve"> </w:t>
            </w:r>
            <w:r w:rsidRPr="00A0264F">
              <w:rPr>
                <w:rtl/>
              </w:rPr>
              <w:t>والـركنُ</w:t>
            </w:r>
            <w:r w:rsidR="0076657C">
              <w:rPr>
                <w:rtl/>
              </w:rPr>
              <w:t xml:space="preserve"> </w:t>
            </w:r>
            <w:r w:rsidRPr="00A0264F">
              <w:rPr>
                <w:rtl/>
              </w:rPr>
              <w:t>والـحجرُ</w:t>
            </w:r>
            <w:r w:rsidRPr="00725071">
              <w:rPr>
                <w:rStyle w:val="libPoemTiniChar0"/>
                <w:rtl/>
              </w:rPr>
              <w:br/>
              <w:t> </w:t>
            </w:r>
          </w:p>
        </w:tc>
      </w:tr>
      <w:tr w:rsidR="00512CA0" w:rsidTr="00512CA0">
        <w:trPr>
          <w:trHeight w:val="350"/>
        </w:trPr>
        <w:tc>
          <w:tcPr>
            <w:tcW w:w="3536" w:type="dxa"/>
          </w:tcPr>
          <w:p w:rsidR="00512CA0" w:rsidRDefault="00512CA0" w:rsidP="003D6158">
            <w:pPr>
              <w:pStyle w:val="libPoem"/>
            </w:pPr>
            <w:r w:rsidRPr="00A0264F">
              <w:rPr>
                <w:rtl/>
              </w:rPr>
              <w:t>هـو</w:t>
            </w:r>
            <w:r w:rsidR="003D6158">
              <w:rPr>
                <w:rtl/>
              </w:rPr>
              <w:t xml:space="preserve"> </w:t>
            </w:r>
            <w:r w:rsidRPr="00A0264F">
              <w:rPr>
                <w:rtl/>
              </w:rPr>
              <w:t>ابـنُ</w:t>
            </w:r>
            <w:r w:rsidR="0076657C">
              <w:rPr>
                <w:rtl/>
              </w:rPr>
              <w:t xml:space="preserve"> </w:t>
            </w:r>
            <w:r w:rsidRPr="00A0264F">
              <w:rPr>
                <w:rtl/>
              </w:rPr>
              <w:t>الإمـامِ</w:t>
            </w:r>
            <w:r w:rsidR="0076657C">
              <w:rPr>
                <w:rtl/>
              </w:rPr>
              <w:t xml:space="preserve"> </w:t>
            </w:r>
            <w:r w:rsidRPr="00A0264F">
              <w:rPr>
                <w:rtl/>
              </w:rPr>
              <w:t>الـعسكري</w:t>
            </w:r>
            <w:r w:rsidR="0076657C">
              <w:rPr>
                <w:rtl/>
              </w:rPr>
              <w:t xml:space="preserve"> </w:t>
            </w:r>
            <w:r w:rsidRPr="00A0264F">
              <w:rPr>
                <w:rtl/>
              </w:rPr>
              <w:t>مـحمّد</w:t>
            </w:r>
            <w:r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512CA0" w:rsidP="003D6158">
            <w:pPr>
              <w:pStyle w:val="libPoem"/>
            </w:pPr>
            <w:r w:rsidRPr="00A0264F">
              <w:rPr>
                <w:rtl/>
              </w:rPr>
              <w:t>بـذا</w:t>
            </w:r>
            <w:r w:rsidR="003D6158">
              <w:rPr>
                <w:rtl/>
              </w:rPr>
              <w:t xml:space="preserve"> </w:t>
            </w:r>
            <w:r w:rsidRPr="00A0264F">
              <w:rPr>
                <w:rtl/>
              </w:rPr>
              <w:t>كـلّه</w:t>
            </w:r>
            <w:r w:rsidR="0076657C">
              <w:rPr>
                <w:rtl/>
              </w:rPr>
              <w:t xml:space="preserve"> </w:t>
            </w:r>
            <w:r w:rsidRPr="00A0264F">
              <w:rPr>
                <w:rtl/>
              </w:rPr>
              <w:t>قـد</w:t>
            </w:r>
            <w:r w:rsidR="0076657C">
              <w:rPr>
                <w:rtl/>
              </w:rPr>
              <w:t xml:space="preserve"> </w:t>
            </w:r>
            <w:r w:rsidRPr="00A0264F">
              <w:rPr>
                <w:rtl/>
              </w:rPr>
              <w:t>أنـبأ</w:t>
            </w:r>
            <w:r w:rsidR="0076657C">
              <w:rPr>
                <w:rtl/>
              </w:rPr>
              <w:t xml:space="preserve"> </w:t>
            </w:r>
            <w:r w:rsidRPr="00A0264F">
              <w:rPr>
                <w:rtl/>
              </w:rPr>
              <w:t>المصطفى</w:t>
            </w:r>
            <w:r w:rsidR="0076657C">
              <w:rPr>
                <w:rtl/>
              </w:rPr>
              <w:t xml:space="preserve"> </w:t>
            </w:r>
            <w:r w:rsidRPr="00A0264F">
              <w:rPr>
                <w:rtl/>
              </w:rPr>
              <w:t>الطهرُ</w:t>
            </w:r>
            <w:r w:rsidRPr="00725071">
              <w:rPr>
                <w:rStyle w:val="libPoemTiniChar0"/>
                <w:rtl/>
              </w:rPr>
              <w:br/>
              <w:t> </w:t>
            </w:r>
          </w:p>
        </w:tc>
      </w:tr>
      <w:tr w:rsidR="00512CA0" w:rsidTr="00512CA0">
        <w:trPr>
          <w:trHeight w:val="350"/>
        </w:trPr>
        <w:tc>
          <w:tcPr>
            <w:tcW w:w="3536" w:type="dxa"/>
          </w:tcPr>
          <w:p w:rsidR="00512CA0" w:rsidRDefault="003D6158" w:rsidP="003D6158">
            <w:pPr>
              <w:pStyle w:val="libPoem"/>
            </w:pPr>
            <w:r w:rsidRPr="00A0264F">
              <w:rPr>
                <w:rtl/>
              </w:rPr>
              <w:t>كـذا</w:t>
            </w:r>
            <w:r w:rsidR="0076657C">
              <w:rPr>
                <w:rtl/>
              </w:rPr>
              <w:t xml:space="preserve"> </w:t>
            </w:r>
            <w:r w:rsidRPr="00A0264F">
              <w:rPr>
                <w:rtl/>
              </w:rPr>
              <w:t>مـا</w:t>
            </w:r>
            <w:r w:rsidR="0076657C">
              <w:rPr>
                <w:rtl/>
              </w:rPr>
              <w:t xml:space="preserve"> </w:t>
            </w:r>
            <w:r w:rsidRPr="00A0264F">
              <w:rPr>
                <w:rtl/>
              </w:rPr>
              <w:t>روى</w:t>
            </w:r>
            <w:r w:rsidR="0076657C">
              <w:rPr>
                <w:rtl/>
              </w:rPr>
              <w:t xml:space="preserve"> </w:t>
            </w:r>
            <w:r w:rsidRPr="00A0264F">
              <w:rPr>
                <w:rtl/>
              </w:rPr>
              <w:t>عـنهُ</w:t>
            </w:r>
            <w:r w:rsidR="0076657C">
              <w:rPr>
                <w:rtl/>
              </w:rPr>
              <w:t xml:space="preserve"> </w:t>
            </w:r>
            <w:r w:rsidRPr="00A0264F">
              <w:rPr>
                <w:rtl/>
              </w:rPr>
              <w:t>الـفريقانِ</w:t>
            </w:r>
            <w:r w:rsidR="0076657C">
              <w:rPr>
                <w:rtl/>
              </w:rPr>
              <w:t xml:space="preserve"> </w:t>
            </w:r>
            <w:r w:rsidRPr="00A0264F">
              <w:rPr>
                <w:rtl/>
              </w:rPr>
              <w:t>مجملا</w:t>
            </w:r>
            <w:r w:rsidR="00512CA0" w:rsidRPr="00725071">
              <w:rPr>
                <w:rStyle w:val="libPoemTiniChar0"/>
                <w:rtl/>
              </w:rPr>
              <w:br/>
              <w:t> </w:t>
            </w:r>
          </w:p>
        </w:tc>
        <w:tc>
          <w:tcPr>
            <w:tcW w:w="272" w:type="dxa"/>
          </w:tcPr>
          <w:p w:rsidR="00512CA0" w:rsidRDefault="00512CA0" w:rsidP="003D6158">
            <w:pPr>
              <w:pStyle w:val="libPoem"/>
              <w:rPr>
                <w:rtl/>
              </w:rPr>
            </w:pPr>
          </w:p>
        </w:tc>
        <w:tc>
          <w:tcPr>
            <w:tcW w:w="3502" w:type="dxa"/>
          </w:tcPr>
          <w:p w:rsidR="00512CA0" w:rsidRDefault="003D6158" w:rsidP="003D6158">
            <w:pPr>
              <w:pStyle w:val="libPoem"/>
            </w:pPr>
            <w:r w:rsidRPr="00A0264F">
              <w:rPr>
                <w:rtl/>
              </w:rPr>
              <w:t>بـتـفصيلهِ</w:t>
            </w:r>
            <w:r w:rsidR="0076657C">
              <w:rPr>
                <w:rtl/>
              </w:rPr>
              <w:t xml:space="preserve"> </w:t>
            </w:r>
            <w:r w:rsidRPr="00A0264F">
              <w:rPr>
                <w:rtl/>
              </w:rPr>
              <w:t>تُـفـنى</w:t>
            </w:r>
            <w:r w:rsidR="0076657C">
              <w:rPr>
                <w:rtl/>
              </w:rPr>
              <w:t xml:space="preserve"> </w:t>
            </w:r>
            <w:r w:rsidRPr="00A0264F">
              <w:rPr>
                <w:rtl/>
              </w:rPr>
              <w:t>الـدفاترُ</w:t>
            </w:r>
            <w:r w:rsidR="0076657C">
              <w:rPr>
                <w:rtl/>
              </w:rPr>
              <w:t xml:space="preserve"> </w:t>
            </w:r>
            <w:r w:rsidRPr="00A0264F">
              <w:rPr>
                <w:rtl/>
              </w:rPr>
              <w:t>والـحبرُ</w:t>
            </w:r>
            <w:r w:rsidR="00512CA0" w:rsidRPr="00725071">
              <w:rPr>
                <w:rStyle w:val="libPoemTiniChar0"/>
                <w:rtl/>
              </w:rPr>
              <w:br/>
              <w:t> </w:t>
            </w:r>
          </w:p>
        </w:tc>
      </w:tr>
    </w:tbl>
    <w:p w:rsidR="00A0264F" w:rsidRPr="00A5546B" w:rsidRDefault="003D6158" w:rsidP="00191E3C">
      <w:pPr>
        <w:pStyle w:val="libLine"/>
      </w:pPr>
      <w:r>
        <w:rPr>
          <w:rFonts w:hint="cs"/>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جاء من بغداد سنة 1317 هـ إلى النجف قصيدة من أحد الآلوسيين يستبعد فيها وجود الإمام المهدي وغيبته</w:t>
      </w:r>
      <w:r w:rsidR="00A327D5">
        <w:rPr>
          <w:rtl/>
        </w:rPr>
        <w:t>،</w:t>
      </w:r>
      <w:r w:rsidRPr="00A0264F">
        <w:rPr>
          <w:rtl/>
        </w:rPr>
        <w:t xml:space="preserve"> وأوّلها</w:t>
      </w:r>
      <w:r w:rsidR="003D6158">
        <w:rPr>
          <w:rtl/>
        </w:rPr>
        <w:t>:</w:t>
      </w:r>
    </w:p>
    <w:tbl>
      <w:tblPr>
        <w:tblStyle w:val="TableGrid"/>
        <w:bidiVisual/>
        <w:tblW w:w="4562" w:type="pct"/>
        <w:tblInd w:w="384" w:type="dxa"/>
        <w:tblLook w:val="04A0"/>
      </w:tblPr>
      <w:tblGrid>
        <w:gridCol w:w="3536"/>
        <w:gridCol w:w="272"/>
        <w:gridCol w:w="3502"/>
      </w:tblGrid>
      <w:tr w:rsidR="00512CA0" w:rsidTr="00512CA0">
        <w:trPr>
          <w:trHeight w:val="350"/>
        </w:trPr>
        <w:tc>
          <w:tcPr>
            <w:tcW w:w="3536" w:type="dxa"/>
          </w:tcPr>
          <w:p w:rsidR="00512CA0" w:rsidRDefault="00512CA0" w:rsidP="00512CA0">
            <w:pPr>
              <w:pStyle w:val="libPoemFootnote"/>
            </w:pPr>
            <w:r>
              <w:rPr>
                <w:rtl/>
              </w:rPr>
              <w:t>أيـا</w:t>
            </w:r>
            <w:r w:rsidR="0076657C">
              <w:rPr>
                <w:rtl/>
              </w:rPr>
              <w:t xml:space="preserve"> </w:t>
            </w:r>
            <w:r>
              <w:rPr>
                <w:rtl/>
              </w:rPr>
              <w:t>علماءَ</w:t>
            </w:r>
            <w:r w:rsidR="0076657C">
              <w:rPr>
                <w:rtl/>
              </w:rPr>
              <w:t xml:space="preserve"> </w:t>
            </w:r>
            <w:r>
              <w:rPr>
                <w:rtl/>
              </w:rPr>
              <w:t>العصرِ</w:t>
            </w:r>
            <w:r w:rsidR="0076657C">
              <w:rPr>
                <w:rtl/>
              </w:rPr>
              <w:t xml:space="preserve"> </w:t>
            </w:r>
            <w:r w:rsidRPr="00A0264F">
              <w:rPr>
                <w:rtl/>
              </w:rPr>
              <w:t>يا</w:t>
            </w:r>
            <w:r w:rsidR="0076657C">
              <w:rPr>
                <w:rtl/>
              </w:rPr>
              <w:t xml:space="preserve"> </w:t>
            </w:r>
            <w:r w:rsidRPr="00A0264F">
              <w:rPr>
                <w:rtl/>
              </w:rPr>
              <w:t>مَنْ</w:t>
            </w:r>
            <w:r w:rsidR="0076657C">
              <w:rPr>
                <w:rtl/>
              </w:rPr>
              <w:t xml:space="preserve"> </w:t>
            </w:r>
            <w:r w:rsidRPr="00A0264F">
              <w:rPr>
                <w:rtl/>
              </w:rPr>
              <w:t>لهم</w:t>
            </w:r>
            <w:r w:rsidR="0076657C">
              <w:rPr>
                <w:rtl/>
              </w:rPr>
              <w:t xml:space="preserve"> </w:t>
            </w:r>
            <w:r w:rsidRPr="00A0264F">
              <w:rPr>
                <w:rtl/>
              </w:rPr>
              <w:t>خُبْرُ</w:t>
            </w:r>
            <w:r w:rsidRPr="00725071">
              <w:rPr>
                <w:rStyle w:val="libPoemTiniChar0"/>
                <w:rtl/>
              </w:rPr>
              <w:br/>
              <w:t> </w:t>
            </w:r>
          </w:p>
        </w:tc>
        <w:tc>
          <w:tcPr>
            <w:tcW w:w="272" w:type="dxa"/>
          </w:tcPr>
          <w:p w:rsidR="00512CA0" w:rsidRDefault="00512CA0" w:rsidP="00512CA0">
            <w:pPr>
              <w:pStyle w:val="libPoemFootnote"/>
              <w:rPr>
                <w:rtl/>
              </w:rPr>
            </w:pPr>
          </w:p>
        </w:tc>
        <w:tc>
          <w:tcPr>
            <w:tcW w:w="3502" w:type="dxa"/>
          </w:tcPr>
          <w:p w:rsidR="00512CA0" w:rsidRDefault="00512CA0" w:rsidP="00512CA0">
            <w:pPr>
              <w:pStyle w:val="libPoemFootnote"/>
            </w:pPr>
            <w:r w:rsidRPr="00A0264F">
              <w:rPr>
                <w:rtl/>
              </w:rPr>
              <w:t>بـكلّ</w:t>
            </w:r>
            <w:r w:rsidR="0076657C">
              <w:rPr>
                <w:rtl/>
              </w:rPr>
              <w:t xml:space="preserve"> </w:t>
            </w:r>
            <w:r w:rsidRPr="00A0264F">
              <w:rPr>
                <w:rtl/>
              </w:rPr>
              <w:t>دقـيقٍ</w:t>
            </w:r>
            <w:r w:rsidR="0076657C">
              <w:rPr>
                <w:rtl/>
              </w:rPr>
              <w:t xml:space="preserve"> </w:t>
            </w:r>
            <w:r w:rsidRPr="00A0264F">
              <w:rPr>
                <w:rtl/>
              </w:rPr>
              <w:t>حارَ</w:t>
            </w:r>
            <w:r w:rsidR="0076657C">
              <w:rPr>
                <w:rtl/>
              </w:rPr>
              <w:t xml:space="preserve"> </w:t>
            </w:r>
            <w:r w:rsidRPr="00A0264F">
              <w:rPr>
                <w:rtl/>
              </w:rPr>
              <w:t>في</w:t>
            </w:r>
            <w:r w:rsidR="0076657C">
              <w:rPr>
                <w:rtl/>
              </w:rPr>
              <w:t xml:space="preserve"> </w:t>
            </w:r>
            <w:r w:rsidRPr="00A0264F">
              <w:rPr>
                <w:rtl/>
              </w:rPr>
              <w:t>مثلهِ</w:t>
            </w:r>
            <w:r w:rsidR="0076657C">
              <w:rPr>
                <w:rtl/>
              </w:rPr>
              <w:t xml:space="preserve"> </w:t>
            </w:r>
            <w:r w:rsidRPr="00A0264F">
              <w:rPr>
                <w:rtl/>
              </w:rPr>
              <w:t>الفكرُ</w:t>
            </w:r>
            <w:r w:rsidRPr="00725071">
              <w:rPr>
                <w:rStyle w:val="libPoemTiniChar0"/>
                <w:rtl/>
              </w:rPr>
              <w:br/>
              <w:t> </w:t>
            </w:r>
          </w:p>
        </w:tc>
      </w:tr>
      <w:tr w:rsidR="00512CA0" w:rsidTr="00512CA0">
        <w:trPr>
          <w:trHeight w:val="350"/>
        </w:trPr>
        <w:tc>
          <w:tcPr>
            <w:tcW w:w="3536" w:type="dxa"/>
          </w:tcPr>
          <w:p w:rsidR="00512CA0" w:rsidRDefault="00512CA0" w:rsidP="00512CA0">
            <w:pPr>
              <w:pStyle w:val="libPoemFootnote"/>
            </w:pPr>
            <w:r w:rsidRPr="00A0264F">
              <w:rPr>
                <w:rtl/>
              </w:rPr>
              <w:t>لقد</w:t>
            </w:r>
            <w:r w:rsidR="0076657C">
              <w:rPr>
                <w:rtl/>
              </w:rPr>
              <w:t xml:space="preserve"> </w:t>
            </w:r>
            <w:r w:rsidRPr="00A0264F">
              <w:rPr>
                <w:rtl/>
              </w:rPr>
              <w:t>حارَ</w:t>
            </w:r>
            <w:r w:rsidR="0076657C">
              <w:rPr>
                <w:rtl/>
              </w:rPr>
              <w:t xml:space="preserve"> </w:t>
            </w:r>
            <w:r w:rsidRPr="00A0264F">
              <w:rPr>
                <w:rtl/>
              </w:rPr>
              <w:t>منّي</w:t>
            </w:r>
            <w:r w:rsidR="0076657C">
              <w:rPr>
                <w:rtl/>
              </w:rPr>
              <w:t xml:space="preserve"> </w:t>
            </w:r>
            <w:r w:rsidRPr="00A0264F">
              <w:rPr>
                <w:rtl/>
              </w:rPr>
              <w:t>الفكرُ</w:t>
            </w:r>
            <w:r w:rsidR="0076657C">
              <w:rPr>
                <w:rtl/>
              </w:rPr>
              <w:t xml:space="preserve"> </w:t>
            </w:r>
            <w:r w:rsidRPr="00A0264F">
              <w:rPr>
                <w:rtl/>
              </w:rPr>
              <w:t>في</w:t>
            </w:r>
            <w:r w:rsidR="0076657C">
              <w:rPr>
                <w:rtl/>
              </w:rPr>
              <w:t xml:space="preserve"> </w:t>
            </w:r>
            <w:r w:rsidRPr="00A0264F">
              <w:rPr>
                <w:rtl/>
              </w:rPr>
              <w:t>القائمِ</w:t>
            </w:r>
            <w:r w:rsidR="0076657C">
              <w:rPr>
                <w:rtl/>
              </w:rPr>
              <w:t xml:space="preserve"> </w:t>
            </w:r>
            <w:r w:rsidRPr="00A0264F">
              <w:rPr>
                <w:rtl/>
              </w:rPr>
              <w:t>الذي</w:t>
            </w:r>
            <w:r w:rsidRPr="00725071">
              <w:rPr>
                <w:rStyle w:val="libPoemTiniChar0"/>
                <w:rtl/>
              </w:rPr>
              <w:br/>
              <w:t> </w:t>
            </w:r>
          </w:p>
        </w:tc>
        <w:tc>
          <w:tcPr>
            <w:tcW w:w="272" w:type="dxa"/>
          </w:tcPr>
          <w:p w:rsidR="00512CA0" w:rsidRDefault="00512CA0" w:rsidP="00512CA0">
            <w:pPr>
              <w:pStyle w:val="libPoemFootnote"/>
              <w:rPr>
                <w:rtl/>
              </w:rPr>
            </w:pPr>
          </w:p>
        </w:tc>
        <w:tc>
          <w:tcPr>
            <w:tcW w:w="3502" w:type="dxa"/>
          </w:tcPr>
          <w:p w:rsidR="00512CA0" w:rsidRDefault="00512CA0" w:rsidP="00512CA0">
            <w:pPr>
              <w:pStyle w:val="libPoemFootnote"/>
            </w:pPr>
            <w:r w:rsidRPr="00A0264F">
              <w:rPr>
                <w:rtl/>
              </w:rPr>
              <w:t>تـنازعَ</w:t>
            </w:r>
            <w:r w:rsidR="0076657C">
              <w:rPr>
                <w:rtl/>
              </w:rPr>
              <w:t xml:space="preserve"> </w:t>
            </w:r>
            <w:r w:rsidRPr="00A0264F">
              <w:rPr>
                <w:rtl/>
              </w:rPr>
              <w:t>فيهِ</w:t>
            </w:r>
            <w:r w:rsidR="0076657C">
              <w:rPr>
                <w:rtl/>
              </w:rPr>
              <w:t xml:space="preserve"> </w:t>
            </w:r>
            <w:r w:rsidRPr="00A0264F">
              <w:rPr>
                <w:rtl/>
              </w:rPr>
              <w:t>الناسُ</w:t>
            </w:r>
            <w:r w:rsidR="0076657C">
              <w:rPr>
                <w:rtl/>
              </w:rPr>
              <w:t xml:space="preserve"> </w:t>
            </w:r>
            <w:r w:rsidRPr="00A0264F">
              <w:rPr>
                <w:rtl/>
              </w:rPr>
              <w:t>والتبسَ</w:t>
            </w:r>
            <w:r w:rsidR="0076657C">
              <w:rPr>
                <w:rtl/>
              </w:rPr>
              <w:t xml:space="preserve"> </w:t>
            </w:r>
            <w:r w:rsidRPr="00A0264F">
              <w:rPr>
                <w:rtl/>
              </w:rPr>
              <w:t>الأمرُ</w:t>
            </w:r>
            <w:r w:rsidRPr="00725071">
              <w:rPr>
                <w:rStyle w:val="libPoemTiniChar0"/>
                <w:rtl/>
              </w:rPr>
              <w:br/>
              <w:t> </w:t>
            </w:r>
          </w:p>
        </w:tc>
      </w:tr>
      <w:tr w:rsidR="00512CA0" w:rsidTr="00512CA0">
        <w:trPr>
          <w:trHeight w:val="350"/>
        </w:trPr>
        <w:tc>
          <w:tcPr>
            <w:tcW w:w="3536" w:type="dxa"/>
          </w:tcPr>
          <w:p w:rsidR="00512CA0" w:rsidRDefault="00512CA0" w:rsidP="00512CA0">
            <w:pPr>
              <w:pStyle w:val="libPoemFootnote"/>
            </w:pPr>
            <w:r w:rsidRPr="00A0264F">
              <w:rPr>
                <w:rtl/>
              </w:rPr>
              <w:t>فـمِنْ</w:t>
            </w:r>
            <w:r w:rsidR="0076657C">
              <w:rPr>
                <w:rtl/>
              </w:rPr>
              <w:t xml:space="preserve"> </w:t>
            </w:r>
            <w:r w:rsidRPr="00A0264F">
              <w:rPr>
                <w:rtl/>
              </w:rPr>
              <w:t>قائلٍ</w:t>
            </w:r>
            <w:r w:rsidR="0076657C">
              <w:rPr>
                <w:rtl/>
              </w:rPr>
              <w:t xml:space="preserve"> </w:t>
            </w:r>
            <w:r w:rsidRPr="00A0264F">
              <w:rPr>
                <w:rtl/>
              </w:rPr>
              <w:t>في</w:t>
            </w:r>
            <w:r w:rsidR="0076657C">
              <w:rPr>
                <w:rtl/>
              </w:rPr>
              <w:t xml:space="preserve"> </w:t>
            </w:r>
            <w:r w:rsidRPr="00A0264F">
              <w:rPr>
                <w:rtl/>
              </w:rPr>
              <w:t>القشرِ</w:t>
            </w:r>
            <w:r w:rsidR="0076657C">
              <w:rPr>
                <w:rtl/>
              </w:rPr>
              <w:t xml:space="preserve"> </w:t>
            </w:r>
            <w:r w:rsidRPr="00A0264F">
              <w:rPr>
                <w:rtl/>
              </w:rPr>
              <w:t>لُبّ</w:t>
            </w:r>
            <w:r w:rsidR="0076657C">
              <w:rPr>
                <w:rtl/>
              </w:rPr>
              <w:t xml:space="preserve"> </w:t>
            </w:r>
            <w:r w:rsidRPr="00A0264F">
              <w:rPr>
                <w:rtl/>
              </w:rPr>
              <w:t>وجوده</w:t>
            </w:r>
            <w:r w:rsidRPr="00725071">
              <w:rPr>
                <w:rStyle w:val="libPoemTiniChar0"/>
                <w:rtl/>
              </w:rPr>
              <w:br/>
              <w:t> </w:t>
            </w:r>
          </w:p>
        </w:tc>
        <w:tc>
          <w:tcPr>
            <w:tcW w:w="272" w:type="dxa"/>
          </w:tcPr>
          <w:p w:rsidR="00512CA0" w:rsidRDefault="00512CA0" w:rsidP="00512CA0">
            <w:pPr>
              <w:pStyle w:val="libPoemFootnote"/>
              <w:rPr>
                <w:rtl/>
              </w:rPr>
            </w:pPr>
          </w:p>
        </w:tc>
        <w:tc>
          <w:tcPr>
            <w:tcW w:w="3502" w:type="dxa"/>
          </w:tcPr>
          <w:p w:rsidR="00512CA0" w:rsidRDefault="00512CA0" w:rsidP="00512CA0">
            <w:pPr>
              <w:pStyle w:val="libPoemFootnote"/>
            </w:pPr>
            <w:r w:rsidRPr="00A0264F">
              <w:rPr>
                <w:rtl/>
              </w:rPr>
              <w:t>ومِـنْ</w:t>
            </w:r>
            <w:r w:rsidR="0076657C">
              <w:rPr>
                <w:rtl/>
              </w:rPr>
              <w:t xml:space="preserve"> </w:t>
            </w:r>
            <w:r w:rsidRPr="00A0264F">
              <w:rPr>
                <w:rtl/>
              </w:rPr>
              <w:t>قائلٍ</w:t>
            </w:r>
            <w:r w:rsidR="0076657C">
              <w:rPr>
                <w:rtl/>
              </w:rPr>
              <w:t xml:space="preserve"> </w:t>
            </w:r>
            <w:r w:rsidRPr="00A0264F">
              <w:rPr>
                <w:rtl/>
              </w:rPr>
              <w:t>قد</w:t>
            </w:r>
            <w:r w:rsidR="0076657C">
              <w:rPr>
                <w:rtl/>
              </w:rPr>
              <w:t xml:space="preserve"> </w:t>
            </w:r>
            <w:r w:rsidRPr="00A0264F">
              <w:rPr>
                <w:rtl/>
              </w:rPr>
              <w:t>ذبَّ</w:t>
            </w:r>
            <w:r w:rsidR="0076657C">
              <w:rPr>
                <w:rtl/>
              </w:rPr>
              <w:t xml:space="preserve"> </w:t>
            </w:r>
            <w:r w:rsidRPr="00A0264F">
              <w:rPr>
                <w:rtl/>
              </w:rPr>
              <w:t>عن</w:t>
            </w:r>
            <w:r w:rsidR="0076657C">
              <w:rPr>
                <w:rtl/>
              </w:rPr>
              <w:t xml:space="preserve"> </w:t>
            </w:r>
            <w:r w:rsidRPr="00A0264F">
              <w:rPr>
                <w:rtl/>
              </w:rPr>
              <w:t>لُبِّه</w:t>
            </w:r>
            <w:r w:rsidR="0076657C">
              <w:rPr>
                <w:rtl/>
              </w:rPr>
              <w:t xml:space="preserve"> </w:t>
            </w:r>
            <w:r w:rsidRPr="00A0264F">
              <w:rPr>
                <w:rtl/>
              </w:rPr>
              <w:t>القشرُ</w:t>
            </w:r>
            <w:r w:rsidRPr="00725071">
              <w:rPr>
                <w:rStyle w:val="libPoemTiniChar0"/>
                <w:rtl/>
              </w:rPr>
              <w:br/>
              <w:t> </w:t>
            </w:r>
          </w:p>
        </w:tc>
      </w:tr>
    </w:tbl>
    <w:p w:rsidR="00A0264F" w:rsidRPr="00A5546B" w:rsidRDefault="00A0264F" w:rsidP="00A5546B">
      <w:pPr>
        <w:pStyle w:val="libFootnote0"/>
      </w:pPr>
      <w:r w:rsidRPr="00A0264F">
        <w:rPr>
          <w:rtl/>
        </w:rPr>
        <w:t>وقد تصدّى للردّ عليه جماعة من الأعلام منهم السيد رضا بهذه القصيدة</w:t>
      </w:r>
      <w:r w:rsidR="00A327D5">
        <w:rPr>
          <w:rtl/>
        </w:rPr>
        <w:t>.</w:t>
      </w:r>
    </w:p>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3D6158" w:rsidTr="003D6158">
        <w:trPr>
          <w:trHeight w:val="350"/>
        </w:trPr>
        <w:tc>
          <w:tcPr>
            <w:tcW w:w="3536" w:type="dxa"/>
          </w:tcPr>
          <w:p w:rsidR="003D6158" w:rsidRDefault="003D6158" w:rsidP="003D6158">
            <w:pPr>
              <w:pStyle w:val="libPoem"/>
            </w:pPr>
            <w:r w:rsidRPr="00A0264F">
              <w:rPr>
                <w:rtl/>
              </w:rPr>
              <w:t>فـأخـبارهم</w:t>
            </w:r>
            <w:r>
              <w:rPr>
                <w:rtl/>
              </w:rPr>
              <w:t xml:space="preserve"> </w:t>
            </w:r>
            <w:r w:rsidRPr="00A0264F">
              <w:rPr>
                <w:rtl/>
              </w:rPr>
              <w:t>عـنـهُ</w:t>
            </w:r>
            <w:r w:rsidR="0076657C">
              <w:rPr>
                <w:rtl/>
              </w:rPr>
              <w:t xml:space="preserve"> </w:t>
            </w:r>
            <w:r w:rsidRPr="00A0264F">
              <w:rPr>
                <w:rtl/>
              </w:rPr>
              <w:t>بــذاكَ</w:t>
            </w:r>
            <w:r w:rsidR="0076657C">
              <w:rPr>
                <w:rtl/>
              </w:rPr>
              <w:t xml:space="preserve"> </w:t>
            </w:r>
            <w:r w:rsidRPr="00A0264F">
              <w:rPr>
                <w:rtl/>
              </w:rPr>
              <w:t>كـثيرة</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وأخـبارنا</w:t>
            </w:r>
            <w:r w:rsidR="0076657C">
              <w:rPr>
                <w:rtl/>
              </w:rPr>
              <w:t xml:space="preserve"> </w:t>
            </w:r>
            <w:r w:rsidRPr="00A0264F">
              <w:rPr>
                <w:rtl/>
              </w:rPr>
              <w:t>قـلَّت</w:t>
            </w:r>
            <w:r w:rsidR="0076657C">
              <w:rPr>
                <w:rtl/>
              </w:rPr>
              <w:t xml:space="preserve"> </w:t>
            </w:r>
            <w:r w:rsidRPr="00A0264F">
              <w:rPr>
                <w:rtl/>
              </w:rPr>
              <w:t>لـها</w:t>
            </w:r>
            <w:r w:rsidR="0076657C">
              <w:rPr>
                <w:rtl/>
              </w:rPr>
              <w:t xml:space="preserve"> </w:t>
            </w:r>
            <w:r w:rsidRPr="00A0264F">
              <w:rPr>
                <w:rtl/>
              </w:rPr>
              <w:t>الأنـجمُ</w:t>
            </w:r>
            <w:r w:rsidR="0076657C">
              <w:rPr>
                <w:rtl/>
              </w:rPr>
              <w:t xml:space="preserve"> </w:t>
            </w:r>
            <w:r w:rsidRPr="00A0264F">
              <w:rPr>
                <w:rtl/>
              </w:rPr>
              <w:t>الـزهرُ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ومـولدهُ</w:t>
            </w:r>
            <w:r w:rsidR="0076657C">
              <w:rPr>
                <w:rtl/>
              </w:rPr>
              <w:t xml:space="preserve"> </w:t>
            </w:r>
            <w:r>
              <w:rPr>
                <w:rtl/>
              </w:rPr>
              <w:t>(</w:t>
            </w:r>
            <w:r w:rsidRPr="00A0264F">
              <w:rPr>
                <w:rtl/>
              </w:rPr>
              <w:t>نـورٌ</w:t>
            </w:r>
            <w:r>
              <w:rPr>
                <w:rtl/>
              </w:rPr>
              <w:t>)</w:t>
            </w:r>
            <w:r w:rsidR="0076657C">
              <w:rPr>
                <w:rtl/>
              </w:rPr>
              <w:t xml:space="preserve"> </w:t>
            </w:r>
            <w:r w:rsidRPr="00A0264F">
              <w:rPr>
                <w:rtl/>
              </w:rPr>
              <w:t>بـهِ</w:t>
            </w:r>
            <w:r w:rsidR="0076657C">
              <w:rPr>
                <w:rtl/>
              </w:rPr>
              <w:t xml:space="preserve"> </w:t>
            </w:r>
            <w:r w:rsidRPr="00A0264F">
              <w:rPr>
                <w:rtl/>
              </w:rPr>
              <w:t>يـشرقُ</w:t>
            </w:r>
            <w:r w:rsidR="0076657C">
              <w:rPr>
                <w:rtl/>
              </w:rPr>
              <w:t xml:space="preserve"> </w:t>
            </w:r>
            <w:r w:rsidRPr="00A0264F">
              <w:rPr>
                <w:rtl/>
              </w:rPr>
              <w:t>الهدى</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وقـيلَ</w:t>
            </w:r>
            <w:r w:rsidR="0076657C">
              <w:rPr>
                <w:rtl/>
              </w:rPr>
              <w:t xml:space="preserve"> </w:t>
            </w:r>
            <w:r w:rsidRPr="00A0264F">
              <w:rPr>
                <w:rtl/>
              </w:rPr>
              <w:t>لـظامي</w:t>
            </w:r>
            <w:r w:rsidR="0076657C">
              <w:rPr>
                <w:rtl/>
              </w:rPr>
              <w:t xml:space="preserve"> </w:t>
            </w:r>
            <w:r w:rsidRPr="00A0264F">
              <w:rPr>
                <w:rtl/>
              </w:rPr>
              <w:t>العدلِ</w:t>
            </w:r>
            <w:r w:rsidR="0076657C">
              <w:rPr>
                <w:rtl/>
              </w:rPr>
              <w:t xml:space="preserve"> </w:t>
            </w:r>
            <w:r w:rsidRPr="00A0264F">
              <w:rPr>
                <w:rtl/>
              </w:rPr>
              <w:t>مولدهُ</w:t>
            </w:r>
            <w:r w:rsidR="0076657C">
              <w:rPr>
                <w:rtl/>
              </w:rPr>
              <w:t xml:space="preserve"> </w:t>
            </w:r>
            <w:r>
              <w:rPr>
                <w:rtl/>
              </w:rPr>
              <w:t>(</w:t>
            </w:r>
            <w:r w:rsidRPr="00A0264F">
              <w:rPr>
                <w:rtl/>
              </w:rPr>
              <w:t>نهرُ</w:t>
            </w:r>
            <w:r>
              <w:rPr>
                <w:rtl/>
              </w:rPr>
              <w:t>)</w:t>
            </w:r>
            <w:r w:rsidRPr="00A0264F">
              <w:rPr>
                <w:rStyle w:val="libFootnotenumChar"/>
                <w:rtl/>
              </w:rPr>
              <w:t>(1)</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فـيا</w:t>
            </w:r>
            <w:r w:rsidR="0076657C">
              <w:rPr>
                <w:rtl/>
              </w:rPr>
              <w:t xml:space="preserve"> </w:t>
            </w:r>
            <w:r w:rsidRPr="00A0264F">
              <w:rPr>
                <w:rtl/>
              </w:rPr>
              <w:t>سـائلاً</w:t>
            </w:r>
            <w:r w:rsidR="0076657C">
              <w:rPr>
                <w:rtl/>
              </w:rPr>
              <w:t xml:space="preserve"> </w:t>
            </w:r>
            <w:r w:rsidRPr="00A0264F">
              <w:rPr>
                <w:rtl/>
              </w:rPr>
              <w:t>عـن</w:t>
            </w:r>
            <w:r w:rsidR="0076657C">
              <w:rPr>
                <w:rtl/>
              </w:rPr>
              <w:t xml:space="preserve"> </w:t>
            </w:r>
            <w:r w:rsidRPr="00A0264F">
              <w:rPr>
                <w:rtl/>
              </w:rPr>
              <w:t>شـأنهِ</w:t>
            </w:r>
            <w:r w:rsidR="0076657C">
              <w:rPr>
                <w:rtl/>
              </w:rPr>
              <w:t xml:space="preserve"> </w:t>
            </w:r>
            <w:r w:rsidRPr="00A0264F">
              <w:rPr>
                <w:rtl/>
              </w:rPr>
              <w:t>اسـمعْ</w:t>
            </w:r>
            <w:r w:rsidR="0076657C">
              <w:rPr>
                <w:rtl/>
              </w:rPr>
              <w:t xml:space="preserve"> </w:t>
            </w:r>
            <w:r w:rsidRPr="00A0264F">
              <w:rPr>
                <w:rtl/>
              </w:rPr>
              <w:t>مقالة</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هـي</w:t>
            </w:r>
            <w:r w:rsidR="0076657C">
              <w:rPr>
                <w:rtl/>
              </w:rPr>
              <w:t xml:space="preserve"> </w:t>
            </w:r>
            <w:r w:rsidRPr="00A0264F">
              <w:rPr>
                <w:rtl/>
              </w:rPr>
              <w:t>الـدرُّ</w:t>
            </w:r>
            <w:r w:rsidR="0076657C">
              <w:rPr>
                <w:rtl/>
              </w:rPr>
              <w:t xml:space="preserve"> </w:t>
            </w:r>
            <w:r w:rsidRPr="00A0264F">
              <w:rPr>
                <w:rtl/>
              </w:rPr>
              <w:t>والـفكرُ</w:t>
            </w:r>
            <w:r w:rsidR="0076657C">
              <w:rPr>
                <w:rtl/>
              </w:rPr>
              <w:t xml:space="preserve"> </w:t>
            </w:r>
            <w:r w:rsidRPr="00A0264F">
              <w:rPr>
                <w:rtl/>
              </w:rPr>
              <w:t>الـمحيطُ</w:t>
            </w:r>
            <w:r w:rsidR="0076657C">
              <w:rPr>
                <w:rtl/>
              </w:rPr>
              <w:t xml:space="preserve"> </w:t>
            </w:r>
            <w:r w:rsidRPr="00A0264F">
              <w:rPr>
                <w:rtl/>
              </w:rPr>
              <w:t>لها</w:t>
            </w:r>
            <w:r w:rsidR="0076657C">
              <w:rPr>
                <w:rtl/>
              </w:rPr>
              <w:t xml:space="preserve"> </w:t>
            </w:r>
            <w:r w:rsidRPr="00A0264F">
              <w:rPr>
                <w:rtl/>
              </w:rPr>
              <w:t>بحرُ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ألــم</w:t>
            </w:r>
            <w:r w:rsidR="0076657C">
              <w:rPr>
                <w:rtl/>
              </w:rPr>
              <w:t xml:space="preserve"> </w:t>
            </w:r>
            <w:r w:rsidRPr="00A0264F">
              <w:rPr>
                <w:rtl/>
              </w:rPr>
              <w:t>تــدرِ</w:t>
            </w:r>
            <w:r w:rsidR="0076657C">
              <w:rPr>
                <w:rtl/>
              </w:rPr>
              <w:t xml:space="preserve"> </w:t>
            </w:r>
            <w:r w:rsidRPr="00A0264F">
              <w:rPr>
                <w:rtl/>
              </w:rPr>
              <w:t>أنَّ</w:t>
            </w:r>
            <w:r w:rsidR="0076657C">
              <w:rPr>
                <w:rtl/>
              </w:rPr>
              <w:t xml:space="preserve"> </w:t>
            </w:r>
            <w:r w:rsidRPr="00A0264F">
              <w:rPr>
                <w:rtl/>
              </w:rPr>
              <w:t>اللهَ</w:t>
            </w:r>
            <w:r w:rsidR="0076657C">
              <w:rPr>
                <w:rtl/>
              </w:rPr>
              <w:t xml:space="preserve"> </w:t>
            </w:r>
            <w:r w:rsidRPr="00A0264F">
              <w:rPr>
                <w:rtl/>
              </w:rPr>
              <w:t>كــوَّنَ</w:t>
            </w:r>
            <w:r w:rsidR="0076657C">
              <w:rPr>
                <w:rtl/>
              </w:rPr>
              <w:t xml:space="preserve"> </w:t>
            </w:r>
            <w:r w:rsidRPr="00A0264F">
              <w:rPr>
                <w:rtl/>
              </w:rPr>
              <w:t>خـلـقه</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لـيـمتثلوهُ</w:t>
            </w:r>
            <w:r w:rsidR="0076657C">
              <w:rPr>
                <w:rtl/>
              </w:rPr>
              <w:t xml:space="preserve"> </w:t>
            </w:r>
            <w:r w:rsidRPr="00A0264F">
              <w:rPr>
                <w:rtl/>
              </w:rPr>
              <w:t>كــي</w:t>
            </w:r>
            <w:r w:rsidR="0076657C">
              <w:rPr>
                <w:rtl/>
              </w:rPr>
              <w:t xml:space="preserve"> </w:t>
            </w:r>
            <w:r w:rsidRPr="00A0264F">
              <w:rPr>
                <w:rtl/>
              </w:rPr>
              <w:t>يـنـالهمُ</w:t>
            </w:r>
            <w:r w:rsidR="0076657C">
              <w:rPr>
                <w:rtl/>
              </w:rPr>
              <w:t xml:space="preserve"> </w:t>
            </w:r>
            <w:r w:rsidRPr="00A0264F">
              <w:rPr>
                <w:rtl/>
              </w:rPr>
              <w:t>الأجــرُ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ومـــا</w:t>
            </w:r>
            <w:r w:rsidR="0076657C">
              <w:rPr>
                <w:rtl/>
              </w:rPr>
              <w:t xml:space="preserve"> </w:t>
            </w:r>
            <w:r w:rsidRPr="00A0264F">
              <w:rPr>
                <w:rtl/>
              </w:rPr>
              <w:t>ذاكَ</w:t>
            </w:r>
            <w:r w:rsidR="0076657C">
              <w:rPr>
                <w:rtl/>
              </w:rPr>
              <w:t xml:space="preserve"> </w:t>
            </w:r>
            <w:r w:rsidRPr="00A0264F">
              <w:rPr>
                <w:rtl/>
              </w:rPr>
              <w:t>إلاّ</w:t>
            </w:r>
            <w:r w:rsidR="0076657C">
              <w:rPr>
                <w:rtl/>
              </w:rPr>
              <w:t xml:space="preserve"> </w:t>
            </w:r>
            <w:r w:rsidRPr="00A0264F">
              <w:rPr>
                <w:rtl/>
              </w:rPr>
              <w:t>رحــمـةً</w:t>
            </w:r>
            <w:r w:rsidR="0076657C">
              <w:rPr>
                <w:rtl/>
              </w:rPr>
              <w:t xml:space="preserve"> </w:t>
            </w:r>
            <w:r w:rsidRPr="00A0264F">
              <w:rPr>
                <w:rtl/>
              </w:rPr>
              <w:t>بـعـباده</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وإلاّ</w:t>
            </w:r>
            <w:r w:rsidR="0076657C">
              <w:rPr>
                <w:rtl/>
              </w:rPr>
              <w:t xml:space="preserve"> </w:t>
            </w:r>
            <w:r w:rsidRPr="00A0264F">
              <w:rPr>
                <w:rtl/>
              </w:rPr>
              <w:t>فـمـا</w:t>
            </w:r>
            <w:r w:rsidR="0076657C">
              <w:rPr>
                <w:rtl/>
              </w:rPr>
              <w:t xml:space="preserve"> </w:t>
            </w:r>
            <w:r w:rsidRPr="00A0264F">
              <w:rPr>
                <w:rtl/>
              </w:rPr>
              <w:t>فـيـهِ</w:t>
            </w:r>
            <w:r w:rsidR="0076657C">
              <w:rPr>
                <w:rtl/>
              </w:rPr>
              <w:t xml:space="preserve"> </w:t>
            </w:r>
            <w:r w:rsidRPr="00A0264F">
              <w:rPr>
                <w:rtl/>
              </w:rPr>
              <w:t>إلـى</w:t>
            </w:r>
            <w:r w:rsidR="0076657C">
              <w:rPr>
                <w:rtl/>
              </w:rPr>
              <w:t xml:space="preserve"> </w:t>
            </w:r>
            <w:r w:rsidRPr="00A0264F">
              <w:rPr>
                <w:rtl/>
              </w:rPr>
              <w:t>خـلقهم</w:t>
            </w:r>
            <w:r w:rsidR="0076657C">
              <w:rPr>
                <w:rtl/>
              </w:rPr>
              <w:t xml:space="preserve"> </w:t>
            </w:r>
            <w:r w:rsidRPr="00A0264F">
              <w:rPr>
                <w:rtl/>
              </w:rPr>
              <w:t>فـقرُ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ويـعـلمُ</w:t>
            </w:r>
            <w:r>
              <w:rPr>
                <w:rtl/>
              </w:rPr>
              <w:t xml:space="preserve"> </w:t>
            </w:r>
            <w:r w:rsidRPr="00A0264F">
              <w:rPr>
                <w:rtl/>
              </w:rPr>
              <w:t>أنَّ</w:t>
            </w:r>
            <w:r w:rsidR="0076657C">
              <w:rPr>
                <w:rtl/>
              </w:rPr>
              <w:t xml:space="preserve"> </w:t>
            </w:r>
            <w:r w:rsidRPr="00A0264F">
              <w:rPr>
                <w:rtl/>
              </w:rPr>
              <w:t>الـفـكرَ</w:t>
            </w:r>
            <w:r w:rsidR="0076657C">
              <w:rPr>
                <w:rtl/>
              </w:rPr>
              <w:t xml:space="preserve"> </w:t>
            </w:r>
            <w:r w:rsidRPr="00A0264F">
              <w:rPr>
                <w:rtl/>
              </w:rPr>
              <w:t>غـايةُ</w:t>
            </w:r>
            <w:r w:rsidR="0076657C">
              <w:rPr>
                <w:rtl/>
              </w:rPr>
              <w:t xml:space="preserve"> </w:t>
            </w:r>
            <w:r w:rsidRPr="00A0264F">
              <w:rPr>
                <w:rtl/>
              </w:rPr>
              <w:t>وسـعهم</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وهــذا</w:t>
            </w:r>
            <w:r w:rsidR="0076657C">
              <w:rPr>
                <w:rtl/>
              </w:rPr>
              <w:t xml:space="preserve"> </w:t>
            </w:r>
            <w:r w:rsidRPr="00A0264F">
              <w:rPr>
                <w:rtl/>
              </w:rPr>
              <w:t>مـقـامٌ</w:t>
            </w:r>
            <w:r w:rsidR="0076657C">
              <w:rPr>
                <w:rtl/>
              </w:rPr>
              <w:t xml:space="preserve"> </w:t>
            </w:r>
            <w:r w:rsidRPr="00A0264F">
              <w:rPr>
                <w:rtl/>
              </w:rPr>
              <w:t>دونـهُ</w:t>
            </w:r>
            <w:r w:rsidR="0076657C">
              <w:rPr>
                <w:rtl/>
              </w:rPr>
              <w:t xml:space="preserve"> </w:t>
            </w:r>
            <w:r w:rsidRPr="00A0264F">
              <w:rPr>
                <w:rtl/>
              </w:rPr>
              <w:t>يـقفُ</w:t>
            </w:r>
            <w:r w:rsidR="0076657C">
              <w:rPr>
                <w:rtl/>
              </w:rPr>
              <w:t xml:space="preserve"> </w:t>
            </w:r>
            <w:r w:rsidRPr="00A0264F">
              <w:rPr>
                <w:rtl/>
              </w:rPr>
              <w:t>الـفكرُ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فـأكـرمـهم</w:t>
            </w:r>
            <w:r>
              <w:rPr>
                <w:rtl/>
              </w:rPr>
              <w:t xml:space="preserve"> </w:t>
            </w:r>
            <w:r w:rsidRPr="00A0264F">
              <w:rPr>
                <w:rtl/>
              </w:rPr>
              <w:t>بـالـمـرسلينَ</w:t>
            </w:r>
            <w:r w:rsidR="0076657C">
              <w:rPr>
                <w:rtl/>
              </w:rPr>
              <w:t xml:space="preserve"> </w:t>
            </w:r>
            <w:r w:rsidRPr="00A0264F">
              <w:rPr>
                <w:rtl/>
              </w:rPr>
              <w:t>أدلَّــةً</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لِـما</w:t>
            </w:r>
            <w:r w:rsidR="0076657C">
              <w:rPr>
                <w:rtl/>
              </w:rPr>
              <w:t xml:space="preserve"> </w:t>
            </w:r>
            <w:r w:rsidRPr="00A0264F">
              <w:rPr>
                <w:rtl/>
              </w:rPr>
              <w:t>فـيهِ</w:t>
            </w:r>
            <w:r w:rsidR="0076657C">
              <w:rPr>
                <w:rtl/>
              </w:rPr>
              <w:t xml:space="preserve"> </w:t>
            </w:r>
            <w:r w:rsidRPr="00A0264F">
              <w:rPr>
                <w:rtl/>
              </w:rPr>
              <w:t>يُرجى</w:t>
            </w:r>
            <w:r w:rsidR="0076657C">
              <w:rPr>
                <w:rtl/>
              </w:rPr>
              <w:t xml:space="preserve"> </w:t>
            </w:r>
            <w:r w:rsidRPr="00A0264F">
              <w:rPr>
                <w:rtl/>
              </w:rPr>
              <w:t>النفعُ</w:t>
            </w:r>
            <w:r w:rsidR="0076657C">
              <w:rPr>
                <w:rtl/>
              </w:rPr>
              <w:t xml:space="preserve"> </w:t>
            </w:r>
            <w:r w:rsidRPr="00A0264F">
              <w:rPr>
                <w:rtl/>
              </w:rPr>
              <w:t>أو</w:t>
            </w:r>
            <w:r w:rsidR="0076657C">
              <w:rPr>
                <w:rtl/>
              </w:rPr>
              <w:t xml:space="preserve"> </w:t>
            </w:r>
            <w:r w:rsidRPr="00A0264F">
              <w:rPr>
                <w:rtl/>
              </w:rPr>
              <w:t>يُختشى</w:t>
            </w:r>
            <w:r w:rsidR="0076657C">
              <w:rPr>
                <w:rtl/>
              </w:rPr>
              <w:t xml:space="preserve"> </w:t>
            </w:r>
            <w:r w:rsidRPr="00A0264F">
              <w:rPr>
                <w:rtl/>
              </w:rPr>
              <w:t>الضرُّ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ولـم</w:t>
            </w:r>
            <w:r w:rsidR="0076657C">
              <w:rPr>
                <w:rtl/>
              </w:rPr>
              <w:t xml:space="preserve"> </w:t>
            </w:r>
            <w:r w:rsidRPr="00A0264F">
              <w:rPr>
                <w:rtl/>
              </w:rPr>
              <w:t>يُـؤمنُ</w:t>
            </w:r>
            <w:r w:rsidR="0076657C">
              <w:rPr>
                <w:rtl/>
              </w:rPr>
              <w:t xml:space="preserve"> </w:t>
            </w:r>
            <w:r w:rsidRPr="00A0264F">
              <w:rPr>
                <w:rtl/>
              </w:rPr>
              <w:t>الـتبليغُ</w:t>
            </w:r>
            <w:r w:rsidR="0076657C">
              <w:rPr>
                <w:rtl/>
              </w:rPr>
              <w:t xml:space="preserve"> </w:t>
            </w:r>
            <w:r w:rsidRPr="00A0264F">
              <w:rPr>
                <w:rtl/>
              </w:rPr>
              <w:t>مـنهم</w:t>
            </w:r>
            <w:r w:rsidR="0076657C">
              <w:rPr>
                <w:rtl/>
              </w:rPr>
              <w:t xml:space="preserve"> </w:t>
            </w:r>
            <w:r w:rsidRPr="00A0264F">
              <w:rPr>
                <w:rtl/>
              </w:rPr>
              <w:t>مِنَ</w:t>
            </w:r>
            <w:r w:rsidR="0076657C">
              <w:rPr>
                <w:rtl/>
              </w:rPr>
              <w:t xml:space="preserve"> </w:t>
            </w:r>
            <w:r w:rsidRPr="00A0264F">
              <w:rPr>
                <w:rtl/>
              </w:rPr>
              <w:t>الخطا</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إذا</w:t>
            </w:r>
            <w:r w:rsidR="0076657C">
              <w:rPr>
                <w:rtl/>
              </w:rPr>
              <w:t xml:space="preserve"> </w:t>
            </w:r>
            <w:r w:rsidRPr="00A0264F">
              <w:rPr>
                <w:rtl/>
              </w:rPr>
              <w:t>كـانَ</w:t>
            </w:r>
            <w:r w:rsidR="0076657C">
              <w:rPr>
                <w:rtl/>
              </w:rPr>
              <w:t xml:space="preserve"> </w:t>
            </w:r>
            <w:r w:rsidRPr="00A0264F">
              <w:rPr>
                <w:rtl/>
              </w:rPr>
              <w:t>يـعروهم</w:t>
            </w:r>
            <w:r w:rsidR="0076657C">
              <w:rPr>
                <w:rtl/>
              </w:rPr>
              <w:t xml:space="preserve"> </w:t>
            </w:r>
            <w:r w:rsidRPr="00A0264F">
              <w:rPr>
                <w:rtl/>
              </w:rPr>
              <w:t>مِـنَ</w:t>
            </w:r>
            <w:r w:rsidR="0076657C">
              <w:rPr>
                <w:rtl/>
              </w:rPr>
              <w:t xml:space="preserve"> </w:t>
            </w:r>
            <w:r w:rsidRPr="00A0264F">
              <w:rPr>
                <w:rtl/>
              </w:rPr>
              <w:t>السهوِ</w:t>
            </w:r>
            <w:r w:rsidR="0076657C">
              <w:rPr>
                <w:rtl/>
              </w:rPr>
              <w:t xml:space="preserve"> </w:t>
            </w:r>
            <w:r w:rsidRPr="00A0264F">
              <w:rPr>
                <w:rtl/>
              </w:rPr>
              <w:t>ما</w:t>
            </w:r>
            <w:r w:rsidR="0076657C">
              <w:rPr>
                <w:rtl/>
              </w:rPr>
              <w:t xml:space="preserve"> </w:t>
            </w:r>
            <w:r w:rsidRPr="00A0264F">
              <w:rPr>
                <w:rtl/>
              </w:rPr>
              <w:t>يعرو</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ولـو</w:t>
            </w:r>
            <w:r w:rsidR="0076657C">
              <w:rPr>
                <w:rtl/>
              </w:rPr>
              <w:t xml:space="preserve"> </w:t>
            </w:r>
            <w:r w:rsidRPr="00A0264F">
              <w:rPr>
                <w:rtl/>
              </w:rPr>
              <w:t>أنّـهم</w:t>
            </w:r>
            <w:r w:rsidR="0076657C">
              <w:rPr>
                <w:rtl/>
              </w:rPr>
              <w:t xml:space="preserve"> </w:t>
            </w:r>
            <w:r w:rsidRPr="00A0264F">
              <w:rPr>
                <w:rtl/>
              </w:rPr>
              <w:t>يـعصونهُ</w:t>
            </w:r>
            <w:r w:rsidR="0076657C">
              <w:rPr>
                <w:rtl/>
              </w:rPr>
              <w:t xml:space="preserve"> </w:t>
            </w:r>
            <w:r w:rsidRPr="00A0264F">
              <w:rPr>
                <w:rtl/>
              </w:rPr>
              <w:t>لاقـتدى</w:t>
            </w:r>
            <w:r w:rsidR="0076657C">
              <w:rPr>
                <w:rtl/>
              </w:rPr>
              <w:t xml:space="preserve"> </w:t>
            </w:r>
            <w:r w:rsidRPr="00A0264F">
              <w:rPr>
                <w:rtl/>
              </w:rPr>
              <w:t>الورى</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بـعـصيانهم</w:t>
            </w:r>
            <w:r w:rsidR="0076657C">
              <w:rPr>
                <w:rtl/>
              </w:rPr>
              <w:t xml:space="preserve"> </w:t>
            </w:r>
            <w:r w:rsidRPr="00A0264F">
              <w:rPr>
                <w:rtl/>
              </w:rPr>
              <w:t>فـيهم</w:t>
            </w:r>
            <w:r w:rsidR="0076657C">
              <w:rPr>
                <w:rtl/>
              </w:rPr>
              <w:t xml:space="preserve"> </w:t>
            </w:r>
            <w:r w:rsidRPr="00A0264F">
              <w:rPr>
                <w:rtl/>
              </w:rPr>
              <w:t>وقـامَ</w:t>
            </w:r>
            <w:r w:rsidR="0076657C">
              <w:rPr>
                <w:rtl/>
              </w:rPr>
              <w:t xml:space="preserve"> </w:t>
            </w:r>
            <w:r w:rsidRPr="00A0264F">
              <w:rPr>
                <w:rtl/>
              </w:rPr>
              <w:t>لـهم</w:t>
            </w:r>
            <w:r w:rsidR="0076657C">
              <w:rPr>
                <w:rtl/>
              </w:rPr>
              <w:t xml:space="preserve"> </w:t>
            </w:r>
            <w:r w:rsidRPr="00A0264F">
              <w:rPr>
                <w:rtl/>
              </w:rPr>
              <w:t>عـذرُ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فـنزههم</w:t>
            </w:r>
            <w:r>
              <w:rPr>
                <w:rtl/>
              </w:rPr>
              <w:t xml:space="preserve"> </w:t>
            </w:r>
            <w:r w:rsidRPr="00A0264F">
              <w:rPr>
                <w:rtl/>
              </w:rPr>
              <w:t>عـن</w:t>
            </w:r>
            <w:r w:rsidR="0076657C">
              <w:rPr>
                <w:rtl/>
              </w:rPr>
              <w:t xml:space="preserve"> </w:t>
            </w:r>
            <w:r w:rsidRPr="00A0264F">
              <w:rPr>
                <w:rtl/>
              </w:rPr>
              <w:t>وصـمةِ</w:t>
            </w:r>
            <w:r w:rsidR="0076657C">
              <w:rPr>
                <w:rtl/>
              </w:rPr>
              <w:t xml:space="preserve"> </w:t>
            </w:r>
            <w:r w:rsidRPr="00A0264F">
              <w:rPr>
                <w:rtl/>
              </w:rPr>
              <w:t>السهوِ</w:t>
            </w:r>
            <w:r w:rsidR="0076657C">
              <w:rPr>
                <w:rtl/>
              </w:rPr>
              <w:t xml:space="preserve"> </w:t>
            </w:r>
            <w:r w:rsidRPr="00A0264F">
              <w:rPr>
                <w:rtl/>
              </w:rPr>
              <w:t>والخطا</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كـما</w:t>
            </w:r>
            <w:r>
              <w:rPr>
                <w:rtl/>
              </w:rPr>
              <w:t xml:space="preserve"> </w:t>
            </w:r>
            <w:r w:rsidRPr="00A0264F">
              <w:rPr>
                <w:rtl/>
              </w:rPr>
              <w:t>لـم</w:t>
            </w:r>
            <w:r w:rsidR="0076657C">
              <w:rPr>
                <w:rtl/>
              </w:rPr>
              <w:t xml:space="preserve"> </w:t>
            </w:r>
            <w:r w:rsidRPr="00A0264F">
              <w:rPr>
                <w:rtl/>
              </w:rPr>
              <w:t>يـدنّس</w:t>
            </w:r>
            <w:r w:rsidR="0076657C">
              <w:rPr>
                <w:rtl/>
              </w:rPr>
              <w:t xml:space="preserve"> </w:t>
            </w:r>
            <w:r w:rsidRPr="00A0264F">
              <w:rPr>
                <w:rtl/>
              </w:rPr>
              <w:t>ثوبَ</w:t>
            </w:r>
            <w:r w:rsidR="0076657C">
              <w:rPr>
                <w:rtl/>
              </w:rPr>
              <w:t xml:space="preserve"> </w:t>
            </w:r>
            <w:r w:rsidRPr="00A0264F">
              <w:rPr>
                <w:rtl/>
              </w:rPr>
              <w:t>عصمتهم</w:t>
            </w:r>
            <w:r w:rsidR="0076657C">
              <w:rPr>
                <w:rtl/>
              </w:rPr>
              <w:t xml:space="preserve"> </w:t>
            </w:r>
            <w:r w:rsidRPr="00A0264F">
              <w:rPr>
                <w:rtl/>
              </w:rPr>
              <w:t>وزرُ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وأيّــدهـم</w:t>
            </w:r>
            <w:r w:rsidR="0076657C">
              <w:rPr>
                <w:rtl/>
              </w:rPr>
              <w:t xml:space="preserve"> </w:t>
            </w:r>
            <w:r w:rsidRPr="00A0264F">
              <w:rPr>
                <w:rtl/>
              </w:rPr>
              <w:t>بـالـمعجزاتِ</w:t>
            </w:r>
            <w:r w:rsidR="0076657C">
              <w:rPr>
                <w:rtl/>
              </w:rPr>
              <w:t xml:space="preserve"> </w:t>
            </w:r>
            <w:r w:rsidRPr="00A0264F">
              <w:rPr>
                <w:rtl/>
              </w:rPr>
              <w:t>خـوارقـا</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لـعاداتنا</w:t>
            </w:r>
            <w:r w:rsidR="0076657C">
              <w:rPr>
                <w:rtl/>
              </w:rPr>
              <w:t xml:space="preserve"> </w:t>
            </w:r>
            <w:r w:rsidRPr="00A0264F">
              <w:rPr>
                <w:rtl/>
              </w:rPr>
              <w:t>كـي</w:t>
            </w:r>
            <w:r w:rsidR="0076657C">
              <w:rPr>
                <w:rtl/>
              </w:rPr>
              <w:t xml:space="preserve"> </w:t>
            </w:r>
            <w:r w:rsidRPr="00A0264F">
              <w:rPr>
                <w:rtl/>
              </w:rPr>
              <w:t>لا</w:t>
            </w:r>
            <w:r w:rsidR="0076657C">
              <w:rPr>
                <w:rtl/>
              </w:rPr>
              <w:t xml:space="preserve"> </w:t>
            </w:r>
            <w:r w:rsidRPr="00A0264F">
              <w:rPr>
                <w:rtl/>
              </w:rPr>
              <w:t>يُـقال</w:t>
            </w:r>
            <w:r w:rsidR="0076657C">
              <w:rPr>
                <w:rtl/>
              </w:rPr>
              <w:t xml:space="preserve"> </w:t>
            </w:r>
            <w:r w:rsidRPr="00A0264F">
              <w:rPr>
                <w:rtl/>
              </w:rPr>
              <w:t>هـي</w:t>
            </w:r>
            <w:r w:rsidR="0076657C">
              <w:rPr>
                <w:rtl/>
              </w:rPr>
              <w:t xml:space="preserve"> </w:t>
            </w:r>
            <w:r w:rsidRPr="00A0264F">
              <w:rPr>
                <w:rtl/>
              </w:rPr>
              <w:t>الـسحرُ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ولـم</w:t>
            </w:r>
            <w:r>
              <w:rPr>
                <w:rtl/>
              </w:rPr>
              <w:t xml:space="preserve"> </w:t>
            </w:r>
            <w:r w:rsidRPr="00A0264F">
              <w:rPr>
                <w:rtl/>
              </w:rPr>
              <w:t>أدرِ</w:t>
            </w:r>
            <w:r w:rsidR="0076657C">
              <w:rPr>
                <w:rtl/>
              </w:rPr>
              <w:t xml:space="preserve"> </w:t>
            </w:r>
            <w:r w:rsidRPr="00A0264F">
              <w:rPr>
                <w:rtl/>
              </w:rPr>
              <w:t>لِـمْ</w:t>
            </w:r>
            <w:r w:rsidR="0076657C">
              <w:rPr>
                <w:rtl/>
              </w:rPr>
              <w:t xml:space="preserve"> </w:t>
            </w:r>
            <w:r w:rsidRPr="00A0264F">
              <w:rPr>
                <w:rtl/>
              </w:rPr>
              <w:t>دلَّـت</w:t>
            </w:r>
            <w:r w:rsidR="0076657C">
              <w:rPr>
                <w:rtl/>
              </w:rPr>
              <w:t xml:space="preserve"> </w:t>
            </w:r>
            <w:r w:rsidRPr="00A0264F">
              <w:rPr>
                <w:rtl/>
              </w:rPr>
              <w:t>على</w:t>
            </w:r>
            <w:r w:rsidR="0076657C">
              <w:rPr>
                <w:rtl/>
              </w:rPr>
              <w:t xml:space="preserve"> </w:t>
            </w:r>
            <w:r w:rsidRPr="00A0264F">
              <w:rPr>
                <w:rtl/>
              </w:rPr>
              <w:t>صدقِ</w:t>
            </w:r>
            <w:r w:rsidR="0076657C">
              <w:rPr>
                <w:rtl/>
              </w:rPr>
              <w:t xml:space="preserve"> </w:t>
            </w:r>
            <w:r w:rsidRPr="00A0264F">
              <w:rPr>
                <w:rtl/>
              </w:rPr>
              <w:t>قولهم</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إذا</w:t>
            </w:r>
            <w:r>
              <w:rPr>
                <w:rtl/>
              </w:rPr>
              <w:t xml:space="preserve"> </w:t>
            </w:r>
            <w:r w:rsidRPr="00A0264F">
              <w:rPr>
                <w:rtl/>
              </w:rPr>
              <w:t>لـم</w:t>
            </w:r>
            <w:r w:rsidR="0076657C">
              <w:rPr>
                <w:rtl/>
              </w:rPr>
              <w:t xml:space="preserve"> </w:t>
            </w:r>
            <w:r w:rsidRPr="00A0264F">
              <w:rPr>
                <w:rtl/>
              </w:rPr>
              <w:t>يـكن</w:t>
            </w:r>
            <w:r w:rsidR="0076657C">
              <w:rPr>
                <w:rtl/>
              </w:rPr>
              <w:t xml:space="preserve"> </w:t>
            </w:r>
            <w:r w:rsidRPr="00A0264F">
              <w:rPr>
                <w:rtl/>
              </w:rPr>
              <w:t>لـلعقلِ</w:t>
            </w:r>
            <w:r w:rsidR="0076657C">
              <w:rPr>
                <w:rtl/>
              </w:rPr>
              <w:t xml:space="preserve"> </w:t>
            </w:r>
            <w:r w:rsidRPr="00A0264F">
              <w:rPr>
                <w:rtl/>
              </w:rPr>
              <w:t>نـهي</w:t>
            </w:r>
            <w:r w:rsidR="0076657C">
              <w:rPr>
                <w:rtl/>
              </w:rPr>
              <w:t xml:space="preserve"> </w:t>
            </w:r>
            <w:r w:rsidRPr="00A0264F">
              <w:rPr>
                <w:rtl/>
              </w:rPr>
              <w:t>ولا</w:t>
            </w:r>
            <w:r w:rsidR="0076657C">
              <w:rPr>
                <w:rtl/>
              </w:rPr>
              <w:t xml:space="preserve"> </w:t>
            </w:r>
            <w:r w:rsidRPr="00A0264F">
              <w:rPr>
                <w:rtl/>
              </w:rPr>
              <w:t>أمـرُ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ومَـنْ</w:t>
            </w:r>
            <w:r>
              <w:rPr>
                <w:rtl/>
              </w:rPr>
              <w:t xml:space="preserve"> </w:t>
            </w:r>
            <w:r w:rsidRPr="00A0264F">
              <w:rPr>
                <w:rtl/>
              </w:rPr>
              <w:t>قـالَ</w:t>
            </w:r>
            <w:r w:rsidR="0076657C">
              <w:rPr>
                <w:rtl/>
              </w:rPr>
              <w:t xml:space="preserve"> </w:t>
            </w:r>
            <w:r w:rsidRPr="00A0264F">
              <w:rPr>
                <w:rtl/>
              </w:rPr>
              <w:t>للناسِ</w:t>
            </w:r>
            <w:r w:rsidR="0076657C">
              <w:rPr>
                <w:rtl/>
              </w:rPr>
              <w:t xml:space="preserve"> </w:t>
            </w:r>
            <w:r w:rsidRPr="00A0264F">
              <w:rPr>
                <w:rtl/>
              </w:rPr>
              <w:t>انظروا</w:t>
            </w:r>
            <w:r w:rsidR="0076657C">
              <w:rPr>
                <w:rtl/>
              </w:rPr>
              <w:t xml:space="preserve"> </w:t>
            </w:r>
            <w:r w:rsidRPr="00A0264F">
              <w:rPr>
                <w:rtl/>
              </w:rPr>
              <w:t>في</w:t>
            </w:r>
            <w:r w:rsidR="0076657C">
              <w:rPr>
                <w:rtl/>
              </w:rPr>
              <w:t xml:space="preserve"> </w:t>
            </w:r>
            <w:r w:rsidRPr="00A0264F">
              <w:rPr>
                <w:rtl/>
              </w:rPr>
              <w:t>ادعائهم</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فـإنْ</w:t>
            </w:r>
            <w:r>
              <w:rPr>
                <w:rtl/>
              </w:rPr>
              <w:t xml:space="preserve"> </w:t>
            </w:r>
            <w:r w:rsidRPr="00A0264F">
              <w:rPr>
                <w:rtl/>
              </w:rPr>
              <w:t>صـحّ</w:t>
            </w:r>
            <w:r w:rsidR="0076657C">
              <w:rPr>
                <w:rtl/>
              </w:rPr>
              <w:t xml:space="preserve"> </w:t>
            </w:r>
            <w:r w:rsidRPr="00A0264F">
              <w:rPr>
                <w:rtl/>
              </w:rPr>
              <w:t>فـليتّبعهم</w:t>
            </w:r>
            <w:r w:rsidR="0076657C">
              <w:rPr>
                <w:rtl/>
              </w:rPr>
              <w:t xml:space="preserve"> </w:t>
            </w:r>
            <w:r w:rsidRPr="00A0264F">
              <w:rPr>
                <w:rtl/>
              </w:rPr>
              <w:t>الـعبدُ</w:t>
            </w:r>
            <w:r w:rsidR="0076657C">
              <w:rPr>
                <w:rtl/>
              </w:rPr>
              <w:t xml:space="preserve"> </w:t>
            </w:r>
            <w:r w:rsidRPr="00A0264F">
              <w:rPr>
                <w:rtl/>
              </w:rPr>
              <w:t>والـحرُّ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ولـو</w:t>
            </w:r>
            <w:r w:rsidR="0076657C">
              <w:rPr>
                <w:rtl/>
              </w:rPr>
              <w:t xml:space="preserve"> </w:t>
            </w:r>
            <w:r w:rsidRPr="00A0264F">
              <w:rPr>
                <w:rtl/>
              </w:rPr>
              <w:t>أنّـهم</w:t>
            </w:r>
            <w:r w:rsidR="0076657C">
              <w:rPr>
                <w:rtl/>
              </w:rPr>
              <w:t xml:space="preserve"> </w:t>
            </w:r>
            <w:r w:rsidRPr="00A0264F">
              <w:rPr>
                <w:rtl/>
              </w:rPr>
              <w:t>فـيما</w:t>
            </w:r>
            <w:r w:rsidR="0076657C">
              <w:rPr>
                <w:rtl/>
              </w:rPr>
              <w:t xml:space="preserve"> </w:t>
            </w:r>
            <w:r w:rsidRPr="00A0264F">
              <w:rPr>
                <w:rtl/>
              </w:rPr>
              <w:t>لـهم</w:t>
            </w:r>
            <w:r w:rsidR="0076657C">
              <w:rPr>
                <w:rtl/>
              </w:rPr>
              <w:t xml:space="preserve"> </w:t>
            </w:r>
            <w:r w:rsidRPr="00A0264F">
              <w:rPr>
                <w:rtl/>
              </w:rPr>
              <w:t>مـن</w:t>
            </w:r>
            <w:r w:rsidR="0076657C">
              <w:rPr>
                <w:rtl/>
              </w:rPr>
              <w:t xml:space="preserve"> </w:t>
            </w:r>
            <w:r w:rsidRPr="00A0264F">
              <w:rPr>
                <w:rtl/>
              </w:rPr>
              <w:t>مـعاجزٍ</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عـلى</w:t>
            </w:r>
            <w:r>
              <w:rPr>
                <w:rtl/>
              </w:rPr>
              <w:t xml:space="preserve"> </w:t>
            </w:r>
            <w:r w:rsidRPr="00A0264F">
              <w:rPr>
                <w:rtl/>
              </w:rPr>
              <w:t>خصمهم</w:t>
            </w:r>
            <w:r w:rsidR="0076657C">
              <w:rPr>
                <w:rtl/>
              </w:rPr>
              <w:t xml:space="preserve"> </w:t>
            </w:r>
            <w:r w:rsidRPr="00A0264F">
              <w:rPr>
                <w:rtl/>
              </w:rPr>
              <w:t>طولُ</w:t>
            </w:r>
            <w:r w:rsidR="0076657C">
              <w:rPr>
                <w:rtl/>
              </w:rPr>
              <w:t xml:space="preserve"> </w:t>
            </w:r>
            <w:r w:rsidRPr="00A0264F">
              <w:rPr>
                <w:rtl/>
              </w:rPr>
              <w:t>المدى</w:t>
            </w:r>
            <w:r w:rsidR="0076657C">
              <w:rPr>
                <w:rtl/>
              </w:rPr>
              <w:t xml:space="preserve"> </w:t>
            </w:r>
            <w:r w:rsidRPr="00A0264F">
              <w:rPr>
                <w:rtl/>
              </w:rPr>
              <w:t>لهم</w:t>
            </w:r>
            <w:r w:rsidR="0076657C">
              <w:rPr>
                <w:rtl/>
              </w:rPr>
              <w:t xml:space="preserve"> </w:t>
            </w:r>
            <w:r w:rsidRPr="00A0264F">
              <w:rPr>
                <w:rtl/>
              </w:rPr>
              <w:t>النصرُ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لـغـالى</w:t>
            </w:r>
            <w:r w:rsidR="0076657C">
              <w:rPr>
                <w:rtl/>
              </w:rPr>
              <w:t xml:space="preserve"> </w:t>
            </w:r>
            <w:r w:rsidRPr="00A0264F">
              <w:rPr>
                <w:rtl/>
              </w:rPr>
              <w:t>بـهـم</w:t>
            </w:r>
            <w:r w:rsidR="0076657C">
              <w:rPr>
                <w:rtl/>
              </w:rPr>
              <w:t xml:space="preserve"> </w:t>
            </w:r>
            <w:r w:rsidRPr="00A0264F">
              <w:rPr>
                <w:rtl/>
              </w:rPr>
              <w:t>كـلّ</w:t>
            </w:r>
            <w:r w:rsidR="0076657C">
              <w:rPr>
                <w:rtl/>
              </w:rPr>
              <w:t xml:space="preserve"> </w:t>
            </w:r>
            <w:r w:rsidRPr="00A0264F">
              <w:rPr>
                <w:rtl/>
              </w:rPr>
              <w:t>الأنـامِ</w:t>
            </w:r>
            <w:r w:rsidR="0076657C">
              <w:rPr>
                <w:rtl/>
              </w:rPr>
              <w:t xml:space="preserve"> </w:t>
            </w:r>
            <w:r w:rsidRPr="00A0264F">
              <w:rPr>
                <w:rtl/>
              </w:rPr>
              <w:t>وأيـقنوا</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بـأنّـهمُ</w:t>
            </w:r>
            <w:r>
              <w:rPr>
                <w:rtl/>
              </w:rPr>
              <w:t xml:space="preserve"> </w:t>
            </w:r>
            <w:r w:rsidRPr="00A0264F">
              <w:rPr>
                <w:rtl/>
              </w:rPr>
              <w:t>الأربــابُ</w:t>
            </w:r>
            <w:r w:rsidR="0076657C">
              <w:rPr>
                <w:rtl/>
              </w:rPr>
              <w:t xml:space="preserve"> </w:t>
            </w:r>
            <w:r w:rsidRPr="00A0264F">
              <w:rPr>
                <w:rtl/>
              </w:rPr>
              <w:t>والـتبسَ</w:t>
            </w:r>
            <w:r w:rsidR="0076657C">
              <w:rPr>
                <w:rtl/>
              </w:rPr>
              <w:t xml:space="preserve"> </w:t>
            </w:r>
            <w:r w:rsidRPr="00A0264F">
              <w:rPr>
                <w:rtl/>
              </w:rPr>
              <w:t>الأمـرُ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كـذلكَ</w:t>
            </w:r>
            <w:r>
              <w:rPr>
                <w:rtl/>
              </w:rPr>
              <w:t xml:space="preserve"> </w:t>
            </w:r>
            <w:r w:rsidRPr="00A0264F">
              <w:rPr>
                <w:rtl/>
              </w:rPr>
              <w:t>تـجري</w:t>
            </w:r>
            <w:r w:rsidR="0076657C">
              <w:rPr>
                <w:rtl/>
              </w:rPr>
              <w:t xml:space="preserve"> </w:t>
            </w:r>
            <w:r w:rsidRPr="00A0264F">
              <w:rPr>
                <w:rtl/>
              </w:rPr>
              <w:t>حـكمةُ</w:t>
            </w:r>
            <w:r w:rsidR="0076657C">
              <w:rPr>
                <w:rtl/>
              </w:rPr>
              <w:t xml:space="preserve"> </w:t>
            </w:r>
            <w:r w:rsidRPr="00A0264F">
              <w:rPr>
                <w:rtl/>
              </w:rPr>
              <w:t>اللهِ</w:t>
            </w:r>
            <w:r w:rsidR="0076657C">
              <w:rPr>
                <w:rtl/>
              </w:rPr>
              <w:t xml:space="preserve"> </w:t>
            </w:r>
            <w:r w:rsidRPr="00A0264F">
              <w:rPr>
                <w:rtl/>
              </w:rPr>
              <w:t>في</w:t>
            </w:r>
            <w:r w:rsidR="0076657C">
              <w:rPr>
                <w:rtl/>
              </w:rPr>
              <w:t xml:space="preserve"> </w:t>
            </w:r>
            <w:r w:rsidRPr="00A0264F">
              <w:rPr>
                <w:rtl/>
              </w:rPr>
              <w:t>الورى</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وقـدرتهِ</w:t>
            </w:r>
            <w:r>
              <w:rPr>
                <w:rtl/>
              </w:rPr>
              <w:t xml:space="preserve"> </w:t>
            </w:r>
            <w:r w:rsidRPr="00A0264F">
              <w:rPr>
                <w:rtl/>
              </w:rPr>
              <w:t>فـي</w:t>
            </w:r>
            <w:r w:rsidR="0076657C">
              <w:rPr>
                <w:rtl/>
              </w:rPr>
              <w:t xml:space="preserve"> </w:t>
            </w:r>
            <w:r w:rsidRPr="00A0264F">
              <w:rPr>
                <w:rtl/>
              </w:rPr>
              <w:t>كـلّ</w:t>
            </w:r>
            <w:r w:rsidR="0076657C">
              <w:rPr>
                <w:rtl/>
              </w:rPr>
              <w:t xml:space="preserve"> </w:t>
            </w:r>
            <w:r w:rsidRPr="00A0264F">
              <w:rPr>
                <w:rtl/>
              </w:rPr>
              <w:t>شـي‌ء</w:t>
            </w:r>
            <w:r w:rsidR="0076657C">
              <w:rPr>
                <w:rtl/>
              </w:rPr>
              <w:t xml:space="preserve"> </w:t>
            </w:r>
            <w:r w:rsidRPr="00A0264F">
              <w:rPr>
                <w:rtl/>
              </w:rPr>
              <w:t>لـهُ</w:t>
            </w:r>
            <w:r w:rsidR="0076657C">
              <w:rPr>
                <w:rtl/>
              </w:rPr>
              <w:t xml:space="preserve"> </w:t>
            </w:r>
            <w:r w:rsidRPr="00A0264F">
              <w:rPr>
                <w:rtl/>
              </w:rPr>
              <w:t>قـدرُ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وكـانَ</w:t>
            </w:r>
            <w:r w:rsidR="0076657C">
              <w:rPr>
                <w:rtl/>
              </w:rPr>
              <w:t xml:space="preserve"> </w:t>
            </w:r>
            <w:r w:rsidRPr="00A0264F">
              <w:rPr>
                <w:rtl/>
              </w:rPr>
              <w:t>خـلافُ</w:t>
            </w:r>
            <w:r w:rsidR="0076657C">
              <w:rPr>
                <w:rtl/>
              </w:rPr>
              <w:t xml:space="preserve"> </w:t>
            </w:r>
            <w:r w:rsidRPr="00A0264F">
              <w:rPr>
                <w:rtl/>
              </w:rPr>
              <w:t>اللطفِ،</w:t>
            </w:r>
            <w:r w:rsidR="0076657C">
              <w:rPr>
                <w:rtl/>
              </w:rPr>
              <w:t xml:space="preserve"> </w:t>
            </w:r>
            <w:r w:rsidRPr="00A0264F">
              <w:rPr>
                <w:rtl/>
              </w:rPr>
              <w:t>واللطفُ</w:t>
            </w:r>
            <w:r w:rsidR="0076657C">
              <w:rPr>
                <w:rtl/>
              </w:rPr>
              <w:t xml:space="preserve"> </w:t>
            </w:r>
            <w:r w:rsidRPr="00A0264F">
              <w:rPr>
                <w:rtl/>
              </w:rPr>
              <w:t>واجب</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إذا</w:t>
            </w:r>
            <w:r w:rsidR="0076657C">
              <w:rPr>
                <w:rtl/>
              </w:rPr>
              <w:t xml:space="preserve"> </w:t>
            </w:r>
            <w:r w:rsidRPr="00A0264F">
              <w:rPr>
                <w:rtl/>
              </w:rPr>
              <w:t>مـن</w:t>
            </w:r>
            <w:r w:rsidR="0076657C">
              <w:rPr>
                <w:rtl/>
              </w:rPr>
              <w:t xml:space="preserve"> </w:t>
            </w:r>
            <w:r w:rsidRPr="00A0264F">
              <w:rPr>
                <w:rtl/>
              </w:rPr>
              <w:t>نـبيٍّ</w:t>
            </w:r>
            <w:r w:rsidR="0076657C">
              <w:rPr>
                <w:rtl/>
              </w:rPr>
              <w:t xml:space="preserve"> </w:t>
            </w:r>
            <w:r w:rsidRPr="00A0264F">
              <w:rPr>
                <w:rtl/>
              </w:rPr>
              <w:t>أو</w:t>
            </w:r>
            <w:r w:rsidR="0076657C">
              <w:rPr>
                <w:rtl/>
              </w:rPr>
              <w:t xml:space="preserve"> </w:t>
            </w:r>
            <w:r w:rsidRPr="00A0264F">
              <w:rPr>
                <w:rtl/>
              </w:rPr>
              <w:t>وصـيٍّ</w:t>
            </w:r>
            <w:r w:rsidR="0076657C">
              <w:rPr>
                <w:rtl/>
              </w:rPr>
              <w:t xml:space="preserve"> </w:t>
            </w:r>
            <w:r w:rsidRPr="00A0264F">
              <w:rPr>
                <w:rtl/>
              </w:rPr>
              <w:t>خـلا</w:t>
            </w:r>
            <w:r w:rsidR="0076657C">
              <w:rPr>
                <w:rtl/>
              </w:rPr>
              <w:t xml:space="preserve"> </w:t>
            </w:r>
            <w:r w:rsidRPr="00A0264F">
              <w:rPr>
                <w:rtl/>
              </w:rPr>
              <w:t>عصرُ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أيُـنـشى‌ء</w:t>
            </w:r>
            <w:r w:rsidR="0076657C">
              <w:rPr>
                <w:rtl/>
              </w:rPr>
              <w:t xml:space="preserve"> </w:t>
            </w:r>
            <w:r w:rsidRPr="00A0264F">
              <w:rPr>
                <w:rtl/>
              </w:rPr>
              <w:t>لـلإنسانِ</w:t>
            </w:r>
            <w:r w:rsidR="0076657C">
              <w:rPr>
                <w:rtl/>
              </w:rPr>
              <w:t xml:space="preserve"> </w:t>
            </w:r>
            <w:r w:rsidRPr="00A0264F">
              <w:rPr>
                <w:rtl/>
              </w:rPr>
              <w:t>خـمسَ</w:t>
            </w:r>
            <w:r w:rsidR="0076657C">
              <w:rPr>
                <w:rtl/>
              </w:rPr>
              <w:t xml:space="preserve"> </w:t>
            </w:r>
            <w:r w:rsidRPr="00A0264F">
              <w:rPr>
                <w:rtl/>
              </w:rPr>
              <w:t>جـوارح</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تـحسُّ</w:t>
            </w:r>
            <w:r w:rsidR="0076657C">
              <w:rPr>
                <w:rtl/>
              </w:rPr>
              <w:t xml:space="preserve"> </w:t>
            </w:r>
            <w:r w:rsidRPr="00A0264F">
              <w:rPr>
                <w:rtl/>
              </w:rPr>
              <w:t>وفـيها</w:t>
            </w:r>
            <w:r w:rsidR="0076657C">
              <w:rPr>
                <w:rtl/>
              </w:rPr>
              <w:t xml:space="preserve"> </w:t>
            </w:r>
            <w:r w:rsidRPr="00A0264F">
              <w:rPr>
                <w:rtl/>
              </w:rPr>
              <w:t>تُـدْرَكُ</w:t>
            </w:r>
            <w:r w:rsidR="0076657C">
              <w:rPr>
                <w:rtl/>
              </w:rPr>
              <w:t xml:space="preserve"> </w:t>
            </w:r>
            <w:r w:rsidRPr="00A0264F">
              <w:rPr>
                <w:rtl/>
              </w:rPr>
              <w:t>الـعينُ</w:t>
            </w:r>
            <w:r w:rsidR="0076657C">
              <w:rPr>
                <w:rtl/>
              </w:rPr>
              <w:t xml:space="preserve"> </w:t>
            </w:r>
            <w:r w:rsidRPr="00A0264F">
              <w:rPr>
                <w:rtl/>
              </w:rPr>
              <w:t>والأثـرُ</w:t>
            </w:r>
            <w:r w:rsidRPr="00725071">
              <w:rPr>
                <w:rStyle w:val="libPoemTiniChar0"/>
                <w:rtl/>
              </w:rPr>
              <w:br/>
              <w:t> </w:t>
            </w:r>
          </w:p>
        </w:tc>
      </w:tr>
      <w:tr w:rsidR="003D6158" w:rsidTr="003D6158">
        <w:trPr>
          <w:trHeight w:val="350"/>
        </w:trPr>
        <w:tc>
          <w:tcPr>
            <w:tcW w:w="3536" w:type="dxa"/>
          </w:tcPr>
          <w:p w:rsidR="003D6158" w:rsidRDefault="00197548" w:rsidP="003D6158">
            <w:pPr>
              <w:pStyle w:val="libPoem"/>
            </w:pPr>
            <w:r w:rsidRPr="00A0264F">
              <w:rPr>
                <w:rtl/>
              </w:rPr>
              <w:t>وقـلـباً</w:t>
            </w:r>
            <w:r w:rsidR="0076657C">
              <w:rPr>
                <w:rtl/>
              </w:rPr>
              <w:t xml:space="preserve"> </w:t>
            </w:r>
            <w:r w:rsidRPr="00A0264F">
              <w:rPr>
                <w:rtl/>
              </w:rPr>
              <w:t>لـهـا</w:t>
            </w:r>
            <w:r w:rsidR="0076657C">
              <w:rPr>
                <w:rtl/>
              </w:rPr>
              <w:t xml:space="preserve"> </w:t>
            </w:r>
            <w:r w:rsidRPr="00A0264F">
              <w:rPr>
                <w:rtl/>
              </w:rPr>
              <w:t>مـثلُ</w:t>
            </w:r>
            <w:r w:rsidR="0076657C">
              <w:rPr>
                <w:rtl/>
              </w:rPr>
              <w:t xml:space="preserve"> </w:t>
            </w:r>
            <w:r w:rsidRPr="00A0264F">
              <w:rPr>
                <w:rtl/>
              </w:rPr>
              <w:t>الأمـيرِ</w:t>
            </w:r>
            <w:r w:rsidR="0076657C">
              <w:rPr>
                <w:rtl/>
              </w:rPr>
              <w:t xml:space="preserve"> </w:t>
            </w:r>
            <w:r w:rsidRPr="00A0264F">
              <w:rPr>
                <w:rtl/>
              </w:rPr>
              <w:t>يـردّها</w:t>
            </w:r>
            <w:r w:rsidR="003D6158"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197548" w:rsidP="003D6158">
            <w:pPr>
              <w:pStyle w:val="libPoem"/>
            </w:pPr>
            <w:r w:rsidRPr="00A0264F">
              <w:rPr>
                <w:rtl/>
              </w:rPr>
              <w:t>إذا</w:t>
            </w:r>
            <w:r>
              <w:rPr>
                <w:rtl/>
              </w:rPr>
              <w:t xml:space="preserve"> </w:t>
            </w:r>
            <w:r w:rsidRPr="00A0264F">
              <w:rPr>
                <w:rtl/>
              </w:rPr>
              <w:t>أخـطأت</w:t>
            </w:r>
            <w:r w:rsidR="0076657C">
              <w:rPr>
                <w:rtl/>
              </w:rPr>
              <w:t xml:space="preserve"> </w:t>
            </w:r>
            <w:r w:rsidRPr="00A0264F">
              <w:rPr>
                <w:rtl/>
              </w:rPr>
              <w:t>فـي</w:t>
            </w:r>
            <w:r w:rsidR="0076657C">
              <w:rPr>
                <w:rtl/>
              </w:rPr>
              <w:t xml:space="preserve"> </w:t>
            </w:r>
            <w:r w:rsidRPr="00A0264F">
              <w:rPr>
                <w:rtl/>
              </w:rPr>
              <w:t>الحسِّ</w:t>
            </w:r>
            <w:r w:rsidR="0076657C">
              <w:rPr>
                <w:rtl/>
              </w:rPr>
              <w:t xml:space="preserve"> </w:t>
            </w:r>
            <w:r w:rsidRPr="00A0264F">
              <w:rPr>
                <w:rtl/>
              </w:rPr>
              <w:t>واشتبه</w:t>
            </w:r>
            <w:r w:rsidR="0076657C">
              <w:rPr>
                <w:rtl/>
              </w:rPr>
              <w:t xml:space="preserve"> </w:t>
            </w:r>
            <w:r w:rsidRPr="00A0264F">
              <w:rPr>
                <w:rtl/>
              </w:rPr>
              <w:t>الأمرُ</w:t>
            </w:r>
            <w:r w:rsidR="003D6158"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في هذا البيت إشارة إلى تاريخ ميلاد الإمام المهدي</w:t>
      </w:r>
      <w:r w:rsidR="00A327D5">
        <w:rPr>
          <w:rtl/>
        </w:rPr>
        <w:t>،</w:t>
      </w:r>
      <w:r w:rsidRPr="00A0264F">
        <w:rPr>
          <w:rtl/>
        </w:rPr>
        <w:t xml:space="preserve"> وفيه قولان</w:t>
      </w:r>
      <w:r w:rsidR="003D6158">
        <w:rPr>
          <w:rtl/>
        </w:rPr>
        <w:t>:</w:t>
      </w:r>
      <w:r w:rsidRPr="00A0264F">
        <w:rPr>
          <w:rtl/>
        </w:rPr>
        <w:t xml:space="preserve"> أوّلهما</w:t>
      </w:r>
      <w:r w:rsidR="003D6158">
        <w:rPr>
          <w:rtl/>
        </w:rPr>
        <w:t>:</w:t>
      </w:r>
      <w:r w:rsidRPr="00A0264F">
        <w:rPr>
          <w:rtl/>
        </w:rPr>
        <w:t xml:space="preserve"> إنّه ولد سنة 256 هـ</w:t>
      </w:r>
      <w:r w:rsidR="00A327D5">
        <w:rPr>
          <w:rtl/>
        </w:rPr>
        <w:t>،</w:t>
      </w:r>
      <w:r w:rsidRPr="00A0264F">
        <w:rPr>
          <w:rtl/>
        </w:rPr>
        <w:t xml:space="preserve"> وذلك ما تشير إليه كلمة </w:t>
      </w:r>
      <w:r w:rsidR="003D6158">
        <w:rPr>
          <w:rtl/>
        </w:rPr>
        <w:t>(</w:t>
      </w:r>
      <w:r w:rsidRPr="00A0264F">
        <w:rPr>
          <w:rtl/>
        </w:rPr>
        <w:t>نور</w:t>
      </w:r>
      <w:r w:rsidR="003D6158">
        <w:rPr>
          <w:rtl/>
        </w:rPr>
        <w:t>)</w:t>
      </w:r>
      <w:r w:rsidRPr="00A0264F">
        <w:rPr>
          <w:rtl/>
        </w:rPr>
        <w:t xml:space="preserve"> في صدر البيت</w:t>
      </w:r>
      <w:r w:rsidR="00A327D5">
        <w:rPr>
          <w:rtl/>
        </w:rPr>
        <w:t>؛</w:t>
      </w:r>
      <w:r w:rsidRPr="00A0264F">
        <w:rPr>
          <w:rtl/>
        </w:rPr>
        <w:t xml:space="preserve"> إذ أنّ مجموع هذه الكلمة بحساب التاريخ الأبجدي 256</w:t>
      </w:r>
      <w:r w:rsidR="00A327D5">
        <w:rPr>
          <w:rtl/>
        </w:rPr>
        <w:t>.</w:t>
      </w:r>
      <w:r w:rsidRPr="00A0264F">
        <w:rPr>
          <w:rtl/>
        </w:rPr>
        <w:t xml:space="preserve"> وثانيهما</w:t>
      </w:r>
      <w:r w:rsidR="003D6158">
        <w:rPr>
          <w:rtl/>
        </w:rPr>
        <w:t>:</w:t>
      </w:r>
      <w:r w:rsidRPr="00A0264F">
        <w:rPr>
          <w:rtl/>
        </w:rPr>
        <w:t xml:space="preserve"> إنّه ولد سنة 255 هـ</w:t>
      </w:r>
      <w:r w:rsidR="00A327D5">
        <w:rPr>
          <w:rtl/>
        </w:rPr>
        <w:t>،</w:t>
      </w:r>
      <w:r w:rsidRPr="00A0264F">
        <w:rPr>
          <w:rtl/>
        </w:rPr>
        <w:t xml:space="preserve"> وذلك ما تشير إليه كلمة </w:t>
      </w:r>
      <w:r w:rsidR="003D6158">
        <w:rPr>
          <w:rtl/>
        </w:rPr>
        <w:t>(</w:t>
      </w:r>
      <w:r w:rsidRPr="00A0264F">
        <w:rPr>
          <w:rtl/>
        </w:rPr>
        <w:t>نهر</w:t>
      </w:r>
      <w:r w:rsidR="003D6158">
        <w:rPr>
          <w:rtl/>
        </w:rPr>
        <w:t>)</w:t>
      </w:r>
      <w:r w:rsidRPr="00A0264F">
        <w:rPr>
          <w:rtl/>
        </w:rPr>
        <w:t xml:space="preserve"> في عجز البيت ومجموعها 255</w:t>
      </w:r>
      <w:r w:rsidR="00A327D5">
        <w:rPr>
          <w:rtl/>
        </w:rPr>
        <w:t>.</w:t>
      </w:r>
    </w:p>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3D6158" w:rsidTr="003D6158">
        <w:trPr>
          <w:trHeight w:val="350"/>
        </w:trPr>
        <w:tc>
          <w:tcPr>
            <w:tcW w:w="3536" w:type="dxa"/>
          </w:tcPr>
          <w:p w:rsidR="003D6158" w:rsidRDefault="003D6158" w:rsidP="003D6158">
            <w:pPr>
              <w:pStyle w:val="libPoem"/>
            </w:pPr>
            <w:r w:rsidRPr="00A0264F">
              <w:rPr>
                <w:rtl/>
              </w:rPr>
              <w:t>ويـتركُ</w:t>
            </w:r>
            <w:r>
              <w:rPr>
                <w:rtl/>
              </w:rPr>
              <w:t xml:space="preserve"> </w:t>
            </w:r>
            <w:r w:rsidRPr="00A0264F">
              <w:rPr>
                <w:rtl/>
              </w:rPr>
              <w:t>هـذا</w:t>
            </w:r>
            <w:r w:rsidR="0076657C">
              <w:rPr>
                <w:rtl/>
              </w:rPr>
              <w:t xml:space="preserve"> </w:t>
            </w:r>
            <w:r w:rsidRPr="00A0264F">
              <w:rPr>
                <w:rtl/>
              </w:rPr>
              <w:t>الـخلقَ</w:t>
            </w:r>
            <w:r w:rsidR="0076657C">
              <w:rPr>
                <w:rtl/>
              </w:rPr>
              <w:t xml:space="preserve"> </w:t>
            </w:r>
            <w:r w:rsidRPr="00A0264F">
              <w:rPr>
                <w:rtl/>
              </w:rPr>
              <w:t>فـي</w:t>
            </w:r>
            <w:r w:rsidR="0076657C">
              <w:rPr>
                <w:rtl/>
              </w:rPr>
              <w:t xml:space="preserve"> </w:t>
            </w:r>
            <w:r w:rsidRPr="00A0264F">
              <w:rPr>
                <w:rtl/>
              </w:rPr>
              <w:t>ليلِ</w:t>
            </w:r>
            <w:r w:rsidR="0076657C">
              <w:rPr>
                <w:rtl/>
              </w:rPr>
              <w:t xml:space="preserve"> </w:t>
            </w:r>
            <w:r w:rsidRPr="00A0264F">
              <w:rPr>
                <w:rtl/>
              </w:rPr>
              <w:t>ضلَّةٍ</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بـظلمائهِ</w:t>
            </w:r>
            <w:r>
              <w:rPr>
                <w:rtl/>
              </w:rPr>
              <w:t xml:space="preserve"> </w:t>
            </w:r>
            <w:r w:rsidRPr="00A0264F">
              <w:rPr>
                <w:rtl/>
              </w:rPr>
              <w:t>لا</w:t>
            </w:r>
            <w:r w:rsidR="0076657C">
              <w:rPr>
                <w:rtl/>
              </w:rPr>
              <w:t xml:space="preserve"> </w:t>
            </w:r>
            <w:r w:rsidRPr="00A0264F">
              <w:rPr>
                <w:rtl/>
              </w:rPr>
              <w:t>تـهتدي</w:t>
            </w:r>
            <w:r w:rsidR="0076657C">
              <w:rPr>
                <w:rtl/>
              </w:rPr>
              <w:t xml:space="preserve"> </w:t>
            </w:r>
            <w:r w:rsidRPr="00A0264F">
              <w:rPr>
                <w:rtl/>
              </w:rPr>
              <w:t>الأنـجمُ</w:t>
            </w:r>
            <w:r w:rsidR="0076657C">
              <w:rPr>
                <w:rtl/>
              </w:rPr>
              <w:t xml:space="preserve"> </w:t>
            </w:r>
            <w:r w:rsidRPr="00A0264F">
              <w:rPr>
                <w:rtl/>
              </w:rPr>
              <w:t>الـزهرُ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فـذلـكَ</w:t>
            </w:r>
            <w:r w:rsidR="0076657C">
              <w:rPr>
                <w:rtl/>
              </w:rPr>
              <w:t xml:space="preserve"> </w:t>
            </w:r>
            <w:r w:rsidRPr="00A0264F">
              <w:rPr>
                <w:rtl/>
              </w:rPr>
              <w:t>أدهـى</w:t>
            </w:r>
            <w:r w:rsidR="0076657C">
              <w:rPr>
                <w:rtl/>
              </w:rPr>
              <w:t xml:space="preserve"> </w:t>
            </w:r>
            <w:r w:rsidRPr="00A0264F">
              <w:rPr>
                <w:rtl/>
              </w:rPr>
              <w:t>الـداهياتِ</w:t>
            </w:r>
            <w:r w:rsidR="0076657C">
              <w:rPr>
                <w:rtl/>
              </w:rPr>
              <w:t xml:space="preserve"> </w:t>
            </w:r>
            <w:r w:rsidRPr="00A0264F">
              <w:rPr>
                <w:rtl/>
              </w:rPr>
              <w:t>ولـم</w:t>
            </w:r>
            <w:r w:rsidR="0076657C">
              <w:rPr>
                <w:rtl/>
              </w:rPr>
              <w:t xml:space="preserve"> </w:t>
            </w:r>
            <w:r w:rsidRPr="00A0264F">
              <w:rPr>
                <w:rtl/>
              </w:rPr>
              <w:t>يـقل</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بــهِ</w:t>
            </w:r>
            <w:r w:rsidR="0076657C">
              <w:rPr>
                <w:rtl/>
              </w:rPr>
              <w:t xml:space="preserve"> </w:t>
            </w:r>
            <w:r w:rsidRPr="00A0264F">
              <w:rPr>
                <w:rtl/>
              </w:rPr>
              <w:t>أحــدٌ</w:t>
            </w:r>
            <w:r w:rsidR="0076657C">
              <w:rPr>
                <w:rtl/>
              </w:rPr>
              <w:t xml:space="preserve"> </w:t>
            </w:r>
            <w:r w:rsidRPr="00A0264F">
              <w:rPr>
                <w:rtl/>
              </w:rPr>
              <w:t>إلاّ</w:t>
            </w:r>
            <w:r w:rsidR="0076657C">
              <w:rPr>
                <w:rtl/>
              </w:rPr>
              <w:t xml:space="preserve"> </w:t>
            </w:r>
            <w:r w:rsidRPr="00A0264F">
              <w:rPr>
                <w:rtl/>
              </w:rPr>
              <w:t>أخـو</w:t>
            </w:r>
            <w:r w:rsidR="0076657C">
              <w:rPr>
                <w:rtl/>
              </w:rPr>
              <w:t xml:space="preserve"> </w:t>
            </w:r>
            <w:r w:rsidRPr="00A0264F">
              <w:rPr>
                <w:rtl/>
              </w:rPr>
              <w:t>الـسفهِ</w:t>
            </w:r>
            <w:r w:rsidR="0076657C">
              <w:rPr>
                <w:rtl/>
              </w:rPr>
              <w:t xml:space="preserve"> </w:t>
            </w:r>
            <w:r w:rsidRPr="00A0264F">
              <w:rPr>
                <w:rtl/>
              </w:rPr>
              <w:t>الـغرُ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فـأنتجَ</w:t>
            </w:r>
            <w:r w:rsidR="0076657C">
              <w:rPr>
                <w:rtl/>
              </w:rPr>
              <w:t xml:space="preserve"> </w:t>
            </w:r>
            <w:r w:rsidRPr="00A0264F">
              <w:rPr>
                <w:rtl/>
              </w:rPr>
              <w:t>هـذا</w:t>
            </w:r>
            <w:r w:rsidR="0076657C">
              <w:rPr>
                <w:rtl/>
              </w:rPr>
              <w:t xml:space="preserve"> </w:t>
            </w:r>
            <w:r w:rsidRPr="00A0264F">
              <w:rPr>
                <w:rtl/>
              </w:rPr>
              <w:t>الـقولُ،</w:t>
            </w:r>
            <w:r w:rsidR="0076657C">
              <w:rPr>
                <w:rtl/>
              </w:rPr>
              <w:t xml:space="preserve"> </w:t>
            </w:r>
            <w:r w:rsidRPr="00A0264F">
              <w:rPr>
                <w:rtl/>
              </w:rPr>
              <w:t>إن</w:t>
            </w:r>
            <w:r w:rsidR="0076657C">
              <w:rPr>
                <w:rtl/>
              </w:rPr>
              <w:t xml:space="preserve"> </w:t>
            </w:r>
            <w:r w:rsidRPr="00A0264F">
              <w:rPr>
                <w:rtl/>
              </w:rPr>
              <w:t>كنتَ</w:t>
            </w:r>
            <w:r w:rsidR="0076657C">
              <w:rPr>
                <w:rtl/>
              </w:rPr>
              <w:t xml:space="preserve"> </w:t>
            </w:r>
            <w:r w:rsidRPr="00A0264F">
              <w:rPr>
                <w:rtl/>
              </w:rPr>
              <w:t>مصغيا،</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وجـوبَ</w:t>
            </w:r>
            <w:r>
              <w:rPr>
                <w:rtl/>
              </w:rPr>
              <w:t xml:space="preserve"> </w:t>
            </w:r>
            <w:r w:rsidRPr="00A0264F">
              <w:rPr>
                <w:rtl/>
              </w:rPr>
              <w:t>إمـامٍ</w:t>
            </w:r>
            <w:r w:rsidR="0076657C">
              <w:rPr>
                <w:rtl/>
              </w:rPr>
              <w:t xml:space="preserve"> </w:t>
            </w:r>
            <w:r w:rsidRPr="00A0264F">
              <w:rPr>
                <w:rtl/>
              </w:rPr>
              <w:t>عـادلٍ</w:t>
            </w:r>
            <w:r w:rsidR="0076657C">
              <w:rPr>
                <w:rtl/>
              </w:rPr>
              <w:t xml:space="preserve"> </w:t>
            </w:r>
            <w:r w:rsidRPr="00A0264F">
              <w:rPr>
                <w:rtl/>
              </w:rPr>
              <w:t>أمـرهُ</w:t>
            </w:r>
            <w:r w:rsidR="0076657C">
              <w:rPr>
                <w:rtl/>
              </w:rPr>
              <w:t xml:space="preserve"> </w:t>
            </w:r>
            <w:r w:rsidRPr="00A0264F">
              <w:rPr>
                <w:rtl/>
              </w:rPr>
              <w:t>الأمـرُ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وإمـكانُ</w:t>
            </w:r>
            <w:r>
              <w:rPr>
                <w:rtl/>
              </w:rPr>
              <w:t xml:space="preserve"> </w:t>
            </w:r>
            <w:r w:rsidRPr="00A0264F">
              <w:rPr>
                <w:rtl/>
              </w:rPr>
              <w:t>أن</w:t>
            </w:r>
            <w:r w:rsidR="0076657C">
              <w:rPr>
                <w:rtl/>
              </w:rPr>
              <w:t xml:space="preserve"> </w:t>
            </w:r>
            <w:r w:rsidRPr="00A0264F">
              <w:rPr>
                <w:rtl/>
              </w:rPr>
              <w:t>يـقوى</w:t>
            </w:r>
            <w:r w:rsidR="0076657C">
              <w:rPr>
                <w:rtl/>
              </w:rPr>
              <w:t xml:space="preserve"> </w:t>
            </w:r>
            <w:r w:rsidRPr="00A0264F">
              <w:rPr>
                <w:rtl/>
              </w:rPr>
              <w:t>وإن</w:t>
            </w:r>
            <w:r w:rsidR="0076657C">
              <w:rPr>
                <w:rtl/>
              </w:rPr>
              <w:t xml:space="preserve"> </w:t>
            </w:r>
            <w:r w:rsidRPr="00A0264F">
              <w:rPr>
                <w:rtl/>
              </w:rPr>
              <w:t>كـانَ</w:t>
            </w:r>
            <w:r w:rsidR="0076657C">
              <w:rPr>
                <w:rtl/>
              </w:rPr>
              <w:t xml:space="preserve"> </w:t>
            </w:r>
            <w:r w:rsidRPr="00A0264F">
              <w:rPr>
                <w:rtl/>
              </w:rPr>
              <w:t>غـائبا</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عـلى</w:t>
            </w:r>
            <w:r w:rsidR="0076657C">
              <w:rPr>
                <w:rtl/>
              </w:rPr>
              <w:t xml:space="preserve"> </w:t>
            </w:r>
            <w:r w:rsidRPr="00A0264F">
              <w:rPr>
                <w:rtl/>
              </w:rPr>
              <w:t>رفـعِ</w:t>
            </w:r>
            <w:r w:rsidR="0076657C">
              <w:rPr>
                <w:rtl/>
              </w:rPr>
              <w:t xml:space="preserve"> </w:t>
            </w:r>
            <w:r w:rsidRPr="00A0264F">
              <w:rPr>
                <w:rtl/>
              </w:rPr>
              <w:t>ضرِّ</w:t>
            </w:r>
            <w:r w:rsidR="0076657C">
              <w:rPr>
                <w:rtl/>
              </w:rPr>
              <w:t xml:space="preserve"> </w:t>
            </w:r>
            <w:r w:rsidRPr="00A0264F">
              <w:rPr>
                <w:rtl/>
              </w:rPr>
              <w:t>الناسِ</w:t>
            </w:r>
            <w:r w:rsidR="0076657C">
              <w:rPr>
                <w:rtl/>
              </w:rPr>
              <w:t xml:space="preserve"> </w:t>
            </w:r>
            <w:r w:rsidRPr="00A0264F">
              <w:rPr>
                <w:rtl/>
              </w:rPr>
              <w:t>إن</w:t>
            </w:r>
            <w:r w:rsidR="0076657C">
              <w:rPr>
                <w:rtl/>
              </w:rPr>
              <w:t xml:space="preserve"> </w:t>
            </w:r>
            <w:r w:rsidRPr="00A0264F">
              <w:rPr>
                <w:rtl/>
              </w:rPr>
              <w:t>نالها</w:t>
            </w:r>
            <w:r w:rsidR="0076657C">
              <w:rPr>
                <w:rtl/>
              </w:rPr>
              <w:t xml:space="preserve"> </w:t>
            </w:r>
            <w:r w:rsidRPr="00A0264F">
              <w:rPr>
                <w:rtl/>
              </w:rPr>
              <w:t>الضرُّ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وإن</w:t>
            </w:r>
            <w:r w:rsidR="0076657C">
              <w:rPr>
                <w:rtl/>
              </w:rPr>
              <w:t xml:space="preserve"> </w:t>
            </w:r>
            <w:r w:rsidRPr="00A0264F">
              <w:rPr>
                <w:rtl/>
              </w:rPr>
              <w:t>رمتَ</w:t>
            </w:r>
            <w:r w:rsidR="0076657C">
              <w:rPr>
                <w:rtl/>
              </w:rPr>
              <w:t xml:space="preserve"> </w:t>
            </w:r>
            <w:r w:rsidRPr="00A0264F">
              <w:rPr>
                <w:rtl/>
              </w:rPr>
              <w:t>نجحَ</w:t>
            </w:r>
            <w:r w:rsidR="0076657C">
              <w:rPr>
                <w:rtl/>
              </w:rPr>
              <w:t xml:space="preserve"> </w:t>
            </w:r>
            <w:r w:rsidRPr="00A0264F">
              <w:rPr>
                <w:rtl/>
              </w:rPr>
              <w:t>السؤلِ</w:t>
            </w:r>
            <w:r w:rsidR="0076657C">
              <w:rPr>
                <w:rtl/>
              </w:rPr>
              <w:t xml:space="preserve"> </w:t>
            </w:r>
            <w:r w:rsidRPr="00A0264F">
              <w:rPr>
                <w:rtl/>
              </w:rPr>
              <w:t>فاطلبْ</w:t>
            </w:r>
            <w:r w:rsidR="0076657C">
              <w:rPr>
                <w:rtl/>
              </w:rPr>
              <w:t xml:space="preserve"> </w:t>
            </w:r>
            <w:r w:rsidRPr="00A0264F">
              <w:rPr>
                <w:rtl/>
              </w:rPr>
              <w:t>مطالبَ</w:t>
            </w:r>
            <w:r w:rsidR="0076657C">
              <w:rPr>
                <w:rtl/>
              </w:rPr>
              <w:t xml:space="preserve"> </w:t>
            </w:r>
            <w:r w:rsidRPr="00A0264F">
              <w:rPr>
                <w:rtl/>
              </w:rPr>
              <w:t>الـ</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سـؤولِ</w:t>
            </w:r>
            <w:r>
              <w:rPr>
                <w:rtl/>
              </w:rPr>
              <w:t xml:space="preserve"> </w:t>
            </w:r>
            <w:r w:rsidRPr="00A0264F">
              <w:rPr>
                <w:rtl/>
              </w:rPr>
              <w:t>فـمَنْ</w:t>
            </w:r>
            <w:r w:rsidR="0076657C">
              <w:rPr>
                <w:rtl/>
              </w:rPr>
              <w:t xml:space="preserve"> </w:t>
            </w:r>
            <w:r w:rsidRPr="00A0264F">
              <w:rPr>
                <w:rtl/>
              </w:rPr>
              <w:t>يـسلكهُ</w:t>
            </w:r>
            <w:r w:rsidR="0076657C">
              <w:rPr>
                <w:rtl/>
              </w:rPr>
              <w:t xml:space="preserve"> </w:t>
            </w:r>
            <w:r w:rsidRPr="00A0264F">
              <w:rPr>
                <w:rtl/>
              </w:rPr>
              <w:t>يسهل</w:t>
            </w:r>
            <w:r w:rsidR="0076657C">
              <w:rPr>
                <w:rtl/>
              </w:rPr>
              <w:t xml:space="preserve"> </w:t>
            </w:r>
            <w:r w:rsidRPr="00A0264F">
              <w:rPr>
                <w:rtl/>
              </w:rPr>
              <w:t>لهُ</w:t>
            </w:r>
            <w:r w:rsidR="0076657C">
              <w:rPr>
                <w:rtl/>
              </w:rPr>
              <w:t xml:space="preserve"> </w:t>
            </w:r>
            <w:r w:rsidRPr="00A0264F">
              <w:rPr>
                <w:rtl/>
              </w:rPr>
              <w:t>الأمرُ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فـفـيهِ</w:t>
            </w:r>
            <w:r>
              <w:rPr>
                <w:rtl/>
              </w:rPr>
              <w:t xml:space="preserve"> </w:t>
            </w:r>
            <w:r w:rsidRPr="00A0264F">
              <w:rPr>
                <w:rtl/>
              </w:rPr>
              <w:t>أقـرَّ</w:t>
            </w:r>
            <w:r w:rsidR="0076657C">
              <w:rPr>
                <w:rtl/>
              </w:rPr>
              <w:t xml:space="preserve"> </w:t>
            </w:r>
            <w:r w:rsidRPr="00A0264F">
              <w:rPr>
                <w:rtl/>
              </w:rPr>
              <w:t>الـشافعي</w:t>
            </w:r>
            <w:r w:rsidR="0076657C">
              <w:rPr>
                <w:rtl/>
              </w:rPr>
              <w:t xml:space="preserve"> </w:t>
            </w:r>
            <w:r w:rsidRPr="00A0264F">
              <w:rPr>
                <w:rtl/>
              </w:rPr>
              <w:t>ابـن</w:t>
            </w:r>
            <w:r w:rsidR="0076657C">
              <w:rPr>
                <w:rtl/>
              </w:rPr>
              <w:t xml:space="preserve"> </w:t>
            </w:r>
            <w:r w:rsidRPr="00A0264F">
              <w:rPr>
                <w:rtl/>
              </w:rPr>
              <w:t>طـلحة</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بـرأي</w:t>
            </w:r>
            <w:r>
              <w:rPr>
                <w:rtl/>
              </w:rPr>
              <w:t xml:space="preserve"> </w:t>
            </w:r>
            <w:r w:rsidRPr="00A0264F">
              <w:rPr>
                <w:rtl/>
              </w:rPr>
              <w:t>عـليهِ</w:t>
            </w:r>
            <w:r w:rsidR="0076657C">
              <w:rPr>
                <w:rtl/>
              </w:rPr>
              <w:t xml:space="preserve"> </w:t>
            </w:r>
            <w:r w:rsidRPr="00A0264F">
              <w:rPr>
                <w:rtl/>
              </w:rPr>
              <w:t>كـلّ</w:t>
            </w:r>
            <w:r w:rsidR="0076657C">
              <w:rPr>
                <w:rtl/>
              </w:rPr>
              <w:t xml:space="preserve"> </w:t>
            </w:r>
            <w:r w:rsidRPr="00A0264F">
              <w:rPr>
                <w:rtl/>
              </w:rPr>
              <w:t>أصـحابنا</w:t>
            </w:r>
            <w:r w:rsidR="0076657C">
              <w:rPr>
                <w:rtl/>
              </w:rPr>
              <w:t xml:space="preserve"> </w:t>
            </w:r>
            <w:r w:rsidRPr="00A0264F">
              <w:rPr>
                <w:rtl/>
              </w:rPr>
              <w:t>قـرُّوا</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وجــادلَ</w:t>
            </w:r>
            <w:r w:rsidR="0076657C">
              <w:rPr>
                <w:rtl/>
              </w:rPr>
              <w:t xml:space="preserve"> </w:t>
            </w:r>
            <w:r w:rsidRPr="00A0264F">
              <w:rPr>
                <w:rtl/>
              </w:rPr>
              <w:t>مَـنْ</w:t>
            </w:r>
            <w:r w:rsidR="0076657C">
              <w:rPr>
                <w:rtl/>
              </w:rPr>
              <w:t xml:space="preserve"> </w:t>
            </w:r>
            <w:r w:rsidRPr="00A0264F">
              <w:rPr>
                <w:rtl/>
              </w:rPr>
              <w:t>قـالوا</w:t>
            </w:r>
            <w:r w:rsidR="0076657C">
              <w:rPr>
                <w:rtl/>
              </w:rPr>
              <w:t xml:space="preserve"> </w:t>
            </w:r>
            <w:r w:rsidRPr="00A0264F">
              <w:rPr>
                <w:rtl/>
              </w:rPr>
              <w:t>خـلافَ</w:t>
            </w:r>
            <w:r w:rsidR="0076657C">
              <w:rPr>
                <w:rtl/>
              </w:rPr>
              <w:t xml:space="preserve"> </w:t>
            </w:r>
            <w:r w:rsidRPr="00A0264F">
              <w:rPr>
                <w:rtl/>
              </w:rPr>
              <w:t>مـقاله</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فـكانَ</w:t>
            </w:r>
            <w:r>
              <w:rPr>
                <w:rtl/>
              </w:rPr>
              <w:t xml:space="preserve"> </w:t>
            </w:r>
            <w:r w:rsidRPr="00A0264F">
              <w:rPr>
                <w:rtl/>
              </w:rPr>
              <w:t>عـليهم</w:t>
            </w:r>
            <w:r w:rsidR="0076657C">
              <w:rPr>
                <w:rtl/>
              </w:rPr>
              <w:t xml:space="preserve"> </w:t>
            </w:r>
            <w:r w:rsidRPr="00A0264F">
              <w:rPr>
                <w:rtl/>
              </w:rPr>
              <w:t>فـي</w:t>
            </w:r>
            <w:r w:rsidR="0076657C">
              <w:rPr>
                <w:rtl/>
              </w:rPr>
              <w:t xml:space="preserve"> </w:t>
            </w:r>
            <w:r w:rsidRPr="00A0264F">
              <w:rPr>
                <w:rtl/>
              </w:rPr>
              <w:t>الـجدالِ</w:t>
            </w:r>
            <w:r w:rsidR="0076657C">
              <w:rPr>
                <w:rtl/>
              </w:rPr>
              <w:t xml:space="preserve"> </w:t>
            </w:r>
            <w:r w:rsidRPr="00A0264F">
              <w:rPr>
                <w:rtl/>
              </w:rPr>
              <w:t>لهُ</w:t>
            </w:r>
            <w:r w:rsidR="0076657C">
              <w:rPr>
                <w:rtl/>
              </w:rPr>
              <w:t xml:space="preserve"> </w:t>
            </w:r>
            <w:r w:rsidRPr="00A0264F">
              <w:rPr>
                <w:rtl/>
              </w:rPr>
              <w:t>نصرُ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وكــم</w:t>
            </w:r>
            <w:r w:rsidR="0076657C">
              <w:rPr>
                <w:rtl/>
              </w:rPr>
              <w:t xml:space="preserve"> </w:t>
            </w:r>
            <w:r w:rsidRPr="00A0264F">
              <w:rPr>
                <w:rtl/>
              </w:rPr>
              <w:t>لـلـجوينيِّ</w:t>
            </w:r>
            <w:r w:rsidR="0076657C">
              <w:rPr>
                <w:rtl/>
              </w:rPr>
              <w:t xml:space="preserve"> </w:t>
            </w:r>
            <w:r w:rsidRPr="00A0264F">
              <w:rPr>
                <w:rtl/>
              </w:rPr>
              <w:t>انـتـظمنَ</w:t>
            </w:r>
            <w:r w:rsidR="0076657C">
              <w:rPr>
                <w:rtl/>
              </w:rPr>
              <w:t xml:space="preserve"> </w:t>
            </w:r>
            <w:r w:rsidRPr="00A0264F">
              <w:rPr>
                <w:rtl/>
              </w:rPr>
              <w:t>فـرائد</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مـن</w:t>
            </w:r>
            <w:r w:rsidR="0076657C">
              <w:rPr>
                <w:rtl/>
              </w:rPr>
              <w:t xml:space="preserve"> </w:t>
            </w:r>
            <w:r w:rsidRPr="00A0264F">
              <w:rPr>
                <w:rtl/>
              </w:rPr>
              <w:t>الـدرِّ</w:t>
            </w:r>
            <w:r w:rsidR="0076657C">
              <w:rPr>
                <w:rtl/>
              </w:rPr>
              <w:t xml:space="preserve"> </w:t>
            </w:r>
            <w:r w:rsidRPr="00A0264F">
              <w:rPr>
                <w:rtl/>
              </w:rPr>
              <w:t>لـم</w:t>
            </w:r>
            <w:r w:rsidR="0076657C">
              <w:rPr>
                <w:rtl/>
              </w:rPr>
              <w:t xml:space="preserve"> </w:t>
            </w:r>
            <w:r w:rsidRPr="00A0264F">
              <w:rPr>
                <w:rtl/>
              </w:rPr>
              <w:t>يـسعد</w:t>
            </w:r>
            <w:r w:rsidR="0076657C">
              <w:rPr>
                <w:rtl/>
              </w:rPr>
              <w:t xml:space="preserve"> </w:t>
            </w:r>
            <w:r w:rsidRPr="00A0264F">
              <w:rPr>
                <w:rtl/>
              </w:rPr>
              <w:t>بمكنونها</w:t>
            </w:r>
            <w:r w:rsidR="0076657C">
              <w:rPr>
                <w:rtl/>
              </w:rPr>
              <w:t xml:space="preserve"> </w:t>
            </w:r>
            <w:r w:rsidRPr="00A0264F">
              <w:rPr>
                <w:rtl/>
              </w:rPr>
              <w:t>البحرُ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Pr>
                <w:rtl/>
              </w:rPr>
              <w:t>(</w:t>
            </w:r>
            <w:r w:rsidRPr="00A0264F">
              <w:rPr>
                <w:rtl/>
              </w:rPr>
              <w:t>فـرائدُ</w:t>
            </w:r>
            <w:r w:rsidR="0076657C">
              <w:rPr>
                <w:rtl/>
              </w:rPr>
              <w:t xml:space="preserve"> </w:t>
            </w:r>
            <w:r w:rsidRPr="00A0264F">
              <w:rPr>
                <w:rtl/>
              </w:rPr>
              <w:t>سـمطين</w:t>
            </w:r>
            <w:r>
              <w:rPr>
                <w:rtl/>
              </w:rPr>
              <w:t>)</w:t>
            </w:r>
            <w:r w:rsidR="0076657C">
              <w:rPr>
                <w:rtl/>
              </w:rPr>
              <w:t xml:space="preserve"> </w:t>
            </w:r>
            <w:r w:rsidRPr="00A0264F">
              <w:rPr>
                <w:rtl/>
              </w:rPr>
              <w:t>الـمعاني</w:t>
            </w:r>
            <w:r w:rsidR="0076657C">
              <w:rPr>
                <w:rtl/>
              </w:rPr>
              <w:t xml:space="preserve"> </w:t>
            </w:r>
            <w:r w:rsidRPr="00A0264F">
              <w:rPr>
                <w:rtl/>
              </w:rPr>
              <w:t>بـدرّها</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تـحـلَّت</w:t>
            </w:r>
            <w:r w:rsidR="0076657C">
              <w:rPr>
                <w:rtl/>
              </w:rPr>
              <w:t xml:space="preserve"> </w:t>
            </w:r>
            <w:r w:rsidRPr="00A0264F">
              <w:rPr>
                <w:rtl/>
              </w:rPr>
              <w:t>لأنّ</w:t>
            </w:r>
            <w:r w:rsidR="0076657C">
              <w:rPr>
                <w:rtl/>
              </w:rPr>
              <w:t xml:space="preserve"> </w:t>
            </w:r>
            <w:r w:rsidRPr="00A0264F">
              <w:rPr>
                <w:rtl/>
              </w:rPr>
              <w:t>الـحـلي</w:t>
            </w:r>
            <w:r w:rsidR="0076657C">
              <w:rPr>
                <w:rtl/>
              </w:rPr>
              <w:t xml:space="preserve"> </w:t>
            </w:r>
            <w:r w:rsidRPr="00A0264F">
              <w:rPr>
                <w:rtl/>
              </w:rPr>
              <w:t>أبـهجهُ</w:t>
            </w:r>
            <w:r w:rsidR="0076657C">
              <w:rPr>
                <w:rtl/>
              </w:rPr>
              <w:t xml:space="preserve"> </w:t>
            </w:r>
            <w:r w:rsidRPr="00A0264F">
              <w:rPr>
                <w:rtl/>
              </w:rPr>
              <w:t>الـدرُّ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فـوكّـل</w:t>
            </w:r>
            <w:r w:rsidR="0076657C">
              <w:rPr>
                <w:rtl/>
              </w:rPr>
              <w:t xml:space="preserve"> </w:t>
            </w:r>
            <w:r w:rsidRPr="00A0264F">
              <w:rPr>
                <w:rtl/>
              </w:rPr>
              <w:t>بـها</w:t>
            </w:r>
            <w:r w:rsidR="0076657C">
              <w:rPr>
                <w:rtl/>
              </w:rPr>
              <w:t xml:space="preserve"> </w:t>
            </w:r>
            <w:r w:rsidRPr="00A0264F">
              <w:rPr>
                <w:rtl/>
              </w:rPr>
              <w:t>عـينيكَ</w:t>
            </w:r>
            <w:r w:rsidR="0076657C">
              <w:rPr>
                <w:rtl/>
              </w:rPr>
              <w:t xml:space="preserve"> </w:t>
            </w:r>
            <w:r w:rsidRPr="00A0264F">
              <w:rPr>
                <w:rtl/>
              </w:rPr>
              <w:t>فـهي</w:t>
            </w:r>
            <w:r w:rsidR="0076657C">
              <w:rPr>
                <w:rtl/>
              </w:rPr>
              <w:t xml:space="preserve"> </w:t>
            </w:r>
            <w:r w:rsidRPr="00A0264F">
              <w:rPr>
                <w:rtl/>
              </w:rPr>
              <w:t>كـواكب</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لـدرِّيـها</w:t>
            </w:r>
            <w:r w:rsidR="0076657C">
              <w:rPr>
                <w:rtl/>
              </w:rPr>
              <w:t xml:space="preserve"> </w:t>
            </w:r>
            <w:r w:rsidRPr="00A0264F">
              <w:rPr>
                <w:rtl/>
              </w:rPr>
              <w:t>أعـيـاني</w:t>
            </w:r>
            <w:r w:rsidR="0076657C">
              <w:rPr>
                <w:rtl/>
              </w:rPr>
              <w:t xml:space="preserve"> </w:t>
            </w:r>
            <w:r w:rsidRPr="00A0264F">
              <w:rPr>
                <w:rtl/>
              </w:rPr>
              <w:t>الـعدُّ</w:t>
            </w:r>
            <w:r w:rsidR="0076657C">
              <w:rPr>
                <w:rtl/>
              </w:rPr>
              <w:t xml:space="preserve"> </w:t>
            </w:r>
            <w:r w:rsidRPr="00A0264F">
              <w:rPr>
                <w:rtl/>
              </w:rPr>
              <w:t>والـحصرُ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ورِدْ</w:t>
            </w:r>
            <w:r w:rsidR="0076657C">
              <w:rPr>
                <w:rtl/>
              </w:rPr>
              <w:t xml:space="preserve"> </w:t>
            </w:r>
            <w:r w:rsidRPr="00A0264F">
              <w:rPr>
                <w:rtl/>
              </w:rPr>
              <w:t>مـن</w:t>
            </w:r>
            <w:r w:rsidR="0076657C">
              <w:rPr>
                <w:rtl/>
              </w:rPr>
              <w:t xml:space="preserve"> </w:t>
            </w:r>
            <w:r>
              <w:rPr>
                <w:rtl/>
              </w:rPr>
              <w:t>(</w:t>
            </w:r>
            <w:r w:rsidRPr="00A0264F">
              <w:rPr>
                <w:rtl/>
              </w:rPr>
              <w:t>يـنابيعِ</w:t>
            </w:r>
            <w:r w:rsidR="0076657C">
              <w:rPr>
                <w:rtl/>
              </w:rPr>
              <w:t xml:space="preserve"> </w:t>
            </w:r>
            <w:r w:rsidRPr="00A0264F">
              <w:rPr>
                <w:rtl/>
              </w:rPr>
              <w:t>الـمودّة</w:t>
            </w:r>
            <w:r>
              <w:rPr>
                <w:rtl/>
              </w:rPr>
              <w:t>)</w:t>
            </w:r>
            <w:r w:rsidR="0076657C">
              <w:rPr>
                <w:rtl/>
              </w:rPr>
              <w:t xml:space="preserve"> </w:t>
            </w:r>
            <w:r w:rsidRPr="00A0264F">
              <w:rPr>
                <w:rtl/>
              </w:rPr>
              <w:t>مـوردا</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بـهِ</w:t>
            </w:r>
            <w:r>
              <w:rPr>
                <w:rtl/>
              </w:rPr>
              <w:t xml:space="preserve"> </w:t>
            </w:r>
            <w:r w:rsidRPr="00A0264F">
              <w:rPr>
                <w:rtl/>
              </w:rPr>
              <w:t>يـشتفي</w:t>
            </w:r>
            <w:r w:rsidR="0076657C">
              <w:rPr>
                <w:rtl/>
              </w:rPr>
              <w:t xml:space="preserve"> </w:t>
            </w:r>
            <w:r w:rsidRPr="00A0264F">
              <w:rPr>
                <w:rtl/>
              </w:rPr>
              <w:t>منْ</w:t>
            </w:r>
            <w:r w:rsidR="0076657C">
              <w:rPr>
                <w:rtl/>
              </w:rPr>
              <w:t xml:space="preserve"> </w:t>
            </w:r>
            <w:r w:rsidRPr="00A0264F">
              <w:rPr>
                <w:rtl/>
              </w:rPr>
              <w:t>قبلِ</w:t>
            </w:r>
            <w:r w:rsidR="0076657C">
              <w:rPr>
                <w:rtl/>
              </w:rPr>
              <w:t xml:space="preserve"> </w:t>
            </w:r>
            <w:r w:rsidRPr="00A0264F">
              <w:rPr>
                <w:rtl/>
              </w:rPr>
              <w:t>أن</w:t>
            </w:r>
            <w:r w:rsidR="0076657C">
              <w:rPr>
                <w:rtl/>
              </w:rPr>
              <w:t xml:space="preserve"> </w:t>
            </w:r>
            <w:r w:rsidRPr="00A0264F">
              <w:rPr>
                <w:rtl/>
              </w:rPr>
              <w:t>يصدرَ</w:t>
            </w:r>
            <w:r w:rsidR="0076657C">
              <w:rPr>
                <w:rtl/>
              </w:rPr>
              <w:t xml:space="preserve"> </w:t>
            </w:r>
            <w:r w:rsidRPr="00A0264F">
              <w:rPr>
                <w:rtl/>
              </w:rPr>
              <w:t>الصدرُ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وفـتّشْ</w:t>
            </w:r>
            <w:r w:rsidR="0076657C">
              <w:rPr>
                <w:rtl/>
              </w:rPr>
              <w:t xml:space="preserve"> </w:t>
            </w:r>
            <w:r w:rsidRPr="00A0264F">
              <w:rPr>
                <w:rtl/>
              </w:rPr>
              <w:t>عـلى</w:t>
            </w:r>
            <w:r w:rsidR="0076657C">
              <w:rPr>
                <w:rtl/>
              </w:rPr>
              <w:t xml:space="preserve"> </w:t>
            </w:r>
            <w:r>
              <w:rPr>
                <w:rtl/>
              </w:rPr>
              <w:t>(</w:t>
            </w:r>
            <w:r w:rsidRPr="00A0264F">
              <w:rPr>
                <w:rtl/>
              </w:rPr>
              <w:t>كـنزِ</w:t>
            </w:r>
            <w:r w:rsidR="0076657C">
              <w:rPr>
                <w:rtl/>
              </w:rPr>
              <w:t xml:space="preserve"> </w:t>
            </w:r>
            <w:r w:rsidRPr="00A0264F">
              <w:rPr>
                <w:rtl/>
              </w:rPr>
              <w:t>الفوائد</w:t>
            </w:r>
            <w:r>
              <w:rPr>
                <w:rtl/>
              </w:rPr>
              <w:t>)</w:t>
            </w:r>
            <w:r w:rsidR="0076657C">
              <w:rPr>
                <w:rtl/>
              </w:rPr>
              <w:t xml:space="preserve"> </w:t>
            </w:r>
            <w:r w:rsidRPr="00A0264F">
              <w:rPr>
                <w:rtl/>
              </w:rPr>
              <w:t>فاستعن</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بـهِ</w:t>
            </w:r>
            <w:r>
              <w:rPr>
                <w:rtl/>
              </w:rPr>
              <w:t xml:space="preserve"> </w:t>
            </w:r>
            <w:r w:rsidRPr="00A0264F">
              <w:rPr>
                <w:rtl/>
              </w:rPr>
              <w:t>فـهو</w:t>
            </w:r>
            <w:r w:rsidR="0076657C">
              <w:rPr>
                <w:rtl/>
              </w:rPr>
              <w:t xml:space="preserve"> </w:t>
            </w:r>
            <w:r w:rsidRPr="00A0264F">
              <w:rPr>
                <w:rtl/>
              </w:rPr>
              <w:t>نِـعْمَ</w:t>
            </w:r>
            <w:r w:rsidR="0076657C">
              <w:rPr>
                <w:rtl/>
              </w:rPr>
              <w:t xml:space="preserve"> </w:t>
            </w:r>
            <w:r w:rsidRPr="00A0264F">
              <w:rPr>
                <w:rtl/>
              </w:rPr>
              <w:t>الذخرُ</w:t>
            </w:r>
            <w:r w:rsidR="0076657C">
              <w:rPr>
                <w:rtl/>
              </w:rPr>
              <w:t xml:space="preserve"> </w:t>
            </w:r>
            <w:r w:rsidRPr="00A0264F">
              <w:rPr>
                <w:rtl/>
              </w:rPr>
              <w:t>إن</w:t>
            </w:r>
            <w:r w:rsidR="0076657C">
              <w:rPr>
                <w:rtl/>
              </w:rPr>
              <w:t xml:space="preserve"> </w:t>
            </w:r>
            <w:r w:rsidRPr="00A0264F">
              <w:rPr>
                <w:rtl/>
              </w:rPr>
              <w:t>أعوزَ</w:t>
            </w:r>
            <w:r w:rsidR="0076657C">
              <w:rPr>
                <w:rtl/>
              </w:rPr>
              <w:t xml:space="preserve"> </w:t>
            </w:r>
            <w:r w:rsidRPr="00A0264F">
              <w:rPr>
                <w:rtl/>
              </w:rPr>
              <w:t>الذخرُ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ولاحـظ</w:t>
            </w:r>
            <w:r>
              <w:rPr>
                <w:rtl/>
              </w:rPr>
              <w:t xml:space="preserve"> </w:t>
            </w:r>
            <w:r w:rsidRPr="00A0264F">
              <w:rPr>
                <w:rtl/>
              </w:rPr>
              <w:t>بـهِ</w:t>
            </w:r>
            <w:r w:rsidR="0076657C">
              <w:rPr>
                <w:rtl/>
              </w:rPr>
              <w:t xml:space="preserve"> </w:t>
            </w:r>
            <w:r w:rsidRPr="00A0264F">
              <w:rPr>
                <w:rtl/>
              </w:rPr>
              <w:t>ما</w:t>
            </w:r>
            <w:r w:rsidR="0076657C">
              <w:rPr>
                <w:rtl/>
              </w:rPr>
              <w:t xml:space="preserve"> </w:t>
            </w:r>
            <w:r w:rsidRPr="00A0264F">
              <w:rPr>
                <w:rtl/>
              </w:rPr>
              <w:t>قد</w:t>
            </w:r>
            <w:r w:rsidR="0076657C">
              <w:rPr>
                <w:rtl/>
              </w:rPr>
              <w:t xml:space="preserve"> </w:t>
            </w:r>
            <w:r w:rsidRPr="00A0264F">
              <w:rPr>
                <w:rtl/>
              </w:rPr>
              <w:t>رواه</w:t>
            </w:r>
            <w:r w:rsidR="0076657C">
              <w:rPr>
                <w:rtl/>
              </w:rPr>
              <w:t xml:space="preserve"> </w:t>
            </w:r>
            <w:r>
              <w:rPr>
                <w:rtl/>
              </w:rPr>
              <w:t>(</w:t>
            </w:r>
            <w:r w:rsidRPr="00A0264F">
              <w:rPr>
                <w:rtl/>
              </w:rPr>
              <w:t>الكراجكي</w:t>
            </w:r>
            <w:r>
              <w:rPr>
                <w:rtl/>
              </w:rPr>
              <w:t>)</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مـن</w:t>
            </w:r>
            <w:r w:rsidR="0076657C">
              <w:rPr>
                <w:rtl/>
              </w:rPr>
              <w:t xml:space="preserve"> </w:t>
            </w:r>
            <w:r w:rsidRPr="00A0264F">
              <w:rPr>
                <w:rtl/>
              </w:rPr>
              <w:t>خـبرِ</w:t>
            </w:r>
            <w:r w:rsidR="0076657C">
              <w:rPr>
                <w:rtl/>
              </w:rPr>
              <w:t xml:space="preserve"> </w:t>
            </w:r>
            <w:r w:rsidRPr="00A0264F">
              <w:rPr>
                <w:rtl/>
              </w:rPr>
              <w:t>الـجارودِ</w:t>
            </w:r>
            <w:r w:rsidR="0076657C">
              <w:rPr>
                <w:rtl/>
              </w:rPr>
              <w:t xml:space="preserve"> </w:t>
            </w:r>
            <w:r w:rsidRPr="00A0264F">
              <w:rPr>
                <w:rtl/>
              </w:rPr>
              <w:t>إن</w:t>
            </w:r>
            <w:r w:rsidR="0076657C">
              <w:rPr>
                <w:rtl/>
              </w:rPr>
              <w:t xml:space="preserve"> </w:t>
            </w:r>
            <w:r w:rsidRPr="00A0264F">
              <w:rPr>
                <w:rtl/>
              </w:rPr>
              <w:t>أغـنتِ</w:t>
            </w:r>
            <w:r w:rsidR="0076657C">
              <w:rPr>
                <w:rtl/>
              </w:rPr>
              <w:t xml:space="preserve"> </w:t>
            </w:r>
            <w:r w:rsidRPr="00A0264F">
              <w:rPr>
                <w:rtl/>
              </w:rPr>
              <w:t>النذرُ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وقـد</w:t>
            </w:r>
            <w:r w:rsidR="0076657C">
              <w:rPr>
                <w:rtl/>
              </w:rPr>
              <w:t xml:space="preserve"> </w:t>
            </w:r>
            <w:r w:rsidRPr="00A0264F">
              <w:rPr>
                <w:rtl/>
              </w:rPr>
              <w:t>قـيلَ</w:t>
            </w:r>
            <w:r w:rsidR="0076657C">
              <w:rPr>
                <w:rtl/>
              </w:rPr>
              <w:t xml:space="preserve"> </w:t>
            </w:r>
            <w:r w:rsidRPr="00A0264F">
              <w:rPr>
                <w:rtl/>
              </w:rPr>
              <w:t>قُـدماً</w:t>
            </w:r>
            <w:r w:rsidR="0076657C">
              <w:rPr>
                <w:rtl/>
              </w:rPr>
              <w:t xml:space="preserve"> </w:t>
            </w:r>
            <w:r w:rsidRPr="00A0264F">
              <w:rPr>
                <w:rtl/>
              </w:rPr>
              <w:t>فـي</w:t>
            </w:r>
            <w:r w:rsidR="0076657C">
              <w:rPr>
                <w:rtl/>
              </w:rPr>
              <w:t xml:space="preserve"> </w:t>
            </w:r>
            <w:r w:rsidRPr="00A0264F">
              <w:rPr>
                <w:rtl/>
              </w:rPr>
              <w:t>ابـن</w:t>
            </w:r>
            <w:r w:rsidR="0076657C">
              <w:rPr>
                <w:rtl/>
              </w:rPr>
              <w:t xml:space="preserve"> </w:t>
            </w:r>
            <w:r w:rsidRPr="00A0264F">
              <w:rPr>
                <w:rtl/>
              </w:rPr>
              <w:t>خولة</w:t>
            </w:r>
            <w:r w:rsidR="0076657C">
              <w:rPr>
                <w:rtl/>
              </w:rPr>
              <w:t xml:space="preserve"> </w:t>
            </w:r>
            <w:r w:rsidRPr="00A0264F">
              <w:rPr>
                <w:rtl/>
              </w:rPr>
              <w:t>إنّه</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لــهُ</w:t>
            </w:r>
            <w:r>
              <w:rPr>
                <w:rtl/>
              </w:rPr>
              <w:t xml:space="preserve"> </w:t>
            </w:r>
            <w:r w:rsidRPr="00A0264F">
              <w:rPr>
                <w:rtl/>
              </w:rPr>
              <w:t>غـيـبة</w:t>
            </w:r>
            <w:r w:rsidR="0076657C">
              <w:rPr>
                <w:rtl/>
              </w:rPr>
              <w:t xml:space="preserve"> </w:t>
            </w:r>
            <w:r w:rsidRPr="00A0264F">
              <w:rPr>
                <w:rtl/>
              </w:rPr>
              <w:t>والـقائلونَ</w:t>
            </w:r>
            <w:r w:rsidR="0076657C">
              <w:rPr>
                <w:rtl/>
              </w:rPr>
              <w:t xml:space="preserve"> </w:t>
            </w:r>
            <w:r w:rsidRPr="00A0264F">
              <w:rPr>
                <w:rtl/>
              </w:rPr>
              <w:t>بـهِ</w:t>
            </w:r>
            <w:r w:rsidR="0076657C">
              <w:rPr>
                <w:rtl/>
              </w:rPr>
              <w:t xml:space="preserve"> </w:t>
            </w:r>
            <w:r w:rsidRPr="00A0264F">
              <w:rPr>
                <w:rtl/>
              </w:rPr>
              <w:t>كـثرُ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وفـي</w:t>
            </w:r>
            <w:r>
              <w:rPr>
                <w:rtl/>
              </w:rPr>
              <w:t xml:space="preserve"> </w:t>
            </w:r>
            <w:r w:rsidRPr="00A0264F">
              <w:rPr>
                <w:rtl/>
              </w:rPr>
              <w:t>غـيرهِ</w:t>
            </w:r>
            <w:r w:rsidR="0076657C">
              <w:rPr>
                <w:rtl/>
              </w:rPr>
              <w:t xml:space="preserve"> </w:t>
            </w:r>
            <w:r w:rsidRPr="00A0264F">
              <w:rPr>
                <w:rtl/>
              </w:rPr>
              <w:t>قـد</w:t>
            </w:r>
            <w:r w:rsidR="0076657C">
              <w:rPr>
                <w:rtl/>
              </w:rPr>
              <w:t xml:space="preserve"> </w:t>
            </w:r>
            <w:r w:rsidRPr="00A0264F">
              <w:rPr>
                <w:rtl/>
              </w:rPr>
              <w:t>قـالَ</w:t>
            </w:r>
            <w:r w:rsidR="0076657C">
              <w:rPr>
                <w:rtl/>
              </w:rPr>
              <w:t xml:space="preserve"> </w:t>
            </w:r>
            <w:r w:rsidRPr="00A0264F">
              <w:rPr>
                <w:rtl/>
              </w:rPr>
              <w:t>ذلـك</w:t>
            </w:r>
            <w:r w:rsidR="0076657C">
              <w:rPr>
                <w:rtl/>
              </w:rPr>
              <w:t xml:space="preserve"> </w:t>
            </w:r>
            <w:r w:rsidRPr="00A0264F">
              <w:rPr>
                <w:rtl/>
              </w:rPr>
              <w:t>غيرهم</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ومـا</w:t>
            </w:r>
            <w:r>
              <w:rPr>
                <w:rtl/>
              </w:rPr>
              <w:t xml:space="preserve"> </w:t>
            </w:r>
            <w:r w:rsidRPr="00A0264F">
              <w:rPr>
                <w:rtl/>
              </w:rPr>
              <w:t>هـم</w:t>
            </w:r>
            <w:r w:rsidR="0076657C">
              <w:rPr>
                <w:rtl/>
              </w:rPr>
              <w:t xml:space="preserve"> </w:t>
            </w:r>
            <w:r w:rsidRPr="00A0264F">
              <w:rPr>
                <w:rtl/>
              </w:rPr>
              <w:t>قـليلٌ</w:t>
            </w:r>
            <w:r w:rsidR="0076657C">
              <w:rPr>
                <w:rtl/>
              </w:rPr>
              <w:t xml:space="preserve"> </w:t>
            </w:r>
            <w:r w:rsidRPr="00A0264F">
              <w:rPr>
                <w:rtl/>
              </w:rPr>
              <w:t>فـي</w:t>
            </w:r>
            <w:r w:rsidR="0076657C">
              <w:rPr>
                <w:rtl/>
              </w:rPr>
              <w:t xml:space="preserve"> </w:t>
            </w:r>
            <w:r w:rsidRPr="00A0264F">
              <w:rPr>
                <w:rtl/>
              </w:rPr>
              <w:t>العدادِ</w:t>
            </w:r>
            <w:r w:rsidR="0076657C">
              <w:rPr>
                <w:rtl/>
              </w:rPr>
              <w:t xml:space="preserve"> </w:t>
            </w:r>
            <w:r w:rsidRPr="00A0264F">
              <w:rPr>
                <w:rtl/>
              </w:rPr>
              <w:t>ولا</w:t>
            </w:r>
            <w:r w:rsidR="0076657C">
              <w:rPr>
                <w:rtl/>
              </w:rPr>
              <w:t xml:space="preserve"> </w:t>
            </w:r>
            <w:r w:rsidRPr="00A0264F">
              <w:rPr>
                <w:rtl/>
              </w:rPr>
              <w:t>نزرُ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ومـــا</w:t>
            </w:r>
            <w:r>
              <w:rPr>
                <w:rtl/>
              </w:rPr>
              <w:t xml:space="preserve"> </w:t>
            </w:r>
            <w:r w:rsidRPr="00A0264F">
              <w:rPr>
                <w:rtl/>
              </w:rPr>
              <w:t>ذاك</w:t>
            </w:r>
            <w:r w:rsidR="0076657C">
              <w:rPr>
                <w:rtl/>
              </w:rPr>
              <w:t xml:space="preserve"> </w:t>
            </w:r>
            <w:r w:rsidRPr="00A0264F">
              <w:rPr>
                <w:rtl/>
              </w:rPr>
              <w:t>إلاّ</w:t>
            </w:r>
            <w:r w:rsidR="0076657C">
              <w:rPr>
                <w:rtl/>
              </w:rPr>
              <w:t xml:space="preserve"> </w:t>
            </w:r>
            <w:r w:rsidRPr="00A0264F">
              <w:rPr>
                <w:rtl/>
              </w:rPr>
              <w:t>لـلـيـقينِ</w:t>
            </w:r>
            <w:r w:rsidR="0076657C">
              <w:rPr>
                <w:rtl/>
              </w:rPr>
              <w:t xml:space="preserve"> </w:t>
            </w:r>
            <w:r w:rsidRPr="00A0264F">
              <w:rPr>
                <w:rtl/>
              </w:rPr>
              <w:t>بـقـائم</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يـغيبُ</w:t>
            </w:r>
            <w:r>
              <w:rPr>
                <w:rtl/>
              </w:rPr>
              <w:t xml:space="preserve"> </w:t>
            </w:r>
            <w:r w:rsidRPr="00A0264F">
              <w:rPr>
                <w:rtl/>
              </w:rPr>
              <w:t>وفـي</w:t>
            </w:r>
            <w:r w:rsidR="0076657C">
              <w:rPr>
                <w:rtl/>
              </w:rPr>
              <w:t xml:space="preserve"> </w:t>
            </w:r>
            <w:r w:rsidRPr="00A0264F">
              <w:rPr>
                <w:rtl/>
              </w:rPr>
              <w:t>تـعيّنهِ</w:t>
            </w:r>
            <w:r w:rsidR="0076657C">
              <w:rPr>
                <w:rtl/>
              </w:rPr>
              <w:t xml:space="preserve"> </w:t>
            </w:r>
            <w:r w:rsidRPr="00A0264F">
              <w:rPr>
                <w:rtl/>
              </w:rPr>
              <w:t>الـتبسَ</w:t>
            </w:r>
            <w:r w:rsidR="0076657C">
              <w:rPr>
                <w:rtl/>
              </w:rPr>
              <w:t xml:space="preserve"> </w:t>
            </w:r>
            <w:r w:rsidRPr="00A0264F">
              <w:rPr>
                <w:rtl/>
              </w:rPr>
              <w:t>الأمـرُ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وكـم</w:t>
            </w:r>
            <w:r>
              <w:rPr>
                <w:rtl/>
              </w:rPr>
              <w:t xml:space="preserve"> </w:t>
            </w:r>
            <w:r w:rsidRPr="00A0264F">
              <w:rPr>
                <w:rtl/>
              </w:rPr>
              <w:t>جـدَّ</w:t>
            </w:r>
            <w:r w:rsidR="0076657C">
              <w:rPr>
                <w:rtl/>
              </w:rPr>
              <w:t xml:space="preserve"> </w:t>
            </w:r>
            <w:r w:rsidRPr="00A0264F">
              <w:rPr>
                <w:rtl/>
              </w:rPr>
              <w:t>فـي</w:t>
            </w:r>
            <w:r w:rsidR="0076657C">
              <w:rPr>
                <w:rtl/>
              </w:rPr>
              <w:t xml:space="preserve"> </w:t>
            </w:r>
            <w:r w:rsidRPr="00A0264F">
              <w:rPr>
                <w:rtl/>
              </w:rPr>
              <w:t>التفتيشِ</w:t>
            </w:r>
            <w:r w:rsidR="0076657C">
              <w:rPr>
                <w:rtl/>
              </w:rPr>
              <w:t xml:space="preserve"> </w:t>
            </w:r>
            <w:r w:rsidRPr="00A0264F">
              <w:rPr>
                <w:rtl/>
              </w:rPr>
              <w:t>طاغي</w:t>
            </w:r>
            <w:r w:rsidR="0076657C">
              <w:rPr>
                <w:rtl/>
              </w:rPr>
              <w:t xml:space="preserve"> </w:t>
            </w:r>
            <w:r w:rsidRPr="00A0264F">
              <w:rPr>
                <w:rtl/>
              </w:rPr>
              <w:t>زمانه</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لـيُـفشي</w:t>
            </w:r>
            <w:r w:rsidR="0076657C">
              <w:rPr>
                <w:rtl/>
              </w:rPr>
              <w:t xml:space="preserve"> </w:t>
            </w:r>
            <w:r w:rsidRPr="00A0264F">
              <w:rPr>
                <w:rtl/>
              </w:rPr>
              <w:t>ســرَّ</w:t>
            </w:r>
            <w:r w:rsidR="0076657C">
              <w:rPr>
                <w:rtl/>
              </w:rPr>
              <w:t xml:space="preserve"> </w:t>
            </w:r>
            <w:r w:rsidRPr="00A0264F">
              <w:rPr>
                <w:rtl/>
              </w:rPr>
              <w:t>اللهِ</w:t>
            </w:r>
            <w:r w:rsidR="0076657C">
              <w:rPr>
                <w:rtl/>
              </w:rPr>
              <w:t xml:space="preserve"> </w:t>
            </w:r>
            <w:r w:rsidRPr="00A0264F">
              <w:rPr>
                <w:rtl/>
              </w:rPr>
              <w:t>فـانـكتمَ</w:t>
            </w:r>
            <w:r w:rsidR="0076657C">
              <w:rPr>
                <w:rtl/>
              </w:rPr>
              <w:t xml:space="preserve"> </w:t>
            </w:r>
            <w:r w:rsidRPr="00A0264F">
              <w:rPr>
                <w:rtl/>
              </w:rPr>
              <w:t>الـسرُّ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وحــاولَ</w:t>
            </w:r>
            <w:r w:rsidR="0076657C">
              <w:rPr>
                <w:rtl/>
              </w:rPr>
              <w:t xml:space="preserve"> </w:t>
            </w:r>
            <w:r w:rsidRPr="00A0264F">
              <w:rPr>
                <w:rtl/>
              </w:rPr>
              <w:t>أن</w:t>
            </w:r>
            <w:r w:rsidR="0076657C">
              <w:rPr>
                <w:rtl/>
              </w:rPr>
              <w:t xml:space="preserve"> </w:t>
            </w:r>
            <w:r w:rsidRPr="00A0264F">
              <w:rPr>
                <w:rtl/>
              </w:rPr>
              <w:t>يـسعى</w:t>
            </w:r>
            <w:r w:rsidR="0076657C">
              <w:rPr>
                <w:rtl/>
              </w:rPr>
              <w:t xml:space="preserve"> </w:t>
            </w:r>
            <w:r w:rsidRPr="00A0264F">
              <w:rPr>
                <w:rtl/>
              </w:rPr>
              <w:t>لإطـفاءِ</w:t>
            </w:r>
            <w:r w:rsidR="0076657C">
              <w:rPr>
                <w:rtl/>
              </w:rPr>
              <w:t xml:space="preserve"> </w:t>
            </w:r>
            <w:r w:rsidRPr="00A0264F">
              <w:rPr>
                <w:rtl/>
              </w:rPr>
              <w:t>نـوره</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ومــا</w:t>
            </w:r>
            <w:r>
              <w:rPr>
                <w:rtl/>
              </w:rPr>
              <w:t xml:space="preserve"> </w:t>
            </w:r>
            <w:r w:rsidRPr="00A0264F">
              <w:rPr>
                <w:rtl/>
              </w:rPr>
              <w:t>ربـحهُ</w:t>
            </w:r>
            <w:r w:rsidR="0076657C">
              <w:rPr>
                <w:rtl/>
              </w:rPr>
              <w:t xml:space="preserve"> </w:t>
            </w:r>
            <w:r w:rsidRPr="00A0264F">
              <w:rPr>
                <w:rtl/>
              </w:rPr>
              <w:t>إلاّ</w:t>
            </w:r>
            <w:r w:rsidR="0076657C">
              <w:rPr>
                <w:rtl/>
              </w:rPr>
              <w:t xml:space="preserve"> </w:t>
            </w:r>
            <w:r w:rsidRPr="00A0264F">
              <w:rPr>
                <w:rtl/>
              </w:rPr>
              <w:t>الـندامةُ</w:t>
            </w:r>
            <w:r w:rsidR="0076657C">
              <w:rPr>
                <w:rtl/>
              </w:rPr>
              <w:t xml:space="preserve"> </w:t>
            </w:r>
            <w:r w:rsidRPr="00A0264F">
              <w:rPr>
                <w:rtl/>
              </w:rPr>
              <w:t>والـخسرُ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ومــا</w:t>
            </w:r>
            <w:r>
              <w:rPr>
                <w:rtl/>
              </w:rPr>
              <w:t xml:space="preserve"> </w:t>
            </w:r>
            <w:r w:rsidRPr="00A0264F">
              <w:rPr>
                <w:rtl/>
              </w:rPr>
              <w:t>ذاكَ</w:t>
            </w:r>
            <w:r w:rsidR="0076657C">
              <w:rPr>
                <w:rtl/>
              </w:rPr>
              <w:t xml:space="preserve"> </w:t>
            </w:r>
            <w:r w:rsidRPr="00A0264F">
              <w:rPr>
                <w:rtl/>
              </w:rPr>
              <w:t>إلاّ</w:t>
            </w:r>
            <w:r w:rsidR="0076657C">
              <w:rPr>
                <w:rtl/>
              </w:rPr>
              <w:t xml:space="preserve"> </w:t>
            </w:r>
            <w:r w:rsidRPr="00A0264F">
              <w:rPr>
                <w:rtl/>
              </w:rPr>
              <w:t>أنّــهُ</w:t>
            </w:r>
            <w:r w:rsidR="0076657C">
              <w:rPr>
                <w:rtl/>
              </w:rPr>
              <w:t xml:space="preserve"> </w:t>
            </w:r>
            <w:r w:rsidRPr="00A0264F">
              <w:rPr>
                <w:rtl/>
              </w:rPr>
              <w:t>كــانَ</w:t>
            </w:r>
            <w:r w:rsidR="0076657C">
              <w:rPr>
                <w:rtl/>
              </w:rPr>
              <w:t xml:space="preserve"> </w:t>
            </w:r>
            <w:r w:rsidRPr="00A0264F">
              <w:rPr>
                <w:rtl/>
              </w:rPr>
              <w:t>عـنده</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مـن</w:t>
            </w:r>
            <w:r>
              <w:rPr>
                <w:rtl/>
              </w:rPr>
              <w:t xml:space="preserve"> </w:t>
            </w:r>
            <w:r w:rsidRPr="00A0264F">
              <w:rPr>
                <w:rtl/>
              </w:rPr>
              <w:t>الـعترةِ</w:t>
            </w:r>
            <w:r w:rsidR="0076657C">
              <w:rPr>
                <w:rtl/>
              </w:rPr>
              <w:t xml:space="preserve"> </w:t>
            </w:r>
            <w:r w:rsidRPr="00A0264F">
              <w:rPr>
                <w:rtl/>
              </w:rPr>
              <w:t>الـهادينَ</w:t>
            </w:r>
            <w:r w:rsidR="0076657C">
              <w:rPr>
                <w:rtl/>
              </w:rPr>
              <w:t xml:space="preserve"> </w:t>
            </w:r>
            <w:r w:rsidRPr="00A0264F">
              <w:rPr>
                <w:rtl/>
              </w:rPr>
              <w:t>فـي</w:t>
            </w:r>
            <w:r w:rsidR="0076657C">
              <w:rPr>
                <w:rtl/>
              </w:rPr>
              <w:t xml:space="preserve"> </w:t>
            </w:r>
            <w:r w:rsidRPr="00A0264F">
              <w:rPr>
                <w:rtl/>
              </w:rPr>
              <w:t>شأنهِ</w:t>
            </w:r>
            <w:r w:rsidR="0076657C">
              <w:rPr>
                <w:rtl/>
              </w:rPr>
              <w:t xml:space="preserve"> </w:t>
            </w:r>
            <w:r w:rsidRPr="00A0264F">
              <w:rPr>
                <w:rtl/>
              </w:rPr>
              <w:t>خبرُ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وحـسبكَ</w:t>
            </w:r>
            <w:r>
              <w:rPr>
                <w:rtl/>
              </w:rPr>
              <w:t xml:space="preserve"> </w:t>
            </w:r>
            <w:r w:rsidRPr="00A0264F">
              <w:rPr>
                <w:rtl/>
              </w:rPr>
              <w:t>عـن</w:t>
            </w:r>
            <w:r w:rsidR="0076657C">
              <w:rPr>
                <w:rtl/>
              </w:rPr>
              <w:t xml:space="preserve"> </w:t>
            </w:r>
            <w:r w:rsidRPr="00A0264F">
              <w:rPr>
                <w:rtl/>
              </w:rPr>
              <w:t>هـذا</w:t>
            </w:r>
            <w:r w:rsidR="0076657C">
              <w:rPr>
                <w:rtl/>
              </w:rPr>
              <w:t xml:space="preserve"> </w:t>
            </w:r>
            <w:r w:rsidRPr="00A0264F">
              <w:rPr>
                <w:rtl/>
              </w:rPr>
              <w:t>حـديثٌ</w:t>
            </w:r>
            <w:r w:rsidR="0076657C">
              <w:rPr>
                <w:rtl/>
              </w:rPr>
              <w:t xml:space="preserve"> </w:t>
            </w:r>
            <w:r w:rsidRPr="00A0264F">
              <w:rPr>
                <w:rtl/>
              </w:rPr>
              <w:t>مسلسلٌ</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لـعـائشةَ</w:t>
            </w:r>
            <w:r>
              <w:rPr>
                <w:rtl/>
              </w:rPr>
              <w:t xml:space="preserve"> </w:t>
            </w:r>
            <w:r w:rsidRPr="00A0264F">
              <w:rPr>
                <w:rtl/>
              </w:rPr>
              <w:t>يـنـهيهِ</w:t>
            </w:r>
            <w:r w:rsidR="0076657C">
              <w:rPr>
                <w:rtl/>
              </w:rPr>
              <w:t xml:space="preserve"> </w:t>
            </w:r>
            <w:r w:rsidRPr="00A0264F">
              <w:rPr>
                <w:rtl/>
              </w:rPr>
              <w:t>أبـنـاؤها</w:t>
            </w:r>
            <w:r w:rsidR="0076657C">
              <w:rPr>
                <w:rtl/>
              </w:rPr>
              <w:t xml:space="preserve"> </w:t>
            </w:r>
            <w:r w:rsidRPr="00A0264F">
              <w:rPr>
                <w:rtl/>
              </w:rPr>
              <w:t>الـغرُّ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بـأنّ</w:t>
            </w:r>
            <w:r>
              <w:rPr>
                <w:rtl/>
              </w:rPr>
              <w:t xml:space="preserve"> </w:t>
            </w:r>
            <w:r w:rsidRPr="00A0264F">
              <w:rPr>
                <w:rtl/>
              </w:rPr>
              <w:t>الـنبيّ</w:t>
            </w:r>
            <w:r w:rsidR="0076657C">
              <w:rPr>
                <w:rtl/>
              </w:rPr>
              <w:t xml:space="preserve"> </w:t>
            </w:r>
            <w:r w:rsidRPr="00A0264F">
              <w:rPr>
                <w:rtl/>
              </w:rPr>
              <w:t>الـمصطفى</w:t>
            </w:r>
            <w:r w:rsidR="0076657C">
              <w:rPr>
                <w:rtl/>
              </w:rPr>
              <w:t xml:space="preserve"> </w:t>
            </w:r>
            <w:r w:rsidRPr="00A0264F">
              <w:rPr>
                <w:rtl/>
              </w:rPr>
              <w:t>كـانَ</w:t>
            </w:r>
            <w:r w:rsidR="0076657C">
              <w:rPr>
                <w:rtl/>
              </w:rPr>
              <w:t xml:space="preserve"> </w:t>
            </w:r>
            <w:r w:rsidRPr="00A0264F">
              <w:rPr>
                <w:rtl/>
              </w:rPr>
              <w:t>عندهم</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وجـبريلُ</w:t>
            </w:r>
            <w:r w:rsidR="0076657C">
              <w:rPr>
                <w:rtl/>
              </w:rPr>
              <w:t xml:space="preserve"> </w:t>
            </w:r>
            <w:r w:rsidRPr="00A0264F">
              <w:rPr>
                <w:rtl/>
              </w:rPr>
              <w:t>إذ</w:t>
            </w:r>
            <w:r w:rsidR="0076657C">
              <w:rPr>
                <w:rtl/>
              </w:rPr>
              <w:t xml:space="preserve"> </w:t>
            </w:r>
            <w:r w:rsidRPr="00A0264F">
              <w:rPr>
                <w:rtl/>
              </w:rPr>
              <w:t>جـاءَ</w:t>
            </w:r>
            <w:r w:rsidR="0076657C">
              <w:rPr>
                <w:rtl/>
              </w:rPr>
              <w:t xml:space="preserve"> </w:t>
            </w:r>
            <w:r w:rsidRPr="00A0264F">
              <w:rPr>
                <w:rtl/>
              </w:rPr>
              <w:t>الـحسينُ</w:t>
            </w:r>
            <w:r w:rsidR="0076657C">
              <w:rPr>
                <w:rtl/>
              </w:rPr>
              <w:t xml:space="preserve"> </w:t>
            </w:r>
            <w:r w:rsidRPr="00A0264F">
              <w:rPr>
                <w:rtl/>
              </w:rPr>
              <w:t>ولم</w:t>
            </w:r>
            <w:r w:rsidR="0076657C">
              <w:rPr>
                <w:rtl/>
              </w:rPr>
              <w:t xml:space="preserve"> </w:t>
            </w:r>
            <w:r w:rsidRPr="00A0264F">
              <w:rPr>
                <w:rtl/>
              </w:rPr>
              <w:t>يدروا</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فـأخـبرَ</w:t>
            </w:r>
            <w:r w:rsidR="0076657C">
              <w:rPr>
                <w:rtl/>
              </w:rPr>
              <w:t xml:space="preserve"> </w:t>
            </w:r>
            <w:r w:rsidRPr="00A0264F">
              <w:rPr>
                <w:rtl/>
              </w:rPr>
              <w:t>جـبـريلُ</w:t>
            </w:r>
            <w:r w:rsidR="0076657C">
              <w:rPr>
                <w:rtl/>
              </w:rPr>
              <w:t xml:space="preserve"> </w:t>
            </w:r>
            <w:r w:rsidRPr="00A0264F">
              <w:rPr>
                <w:rtl/>
              </w:rPr>
              <w:t>الـنـبي</w:t>
            </w:r>
            <w:r w:rsidR="0076657C">
              <w:rPr>
                <w:rtl/>
              </w:rPr>
              <w:t xml:space="preserve"> </w:t>
            </w:r>
            <w:r w:rsidRPr="00A0264F">
              <w:rPr>
                <w:rtl/>
              </w:rPr>
              <w:t>بـأنّـه</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سـيُـقتلُ</w:t>
            </w:r>
            <w:r>
              <w:rPr>
                <w:rtl/>
              </w:rPr>
              <w:t xml:space="preserve"> </w:t>
            </w:r>
            <w:r w:rsidRPr="00A0264F">
              <w:rPr>
                <w:rtl/>
              </w:rPr>
              <w:t>عـدوانـاً</w:t>
            </w:r>
            <w:r w:rsidR="0076657C">
              <w:rPr>
                <w:rtl/>
              </w:rPr>
              <w:t xml:space="preserve"> </w:t>
            </w:r>
            <w:r w:rsidRPr="00A0264F">
              <w:rPr>
                <w:rtl/>
              </w:rPr>
              <w:t>وقـاتـلهُ</w:t>
            </w:r>
            <w:r w:rsidR="0076657C">
              <w:rPr>
                <w:rtl/>
              </w:rPr>
              <w:t xml:space="preserve"> </w:t>
            </w:r>
            <w:r w:rsidRPr="00A0264F">
              <w:rPr>
                <w:rtl/>
              </w:rPr>
              <w:t>شـمرُ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وإنّ</w:t>
            </w:r>
            <w:r>
              <w:rPr>
                <w:rtl/>
              </w:rPr>
              <w:t xml:space="preserve"> </w:t>
            </w:r>
            <w:r w:rsidRPr="00A0264F">
              <w:rPr>
                <w:rtl/>
              </w:rPr>
              <w:t>بـنـيهِ</w:t>
            </w:r>
            <w:r w:rsidR="0076657C">
              <w:rPr>
                <w:rtl/>
              </w:rPr>
              <w:t xml:space="preserve"> </w:t>
            </w:r>
            <w:r w:rsidRPr="00A0264F">
              <w:rPr>
                <w:rtl/>
              </w:rPr>
              <w:t>تـسـعةٌ</w:t>
            </w:r>
            <w:r w:rsidR="0076657C">
              <w:rPr>
                <w:rtl/>
              </w:rPr>
              <w:t xml:space="preserve"> </w:t>
            </w:r>
            <w:r w:rsidRPr="00A0264F">
              <w:rPr>
                <w:rtl/>
              </w:rPr>
              <w:t>ثــمّ</w:t>
            </w:r>
            <w:r w:rsidR="0076657C">
              <w:rPr>
                <w:rtl/>
              </w:rPr>
              <w:t xml:space="preserve"> </w:t>
            </w:r>
            <w:r w:rsidRPr="00A0264F">
              <w:rPr>
                <w:rtl/>
              </w:rPr>
              <w:t>عـدَّهـم</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بـأسـمائهم</w:t>
            </w:r>
            <w:r>
              <w:rPr>
                <w:rtl/>
              </w:rPr>
              <w:t xml:space="preserve"> </w:t>
            </w:r>
            <w:r w:rsidRPr="00A0264F">
              <w:rPr>
                <w:rtl/>
              </w:rPr>
              <w:t>والـتاسعُ</w:t>
            </w:r>
            <w:r w:rsidR="0076657C">
              <w:rPr>
                <w:rtl/>
              </w:rPr>
              <w:t xml:space="preserve"> </w:t>
            </w:r>
            <w:r w:rsidRPr="00A0264F">
              <w:rPr>
                <w:rtl/>
              </w:rPr>
              <w:t>الـقائمُ</w:t>
            </w:r>
            <w:r w:rsidR="0076657C">
              <w:rPr>
                <w:rtl/>
              </w:rPr>
              <w:t xml:space="preserve"> </w:t>
            </w:r>
            <w:r w:rsidRPr="00A0264F">
              <w:rPr>
                <w:rtl/>
              </w:rPr>
              <w:t>الـطهرُ</w:t>
            </w:r>
            <w:r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3D6158" w:rsidTr="003D6158">
        <w:trPr>
          <w:trHeight w:val="350"/>
        </w:trPr>
        <w:tc>
          <w:tcPr>
            <w:tcW w:w="3536" w:type="dxa"/>
          </w:tcPr>
          <w:p w:rsidR="003D6158" w:rsidRDefault="003D6158" w:rsidP="003D6158">
            <w:pPr>
              <w:pStyle w:val="libPoem"/>
            </w:pPr>
            <w:r w:rsidRPr="00A0264F">
              <w:rPr>
                <w:rtl/>
              </w:rPr>
              <w:t>وأن</w:t>
            </w:r>
            <w:r>
              <w:rPr>
                <w:rtl/>
              </w:rPr>
              <w:t xml:space="preserve"> </w:t>
            </w:r>
            <w:r w:rsidRPr="00A0264F">
              <w:rPr>
                <w:rtl/>
              </w:rPr>
              <w:t>سـيـطيلُ</w:t>
            </w:r>
            <w:r w:rsidR="0076657C">
              <w:rPr>
                <w:rtl/>
              </w:rPr>
              <w:t xml:space="preserve"> </w:t>
            </w:r>
            <w:r w:rsidRPr="00A0264F">
              <w:rPr>
                <w:rtl/>
              </w:rPr>
              <w:t>اللهُ</w:t>
            </w:r>
            <w:r w:rsidR="0076657C">
              <w:rPr>
                <w:rtl/>
              </w:rPr>
              <w:t xml:space="preserve"> </w:t>
            </w:r>
            <w:r w:rsidRPr="00A0264F">
              <w:rPr>
                <w:rtl/>
              </w:rPr>
              <w:t>غـيـبةَ</w:t>
            </w:r>
            <w:r w:rsidR="0076657C">
              <w:rPr>
                <w:rtl/>
              </w:rPr>
              <w:t xml:space="preserve"> </w:t>
            </w:r>
            <w:r w:rsidRPr="00A0264F">
              <w:rPr>
                <w:rtl/>
              </w:rPr>
              <w:t>شـخصه</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ويـشقى</w:t>
            </w:r>
            <w:r w:rsidR="0076657C">
              <w:rPr>
                <w:rtl/>
              </w:rPr>
              <w:t xml:space="preserve"> </w:t>
            </w:r>
            <w:r w:rsidRPr="00A0264F">
              <w:rPr>
                <w:rtl/>
              </w:rPr>
              <w:t>بـهِ</w:t>
            </w:r>
            <w:r w:rsidR="0076657C">
              <w:rPr>
                <w:rtl/>
              </w:rPr>
              <w:t xml:space="preserve"> </w:t>
            </w:r>
            <w:r w:rsidRPr="00A0264F">
              <w:rPr>
                <w:rtl/>
              </w:rPr>
              <w:t>مـن</w:t>
            </w:r>
            <w:r w:rsidR="0076657C">
              <w:rPr>
                <w:rtl/>
              </w:rPr>
              <w:t xml:space="preserve"> </w:t>
            </w:r>
            <w:r w:rsidRPr="00A0264F">
              <w:rPr>
                <w:rtl/>
              </w:rPr>
              <w:t>بـعدِ</w:t>
            </w:r>
            <w:r w:rsidR="0076657C">
              <w:rPr>
                <w:rtl/>
              </w:rPr>
              <w:t xml:space="preserve"> </w:t>
            </w:r>
            <w:r w:rsidRPr="00A0264F">
              <w:rPr>
                <w:rtl/>
              </w:rPr>
              <w:t>غـيبتهِ</w:t>
            </w:r>
            <w:r w:rsidR="0076657C">
              <w:rPr>
                <w:rtl/>
              </w:rPr>
              <w:t xml:space="preserve"> </w:t>
            </w:r>
            <w:r w:rsidRPr="00A0264F">
              <w:rPr>
                <w:rtl/>
              </w:rPr>
              <w:t>الكفرُ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ومـا</w:t>
            </w:r>
            <w:r>
              <w:rPr>
                <w:rtl/>
              </w:rPr>
              <w:t xml:space="preserve"> </w:t>
            </w:r>
            <w:r w:rsidRPr="00A0264F">
              <w:rPr>
                <w:rtl/>
              </w:rPr>
              <w:t>قـالَ</w:t>
            </w:r>
            <w:r w:rsidR="0076657C">
              <w:rPr>
                <w:rtl/>
              </w:rPr>
              <w:t xml:space="preserve"> </w:t>
            </w:r>
            <w:r w:rsidRPr="00A0264F">
              <w:rPr>
                <w:rtl/>
              </w:rPr>
              <w:t>فـي</w:t>
            </w:r>
            <w:r w:rsidR="0076657C">
              <w:rPr>
                <w:rtl/>
              </w:rPr>
              <w:t xml:space="preserve"> </w:t>
            </w:r>
            <w:r w:rsidRPr="00A0264F">
              <w:rPr>
                <w:rtl/>
              </w:rPr>
              <w:t>أمـرِ</w:t>
            </w:r>
            <w:r w:rsidR="0076657C">
              <w:rPr>
                <w:rtl/>
              </w:rPr>
              <w:t xml:space="preserve"> </w:t>
            </w:r>
            <w:r w:rsidRPr="00A0264F">
              <w:rPr>
                <w:rtl/>
              </w:rPr>
              <w:t>الإمـامةِ</w:t>
            </w:r>
            <w:r w:rsidR="0076657C">
              <w:rPr>
                <w:rtl/>
              </w:rPr>
              <w:t xml:space="preserve"> </w:t>
            </w:r>
            <w:r w:rsidRPr="00A0264F">
              <w:rPr>
                <w:rtl/>
              </w:rPr>
              <w:t>أحمد</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وأن</w:t>
            </w:r>
            <w:r>
              <w:rPr>
                <w:rtl/>
              </w:rPr>
              <w:t xml:space="preserve"> </w:t>
            </w:r>
            <w:r w:rsidRPr="00A0264F">
              <w:rPr>
                <w:rtl/>
              </w:rPr>
              <w:t>سـيـليها</w:t>
            </w:r>
            <w:r w:rsidR="0076657C">
              <w:rPr>
                <w:rtl/>
              </w:rPr>
              <w:t xml:space="preserve"> </w:t>
            </w:r>
            <w:r w:rsidRPr="00A0264F">
              <w:rPr>
                <w:rtl/>
              </w:rPr>
              <w:t>اثـنانِ</w:t>
            </w:r>
            <w:r w:rsidR="0076657C">
              <w:rPr>
                <w:rtl/>
              </w:rPr>
              <w:t xml:space="preserve"> </w:t>
            </w:r>
            <w:r w:rsidRPr="00A0264F">
              <w:rPr>
                <w:rtl/>
              </w:rPr>
              <w:t>بـعدهم</w:t>
            </w:r>
            <w:r w:rsidR="0076657C">
              <w:rPr>
                <w:rtl/>
              </w:rPr>
              <w:t xml:space="preserve"> </w:t>
            </w:r>
            <w:r w:rsidRPr="00A0264F">
              <w:rPr>
                <w:rtl/>
              </w:rPr>
              <w:t>عـشرُ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فـقـد</w:t>
            </w:r>
            <w:r w:rsidR="0076657C">
              <w:rPr>
                <w:rtl/>
              </w:rPr>
              <w:t xml:space="preserve"> </w:t>
            </w:r>
            <w:r w:rsidRPr="00A0264F">
              <w:rPr>
                <w:rtl/>
              </w:rPr>
              <w:t>كـادَ</w:t>
            </w:r>
            <w:r w:rsidR="0076657C">
              <w:rPr>
                <w:rtl/>
              </w:rPr>
              <w:t xml:space="preserve"> </w:t>
            </w:r>
            <w:r w:rsidRPr="00A0264F">
              <w:rPr>
                <w:rtl/>
              </w:rPr>
              <w:t>أن</w:t>
            </w:r>
            <w:r w:rsidR="0076657C">
              <w:rPr>
                <w:rtl/>
              </w:rPr>
              <w:t xml:space="preserve"> </w:t>
            </w:r>
            <w:r w:rsidRPr="00A0264F">
              <w:rPr>
                <w:rtl/>
              </w:rPr>
              <w:t>يـرويهِ</w:t>
            </w:r>
            <w:r w:rsidR="0076657C">
              <w:rPr>
                <w:rtl/>
              </w:rPr>
              <w:t xml:space="preserve"> </w:t>
            </w:r>
            <w:r w:rsidRPr="00A0264F">
              <w:rPr>
                <w:rtl/>
              </w:rPr>
              <w:t>كـلُّ</w:t>
            </w:r>
            <w:r w:rsidR="0076657C">
              <w:rPr>
                <w:rtl/>
              </w:rPr>
              <w:t xml:space="preserve"> </w:t>
            </w:r>
            <w:r w:rsidRPr="00A0264F">
              <w:rPr>
                <w:rtl/>
              </w:rPr>
              <w:t>مـحدّث</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ومـا</w:t>
            </w:r>
            <w:r>
              <w:rPr>
                <w:rtl/>
              </w:rPr>
              <w:t xml:space="preserve"> </w:t>
            </w:r>
            <w:r w:rsidRPr="00A0264F">
              <w:rPr>
                <w:rtl/>
              </w:rPr>
              <w:t>كـادَ</w:t>
            </w:r>
            <w:r w:rsidR="0076657C">
              <w:rPr>
                <w:rtl/>
              </w:rPr>
              <w:t xml:space="preserve"> </w:t>
            </w:r>
            <w:r w:rsidRPr="00A0264F">
              <w:rPr>
                <w:rtl/>
              </w:rPr>
              <w:t>يـخلو</w:t>
            </w:r>
            <w:r w:rsidR="0076657C">
              <w:rPr>
                <w:rtl/>
              </w:rPr>
              <w:t xml:space="preserve"> </w:t>
            </w:r>
            <w:r w:rsidRPr="00A0264F">
              <w:rPr>
                <w:rtl/>
              </w:rPr>
              <w:t>مـن</w:t>
            </w:r>
            <w:r w:rsidR="0076657C">
              <w:rPr>
                <w:rtl/>
              </w:rPr>
              <w:t xml:space="preserve"> </w:t>
            </w:r>
            <w:r w:rsidRPr="00A0264F">
              <w:rPr>
                <w:rtl/>
              </w:rPr>
              <w:t>تـواترهِ</w:t>
            </w:r>
            <w:r w:rsidR="0076657C">
              <w:rPr>
                <w:rtl/>
              </w:rPr>
              <w:t xml:space="preserve"> </w:t>
            </w:r>
            <w:r w:rsidRPr="00A0264F">
              <w:rPr>
                <w:rtl/>
              </w:rPr>
              <w:t>سفرُ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وفــي</w:t>
            </w:r>
            <w:r w:rsidR="0076657C">
              <w:rPr>
                <w:rtl/>
              </w:rPr>
              <w:t xml:space="preserve"> </w:t>
            </w:r>
            <w:r w:rsidRPr="00A0264F">
              <w:rPr>
                <w:rtl/>
              </w:rPr>
              <w:t>جـلّـها</w:t>
            </w:r>
            <w:r w:rsidR="0076657C">
              <w:rPr>
                <w:rtl/>
              </w:rPr>
              <w:t xml:space="preserve"> </w:t>
            </w:r>
            <w:r w:rsidRPr="00A0264F">
              <w:rPr>
                <w:rtl/>
              </w:rPr>
              <w:t>أنّ</w:t>
            </w:r>
            <w:r w:rsidR="0076657C">
              <w:rPr>
                <w:rtl/>
              </w:rPr>
              <w:t xml:space="preserve"> </w:t>
            </w:r>
            <w:r w:rsidRPr="00A0264F">
              <w:rPr>
                <w:rtl/>
              </w:rPr>
              <w:t>الـمطيعَ</w:t>
            </w:r>
            <w:r w:rsidR="0076657C">
              <w:rPr>
                <w:rtl/>
              </w:rPr>
              <w:t xml:space="preserve"> </w:t>
            </w:r>
            <w:r w:rsidRPr="00A0264F">
              <w:rPr>
                <w:rtl/>
              </w:rPr>
              <w:t>لأمـرهم</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سـينجو</w:t>
            </w:r>
            <w:r w:rsidR="0076657C">
              <w:rPr>
                <w:rtl/>
              </w:rPr>
              <w:t xml:space="preserve"> </w:t>
            </w:r>
            <w:r w:rsidRPr="00A0264F">
              <w:rPr>
                <w:rtl/>
              </w:rPr>
              <w:t>إذا</w:t>
            </w:r>
            <w:r w:rsidR="0076657C">
              <w:rPr>
                <w:rtl/>
              </w:rPr>
              <w:t xml:space="preserve"> </w:t>
            </w:r>
            <w:r w:rsidRPr="00A0264F">
              <w:rPr>
                <w:rtl/>
              </w:rPr>
              <w:t>مـا</w:t>
            </w:r>
            <w:r w:rsidR="0076657C">
              <w:rPr>
                <w:rtl/>
              </w:rPr>
              <w:t xml:space="preserve"> </w:t>
            </w:r>
            <w:r w:rsidRPr="00A0264F">
              <w:rPr>
                <w:rtl/>
              </w:rPr>
              <w:t>حـاقَ</w:t>
            </w:r>
            <w:r w:rsidR="0076657C">
              <w:rPr>
                <w:rtl/>
              </w:rPr>
              <w:t xml:space="preserve"> </w:t>
            </w:r>
            <w:r w:rsidRPr="00A0264F">
              <w:rPr>
                <w:rtl/>
              </w:rPr>
              <w:t>في</w:t>
            </w:r>
            <w:r w:rsidR="0076657C">
              <w:rPr>
                <w:rtl/>
              </w:rPr>
              <w:t xml:space="preserve"> </w:t>
            </w:r>
            <w:r w:rsidRPr="00A0264F">
              <w:rPr>
                <w:rtl/>
              </w:rPr>
              <w:t>غيرهِ</w:t>
            </w:r>
            <w:r w:rsidR="0076657C">
              <w:rPr>
                <w:rtl/>
              </w:rPr>
              <w:t xml:space="preserve"> </w:t>
            </w:r>
            <w:r w:rsidRPr="00A0264F">
              <w:rPr>
                <w:rtl/>
              </w:rPr>
              <w:t>المكرُ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فـفي</w:t>
            </w:r>
            <w:r>
              <w:rPr>
                <w:rtl/>
              </w:rPr>
              <w:t xml:space="preserve"> (</w:t>
            </w:r>
            <w:r w:rsidRPr="00A0264F">
              <w:rPr>
                <w:rtl/>
              </w:rPr>
              <w:t>أهـلِ</w:t>
            </w:r>
            <w:r w:rsidR="0076657C">
              <w:rPr>
                <w:rtl/>
              </w:rPr>
              <w:t xml:space="preserve"> </w:t>
            </w:r>
            <w:r w:rsidRPr="00A0264F">
              <w:rPr>
                <w:rtl/>
              </w:rPr>
              <w:t>بـيتي</w:t>
            </w:r>
            <w:r w:rsidR="0076657C">
              <w:rPr>
                <w:rtl/>
              </w:rPr>
              <w:t xml:space="preserve"> </w:t>
            </w:r>
            <w:r w:rsidRPr="00A0264F">
              <w:rPr>
                <w:rtl/>
              </w:rPr>
              <w:t>فلكُ</w:t>
            </w:r>
            <w:r w:rsidR="0076657C">
              <w:rPr>
                <w:rtl/>
              </w:rPr>
              <w:t xml:space="preserve"> </w:t>
            </w:r>
            <w:r w:rsidRPr="00A0264F">
              <w:rPr>
                <w:rtl/>
              </w:rPr>
              <w:t>نوحٍ</w:t>
            </w:r>
            <w:r>
              <w:rPr>
                <w:rtl/>
              </w:rPr>
              <w:t>)</w:t>
            </w:r>
            <w:r w:rsidR="0076657C">
              <w:rPr>
                <w:rtl/>
              </w:rPr>
              <w:t xml:space="preserve"> </w:t>
            </w:r>
            <w:r w:rsidRPr="00A0264F">
              <w:rPr>
                <w:rtl/>
              </w:rPr>
              <w:t>دلالة</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عـلى</w:t>
            </w:r>
            <w:r>
              <w:rPr>
                <w:rtl/>
              </w:rPr>
              <w:t xml:space="preserve"> </w:t>
            </w:r>
            <w:r w:rsidRPr="00A0264F">
              <w:rPr>
                <w:rtl/>
              </w:rPr>
              <w:t>مَـنْ</w:t>
            </w:r>
            <w:r w:rsidR="0076657C">
              <w:rPr>
                <w:rtl/>
              </w:rPr>
              <w:t xml:space="preserve"> </w:t>
            </w:r>
            <w:r w:rsidRPr="00A0264F">
              <w:rPr>
                <w:rtl/>
              </w:rPr>
              <w:t>عـناهم</w:t>
            </w:r>
            <w:r w:rsidR="0076657C">
              <w:rPr>
                <w:rtl/>
              </w:rPr>
              <w:t xml:space="preserve"> </w:t>
            </w:r>
            <w:r w:rsidRPr="00A0264F">
              <w:rPr>
                <w:rtl/>
              </w:rPr>
              <w:t>بـالإمامةِ</w:t>
            </w:r>
            <w:r w:rsidR="0076657C">
              <w:rPr>
                <w:rtl/>
              </w:rPr>
              <w:t xml:space="preserve"> </w:t>
            </w:r>
            <w:r w:rsidRPr="00A0264F">
              <w:rPr>
                <w:rtl/>
              </w:rPr>
              <w:t>يا</w:t>
            </w:r>
            <w:r w:rsidR="0076657C">
              <w:rPr>
                <w:rtl/>
              </w:rPr>
              <w:t xml:space="preserve"> </w:t>
            </w:r>
            <w:r w:rsidRPr="00A0264F">
              <w:rPr>
                <w:rtl/>
              </w:rPr>
              <w:t>حبرُ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فـمَنْ</w:t>
            </w:r>
            <w:r w:rsidR="0076657C">
              <w:rPr>
                <w:rtl/>
              </w:rPr>
              <w:t xml:space="preserve"> </w:t>
            </w:r>
            <w:r w:rsidRPr="00A0264F">
              <w:rPr>
                <w:rtl/>
              </w:rPr>
              <w:t>شـاءَ</w:t>
            </w:r>
            <w:r w:rsidR="0076657C">
              <w:rPr>
                <w:rtl/>
              </w:rPr>
              <w:t xml:space="preserve"> </w:t>
            </w:r>
            <w:r w:rsidRPr="00A0264F">
              <w:rPr>
                <w:rtl/>
              </w:rPr>
              <w:t>تـوفيقَ</w:t>
            </w:r>
            <w:r w:rsidR="0076657C">
              <w:rPr>
                <w:rtl/>
              </w:rPr>
              <w:t xml:space="preserve"> </w:t>
            </w:r>
            <w:r w:rsidRPr="00A0264F">
              <w:rPr>
                <w:rtl/>
              </w:rPr>
              <w:t>النصوصِ</w:t>
            </w:r>
            <w:r w:rsidR="0076657C">
              <w:rPr>
                <w:rtl/>
              </w:rPr>
              <w:t xml:space="preserve"> </w:t>
            </w:r>
            <w:r w:rsidRPr="00A0264F">
              <w:rPr>
                <w:rtl/>
              </w:rPr>
              <w:t>وجمعها</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أصــابَ</w:t>
            </w:r>
            <w:r w:rsidR="0076657C">
              <w:rPr>
                <w:rtl/>
              </w:rPr>
              <w:t xml:space="preserve"> </w:t>
            </w:r>
            <w:r w:rsidRPr="00A0264F">
              <w:rPr>
                <w:rtl/>
              </w:rPr>
              <w:t>وبـالـتوفيقِ</w:t>
            </w:r>
            <w:r w:rsidR="0076657C">
              <w:rPr>
                <w:rtl/>
              </w:rPr>
              <w:t xml:space="preserve"> </w:t>
            </w:r>
            <w:r w:rsidRPr="00A0264F">
              <w:rPr>
                <w:rtl/>
              </w:rPr>
              <w:t>شُـدَّ</w:t>
            </w:r>
            <w:r w:rsidR="0076657C">
              <w:rPr>
                <w:rtl/>
              </w:rPr>
              <w:t xml:space="preserve"> </w:t>
            </w:r>
            <w:r w:rsidRPr="00A0264F">
              <w:rPr>
                <w:rtl/>
              </w:rPr>
              <w:t>لـهُ</w:t>
            </w:r>
            <w:r w:rsidR="0076657C">
              <w:rPr>
                <w:rtl/>
              </w:rPr>
              <w:t xml:space="preserve"> </w:t>
            </w:r>
            <w:r w:rsidRPr="00A0264F">
              <w:rPr>
                <w:rtl/>
              </w:rPr>
              <w:t>أزرُ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وأصـبـحَ</w:t>
            </w:r>
            <w:r>
              <w:rPr>
                <w:rtl/>
              </w:rPr>
              <w:t xml:space="preserve"> </w:t>
            </w:r>
            <w:r w:rsidRPr="00A0264F">
              <w:rPr>
                <w:rtl/>
              </w:rPr>
              <w:t>ذا</w:t>
            </w:r>
            <w:r w:rsidR="0076657C">
              <w:rPr>
                <w:rtl/>
              </w:rPr>
              <w:t xml:space="preserve"> </w:t>
            </w:r>
            <w:r w:rsidRPr="00A0264F">
              <w:rPr>
                <w:rtl/>
              </w:rPr>
              <w:t>جـزمٍ</w:t>
            </w:r>
            <w:r w:rsidR="0076657C">
              <w:rPr>
                <w:rtl/>
              </w:rPr>
              <w:t xml:space="preserve"> </w:t>
            </w:r>
            <w:r w:rsidRPr="00A0264F">
              <w:rPr>
                <w:rtl/>
              </w:rPr>
              <w:t>بـنصبِ</w:t>
            </w:r>
            <w:r w:rsidR="0076657C">
              <w:rPr>
                <w:rtl/>
              </w:rPr>
              <w:t xml:space="preserve"> </w:t>
            </w:r>
            <w:r w:rsidRPr="00A0264F">
              <w:rPr>
                <w:rtl/>
              </w:rPr>
              <w:t>ولاتـنا</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لـرفعِ</w:t>
            </w:r>
            <w:r w:rsidR="0076657C">
              <w:rPr>
                <w:rtl/>
              </w:rPr>
              <w:t xml:space="preserve"> </w:t>
            </w:r>
            <w:r w:rsidRPr="00A0264F">
              <w:rPr>
                <w:rtl/>
              </w:rPr>
              <w:t>الـعمى</w:t>
            </w:r>
            <w:r w:rsidR="0076657C">
              <w:rPr>
                <w:rtl/>
              </w:rPr>
              <w:t xml:space="preserve"> </w:t>
            </w:r>
            <w:r w:rsidRPr="00A0264F">
              <w:rPr>
                <w:rtl/>
              </w:rPr>
              <w:t>عـنّا</w:t>
            </w:r>
            <w:r w:rsidR="0076657C">
              <w:rPr>
                <w:rtl/>
              </w:rPr>
              <w:t xml:space="preserve"> </w:t>
            </w:r>
            <w:r w:rsidRPr="00A0264F">
              <w:rPr>
                <w:rtl/>
              </w:rPr>
              <w:t>بـهم</w:t>
            </w:r>
            <w:r w:rsidR="0076657C">
              <w:rPr>
                <w:rtl/>
              </w:rPr>
              <w:t xml:space="preserve"> </w:t>
            </w:r>
            <w:r w:rsidRPr="00A0264F">
              <w:rPr>
                <w:rtl/>
              </w:rPr>
              <w:t>يُجبرُ</w:t>
            </w:r>
            <w:r w:rsidR="0076657C">
              <w:rPr>
                <w:rtl/>
              </w:rPr>
              <w:t xml:space="preserve"> </w:t>
            </w:r>
            <w:r w:rsidRPr="00A0264F">
              <w:rPr>
                <w:rtl/>
              </w:rPr>
              <w:t>الكسرُ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وآخـرهـم</w:t>
            </w:r>
            <w:r w:rsidR="0076657C">
              <w:rPr>
                <w:rtl/>
              </w:rPr>
              <w:t xml:space="preserve"> </w:t>
            </w:r>
            <w:r w:rsidRPr="00A0264F">
              <w:rPr>
                <w:rtl/>
              </w:rPr>
              <w:t>هــذا</w:t>
            </w:r>
            <w:r w:rsidR="0076657C">
              <w:rPr>
                <w:rtl/>
              </w:rPr>
              <w:t xml:space="preserve"> </w:t>
            </w:r>
            <w:r w:rsidRPr="00A0264F">
              <w:rPr>
                <w:rtl/>
              </w:rPr>
              <w:t>الـذي</w:t>
            </w:r>
            <w:r w:rsidR="0076657C">
              <w:rPr>
                <w:rtl/>
              </w:rPr>
              <w:t xml:space="preserve"> </w:t>
            </w:r>
            <w:r w:rsidRPr="00A0264F">
              <w:rPr>
                <w:rtl/>
              </w:rPr>
              <w:t>قـلتُ</w:t>
            </w:r>
            <w:r w:rsidR="0076657C">
              <w:rPr>
                <w:rtl/>
              </w:rPr>
              <w:t xml:space="preserve"> </w:t>
            </w:r>
            <w:r w:rsidRPr="00A0264F">
              <w:rPr>
                <w:rtl/>
              </w:rPr>
              <w:t>إنّـه</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Pr>
                <w:rtl/>
              </w:rPr>
              <w:t>(</w:t>
            </w:r>
            <w:r w:rsidRPr="00A0264F">
              <w:rPr>
                <w:rtl/>
              </w:rPr>
              <w:t>تـنازعُ</w:t>
            </w:r>
            <w:r w:rsidR="0076657C">
              <w:rPr>
                <w:rtl/>
              </w:rPr>
              <w:t xml:space="preserve"> </w:t>
            </w:r>
            <w:r w:rsidRPr="00A0264F">
              <w:rPr>
                <w:rtl/>
              </w:rPr>
              <w:t>فـيهِ</w:t>
            </w:r>
            <w:r w:rsidR="0076657C">
              <w:rPr>
                <w:rtl/>
              </w:rPr>
              <w:t xml:space="preserve"> </w:t>
            </w:r>
            <w:r w:rsidRPr="00A0264F">
              <w:rPr>
                <w:rtl/>
              </w:rPr>
              <w:t>الـناسُ</w:t>
            </w:r>
            <w:r w:rsidR="0076657C">
              <w:rPr>
                <w:rtl/>
              </w:rPr>
              <w:t xml:space="preserve"> </w:t>
            </w:r>
            <w:r w:rsidRPr="00A0264F">
              <w:rPr>
                <w:rtl/>
              </w:rPr>
              <w:t>واشتبه</w:t>
            </w:r>
            <w:r w:rsidR="0076657C">
              <w:rPr>
                <w:rtl/>
              </w:rPr>
              <w:t xml:space="preserve"> </w:t>
            </w:r>
            <w:r w:rsidRPr="00A0264F">
              <w:rPr>
                <w:rtl/>
              </w:rPr>
              <w:t>الأمرُ</w:t>
            </w:r>
            <w:r>
              <w:rPr>
                <w:rtl/>
              </w:rPr>
              <w:t>)</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وقــولـكَ</w:t>
            </w:r>
            <w:r w:rsidR="0076657C">
              <w:rPr>
                <w:rtl/>
              </w:rPr>
              <w:t xml:space="preserve"> </w:t>
            </w:r>
            <w:r w:rsidRPr="00A0264F">
              <w:rPr>
                <w:rtl/>
              </w:rPr>
              <w:t>إنّ</w:t>
            </w:r>
            <w:r w:rsidR="0076657C">
              <w:rPr>
                <w:rtl/>
              </w:rPr>
              <w:t xml:space="preserve"> </w:t>
            </w:r>
            <w:r w:rsidRPr="00A0264F">
              <w:rPr>
                <w:rtl/>
              </w:rPr>
              <w:t>الـوقـتَ</w:t>
            </w:r>
            <w:r w:rsidR="0076657C">
              <w:rPr>
                <w:rtl/>
              </w:rPr>
              <w:t xml:space="preserve"> </w:t>
            </w:r>
            <w:r w:rsidRPr="00A0264F">
              <w:rPr>
                <w:rtl/>
              </w:rPr>
              <w:t>داعٍ</w:t>
            </w:r>
            <w:r w:rsidR="0076657C">
              <w:rPr>
                <w:rtl/>
              </w:rPr>
              <w:t xml:space="preserve"> </w:t>
            </w:r>
            <w:r w:rsidRPr="00A0264F">
              <w:rPr>
                <w:rtl/>
              </w:rPr>
              <w:t>لـمـثله</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إذا</w:t>
            </w:r>
            <w:r w:rsidR="0076657C">
              <w:rPr>
                <w:rtl/>
              </w:rPr>
              <w:t xml:space="preserve"> </w:t>
            </w:r>
            <w:r w:rsidRPr="00A0264F">
              <w:rPr>
                <w:rtl/>
              </w:rPr>
              <w:t>صَـحَّ</w:t>
            </w:r>
            <w:r w:rsidR="0076657C">
              <w:rPr>
                <w:rtl/>
              </w:rPr>
              <w:t xml:space="preserve"> </w:t>
            </w:r>
            <w:r w:rsidRPr="00A0264F">
              <w:rPr>
                <w:rtl/>
              </w:rPr>
              <w:t>لِـمْ</w:t>
            </w:r>
            <w:r w:rsidR="0076657C">
              <w:rPr>
                <w:rtl/>
              </w:rPr>
              <w:t xml:space="preserve"> </w:t>
            </w:r>
            <w:r w:rsidRPr="00A0264F">
              <w:rPr>
                <w:rtl/>
              </w:rPr>
              <w:t>لا</w:t>
            </w:r>
            <w:r w:rsidR="0076657C">
              <w:rPr>
                <w:rtl/>
              </w:rPr>
              <w:t xml:space="preserve"> </w:t>
            </w:r>
            <w:r w:rsidRPr="00A0264F">
              <w:rPr>
                <w:rtl/>
              </w:rPr>
              <w:t>ذبَّ</w:t>
            </w:r>
            <w:r w:rsidR="0076657C">
              <w:rPr>
                <w:rtl/>
              </w:rPr>
              <w:t xml:space="preserve"> </w:t>
            </w:r>
            <w:r w:rsidRPr="00A0264F">
              <w:rPr>
                <w:rtl/>
              </w:rPr>
              <w:t>عـن</w:t>
            </w:r>
            <w:r w:rsidR="0076657C">
              <w:rPr>
                <w:rtl/>
              </w:rPr>
              <w:t xml:space="preserve"> </w:t>
            </w:r>
            <w:r w:rsidRPr="00A0264F">
              <w:rPr>
                <w:rtl/>
              </w:rPr>
              <w:t>لـبّهِ</w:t>
            </w:r>
            <w:r w:rsidR="0076657C">
              <w:rPr>
                <w:rtl/>
              </w:rPr>
              <w:t xml:space="preserve"> </w:t>
            </w:r>
            <w:r w:rsidRPr="00A0264F">
              <w:rPr>
                <w:rtl/>
              </w:rPr>
              <w:t>القشرُ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وقــولـكَ</w:t>
            </w:r>
            <w:r>
              <w:rPr>
                <w:rtl/>
              </w:rPr>
              <w:t xml:space="preserve"> </w:t>
            </w:r>
            <w:r w:rsidRPr="00A0264F">
              <w:rPr>
                <w:rtl/>
              </w:rPr>
              <w:t>إنّ</w:t>
            </w:r>
            <w:r w:rsidR="0076657C">
              <w:rPr>
                <w:rtl/>
              </w:rPr>
              <w:t xml:space="preserve"> </w:t>
            </w:r>
            <w:r w:rsidRPr="00A0264F">
              <w:rPr>
                <w:rtl/>
              </w:rPr>
              <w:t>الاخـتـفاءَ</w:t>
            </w:r>
            <w:r w:rsidR="0076657C">
              <w:rPr>
                <w:rtl/>
              </w:rPr>
              <w:t xml:space="preserve"> </w:t>
            </w:r>
            <w:r w:rsidRPr="00A0264F">
              <w:rPr>
                <w:rtl/>
              </w:rPr>
              <w:t>مـخـافة</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مـن</w:t>
            </w:r>
            <w:r w:rsidR="0076657C">
              <w:rPr>
                <w:rtl/>
              </w:rPr>
              <w:t xml:space="preserve"> </w:t>
            </w:r>
            <w:r w:rsidRPr="00A0264F">
              <w:rPr>
                <w:rtl/>
              </w:rPr>
              <w:t>الـقتلِ</w:t>
            </w:r>
            <w:r w:rsidR="0076657C">
              <w:rPr>
                <w:rtl/>
              </w:rPr>
              <w:t xml:space="preserve"> </w:t>
            </w:r>
            <w:r w:rsidRPr="00A0264F">
              <w:rPr>
                <w:rtl/>
              </w:rPr>
              <w:t>شـي‌ءٌ</w:t>
            </w:r>
            <w:r w:rsidR="0076657C">
              <w:rPr>
                <w:rtl/>
              </w:rPr>
              <w:t xml:space="preserve"> </w:t>
            </w:r>
            <w:r w:rsidRPr="00A0264F">
              <w:rPr>
                <w:rtl/>
              </w:rPr>
              <w:t>لا</w:t>
            </w:r>
            <w:r w:rsidR="0076657C">
              <w:rPr>
                <w:rtl/>
              </w:rPr>
              <w:t xml:space="preserve"> </w:t>
            </w:r>
            <w:r w:rsidRPr="00A0264F">
              <w:rPr>
                <w:rtl/>
              </w:rPr>
              <w:t>يـجوزهُ</w:t>
            </w:r>
            <w:r w:rsidR="0076657C">
              <w:rPr>
                <w:rtl/>
              </w:rPr>
              <w:t xml:space="preserve"> </w:t>
            </w:r>
            <w:r w:rsidRPr="00A0264F">
              <w:rPr>
                <w:rtl/>
              </w:rPr>
              <w:t>الحجرُ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فـقل</w:t>
            </w:r>
            <w:r>
              <w:rPr>
                <w:rtl/>
              </w:rPr>
              <w:t xml:space="preserve"> </w:t>
            </w:r>
            <w:r w:rsidRPr="00A0264F">
              <w:rPr>
                <w:rtl/>
              </w:rPr>
              <w:t>لـي</w:t>
            </w:r>
            <w:r w:rsidR="0076657C">
              <w:rPr>
                <w:rtl/>
              </w:rPr>
              <w:t xml:space="preserve"> </w:t>
            </w:r>
            <w:r w:rsidRPr="00A0264F">
              <w:rPr>
                <w:rtl/>
              </w:rPr>
              <w:t>لـماذا</w:t>
            </w:r>
            <w:r w:rsidR="0076657C">
              <w:rPr>
                <w:rtl/>
              </w:rPr>
              <w:t xml:space="preserve"> </w:t>
            </w:r>
            <w:r w:rsidRPr="00A0264F">
              <w:rPr>
                <w:rtl/>
              </w:rPr>
              <w:t>غابَ</w:t>
            </w:r>
            <w:r w:rsidR="0076657C">
              <w:rPr>
                <w:rtl/>
              </w:rPr>
              <w:t xml:space="preserve"> </w:t>
            </w:r>
            <w:r w:rsidRPr="00A0264F">
              <w:rPr>
                <w:rtl/>
              </w:rPr>
              <w:t>في</w:t>
            </w:r>
            <w:r w:rsidR="0076657C">
              <w:rPr>
                <w:rtl/>
              </w:rPr>
              <w:t xml:space="preserve"> </w:t>
            </w:r>
            <w:r w:rsidRPr="00A0264F">
              <w:rPr>
                <w:rtl/>
              </w:rPr>
              <w:t>الغارِ</w:t>
            </w:r>
            <w:r w:rsidR="0076657C">
              <w:rPr>
                <w:rtl/>
              </w:rPr>
              <w:t xml:space="preserve"> </w:t>
            </w:r>
            <w:r w:rsidRPr="00A0264F">
              <w:rPr>
                <w:rtl/>
              </w:rPr>
              <w:t>أحمد</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وصـاحبهُ</w:t>
            </w:r>
            <w:r w:rsidR="0076657C">
              <w:rPr>
                <w:rtl/>
              </w:rPr>
              <w:t xml:space="preserve"> </w:t>
            </w:r>
            <w:r w:rsidRPr="00A0264F">
              <w:rPr>
                <w:rtl/>
              </w:rPr>
              <w:t>الـصدّيقُ</w:t>
            </w:r>
            <w:r w:rsidR="0076657C">
              <w:rPr>
                <w:rtl/>
              </w:rPr>
              <w:t xml:space="preserve"> </w:t>
            </w:r>
            <w:r w:rsidRPr="00A0264F">
              <w:rPr>
                <w:rtl/>
              </w:rPr>
              <w:t>إذ</w:t>
            </w:r>
            <w:r w:rsidR="0076657C">
              <w:rPr>
                <w:rtl/>
              </w:rPr>
              <w:t xml:space="preserve"> </w:t>
            </w:r>
            <w:r w:rsidRPr="00A0264F">
              <w:rPr>
                <w:rtl/>
              </w:rPr>
              <w:t>حَـسُنَ</w:t>
            </w:r>
            <w:r w:rsidR="0076657C">
              <w:rPr>
                <w:rtl/>
              </w:rPr>
              <w:t xml:space="preserve"> </w:t>
            </w:r>
            <w:r w:rsidRPr="00A0264F">
              <w:rPr>
                <w:rtl/>
              </w:rPr>
              <w:t>الـحذرُ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ولِــمْ</w:t>
            </w:r>
            <w:r w:rsidR="0076657C">
              <w:rPr>
                <w:rtl/>
              </w:rPr>
              <w:t xml:space="preserve"> </w:t>
            </w:r>
            <w:r w:rsidRPr="00A0264F">
              <w:rPr>
                <w:rtl/>
              </w:rPr>
              <w:t>أُمِــرَتْ</w:t>
            </w:r>
            <w:r w:rsidR="0076657C">
              <w:rPr>
                <w:rtl/>
              </w:rPr>
              <w:t xml:space="preserve"> </w:t>
            </w:r>
            <w:r w:rsidRPr="00A0264F">
              <w:rPr>
                <w:rtl/>
              </w:rPr>
              <w:t>أُمّ</w:t>
            </w:r>
            <w:r w:rsidR="0076657C">
              <w:rPr>
                <w:rtl/>
              </w:rPr>
              <w:t xml:space="preserve"> </w:t>
            </w:r>
            <w:r w:rsidRPr="00A0264F">
              <w:rPr>
                <w:rtl/>
              </w:rPr>
              <w:t>الـكـليمِ</w:t>
            </w:r>
            <w:r w:rsidR="0076657C">
              <w:rPr>
                <w:rtl/>
              </w:rPr>
              <w:t xml:space="preserve"> </w:t>
            </w:r>
            <w:r w:rsidRPr="00A0264F">
              <w:rPr>
                <w:rtl/>
              </w:rPr>
              <w:t>بـقـذفه</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إلـى</w:t>
            </w:r>
            <w:r>
              <w:rPr>
                <w:rtl/>
              </w:rPr>
              <w:t xml:space="preserve"> </w:t>
            </w:r>
            <w:r w:rsidRPr="00A0264F">
              <w:rPr>
                <w:rtl/>
              </w:rPr>
              <w:t>نيلِ</w:t>
            </w:r>
            <w:r w:rsidR="0076657C">
              <w:rPr>
                <w:rtl/>
              </w:rPr>
              <w:t xml:space="preserve"> </w:t>
            </w:r>
            <w:r w:rsidRPr="00A0264F">
              <w:rPr>
                <w:rtl/>
              </w:rPr>
              <w:t>مصرَ</w:t>
            </w:r>
            <w:r w:rsidR="0076657C">
              <w:rPr>
                <w:rtl/>
              </w:rPr>
              <w:t xml:space="preserve"> </w:t>
            </w:r>
            <w:r w:rsidRPr="00A0264F">
              <w:rPr>
                <w:rtl/>
              </w:rPr>
              <w:t>حينَ</w:t>
            </w:r>
            <w:r w:rsidR="0076657C">
              <w:rPr>
                <w:rtl/>
              </w:rPr>
              <w:t xml:space="preserve"> </w:t>
            </w:r>
            <w:r w:rsidRPr="00A0264F">
              <w:rPr>
                <w:rtl/>
              </w:rPr>
              <w:t>ضاقت</w:t>
            </w:r>
            <w:r w:rsidR="0076657C">
              <w:rPr>
                <w:rtl/>
              </w:rPr>
              <w:t xml:space="preserve"> </w:t>
            </w:r>
            <w:r w:rsidRPr="00A0264F">
              <w:rPr>
                <w:rtl/>
              </w:rPr>
              <w:t>بهِ</w:t>
            </w:r>
            <w:r w:rsidR="0076657C">
              <w:rPr>
                <w:rtl/>
              </w:rPr>
              <w:t xml:space="preserve"> </w:t>
            </w:r>
            <w:r w:rsidRPr="00A0264F">
              <w:rPr>
                <w:rtl/>
              </w:rPr>
              <w:t>مصرُ؟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وكـم</w:t>
            </w:r>
            <w:r w:rsidR="0076657C">
              <w:rPr>
                <w:rtl/>
              </w:rPr>
              <w:t xml:space="preserve"> </w:t>
            </w:r>
            <w:r w:rsidRPr="00A0264F">
              <w:rPr>
                <w:rtl/>
              </w:rPr>
              <w:t>مـن</w:t>
            </w:r>
            <w:r w:rsidR="0076657C">
              <w:rPr>
                <w:rtl/>
              </w:rPr>
              <w:t xml:space="preserve"> </w:t>
            </w:r>
            <w:r w:rsidRPr="00A0264F">
              <w:rPr>
                <w:rtl/>
              </w:rPr>
              <w:t>رسـولٍ</w:t>
            </w:r>
            <w:r w:rsidR="0076657C">
              <w:rPr>
                <w:rtl/>
              </w:rPr>
              <w:t xml:space="preserve"> </w:t>
            </w:r>
            <w:r w:rsidRPr="00A0264F">
              <w:rPr>
                <w:rtl/>
              </w:rPr>
              <w:t>خافَ</w:t>
            </w:r>
            <w:r w:rsidR="0076657C">
              <w:rPr>
                <w:rtl/>
              </w:rPr>
              <w:t xml:space="preserve"> </w:t>
            </w:r>
            <w:r w:rsidRPr="00A0264F">
              <w:rPr>
                <w:rtl/>
              </w:rPr>
              <w:t>أعداهُ</w:t>
            </w:r>
            <w:r w:rsidR="0076657C">
              <w:rPr>
                <w:rtl/>
              </w:rPr>
              <w:t xml:space="preserve"> </w:t>
            </w:r>
            <w:r w:rsidRPr="00A0264F">
              <w:rPr>
                <w:rtl/>
              </w:rPr>
              <w:t>فاختفى</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وكــم</w:t>
            </w:r>
            <w:r>
              <w:rPr>
                <w:rtl/>
              </w:rPr>
              <w:t xml:space="preserve"> </w:t>
            </w:r>
            <w:r w:rsidRPr="00A0264F">
              <w:rPr>
                <w:rtl/>
              </w:rPr>
              <w:t>أنـبياءٍ</w:t>
            </w:r>
            <w:r w:rsidR="0076657C">
              <w:rPr>
                <w:rtl/>
              </w:rPr>
              <w:t xml:space="preserve"> </w:t>
            </w:r>
            <w:r w:rsidRPr="00A0264F">
              <w:rPr>
                <w:rtl/>
              </w:rPr>
              <w:t>مـن</w:t>
            </w:r>
            <w:r w:rsidR="0076657C">
              <w:rPr>
                <w:rtl/>
              </w:rPr>
              <w:t xml:space="preserve"> </w:t>
            </w:r>
            <w:r w:rsidRPr="00A0264F">
              <w:rPr>
                <w:rtl/>
              </w:rPr>
              <w:t>أعـاديهمُ</w:t>
            </w:r>
            <w:r w:rsidR="0076657C">
              <w:rPr>
                <w:rtl/>
              </w:rPr>
              <w:t xml:space="preserve"> </w:t>
            </w:r>
            <w:r w:rsidRPr="00A0264F">
              <w:rPr>
                <w:rtl/>
              </w:rPr>
              <w:t>فـرّوا</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أيـعجزُ</w:t>
            </w:r>
            <w:r>
              <w:rPr>
                <w:rtl/>
              </w:rPr>
              <w:t xml:space="preserve"> </w:t>
            </w:r>
            <w:r w:rsidRPr="00A0264F">
              <w:rPr>
                <w:rtl/>
              </w:rPr>
              <w:t>ربُّ</w:t>
            </w:r>
            <w:r w:rsidR="0076657C">
              <w:rPr>
                <w:rtl/>
              </w:rPr>
              <w:t xml:space="preserve"> </w:t>
            </w:r>
            <w:r w:rsidRPr="00A0264F">
              <w:rPr>
                <w:rtl/>
              </w:rPr>
              <w:t>الـخلقِ</w:t>
            </w:r>
            <w:r w:rsidR="0076657C">
              <w:rPr>
                <w:rtl/>
              </w:rPr>
              <w:t xml:space="preserve"> </w:t>
            </w:r>
            <w:r w:rsidRPr="00A0264F">
              <w:rPr>
                <w:rtl/>
              </w:rPr>
              <w:t>عـن</w:t>
            </w:r>
            <w:r w:rsidR="0076657C">
              <w:rPr>
                <w:rtl/>
              </w:rPr>
              <w:t xml:space="preserve"> </w:t>
            </w:r>
            <w:r w:rsidRPr="00A0264F">
              <w:rPr>
                <w:rtl/>
              </w:rPr>
              <w:t>نصرِ</w:t>
            </w:r>
            <w:r w:rsidR="0076657C">
              <w:rPr>
                <w:rtl/>
              </w:rPr>
              <w:t xml:space="preserve"> </w:t>
            </w:r>
            <w:r w:rsidRPr="00A0264F">
              <w:rPr>
                <w:rtl/>
              </w:rPr>
              <w:t>دينه</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عـلى</w:t>
            </w:r>
            <w:r>
              <w:rPr>
                <w:rtl/>
              </w:rPr>
              <w:t xml:space="preserve"> </w:t>
            </w:r>
            <w:r w:rsidRPr="00A0264F">
              <w:rPr>
                <w:rtl/>
              </w:rPr>
              <w:t>غـيرهم؟</w:t>
            </w:r>
            <w:r w:rsidR="0076657C">
              <w:rPr>
                <w:rtl/>
              </w:rPr>
              <w:t xml:space="preserve"> </w:t>
            </w:r>
            <w:r w:rsidRPr="00A0264F">
              <w:rPr>
                <w:rtl/>
              </w:rPr>
              <w:t>كـلاّ</w:t>
            </w:r>
            <w:r w:rsidR="0076657C">
              <w:rPr>
                <w:rtl/>
              </w:rPr>
              <w:t xml:space="preserve"> </w:t>
            </w:r>
            <w:r w:rsidRPr="00A0264F">
              <w:rPr>
                <w:rtl/>
              </w:rPr>
              <w:t>فـهذا</w:t>
            </w:r>
            <w:r w:rsidR="0076657C">
              <w:rPr>
                <w:rtl/>
              </w:rPr>
              <w:t xml:space="preserve"> </w:t>
            </w:r>
            <w:r w:rsidRPr="00A0264F">
              <w:rPr>
                <w:rtl/>
              </w:rPr>
              <w:t>هو</w:t>
            </w:r>
            <w:r w:rsidR="0076657C">
              <w:rPr>
                <w:rtl/>
              </w:rPr>
              <w:t xml:space="preserve"> </w:t>
            </w:r>
            <w:r w:rsidRPr="00A0264F">
              <w:rPr>
                <w:rtl/>
              </w:rPr>
              <w:t>الكفرُ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وهـل</w:t>
            </w:r>
            <w:r w:rsidR="0076657C">
              <w:rPr>
                <w:rtl/>
              </w:rPr>
              <w:t xml:space="preserve"> </w:t>
            </w:r>
            <w:r w:rsidRPr="00A0264F">
              <w:rPr>
                <w:rtl/>
              </w:rPr>
              <w:t>شـاركوهُ</w:t>
            </w:r>
            <w:r w:rsidR="0076657C">
              <w:rPr>
                <w:rtl/>
              </w:rPr>
              <w:t xml:space="preserve"> </w:t>
            </w:r>
            <w:r w:rsidRPr="00A0264F">
              <w:rPr>
                <w:rtl/>
              </w:rPr>
              <w:t>فـي</w:t>
            </w:r>
            <w:r w:rsidR="0076657C">
              <w:rPr>
                <w:rtl/>
              </w:rPr>
              <w:t xml:space="preserve"> </w:t>
            </w:r>
            <w:r w:rsidRPr="00A0264F">
              <w:rPr>
                <w:rtl/>
              </w:rPr>
              <w:t>الـذي</w:t>
            </w:r>
            <w:r w:rsidR="0076657C">
              <w:rPr>
                <w:rtl/>
              </w:rPr>
              <w:t xml:space="preserve"> </w:t>
            </w:r>
            <w:r w:rsidRPr="00A0264F">
              <w:rPr>
                <w:rtl/>
              </w:rPr>
              <w:t>قـلتَ</w:t>
            </w:r>
            <w:r w:rsidR="0076657C">
              <w:rPr>
                <w:rtl/>
              </w:rPr>
              <w:t xml:space="preserve"> </w:t>
            </w:r>
            <w:r w:rsidRPr="00A0264F">
              <w:rPr>
                <w:rtl/>
              </w:rPr>
              <w:t>إنّه</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يــؤول</w:t>
            </w:r>
            <w:r w:rsidR="0076657C">
              <w:rPr>
                <w:rtl/>
              </w:rPr>
              <w:t xml:space="preserve"> </w:t>
            </w:r>
            <w:r w:rsidRPr="00A0264F">
              <w:rPr>
                <w:rtl/>
              </w:rPr>
              <w:t>إلـى</w:t>
            </w:r>
            <w:r w:rsidR="0076657C">
              <w:rPr>
                <w:rtl/>
              </w:rPr>
              <w:t xml:space="preserve"> </w:t>
            </w:r>
            <w:r w:rsidRPr="00A0264F">
              <w:rPr>
                <w:rtl/>
              </w:rPr>
              <w:t>جـبنِ</w:t>
            </w:r>
            <w:r w:rsidR="0076657C">
              <w:rPr>
                <w:rtl/>
              </w:rPr>
              <w:t xml:space="preserve"> </w:t>
            </w:r>
            <w:r w:rsidRPr="00A0264F">
              <w:rPr>
                <w:rtl/>
              </w:rPr>
              <w:t>الإمـامِ</w:t>
            </w:r>
            <w:r w:rsidR="0076657C">
              <w:rPr>
                <w:rtl/>
              </w:rPr>
              <w:t xml:space="preserve"> </w:t>
            </w:r>
            <w:r w:rsidRPr="00A0264F">
              <w:rPr>
                <w:rtl/>
              </w:rPr>
              <w:t>ويـنجرُّ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فـإن</w:t>
            </w:r>
            <w:r>
              <w:rPr>
                <w:rtl/>
              </w:rPr>
              <w:t xml:space="preserve"> </w:t>
            </w:r>
            <w:r w:rsidRPr="00A0264F">
              <w:rPr>
                <w:rtl/>
              </w:rPr>
              <w:t>قـلتَ</w:t>
            </w:r>
            <w:r w:rsidR="0076657C">
              <w:rPr>
                <w:rtl/>
              </w:rPr>
              <w:t xml:space="preserve"> </w:t>
            </w:r>
            <w:r w:rsidRPr="00A0264F">
              <w:rPr>
                <w:rtl/>
              </w:rPr>
              <w:t>هـذا</w:t>
            </w:r>
            <w:r w:rsidR="0076657C">
              <w:rPr>
                <w:rtl/>
              </w:rPr>
              <w:t xml:space="preserve"> </w:t>
            </w:r>
            <w:r w:rsidRPr="00A0264F">
              <w:rPr>
                <w:rtl/>
              </w:rPr>
              <w:t>كـانَ</w:t>
            </w:r>
            <w:r w:rsidR="0076657C">
              <w:rPr>
                <w:rtl/>
              </w:rPr>
              <w:t xml:space="preserve"> </w:t>
            </w:r>
            <w:r w:rsidRPr="00A0264F">
              <w:rPr>
                <w:rtl/>
              </w:rPr>
              <w:t>فيهم</w:t>
            </w:r>
            <w:r w:rsidR="0076657C">
              <w:rPr>
                <w:rtl/>
              </w:rPr>
              <w:t xml:space="preserve"> </w:t>
            </w:r>
            <w:r w:rsidRPr="00A0264F">
              <w:rPr>
                <w:rtl/>
              </w:rPr>
              <w:t>بأمرِ</w:t>
            </w:r>
            <w:r w:rsidR="0076657C">
              <w:rPr>
                <w:rtl/>
              </w:rPr>
              <w:t xml:space="preserve"> </w:t>
            </w:r>
            <w:r w:rsidRPr="00A0264F">
              <w:rPr>
                <w:rtl/>
              </w:rPr>
              <w:t>مَنْ</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لـهُ</w:t>
            </w:r>
            <w:r>
              <w:rPr>
                <w:rtl/>
              </w:rPr>
              <w:t xml:space="preserve"> </w:t>
            </w:r>
            <w:r w:rsidRPr="00A0264F">
              <w:rPr>
                <w:rtl/>
              </w:rPr>
              <w:t>الأمـرُ</w:t>
            </w:r>
            <w:r w:rsidR="0076657C">
              <w:rPr>
                <w:rtl/>
              </w:rPr>
              <w:t xml:space="preserve"> </w:t>
            </w:r>
            <w:r w:rsidRPr="00A0264F">
              <w:rPr>
                <w:rtl/>
              </w:rPr>
              <w:t>في</w:t>
            </w:r>
            <w:r w:rsidR="0076657C">
              <w:rPr>
                <w:rtl/>
              </w:rPr>
              <w:t xml:space="preserve"> </w:t>
            </w:r>
            <w:r w:rsidRPr="00A0264F">
              <w:rPr>
                <w:rtl/>
              </w:rPr>
              <w:t>الأكوانِ</w:t>
            </w:r>
            <w:r w:rsidR="0076657C">
              <w:rPr>
                <w:rtl/>
              </w:rPr>
              <w:t xml:space="preserve"> </w:t>
            </w:r>
            <w:r w:rsidRPr="00A0264F">
              <w:rPr>
                <w:rtl/>
              </w:rPr>
              <w:t>والحمدُ</w:t>
            </w:r>
            <w:r w:rsidR="0076657C">
              <w:rPr>
                <w:rtl/>
              </w:rPr>
              <w:t xml:space="preserve"> </w:t>
            </w:r>
            <w:r w:rsidRPr="00A0264F">
              <w:rPr>
                <w:rtl/>
              </w:rPr>
              <w:t>والشكرُ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فـقلْ</w:t>
            </w:r>
            <w:r>
              <w:rPr>
                <w:rtl/>
              </w:rPr>
              <w:t xml:space="preserve"> </w:t>
            </w:r>
            <w:r w:rsidRPr="00A0264F">
              <w:rPr>
                <w:rtl/>
              </w:rPr>
              <w:t>فـيهِ</w:t>
            </w:r>
            <w:r w:rsidR="0076657C">
              <w:rPr>
                <w:rtl/>
              </w:rPr>
              <w:t xml:space="preserve"> </w:t>
            </w:r>
            <w:r w:rsidRPr="00A0264F">
              <w:rPr>
                <w:rtl/>
              </w:rPr>
              <w:t>مـا</w:t>
            </w:r>
            <w:r w:rsidR="0076657C">
              <w:rPr>
                <w:rtl/>
              </w:rPr>
              <w:t xml:space="preserve"> </w:t>
            </w:r>
            <w:r w:rsidRPr="00A0264F">
              <w:rPr>
                <w:rtl/>
              </w:rPr>
              <w:t>قـد</w:t>
            </w:r>
            <w:r w:rsidR="0076657C">
              <w:rPr>
                <w:rtl/>
              </w:rPr>
              <w:t xml:space="preserve"> </w:t>
            </w:r>
            <w:r w:rsidRPr="00A0264F">
              <w:rPr>
                <w:rtl/>
              </w:rPr>
              <w:t>قـلتَ</w:t>
            </w:r>
            <w:r w:rsidR="0076657C">
              <w:rPr>
                <w:rtl/>
              </w:rPr>
              <w:t xml:space="preserve"> </w:t>
            </w:r>
            <w:r w:rsidRPr="00A0264F">
              <w:rPr>
                <w:rtl/>
              </w:rPr>
              <w:t>فيهم</w:t>
            </w:r>
            <w:r w:rsidR="0076657C">
              <w:rPr>
                <w:rtl/>
              </w:rPr>
              <w:t xml:space="preserve"> </w:t>
            </w:r>
            <w:r w:rsidRPr="00A0264F">
              <w:rPr>
                <w:rtl/>
              </w:rPr>
              <w:t>فكلّهم</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عـلى</w:t>
            </w:r>
            <w:r>
              <w:rPr>
                <w:rtl/>
              </w:rPr>
              <w:t xml:space="preserve"> </w:t>
            </w:r>
            <w:r w:rsidRPr="00A0264F">
              <w:rPr>
                <w:rtl/>
              </w:rPr>
              <w:t>مـا</w:t>
            </w:r>
            <w:r w:rsidR="0076657C">
              <w:rPr>
                <w:rtl/>
              </w:rPr>
              <w:t xml:space="preserve"> </w:t>
            </w:r>
            <w:r w:rsidRPr="00A0264F">
              <w:rPr>
                <w:rtl/>
              </w:rPr>
              <w:t>أرادَ</w:t>
            </w:r>
            <w:r w:rsidR="0076657C">
              <w:rPr>
                <w:rtl/>
              </w:rPr>
              <w:t xml:space="preserve"> </w:t>
            </w:r>
            <w:r w:rsidRPr="00A0264F">
              <w:rPr>
                <w:rtl/>
              </w:rPr>
              <w:t>اللهُ</w:t>
            </w:r>
            <w:r w:rsidR="0076657C">
              <w:rPr>
                <w:rtl/>
              </w:rPr>
              <w:t xml:space="preserve"> </w:t>
            </w:r>
            <w:r w:rsidRPr="00A0264F">
              <w:rPr>
                <w:rtl/>
              </w:rPr>
              <w:t>أهـواؤهم</w:t>
            </w:r>
            <w:r w:rsidR="0076657C">
              <w:rPr>
                <w:rtl/>
              </w:rPr>
              <w:t xml:space="preserve"> </w:t>
            </w:r>
            <w:r w:rsidRPr="00A0264F">
              <w:rPr>
                <w:rtl/>
              </w:rPr>
              <w:t>قـصرُ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وإظـهارُ</w:t>
            </w:r>
            <w:r w:rsidR="0076657C">
              <w:rPr>
                <w:rtl/>
              </w:rPr>
              <w:t xml:space="preserve"> </w:t>
            </w:r>
            <w:r w:rsidRPr="00A0264F">
              <w:rPr>
                <w:rtl/>
              </w:rPr>
              <w:t>أمـرِ</w:t>
            </w:r>
            <w:r w:rsidR="0076657C">
              <w:rPr>
                <w:rtl/>
              </w:rPr>
              <w:t xml:space="preserve"> </w:t>
            </w:r>
            <w:r w:rsidRPr="00A0264F">
              <w:rPr>
                <w:rtl/>
              </w:rPr>
              <w:t>اللهِ</w:t>
            </w:r>
            <w:r w:rsidR="0076657C">
              <w:rPr>
                <w:rtl/>
              </w:rPr>
              <w:t xml:space="preserve"> </w:t>
            </w:r>
            <w:r w:rsidRPr="00A0264F">
              <w:rPr>
                <w:rtl/>
              </w:rPr>
              <w:t>مـن</w:t>
            </w:r>
            <w:r w:rsidR="0076657C">
              <w:rPr>
                <w:rtl/>
              </w:rPr>
              <w:t xml:space="preserve"> </w:t>
            </w:r>
            <w:r w:rsidRPr="00A0264F">
              <w:rPr>
                <w:rtl/>
              </w:rPr>
              <w:t>قـبلِ</w:t>
            </w:r>
            <w:r w:rsidR="0076657C">
              <w:rPr>
                <w:rtl/>
              </w:rPr>
              <w:t xml:space="preserve"> </w:t>
            </w:r>
            <w:r w:rsidRPr="00A0264F">
              <w:rPr>
                <w:rtl/>
              </w:rPr>
              <w:t>وقتهِ</w:t>
            </w:r>
            <w:r w:rsidR="0076657C">
              <w:rPr>
                <w:rtl/>
              </w:rPr>
              <w:t xml:space="preserve"> </w:t>
            </w:r>
            <w:r w:rsidRPr="00A0264F">
              <w:rPr>
                <w:rtl/>
              </w:rPr>
              <w:t>الـ</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مـؤجّلِ</w:t>
            </w:r>
            <w:r w:rsidR="0076657C">
              <w:rPr>
                <w:rtl/>
              </w:rPr>
              <w:t xml:space="preserve"> </w:t>
            </w:r>
            <w:r w:rsidRPr="00A0264F">
              <w:rPr>
                <w:rtl/>
              </w:rPr>
              <w:t>لـم</w:t>
            </w:r>
            <w:r w:rsidR="0076657C">
              <w:rPr>
                <w:rtl/>
              </w:rPr>
              <w:t xml:space="preserve"> </w:t>
            </w:r>
            <w:r w:rsidRPr="00A0264F">
              <w:rPr>
                <w:rtl/>
              </w:rPr>
              <w:t>يـوعد</w:t>
            </w:r>
            <w:r w:rsidR="0076657C">
              <w:rPr>
                <w:rtl/>
              </w:rPr>
              <w:t xml:space="preserve"> </w:t>
            </w:r>
            <w:r w:rsidRPr="00A0264F">
              <w:rPr>
                <w:rtl/>
              </w:rPr>
              <w:t>عـلى</w:t>
            </w:r>
            <w:r w:rsidR="0076657C">
              <w:rPr>
                <w:rtl/>
              </w:rPr>
              <w:t xml:space="preserve"> </w:t>
            </w:r>
            <w:r w:rsidRPr="00A0264F">
              <w:rPr>
                <w:rtl/>
              </w:rPr>
              <w:t>مثلهِ</w:t>
            </w:r>
            <w:r w:rsidR="0076657C">
              <w:rPr>
                <w:rtl/>
              </w:rPr>
              <w:t xml:space="preserve"> </w:t>
            </w:r>
            <w:r w:rsidRPr="00A0264F">
              <w:rPr>
                <w:rtl/>
              </w:rPr>
              <w:t>النصرُ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ولـيـسَ</w:t>
            </w:r>
            <w:r>
              <w:rPr>
                <w:rtl/>
              </w:rPr>
              <w:t xml:space="preserve"> </w:t>
            </w:r>
            <w:r w:rsidRPr="00A0264F">
              <w:rPr>
                <w:rtl/>
              </w:rPr>
              <w:t>بـموعودٍ</w:t>
            </w:r>
            <w:r w:rsidR="0076657C">
              <w:rPr>
                <w:rtl/>
              </w:rPr>
              <w:t xml:space="preserve"> </w:t>
            </w:r>
            <w:r w:rsidRPr="00A0264F">
              <w:rPr>
                <w:rtl/>
              </w:rPr>
              <w:t>إذا</w:t>
            </w:r>
            <w:r w:rsidR="0076657C">
              <w:rPr>
                <w:rtl/>
              </w:rPr>
              <w:t xml:space="preserve"> </w:t>
            </w:r>
            <w:r w:rsidRPr="00A0264F">
              <w:rPr>
                <w:rtl/>
              </w:rPr>
              <w:t>قـامَ</w:t>
            </w:r>
            <w:r w:rsidR="0076657C">
              <w:rPr>
                <w:rtl/>
              </w:rPr>
              <w:t xml:space="preserve"> </w:t>
            </w:r>
            <w:r w:rsidRPr="00A0264F">
              <w:rPr>
                <w:rtl/>
              </w:rPr>
              <w:t>مـسرعا</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إلـى</w:t>
            </w:r>
            <w:r w:rsidR="0076657C">
              <w:rPr>
                <w:rtl/>
              </w:rPr>
              <w:t xml:space="preserve"> </w:t>
            </w:r>
            <w:r w:rsidRPr="00A0264F">
              <w:rPr>
                <w:rtl/>
              </w:rPr>
              <w:t>وقتِ</w:t>
            </w:r>
            <w:r w:rsidR="0076657C">
              <w:rPr>
                <w:rtl/>
              </w:rPr>
              <w:t xml:space="preserve"> </w:t>
            </w:r>
            <w:r>
              <w:rPr>
                <w:rtl/>
              </w:rPr>
              <w:t>(</w:t>
            </w:r>
            <w:r w:rsidRPr="00A0264F">
              <w:rPr>
                <w:rtl/>
              </w:rPr>
              <w:t>عيسى</w:t>
            </w:r>
            <w:r>
              <w:rPr>
                <w:rtl/>
              </w:rPr>
              <w:t>)</w:t>
            </w:r>
            <w:r w:rsidR="0076657C">
              <w:rPr>
                <w:rtl/>
              </w:rPr>
              <w:t xml:space="preserve"> </w:t>
            </w:r>
            <w:r w:rsidRPr="00A0264F">
              <w:rPr>
                <w:rtl/>
              </w:rPr>
              <w:t>يستطيلُ</w:t>
            </w:r>
            <w:r w:rsidR="0076657C">
              <w:rPr>
                <w:rtl/>
              </w:rPr>
              <w:t xml:space="preserve"> </w:t>
            </w:r>
            <w:r w:rsidRPr="00A0264F">
              <w:rPr>
                <w:rtl/>
              </w:rPr>
              <w:t>لهُ</w:t>
            </w:r>
            <w:r w:rsidR="0076657C">
              <w:rPr>
                <w:rtl/>
              </w:rPr>
              <w:t xml:space="preserve"> </w:t>
            </w:r>
            <w:r w:rsidRPr="00A0264F">
              <w:rPr>
                <w:rtl/>
              </w:rPr>
              <w:t>العمرُ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وإن</w:t>
            </w:r>
            <w:r w:rsidR="0076657C">
              <w:rPr>
                <w:rtl/>
              </w:rPr>
              <w:t xml:space="preserve"> </w:t>
            </w:r>
            <w:r w:rsidRPr="00A0264F">
              <w:rPr>
                <w:rtl/>
              </w:rPr>
              <w:t>تـسـترب</w:t>
            </w:r>
            <w:r w:rsidR="0076657C">
              <w:rPr>
                <w:rtl/>
              </w:rPr>
              <w:t xml:space="preserve"> </w:t>
            </w:r>
            <w:r w:rsidRPr="00A0264F">
              <w:rPr>
                <w:rtl/>
              </w:rPr>
              <w:t>فـيـهِ</w:t>
            </w:r>
            <w:r w:rsidR="0076657C">
              <w:rPr>
                <w:rtl/>
              </w:rPr>
              <w:t xml:space="preserve"> </w:t>
            </w:r>
            <w:r w:rsidRPr="00A0264F">
              <w:rPr>
                <w:rtl/>
              </w:rPr>
              <w:t>لـطولِ</w:t>
            </w:r>
            <w:r w:rsidR="0076657C">
              <w:rPr>
                <w:rtl/>
              </w:rPr>
              <w:t xml:space="preserve"> </w:t>
            </w:r>
            <w:r w:rsidRPr="00A0264F">
              <w:rPr>
                <w:rtl/>
              </w:rPr>
              <w:t>بـقائه</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أجـابكَ</w:t>
            </w:r>
            <w:r>
              <w:rPr>
                <w:rtl/>
              </w:rPr>
              <w:t xml:space="preserve"> </w:t>
            </w:r>
            <w:r w:rsidRPr="00A0264F">
              <w:rPr>
                <w:rtl/>
              </w:rPr>
              <w:t>إدريـسُ</w:t>
            </w:r>
            <w:r w:rsidR="0076657C">
              <w:rPr>
                <w:rtl/>
              </w:rPr>
              <w:t xml:space="preserve"> </w:t>
            </w:r>
            <w:r w:rsidRPr="00A0264F">
              <w:rPr>
                <w:rtl/>
              </w:rPr>
              <w:t>وإلـياسُ</w:t>
            </w:r>
            <w:r w:rsidR="0076657C">
              <w:rPr>
                <w:rtl/>
              </w:rPr>
              <w:t xml:space="preserve"> </w:t>
            </w:r>
            <w:r w:rsidRPr="00A0264F">
              <w:rPr>
                <w:rtl/>
              </w:rPr>
              <w:t>والـخضرُ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ومـكْـثُ</w:t>
            </w:r>
            <w:r w:rsidR="0076657C">
              <w:rPr>
                <w:rtl/>
              </w:rPr>
              <w:t xml:space="preserve"> </w:t>
            </w:r>
            <w:r w:rsidRPr="00A0264F">
              <w:rPr>
                <w:rtl/>
              </w:rPr>
              <w:t>نـبـيِّ</w:t>
            </w:r>
            <w:r w:rsidR="0076657C">
              <w:rPr>
                <w:rtl/>
              </w:rPr>
              <w:t xml:space="preserve"> </w:t>
            </w:r>
            <w:r w:rsidRPr="00A0264F">
              <w:rPr>
                <w:rtl/>
              </w:rPr>
              <w:t>اللهِ</w:t>
            </w:r>
            <w:r w:rsidR="0076657C">
              <w:rPr>
                <w:rtl/>
              </w:rPr>
              <w:t xml:space="preserve"> </w:t>
            </w:r>
            <w:r w:rsidRPr="00A0264F">
              <w:rPr>
                <w:rtl/>
              </w:rPr>
              <w:t>نــوحٍ</w:t>
            </w:r>
            <w:r w:rsidR="0076657C">
              <w:rPr>
                <w:rtl/>
              </w:rPr>
              <w:t xml:space="preserve"> </w:t>
            </w:r>
            <w:r w:rsidRPr="00A0264F">
              <w:rPr>
                <w:rtl/>
              </w:rPr>
              <w:t>بـقومه</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كـذا</w:t>
            </w:r>
            <w:r w:rsidR="0076657C">
              <w:rPr>
                <w:rtl/>
              </w:rPr>
              <w:t xml:space="preserve"> </w:t>
            </w:r>
            <w:r w:rsidRPr="00A0264F">
              <w:rPr>
                <w:rtl/>
              </w:rPr>
              <w:t>نـومُ</w:t>
            </w:r>
            <w:r w:rsidR="0076657C">
              <w:rPr>
                <w:rtl/>
              </w:rPr>
              <w:t xml:space="preserve"> </w:t>
            </w:r>
            <w:r w:rsidRPr="00A0264F">
              <w:rPr>
                <w:rtl/>
              </w:rPr>
              <w:t>أهـلِ</w:t>
            </w:r>
            <w:r w:rsidR="0076657C">
              <w:rPr>
                <w:rtl/>
              </w:rPr>
              <w:t xml:space="preserve"> </w:t>
            </w:r>
            <w:r w:rsidRPr="00A0264F">
              <w:rPr>
                <w:rtl/>
              </w:rPr>
              <w:t>الكهفِ</w:t>
            </w:r>
            <w:r w:rsidR="0076657C">
              <w:rPr>
                <w:rtl/>
              </w:rPr>
              <w:t xml:space="preserve"> </w:t>
            </w:r>
            <w:r w:rsidRPr="00A0264F">
              <w:rPr>
                <w:rtl/>
              </w:rPr>
              <w:t>نصَّ</w:t>
            </w:r>
            <w:r w:rsidR="0076657C">
              <w:rPr>
                <w:rtl/>
              </w:rPr>
              <w:t xml:space="preserve"> </w:t>
            </w:r>
            <w:r w:rsidRPr="00A0264F">
              <w:rPr>
                <w:rtl/>
              </w:rPr>
              <w:t>بهِ</w:t>
            </w:r>
            <w:r w:rsidR="0076657C">
              <w:rPr>
                <w:rtl/>
              </w:rPr>
              <w:t xml:space="preserve"> </w:t>
            </w:r>
            <w:r w:rsidRPr="00A0264F">
              <w:rPr>
                <w:rtl/>
              </w:rPr>
              <w:t>الذكرُ</w:t>
            </w:r>
            <w:r w:rsidRPr="00725071">
              <w:rPr>
                <w:rStyle w:val="libPoemTiniChar0"/>
                <w:rtl/>
              </w:rPr>
              <w:br/>
              <w:t> </w:t>
            </w:r>
          </w:p>
        </w:tc>
      </w:tr>
      <w:tr w:rsidR="003D6158" w:rsidTr="003D6158">
        <w:trPr>
          <w:trHeight w:val="350"/>
        </w:trPr>
        <w:tc>
          <w:tcPr>
            <w:tcW w:w="3536" w:type="dxa"/>
          </w:tcPr>
          <w:p w:rsidR="003D6158" w:rsidRDefault="003D6158" w:rsidP="003D6158">
            <w:pPr>
              <w:pStyle w:val="libPoem"/>
            </w:pPr>
            <w:r w:rsidRPr="00A0264F">
              <w:rPr>
                <w:rtl/>
              </w:rPr>
              <w:t>وقـد</w:t>
            </w:r>
            <w:r w:rsidR="0076657C">
              <w:rPr>
                <w:rtl/>
              </w:rPr>
              <w:t xml:space="preserve"> </w:t>
            </w:r>
            <w:r w:rsidRPr="00A0264F">
              <w:rPr>
                <w:rtl/>
              </w:rPr>
              <w:t>وُجِـدَ</w:t>
            </w:r>
            <w:r w:rsidR="0076657C">
              <w:rPr>
                <w:rtl/>
              </w:rPr>
              <w:t xml:space="preserve"> </w:t>
            </w:r>
            <w:r w:rsidRPr="00A0264F">
              <w:rPr>
                <w:rtl/>
              </w:rPr>
              <w:t>الـدجالُ</w:t>
            </w:r>
            <w:r w:rsidR="0076657C">
              <w:rPr>
                <w:rtl/>
              </w:rPr>
              <w:t xml:space="preserve"> </w:t>
            </w:r>
            <w:r w:rsidRPr="00A0264F">
              <w:rPr>
                <w:rtl/>
              </w:rPr>
              <w:t>فـي</w:t>
            </w:r>
            <w:r w:rsidR="0076657C">
              <w:rPr>
                <w:rtl/>
              </w:rPr>
              <w:t xml:space="preserve"> </w:t>
            </w:r>
            <w:r w:rsidRPr="00A0264F">
              <w:rPr>
                <w:rtl/>
              </w:rPr>
              <w:t>عـهدِ</w:t>
            </w:r>
            <w:r w:rsidR="0076657C">
              <w:rPr>
                <w:rtl/>
              </w:rPr>
              <w:t xml:space="preserve"> </w:t>
            </w:r>
            <w:r w:rsidRPr="00A0264F">
              <w:rPr>
                <w:rtl/>
              </w:rPr>
              <w:t>أحمد</w:t>
            </w:r>
            <w:r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3D6158" w:rsidP="003D6158">
            <w:pPr>
              <w:pStyle w:val="libPoem"/>
            </w:pPr>
            <w:r w:rsidRPr="00A0264F">
              <w:rPr>
                <w:rtl/>
              </w:rPr>
              <w:t>ولـم</w:t>
            </w:r>
            <w:r>
              <w:rPr>
                <w:rtl/>
              </w:rPr>
              <w:t xml:space="preserve"> </w:t>
            </w:r>
            <w:r w:rsidRPr="00A0264F">
              <w:rPr>
                <w:rtl/>
              </w:rPr>
              <w:t>يـنصرم</w:t>
            </w:r>
            <w:r w:rsidR="0076657C">
              <w:rPr>
                <w:rtl/>
              </w:rPr>
              <w:t xml:space="preserve"> </w:t>
            </w:r>
            <w:r w:rsidRPr="00A0264F">
              <w:rPr>
                <w:rtl/>
              </w:rPr>
              <w:t>مـنهُ</w:t>
            </w:r>
            <w:r w:rsidR="0076657C">
              <w:rPr>
                <w:rtl/>
              </w:rPr>
              <w:t xml:space="preserve"> </w:t>
            </w:r>
            <w:r w:rsidRPr="00A0264F">
              <w:rPr>
                <w:rtl/>
              </w:rPr>
              <w:t>إلى</w:t>
            </w:r>
            <w:r w:rsidR="0076657C">
              <w:rPr>
                <w:rtl/>
              </w:rPr>
              <w:t xml:space="preserve"> </w:t>
            </w:r>
            <w:r w:rsidRPr="00A0264F">
              <w:rPr>
                <w:rtl/>
              </w:rPr>
              <w:t>الساعةِ</w:t>
            </w:r>
            <w:r w:rsidR="0076657C">
              <w:rPr>
                <w:rtl/>
              </w:rPr>
              <w:t xml:space="preserve"> </w:t>
            </w:r>
            <w:r w:rsidRPr="00A0264F">
              <w:rPr>
                <w:rtl/>
              </w:rPr>
              <w:t>العمرُ</w:t>
            </w:r>
            <w:r w:rsidRPr="00725071">
              <w:rPr>
                <w:rStyle w:val="libPoemTiniChar0"/>
                <w:rtl/>
              </w:rPr>
              <w:br/>
              <w:t> </w:t>
            </w:r>
          </w:p>
        </w:tc>
      </w:tr>
      <w:tr w:rsidR="003D6158" w:rsidTr="003D6158">
        <w:trPr>
          <w:trHeight w:val="350"/>
        </w:trPr>
        <w:tc>
          <w:tcPr>
            <w:tcW w:w="3536" w:type="dxa"/>
          </w:tcPr>
          <w:p w:rsidR="003D6158" w:rsidRDefault="00926B0C" w:rsidP="003D6158">
            <w:pPr>
              <w:pStyle w:val="libPoem"/>
            </w:pPr>
            <w:r w:rsidRPr="00A0264F">
              <w:rPr>
                <w:rtl/>
              </w:rPr>
              <w:t>وقـد</w:t>
            </w:r>
            <w:r w:rsidR="0076657C">
              <w:rPr>
                <w:rtl/>
              </w:rPr>
              <w:t xml:space="preserve"> </w:t>
            </w:r>
            <w:r w:rsidRPr="00A0264F">
              <w:rPr>
                <w:rtl/>
              </w:rPr>
              <w:t>عـاشَ</w:t>
            </w:r>
            <w:r w:rsidR="0076657C">
              <w:rPr>
                <w:rtl/>
              </w:rPr>
              <w:t xml:space="preserve"> </w:t>
            </w:r>
            <w:r w:rsidRPr="00A0264F">
              <w:rPr>
                <w:rtl/>
              </w:rPr>
              <w:t>عـوجٌ</w:t>
            </w:r>
            <w:r w:rsidR="0076657C">
              <w:rPr>
                <w:rtl/>
              </w:rPr>
              <w:t xml:space="preserve"> </w:t>
            </w:r>
            <w:r w:rsidRPr="00A0264F">
              <w:rPr>
                <w:rtl/>
              </w:rPr>
              <w:t>ألـفَ</w:t>
            </w:r>
            <w:r w:rsidR="0076657C">
              <w:rPr>
                <w:rtl/>
              </w:rPr>
              <w:t xml:space="preserve"> </w:t>
            </w:r>
            <w:r w:rsidRPr="00A0264F">
              <w:rPr>
                <w:rtl/>
              </w:rPr>
              <w:t>عامٍ</w:t>
            </w:r>
            <w:r w:rsidR="0076657C">
              <w:rPr>
                <w:rtl/>
              </w:rPr>
              <w:t xml:space="preserve"> </w:t>
            </w:r>
            <w:r w:rsidRPr="00A0264F">
              <w:rPr>
                <w:rtl/>
              </w:rPr>
              <w:t>وفوقها</w:t>
            </w:r>
            <w:r w:rsidR="003D6158" w:rsidRPr="00725071">
              <w:rPr>
                <w:rStyle w:val="libPoemTiniChar0"/>
                <w:rtl/>
              </w:rPr>
              <w:br/>
              <w:t> </w:t>
            </w:r>
          </w:p>
        </w:tc>
        <w:tc>
          <w:tcPr>
            <w:tcW w:w="272" w:type="dxa"/>
          </w:tcPr>
          <w:p w:rsidR="003D6158" w:rsidRDefault="003D6158" w:rsidP="003D6158">
            <w:pPr>
              <w:pStyle w:val="libPoem"/>
              <w:rPr>
                <w:rtl/>
              </w:rPr>
            </w:pPr>
          </w:p>
        </w:tc>
        <w:tc>
          <w:tcPr>
            <w:tcW w:w="3502" w:type="dxa"/>
          </w:tcPr>
          <w:p w:rsidR="003D6158" w:rsidRDefault="00926B0C" w:rsidP="003D6158">
            <w:pPr>
              <w:pStyle w:val="libPoem"/>
            </w:pPr>
            <w:r w:rsidRPr="00A0264F">
              <w:rPr>
                <w:rtl/>
              </w:rPr>
              <w:t>ولـولا</w:t>
            </w:r>
            <w:r w:rsidR="0076657C">
              <w:rPr>
                <w:rtl/>
              </w:rPr>
              <w:t xml:space="preserve"> </w:t>
            </w:r>
            <w:r w:rsidRPr="00A0264F">
              <w:rPr>
                <w:rtl/>
              </w:rPr>
              <w:t>عـصى</w:t>
            </w:r>
            <w:r w:rsidR="0076657C">
              <w:rPr>
                <w:rtl/>
              </w:rPr>
              <w:t xml:space="preserve"> </w:t>
            </w:r>
            <w:r w:rsidRPr="00A0264F">
              <w:rPr>
                <w:rtl/>
              </w:rPr>
              <w:t>مـوسى</w:t>
            </w:r>
            <w:r w:rsidR="0076657C">
              <w:rPr>
                <w:rtl/>
              </w:rPr>
              <w:t xml:space="preserve"> </w:t>
            </w:r>
            <w:r w:rsidRPr="00A0264F">
              <w:rPr>
                <w:rtl/>
              </w:rPr>
              <w:t>لأخَّـرهُ</w:t>
            </w:r>
            <w:r w:rsidR="0076657C">
              <w:rPr>
                <w:rtl/>
              </w:rPr>
              <w:t xml:space="preserve"> </w:t>
            </w:r>
            <w:r w:rsidRPr="00A0264F">
              <w:rPr>
                <w:rtl/>
              </w:rPr>
              <w:t>الدهرُ</w:t>
            </w:r>
            <w:r w:rsidR="003D6158"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926B0C" w:rsidTr="00926B0C">
        <w:trPr>
          <w:trHeight w:val="350"/>
        </w:trPr>
        <w:tc>
          <w:tcPr>
            <w:tcW w:w="3536" w:type="dxa"/>
          </w:tcPr>
          <w:p w:rsidR="00926B0C" w:rsidRDefault="00926B0C" w:rsidP="00992D84">
            <w:pPr>
              <w:pStyle w:val="libPoem"/>
            </w:pPr>
            <w:r w:rsidRPr="00A0264F">
              <w:rPr>
                <w:rtl/>
              </w:rPr>
              <w:t>ومَـنْ</w:t>
            </w:r>
            <w:r>
              <w:rPr>
                <w:rtl/>
              </w:rPr>
              <w:t xml:space="preserve"> </w:t>
            </w:r>
            <w:r w:rsidRPr="00A0264F">
              <w:rPr>
                <w:rtl/>
              </w:rPr>
              <w:t>بـلغت</w:t>
            </w:r>
            <w:r w:rsidR="0076657C">
              <w:rPr>
                <w:rtl/>
              </w:rPr>
              <w:t xml:space="preserve"> </w:t>
            </w:r>
            <w:r w:rsidRPr="00A0264F">
              <w:rPr>
                <w:rtl/>
              </w:rPr>
              <w:t>أعـمارُهم</w:t>
            </w:r>
            <w:r w:rsidR="0076657C">
              <w:rPr>
                <w:rtl/>
              </w:rPr>
              <w:t xml:space="preserve"> </w:t>
            </w:r>
            <w:r w:rsidRPr="00A0264F">
              <w:rPr>
                <w:rtl/>
              </w:rPr>
              <w:t>فـوقَ</w:t>
            </w:r>
            <w:r w:rsidR="0076657C">
              <w:rPr>
                <w:rtl/>
              </w:rPr>
              <w:t xml:space="preserve"> </w:t>
            </w:r>
            <w:r w:rsidRPr="00A0264F">
              <w:rPr>
                <w:rtl/>
              </w:rPr>
              <w:t>مـائة</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ومـا</w:t>
            </w:r>
            <w:r w:rsidR="0076657C">
              <w:rPr>
                <w:rtl/>
              </w:rPr>
              <w:t xml:space="preserve"> </w:t>
            </w:r>
            <w:r w:rsidRPr="00A0264F">
              <w:rPr>
                <w:rtl/>
              </w:rPr>
              <w:t>بـلغت</w:t>
            </w:r>
            <w:r w:rsidR="0076657C">
              <w:rPr>
                <w:rtl/>
              </w:rPr>
              <w:t xml:space="preserve"> </w:t>
            </w:r>
            <w:r w:rsidRPr="00A0264F">
              <w:rPr>
                <w:rtl/>
              </w:rPr>
              <w:t>ألـفاً</w:t>
            </w:r>
            <w:r w:rsidR="0076657C">
              <w:rPr>
                <w:rtl/>
              </w:rPr>
              <w:t xml:space="preserve"> </w:t>
            </w:r>
            <w:r w:rsidRPr="00A0264F">
              <w:rPr>
                <w:rtl/>
              </w:rPr>
              <w:t>فـليس</w:t>
            </w:r>
            <w:r w:rsidR="0076657C">
              <w:rPr>
                <w:rtl/>
              </w:rPr>
              <w:t xml:space="preserve"> </w:t>
            </w:r>
            <w:r w:rsidRPr="00A0264F">
              <w:rPr>
                <w:rtl/>
              </w:rPr>
              <w:t>لـهم</w:t>
            </w:r>
            <w:r w:rsidR="0076657C">
              <w:rPr>
                <w:rtl/>
              </w:rPr>
              <w:t xml:space="preserve"> </w:t>
            </w:r>
            <w:r w:rsidRPr="00A0264F">
              <w:rPr>
                <w:rtl/>
              </w:rPr>
              <w:t>حصرُ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ومـا</w:t>
            </w:r>
            <w:r>
              <w:rPr>
                <w:rtl/>
              </w:rPr>
              <w:t xml:space="preserve"> </w:t>
            </w:r>
            <w:r w:rsidRPr="00A0264F">
              <w:rPr>
                <w:rtl/>
              </w:rPr>
              <w:t>أسـعدَ</w:t>
            </w:r>
            <w:r w:rsidR="0076657C">
              <w:rPr>
                <w:rtl/>
              </w:rPr>
              <w:t xml:space="preserve"> </w:t>
            </w:r>
            <w:r w:rsidRPr="00A0264F">
              <w:rPr>
                <w:rtl/>
              </w:rPr>
              <w:t>السرداب</w:t>
            </w:r>
            <w:r w:rsidR="0076657C">
              <w:rPr>
                <w:rtl/>
              </w:rPr>
              <w:t xml:space="preserve"> </w:t>
            </w:r>
            <w:r w:rsidRPr="00A0264F">
              <w:rPr>
                <w:rtl/>
              </w:rPr>
              <w:t>في</w:t>
            </w:r>
            <w:r w:rsidR="0076657C">
              <w:rPr>
                <w:rtl/>
              </w:rPr>
              <w:t xml:space="preserve"> </w:t>
            </w:r>
            <w:r w:rsidRPr="00A0264F">
              <w:rPr>
                <w:rtl/>
              </w:rPr>
              <w:t>سرِّ</w:t>
            </w:r>
            <w:r w:rsidR="0076657C">
              <w:rPr>
                <w:rtl/>
              </w:rPr>
              <w:t xml:space="preserve"> </w:t>
            </w:r>
            <w:r w:rsidRPr="00A0264F">
              <w:rPr>
                <w:rtl/>
              </w:rPr>
              <w:t>مَنْ</w:t>
            </w:r>
            <w:r w:rsidR="0076657C">
              <w:rPr>
                <w:rtl/>
              </w:rPr>
              <w:t xml:space="preserve"> </w:t>
            </w:r>
            <w:r w:rsidRPr="00A0264F">
              <w:rPr>
                <w:rtl/>
              </w:rPr>
              <w:t>رأى</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وأسـعـدَ</w:t>
            </w:r>
            <w:r>
              <w:rPr>
                <w:rtl/>
              </w:rPr>
              <w:t xml:space="preserve"> </w:t>
            </w:r>
            <w:r w:rsidRPr="00A0264F">
              <w:rPr>
                <w:rtl/>
              </w:rPr>
              <w:t>مـنـهُ</w:t>
            </w:r>
            <w:r w:rsidR="0076657C">
              <w:rPr>
                <w:rtl/>
              </w:rPr>
              <w:t xml:space="preserve"> </w:t>
            </w:r>
            <w:r w:rsidRPr="00A0264F">
              <w:rPr>
                <w:rtl/>
              </w:rPr>
              <w:t>مـكة</w:t>
            </w:r>
            <w:r w:rsidR="0076657C">
              <w:rPr>
                <w:rtl/>
              </w:rPr>
              <w:t xml:space="preserve"> </w:t>
            </w:r>
            <w:r w:rsidRPr="00A0264F">
              <w:rPr>
                <w:rtl/>
              </w:rPr>
              <w:t>فـلها</w:t>
            </w:r>
            <w:r w:rsidR="0076657C">
              <w:rPr>
                <w:rtl/>
              </w:rPr>
              <w:t xml:space="preserve"> </w:t>
            </w:r>
            <w:r w:rsidRPr="00A0264F">
              <w:rPr>
                <w:rtl/>
              </w:rPr>
              <w:t>الـبشْرُ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سـيشرقُ</w:t>
            </w:r>
            <w:r>
              <w:rPr>
                <w:rtl/>
              </w:rPr>
              <w:t xml:space="preserve"> </w:t>
            </w:r>
            <w:r w:rsidRPr="00A0264F">
              <w:rPr>
                <w:rtl/>
              </w:rPr>
              <w:t>نـورُ</w:t>
            </w:r>
            <w:r w:rsidR="0076657C">
              <w:rPr>
                <w:rtl/>
              </w:rPr>
              <w:t xml:space="preserve"> </w:t>
            </w:r>
            <w:r w:rsidRPr="00A0264F">
              <w:rPr>
                <w:rtl/>
              </w:rPr>
              <w:t>اللهِ</w:t>
            </w:r>
            <w:r w:rsidR="0076657C">
              <w:rPr>
                <w:rtl/>
              </w:rPr>
              <w:t xml:space="preserve"> </w:t>
            </w:r>
            <w:r w:rsidRPr="00A0264F">
              <w:rPr>
                <w:rtl/>
              </w:rPr>
              <w:t>مـنها</w:t>
            </w:r>
            <w:r w:rsidR="0076657C">
              <w:rPr>
                <w:rtl/>
              </w:rPr>
              <w:t xml:space="preserve"> </w:t>
            </w:r>
            <w:r w:rsidRPr="00A0264F">
              <w:rPr>
                <w:rtl/>
              </w:rPr>
              <w:t>فـلا</w:t>
            </w:r>
            <w:r w:rsidR="0076657C">
              <w:rPr>
                <w:rtl/>
              </w:rPr>
              <w:t xml:space="preserve"> </w:t>
            </w:r>
            <w:r w:rsidRPr="00A0264F">
              <w:rPr>
                <w:rtl/>
              </w:rPr>
              <w:t>تـقلْ</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Pr>
                <w:rtl/>
              </w:rPr>
              <w:t>(</w:t>
            </w:r>
            <w:r w:rsidRPr="00A0264F">
              <w:rPr>
                <w:rtl/>
              </w:rPr>
              <w:t>لـهُ</w:t>
            </w:r>
            <w:r w:rsidR="0076657C">
              <w:rPr>
                <w:rtl/>
              </w:rPr>
              <w:t xml:space="preserve"> </w:t>
            </w:r>
            <w:r w:rsidRPr="00A0264F">
              <w:rPr>
                <w:rtl/>
              </w:rPr>
              <w:t>الفضلُ</w:t>
            </w:r>
            <w:r w:rsidR="0076657C">
              <w:rPr>
                <w:rtl/>
              </w:rPr>
              <w:t xml:space="preserve"> </w:t>
            </w:r>
            <w:r w:rsidRPr="00A0264F">
              <w:rPr>
                <w:rtl/>
              </w:rPr>
              <w:t>عن</w:t>
            </w:r>
            <w:r w:rsidR="0076657C">
              <w:rPr>
                <w:rtl/>
              </w:rPr>
              <w:t xml:space="preserve"> </w:t>
            </w:r>
            <w:r w:rsidRPr="00A0264F">
              <w:rPr>
                <w:rtl/>
              </w:rPr>
              <w:t>أُمّ</w:t>
            </w:r>
            <w:r w:rsidR="0076657C">
              <w:rPr>
                <w:rtl/>
              </w:rPr>
              <w:t xml:space="preserve"> </w:t>
            </w:r>
            <w:r w:rsidRPr="00A0264F">
              <w:rPr>
                <w:rtl/>
              </w:rPr>
              <w:t>القرى</w:t>
            </w:r>
            <w:r w:rsidR="0076657C">
              <w:rPr>
                <w:rtl/>
              </w:rPr>
              <w:t xml:space="preserve"> </w:t>
            </w:r>
            <w:r w:rsidRPr="00A0264F">
              <w:rPr>
                <w:rtl/>
              </w:rPr>
              <w:t>ولها</w:t>
            </w:r>
            <w:r w:rsidR="0076657C">
              <w:rPr>
                <w:rtl/>
              </w:rPr>
              <w:t xml:space="preserve"> </w:t>
            </w:r>
            <w:r w:rsidRPr="00A0264F">
              <w:rPr>
                <w:rtl/>
              </w:rPr>
              <w:t>الفخرُ</w:t>
            </w:r>
            <w:r>
              <w:rPr>
                <w:rtl/>
              </w:rPr>
              <w:t>)</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فــإنْ</w:t>
            </w:r>
            <w:r>
              <w:rPr>
                <w:rtl/>
              </w:rPr>
              <w:t xml:space="preserve"> </w:t>
            </w:r>
            <w:r w:rsidRPr="00A0264F">
              <w:rPr>
                <w:rtl/>
              </w:rPr>
              <w:t>أخَّــرَ</w:t>
            </w:r>
            <w:r w:rsidR="0076657C">
              <w:rPr>
                <w:rtl/>
              </w:rPr>
              <w:t xml:space="preserve"> </w:t>
            </w:r>
            <w:r w:rsidRPr="00A0264F">
              <w:rPr>
                <w:rtl/>
              </w:rPr>
              <w:t>اللهُ</w:t>
            </w:r>
            <w:r w:rsidR="0076657C">
              <w:rPr>
                <w:rtl/>
              </w:rPr>
              <w:t xml:space="preserve"> </w:t>
            </w:r>
            <w:r w:rsidRPr="00A0264F">
              <w:rPr>
                <w:rtl/>
              </w:rPr>
              <w:t>الـظهورَ</w:t>
            </w:r>
            <w:r w:rsidR="0076657C">
              <w:rPr>
                <w:rtl/>
              </w:rPr>
              <w:t xml:space="preserve"> </w:t>
            </w:r>
            <w:r w:rsidRPr="00A0264F">
              <w:rPr>
                <w:rtl/>
              </w:rPr>
              <w:t>لـحكمة</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بـهِ</w:t>
            </w:r>
            <w:r w:rsidR="0076657C">
              <w:rPr>
                <w:rtl/>
              </w:rPr>
              <w:t xml:space="preserve"> </w:t>
            </w:r>
            <w:r w:rsidRPr="00A0264F">
              <w:rPr>
                <w:rtl/>
              </w:rPr>
              <w:t>سـبقت</w:t>
            </w:r>
            <w:r w:rsidR="0076657C">
              <w:rPr>
                <w:rtl/>
              </w:rPr>
              <w:t xml:space="preserve"> </w:t>
            </w:r>
            <w:r w:rsidRPr="00A0264F">
              <w:rPr>
                <w:rtl/>
              </w:rPr>
              <w:t>فـي</w:t>
            </w:r>
            <w:r w:rsidR="0076657C">
              <w:rPr>
                <w:rtl/>
              </w:rPr>
              <w:t xml:space="preserve"> </w:t>
            </w:r>
            <w:r w:rsidRPr="00A0264F">
              <w:rPr>
                <w:rtl/>
              </w:rPr>
              <w:t>عـملهِ</w:t>
            </w:r>
            <w:r w:rsidR="0076657C">
              <w:rPr>
                <w:rtl/>
              </w:rPr>
              <w:t xml:space="preserve"> </w:t>
            </w:r>
            <w:r w:rsidRPr="00A0264F">
              <w:rPr>
                <w:rtl/>
              </w:rPr>
              <w:t>ولـهُ</w:t>
            </w:r>
            <w:r w:rsidR="0076657C">
              <w:rPr>
                <w:rtl/>
              </w:rPr>
              <w:t xml:space="preserve"> </w:t>
            </w:r>
            <w:r w:rsidRPr="00A0264F">
              <w:rPr>
                <w:rtl/>
              </w:rPr>
              <w:t>الأمـرُ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فـكـم</w:t>
            </w:r>
            <w:r w:rsidR="0076657C">
              <w:rPr>
                <w:rtl/>
              </w:rPr>
              <w:t xml:space="preserve"> </w:t>
            </w:r>
            <w:r w:rsidRPr="00A0264F">
              <w:rPr>
                <w:rtl/>
              </w:rPr>
              <w:t>مـحـنةٌ</w:t>
            </w:r>
            <w:r w:rsidR="0076657C">
              <w:rPr>
                <w:rtl/>
              </w:rPr>
              <w:t xml:space="preserve"> </w:t>
            </w:r>
            <w:r w:rsidRPr="00A0264F">
              <w:rPr>
                <w:rtl/>
              </w:rPr>
              <w:t>لـلـهِ</w:t>
            </w:r>
            <w:r w:rsidR="0076657C">
              <w:rPr>
                <w:rtl/>
              </w:rPr>
              <w:t xml:space="preserve"> </w:t>
            </w:r>
            <w:r w:rsidRPr="00A0264F">
              <w:rPr>
                <w:rtl/>
              </w:rPr>
              <w:t>بـيـن</w:t>
            </w:r>
            <w:r w:rsidR="0076657C">
              <w:rPr>
                <w:rtl/>
              </w:rPr>
              <w:t xml:space="preserve"> </w:t>
            </w:r>
            <w:r w:rsidRPr="00A0264F">
              <w:rPr>
                <w:rtl/>
              </w:rPr>
              <w:t>عـباده</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يُـمَـيَّزُ</w:t>
            </w:r>
            <w:r>
              <w:rPr>
                <w:rtl/>
              </w:rPr>
              <w:t xml:space="preserve"> </w:t>
            </w:r>
            <w:r w:rsidRPr="00A0264F">
              <w:rPr>
                <w:rtl/>
              </w:rPr>
              <w:t>فـيها</w:t>
            </w:r>
            <w:r w:rsidR="0076657C">
              <w:rPr>
                <w:rtl/>
              </w:rPr>
              <w:t xml:space="preserve"> </w:t>
            </w:r>
            <w:r w:rsidRPr="00A0264F">
              <w:rPr>
                <w:rtl/>
              </w:rPr>
              <w:t>فـاجرُ</w:t>
            </w:r>
            <w:r w:rsidR="0076657C">
              <w:rPr>
                <w:rtl/>
              </w:rPr>
              <w:t xml:space="preserve"> </w:t>
            </w:r>
            <w:r w:rsidRPr="00A0264F">
              <w:rPr>
                <w:rtl/>
              </w:rPr>
              <w:t>الـناسِ</w:t>
            </w:r>
            <w:r w:rsidR="0076657C">
              <w:rPr>
                <w:rtl/>
              </w:rPr>
              <w:t xml:space="preserve"> </w:t>
            </w:r>
            <w:r w:rsidRPr="00A0264F">
              <w:rPr>
                <w:rtl/>
              </w:rPr>
              <w:t>والـبَرُّ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ويـعـظمُ</w:t>
            </w:r>
            <w:r>
              <w:rPr>
                <w:rtl/>
              </w:rPr>
              <w:t xml:space="preserve"> </w:t>
            </w:r>
            <w:r w:rsidRPr="00A0264F">
              <w:rPr>
                <w:rtl/>
              </w:rPr>
              <w:t>أجــرَ</w:t>
            </w:r>
            <w:r w:rsidR="0076657C">
              <w:rPr>
                <w:rtl/>
              </w:rPr>
              <w:t xml:space="preserve"> </w:t>
            </w:r>
            <w:r w:rsidRPr="00A0264F">
              <w:rPr>
                <w:rtl/>
              </w:rPr>
              <w:t>الـصابرينَ</w:t>
            </w:r>
            <w:r w:rsidR="0076657C">
              <w:rPr>
                <w:rtl/>
              </w:rPr>
              <w:t xml:space="preserve"> </w:t>
            </w:r>
            <w:r w:rsidRPr="00A0264F">
              <w:rPr>
                <w:rtl/>
              </w:rPr>
              <w:t>لأنّـهم</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أقـاموا</w:t>
            </w:r>
            <w:r>
              <w:rPr>
                <w:rtl/>
              </w:rPr>
              <w:t xml:space="preserve"> </w:t>
            </w:r>
            <w:r w:rsidRPr="00A0264F">
              <w:rPr>
                <w:rtl/>
              </w:rPr>
              <w:t>عـلى</w:t>
            </w:r>
            <w:r w:rsidR="0076657C">
              <w:rPr>
                <w:rtl/>
              </w:rPr>
              <w:t xml:space="preserve"> </w:t>
            </w:r>
            <w:r w:rsidRPr="00A0264F">
              <w:rPr>
                <w:rtl/>
              </w:rPr>
              <w:t>مـا</w:t>
            </w:r>
            <w:r w:rsidR="0076657C">
              <w:rPr>
                <w:rtl/>
              </w:rPr>
              <w:t xml:space="preserve"> </w:t>
            </w:r>
            <w:r w:rsidRPr="00A0264F">
              <w:rPr>
                <w:rtl/>
              </w:rPr>
              <w:t>دونَ</w:t>
            </w:r>
            <w:r w:rsidR="0076657C">
              <w:rPr>
                <w:rtl/>
              </w:rPr>
              <w:t xml:space="preserve"> </w:t>
            </w:r>
            <w:r w:rsidRPr="00A0264F">
              <w:rPr>
                <w:rtl/>
              </w:rPr>
              <w:t>موطئهِ</w:t>
            </w:r>
            <w:r w:rsidR="0076657C">
              <w:rPr>
                <w:rtl/>
              </w:rPr>
              <w:t xml:space="preserve"> </w:t>
            </w:r>
            <w:r w:rsidRPr="00A0264F">
              <w:rPr>
                <w:rtl/>
              </w:rPr>
              <w:t>الجمرُ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ولـم</w:t>
            </w:r>
            <w:r>
              <w:rPr>
                <w:rtl/>
              </w:rPr>
              <w:t xml:space="preserve"> </w:t>
            </w:r>
            <w:r w:rsidRPr="00A0264F">
              <w:rPr>
                <w:rtl/>
              </w:rPr>
              <w:t>يـمتحنهم</w:t>
            </w:r>
            <w:r w:rsidR="0076657C">
              <w:rPr>
                <w:rtl/>
              </w:rPr>
              <w:t xml:space="preserve"> </w:t>
            </w:r>
            <w:r w:rsidRPr="00A0264F">
              <w:rPr>
                <w:rtl/>
              </w:rPr>
              <w:t>كـي</w:t>
            </w:r>
            <w:r w:rsidR="0076657C">
              <w:rPr>
                <w:rtl/>
              </w:rPr>
              <w:t xml:space="preserve"> </w:t>
            </w:r>
            <w:r w:rsidRPr="00A0264F">
              <w:rPr>
                <w:rtl/>
              </w:rPr>
              <w:t>يُـحيطَ</w:t>
            </w:r>
            <w:r w:rsidR="0076657C">
              <w:rPr>
                <w:rtl/>
              </w:rPr>
              <w:t xml:space="preserve"> </w:t>
            </w:r>
            <w:r w:rsidRPr="00A0264F">
              <w:rPr>
                <w:rtl/>
              </w:rPr>
              <w:t>بـعلمهم</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عـليمٌ</w:t>
            </w:r>
            <w:r>
              <w:rPr>
                <w:rtl/>
              </w:rPr>
              <w:t xml:space="preserve"> </w:t>
            </w:r>
            <w:r w:rsidRPr="00A0264F">
              <w:rPr>
                <w:rtl/>
              </w:rPr>
              <w:t>تـساوى</w:t>
            </w:r>
            <w:r w:rsidR="0076657C">
              <w:rPr>
                <w:rtl/>
              </w:rPr>
              <w:t xml:space="preserve"> </w:t>
            </w:r>
            <w:r w:rsidRPr="00A0264F">
              <w:rPr>
                <w:rtl/>
              </w:rPr>
              <w:t>عـندهُ</w:t>
            </w:r>
            <w:r w:rsidR="0076657C">
              <w:rPr>
                <w:rtl/>
              </w:rPr>
              <w:t xml:space="preserve"> </w:t>
            </w:r>
            <w:r w:rsidRPr="00A0264F">
              <w:rPr>
                <w:rtl/>
              </w:rPr>
              <w:t>الـسرُّ</w:t>
            </w:r>
            <w:r w:rsidR="0076657C">
              <w:rPr>
                <w:rtl/>
              </w:rPr>
              <w:t xml:space="preserve"> </w:t>
            </w:r>
            <w:r w:rsidRPr="00A0264F">
              <w:rPr>
                <w:rtl/>
              </w:rPr>
              <w:t>والجهرُ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ولـكن</w:t>
            </w:r>
            <w:r w:rsidR="0076657C">
              <w:rPr>
                <w:rtl/>
              </w:rPr>
              <w:t xml:space="preserve"> </w:t>
            </w:r>
            <w:r w:rsidRPr="00A0264F">
              <w:rPr>
                <w:rtl/>
              </w:rPr>
              <w:t>لـيبدوا</w:t>
            </w:r>
            <w:r w:rsidR="0076657C">
              <w:rPr>
                <w:rtl/>
              </w:rPr>
              <w:t xml:space="preserve"> </w:t>
            </w:r>
            <w:r w:rsidRPr="00A0264F">
              <w:rPr>
                <w:rtl/>
              </w:rPr>
              <w:t>عـندهم</w:t>
            </w:r>
            <w:r w:rsidR="0076657C">
              <w:rPr>
                <w:rtl/>
              </w:rPr>
              <w:t xml:space="preserve"> </w:t>
            </w:r>
            <w:r w:rsidRPr="00A0264F">
              <w:rPr>
                <w:rtl/>
              </w:rPr>
              <w:t>سوءَ</w:t>
            </w:r>
            <w:r w:rsidR="0076657C">
              <w:rPr>
                <w:rtl/>
              </w:rPr>
              <w:t xml:space="preserve"> </w:t>
            </w:r>
            <w:r w:rsidRPr="00A0264F">
              <w:rPr>
                <w:rtl/>
              </w:rPr>
              <w:t>ما</w:t>
            </w:r>
            <w:r w:rsidR="0076657C">
              <w:rPr>
                <w:rtl/>
              </w:rPr>
              <w:t xml:space="preserve"> </w:t>
            </w:r>
            <w:r w:rsidRPr="00A0264F">
              <w:rPr>
                <w:rtl/>
              </w:rPr>
              <w:t>اجتروا</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عـلـيهم</w:t>
            </w:r>
            <w:r>
              <w:rPr>
                <w:rtl/>
              </w:rPr>
              <w:t xml:space="preserve"> </w:t>
            </w:r>
            <w:r w:rsidRPr="00A0264F">
              <w:rPr>
                <w:rtl/>
              </w:rPr>
              <w:t>فـلا</w:t>
            </w:r>
            <w:r w:rsidR="0076657C">
              <w:rPr>
                <w:rtl/>
              </w:rPr>
              <w:t xml:space="preserve"> </w:t>
            </w:r>
            <w:r w:rsidRPr="00A0264F">
              <w:rPr>
                <w:rtl/>
              </w:rPr>
              <w:t>يـبقى</w:t>
            </w:r>
            <w:r w:rsidR="0076657C">
              <w:rPr>
                <w:rtl/>
              </w:rPr>
              <w:t xml:space="preserve"> </w:t>
            </w:r>
            <w:r w:rsidRPr="00A0264F">
              <w:rPr>
                <w:rtl/>
              </w:rPr>
              <w:t>لإثـمهم</w:t>
            </w:r>
            <w:r w:rsidR="0076657C">
              <w:rPr>
                <w:rtl/>
              </w:rPr>
              <w:t xml:space="preserve"> </w:t>
            </w:r>
            <w:r w:rsidRPr="00A0264F">
              <w:rPr>
                <w:rtl/>
              </w:rPr>
              <w:t>عـذرُ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وإنّــي</w:t>
            </w:r>
            <w:r>
              <w:rPr>
                <w:rtl/>
              </w:rPr>
              <w:t xml:space="preserve"> </w:t>
            </w:r>
            <w:r w:rsidRPr="00A0264F">
              <w:rPr>
                <w:rtl/>
              </w:rPr>
              <w:t>لأرجـو</w:t>
            </w:r>
            <w:r w:rsidR="0076657C">
              <w:rPr>
                <w:rtl/>
              </w:rPr>
              <w:t xml:space="preserve"> </w:t>
            </w:r>
            <w:r w:rsidRPr="00A0264F">
              <w:rPr>
                <w:rtl/>
              </w:rPr>
              <w:t>أن</w:t>
            </w:r>
            <w:r w:rsidR="0076657C">
              <w:rPr>
                <w:rtl/>
              </w:rPr>
              <w:t xml:space="preserve"> </w:t>
            </w:r>
            <w:r w:rsidRPr="00A0264F">
              <w:rPr>
                <w:rtl/>
              </w:rPr>
              <w:t>يـحينَ</w:t>
            </w:r>
            <w:r w:rsidR="0076657C">
              <w:rPr>
                <w:rtl/>
              </w:rPr>
              <w:t xml:space="preserve"> </w:t>
            </w:r>
            <w:r w:rsidRPr="00A0264F">
              <w:rPr>
                <w:rtl/>
              </w:rPr>
              <w:t>ظـهوره</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لـينتشرَ</w:t>
            </w:r>
            <w:r>
              <w:rPr>
                <w:rtl/>
              </w:rPr>
              <w:t xml:space="preserve"> </w:t>
            </w:r>
            <w:r w:rsidRPr="00A0264F">
              <w:rPr>
                <w:rtl/>
              </w:rPr>
              <w:t>الـمعروفُ</w:t>
            </w:r>
            <w:r w:rsidR="0076657C">
              <w:rPr>
                <w:rtl/>
              </w:rPr>
              <w:t xml:space="preserve"> </w:t>
            </w:r>
            <w:r w:rsidRPr="00A0264F">
              <w:rPr>
                <w:rtl/>
              </w:rPr>
              <w:t>فـي</w:t>
            </w:r>
            <w:r w:rsidR="0076657C">
              <w:rPr>
                <w:rtl/>
              </w:rPr>
              <w:t xml:space="preserve"> </w:t>
            </w:r>
            <w:r w:rsidRPr="00A0264F">
              <w:rPr>
                <w:rtl/>
              </w:rPr>
              <w:t>الناسِ</w:t>
            </w:r>
            <w:r w:rsidR="0076657C">
              <w:rPr>
                <w:rtl/>
              </w:rPr>
              <w:t xml:space="preserve"> </w:t>
            </w:r>
            <w:r w:rsidRPr="00A0264F">
              <w:rPr>
                <w:rtl/>
              </w:rPr>
              <w:t>والبرُّ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ويُـحيى</w:t>
            </w:r>
            <w:r w:rsidR="0076657C">
              <w:rPr>
                <w:rtl/>
              </w:rPr>
              <w:t xml:space="preserve"> </w:t>
            </w:r>
            <w:r w:rsidRPr="00A0264F">
              <w:rPr>
                <w:rtl/>
              </w:rPr>
              <w:t>بـهِ</w:t>
            </w:r>
            <w:r w:rsidR="0076657C">
              <w:rPr>
                <w:rtl/>
              </w:rPr>
              <w:t xml:space="preserve"> </w:t>
            </w:r>
            <w:r w:rsidRPr="00A0264F">
              <w:rPr>
                <w:rtl/>
              </w:rPr>
              <w:t>قـطرُ</w:t>
            </w:r>
            <w:r w:rsidR="0076657C">
              <w:rPr>
                <w:rtl/>
              </w:rPr>
              <w:t xml:space="preserve"> </w:t>
            </w:r>
            <w:r w:rsidRPr="00A0264F">
              <w:rPr>
                <w:rtl/>
              </w:rPr>
              <w:t>الـحيا</w:t>
            </w:r>
            <w:r w:rsidR="0076657C">
              <w:rPr>
                <w:rtl/>
              </w:rPr>
              <w:t xml:space="preserve"> </w:t>
            </w:r>
            <w:r w:rsidRPr="00A0264F">
              <w:rPr>
                <w:rtl/>
              </w:rPr>
              <w:t>ميِّتَ</w:t>
            </w:r>
            <w:r w:rsidR="0076657C">
              <w:rPr>
                <w:rtl/>
              </w:rPr>
              <w:t xml:space="preserve"> </w:t>
            </w:r>
            <w:r w:rsidRPr="00A0264F">
              <w:rPr>
                <w:rtl/>
              </w:rPr>
              <w:t>الثرى</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Pr>
                <w:rtl/>
              </w:rPr>
              <w:t>(</w:t>
            </w:r>
            <w:r w:rsidRPr="00A0264F">
              <w:rPr>
                <w:rtl/>
              </w:rPr>
              <w:t>فـتضحكُ</w:t>
            </w:r>
            <w:r w:rsidR="0076657C">
              <w:rPr>
                <w:rtl/>
              </w:rPr>
              <w:t xml:space="preserve"> </w:t>
            </w:r>
            <w:r w:rsidRPr="00A0264F">
              <w:rPr>
                <w:rtl/>
              </w:rPr>
              <w:t>من</w:t>
            </w:r>
            <w:r w:rsidR="0076657C">
              <w:rPr>
                <w:rtl/>
              </w:rPr>
              <w:t xml:space="preserve"> </w:t>
            </w:r>
            <w:r w:rsidRPr="00A0264F">
              <w:rPr>
                <w:rtl/>
              </w:rPr>
              <w:t>بشرٍ</w:t>
            </w:r>
            <w:r w:rsidR="0076657C">
              <w:rPr>
                <w:rtl/>
              </w:rPr>
              <w:t xml:space="preserve"> </w:t>
            </w:r>
            <w:r w:rsidRPr="00A0264F">
              <w:rPr>
                <w:rtl/>
              </w:rPr>
              <w:t>إذا</w:t>
            </w:r>
            <w:r w:rsidR="0076657C">
              <w:rPr>
                <w:rtl/>
              </w:rPr>
              <w:t xml:space="preserve"> </w:t>
            </w:r>
            <w:r w:rsidRPr="00A0264F">
              <w:rPr>
                <w:rtl/>
              </w:rPr>
              <w:t>ما</w:t>
            </w:r>
            <w:r w:rsidR="0076657C">
              <w:rPr>
                <w:rtl/>
              </w:rPr>
              <w:t xml:space="preserve"> </w:t>
            </w:r>
            <w:r w:rsidRPr="00A0264F">
              <w:rPr>
                <w:rtl/>
              </w:rPr>
              <w:t>بكى</w:t>
            </w:r>
            <w:r w:rsidR="0076657C">
              <w:rPr>
                <w:rtl/>
              </w:rPr>
              <w:t xml:space="preserve"> </w:t>
            </w:r>
            <w:r w:rsidRPr="00A0264F">
              <w:rPr>
                <w:rtl/>
              </w:rPr>
              <w:t>القطر</w:t>
            </w:r>
            <w:r>
              <w:rPr>
                <w:rtl/>
              </w:rPr>
              <w:t>)</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Pr>
                <w:rtl/>
              </w:rPr>
              <w:t>(</w:t>
            </w:r>
            <w:r w:rsidRPr="00A0264F">
              <w:rPr>
                <w:rtl/>
              </w:rPr>
              <w:t>فـتخضرُّ</w:t>
            </w:r>
            <w:r>
              <w:rPr>
                <w:rtl/>
              </w:rPr>
              <w:t xml:space="preserve"> </w:t>
            </w:r>
            <w:r w:rsidRPr="00A0264F">
              <w:rPr>
                <w:rtl/>
              </w:rPr>
              <w:t>مـن</w:t>
            </w:r>
            <w:r w:rsidR="0076657C">
              <w:rPr>
                <w:rtl/>
              </w:rPr>
              <w:t xml:space="preserve"> </w:t>
            </w:r>
            <w:r w:rsidRPr="00A0264F">
              <w:rPr>
                <w:rtl/>
              </w:rPr>
              <w:t>وكَّـاف</w:t>
            </w:r>
            <w:r w:rsidR="0076657C">
              <w:rPr>
                <w:rtl/>
              </w:rPr>
              <w:t xml:space="preserve"> </w:t>
            </w:r>
            <w:r w:rsidRPr="00A0264F">
              <w:rPr>
                <w:rtl/>
              </w:rPr>
              <w:t>نـائلُ</w:t>
            </w:r>
            <w:r w:rsidR="0076657C">
              <w:rPr>
                <w:rtl/>
              </w:rPr>
              <w:t xml:space="preserve"> </w:t>
            </w:r>
            <w:r w:rsidRPr="00A0264F">
              <w:rPr>
                <w:rtl/>
              </w:rPr>
              <w:t>كفّه</w:t>
            </w:r>
            <w:r>
              <w:rPr>
                <w:rtl/>
              </w:rPr>
              <w:t>)</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ويـمـطرها</w:t>
            </w:r>
            <w:r>
              <w:rPr>
                <w:rtl/>
              </w:rPr>
              <w:t xml:space="preserve"> </w:t>
            </w:r>
            <w:r w:rsidRPr="00A0264F">
              <w:rPr>
                <w:rtl/>
              </w:rPr>
              <w:t>فـيضُ</w:t>
            </w:r>
            <w:r w:rsidR="0076657C">
              <w:rPr>
                <w:rtl/>
              </w:rPr>
              <w:t xml:space="preserve"> </w:t>
            </w:r>
            <w:r w:rsidRPr="00A0264F">
              <w:rPr>
                <w:rtl/>
              </w:rPr>
              <w:t>الـنجيعِ</w:t>
            </w:r>
            <w:r w:rsidR="0076657C">
              <w:rPr>
                <w:rtl/>
              </w:rPr>
              <w:t xml:space="preserve"> </w:t>
            </w:r>
            <w:r w:rsidRPr="00A0264F">
              <w:rPr>
                <w:rtl/>
              </w:rPr>
              <w:t>فَـتَحْمَرُّ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ويَـطْهُرُ</w:t>
            </w:r>
            <w:r>
              <w:rPr>
                <w:rtl/>
              </w:rPr>
              <w:t xml:space="preserve"> </w:t>
            </w:r>
            <w:r w:rsidRPr="00A0264F">
              <w:rPr>
                <w:rtl/>
              </w:rPr>
              <w:t>وجـهُ</w:t>
            </w:r>
            <w:r w:rsidR="0076657C">
              <w:rPr>
                <w:rtl/>
              </w:rPr>
              <w:t xml:space="preserve"> </w:t>
            </w:r>
            <w:r w:rsidRPr="00A0264F">
              <w:rPr>
                <w:rtl/>
              </w:rPr>
              <w:t>الأرضِ</w:t>
            </w:r>
            <w:r w:rsidR="0076657C">
              <w:rPr>
                <w:rtl/>
              </w:rPr>
              <w:t xml:space="preserve"> </w:t>
            </w:r>
            <w:r w:rsidRPr="00A0264F">
              <w:rPr>
                <w:rtl/>
              </w:rPr>
              <w:t>مـن</w:t>
            </w:r>
            <w:r w:rsidR="0076657C">
              <w:rPr>
                <w:rtl/>
              </w:rPr>
              <w:t xml:space="preserve"> </w:t>
            </w:r>
            <w:r w:rsidRPr="00A0264F">
              <w:rPr>
                <w:rtl/>
              </w:rPr>
              <w:t>كلّ</w:t>
            </w:r>
            <w:r w:rsidR="0076657C">
              <w:rPr>
                <w:rtl/>
              </w:rPr>
              <w:t xml:space="preserve"> </w:t>
            </w:r>
            <w:r w:rsidRPr="00A0264F">
              <w:rPr>
                <w:rtl/>
              </w:rPr>
              <w:t>مأثم</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ورجـسٍ</w:t>
            </w:r>
            <w:r w:rsidR="0076657C">
              <w:rPr>
                <w:rtl/>
              </w:rPr>
              <w:t xml:space="preserve"> </w:t>
            </w:r>
            <w:r w:rsidRPr="00A0264F">
              <w:rPr>
                <w:rtl/>
              </w:rPr>
              <w:t>فـلا</w:t>
            </w:r>
            <w:r w:rsidR="0076657C">
              <w:rPr>
                <w:rtl/>
              </w:rPr>
              <w:t xml:space="preserve"> </w:t>
            </w:r>
            <w:r w:rsidRPr="00A0264F">
              <w:rPr>
                <w:rtl/>
              </w:rPr>
              <w:t>يـبقى</w:t>
            </w:r>
            <w:r w:rsidR="0076657C">
              <w:rPr>
                <w:rtl/>
              </w:rPr>
              <w:t xml:space="preserve"> </w:t>
            </w:r>
            <w:r w:rsidRPr="00A0264F">
              <w:rPr>
                <w:rtl/>
              </w:rPr>
              <w:t>عـليها</w:t>
            </w:r>
            <w:r w:rsidR="0076657C">
              <w:rPr>
                <w:rtl/>
              </w:rPr>
              <w:t xml:space="preserve"> </w:t>
            </w:r>
            <w:r w:rsidRPr="00A0264F">
              <w:rPr>
                <w:rtl/>
              </w:rPr>
              <w:t>دمٌ</w:t>
            </w:r>
            <w:r w:rsidR="0076657C">
              <w:rPr>
                <w:rtl/>
              </w:rPr>
              <w:t xml:space="preserve"> </w:t>
            </w:r>
            <w:r w:rsidRPr="00A0264F">
              <w:rPr>
                <w:rtl/>
              </w:rPr>
              <w:t>هـدرُ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وتـشقى</w:t>
            </w:r>
            <w:r>
              <w:rPr>
                <w:rtl/>
              </w:rPr>
              <w:t xml:space="preserve"> </w:t>
            </w:r>
            <w:r w:rsidRPr="00A0264F">
              <w:rPr>
                <w:rtl/>
              </w:rPr>
              <w:t>بـهِ</w:t>
            </w:r>
            <w:r w:rsidR="0076657C">
              <w:rPr>
                <w:rtl/>
              </w:rPr>
              <w:t xml:space="preserve"> </w:t>
            </w:r>
            <w:r w:rsidRPr="00A0264F">
              <w:rPr>
                <w:rtl/>
              </w:rPr>
              <w:t>أعـناقُ</w:t>
            </w:r>
            <w:r w:rsidR="0076657C">
              <w:rPr>
                <w:rtl/>
              </w:rPr>
              <w:t xml:space="preserve"> </w:t>
            </w:r>
            <w:r w:rsidRPr="00A0264F">
              <w:rPr>
                <w:rtl/>
              </w:rPr>
              <w:t>قـومٍ</w:t>
            </w:r>
            <w:r w:rsidR="0076657C">
              <w:rPr>
                <w:rtl/>
              </w:rPr>
              <w:t xml:space="preserve"> </w:t>
            </w:r>
            <w:r w:rsidRPr="00A0264F">
              <w:rPr>
                <w:rtl/>
              </w:rPr>
              <w:t>تـطوّلت</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فـتأخذُ</w:t>
            </w:r>
            <w:r w:rsidR="0076657C">
              <w:rPr>
                <w:rtl/>
              </w:rPr>
              <w:t xml:space="preserve"> </w:t>
            </w:r>
            <w:r w:rsidRPr="00A0264F">
              <w:rPr>
                <w:rtl/>
              </w:rPr>
              <w:t>مـنها</w:t>
            </w:r>
            <w:r w:rsidR="0076657C">
              <w:rPr>
                <w:rtl/>
              </w:rPr>
              <w:t xml:space="preserve"> </w:t>
            </w:r>
            <w:r w:rsidRPr="00A0264F">
              <w:rPr>
                <w:rtl/>
              </w:rPr>
              <w:t>حـظّها</w:t>
            </w:r>
            <w:r w:rsidR="0076657C">
              <w:rPr>
                <w:rtl/>
              </w:rPr>
              <w:t xml:space="preserve"> </w:t>
            </w:r>
            <w:r w:rsidRPr="00A0264F">
              <w:rPr>
                <w:rtl/>
              </w:rPr>
              <w:t>الـبيضُ</w:t>
            </w:r>
            <w:r w:rsidR="0076657C">
              <w:rPr>
                <w:rtl/>
              </w:rPr>
              <w:t xml:space="preserve"> </w:t>
            </w:r>
            <w:r w:rsidRPr="00A0264F">
              <w:rPr>
                <w:rtl/>
              </w:rPr>
              <w:t>والسمرُ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فـكم</w:t>
            </w:r>
            <w:r>
              <w:rPr>
                <w:rtl/>
              </w:rPr>
              <w:t xml:space="preserve"> </w:t>
            </w:r>
            <w:r w:rsidRPr="00A0264F">
              <w:rPr>
                <w:rtl/>
              </w:rPr>
              <w:t>مـن</w:t>
            </w:r>
            <w:r w:rsidR="0076657C">
              <w:rPr>
                <w:rtl/>
              </w:rPr>
              <w:t xml:space="preserve"> </w:t>
            </w:r>
            <w:r w:rsidRPr="00A0264F">
              <w:rPr>
                <w:rtl/>
              </w:rPr>
              <w:t>كـتابيٍّ</w:t>
            </w:r>
            <w:r w:rsidR="0076657C">
              <w:rPr>
                <w:rtl/>
              </w:rPr>
              <w:t xml:space="preserve"> </w:t>
            </w:r>
            <w:r w:rsidRPr="00A0264F">
              <w:rPr>
                <w:rtl/>
              </w:rPr>
              <w:t>عـلى</w:t>
            </w:r>
            <w:r w:rsidR="0076657C">
              <w:rPr>
                <w:rtl/>
              </w:rPr>
              <w:t xml:space="preserve"> </w:t>
            </w:r>
            <w:r w:rsidRPr="00A0264F">
              <w:rPr>
                <w:rtl/>
              </w:rPr>
              <w:t>مـسلمٍ</w:t>
            </w:r>
            <w:r w:rsidR="0076657C">
              <w:rPr>
                <w:rtl/>
              </w:rPr>
              <w:t xml:space="preserve"> </w:t>
            </w:r>
            <w:r w:rsidRPr="00A0264F">
              <w:rPr>
                <w:rtl/>
              </w:rPr>
              <w:t>علا</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وآخـرَ</w:t>
            </w:r>
            <w:r>
              <w:rPr>
                <w:rtl/>
              </w:rPr>
              <w:t xml:space="preserve"> (</w:t>
            </w:r>
            <w:r w:rsidRPr="00A0264F">
              <w:rPr>
                <w:rtl/>
              </w:rPr>
              <w:t>حـربيٍّ</w:t>
            </w:r>
            <w:r>
              <w:rPr>
                <w:rtl/>
              </w:rPr>
              <w:t>)</w:t>
            </w:r>
            <w:r w:rsidR="0076657C">
              <w:rPr>
                <w:rtl/>
              </w:rPr>
              <w:t xml:space="preserve"> </w:t>
            </w:r>
            <w:r w:rsidRPr="00A0264F">
              <w:rPr>
                <w:rtl/>
              </w:rPr>
              <w:t>بـهِ</w:t>
            </w:r>
            <w:r w:rsidR="0076657C">
              <w:rPr>
                <w:rtl/>
              </w:rPr>
              <w:t xml:space="preserve"> </w:t>
            </w:r>
            <w:r w:rsidRPr="00A0264F">
              <w:rPr>
                <w:rtl/>
              </w:rPr>
              <w:t>شـمخَ</w:t>
            </w:r>
            <w:r w:rsidR="0076657C">
              <w:rPr>
                <w:rtl/>
              </w:rPr>
              <w:t xml:space="preserve"> </w:t>
            </w:r>
            <w:r w:rsidRPr="00A0264F">
              <w:rPr>
                <w:rtl/>
              </w:rPr>
              <w:t>الكبرُ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ولــولا</w:t>
            </w:r>
            <w:r>
              <w:rPr>
                <w:rtl/>
              </w:rPr>
              <w:t xml:space="preserve"> </w:t>
            </w:r>
            <w:r w:rsidRPr="00A0264F">
              <w:rPr>
                <w:rtl/>
              </w:rPr>
              <w:t>أمـيـرُ</w:t>
            </w:r>
            <w:r w:rsidR="0076657C">
              <w:rPr>
                <w:rtl/>
              </w:rPr>
              <w:t xml:space="preserve"> </w:t>
            </w:r>
            <w:r w:rsidRPr="00A0264F">
              <w:rPr>
                <w:rtl/>
              </w:rPr>
              <w:t>الـمؤمنينَ</w:t>
            </w:r>
            <w:r w:rsidR="0076657C">
              <w:rPr>
                <w:rtl/>
              </w:rPr>
              <w:t xml:space="preserve"> </w:t>
            </w:r>
            <w:r w:rsidRPr="00A0264F">
              <w:rPr>
                <w:rtl/>
              </w:rPr>
              <w:t>وعـدله</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إذن</w:t>
            </w:r>
            <w:r w:rsidR="0076657C">
              <w:rPr>
                <w:rtl/>
              </w:rPr>
              <w:t xml:space="preserve"> </w:t>
            </w:r>
            <w:r w:rsidRPr="00A0264F">
              <w:rPr>
                <w:rtl/>
              </w:rPr>
              <w:t>لـتـوالى</w:t>
            </w:r>
            <w:r w:rsidR="0076657C">
              <w:rPr>
                <w:rtl/>
              </w:rPr>
              <w:t xml:space="preserve"> </w:t>
            </w:r>
            <w:r w:rsidRPr="00A0264F">
              <w:rPr>
                <w:rtl/>
              </w:rPr>
              <w:t>الـظلمُ</w:t>
            </w:r>
            <w:r w:rsidR="0076657C">
              <w:rPr>
                <w:rtl/>
              </w:rPr>
              <w:t xml:space="preserve"> </w:t>
            </w:r>
            <w:r w:rsidRPr="00A0264F">
              <w:rPr>
                <w:rtl/>
              </w:rPr>
              <w:t>وانـتشرَ</w:t>
            </w:r>
            <w:r w:rsidR="0076657C">
              <w:rPr>
                <w:rtl/>
              </w:rPr>
              <w:t xml:space="preserve"> </w:t>
            </w:r>
            <w:r w:rsidRPr="00A0264F">
              <w:rPr>
                <w:rtl/>
              </w:rPr>
              <w:t>الـشرُّ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فـلا</w:t>
            </w:r>
            <w:r w:rsidR="0076657C">
              <w:rPr>
                <w:rtl/>
              </w:rPr>
              <w:t xml:space="preserve"> </w:t>
            </w:r>
            <w:r w:rsidRPr="00A0264F">
              <w:rPr>
                <w:rtl/>
              </w:rPr>
              <w:t>تـحسبنَّ</w:t>
            </w:r>
            <w:r w:rsidR="0076657C">
              <w:rPr>
                <w:rtl/>
              </w:rPr>
              <w:t xml:space="preserve"> </w:t>
            </w:r>
            <w:r w:rsidRPr="00A0264F">
              <w:rPr>
                <w:rtl/>
              </w:rPr>
              <w:t>الأرضَ</w:t>
            </w:r>
            <w:r w:rsidR="0076657C">
              <w:rPr>
                <w:rtl/>
              </w:rPr>
              <w:t xml:space="preserve"> </w:t>
            </w:r>
            <w:r w:rsidRPr="00A0264F">
              <w:rPr>
                <w:rtl/>
              </w:rPr>
              <w:t>ضـاقت</w:t>
            </w:r>
            <w:r w:rsidR="0076657C">
              <w:rPr>
                <w:rtl/>
              </w:rPr>
              <w:t xml:space="preserve"> </w:t>
            </w:r>
            <w:r w:rsidRPr="00A0264F">
              <w:rPr>
                <w:rtl/>
              </w:rPr>
              <w:t>بظلمها</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Pr>
                <w:rtl/>
              </w:rPr>
              <w:t>فـذلـكَ</w:t>
            </w:r>
            <w:r w:rsidR="0076657C">
              <w:rPr>
                <w:rtl/>
              </w:rPr>
              <w:t xml:space="preserve"> </w:t>
            </w:r>
            <w:r>
              <w:rPr>
                <w:rtl/>
              </w:rPr>
              <w:t>قــولٌ</w:t>
            </w:r>
            <w:r w:rsidR="0076657C">
              <w:rPr>
                <w:rtl/>
              </w:rPr>
              <w:t xml:space="preserve"> </w:t>
            </w:r>
            <w:r>
              <w:rPr>
                <w:rtl/>
              </w:rPr>
              <w:t>عـن</w:t>
            </w:r>
            <w:r w:rsidR="0076657C">
              <w:rPr>
                <w:rtl/>
              </w:rPr>
              <w:t xml:space="preserve"> </w:t>
            </w:r>
            <w:r>
              <w:rPr>
                <w:rtl/>
              </w:rPr>
              <w:t>مـعايب</w:t>
            </w:r>
            <w:r w:rsidR="0076657C">
              <w:rPr>
                <w:rtl/>
              </w:rPr>
              <w:t xml:space="preserve"> </w:t>
            </w:r>
            <w:r w:rsidRPr="00A0264F">
              <w:rPr>
                <w:rtl/>
              </w:rPr>
              <w:t>يَـفْتَرُّ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وذا</w:t>
            </w:r>
            <w:r w:rsidR="0076657C">
              <w:rPr>
                <w:rtl/>
              </w:rPr>
              <w:t xml:space="preserve"> </w:t>
            </w:r>
            <w:r w:rsidRPr="00A0264F">
              <w:rPr>
                <w:rtl/>
              </w:rPr>
              <w:t>الـدينُ</w:t>
            </w:r>
            <w:r w:rsidR="0076657C">
              <w:rPr>
                <w:rtl/>
              </w:rPr>
              <w:t xml:space="preserve"> </w:t>
            </w:r>
            <w:r w:rsidRPr="00A0264F">
              <w:rPr>
                <w:rtl/>
              </w:rPr>
              <w:t>فـي</w:t>
            </w:r>
            <w:r w:rsidR="0076657C">
              <w:rPr>
                <w:rtl/>
              </w:rPr>
              <w:t xml:space="preserve"> </w:t>
            </w:r>
            <w:r>
              <w:rPr>
                <w:rtl/>
              </w:rPr>
              <w:t>(</w:t>
            </w:r>
            <w:r w:rsidRPr="00A0264F">
              <w:rPr>
                <w:rtl/>
              </w:rPr>
              <w:t>عـبدِ</w:t>
            </w:r>
            <w:r w:rsidR="0076657C">
              <w:rPr>
                <w:rtl/>
              </w:rPr>
              <w:t xml:space="preserve"> </w:t>
            </w:r>
            <w:r w:rsidRPr="00A0264F">
              <w:rPr>
                <w:rtl/>
              </w:rPr>
              <w:t>الحميد</w:t>
            </w:r>
            <w:r>
              <w:rPr>
                <w:rtl/>
              </w:rPr>
              <w:t>)</w:t>
            </w:r>
            <w:r w:rsidR="0076657C">
              <w:rPr>
                <w:rtl/>
              </w:rPr>
              <w:t xml:space="preserve"> </w:t>
            </w:r>
            <w:r w:rsidRPr="00A0264F">
              <w:rPr>
                <w:rtl/>
              </w:rPr>
              <w:t>بناؤه</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رفـيـعٌ</w:t>
            </w:r>
            <w:r w:rsidR="0076657C">
              <w:rPr>
                <w:rtl/>
              </w:rPr>
              <w:t xml:space="preserve"> </w:t>
            </w:r>
            <w:r w:rsidRPr="00A0264F">
              <w:rPr>
                <w:rtl/>
              </w:rPr>
              <w:t>وفـيهِ</w:t>
            </w:r>
            <w:r w:rsidR="0076657C">
              <w:rPr>
                <w:rtl/>
              </w:rPr>
              <w:t xml:space="preserve"> </w:t>
            </w:r>
            <w:r w:rsidRPr="00A0264F">
              <w:rPr>
                <w:rtl/>
              </w:rPr>
              <w:t>الـشركُ</w:t>
            </w:r>
            <w:r w:rsidR="0076657C">
              <w:rPr>
                <w:rtl/>
              </w:rPr>
              <w:t xml:space="preserve"> </w:t>
            </w:r>
            <w:r w:rsidRPr="00A0264F">
              <w:rPr>
                <w:rtl/>
              </w:rPr>
              <w:t>أربـعهُ</w:t>
            </w:r>
            <w:r w:rsidR="0076657C">
              <w:rPr>
                <w:rtl/>
              </w:rPr>
              <w:t xml:space="preserve"> </w:t>
            </w:r>
            <w:r w:rsidRPr="00A0264F">
              <w:rPr>
                <w:rtl/>
              </w:rPr>
              <w:t>دثـرُ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إذا</w:t>
            </w:r>
            <w:r>
              <w:rPr>
                <w:rtl/>
              </w:rPr>
              <w:t xml:space="preserve"> </w:t>
            </w:r>
            <w:r w:rsidRPr="00A0264F">
              <w:rPr>
                <w:rtl/>
              </w:rPr>
              <w:t>خـفـقت</w:t>
            </w:r>
            <w:r w:rsidR="0076657C">
              <w:rPr>
                <w:rtl/>
              </w:rPr>
              <w:t xml:space="preserve"> </w:t>
            </w:r>
            <w:r w:rsidRPr="00A0264F">
              <w:rPr>
                <w:rtl/>
              </w:rPr>
              <w:t>بـالنصرِ</w:t>
            </w:r>
            <w:r w:rsidR="0076657C">
              <w:rPr>
                <w:rtl/>
              </w:rPr>
              <w:t xml:space="preserve"> </w:t>
            </w:r>
            <w:r w:rsidRPr="00A0264F">
              <w:rPr>
                <w:rtl/>
              </w:rPr>
              <w:t>رايـاتُ</w:t>
            </w:r>
            <w:r w:rsidR="0076657C">
              <w:rPr>
                <w:rtl/>
              </w:rPr>
              <w:t xml:space="preserve"> </w:t>
            </w:r>
            <w:r w:rsidRPr="00A0264F">
              <w:rPr>
                <w:rtl/>
              </w:rPr>
              <w:t>عـزّه</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فـأحشاءُ</w:t>
            </w:r>
            <w:r>
              <w:rPr>
                <w:rtl/>
              </w:rPr>
              <w:t xml:space="preserve"> </w:t>
            </w:r>
            <w:r w:rsidRPr="00A0264F">
              <w:rPr>
                <w:rtl/>
              </w:rPr>
              <w:t>أعـداهُ</w:t>
            </w:r>
            <w:r w:rsidR="0076657C">
              <w:rPr>
                <w:rtl/>
              </w:rPr>
              <w:t xml:space="preserve"> </w:t>
            </w:r>
            <w:r w:rsidRPr="00A0264F">
              <w:rPr>
                <w:rtl/>
              </w:rPr>
              <w:t>بـها</w:t>
            </w:r>
            <w:r w:rsidR="0076657C">
              <w:rPr>
                <w:rtl/>
              </w:rPr>
              <w:t xml:space="preserve"> </w:t>
            </w:r>
            <w:r w:rsidRPr="00A0264F">
              <w:rPr>
                <w:rtl/>
              </w:rPr>
              <w:t>يـخفقُ</w:t>
            </w:r>
            <w:r w:rsidR="0076657C">
              <w:rPr>
                <w:rtl/>
              </w:rPr>
              <w:t xml:space="preserve"> </w:t>
            </w:r>
            <w:r w:rsidRPr="00A0264F">
              <w:rPr>
                <w:rtl/>
              </w:rPr>
              <w:t>الـذعرُ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وعـنهُ</w:t>
            </w:r>
            <w:r w:rsidR="0076657C">
              <w:rPr>
                <w:rtl/>
              </w:rPr>
              <w:t xml:space="preserve"> </w:t>
            </w:r>
            <w:r w:rsidRPr="00A0264F">
              <w:rPr>
                <w:rtl/>
              </w:rPr>
              <w:t>سـلِ</w:t>
            </w:r>
            <w:r w:rsidR="0076657C">
              <w:rPr>
                <w:rtl/>
              </w:rPr>
              <w:t xml:space="preserve"> </w:t>
            </w:r>
            <w:r w:rsidRPr="00A0264F">
              <w:rPr>
                <w:rtl/>
              </w:rPr>
              <w:t>الـيونانَ</w:t>
            </w:r>
            <w:r w:rsidR="0076657C">
              <w:rPr>
                <w:rtl/>
              </w:rPr>
              <w:t xml:space="preserve"> </w:t>
            </w:r>
            <w:r w:rsidRPr="00A0264F">
              <w:rPr>
                <w:rtl/>
              </w:rPr>
              <w:t>كـم</w:t>
            </w:r>
            <w:r w:rsidR="0076657C">
              <w:rPr>
                <w:rtl/>
              </w:rPr>
              <w:t xml:space="preserve"> </w:t>
            </w:r>
            <w:r w:rsidRPr="00A0264F">
              <w:rPr>
                <w:rtl/>
              </w:rPr>
              <w:t>مـيتَ</w:t>
            </w:r>
            <w:r w:rsidR="0076657C">
              <w:rPr>
                <w:rtl/>
              </w:rPr>
              <w:t xml:space="preserve"> </w:t>
            </w:r>
            <w:r w:rsidRPr="00A0264F">
              <w:rPr>
                <w:rtl/>
              </w:rPr>
              <w:t>لهم</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لـهُ</w:t>
            </w:r>
            <w:r w:rsidR="0076657C">
              <w:rPr>
                <w:rtl/>
              </w:rPr>
              <w:t xml:space="preserve"> </w:t>
            </w:r>
            <w:r w:rsidRPr="00A0264F">
              <w:rPr>
                <w:rtl/>
              </w:rPr>
              <w:t>جـدثانِ</w:t>
            </w:r>
            <w:r w:rsidR="0076657C">
              <w:rPr>
                <w:rtl/>
              </w:rPr>
              <w:t xml:space="preserve"> </w:t>
            </w:r>
            <w:r w:rsidRPr="00A0264F">
              <w:rPr>
                <w:rtl/>
              </w:rPr>
              <w:t>الـذئبِ</w:t>
            </w:r>
            <w:r w:rsidR="0076657C">
              <w:rPr>
                <w:rtl/>
              </w:rPr>
              <w:t xml:space="preserve"> </w:t>
            </w:r>
            <w:r w:rsidRPr="00A0264F">
              <w:rPr>
                <w:rtl/>
              </w:rPr>
              <w:t>والـقشعمِ</w:t>
            </w:r>
            <w:r w:rsidR="0076657C">
              <w:rPr>
                <w:rtl/>
              </w:rPr>
              <w:t xml:space="preserve"> </w:t>
            </w:r>
            <w:r w:rsidRPr="00A0264F">
              <w:rPr>
                <w:rtl/>
              </w:rPr>
              <w:t>الـنسرُ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وكــم</w:t>
            </w:r>
            <w:r>
              <w:rPr>
                <w:rtl/>
              </w:rPr>
              <w:t xml:space="preserve"> </w:t>
            </w:r>
            <w:r w:rsidRPr="00A0264F">
              <w:rPr>
                <w:rtl/>
              </w:rPr>
              <w:t>جـحـفلٍ</w:t>
            </w:r>
            <w:r w:rsidR="0076657C">
              <w:rPr>
                <w:rtl/>
              </w:rPr>
              <w:t xml:space="preserve"> </w:t>
            </w:r>
            <w:r w:rsidRPr="00A0264F">
              <w:rPr>
                <w:rtl/>
              </w:rPr>
              <w:t>إذ</w:t>
            </w:r>
            <w:r w:rsidR="0076657C">
              <w:rPr>
                <w:rtl/>
              </w:rPr>
              <w:t xml:space="preserve"> </w:t>
            </w:r>
            <w:r w:rsidRPr="00A0264F">
              <w:rPr>
                <w:rtl/>
              </w:rPr>
              <w:t>ذاكَ</w:t>
            </w:r>
            <w:r w:rsidR="0076657C">
              <w:rPr>
                <w:rtl/>
              </w:rPr>
              <w:t xml:space="preserve"> </w:t>
            </w:r>
            <w:r w:rsidRPr="00A0264F">
              <w:rPr>
                <w:rtl/>
              </w:rPr>
              <w:t>قـبلَ</w:t>
            </w:r>
            <w:r w:rsidR="0076657C">
              <w:rPr>
                <w:rtl/>
              </w:rPr>
              <w:t xml:space="preserve"> </w:t>
            </w:r>
            <w:r w:rsidRPr="00A0264F">
              <w:rPr>
                <w:rtl/>
              </w:rPr>
              <w:t>لـقائه</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بـنو</w:t>
            </w:r>
            <w:r>
              <w:rPr>
                <w:rtl/>
              </w:rPr>
              <w:t xml:space="preserve"> </w:t>
            </w:r>
            <w:r w:rsidRPr="00A0264F">
              <w:rPr>
                <w:rtl/>
              </w:rPr>
              <w:t>الأصـفرِ</w:t>
            </w:r>
            <w:r w:rsidR="0076657C">
              <w:rPr>
                <w:rtl/>
              </w:rPr>
              <w:t xml:space="preserve"> </w:t>
            </w:r>
            <w:r w:rsidRPr="00A0264F">
              <w:rPr>
                <w:rtl/>
              </w:rPr>
              <w:t>انحازت</w:t>
            </w:r>
            <w:r w:rsidR="0076657C">
              <w:rPr>
                <w:rtl/>
              </w:rPr>
              <w:t xml:space="preserve"> </w:t>
            </w:r>
            <w:r w:rsidRPr="00A0264F">
              <w:rPr>
                <w:rtl/>
              </w:rPr>
              <w:t>وأوجهها</w:t>
            </w:r>
            <w:r w:rsidR="0076657C">
              <w:rPr>
                <w:rtl/>
              </w:rPr>
              <w:t xml:space="preserve"> </w:t>
            </w:r>
            <w:r w:rsidRPr="00A0264F">
              <w:rPr>
                <w:rtl/>
              </w:rPr>
              <w:t>صفرُ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عـشـيةَ</w:t>
            </w:r>
            <w:r w:rsidR="0076657C">
              <w:rPr>
                <w:rtl/>
              </w:rPr>
              <w:t xml:space="preserve"> </w:t>
            </w:r>
            <w:r w:rsidRPr="00A0264F">
              <w:rPr>
                <w:rtl/>
              </w:rPr>
              <w:t>جــاءَ</w:t>
            </w:r>
            <w:r w:rsidR="0076657C">
              <w:rPr>
                <w:rtl/>
              </w:rPr>
              <w:t xml:space="preserve"> </w:t>
            </w:r>
            <w:r w:rsidRPr="00A0264F">
              <w:rPr>
                <w:rtl/>
              </w:rPr>
              <w:t>الـمـسلمونَ</w:t>
            </w:r>
            <w:r w:rsidR="0076657C">
              <w:rPr>
                <w:rtl/>
              </w:rPr>
              <w:t xml:space="preserve"> </w:t>
            </w:r>
            <w:r w:rsidRPr="00A0264F">
              <w:rPr>
                <w:rtl/>
              </w:rPr>
              <w:t>كـتائبا</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مـؤيّـدةً</w:t>
            </w:r>
            <w:r w:rsidR="0076657C">
              <w:rPr>
                <w:rtl/>
              </w:rPr>
              <w:t xml:space="preserve"> </w:t>
            </w:r>
            <w:r w:rsidRPr="00A0264F">
              <w:rPr>
                <w:rtl/>
              </w:rPr>
              <w:t>بـالـرعبِ</w:t>
            </w:r>
            <w:r w:rsidR="0076657C">
              <w:rPr>
                <w:rtl/>
              </w:rPr>
              <w:t xml:space="preserve"> </w:t>
            </w:r>
            <w:r w:rsidRPr="00A0264F">
              <w:rPr>
                <w:rtl/>
              </w:rPr>
              <w:t>يـقدمها</w:t>
            </w:r>
            <w:r w:rsidR="0076657C">
              <w:rPr>
                <w:rtl/>
              </w:rPr>
              <w:t xml:space="preserve"> </w:t>
            </w:r>
            <w:r w:rsidRPr="00A0264F">
              <w:rPr>
                <w:rtl/>
              </w:rPr>
              <w:t>الـنصرُ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بـبيضِ</w:t>
            </w:r>
            <w:r w:rsidR="0076657C">
              <w:rPr>
                <w:rtl/>
              </w:rPr>
              <w:t xml:space="preserve"> </w:t>
            </w:r>
            <w:r w:rsidRPr="00A0264F">
              <w:rPr>
                <w:rtl/>
              </w:rPr>
              <w:t>مـواضٍ</w:t>
            </w:r>
            <w:r w:rsidR="0076657C">
              <w:rPr>
                <w:rtl/>
              </w:rPr>
              <w:t xml:space="preserve"> </w:t>
            </w:r>
            <w:r w:rsidRPr="00A0264F">
              <w:rPr>
                <w:rtl/>
              </w:rPr>
              <w:t>تـمطرُ</w:t>
            </w:r>
            <w:r w:rsidR="0076657C">
              <w:rPr>
                <w:rtl/>
              </w:rPr>
              <w:t xml:space="preserve"> </w:t>
            </w:r>
            <w:r w:rsidRPr="00A0264F">
              <w:rPr>
                <w:rtl/>
              </w:rPr>
              <w:t>الموتَ</w:t>
            </w:r>
            <w:r w:rsidR="0076657C">
              <w:rPr>
                <w:rtl/>
              </w:rPr>
              <w:t xml:space="preserve"> </w:t>
            </w:r>
            <w:r w:rsidRPr="00A0264F">
              <w:rPr>
                <w:rtl/>
              </w:rPr>
              <w:t>أحمرا</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ورقـشِ</w:t>
            </w:r>
            <w:r>
              <w:rPr>
                <w:rtl/>
              </w:rPr>
              <w:t xml:space="preserve"> </w:t>
            </w:r>
            <w:r w:rsidRPr="00A0264F">
              <w:rPr>
                <w:rtl/>
              </w:rPr>
              <w:t>صـلالٍ</w:t>
            </w:r>
            <w:r w:rsidR="0076657C">
              <w:rPr>
                <w:rtl/>
              </w:rPr>
              <w:t xml:space="preserve"> </w:t>
            </w:r>
            <w:r w:rsidRPr="00A0264F">
              <w:rPr>
                <w:rtl/>
              </w:rPr>
              <w:t>تـحتها</w:t>
            </w:r>
            <w:r w:rsidR="0076657C">
              <w:rPr>
                <w:rtl/>
              </w:rPr>
              <w:t xml:space="preserve"> </w:t>
            </w:r>
            <w:r w:rsidRPr="00A0264F">
              <w:rPr>
                <w:rtl/>
              </w:rPr>
              <w:t>الدهمُ</w:t>
            </w:r>
            <w:r w:rsidR="0076657C">
              <w:rPr>
                <w:rtl/>
              </w:rPr>
              <w:t xml:space="preserve"> </w:t>
            </w:r>
            <w:r w:rsidRPr="00A0264F">
              <w:rPr>
                <w:rtl/>
              </w:rPr>
              <w:t>والشقرُ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فــلا</w:t>
            </w:r>
            <w:r w:rsidR="0076657C">
              <w:rPr>
                <w:rtl/>
              </w:rPr>
              <w:t xml:space="preserve"> </w:t>
            </w:r>
            <w:r w:rsidRPr="00A0264F">
              <w:rPr>
                <w:rtl/>
              </w:rPr>
              <w:t>يـبرحُ</w:t>
            </w:r>
            <w:r w:rsidR="0076657C">
              <w:rPr>
                <w:rtl/>
              </w:rPr>
              <w:t xml:space="preserve"> </w:t>
            </w:r>
            <w:r w:rsidRPr="00A0264F">
              <w:rPr>
                <w:rtl/>
              </w:rPr>
              <w:t>الـسلطانُ</w:t>
            </w:r>
            <w:r w:rsidR="0076657C">
              <w:rPr>
                <w:rtl/>
              </w:rPr>
              <w:t xml:space="preserve"> </w:t>
            </w:r>
            <w:r w:rsidRPr="00A0264F">
              <w:rPr>
                <w:rtl/>
              </w:rPr>
              <w:t>مـنهُ</w:t>
            </w:r>
            <w:r w:rsidR="0076657C">
              <w:rPr>
                <w:rtl/>
              </w:rPr>
              <w:t xml:space="preserve"> </w:t>
            </w:r>
            <w:r w:rsidRPr="00A0264F">
              <w:rPr>
                <w:rtl/>
              </w:rPr>
              <w:t>مـخلّدا</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ولا</w:t>
            </w:r>
            <w:r>
              <w:rPr>
                <w:rtl/>
              </w:rPr>
              <w:t xml:space="preserve"> </w:t>
            </w:r>
            <w:r w:rsidRPr="00A0264F">
              <w:rPr>
                <w:rtl/>
              </w:rPr>
              <w:t>يـخلُ</w:t>
            </w:r>
            <w:r w:rsidR="0076657C">
              <w:rPr>
                <w:rtl/>
              </w:rPr>
              <w:t xml:space="preserve"> </w:t>
            </w:r>
            <w:r w:rsidRPr="00A0264F">
              <w:rPr>
                <w:rtl/>
              </w:rPr>
              <w:t>مـن</w:t>
            </w:r>
            <w:r w:rsidR="0076657C">
              <w:rPr>
                <w:rtl/>
              </w:rPr>
              <w:t xml:space="preserve"> </w:t>
            </w:r>
            <w:r w:rsidRPr="00A0264F">
              <w:rPr>
                <w:rtl/>
              </w:rPr>
              <w:t>آثـارِ</w:t>
            </w:r>
            <w:r w:rsidR="0076657C">
              <w:rPr>
                <w:rtl/>
              </w:rPr>
              <w:t xml:space="preserve"> </w:t>
            </w:r>
            <w:r w:rsidRPr="00A0264F">
              <w:rPr>
                <w:rtl/>
              </w:rPr>
              <w:t>قـدرتهِ</w:t>
            </w:r>
            <w:r w:rsidR="0076657C">
              <w:rPr>
                <w:rtl/>
              </w:rPr>
              <w:t xml:space="preserve"> </w:t>
            </w:r>
            <w:r w:rsidRPr="00A0264F">
              <w:rPr>
                <w:rtl/>
              </w:rPr>
              <w:t>قـطرُ</w:t>
            </w:r>
            <w:r w:rsidRPr="00725071">
              <w:rPr>
                <w:rStyle w:val="libPoemTiniChar0"/>
                <w:rtl/>
              </w:rPr>
              <w:br/>
              <w:t> </w:t>
            </w:r>
          </w:p>
        </w:tc>
      </w:tr>
    </w:tbl>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926B0C" w:rsidTr="00926B0C">
        <w:trPr>
          <w:trHeight w:val="350"/>
        </w:trPr>
        <w:tc>
          <w:tcPr>
            <w:tcW w:w="3536" w:type="dxa"/>
          </w:tcPr>
          <w:p w:rsidR="00926B0C" w:rsidRDefault="00926B0C" w:rsidP="00992D84">
            <w:pPr>
              <w:pStyle w:val="libPoem"/>
            </w:pPr>
            <w:r w:rsidRPr="00A0264F">
              <w:rPr>
                <w:rtl/>
              </w:rPr>
              <w:t>وخــذهُ</w:t>
            </w:r>
            <w:r w:rsidR="0076657C">
              <w:rPr>
                <w:rtl/>
              </w:rPr>
              <w:t xml:space="preserve"> </w:t>
            </w:r>
            <w:r w:rsidRPr="00A0264F">
              <w:rPr>
                <w:rtl/>
              </w:rPr>
              <w:t>جـوابـاً</w:t>
            </w:r>
            <w:r w:rsidR="0076657C">
              <w:rPr>
                <w:rtl/>
              </w:rPr>
              <w:t xml:space="preserve"> </w:t>
            </w:r>
            <w:r w:rsidRPr="00A0264F">
              <w:rPr>
                <w:rtl/>
              </w:rPr>
              <w:t>شـافياً</w:t>
            </w:r>
            <w:r w:rsidR="0076657C">
              <w:rPr>
                <w:rtl/>
              </w:rPr>
              <w:t xml:space="preserve"> </w:t>
            </w:r>
            <w:r w:rsidRPr="00A0264F">
              <w:rPr>
                <w:rtl/>
              </w:rPr>
              <w:t>لـكَ</w:t>
            </w:r>
            <w:r w:rsidR="0076657C">
              <w:rPr>
                <w:rtl/>
              </w:rPr>
              <w:t xml:space="preserve"> </w:t>
            </w:r>
            <w:r w:rsidRPr="00A0264F">
              <w:rPr>
                <w:rtl/>
              </w:rPr>
              <w:t>كـافيا</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مـعـانيهُ</w:t>
            </w:r>
            <w:r w:rsidR="0076657C">
              <w:rPr>
                <w:rtl/>
              </w:rPr>
              <w:t xml:space="preserve"> </w:t>
            </w:r>
            <w:r w:rsidRPr="00A0264F">
              <w:rPr>
                <w:rtl/>
              </w:rPr>
              <w:t>آيــاتٌ</w:t>
            </w:r>
            <w:r w:rsidR="0076657C">
              <w:rPr>
                <w:rtl/>
              </w:rPr>
              <w:t xml:space="preserve"> </w:t>
            </w:r>
            <w:r w:rsidRPr="00A0264F">
              <w:rPr>
                <w:rtl/>
              </w:rPr>
              <w:t>وألـفـاظهُ</w:t>
            </w:r>
            <w:r w:rsidR="0076657C">
              <w:rPr>
                <w:rtl/>
              </w:rPr>
              <w:t xml:space="preserve"> </w:t>
            </w:r>
            <w:r w:rsidRPr="00A0264F">
              <w:rPr>
                <w:rtl/>
              </w:rPr>
              <w:t>سـحرُ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ومـا</w:t>
            </w:r>
            <w:r w:rsidR="0076657C">
              <w:rPr>
                <w:rtl/>
              </w:rPr>
              <w:t xml:space="preserve"> </w:t>
            </w:r>
            <w:r w:rsidRPr="00A0264F">
              <w:rPr>
                <w:rtl/>
              </w:rPr>
              <w:t>هـو</w:t>
            </w:r>
            <w:r w:rsidR="0076657C">
              <w:rPr>
                <w:rtl/>
              </w:rPr>
              <w:t xml:space="preserve"> </w:t>
            </w:r>
            <w:r w:rsidRPr="00A0264F">
              <w:rPr>
                <w:rtl/>
              </w:rPr>
              <w:t>إن</w:t>
            </w:r>
            <w:r w:rsidR="0076657C">
              <w:rPr>
                <w:rtl/>
              </w:rPr>
              <w:t xml:space="preserve"> </w:t>
            </w:r>
            <w:r w:rsidRPr="00A0264F">
              <w:rPr>
                <w:rtl/>
              </w:rPr>
              <w:t>أنـصفتهُ</w:t>
            </w:r>
            <w:r w:rsidR="0076657C">
              <w:rPr>
                <w:rtl/>
              </w:rPr>
              <w:t xml:space="preserve"> </w:t>
            </w:r>
            <w:r w:rsidRPr="00A0264F">
              <w:rPr>
                <w:rtl/>
              </w:rPr>
              <w:t>قـولُ</w:t>
            </w:r>
            <w:r w:rsidR="0076657C">
              <w:rPr>
                <w:rtl/>
              </w:rPr>
              <w:t xml:space="preserve"> </w:t>
            </w:r>
            <w:r w:rsidRPr="00A0264F">
              <w:rPr>
                <w:rtl/>
              </w:rPr>
              <w:t>شـاعر</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ولـكـنّهُ</w:t>
            </w:r>
            <w:r w:rsidR="0076657C">
              <w:rPr>
                <w:rtl/>
              </w:rPr>
              <w:t xml:space="preserve"> </w:t>
            </w:r>
            <w:r w:rsidRPr="00A0264F">
              <w:rPr>
                <w:rtl/>
              </w:rPr>
              <w:t>عـقـدٌ</w:t>
            </w:r>
            <w:r w:rsidR="0076657C">
              <w:rPr>
                <w:rtl/>
              </w:rPr>
              <w:t xml:space="preserve"> </w:t>
            </w:r>
            <w:r w:rsidRPr="00A0264F">
              <w:rPr>
                <w:rtl/>
              </w:rPr>
              <w:t>تـحلَّى</w:t>
            </w:r>
            <w:r w:rsidR="0076657C">
              <w:rPr>
                <w:rtl/>
              </w:rPr>
              <w:t xml:space="preserve"> </w:t>
            </w:r>
            <w:r w:rsidRPr="00A0264F">
              <w:rPr>
                <w:rtl/>
              </w:rPr>
              <w:t>بـهِ</w:t>
            </w:r>
            <w:r w:rsidR="0076657C">
              <w:rPr>
                <w:rtl/>
              </w:rPr>
              <w:t xml:space="preserve"> </w:t>
            </w:r>
            <w:r w:rsidRPr="00A0264F">
              <w:rPr>
                <w:rtl/>
              </w:rPr>
              <w:t>الـشعرُ</w:t>
            </w:r>
            <w:r w:rsidRPr="00725071">
              <w:rPr>
                <w:rStyle w:val="libPoemTiniChar0"/>
                <w:rtl/>
              </w:rPr>
              <w:br/>
              <w:t> </w:t>
            </w:r>
          </w:p>
        </w:tc>
      </w:tr>
      <w:tr w:rsidR="00926B0C" w:rsidTr="00926B0C">
        <w:trPr>
          <w:trHeight w:val="350"/>
        </w:trPr>
        <w:tc>
          <w:tcPr>
            <w:tcW w:w="3536" w:type="dxa"/>
          </w:tcPr>
          <w:p w:rsidR="00926B0C" w:rsidRDefault="00926B0C" w:rsidP="00926B0C">
            <w:pPr>
              <w:pStyle w:val="libPoem"/>
            </w:pPr>
            <w:r w:rsidRPr="00A0264F">
              <w:rPr>
                <w:rtl/>
              </w:rPr>
              <w:t>ولــو</w:t>
            </w:r>
            <w:r>
              <w:rPr>
                <w:rtl/>
              </w:rPr>
              <w:t xml:space="preserve"> شـئتَ</w:t>
            </w:r>
            <w:r w:rsidR="0076657C">
              <w:rPr>
                <w:rtl/>
              </w:rPr>
              <w:t xml:space="preserve"> </w:t>
            </w:r>
            <w:r>
              <w:rPr>
                <w:rtl/>
              </w:rPr>
              <w:t>إحـصاءَ</w:t>
            </w:r>
            <w:r w:rsidR="0076657C">
              <w:rPr>
                <w:rtl/>
              </w:rPr>
              <w:t xml:space="preserve"> </w:t>
            </w:r>
            <w:r>
              <w:rPr>
                <w:rtl/>
              </w:rPr>
              <w:t>الأدلّـةِ</w:t>
            </w:r>
            <w:r w:rsidR="0076657C">
              <w:rPr>
                <w:rtl/>
              </w:rPr>
              <w:t xml:space="preserve"> </w:t>
            </w:r>
            <w:r w:rsidRPr="00A0264F">
              <w:rPr>
                <w:rtl/>
              </w:rPr>
              <w:t>كـلِّها</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عـليكَ</w:t>
            </w:r>
            <w:r>
              <w:rPr>
                <w:rtl/>
              </w:rPr>
              <w:t xml:space="preserve"> </w:t>
            </w:r>
            <w:r w:rsidRPr="00A0264F">
              <w:rPr>
                <w:rtl/>
              </w:rPr>
              <w:t>لَـكَلَّ</w:t>
            </w:r>
            <w:r w:rsidR="0076657C">
              <w:rPr>
                <w:rtl/>
              </w:rPr>
              <w:t xml:space="preserve"> </w:t>
            </w:r>
            <w:r w:rsidRPr="00A0264F">
              <w:rPr>
                <w:rtl/>
              </w:rPr>
              <w:t>الـنظمُ</w:t>
            </w:r>
            <w:r w:rsidR="0076657C">
              <w:rPr>
                <w:rtl/>
              </w:rPr>
              <w:t xml:space="preserve"> </w:t>
            </w:r>
            <w:r w:rsidRPr="00A0264F">
              <w:rPr>
                <w:rtl/>
              </w:rPr>
              <w:t>عـن</w:t>
            </w:r>
            <w:r w:rsidR="0076657C">
              <w:rPr>
                <w:rtl/>
              </w:rPr>
              <w:t xml:space="preserve"> </w:t>
            </w:r>
            <w:r w:rsidRPr="00A0264F">
              <w:rPr>
                <w:rtl/>
              </w:rPr>
              <w:t>ذاكَ</w:t>
            </w:r>
            <w:r w:rsidR="0076657C">
              <w:rPr>
                <w:rtl/>
              </w:rPr>
              <w:t xml:space="preserve"> </w:t>
            </w:r>
            <w:r w:rsidRPr="00A0264F">
              <w:rPr>
                <w:rtl/>
              </w:rPr>
              <w:t>والنثرُ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فـكم</w:t>
            </w:r>
            <w:r w:rsidR="0076657C">
              <w:rPr>
                <w:rtl/>
              </w:rPr>
              <w:t xml:space="preserve"> </w:t>
            </w:r>
            <w:r w:rsidRPr="00A0264F">
              <w:rPr>
                <w:rtl/>
              </w:rPr>
              <w:t>قـد</w:t>
            </w:r>
            <w:r w:rsidR="0076657C">
              <w:rPr>
                <w:rtl/>
              </w:rPr>
              <w:t xml:space="preserve"> </w:t>
            </w:r>
            <w:r w:rsidRPr="00A0264F">
              <w:rPr>
                <w:rtl/>
              </w:rPr>
              <w:t>روى</w:t>
            </w:r>
            <w:r w:rsidR="0076657C">
              <w:rPr>
                <w:rtl/>
              </w:rPr>
              <w:t xml:space="preserve"> </w:t>
            </w:r>
            <w:r w:rsidRPr="00A0264F">
              <w:rPr>
                <w:rtl/>
              </w:rPr>
              <w:t>أصـحابكم</w:t>
            </w:r>
            <w:r w:rsidR="0076657C">
              <w:rPr>
                <w:rtl/>
              </w:rPr>
              <w:t xml:space="preserve"> </w:t>
            </w:r>
            <w:r w:rsidRPr="00A0264F">
              <w:rPr>
                <w:rtl/>
              </w:rPr>
              <w:t>مـن</w:t>
            </w:r>
            <w:r w:rsidR="0076657C">
              <w:rPr>
                <w:rtl/>
              </w:rPr>
              <w:t xml:space="preserve"> </w:t>
            </w:r>
            <w:r w:rsidRPr="00A0264F">
              <w:rPr>
                <w:rtl/>
              </w:rPr>
              <w:t>رواية</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هـي</w:t>
            </w:r>
            <w:r>
              <w:rPr>
                <w:rtl/>
              </w:rPr>
              <w:t xml:space="preserve"> </w:t>
            </w:r>
            <w:r w:rsidRPr="00A0264F">
              <w:rPr>
                <w:rtl/>
              </w:rPr>
              <w:t>الـصحو</w:t>
            </w:r>
            <w:r w:rsidR="0076657C">
              <w:rPr>
                <w:rtl/>
              </w:rPr>
              <w:t xml:space="preserve"> </w:t>
            </w:r>
            <w:r w:rsidRPr="00A0264F">
              <w:rPr>
                <w:rtl/>
              </w:rPr>
              <w:t>للسكرانِ</w:t>
            </w:r>
            <w:r w:rsidR="0076657C">
              <w:rPr>
                <w:rtl/>
              </w:rPr>
              <w:t xml:space="preserve"> </w:t>
            </w:r>
            <w:r w:rsidRPr="00A0264F">
              <w:rPr>
                <w:rtl/>
              </w:rPr>
              <w:t>والشُبَهُ</w:t>
            </w:r>
            <w:r w:rsidR="0076657C">
              <w:rPr>
                <w:rtl/>
              </w:rPr>
              <w:t xml:space="preserve"> </w:t>
            </w:r>
            <w:r w:rsidRPr="00A0264F">
              <w:rPr>
                <w:rtl/>
              </w:rPr>
              <w:t>السكرُ</w:t>
            </w:r>
            <w:r w:rsidRPr="00725071">
              <w:rPr>
                <w:rStyle w:val="libPoemTiniChar0"/>
                <w:rtl/>
              </w:rPr>
              <w:br/>
              <w:t> </w:t>
            </w:r>
          </w:p>
        </w:tc>
      </w:tr>
      <w:tr w:rsidR="00926B0C" w:rsidTr="00926B0C">
        <w:trPr>
          <w:trHeight w:val="350"/>
        </w:trPr>
        <w:tc>
          <w:tcPr>
            <w:tcW w:w="3536" w:type="dxa"/>
          </w:tcPr>
          <w:p w:rsidR="00926B0C" w:rsidRDefault="00926B0C" w:rsidP="00992D84">
            <w:pPr>
              <w:pStyle w:val="libPoem"/>
            </w:pPr>
            <w:r w:rsidRPr="00A0264F">
              <w:rPr>
                <w:rtl/>
              </w:rPr>
              <w:t>وفـي</w:t>
            </w:r>
            <w:r w:rsidR="0076657C">
              <w:rPr>
                <w:rtl/>
              </w:rPr>
              <w:t xml:space="preserve"> </w:t>
            </w:r>
            <w:r w:rsidRPr="00A0264F">
              <w:rPr>
                <w:rtl/>
              </w:rPr>
              <w:t>بـعضِ</w:t>
            </w:r>
            <w:r w:rsidR="0076657C">
              <w:rPr>
                <w:rtl/>
              </w:rPr>
              <w:t xml:space="preserve"> </w:t>
            </w:r>
            <w:r w:rsidRPr="00A0264F">
              <w:rPr>
                <w:rtl/>
              </w:rPr>
              <w:t>مـا</w:t>
            </w:r>
            <w:r w:rsidR="0076657C">
              <w:rPr>
                <w:rtl/>
              </w:rPr>
              <w:t xml:space="preserve"> </w:t>
            </w:r>
            <w:r w:rsidRPr="00A0264F">
              <w:rPr>
                <w:rtl/>
              </w:rPr>
              <w:t>أُسْـمِعْتُهُ</w:t>
            </w:r>
            <w:r w:rsidR="0076657C">
              <w:rPr>
                <w:rtl/>
              </w:rPr>
              <w:t xml:space="preserve"> </w:t>
            </w:r>
            <w:r w:rsidRPr="00A0264F">
              <w:rPr>
                <w:rtl/>
              </w:rPr>
              <w:t>لـكَ</w:t>
            </w:r>
            <w:r w:rsidR="0076657C">
              <w:rPr>
                <w:rtl/>
              </w:rPr>
              <w:t xml:space="preserve"> </w:t>
            </w:r>
            <w:r w:rsidRPr="00A0264F">
              <w:rPr>
                <w:rtl/>
              </w:rPr>
              <w:t>مقنع</w:t>
            </w:r>
            <w:r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926B0C" w:rsidP="00992D84">
            <w:pPr>
              <w:pStyle w:val="libPoem"/>
            </w:pPr>
            <w:r w:rsidRPr="00A0264F">
              <w:rPr>
                <w:rtl/>
              </w:rPr>
              <w:t>إذا</w:t>
            </w:r>
            <w:r>
              <w:rPr>
                <w:rtl/>
              </w:rPr>
              <w:t xml:space="preserve"> </w:t>
            </w:r>
            <w:r w:rsidRPr="00A0264F">
              <w:rPr>
                <w:rtl/>
              </w:rPr>
              <w:t>لـم</w:t>
            </w:r>
            <w:r w:rsidR="0076657C">
              <w:rPr>
                <w:rtl/>
              </w:rPr>
              <w:t xml:space="preserve"> </w:t>
            </w:r>
            <w:r w:rsidRPr="00A0264F">
              <w:rPr>
                <w:rtl/>
              </w:rPr>
              <w:t>يـكن</w:t>
            </w:r>
            <w:r w:rsidR="0076657C">
              <w:rPr>
                <w:rtl/>
              </w:rPr>
              <w:t xml:space="preserve"> </w:t>
            </w:r>
            <w:r w:rsidRPr="00A0264F">
              <w:rPr>
                <w:rtl/>
              </w:rPr>
              <w:t>فـي</w:t>
            </w:r>
            <w:r w:rsidR="0076657C">
              <w:rPr>
                <w:rtl/>
              </w:rPr>
              <w:t xml:space="preserve"> </w:t>
            </w:r>
            <w:r w:rsidRPr="00A0264F">
              <w:rPr>
                <w:rtl/>
              </w:rPr>
              <w:t>أذنِ</w:t>
            </w:r>
            <w:r w:rsidR="0076657C">
              <w:rPr>
                <w:rtl/>
              </w:rPr>
              <w:t xml:space="preserve"> </w:t>
            </w:r>
            <w:r w:rsidRPr="00A0264F">
              <w:rPr>
                <w:rtl/>
              </w:rPr>
              <w:t>سـامعهِ</w:t>
            </w:r>
            <w:r w:rsidR="0076657C">
              <w:rPr>
                <w:rtl/>
              </w:rPr>
              <w:t xml:space="preserve"> </w:t>
            </w:r>
            <w:r w:rsidRPr="00A0264F">
              <w:rPr>
                <w:rtl/>
              </w:rPr>
              <w:t>وقـرُ</w:t>
            </w:r>
            <w:r w:rsidRPr="00725071">
              <w:rPr>
                <w:rStyle w:val="libPoemTiniChar0"/>
                <w:rtl/>
              </w:rPr>
              <w:br/>
              <w:t> </w:t>
            </w:r>
          </w:p>
        </w:tc>
      </w:tr>
      <w:tr w:rsidR="00926B0C" w:rsidTr="00926B0C">
        <w:trPr>
          <w:trHeight w:val="350"/>
        </w:trPr>
        <w:tc>
          <w:tcPr>
            <w:tcW w:w="3536" w:type="dxa"/>
          </w:tcPr>
          <w:p w:rsidR="00926B0C" w:rsidRDefault="00EE4755" w:rsidP="00992D84">
            <w:pPr>
              <w:pStyle w:val="libPoem"/>
            </w:pPr>
            <w:r w:rsidRPr="00A0264F">
              <w:rPr>
                <w:rtl/>
              </w:rPr>
              <w:t>وإن</w:t>
            </w:r>
            <w:r w:rsidR="0076657C">
              <w:rPr>
                <w:rtl/>
              </w:rPr>
              <w:t xml:space="preserve"> </w:t>
            </w:r>
            <w:r w:rsidRPr="00A0264F">
              <w:rPr>
                <w:rtl/>
              </w:rPr>
              <w:t>عــادَ</w:t>
            </w:r>
            <w:r w:rsidR="0076657C">
              <w:rPr>
                <w:rtl/>
              </w:rPr>
              <w:t xml:space="preserve"> </w:t>
            </w:r>
            <w:r w:rsidRPr="00A0264F">
              <w:rPr>
                <w:rtl/>
              </w:rPr>
              <w:t>إشـكالٌ</w:t>
            </w:r>
            <w:r w:rsidR="0076657C">
              <w:rPr>
                <w:rtl/>
              </w:rPr>
              <w:t xml:space="preserve"> </w:t>
            </w:r>
            <w:r w:rsidRPr="00A0264F">
              <w:rPr>
                <w:rtl/>
              </w:rPr>
              <w:t>فـعُدْ</w:t>
            </w:r>
            <w:r w:rsidR="0076657C">
              <w:rPr>
                <w:rtl/>
              </w:rPr>
              <w:t xml:space="preserve"> </w:t>
            </w:r>
            <w:r w:rsidRPr="00A0264F">
              <w:rPr>
                <w:rtl/>
              </w:rPr>
              <w:t>قـائلاً</w:t>
            </w:r>
            <w:r w:rsidR="0076657C">
              <w:rPr>
                <w:rtl/>
              </w:rPr>
              <w:t xml:space="preserve"> </w:t>
            </w:r>
            <w:r w:rsidRPr="00A0264F">
              <w:rPr>
                <w:rtl/>
              </w:rPr>
              <w:t>لـنا:</w:t>
            </w:r>
            <w:r w:rsidR="00926B0C" w:rsidRPr="00725071">
              <w:rPr>
                <w:rStyle w:val="libPoemTiniChar0"/>
                <w:rtl/>
              </w:rPr>
              <w:br/>
              <w:t> </w:t>
            </w:r>
          </w:p>
        </w:tc>
        <w:tc>
          <w:tcPr>
            <w:tcW w:w="272" w:type="dxa"/>
          </w:tcPr>
          <w:p w:rsidR="00926B0C" w:rsidRDefault="00926B0C" w:rsidP="00992D84">
            <w:pPr>
              <w:pStyle w:val="libPoem"/>
              <w:rPr>
                <w:rtl/>
              </w:rPr>
            </w:pPr>
          </w:p>
        </w:tc>
        <w:tc>
          <w:tcPr>
            <w:tcW w:w="3502" w:type="dxa"/>
          </w:tcPr>
          <w:p w:rsidR="00926B0C" w:rsidRDefault="00EE4755" w:rsidP="00992D84">
            <w:pPr>
              <w:pStyle w:val="libPoem"/>
            </w:pPr>
            <w:r>
              <w:rPr>
                <w:rtl/>
              </w:rPr>
              <w:t>(</w:t>
            </w:r>
            <w:r w:rsidRPr="00A0264F">
              <w:rPr>
                <w:rtl/>
              </w:rPr>
              <w:t>أيـا</w:t>
            </w:r>
            <w:r w:rsidR="0076657C">
              <w:rPr>
                <w:rtl/>
              </w:rPr>
              <w:t xml:space="preserve"> </w:t>
            </w:r>
            <w:r w:rsidRPr="00A0264F">
              <w:rPr>
                <w:rtl/>
              </w:rPr>
              <w:t>عـلماءَ</w:t>
            </w:r>
            <w:r w:rsidR="0076657C">
              <w:rPr>
                <w:rtl/>
              </w:rPr>
              <w:t xml:space="preserve"> </w:t>
            </w:r>
            <w:r w:rsidRPr="00A0264F">
              <w:rPr>
                <w:rtl/>
              </w:rPr>
              <w:t>العصرِ</w:t>
            </w:r>
            <w:r w:rsidR="0076657C">
              <w:rPr>
                <w:rtl/>
              </w:rPr>
              <w:t xml:space="preserve"> </w:t>
            </w:r>
            <w:r w:rsidRPr="00A0264F">
              <w:rPr>
                <w:rtl/>
              </w:rPr>
              <w:t>يا</w:t>
            </w:r>
            <w:r w:rsidR="0076657C">
              <w:rPr>
                <w:rtl/>
              </w:rPr>
              <w:t xml:space="preserve"> </w:t>
            </w:r>
            <w:r w:rsidRPr="00A0264F">
              <w:rPr>
                <w:rtl/>
              </w:rPr>
              <w:t>مَنْ</w:t>
            </w:r>
            <w:r w:rsidR="0076657C">
              <w:rPr>
                <w:rtl/>
              </w:rPr>
              <w:t xml:space="preserve"> </w:t>
            </w:r>
            <w:r w:rsidRPr="00A0264F">
              <w:rPr>
                <w:rtl/>
              </w:rPr>
              <w:t>لهم</w:t>
            </w:r>
            <w:r w:rsidR="0076657C">
              <w:rPr>
                <w:rtl/>
              </w:rPr>
              <w:t xml:space="preserve"> </w:t>
            </w:r>
            <w:r w:rsidRPr="00A0264F">
              <w:rPr>
                <w:rtl/>
              </w:rPr>
              <w:t>خُبْرُ</w:t>
            </w:r>
            <w:r>
              <w:rPr>
                <w:rtl/>
              </w:rPr>
              <w:t>)</w:t>
            </w:r>
            <w:r w:rsidR="00926B0C" w:rsidRPr="00725071">
              <w:rPr>
                <w:rStyle w:val="libPoemTiniChar0"/>
                <w:rtl/>
              </w:rPr>
              <w:br/>
              <w:t> </w:t>
            </w:r>
          </w:p>
        </w:tc>
      </w:tr>
    </w:tbl>
    <w:p w:rsidR="00A5546B" w:rsidRDefault="00A5546B" w:rsidP="00A5546B">
      <w:pPr>
        <w:pStyle w:val="libNormal"/>
      </w:pPr>
      <w:r>
        <w:rPr>
          <w:rtl/>
        </w:rPr>
        <w:br w:type="page"/>
      </w:r>
    </w:p>
    <w:p w:rsidR="00A0264F" w:rsidRPr="00A5546B" w:rsidRDefault="00A0264F" w:rsidP="00A5546B">
      <w:pPr>
        <w:pStyle w:val="Heading3Center"/>
      </w:pPr>
      <w:bookmarkStart w:id="12" w:name="_Toc430519740"/>
      <w:r w:rsidRPr="00A0264F">
        <w:rPr>
          <w:rtl/>
        </w:rPr>
        <w:t>رضي اللّه عليّا</w:t>
      </w:r>
      <w:r w:rsidRPr="00EE4755">
        <w:rPr>
          <w:rtl/>
        </w:rPr>
        <w:t>ً</w:t>
      </w:r>
      <w:r w:rsidRPr="00A0264F">
        <w:rPr>
          <w:rStyle w:val="libFootnotenumChar"/>
          <w:rtl/>
        </w:rPr>
        <w:t>(1)</w:t>
      </w:r>
      <w:bookmarkEnd w:id="12"/>
    </w:p>
    <w:tbl>
      <w:tblPr>
        <w:tblStyle w:val="TableGrid"/>
        <w:bidiVisual/>
        <w:tblW w:w="4562" w:type="pct"/>
        <w:tblInd w:w="384" w:type="dxa"/>
        <w:tblLook w:val="04A0"/>
      </w:tblPr>
      <w:tblGrid>
        <w:gridCol w:w="3536"/>
        <w:gridCol w:w="272"/>
        <w:gridCol w:w="3502"/>
      </w:tblGrid>
      <w:tr w:rsidR="00EE4755" w:rsidTr="00EE4755">
        <w:trPr>
          <w:trHeight w:val="350"/>
        </w:trPr>
        <w:tc>
          <w:tcPr>
            <w:tcW w:w="3536" w:type="dxa"/>
          </w:tcPr>
          <w:p w:rsidR="00EE4755" w:rsidRDefault="00EE4755" w:rsidP="00992D84">
            <w:pPr>
              <w:pStyle w:val="libPoem"/>
            </w:pPr>
            <w:r w:rsidRPr="00A0264F">
              <w:rPr>
                <w:rtl/>
              </w:rPr>
              <w:t>أيُّ</w:t>
            </w:r>
            <w:r>
              <w:rPr>
                <w:rtl/>
              </w:rPr>
              <w:t xml:space="preserve"> </w:t>
            </w:r>
            <w:r w:rsidRPr="00A0264F">
              <w:rPr>
                <w:rtl/>
              </w:rPr>
              <w:t>عـيد</w:t>
            </w:r>
            <w:r w:rsidR="0076657C">
              <w:rPr>
                <w:rtl/>
              </w:rPr>
              <w:t xml:space="preserve"> </w:t>
            </w:r>
            <w:r w:rsidRPr="00A0264F">
              <w:rPr>
                <w:rtl/>
              </w:rPr>
              <w:t>مـثل</w:t>
            </w:r>
            <w:r w:rsidR="0076657C">
              <w:rPr>
                <w:rtl/>
              </w:rPr>
              <w:t xml:space="preserve"> </w:t>
            </w:r>
            <w:r w:rsidRPr="00A0264F">
              <w:rPr>
                <w:rtl/>
              </w:rPr>
              <w:t>هذا</w:t>
            </w:r>
            <w:r w:rsidR="0076657C">
              <w:rPr>
                <w:rtl/>
              </w:rPr>
              <w:t xml:space="preserve"> </w:t>
            </w:r>
            <w:r w:rsidRPr="00A0264F">
              <w:rPr>
                <w:rtl/>
              </w:rPr>
              <w:t>اليومِ</w:t>
            </w:r>
            <w:r w:rsidR="0076657C">
              <w:rPr>
                <w:rtl/>
              </w:rPr>
              <w:t xml:space="preserve"> </w:t>
            </w:r>
            <w:r w:rsidRPr="00A0264F">
              <w:rPr>
                <w:rtl/>
              </w:rPr>
              <w:t>فينا</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رضـي</w:t>
            </w:r>
            <w:r w:rsidR="0076657C">
              <w:rPr>
                <w:rtl/>
              </w:rPr>
              <w:t xml:space="preserve"> </w:t>
            </w:r>
            <w:r w:rsidRPr="00A0264F">
              <w:rPr>
                <w:rtl/>
              </w:rPr>
              <w:t>اللهُ</w:t>
            </w:r>
            <w:r w:rsidR="0076657C">
              <w:rPr>
                <w:rtl/>
              </w:rPr>
              <w:t xml:space="preserve"> </w:t>
            </w:r>
            <w:r w:rsidRPr="00A0264F">
              <w:rPr>
                <w:rtl/>
              </w:rPr>
              <w:t>بـهِ</w:t>
            </w:r>
            <w:r w:rsidR="0076657C">
              <w:rPr>
                <w:rtl/>
              </w:rPr>
              <w:t xml:space="preserve"> </w:t>
            </w:r>
            <w:r w:rsidRPr="00A0264F">
              <w:rPr>
                <w:rtl/>
              </w:rPr>
              <w:t>الإسـلامَ</w:t>
            </w:r>
            <w:r w:rsidR="0076657C">
              <w:rPr>
                <w:rtl/>
              </w:rPr>
              <w:t xml:space="preserve"> </w:t>
            </w:r>
            <w:r w:rsidRPr="00A0264F">
              <w:rPr>
                <w:rtl/>
              </w:rPr>
              <w:t>دينا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بَـلَّغَ</w:t>
            </w:r>
            <w:r w:rsidR="0076657C">
              <w:rPr>
                <w:rtl/>
              </w:rPr>
              <w:t xml:space="preserve"> </w:t>
            </w:r>
            <w:r w:rsidRPr="00A0264F">
              <w:rPr>
                <w:rtl/>
              </w:rPr>
              <w:t>الهادي</w:t>
            </w:r>
            <w:r w:rsidR="0076657C">
              <w:rPr>
                <w:rtl/>
              </w:rPr>
              <w:t xml:space="preserve"> </w:t>
            </w:r>
            <w:r w:rsidRPr="00A0264F">
              <w:rPr>
                <w:rtl/>
              </w:rPr>
              <w:t>بهِ</w:t>
            </w:r>
            <w:r w:rsidR="0076657C">
              <w:rPr>
                <w:rtl/>
              </w:rPr>
              <w:t xml:space="preserve"> </w:t>
            </w:r>
            <w:r w:rsidRPr="00A0264F">
              <w:rPr>
                <w:rtl/>
              </w:rPr>
              <w:t>ما</w:t>
            </w:r>
            <w:r w:rsidR="0076657C">
              <w:rPr>
                <w:rtl/>
              </w:rPr>
              <w:t xml:space="preserve"> </w:t>
            </w:r>
            <w:r w:rsidRPr="00A0264F">
              <w:rPr>
                <w:rtl/>
              </w:rPr>
              <w:t>أنزلَ</w:t>
            </w:r>
            <w:r w:rsidR="0076657C">
              <w:rPr>
                <w:rtl/>
              </w:rPr>
              <w:t xml:space="preserve"> </w:t>
            </w:r>
            <w:r w:rsidRPr="00A0264F">
              <w:rPr>
                <w:rtl/>
              </w:rPr>
              <w:t>اللهُ</w:t>
            </w:r>
            <w:r w:rsidR="0076657C">
              <w:rPr>
                <w:rtl/>
              </w:rPr>
              <w:t xml:space="preserve"> </w:t>
            </w:r>
            <w:r w:rsidRPr="00A0264F">
              <w:rPr>
                <w:rtl/>
              </w:rPr>
              <w:t>فـ</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ي</w:t>
            </w:r>
            <w:r w:rsidR="0076657C">
              <w:rPr>
                <w:rtl/>
              </w:rPr>
              <w:t xml:space="preserve"> </w:t>
            </w:r>
            <w:r w:rsidRPr="00A0264F">
              <w:rPr>
                <w:rtl/>
              </w:rPr>
              <w:t>شــأنِ</w:t>
            </w:r>
            <w:r w:rsidR="0076657C">
              <w:rPr>
                <w:rtl/>
              </w:rPr>
              <w:t xml:space="preserve"> </w:t>
            </w:r>
            <w:r w:rsidRPr="00A0264F">
              <w:rPr>
                <w:rtl/>
              </w:rPr>
              <w:t>أمـيـرِ</w:t>
            </w:r>
            <w:r w:rsidR="0076657C">
              <w:rPr>
                <w:rtl/>
              </w:rPr>
              <w:t xml:space="preserve"> </w:t>
            </w:r>
            <w:r w:rsidRPr="00A0264F">
              <w:rPr>
                <w:rtl/>
              </w:rPr>
              <w:t>الـمؤمنينا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قـائـلاً</w:t>
            </w:r>
            <w:r w:rsidR="0076657C">
              <w:rPr>
                <w:rtl/>
              </w:rPr>
              <w:t xml:space="preserve"> </w:t>
            </w:r>
            <w:r w:rsidRPr="00A0264F">
              <w:rPr>
                <w:rtl/>
              </w:rPr>
              <w:t>إنّ</w:t>
            </w:r>
            <w:r w:rsidR="0076657C">
              <w:rPr>
                <w:rtl/>
              </w:rPr>
              <w:t xml:space="preserve"> </w:t>
            </w:r>
            <w:r w:rsidRPr="00A0264F">
              <w:rPr>
                <w:rtl/>
              </w:rPr>
              <w:t>عـلـيّاً</w:t>
            </w:r>
            <w:r w:rsidR="0076657C">
              <w:rPr>
                <w:rtl/>
              </w:rPr>
              <w:t xml:space="preserve"> </w:t>
            </w:r>
            <w:r w:rsidRPr="00A0264F">
              <w:rPr>
                <w:rtl/>
              </w:rPr>
              <w:t>وارثــي</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ووزيـري</w:t>
            </w:r>
            <w:r>
              <w:rPr>
                <w:rtl/>
              </w:rPr>
              <w:t xml:space="preserve"> </w:t>
            </w:r>
            <w:r w:rsidRPr="00A0264F">
              <w:rPr>
                <w:rtl/>
              </w:rPr>
              <w:t>وإمـامَ</w:t>
            </w:r>
            <w:r w:rsidR="0076657C">
              <w:rPr>
                <w:rtl/>
              </w:rPr>
              <w:t xml:space="preserve"> </w:t>
            </w:r>
            <w:r w:rsidRPr="00A0264F">
              <w:rPr>
                <w:rtl/>
              </w:rPr>
              <w:t>الـمسلمينا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أيّـها</w:t>
            </w:r>
            <w:r>
              <w:rPr>
                <w:rtl/>
              </w:rPr>
              <w:t xml:space="preserve"> </w:t>
            </w:r>
            <w:r w:rsidRPr="00A0264F">
              <w:rPr>
                <w:rtl/>
              </w:rPr>
              <w:t>الـناسُ</w:t>
            </w:r>
            <w:r w:rsidR="0076657C">
              <w:rPr>
                <w:rtl/>
              </w:rPr>
              <w:t xml:space="preserve"> </w:t>
            </w:r>
            <w:r w:rsidRPr="00A0264F">
              <w:rPr>
                <w:rtl/>
              </w:rPr>
              <w:t>أطيعوا</w:t>
            </w:r>
            <w:r w:rsidR="0076657C">
              <w:rPr>
                <w:rtl/>
              </w:rPr>
              <w:t xml:space="preserve"> </w:t>
            </w:r>
            <w:r w:rsidRPr="00A0264F">
              <w:rPr>
                <w:rtl/>
              </w:rPr>
              <w:t>واسمعوا</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إنّـني</w:t>
            </w:r>
            <w:r>
              <w:rPr>
                <w:rtl/>
              </w:rPr>
              <w:t xml:space="preserve"> </w:t>
            </w:r>
            <w:r w:rsidRPr="00A0264F">
              <w:rPr>
                <w:rtl/>
              </w:rPr>
              <w:t>لستُ</w:t>
            </w:r>
            <w:r w:rsidR="0076657C">
              <w:rPr>
                <w:rtl/>
              </w:rPr>
              <w:t xml:space="preserve"> </w:t>
            </w:r>
            <w:r w:rsidRPr="00A0264F">
              <w:rPr>
                <w:rtl/>
              </w:rPr>
              <w:t>على</w:t>
            </w:r>
            <w:r w:rsidR="0076657C">
              <w:rPr>
                <w:rtl/>
              </w:rPr>
              <w:t xml:space="preserve"> </w:t>
            </w:r>
            <w:r w:rsidRPr="00A0264F">
              <w:rPr>
                <w:rtl/>
              </w:rPr>
              <w:t>الغيبِ</w:t>
            </w:r>
            <w:r w:rsidR="0076657C">
              <w:rPr>
                <w:rtl/>
              </w:rPr>
              <w:t xml:space="preserve"> </w:t>
            </w:r>
            <w:r w:rsidRPr="00A0264F">
              <w:rPr>
                <w:rtl/>
              </w:rPr>
              <w:t>ضنينا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لـستُ</w:t>
            </w:r>
            <w:r>
              <w:rPr>
                <w:rtl/>
              </w:rPr>
              <w:t xml:space="preserve"> </w:t>
            </w:r>
            <w:r w:rsidRPr="00A0264F">
              <w:rPr>
                <w:rtl/>
              </w:rPr>
              <w:t>مـن</w:t>
            </w:r>
            <w:r w:rsidR="0076657C">
              <w:rPr>
                <w:rtl/>
              </w:rPr>
              <w:t xml:space="preserve"> </w:t>
            </w:r>
            <w:r w:rsidRPr="00A0264F">
              <w:rPr>
                <w:rtl/>
              </w:rPr>
              <w:t>تـلقاءِ</w:t>
            </w:r>
            <w:r w:rsidR="0076657C">
              <w:rPr>
                <w:rtl/>
              </w:rPr>
              <w:t xml:space="preserve"> </w:t>
            </w:r>
            <w:r w:rsidRPr="00A0264F">
              <w:rPr>
                <w:rtl/>
              </w:rPr>
              <w:t>نفسي</w:t>
            </w:r>
            <w:r w:rsidR="0076657C">
              <w:rPr>
                <w:rtl/>
              </w:rPr>
              <w:t xml:space="preserve"> </w:t>
            </w:r>
            <w:r w:rsidRPr="00A0264F">
              <w:rPr>
                <w:rtl/>
              </w:rPr>
              <w:t>قلته</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إنّـما</w:t>
            </w:r>
            <w:r>
              <w:rPr>
                <w:rtl/>
              </w:rPr>
              <w:t xml:space="preserve"> </w:t>
            </w:r>
            <w:r w:rsidRPr="00A0264F">
              <w:rPr>
                <w:rtl/>
              </w:rPr>
              <w:t>أتَـبِعُ</w:t>
            </w:r>
            <w:r w:rsidR="0076657C">
              <w:rPr>
                <w:rtl/>
              </w:rPr>
              <w:t xml:space="preserve"> </w:t>
            </w:r>
            <w:r w:rsidRPr="00A0264F">
              <w:rPr>
                <w:rtl/>
              </w:rPr>
              <w:t>الـوحي</w:t>
            </w:r>
            <w:r w:rsidR="0076657C">
              <w:rPr>
                <w:rtl/>
              </w:rPr>
              <w:t xml:space="preserve"> </w:t>
            </w:r>
            <w:r w:rsidRPr="00A0264F">
              <w:rPr>
                <w:rtl/>
              </w:rPr>
              <w:t>الـمبينا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فـاستجابوا</w:t>
            </w:r>
            <w:r w:rsidR="0076657C">
              <w:rPr>
                <w:rtl/>
              </w:rPr>
              <w:t xml:space="preserve"> </w:t>
            </w:r>
            <w:r w:rsidRPr="00A0264F">
              <w:rPr>
                <w:rtl/>
              </w:rPr>
              <w:t>قـولهُ</w:t>
            </w:r>
            <w:r w:rsidR="0076657C">
              <w:rPr>
                <w:rtl/>
              </w:rPr>
              <w:t xml:space="preserve"> </w:t>
            </w:r>
            <w:r w:rsidRPr="00A0264F">
              <w:rPr>
                <w:rtl/>
              </w:rPr>
              <w:t>الشافي</w:t>
            </w:r>
            <w:r w:rsidR="0076657C">
              <w:rPr>
                <w:rtl/>
              </w:rPr>
              <w:t xml:space="preserve"> </w:t>
            </w:r>
            <w:r w:rsidRPr="00A0264F">
              <w:rPr>
                <w:rtl/>
              </w:rPr>
              <w:t>الذي</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هـاجَ</w:t>
            </w:r>
            <w:r w:rsidR="0076657C">
              <w:rPr>
                <w:rtl/>
              </w:rPr>
              <w:t xml:space="preserve"> </w:t>
            </w:r>
            <w:r w:rsidRPr="00A0264F">
              <w:rPr>
                <w:rtl/>
              </w:rPr>
              <w:t>مـن</w:t>
            </w:r>
            <w:r w:rsidR="0076657C">
              <w:rPr>
                <w:rtl/>
              </w:rPr>
              <w:t xml:space="preserve"> </w:t>
            </w:r>
            <w:r w:rsidRPr="00A0264F">
              <w:rPr>
                <w:rtl/>
              </w:rPr>
              <w:t>بعضهم</w:t>
            </w:r>
            <w:r w:rsidR="0076657C">
              <w:rPr>
                <w:rtl/>
              </w:rPr>
              <w:t xml:space="preserve"> </w:t>
            </w:r>
            <w:r w:rsidRPr="00A0264F">
              <w:rPr>
                <w:rtl/>
              </w:rPr>
              <w:t>الداءُ</w:t>
            </w:r>
            <w:r w:rsidR="0076657C">
              <w:rPr>
                <w:rtl/>
              </w:rPr>
              <w:t xml:space="preserve"> </w:t>
            </w:r>
            <w:r w:rsidRPr="00A0264F">
              <w:rPr>
                <w:rtl/>
              </w:rPr>
              <w:t>الدفينا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إن</w:t>
            </w:r>
            <w:r w:rsidR="0076657C">
              <w:rPr>
                <w:rtl/>
              </w:rPr>
              <w:t xml:space="preserve"> </w:t>
            </w:r>
            <w:r w:rsidRPr="00A0264F">
              <w:rPr>
                <w:rtl/>
              </w:rPr>
              <w:t>نـوى</w:t>
            </w:r>
            <w:r w:rsidR="0076657C">
              <w:rPr>
                <w:rtl/>
              </w:rPr>
              <w:t xml:space="preserve"> </w:t>
            </w:r>
            <w:r w:rsidRPr="00A0264F">
              <w:rPr>
                <w:rtl/>
              </w:rPr>
              <w:t>أعداؤهُ</w:t>
            </w:r>
            <w:r w:rsidR="0076657C">
              <w:rPr>
                <w:rtl/>
              </w:rPr>
              <w:t xml:space="preserve"> </w:t>
            </w:r>
            <w:r w:rsidRPr="00A0264F">
              <w:rPr>
                <w:rtl/>
              </w:rPr>
              <w:t>العصيانَ</w:t>
            </w:r>
            <w:r w:rsidR="0076657C">
              <w:rPr>
                <w:rtl/>
              </w:rPr>
              <w:t xml:space="preserve"> </w:t>
            </w:r>
            <w:r w:rsidRPr="00A0264F">
              <w:rPr>
                <w:rtl/>
              </w:rPr>
              <w:t>والـ</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غـدرَ</w:t>
            </w:r>
            <w:r>
              <w:rPr>
                <w:rtl/>
              </w:rPr>
              <w:t xml:space="preserve"> </w:t>
            </w:r>
            <w:r w:rsidRPr="00A0264F">
              <w:rPr>
                <w:rtl/>
              </w:rPr>
              <w:t>إنّـا</w:t>
            </w:r>
            <w:r w:rsidR="0076657C">
              <w:rPr>
                <w:rtl/>
              </w:rPr>
              <w:t xml:space="preserve"> </w:t>
            </w:r>
            <w:r w:rsidRPr="00A0264F">
              <w:rPr>
                <w:rtl/>
              </w:rPr>
              <w:t>قـد</w:t>
            </w:r>
            <w:r w:rsidR="0076657C">
              <w:rPr>
                <w:rtl/>
              </w:rPr>
              <w:t xml:space="preserve"> </w:t>
            </w:r>
            <w:r w:rsidRPr="00A0264F">
              <w:rPr>
                <w:rtl/>
              </w:rPr>
              <w:t>أجبنا</w:t>
            </w:r>
            <w:r w:rsidR="0076657C">
              <w:rPr>
                <w:rtl/>
              </w:rPr>
              <w:t xml:space="preserve"> </w:t>
            </w:r>
            <w:r w:rsidRPr="00A0264F">
              <w:rPr>
                <w:rtl/>
              </w:rPr>
              <w:t>طائعينا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إنّه</w:t>
            </w:r>
            <w:r w:rsidR="0076657C">
              <w:rPr>
                <w:rtl/>
              </w:rPr>
              <w:t xml:space="preserve"> </w:t>
            </w:r>
            <w:r w:rsidRPr="00A0264F">
              <w:rPr>
                <w:rtl/>
              </w:rPr>
              <w:t>مَنْ</w:t>
            </w:r>
            <w:r w:rsidR="0076657C">
              <w:rPr>
                <w:rtl/>
              </w:rPr>
              <w:t xml:space="preserve"> </w:t>
            </w:r>
            <w:r w:rsidRPr="00A0264F">
              <w:rPr>
                <w:rtl/>
              </w:rPr>
              <w:t>ينقلب</w:t>
            </w:r>
            <w:r w:rsidR="0076657C">
              <w:rPr>
                <w:rtl/>
              </w:rPr>
              <w:t xml:space="preserve"> </w:t>
            </w:r>
            <w:r w:rsidRPr="00A0264F">
              <w:rPr>
                <w:rtl/>
              </w:rPr>
              <w:t>ليسَ</w:t>
            </w:r>
            <w:r w:rsidR="0076657C">
              <w:rPr>
                <w:rtl/>
              </w:rPr>
              <w:t xml:space="preserve"> </w:t>
            </w:r>
            <w:r w:rsidRPr="00A0264F">
              <w:rPr>
                <w:rtl/>
              </w:rPr>
              <w:t>يضرُّ</w:t>
            </w:r>
            <w:r w:rsidR="0076657C">
              <w:rPr>
                <w:rtl/>
              </w:rPr>
              <w:t xml:space="preserve"> </w:t>
            </w:r>
            <w:r w:rsidRPr="00A0264F">
              <w:rPr>
                <w:rtl/>
              </w:rPr>
              <w:t>اللهُ</w:t>
            </w:r>
            <w:r w:rsidR="0076657C">
              <w:rPr>
                <w:rtl/>
              </w:rPr>
              <w:t xml:space="preserve"> </w:t>
            </w:r>
            <w:r w:rsidRPr="00A0264F">
              <w:rPr>
                <w:rtl/>
              </w:rPr>
              <w:t>شـ</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يـئـاً</w:t>
            </w:r>
            <w:r>
              <w:rPr>
                <w:rtl/>
              </w:rPr>
              <w:t xml:space="preserve"> </w:t>
            </w:r>
            <w:r w:rsidRPr="00A0264F">
              <w:rPr>
                <w:rtl/>
              </w:rPr>
              <w:t>وسـيجزي</w:t>
            </w:r>
            <w:r w:rsidR="0076657C">
              <w:rPr>
                <w:rtl/>
              </w:rPr>
              <w:t xml:space="preserve"> </w:t>
            </w:r>
            <w:r w:rsidRPr="00A0264F">
              <w:rPr>
                <w:rtl/>
              </w:rPr>
              <w:t>الـشاكرينا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رضــي</w:t>
            </w:r>
            <w:r>
              <w:rPr>
                <w:rtl/>
              </w:rPr>
              <w:t xml:space="preserve"> </w:t>
            </w:r>
            <w:r w:rsidRPr="00A0264F">
              <w:rPr>
                <w:rtl/>
              </w:rPr>
              <w:t>اللهُ</w:t>
            </w:r>
            <w:r w:rsidR="0076657C">
              <w:rPr>
                <w:rtl/>
              </w:rPr>
              <w:t xml:space="preserve"> </w:t>
            </w:r>
            <w:r w:rsidRPr="00A0264F">
              <w:rPr>
                <w:rtl/>
              </w:rPr>
              <w:t>عـلـيّاً</w:t>
            </w:r>
            <w:r w:rsidR="0076657C">
              <w:rPr>
                <w:rtl/>
              </w:rPr>
              <w:t xml:space="preserve"> </w:t>
            </w:r>
            <w:r w:rsidRPr="00A0264F">
              <w:rPr>
                <w:rtl/>
              </w:rPr>
              <w:t>هـاديا</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بـعدَ</w:t>
            </w:r>
            <w:r w:rsidR="0076657C">
              <w:rPr>
                <w:rtl/>
              </w:rPr>
              <w:t xml:space="preserve"> </w:t>
            </w:r>
            <w:r w:rsidRPr="00A0264F">
              <w:rPr>
                <w:rtl/>
              </w:rPr>
              <w:t>طـه</w:t>
            </w:r>
            <w:r w:rsidR="0076657C">
              <w:rPr>
                <w:rtl/>
              </w:rPr>
              <w:t xml:space="preserve"> </w:t>
            </w:r>
            <w:r w:rsidRPr="00A0264F">
              <w:rPr>
                <w:rtl/>
              </w:rPr>
              <w:t>فـسمعنا</w:t>
            </w:r>
            <w:r w:rsidR="0076657C">
              <w:rPr>
                <w:rtl/>
              </w:rPr>
              <w:t xml:space="preserve"> </w:t>
            </w:r>
            <w:r w:rsidRPr="00A0264F">
              <w:rPr>
                <w:rtl/>
              </w:rPr>
              <w:t>ورضـينا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هـو</w:t>
            </w:r>
            <w:r w:rsidR="0076657C">
              <w:rPr>
                <w:rtl/>
              </w:rPr>
              <w:t xml:space="preserve"> </w:t>
            </w:r>
            <w:r w:rsidRPr="00A0264F">
              <w:rPr>
                <w:rtl/>
              </w:rPr>
              <w:t>حـبلُ</w:t>
            </w:r>
            <w:r w:rsidR="0076657C">
              <w:rPr>
                <w:rtl/>
              </w:rPr>
              <w:t xml:space="preserve"> </w:t>
            </w:r>
            <w:r w:rsidRPr="00A0264F">
              <w:rPr>
                <w:rtl/>
              </w:rPr>
              <w:t>اللهِ</w:t>
            </w:r>
            <w:r w:rsidR="0076657C">
              <w:rPr>
                <w:rtl/>
              </w:rPr>
              <w:t xml:space="preserve"> </w:t>
            </w:r>
            <w:r w:rsidRPr="00A0264F">
              <w:rPr>
                <w:rtl/>
              </w:rPr>
              <w:t>لـم</w:t>
            </w:r>
            <w:r w:rsidR="0076657C">
              <w:rPr>
                <w:rtl/>
              </w:rPr>
              <w:t xml:space="preserve"> </w:t>
            </w:r>
            <w:r w:rsidRPr="00A0264F">
              <w:rPr>
                <w:rtl/>
              </w:rPr>
              <w:t>يختلف</w:t>
            </w:r>
            <w:r w:rsidR="0076657C">
              <w:rPr>
                <w:rtl/>
              </w:rPr>
              <w:t xml:space="preserve"> </w:t>
            </w:r>
            <w:r w:rsidRPr="00A0264F">
              <w:rPr>
                <w:rtl/>
              </w:rPr>
              <w:t>الـ</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نـاسُ</w:t>
            </w:r>
            <w:r>
              <w:rPr>
                <w:rtl/>
              </w:rPr>
              <w:t xml:space="preserve"> </w:t>
            </w:r>
            <w:r w:rsidRPr="00A0264F">
              <w:rPr>
                <w:rtl/>
              </w:rPr>
              <w:t>لـو</w:t>
            </w:r>
            <w:r w:rsidR="0076657C">
              <w:rPr>
                <w:rtl/>
              </w:rPr>
              <w:t xml:space="preserve"> </w:t>
            </w:r>
            <w:r w:rsidRPr="00A0264F">
              <w:rPr>
                <w:rtl/>
              </w:rPr>
              <w:t>كانوا</w:t>
            </w:r>
            <w:r w:rsidR="0076657C">
              <w:rPr>
                <w:rtl/>
              </w:rPr>
              <w:t xml:space="preserve"> </w:t>
            </w:r>
            <w:r w:rsidRPr="00A0264F">
              <w:rPr>
                <w:rtl/>
              </w:rPr>
              <w:t>بهِ</w:t>
            </w:r>
            <w:r w:rsidR="0076657C">
              <w:rPr>
                <w:rtl/>
              </w:rPr>
              <w:t xml:space="preserve"> </w:t>
            </w:r>
            <w:r w:rsidRPr="00A0264F">
              <w:rPr>
                <w:rtl/>
              </w:rPr>
              <w:t>معتصمينا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قــد</w:t>
            </w:r>
            <w:r w:rsidR="0076657C">
              <w:rPr>
                <w:rtl/>
              </w:rPr>
              <w:t xml:space="preserve"> </w:t>
            </w:r>
            <w:r w:rsidRPr="00A0264F">
              <w:rPr>
                <w:rtl/>
              </w:rPr>
              <w:t>أطـعـناهُ</w:t>
            </w:r>
            <w:r w:rsidR="0076657C">
              <w:rPr>
                <w:rtl/>
              </w:rPr>
              <w:t xml:space="preserve"> </w:t>
            </w:r>
            <w:r w:rsidRPr="00A0264F">
              <w:rPr>
                <w:rtl/>
              </w:rPr>
              <w:t>يـقـيناً</w:t>
            </w:r>
            <w:r w:rsidR="0076657C">
              <w:rPr>
                <w:rtl/>
              </w:rPr>
              <w:t xml:space="preserve"> </w:t>
            </w:r>
            <w:r w:rsidRPr="00A0264F">
              <w:rPr>
                <w:rtl/>
              </w:rPr>
              <w:t>إنّـه</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فـي</w:t>
            </w:r>
            <w:r>
              <w:rPr>
                <w:rtl/>
              </w:rPr>
              <w:t xml:space="preserve"> </w:t>
            </w:r>
            <w:r w:rsidRPr="00A0264F">
              <w:rPr>
                <w:rtl/>
              </w:rPr>
              <w:t>غـدٍ</w:t>
            </w:r>
            <w:r w:rsidR="0076657C">
              <w:rPr>
                <w:rtl/>
              </w:rPr>
              <w:t xml:space="preserve"> </w:t>
            </w:r>
            <w:r w:rsidRPr="00A0264F">
              <w:rPr>
                <w:rtl/>
              </w:rPr>
              <w:t>من</w:t>
            </w:r>
            <w:r w:rsidR="0076657C">
              <w:rPr>
                <w:rtl/>
              </w:rPr>
              <w:t xml:space="preserve"> </w:t>
            </w:r>
            <w:r w:rsidRPr="00A0264F">
              <w:rPr>
                <w:rtl/>
              </w:rPr>
              <w:t>لهبِ</w:t>
            </w:r>
            <w:r w:rsidR="0076657C">
              <w:rPr>
                <w:rtl/>
              </w:rPr>
              <w:t xml:space="preserve"> </w:t>
            </w:r>
            <w:r w:rsidRPr="00A0264F">
              <w:rPr>
                <w:rtl/>
              </w:rPr>
              <w:t>النارِ</w:t>
            </w:r>
            <w:r w:rsidR="0076657C">
              <w:rPr>
                <w:rtl/>
              </w:rPr>
              <w:t xml:space="preserve"> </w:t>
            </w:r>
            <w:r w:rsidRPr="00A0264F">
              <w:rPr>
                <w:rtl/>
              </w:rPr>
              <w:t>يقينا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ويـمـيـناً</w:t>
            </w:r>
            <w:r w:rsidR="0076657C">
              <w:rPr>
                <w:rtl/>
              </w:rPr>
              <w:t xml:space="preserve"> </w:t>
            </w:r>
            <w:r w:rsidRPr="00A0264F">
              <w:rPr>
                <w:rtl/>
              </w:rPr>
              <w:t>بــهـداهُ</w:t>
            </w:r>
            <w:r w:rsidR="0076657C">
              <w:rPr>
                <w:rtl/>
              </w:rPr>
              <w:t xml:space="preserve"> </w:t>
            </w:r>
            <w:r w:rsidRPr="00A0264F">
              <w:rPr>
                <w:rtl/>
              </w:rPr>
              <w:t>بَــرَّةً</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تـمنعُ</w:t>
            </w:r>
            <w:r>
              <w:rPr>
                <w:rtl/>
              </w:rPr>
              <w:t xml:space="preserve"> </w:t>
            </w:r>
            <w:r w:rsidRPr="00A0264F">
              <w:rPr>
                <w:rtl/>
              </w:rPr>
              <w:t>المؤْلي</w:t>
            </w:r>
            <w:r w:rsidR="0076657C">
              <w:rPr>
                <w:rtl/>
              </w:rPr>
              <w:t xml:space="preserve"> </w:t>
            </w:r>
            <w:r w:rsidRPr="00A0264F">
              <w:rPr>
                <w:rtl/>
              </w:rPr>
              <w:t>بها</w:t>
            </w:r>
            <w:r w:rsidR="0076657C">
              <w:rPr>
                <w:rtl/>
              </w:rPr>
              <w:t xml:space="preserve"> </w:t>
            </w:r>
            <w:r w:rsidRPr="00A0264F">
              <w:rPr>
                <w:rtl/>
              </w:rPr>
              <w:t>من</w:t>
            </w:r>
            <w:r w:rsidR="0076657C">
              <w:rPr>
                <w:rtl/>
              </w:rPr>
              <w:t xml:space="preserve"> </w:t>
            </w:r>
            <w:r w:rsidRPr="00A0264F">
              <w:rPr>
                <w:rtl/>
              </w:rPr>
              <w:t>أن</w:t>
            </w:r>
            <w:r w:rsidR="0076657C">
              <w:rPr>
                <w:rtl/>
              </w:rPr>
              <w:t xml:space="preserve"> </w:t>
            </w:r>
            <w:r w:rsidRPr="00A0264F">
              <w:rPr>
                <w:rtl/>
              </w:rPr>
              <w:t>يمينا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لا</w:t>
            </w:r>
            <w:r>
              <w:rPr>
                <w:rtl/>
              </w:rPr>
              <w:t xml:space="preserve"> </w:t>
            </w:r>
            <w:r w:rsidRPr="00A0264F">
              <w:rPr>
                <w:rtl/>
              </w:rPr>
              <w:t>نـبالي</w:t>
            </w:r>
            <w:r w:rsidR="0076657C">
              <w:rPr>
                <w:rtl/>
              </w:rPr>
              <w:t xml:space="preserve"> </w:t>
            </w:r>
            <w:r w:rsidRPr="00A0264F">
              <w:rPr>
                <w:rtl/>
              </w:rPr>
              <w:t>بـعد</w:t>
            </w:r>
            <w:r w:rsidR="0076657C">
              <w:rPr>
                <w:rtl/>
              </w:rPr>
              <w:t xml:space="preserve"> </w:t>
            </w:r>
            <w:r w:rsidRPr="00A0264F">
              <w:rPr>
                <w:rtl/>
              </w:rPr>
              <w:t>أن</w:t>
            </w:r>
            <w:r w:rsidR="0076657C">
              <w:rPr>
                <w:rtl/>
              </w:rPr>
              <w:t xml:space="preserve"> </w:t>
            </w:r>
            <w:r w:rsidRPr="00A0264F">
              <w:rPr>
                <w:rtl/>
              </w:rPr>
              <w:t>لـذنا</w:t>
            </w:r>
            <w:r w:rsidR="0076657C">
              <w:rPr>
                <w:rtl/>
              </w:rPr>
              <w:t xml:space="preserve"> </w:t>
            </w:r>
            <w:r w:rsidRPr="00A0264F">
              <w:rPr>
                <w:rtl/>
              </w:rPr>
              <w:t>بـه</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أن</w:t>
            </w:r>
            <w:r>
              <w:rPr>
                <w:rtl/>
              </w:rPr>
              <w:t xml:space="preserve"> </w:t>
            </w:r>
            <w:r w:rsidRPr="00A0264F">
              <w:rPr>
                <w:rtl/>
              </w:rPr>
              <w:t>لـقـينا</w:t>
            </w:r>
            <w:r w:rsidR="0076657C">
              <w:rPr>
                <w:rtl/>
              </w:rPr>
              <w:t xml:space="preserve"> </w:t>
            </w:r>
            <w:r w:rsidRPr="00A0264F">
              <w:rPr>
                <w:rtl/>
              </w:rPr>
              <w:t>بـولاهُ</w:t>
            </w:r>
            <w:r w:rsidR="0076657C">
              <w:rPr>
                <w:rtl/>
              </w:rPr>
              <w:t xml:space="preserve"> </w:t>
            </w:r>
            <w:r w:rsidRPr="00A0264F">
              <w:rPr>
                <w:rtl/>
              </w:rPr>
              <w:t>مـا</w:t>
            </w:r>
            <w:r w:rsidR="0076657C">
              <w:rPr>
                <w:rtl/>
              </w:rPr>
              <w:t xml:space="preserve"> </w:t>
            </w:r>
            <w:r w:rsidRPr="00A0264F">
              <w:rPr>
                <w:rtl/>
              </w:rPr>
              <w:t>لـقينا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قـد</w:t>
            </w:r>
            <w:r>
              <w:rPr>
                <w:rtl/>
              </w:rPr>
              <w:t xml:space="preserve"> </w:t>
            </w:r>
            <w:r w:rsidRPr="00A0264F">
              <w:rPr>
                <w:rtl/>
              </w:rPr>
              <w:t>بـدا</w:t>
            </w:r>
            <w:r w:rsidR="0076657C">
              <w:rPr>
                <w:rtl/>
              </w:rPr>
              <w:t xml:space="preserve"> </w:t>
            </w:r>
            <w:r w:rsidRPr="00A0264F">
              <w:rPr>
                <w:rtl/>
              </w:rPr>
              <w:t>الـحقُ</w:t>
            </w:r>
            <w:r w:rsidR="0076657C">
              <w:rPr>
                <w:rtl/>
              </w:rPr>
              <w:t xml:space="preserve"> </w:t>
            </w:r>
            <w:r w:rsidRPr="00A0264F">
              <w:rPr>
                <w:rtl/>
              </w:rPr>
              <w:t>لـنا</w:t>
            </w:r>
            <w:r w:rsidR="0076657C">
              <w:rPr>
                <w:rtl/>
              </w:rPr>
              <w:t xml:space="preserve"> </w:t>
            </w:r>
            <w:r w:rsidRPr="00A0264F">
              <w:rPr>
                <w:rtl/>
              </w:rPr>
              <w:t>فيهِ</w:t>
            </w:r>
            <w:r w:rsidR="0076657C">
              <w:rPr>
                <w:rtl/>
              </w:rPr>
              <w:t xml:space="preserve"> </w:t>
            </w:r>
            <w:r w:rsidRPr="00A0264F">
              <w:rPr>
                <w:rtl/>
              </w:rPr>
              <w:t>كما</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لابنِ</w:t>
            </w:r>
            <w:r>
              <w:rPr>
                <w:rtl/>
              </w:rPr>
              <w:t xml:space="preserve"> </w:t>
            </w:r>
            <w:r w:rsidRPr="00A0264F">
              <w:rPr>
                <w:rtl/>
              </w:rPr>
              <w:t>عمران</w:t>
            </w:r>
            <w:r w:rsidR="0076657C">
              <w:rPr>
                <w:rtl/>
              </w:rPr>
              <w:t xml:space="preserve"> </w:t>
            </w:r>
            <w:r w:rsidRPr="00A0264F">
              <w:rPr>
                <w:rtl/>
              </w:rPr>
              <w:t>بدا</w:t>
            </w:r>
            <w:r w:rsidR="0076657C">
              <w:rPr>
                <w:rtl/>
              </w:rPr>
              <w:t xml:space="preserve"> </w:t>
            </w:r>
            <w:r w:rsidRPr="00A0264F">
              <w:rPr>
                <w:rtl/>
              </w:rPr>
              <w:t>في</w:t>
            </w:r>
            <w:r w:rsidR="0076657C">
              <w:rPr>
                <w:rtl/>
              </w:rPr>
              <w:t xml:space="preserve"> </w:t>
            </w:r>
            <w:r w:rsidRPr="00A0264F">
              <w:rPr>
                <w:rtl/>
              </w:rPr>
              <w:t>طورِ</w:t>
            </w:r>
            <w:r w:rsidR="0076657C">
              <w:rPr>
                <w:rtl/>
              </w:rPr>
              <w:t xml:space="preserve"> </w:t>
            </w:r>
            <w:r w:rsidRPr="00A0264F">
              <w:rPr>
                <w:rtl/>
              </w:rPr>
              <w:t>سينا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وصـمونا</w:t>
            </w:r>
            <w:r w:rsidR="0076657C">
              <w:rPr>
                <w:rtl/>
              </w:rPr>
              <w:t xml:space="preserve"> </w:t>
            </w:r>
            <w:r w:rsidRPr="00A0264F">
              <w:rPr>
                <w:rtl/>
              </w:rPr>
              <w:t>فيهِ</w:t>
            </w:r>
            <w:r w:rsidR="0076657C">
              <w:rPr>
                <w:rtl/>
              </w:rPr>
              <w:t xml:space="preserve"> </w:t>
            </w:r>
            <w:r w:rsidRPr="00A0264F">
              <w:rPr>
                <w:rtl/>
              </w:rPr>
              <w:t>بالرفضِ</w:t>
            </w:r>
            <w:r w:rsidR="0076657C">
              <w:rPr>
                <w:rtl/>
              </w:rPr>
              <w:t xml:space="preserve"> </w:t>
            </w:r>
            <w:r w:rsidRPr="00A0264F">
              <w:rPr>
                <w:rtl/>
              </w:rPr>
              <w:t>وذو</w:t>
            </w:r>
            <w:r w:rsidR="0076657C">
              <w:rPr>
                <w:rtl/>
              </w:rPr>
              <w:t xml:space="preserve"> </w:t>
            </w:r>
            <w:r w:rsidRPr="00A0264F">
              <w:rPr>
                <w:rtl/>
              </w:rPr>
              <w:t>الـ</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حـلمِ</w:t>
            </w:r>
            <w:r>
              <w:rPr>
                <w:rtl/>
              </w:rPr>
              <w:t xml:space="preserve"> </w:t>
            </w:r>
            <w:r w:rsidRPr="00A0264F">
              <w:rPr>
                <w:rtl/>
              </w:rPr>
              <w:t>لا</w:t>
            </w:r>
            <w:r w:rsidR="0076657C">
              <w:rPr>
                <w:rtl/>
              </w:rPr>
              <w:t xml:space="preserve"> </w:t>
            </w:r>
            <w:r w:rsidRPr="00A0264F">
              <w:rPr>
                <w:rtl/>
              </w:rPr>
              <w:t>يـعنيهِ</w:t>
            </w:r>
            <w:r w:rsidR="0076657C">
              <w:rPr>
                <w:rtl/>
              </w:rPr>
              <w:t xml:space="preserve"> </w:t>
            </w:r>
            <w:r w:rsidRPr="00A0264F">
              <w:rPr>
                <w:rtl/>
              </w:rPr>
              <w:t>قولُ</w:t>
            </w:r>
            <w:r w:rsidR="0076657C">
              <w:rPr>
                <w:rtl/>
              </w:rPr>
              <w:t xml:space="preserve"> </w:t>
            </w:r>
            <w:r w:rsidRPr="00A0264F">
              <w:rPr>
                <w:rtl/>
              </w:rPr>
              <w:t>الجاهلينا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عَـيَّرونا</w:t>
            </w:r>
            <w:r w:rsidR="0076657C">
              <w:rPr>
                <w:rtl/>
              </w:rPr>
              <w:t xml:space="preserve"> </w:t>
            </w:r>
            <w:r w:rsidRPr="00A0264F">
              <w:rPr>
                <w:rtl/>
              </w:rPr>
              <w:t>غـيرَ</w:t>
            </w:r>
            <w:r w:rsidR="0076657C">
              <w:rPr>
                <w:rtl/>
              </w:rPr>
              <w:t xml:space="preserve"> </w:t>
            </w:r>
            <w:r w:rsidRPr="00A0264F">
              <w:rPr>
                <w:rtl/>
              </w:rPr>
              <w:t>أنّ</w:t>
            </w:r>
            <w:r w:rsidR="0076657C">
              <w:rPr>
                <w:rtl/>
              </w:rPr>
              <w:t xml:space="preserve"> </w:t>
            </w:r>
            <w:r w:rsidRPr="00A0264F">
              <w:rPr>
                <w:rtl/>
              </w:rPr>
              <w:t>الـعارَ</w:t>
            </w:r>
            <w:r w:rsidR="0076657C">
              <w:rPr>
                <w:rtl/>
              </w:rPr>
              <w:t xml:space="preserve"> </w:t>
            </w:r>
            <w:r w:rsidRPr="00A0264F">
              <w:rPr>
                <w:rtl/>
              </w:rPr>
              <w:t>فينا</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لـم</w:t>
            </w:r>
            <w:r>
              <w:rPr>
                <w:rtl/>
              </w:rPr>
              <w:t xml:space="preserve"> </w:t>
            </w:r>
            <w:r w:rsidRPr="00A0264F">
              <w:rPr>
                <w:rtl/>
              </w:rPr>
              <w:t>يروا</w:t>
            </w:r>
            <w:r w:rsidR="0076657C">
              <w:rPr>
                <w:rtl/>
              </w:rPr>
              <w:t xml:space="preserve"> </w:t>
            </w:r>
            <w:r w:rsidRPr="00A0264F">
              <w:rPr>
                <w:rtl/>
              </w:rPr>
              <w:t>من</w:t>
            </w:r>
            <w:r w:rsidR="0076657C">
              <w:rPr>
                <w:rtl/>
              </w:rPr>
              <w:t xml:space="preserve"> </w:t>
            </w:r>
            <w:r w:rsidRPr="00A0264F">
              <w:rPr>
                <w:rtl/>
              </w:rPr>
              <w:t>موضعٍ</w:t>
            </w:r>
            <w:r w:rsidR="0076657C">
              <w:rPr>
                <w:rtl/>
              </w:rPr>
              <w:t xml:space="preserve"> </w:t>
            </w:r>
            <w:r w:rsidRPr="00A0264F">
              <w:rPr>
                <w:rtl/>
              </w:rPr>
              <w:t>للعارِ</w:t>
            </w:r>
            <w:r w:rsidR="0076657C">
              <w:rPr>
                <w:rtl/>
              </w:rPr>
              <w:t xml:space="preserve"> </w:t>
            </w:r>
            <w:r w:rsidRPr="00A0264F">
              <w:rPr>
                <w:rtl/>
              </w:rPr>
              <w:t>فينا</w:t>
            </w:r>
            <w:r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قالها في عيد الغدير سنة 1355 هـ</w:t>
      </w:r>
      <w:r w:rsidR="00A327D5">
        <w:rPr>
          <w:rtl/>
        </w:rPr>
        <w:t>.</w:t>
      </w:r>
    </w:p>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EE4755" w:rsidTr="00EE4755">
        <w:trPr>
          <w:trHeight w:val="350"/>
        </w:trPr>
        <w:tc>
          <w:tcPr>
            <w:tcW w:w="3536" w:type="dxa"/>
          </w:tcPr>
          <w:p w:rsidR="00EE4755" w:rsidRDefault="00EE4755" w:rsidP="00992D84">
            <w:pPr>
              <w:pStyle w:val="libPoem"/>
            </w:pPr>
            <w:r w:rsidRPr="00A0264F">
              <w:rPr>
                <w:rtl/>
              </w:rPr>
              <w:t>أيّ</w:t>
            </w:r>
            <w:r>
              <w:rPr>
                <w:rtl/>
              </w:rPr>
              <w:t xml:space="preserve"> </w:t>
            </w:r>
            <w:r w:rsidRPr="00A0264F">
              <w:rPr>
                <w:rtl/>
              </w:rPr>
              <w:t>عيبٍ</w:t>
            </w:r>
            <w:r w:rsidR="0076657C">
              <w:rPr>
                <w:rtl/>
              </w:rPr>
              <w:t xml:space="preserve"> </w:t>
            </w:r>
            <w:r w:rsidRPr="00A0264F">
              <w:rPr>
                <w:rtl/>
              </w:rPr>
              <w:t>في</w:t>
            </w:r>
            <w:r w:rsidR="0076657C">
              <w:rPr>
                <w:rtl/>
              </w:rPr>
              <w:t xml:space="preserve"> </w:t>
            </w:r>
            <w:r w:rsidRPr="00A0264F">
              <w:rPr>
                <w:rtl/>
              </w:rPr>
              <w:t>الذي</w:t>
            </w:r>
            <w:r w:rsidR="0076657C">
              <w:rPr>
                <w:rtl/>
              </w:rPr>
              <w:t xml:space="preserve"> </w:t>
            </w:r>
            <w:r w:rsidRPr="00A0264F">
              <w:rPr>
                <w:rtl/>
              </w:rPr>
              <w:t>خافَ</w:t>
            </w:r>
            <w:r w:rsidR="0076657C">
              <w:rPr>
                <w:rtl/>
              </w:rPr>
              <w:t xml:space="preserve"> </w:t>
            </w:r>
            <w:r w:rsidRPr="00A0264F">
              <w:rPr>
                <w:rtl/>
              </w:rPr>
              <w:t>من</w:t>
            </w:r>
            <w:r w:rsidR="0076657C">
              <w:rPr>
                <w:rtl/>
              </w:rPr>
              <w:t xml:space="preserve"> </w:t>
            </w:r>
            <w:r w:rsidRPr="00A0264F">
              <w:rPr>
                <w:rtl/>
              </w:rPr>
              <w:t>الـ</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يَـمِّ</w:t>
            </w:r>
            <w:r>
              <w:rPr>
                <w:rtl/>
              </w:rPr>
              <w:t xml:space="preserve"> </w:t>
            </w:r>
            <w:r w:rsidRPr="00A0264F">
              <w:rPr>
                <w:rtl/>
              </w:rPr>
              <w:t>فـاختارَ</w:t>
            </w:r>
            <w:r w:rsidR="0076657C">
              <w:rPr>
                <w:rtl/>
              </w:rPr>
              <w:t xml:space="preserve"> </w:t>
            </w:r>
            <w:r w:rsidRPr="00A0264F">
              <w:rPr>
                <w:rtl/>
              </w:rPr>
              <w:t>بأن</w:t>
            </w:r>
            <w:r w:rsidR="0076657C">
              <w:rPr>
                <w:rtl/>
              </w:rPr>
              <w:t xml:space="preserve"> </w:t>
            </w:r>
            <w:r w:rsidRPr="00A0264F">
              <w:rPr>
                <w:rtl/>
              </w:rPr>
              <w:t>يأوى</w:t>
            </w:r>
            <w:r w:rsidR="0076657C">
              <w:rPr>
                <w:rtl/>
              </w:rPr>
              <w:t xml:space="preserve"> </w:t>
            </w:r>
            <w:r w:rsidRPr="00A0264F">
              <w:rPr>
                <w:rtl/>
              </w:rPr>
              <w:t>السفينا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مـن</w:t>
            </w:r>
            <w:r>
              <w:rPr>
                <w:rtl/>
              </w:rPr>
              <w:t xml:space="preserve"> </w:t>
            </w:r>
            <w:r w:rsidRPr="00A0264F">
              <w:rPr>
                <w:rtl/>
              </w:rPr>
              <w:t>صـبا</w:t>
            </w:r>
            <w:r w:rsidR="0076657C">
              <w:rPr>
                <w:rtl/>
              </w:rPr>
              <w:t xml:space="preserve"> </w:t>
            </w:r>
            <w:r w:rsidRPr="00A0264F">
              <w:rPr>
                <w:rtl/>
              </w:rPr>
              <w:t>للعاجلِ</w:t>
            </w:r>
            <w:r w:rsidR="0076657C">
              <w:rPr>
                <w:rtl/>
              </w:rPr>
              <w:t xml:space="preserve"> </w:t>
            </w:r>
            <w:r w:rsidRPr="00A0264F">
              <w:rPr>
                <w:rtl/>
              </w:rPr>
              <w:t>الفاني</w:t>
            </w:r>
            <w:r w:rsidR="0076657C">
              <w:rPr>
                <w:rtl/>
              </w:rPr>
              <w:t xml:space="preserve"> </w:t>
            </w:r>
            <w:r w:rsidRPr="00A0264F">
              <w:rPr>
                <w:rtl/>
              </w:rPr>
              <w:t>فإنَّا</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نـؤثرُ</w:t>
            </w:r>
            <w:r>
              <w:rPr>
                <w:rtl/>
              </w:rPr>
              <w:t xml:space="preserve"> </w:t>
            </w:r>
            <w:r w:rsidRPr="00A0264F">
              <w:rPr>
                <w:rtl/>
              </w:rPr>
              <w:t>الـباقي</w:t>
            </w:r>
            <w:r w:rsidR="0076657C">
              <w:rPr>
                <w:rtl/>
              </w:rPr>
              <w:t xml:space="preserve"> </w:t>
            </w:r>
            <w:r w:rsidRPr="00A0264F">
              <w:rPr>
                <w:rtl/>
              </w:rPr>
              <w:t>عـليه</w:t>
            </w:r>
            <w:r w:rsidR="0076657C">
              <w:rPr>
                <w:rtl/>
              </w:rPr>
              <w:t xml:space="preserve"> </w:t>
            </w:r>
            <w:r w:rsidRPr="00A0264F">
              <w:rPr>
                <w:rtl/>
              </w:rPr>
              <w:t>ما</w:t>
            </w:r>
            <w:r w:rsidR="0076657C">
              <w:rPr>
                <w:rtl/>
              </w:rPr>
              <w:t xml:space="preserve"> </w:t>
            </w:r>
            <w:r w:rsidRPr="00A0264F">
              <w:rPr>
                <w:rtl/>
              </w:rPr>
              <w:t>بقينا</w:t>
            </w:r>
            <w:r w:rsidRPr="00725071">
              <w:rPr>
                <w:rStyle w:val="libPoemTiniChar0"/>
                <w:rtl/>
              </w:rPr>
              <w:br/>
              <w:t> </w:t>
            </w:r>
          </w:p>
        </w:tc>
      </w:tr>
      <w:tr w:rsidR="00EE4755" w:rsidTr="00EE4755">
        <w:trPr>
          <w:trHeight w:val="350"/>
        </w:trPr>
        <w:tc>
          <w:tcPr>
            <w:tcW w:w="3536" w:type="dxa"/>
          </w:tcPr>
          <w:p w:rsidR="00EE4755" w:rsidRDefault="00EE4755" w:rsidP="00992D84">
            <w:pPr>
              <w:pStyle w:val="libPoem"/>
            </w:pPr>
            <w:r w:rsidRPr="00A0264F">
              <w:rPr>
                <w:rtl/>
              </w:rPr>
              <w:t>بـأبي</w:t>
            </w:r>
            <w:r>
              <w:rPr>
                <w:rtl/>
              </w:rPr>
              <w:t xml:space="preserve"> </w:t>
            </w:r>
            <w:r w:rsidRPr="00A0264F">
              <w:rPr>
                <w:rtl/>
              </w:rPr>
              <w:t>مَـنْ</w:t>
            </w:r>
            <w:r w:rsidR="0076657C">
              <w:rPr>
                <w:rtl/>
              </w:rPr>
              <w:t xml:space="preserve"> </w:t>
            </w:r>
            <w:r w:rsidRPr="00A0264F">
              <w:rPr>
                <w:rtl/>
              </w:rPr>
              <w:t>أظـهرَ</w:t>
            </w:r>
            <w:r w:rsidR="0076657C">
              <w:rPr>
                <w:rtl/>
              </w:rPr>
              <w:t xml:space="preserve"> </w:t>
            </w:r>
            <w:r w:rsidRPr="00A0264F">
              <w:rPr>
                <w:rtl/>
              </w:rPr>
              <w:t>الحقَ</w:t>
            </w:r>
            <w:r w:rsidR="0076657C">
              <w:rPr>
                <w:rtl/>
              </w:rPr>
              <w:t xml:space="preserve"> </w:t>
            </w:r>
            <w:r w:rsidRPr="00A0264F">
              <w:rPr>
                <w:rtl/>
              </w:rPr>
              <w:t>وما</w:t>
            </w:r>
            <w:r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EE4755" w:rsidP="00992D84">
            <w:pPr>
              <w:pStyle w:val="libPoem"/>
            </w:pPr>
            <w:r w:rsidRPr="00A0264F">
              <w:rPr>
                <w:rtl/>
              </w:rPr>
              <w:t>زالَ</w:t>
            </w:r>
            <w:r w:rsidR="0076657C">
              <w:rPr>
                <w:rtl/>
              </w:rPr>
              <w:t xml:space="preserve"> </w:t>
            </w:r>
            <w:r w:rsidRPr="00A0264F">
              <w:rPr>
                <w:rtl/>
              </w:rPr>
              <w:t>لـلهادي</w:t>
            </w:r>
            <w:r w:rsidR="0076657C">
              <w:rPr>
                <w:rtl/>
              </w:rPr>
              <w:t xml:space="preserve"> </w:t>
            </w:r>
            <w:r w:rsidRPr="00A0264F">
              <w:rPr>
                <w:rtl/>
              </w:rPr>
              <w:t>ظـهيراً</w:t>
            </w:r>
            <w:r w:rsidR="0076657C">
              <w:rPr>
                <w:rtl/>
              </w:rPr>
              <w:t xml:space="preserve"> </w:t>
            </w:r>
            <w:r w:rsidRPr="00A0264F">
              <w:rPr>
                <w:rtl/>
              </w:rPr>
              <w:t>ومـعينا</w:t>
            </w:r>
            <w:r w:rsidRPr="00725071">
              <w:rPr>
                <w:rStyle w:val="libPoemTiniChar0"/>
                <w:rtl/>
              </w:rPr>
              <w:br/>
              <w:t> </w:t>
            </w:r>
          </w:p>
        </w:tc>
      </w:tr>
      <w:tr w:rsidR="00EE4755" w:rsidTr="00EE4755">
        <w:trPr>
          <w:trHeight w:val="350"/>
        </w:trPr>
        <w:tc>
          <w:tcPr>
            <w:tcW w:w="3536" w:type="dxa"/>
          </w:tcPr>
          <w:p w:rsidR="00EE4755" w:rsidRDefault="00992D84" w:rsidP="00992D84">
            <w:pPr>
              <w:pStyle w:val="libPoem"/>
            </w:pPr>
            <w:r w:rsidRPr="00A0264F">
              <w:rPr>
                <w:rtl/>
              </w:rPr>
              <w:t>ثـمّ</w:t>
            </w:r>
            <w:r>
              <w:rPr>
                <w:rtl/>
              </w:rPr>
              <w:t xml:space="preserve"> </w:t>
            </w:r>
            <w:r w:rsidRPr="00A0264F">
              <w:rPr>
                <w:rtl/>
              </w:rPr>
              <w:t>بعد</w:t>
            </w:r>
            <w:r w:rsidR="0076657C">
              <w:rPr>
                <w:rtl/>
              </w:rPr>
              <w:t xml:space="preserve"> </w:t>
            </w:r>
            <w:r w:rsidRPr="00A0264F">
              <w:rPr>
                <w:rtl/>
              </w:rPr>
              <w:t>المصطفى</w:t>
            </w:r>
            <w:r w:rsidR="0076657C">
              <w:rPr>
                <w:rtl/>
              </w:rPr>
              <w:t xml:space="preserve"> </w:t>
            </w:r>
            <w:r w:rsidRPr="00A0264F">
              <w:rPr>
                <w:rtl/>
              </w:rPr>
              <w:t>قد</w:t>
            </w:r>
            <w:r w:rsidR="0076657C">
              <w:rPr>
                <w:rtl/>
              </w:rPr>
              <w:t xml:space="preserve"> </w:t>
            </w:r>
            <w:r w:rsidRPr="00A0264F">
              <w:rPr>
                <w:rtl/>
              </w:rPr>
              <w:t>قاتلَ</w:t>
            </w:r>
            <w:r w:rsidR="0076657C">
              <w:rPr>
                <w:rtl/>
              </w:rPr>
              <w:t xml:space="preserve"> </w:t>
            </w:r>
            <w:r w:rsidRPr="00A0264F">
              <w:rPr>
                <w:rtl/>
              </w:rPr>
              <w:t>الـ</w:t>
            </w:r>
            <w:r w:rsidR="00EE4755" w:rsidRPr="00725071">
              <w:rPr>
                <w:rStyle w:val="libPoemTiniChar0"/>
                <w:rtl/>
              </w:rPr>
              <w:br/>
              <w:t> </w:t>
            </w:r>
          </w:p>
        </w:tc>
        <w:tc>
          <w:tcPr>
            <w:tcW w:w="272" w:type="dxa"/>
          </w:tcPr>
          <w:p w:rsidR="00EE4755" w:rsidRDefault="00EE4755" w:rsidP="00992D84">
            <w:pPr>
              <w:pStyle w:val="libPoem"/>
              <w:rPr>
                <w:rtl/>
              </w:rPr>
            </w:pPr>
          </w:p>
        </w:tc>
        <w:tc>
          <w:tcPr>
            <w:tcW w:w="3502" w:type="dxa"/>
          </w:tcPr>
          <w:p w:rsidR="00EE4755" w:rsidRDefault="00992D84" w:rsidP="00992D84">
            <w:pPr>
              <w:pStyle w:val="libPoem"/>
            </w:pPr>
            <w:r w:rsidRPr="00A0264F">
              <w:rPr>
                <w:rtl/>
              </w:rPr>
              <w:t>نـاكثينَ</w:t>
            </w:r>
            <w:r w:rsidR="0076657C">
              <w:rPr>
                <w:rtl/>
              </w:rPr>
              <w:t xml:space="preserve"> </w:t>
            </w:r>
            <w:r w:rsidRPr="00A0264F">
              <w:rPr>
                <w:rtl/>
              </w:rPr>
              <w:t>الـقاسطينَ</w:t>
            </w:r>
            <w:r w:rsidR="0076657C">
              <w:rPr>
                <w:rtl/>
              </w:rPr>
              <w:t xml:space="preserve"> </w:t>
            </w:r>
            <w:r w:rsidRPr="00A0264F">
              <w:rPr>
                <w:rtl/>
              </w:rPr>
              <w:t>الـمارقينا</w:t>
            </w:r>
            <w:r w:rsidR="00EE4755" w:rsidRPr="00725071">
              <w:rPr>
                <w:rStyle w:val="libPoemTiniChar0"/>
                <w:rtl/>
              </w:rPr>
              <w:br/>
              <w:t> </w:t>
            </w:r>
          </w:p>
        </w:tc>
      </w:tr>
    </w:tbl>
    <w:p w:rsidR="00A5546B" w:rsidRDefault="00A5546B" w:rsidP="00A5546B">
      <w:pPr>
        <w:pStyle w:val="libNormal"/>
      </w:pPr>
      <w:r>
        <w:rPr>
          <w:rtl/>
        </w:rPr>
        <w:br w:type="page"/>
      </w:r>
    </w:p>
    <w:p w:rsidR="00A0264F" w:rsidRPr="00A5546B" w:rsidRDefault="00A0264F" w:rsidP="00A5546B">
      <w:pPr>
        <w:pStyle w:val="Heading3Center"/>
      </w:pPr>
      <w:bookmarkStart w:id="13" w:name="في_رثاء_الحسن_السبط"/>
      <w:bookmarkStart w:id="14" w:name="_Toc430519741"/>
      <w:r w:rsidRPr="00A0264F">
        <w:rPr>
          <w:rtl/>
        </w:rPr>
        <w:t>في رثاء الحسن السبط (عليه السّلام)</w:t>
      </w:r>
      <w:bookmarkEnd w:id="13"/>
      <w:bookmarkEnd w:id="14"/>
    </w:p>
    <w:tbl>
      <w:tblPr>
        <w:tblStyle w:val="TableGrid"/>
        <w:bidiVisual/>
        <w:tblW w:w="4562" w:type="pct"/>
        <w:tblInd w:w="384" w:type="dxa"/>
        <w:tblLook w:val="04A0"/>
      </w:tblPr>
      <w:tblGrid>
        <w:gridCol w:w="3536"/>
        <w:gridCol w:w="272"/>
        <w:gridCol w:w="3502"/>
      </w:tblGrid>
      <w:tr w:rsidR="00992D84" w:rsidTr="00992D84">
        <w:trPr>
          <w:trHeight w:val="350"/>
        </w:trPr>
        <w:tc>
          <w:tcPr>
            <w:tcW w:w="3536" w:type="dxa"/>
          </w:tcPr>
          <w:p w:rsidR="00992D84" w:rsidRDefault="00992D84" w:rsidP="00D42610">
            <w:pPr>
              <w:pStyle w:val="libPoem"/>
            </w:pPr>
            <w:r w:rsidRPr="00A0264F">
              <w:rPr>
                <w:rtl/>
              </w:rPr>
              <w:t>يـا</w:t>
            </w:r>
            <w:r w:rsidR="0076657C">
              <w:rPr>
                <w:rtl/>
              </w:rPr>
              <w:t xml:space="preserve"> </w:t>
            </w:r>
            <w:r w:rsidRPr="00A0264F">
              <w:rPr>
                <w:rtl/>
              </w:rPr>
              <w:t>دمـعُ</w:t>
            </w:r>
            <w:r w:rsidR="0076657C">
              <w:rPr>
                <w:rtl/>
              </w:rPr>
              <w:t xml:space="preserve"> </w:t>
            </w:r>
            <w:r w:rsidRPr="00A0264F">
              <w:rPr>
                <w:rtl/>
              </w:rPr>
              <w:t>سـحَّ</w:t>
            </w:r>
            <w:r w:rsidR="0076657C">
              <w:rPr>
                <w:rtl/>
              </w:rPr>
              <w:t xml:space="preserve"> </w:t>
            </w:r>
            <w:r w:rsidRPr="00A0264F">
              <w:rPr>
                <w:rtl/>
              </w:rPr>
              <w:t>بـوبلكَ</w:t>
            </w:r>
            <w:r w:rsidR="0076657C">
              <w:rPr>
                <w:rtl/>
              </w:rPr>
              <w:t xml:space="preserve"> </w:t>
            </w:r>
            <w:r w:rsidRPr="00A0264F">
              <w:rPr>
                <w:rtl/>
              </w:rPr>
              <w:t>الـهتنِ</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لـتحولَ</w:t>
            </w:r>
            <w:r>
              <w:rPr>
                <w:rtl/>
              </w:rPr>
              <w:t xml:space="preserve"> </w:t>
            </w:r>
            <w:r w:rsidRPr="00A0264F">
              <w:rPr>
                <w:rtl/>
              </w:rPr>
              <w:t>بـينَ</w:t>
            </w:r>
            <w:r w:rsidR="0076657C">
              <w:rPr>
                <w:rtl/>
              </w:rPr>
              <w:t xml:space="preserve"> </w:t>
            </w:r>
            <w:r w:rsidRPr="00A0264F">
              <w:rPr>
                <w:rtl/>
              </w:rPr>
              <w:t>الـجفنِ</w:t>
            </w:r>
            <w:r w:rsidR="0076657C">
              <w:rPr>
                <w:rtl/>
              </w:rPr>
              <w:t xml:space="preserve"> </w:t>
            </w:r>
            <w:r w:rsidRPr="00A0264F">
              <w:rPr>
                <w:rtl/>
              </w:rPr>
              <w:t>والوَسَنِ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كـيفَ</w:t>
            </w:r>
            <w:r w:rsidR="0076657C">
              <w:rPr>
                <w:rtl/>
              </w:rPr>
              <w:t xml:space="preserve"> </w:t>
            </w:r>
            <w:r w:rsidRPr="00A0264F">
              <w:rPr>
                <w:rtl/>
              </w:rPr>
              <w:t>الـعزاءُ</w:t>
            </w:r>
            <w:r w:rsidR="0076657C">
              <w:rPr>
                <w:rtl/>
              </w:rPr>
              <w:t xml:space="preserve"> </w:t>
            </w:r>
            <w:r w:rsidRPr="00A0264F">
              <w:rPr>
                <w:rtl/>
              </w:rPr>
              <w:t>وليسَ</w:t>
            </w:r>
            <w:r w:rsidR="0076657C">
              <w:rPr>
                <w:rtl/>
              </w:rPr>
              <w:t xml:space="preserve"> </w:t>
            </w:r>
            <w:r w:rsidRPr="00A0264F">
              <w:rPr>
                <w:rtl/>
              </w:rPr>
              <w:t>وجدي</w:t>
            </w:r>
            <w:r w:rsidR="0076657C">
              <w:rPr>
                <w:rtl/>
              </w:rPr>
              <w:t xml:space="preserve"> </w:t>
            </w:r>
            <w:r w:rsidRPr="00A0264F">
              <w:rPr>
                <w:rtl/>
              </w:rPr>
              <w:t>من</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فـقدِ</w:t>
            </w:r>
            <w:r w:rsidR="0076657C">
              <w:rPr>
                <w:rtl/>
              </w:rPr>
              <w:t xml:space="preserve"> </w:t>
            </w:r>
            <w:r w:rsidRPr="00A0264F">
              <w:rPr>
                <w:rtl/>
              </w:rPr>
              <w:t>الأنـيسِ</w:t>
            </w:r>
            <w:r w:rsidR="0076657C">
              <w:rPr>
                <w:rtl/>
              </w:rPr>
              <w:t xml:space="preserve"> </w:t>
            </w:r>
            <w:r w:rsidRPr="00A0264F">
              <w:rPr>
                <w:rtl/>
              </w:rPr>
              <w:t>ووحـشةِ</w:t>
            </w:r>
            <w:r w:rsidR="0076657C">
              <w:rPr>
                <w:rtl/>
              </w:rPr>
              <w:t xml:space="preserve"> </w:t>
            </w:r>
            <w:r w:rsidRPr="00A0264F">
              <w:rPr>
                <w:rtl/>
              </w:rPr>
              <w:t>الـدمنِ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بـل</w:t>
            </w:r>
            <w:r w:rsidR="0076657C">
              <w:rPr>
                <w:rtl/>
              </w:rPr>
              <w:t xml:space="preserve"> </w:t>
            </w:r>
            <w:r w:rsidRPr="00A0264F">
              <w:rPr>
                <w:rtl/>
              </w:rPr>
              <w:t>هـذهِ</w:t>
            </w:r>
            <w:r w:rsidR="0076657C">
              <w:rPr>
                <w:rtl/>
              </w:rPr>
              <w:t xml:space="preserve"> </w:t>
            </w:r>
            <w:r w:rsidRPr="00A0264F">
              <w:rPr>
                <w:rtl/>
              </w:rPr>
              <w:t>قـوسُ</w:t>
            </w:r>
            <w:r w:rsidR="0076657C">
              <w:rPr>
                <w:rtl/>
              </w:rPr>
              <w:t xml:space="preserve"> </w:t>
            </w:r>
            <w:r w:rsidRPr="00A0264F">
              <w:rPr>
                <w:rtl/>
              </w:rPr>
              <w:t>الـزمانِ</w:t>
            </w:r>
            <w:r w:rsidR="0076657C">
              <w:rPr>
                <w:rtl/>
              </w:rPr>
              <w:t xml:space="preserve"> </w:t>
            </w:r>
            <w:r w:rsidRPr="00A0264F">
              <w:rPr>
                <w:rtl/>
              </w:rPr>
              <w:t>غدا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مـنـها</w:t>
            </w:r>
            <w:r w:rsidR="0076657C">
              <w:rPr>
                <w:rtl/>
              </w:rPr>
              <w:t xml:space="preserve"> </w:t>
            </w:r>
            <w:r w:rsidRPr="00A0264F">
              <w:rPr>
                <w:rtl/>
              </w:rPr>
              <w:t>الـفؤادُ</w:t>
            </w:r>
            <w:r w:rsidR="0076657C">
              <w:rPr>
                <w:rtl/>
              </w:rPr>
              <w:t xml:space="preserve"> </w:t>
            </w:r>
            <w:r w:rsidRPr="00A0264F">
              <w:rPr>
                <w:rtl/>
              </w:rPr>
              <w:t>رَمِـيَّةَ</w:t>
            </w:r>
            <w:r w:rsidR="0076657C">
              <w:rPr>
                <w:rtl/>
              </w:rPr>
              <w:t xml:space="preserve"> </w:t>
            </w:r>
            <w:r w:rsidRPr="00A0264F">
              <w:rPr>
                <w:rtl/>
              </w:rPr>
              <w:t>الـمحنِ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واسـتـوطنت</w:t>
            </w:r>
            <w:r w:rsidR="0076657C">
              <w:rPr>
                <w:rtl/>
              </w:rPr>
              <w:t xml:space="preserve"> </w:t>
            </w:r>
            <w:r w:rsidRPr="00A0264F">
              <w:rPr>
                <w:rtl/>
              </w:rPr>
              <w:t>قـلـبي</w:t>
            </w:r>
            <w:r w:rsidR="0076657C">
              <w:rPr>
                <w:rtl/>
              </w:rPr>
              <w:t xml:space="preserve"> </w:t>
            </w:r>
            <w:r w:rsidRPr="00A0264F">
              <w:rPr>
                <w:rtl/>
              </w:rPr>
              <w:t>نـوائبه</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حـتى</w:t>
            </w:r>
            <w:r w:rsidR="0076657C">
              <w:rPr>
                <w:rtl/>
              </w:rPr>
              <w:t xml:space="preserve"> </w:t>
            </w:r>
            <w:r w:rsidRPr="00A0264F">
              <w:rPr>
                <w:rtl/>
              </w:rPr>
              <w:t>طـفقتُ</w:t>
            </w:r>
            <w:r w:rsidR="0076657C">
              <w:rPr>
                <w:rtl/>
              </w:rPr>
              <w:t xml:space="preserve"> </w:t>
            </w:r>
            <w:r w:rsidRPr="00A0264F">
              <w:rPr>
                <w:rtl/>
              </w:rPr>
              <w:t>أهـيمُ</w:t>
            </w:r>
            <w:r w:rsidR="0076657C">
              <w:rPr>
                <w:rtl/>
              </w:rPr>
              <w:t xml:space="preserve"> </w:t>
            </w:r>
            <w:r w:rsidRPr="00A0264F">
              <w:rPr>
                <w:rtl/>
              </w:rPr>
              <w:t>في</w:t>
            </w:r>
            <w:r w:rsidR="0076657C">
              <w:rPr>
                <w:rtl/>
              </w:rPr>
              <w:t xml:space="preserve"> </w:t>
            </w:r>
            <w:r w:rsidRPr="00A0264F">
              <w:rPr>
                <w:rtl/>
              </w:rPr>
              <w:t>وطني</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وأذلـتُ</w:t>
            </w:r>
            <w:r>
              <w:rPr>
                <w:rtl/>
              </w:rPr>
              <w:t xml:space="preserve"> </w:t>
            </w:r>
            <w:r w:rsidRPr="00A0264F">
              <w:rPr>
                <w:rtl/>
              </w:rPr>
              <w:t>دمـعاً</w:t>
            </w:r>
            <w:r w:rsidR="0076657C">
              <w:rPr>
                <w:rtl/>
              </w:rPr>
              <w:t xml:space="preserve"> </w:t>
            </w:r>
            <w:r w:rsidRPr="00A0264F">
              <w:rPr>
                <w:rtl/>
              </w:rPr>
              <w:t>كـنتُ</w:t>
            </w:r>
            <w:r w:rsidR="0076657C">
              <w:rPr>
                <w:rtl/>
              </w:rPr>
              <w:t xml:space="preserve"> </w:t>
            </w:r>
            <w:r w:rsidRPr="00A0264F">
              <w:rPr>
                <w:rtl/>
              </w:rPr>
              <w:t>أحـبسه</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وأصـونُ</w:t>
            </w:r>
            <w:r>
              <w:rPr>
                <w:rtl/>
              </w:rPr>
              <w:t xml:space="preserve"> </w:t>
            </w:r>
            <w:r w:rsidRPr="00A0264F">
              <w:rPr>
                <w:rtl/>
              </w:rPr>
              <w:t>لـؤلؤهُ</w:t>
            </w:r>
            <w:r w:rsidR="0076657C">
              <w:rPr>
                <w:rtl/>
              </w:rPr>
              <w:t xml:space="preserve"> </w:t>
            </w:r>
            <w:r w:rsidRPr="00A0264F">
              <w:rPr>
                <w:rtl/>
              </w:rPr>
              <w:t>عـن</w:t>
            </w:r>
            <w:r w:rsidR="0076657C">
              <w:rPr>
                <w:rtl/>
              </w:rPr>
              <w:t xml:space="preserve"> </w:t>
            </w:r>
            <w:r w:rsidRPr="00A0264F">
              <w:rPr>
                <w:rtl/>
              </w:rPr>
              <w:t>الـثمنِ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مـا</w:t>
            </w:r>
            <w:r>
              <w:rPr>
                <w:rtl/>
              </w:rPr>
              <w:t xml:space="preserve"> </w:t>
            </w:r>
            <w:r w:rsidRPr="00A0264F">
              <w:rPr>
                <w:rtl/>
              </w:rPr>
              <w:t>الـصبرُ</w:t>
            </w:r>
            <w:r w:rsidR="0076657C">
              <w:rPr>
                <w:rtl/>
              </w:rPr>
              <w:t xml:space="preserve"> </w:t>
            </w:r>
            <w:r w:rsidRPr="00A0264F">
              <w:rPr>
                <w:rtl/>
              </w:rPr>
              <w:t>سـهلاً</w:t>
            </w:r>
            <w:r w:rsidR="0076657C">
              <w:rPr>
                <w:rtl/>
              </w:rPr>
              <w:t xml:space="preserve"> </w:t>
            </w:r>
            <w:r w:rsidRPr="00A0264F">
              <w:rPr>
                <w:rtl/>
              </w:rPr>
              <w:t>لي</w:t>
            </w:r>
            <w:r w:rsidR="0076657C">
              <w:rPr>
                <w:rtl/>
              </w:rPr>
              <w:t xml:space="preserve"> </w:t>
            </w:r>
            <w:r w:rsidRPr="00A0264F">
              <w:rPr>
                <w:rtl/>
              </w:rPr>
              <w:t>فأركبه</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فـدع</w:t>
            </w:r>
            <w:r>
              <w:rPr>
                <w:rtl/>
              </w:rPr>
              <w:t xml:space="preserve"> </w:t>
            </w:r>
            <w:r w:rsidRPr="00A0264F">
              <w:rPr>
                <w:rtl/>
              </w:rPr>
              <w:t>الـفؤادَ</w:t>
            </w:r>
            <w:r w:rsidR="0076657C">
              <w:rPr>
                <w:rtl/>
              </w:rPr>
              <w:t xml:space="preserve"> </w:t>
            </w:r>
            <w:r w:rsidRPr="00A0264F">
              <w:rPr>
                <w:rtl/>
              </w:rPr>
              <w:t>يـذوبُ</w:t>
            </w:r>
            <w:r w:rsidR="0076657C">
              <w:rPr>
                <w:rtl/>
              </w:rPr>
              <w:t xml:space="preserve"> </w:t>
            </w:r>
            <w:r w:rsidRPr="00A0264F">
              <w:rPr>
                <w:rtl/>
              </w:rPr>
              <w:t>بـالحزنِ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مـا</w:t>
            </w:r>
            <w:r w:rsidR="0076657C">
              <w:rPr>
                <w:rtl/>
              </w:rPr>
              <w:t xml:space="preserve"> </w:t>
            </w:r>
            <w:r w:rsidRPr="00A0264F">
              <w:rPr>
                <w:rtl/>
              </w:rPr>
              <w:t>لـلزمانِ</w:t>
            </w:r>
            <w:r w:rsidR="0076657C">
              <w:rPr>
                <w:rtl/>
              </w:rPr>
              <w:t xml:space="preserve"> </w:t>
            </w:r>
            <w:r w:rsidRPr="00A0264F">
              <w:rPr>
                <w:rtl/>
              </w:rPr>
              <w:t>إذا</w:t>
            </w:r>
            <w:r w:rsidR="0076657C">
              <w:rPr>
                <w:rtl/>
              </w:rPr>
              <w:t xml:space="preserve"> </w:t>
            </w:r>
            <w:r w:rsidRPr="00A0264F">
              <w:rPr>
                <w:rtl/>
              </w:rPr>
              <w:t>اسـتلنتُ</w:t>
            </w:r>
            <w:r w:rsidR="0076657C">
              <w:rPr>
                <w:rtl/>
              </w:rPr>
              <w:t xml:space="preserve"> </w:t>
            </w:r>
            <w:r w:rsidRPr="00A0264F">
              <w:rPr>
                <w:rtl/>
              </w:rPr>
              <w:t>قـسا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ورُمـيتُ</w:t>
            </w:r>
            <w:r w:rsidR="0076657C">
              <w:rPr>
                <w:rtl/>
              </w:rPr>
              <w:t xml:space="preserve"> </w:t>
            </w:r>
            <w:r w:rsidRPr="00A0264F">
              <w:rPr>
                <w:rtl/>
              </w:rPr>
              <w:t>مـنهُ</w:t>
            </w:r>
            <w:r w:rsidR="0076657C">
              <w:rPr>
                <w:rtl/>
              </w:rPr>
              <w:t xml:space="preserve"> </w:t>
            </w:r>
            <w:r w:rsidRPr="00A0264F">
              <w:rPr>
                <w:rtl/>
              </w:rPr>
              <w:t>بـجانبٍ</w:t>
            </w:r>
            <w:r w:rsidR="0076657C">
              <w:rPr>
                <w:rtl/>
              </w:rPr>
              <w:t xml:space="preserve"> </w:t>
            </w:r>
            <w:r w:rsidRPr="00A0264F">
              <w:rPr>
                <w:rtl/>
              </w:rPr>
              <w:t>خـشنِ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أَوَ كــانَ</w:t>
            </w:r>
            <w:r w:rsidR="0076657C">
              <w:rPr>
                <w:rtl/>
              </w:rPr>
              <w:t xml:space="preserve"> </w:t>
            </w:r>
            <w:r w:rsidRPr="00A0264F">
              <w:rPr>
                <w:rtl/>
              </w:rPr>
              <w:t>ذنـبي</w:t>
            </w:r>
            <w:r w:rsidR="0076657C">
              <w:rPr>
                <w:rtl/>
              </w:rPr>
              <w:t xml:space="preserve"> </w:t>
            </w:r>
            <w:r w:rsidRPr="00A0264F">
              <w:rPr>
                <w:rtl/>
              </w:rPr>
              <w:t>أن</w:t>
            </w:r>
            <w:r w:rsidR="0076657C">
              <w:rPr>
                <w:rtl/>
              </w:rPr>
              <w:t xml:space="preserve"> </w:t>
            </w:r>
            <w:r w:rsidRPr="00A0264F">
              <w:rPr>
                <w:rtl/>
              </w:rPr>
              <w:t>ألـنتُ</w:t>
            </w:r>
            <w:r w:rsidR="0076657C">
              <w:rPr>
                <w:rtl/>
              </w:rPr>
              <w:t xml:space="preserve"> </w:t>
            </w:r>
            <w:r w:rsidRPr="00A0264F">
              <w:rPr>
                <w:rtl/>
              </w:rPr>
              <w:t>لـه</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جـنبي</w:t>
            </w:r>
            <w:r>
              <w:rPr>
                <w:rtl/>
              </w:rPr>
              <w:t xml:space="preserve"> </w:t>
            </w:r>
            <w:r w:rsidRPr="00A0264F">
              <w:rPr>
                <w:rtl/>
              </w:rPr>
              <w:t>ولـولا</w:t>
            </w:r>
            <w:r w:rsidR="0076657C">
              <w:rPr>
                <w:rtl/>
              </w:rPr>
              <w:t xml:space="preserve"> </w:t>
            </w:r>
            <w:r w:rsidRPr="00A0264F">
              <w:rPr>
                <w:rtl/>
              </w:rPr>
              <w:t>الـحلم</w:t>
            </w:r>
            <w:r w:rsidR="0076657C">
              <w:rPr>
                <w:rtl/>
              </w:rPr>
              <w:t xml:space="preserve"> </w:t>
            </w:r>
            <w:r w:rsidRPr="00A0264F">
              <w:rPr>
                <w:rtl/>
              </w:rPr>
              <w:t>لـم</w:t>
            </w:r>
            <w:r w:rsidR="0076657C">
              <w:rPr>
                <w:rtl/>
              </w:rPr>
              <w:t xml:space="preserve"> </w:t>
            </w:r>
            <w:r w:rsidRPr="00A0264F">
              <w:rPr>
                <w:rtl/>
              </w:rPr>
              <w:t>يلنِ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أم</w:t>
            </w:r>
            <w:r>
              <w:rPr>
                <w:rtl/>
              </w:rPr>
              <w:t xml:space="preserve"> </w:t>
            </w:r>
            <w:r w:rsidRPr="00A0264F">
              <w:rPr>
                <w:rtl/>
              </w:rPr>
              <w:t>دهـرنـا</w:t>
            </w:r>
            <w:r w:rsidR="0076657C">
              <w:rPr>
                <w:rtl/>
              </w:rPr>
              <w:t xml:space="preserve"> </w:t>
            </w:r>
            <w:r w:rsidRPr="00A0264F">
              <w:rPr>
                <w:rtl/>
              </w:rPr>
              <w:t>كـبـنيهِ</w:t>
            </w:r>
            <w:r w:rsidR="0076657C">
              <w:rPr>
                <w:rtl/>
              </w:rPr>
              <w:t xml:space="preserve"> </w:t>
            </w:r>
            <w:r w:rsidRPr="00A0264F">
              <w:rPr>
                <w:rtl/>
              </w:rPr>
              <w:t>عـادتهم</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يـجزونَ</w:t>
            </w:r>
            <w:r>
              <w:rPr>
                <w:rtl/>
              </w:rPr>
              <w:t xml:space="preserve"> </w:t>
            </w:r>
            <w:r w:rsidRPr="00A0264F">
              <w:rPr>
                <w:rtl/>
              </w:rPr>
              <w:t>بـالسوأي</w:t>
            </w:r>
            <w:r w:rsidR="0076657C">
              <w:rPr>
                <w:rtl/>
              </w:rPr>
              <w:t xml:space="preserve"> </w:t>
            </w:r>
            <w:r w:rsidRPr="00A0264F">
              <w:rPr>
                <w:rtl/>
              </w:rPr>
              <w:t>عن</w:t>
            </w:r>
            <w:r w:rsidR="0076657C">
              <w:rPr>
                <w:rtl/>
              </w:rPr>
              <w:t xml:space="preserve"> </w:t>
            </w:r>
            <w:r w:rsidRPr="00A0264F">
              <w:rPr>
                <w:rtl/>
              </w:rPr>
              <w:t>الحسنِ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أم</w:t>
            </w:r>
            <w:r>
              <w:rPr>
                <w:rtl/>
              </w:rPr>
              <w:t xml:space="preserve"> </w:t>
            </w:r>
            <w:r w:rsidRPr="00A0264F">
              <w:rPr>
                <w:rtl/>
              </w:rPr>
              <w:t>كـلّ</w:t>
            </w:r>
            <w:r w:rsidR="0076657C">
              <w:rPr>
                <w:rtl/>
              </w:rPr>
              <w:t xml:space="preserve"> </w:t>
            </w:r>
            <w:r w:rsidRPr="00A0264F">
              <w:rPr>
                <w:rtl/>
              </w:rPr>
              <w:t>مَـنْ</w:t>
            </w:r>
            <w:r w:rsidR="0076657C">
              <w:rPr>
                <w:rtl/>
              </w:rPr>
              <w:t xml:space="preserve"> </w:t>
            </w:r>
            <w:r w:rsidRPr="00A0264F">
              <w:rPr>
                <w:rtl/>
              </w:rPr>
              <w:t>تـنميهِ</w:t>
            </w:r>
            <w:r w:rsidR="0076657C">
              <w:rPr>
                <w:rtl/>
              </w:rPr>
              <w:t xml:space="preserve"> </w:t>
            </w:r>
            <w:r w:rsidRPr="00A0264F">
              <w:rPr>
                <w:rtl/>
              </w:rPr>
              <w:t>هـاشمُ</w:t>
            </w:r>
            <w:r w:rsidR="0076657C">
              <w:rPr>
                <w:rtl/>
              </w:rPr>
              <w:t xml:space="preserve"> </w:t>
            </w:r>
            <w:r w:rsidRPr="00A0264F">
              <w:rPr>
                <w:rtl/>
              </w:rPr>
              <w:t>لا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يـنفكُّ</w:t>
            </w:r>
            <w:r w:rsidR="0076657C">
              <w:rPr>
                <w:rtl/>
              </w:rPr>
              <w:t xml:space="preserve"> </w:t>
            </w:r>
            <w:r w:rsidRPr="00A0264F">
              <w:rPr>
                <w:rtl/>
              </w:rPr>
              <w:t>فـي</w:t>
            </w:r>
            <w:r w:rsidR="0076657C">
              <w:rPr>
                <w:rtl/>
              </w:rPr>
              <w:t xml:space="preserve"> </w:t>
            </w:r>
            <w:r w:rsidRPr="00A0264F">
              <w:rPr>
                <w:rtl/>
              </w:rPr>
              <w:t>حـربٍ</w:t>
            </w:r>
            <w:r w:rsidR="0076657C">
              <w:rPr>
                <w:rtl/>
              </w:rPr>
              <w:t xml:space="preserve"> </w:t>
            </w:r>
            <w:r w:rsidRPr="00A0264F">
              <w:rPr>
                <w:rtl/>
              </w:rPr>
              <w:t>مـع</w:t>
            </w:r>
            <w:r w:rsidR="0076657C">
              <w:rPr>
                <w:rtl/>
              </w:rPr>
              <w:t xml:space="preserve"> </w:t>
            </w:r>
            <w:r w:rsidRPr="00A0264F">
              <w:rPr>
                <w:rtl/>
              </w:rPr>
              <w:t>الزمنِ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أوَ مـا</w:t>
            </w:r>
            <w:r w:rsidR="0076657C">
              <w:rPr>
                <w:rtl/>
              </w:rPr>
              <w:t xml:space="preserve"> </w:t>
            </w:r>
            <w:r w:rsidRPr="00A0264F">
              <w:rPr>
                <w:rtl/>
              </w:rPr>
              <w:t>نـظرتَ</w:t>
            </w:r>
            <w:r w:rsidR="0076657C">
              <w:rPr>
                <w:rtl/>
              </w:rPr>
              <w:t xml:space="preserve"> </w:t>
            </w:r>
            <w:r w:rsidRPr="00A0264F">
              <w:rPr>
                <w:rtl/>
              </w:rPr>
              <w:t>إلـى</w:t>
            </w:r>
            <w:r w:rsidR="0076657C">
              <w:rPr>
                <w:rtl/>
              </w:rPr>
              <w:t xml:space="preserve"> </w:t>
            </w:r>
            <w:r w:rsidRPr="00A0264F">
              <w:rPr>
                <w:rtl/>
              </w:rPr>
              <w:t>صفيِّ</w:t>
            </w:r>
            <w:r w:rsidR="0076657C">
              <w:rPr>
                <w:rtl/>
              </w:rPr>
              <w:t xml:space="preserve"> </w:t>
            </w:r>
            <w:r w:rsidRPr="00A0264F">
              <w:rPr>
                <w:rtl/>
              </w:rPr>
              <w:t>بني</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مـضرِ</w:t>
            </w:r>
            <w:r>
              <w:rPr>
                <w:rtl/>
              </w:rPr>
              <w:t xml:space="preserve"> </w:t>
            </w:r>
            <w:r w:rsidRPr="00A0264F">
              <w:rPr>
                <w:rtl/>
              </w:rPr>
              <w:t>الـكرامِ</w:t>
            </w:r>
            <w:r w:rsidR="0076657C">
              <w:rPr>
                <w:rtl/>
              </w:rPr>
              <w:t xml:space="preserve"> </w:t>
            </w:r>
            <w:r w:rsidRPr="00A0264F">
              <w:rPr>
                <w:rtl/>
              </w:rPr>
              <w:t>وخـيرِ</w:t>
            </w:r>
            <w:r w:rsidR="0076657C">
              <w:rPr>
                <w:rtl/>
              </w:rPr>
              <w:t xml:space="preserve"> </w:t>
            </w:r>
            <w:r w:rsidRPr="00A0264F">
              <w:rPr>
                <w:rtl/>
              </w:rPr>
              <w:t>مؤتمنِ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شـبلِ</w:t>
            </w:r>
            <w:r>
              <w:rPr>
                <w:rtl/>
              </w:rPr>
              <w:t xml:space="preserve"> </w:t>
            </w:r>
            <w:r w:rsidRPr="00A0264F">
              <w:rPr>
                <w:rtl/>
              </w:rPr>
              <w:t>الـوصيِّ</w:t>
            </w:r>
            <w:r w:rsidR="0076657C">
              <w:rPr>
                <w:rtl/>
              </w:rPr>
              <w:t xml:space="preserve"> </w:t>
            </w:r>
            <w:r w:rsidRPr="00A0264F">
              <w:rPr>
                <w:rtl/>
              </w:rPr>
              <w:t>وفـرخِ</w:t>
            </w:r>
            <w:r w:rsidR="0076657C">
              <w:rPr>
                <w:rtl/>
              </w:rPr>
              <w:t xml:space="preserve"> </w:t>
            </w:r>
            <w:r w:rsidRPr="00A0264F">
              <w:rPr>
                <w:rtl/>
              </w:rPr>
              <w:t>فاطمة</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وابـنِ</w:t>
            </w:r>
            <w:r>
              <w:rPr>
                <w:rtl/>
              </w:rPr>
              <w:t xml:space="preserve"> </w:t>
            </w:r>
            <w:r w:rsidRPr="00A0264F">
              <w:rPr>
                <w:rtl/>
              </w:rPr>
              <w:t>الـنبيّ</w:t>
            </w:r>
            <w:r w:rsidR="0076657C">
              <w:rPr>
                <w:rtl/>
              </w:rPr>
              <w:t xml:space="preserve"> </w:t>
            </w:r>
            <w:r w:rsidRPr="00A0264F">
              <w:rPr>
                <w:rtl/>
              </w:rPr>
              <w:t>وسـبطهِ</w:t>
            </w:r>
            <w:r w:rsidR="0076657C">
              <w:rPr>
                <w:rtl/>
              </w:rPr>
              <w:t xml:space="preserve"> </w:t>
            </w:r>
            <w:r w:rsidRPr="00A0264F">
              <w:rPr>
                <w:rtl/>
              </w:rPr>
              <w:t>الحسنِ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كـم</w:t>
            </w:r>
            <w:r>
              <w:rPr>
                <w:rtl/>
              </w:rPr>
              <w:t xml:space="preserve"> </w:t>
            </w:r>
            <w:r w:rsidRPr="00A0264F">
              <w:rPr>
                <w:rtl/>
              </w:rPr>
              <w:t>نـالَ</w:t>
            </w:r>
            <w:r w:rsidR="0076657C">
              <w:rPr>
                <w:rtl/>
              </w:rPr>
              <w:t xml:space="preserve"> </w:t>
            </w:r>
            <w:r w:rsidRPr="00A0264F">
              <w:rPr>
                <w:rtl/>
              </w:rPr>
              <w:t>بعد</w:t>
            </w:r>
            <w:r w:rsidR="0076657C">
              <w:rPr>
                <w:rtl/>
              </w:rPr>
              <w:t xml:space="preserve"> </w:t>
            </w:r>
            <w:r w:rsidRPr="00A0264F">
              <w:rPr>
                <w:rtl/>
              </w:rPr>
              <w:t>أبيهِ</w:t>
            </w:r>
            <w:r w:rsidR="0076657C">
              <w:rPr>
                <w:rtl/>
              </w:rPr>
              <w:t xml:space="preserve"> </w:t>
            </w:r>
            <w:r w:rsidRPr="00A0264F">
              <w:rPr>
                <w:rtl/>
              </w:rPr>
              <w:t>من</w:t>
            </w:r>
            <w:r w:rsidR="0076657C">
              <w:rPr>
                <w:rtl/>
              </w:rPr>
              <w:t xml:space="preserve"> </w:t>
            </w:r>
            <w:r w:rsidRPr="00A0264F">
              <w:rPr>
                <w:rtl/>
              </w:rPr>
              <w:t>غُصص</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يـطوي</w:t>
            </w:r>
            <w:r>
              <w:rPr>
                <w:rtl/>
              </w:rPr>
              <w:t xml:space="preserve"> </w:t>
            </w:r>
            <w:r w:rsidRPr="00A0264F">
              <w:rPr>
                <w:rtl/>
              </w:rPr>
              <w:t>الضلوعَ</w:t>
            </w:r>
            <w:r w:rsidR="0076657C">
              <w:rPr>
                <w:rtl/>
              </w:rPr>
              <w:t xml:space="preserve"> </w:t>
            </w:r>
            <w:r w:rsidRPr="00A0264F">
              <w:rPr>
                <w:rtl/>
              </w:rPr>
              <w:t>بها</w:t>
            </w:r>
            <w:r w:rsidR="0076657C">
              <w:rPr>
                <w:rtl/>
              </w:rPr>
              <w:t xml:space="preserve"> </w:t>
            </w:r>
            <w:r w:rsidRPr="00A0264F">
              <w:rPr>
                <w:rtl/>
              </w:rPr>
              <w:t>على</w:t>
            </w:r>
            <w:r w:rsidR="0076657C">
              <w:rPr>
                <w:rtl/>
              </w:rPr>
              <w:t xml:space="preserve"> </w:t>
            </w:r>
            <w:r w:rsidRPr="00A0264F">
              <w:rPr>
                <w:rtl/>
              </w:rPr>
              <w:t>شجنِ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حُـشدت</w:t>
            </w:r>
            <w:r>
              <w:rPr>
                <w:rtl/>
              </w:rPr>
              <w:t xml:space="preserve"> </w:t>
            </w:r>
            <w:r w:rsidRPr="00A0264F">
              <w:rPr>
                <w:rtl/>
              </w:rPr>
              <w:t>لـنصرتهِ</w:t>
            </w:r>
            <w:r w:rsidR="0076657C">
              <w:rPr>
                <w:rtl/>
              </w:rPr>
              <w:t xml:space="preserve"> </w:t>
            </w:r>
            <w:r w:rsidRPr="00A0264F">
              <w:rPr>
                <w:rtl/>
              </w:rPr>
              <w:t>الجنودُ</w:t>
            </w:r>
            <w:r w:rsidR="0076657C">
              <w:rPr>
                <w:rtl/>
              </w:rPr>
              <w:t xml:space="preserve"> </w:t>
            </w:r>
            <w:r w:rsidRPr="00A0264F">
              <w:rPr>
                <w:rtl/>
              </w:rPr>
              <w:t>وهم</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بـيـنَ</w:t>
            </w:r>
            <w:r w:rsidR="0076657C">
              <w:rPr>
                <w:rtl/>
              </w:rPr>
              <w:t xml:space="preserve"> </w:t>
            </w:r>
            <w:r w:rsidRPr="00A0264F">
              <w:rPr>
                <w:rtl/>
              </w:rPr>
              <w:t>الـبغاةِ</w:t>
            </w:r>
            <w:r w:rsidR="0076657C">
              <w:rPr>
                <w:rtl/>
              </w:rPr>
              <w:t xml:space="preserve"> </w:t>
            </w:r>
            <w:r w:rsidRPr="00A0264F">
              <w:rPr>
                <w:rtl/>
              </w:rPr>
              <w:t>وطـالبي</w:t>
            </w:r>
            <w:r w:rsidR="0076657C">
              <w:rPr>
                <w:rtl/>
              </w:rPr>
              <w:t xml:space="preserve"> </w:t>
            </w:r>
            <w:r w:rsidRPr="00A0264F">
              <w:rPr>
                <w:rtl/>
              </w:rPr>
              <w:t>الـفتنِ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ومـحـكمٌ</w:t>
            </w:r>
            <w:r>
              <w:rPr>
                <w:rtl/>
              </w:rPr>
              <w:t xml:space="preserve"> </w:t>
            </w:r>
            <w:r w:rsidRPr="00A0264F">
              <w:rPr>
                <w:rtl/>
              </w:rPr>
              <w:t>ومُـؤَمِّـلٌ</w:t>
            </w:r>
            <w:r w:rsidR="0076657C">
              <w:rPr>
                <w:rtl/>
              </w:rPr>
              <w:t xml:space="preserve"> </w:t>
            </w:r>
            <w:r w:rsidRPr="00A0264F">
              <w:rPr>
                <w:rtl/>
              </w:rPr>
              <w:t>طـمـعا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ومـشـكّكٌ</w:t>
            </w:r>
            <w:r w:rsidR="0076657C">
              <w:rPr>
                <w:rtl/>
              </w:rPr>
              <w:t xml:space="preserve"> </w:t>
            </w:r>
            <w:r w:rsidRPr="00A0264F">
              <w:rPr>
                <w:rtl/>
              </w:rPr>
              <w:t>بـالـحقِ</w:t>
            </w:r>
            <w:r w:rsidR="0076657C">
              <w:rPr>
                <w:rtl/>
              </w:rPr>
              <w:t xml:space="preserve"> </w:t>
            </w:r>
            <w:r w:rsidRPr="00A0264F">
              <w:rPr>
                <w:rtl/>
              </w:rPr>
              <w:t>لـم</w:t>
            </w:r>
            <w:r w:rsidR="0076657C">
              <w:rPr>
                <w:rtl/>
              </w:rPr>
              <w:t xml:space="preserve"> </w:t>
            </w:r>
            <w:r w:rsidRPr="00A0264F">
              <w:rPr>
                <w:rtl/>
              </w:rPr>
              <w:t>يـدنِ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حـتى</w:t>
            </w:r>
            <w:r>
              <w:rPr>
                <w:rtl/>
              </w:rPr>
              <w:t xml:space="preserve"> </w:t>
            </w:r>
            <w:r w:rsidRPr="00A0264F">
              <w:rPr>
                <w:rtl/>
              </w:rPr>
              <w:t>إذا</w:t>
            </w:r>
            <w:r w:rsidR="0076657C">
              <w:rPr>
                <w:rtl/>
              </w:rPr>
              <w:t xml:space="preserve"> </w:t>
            </w:r>
            <w:r w:rsidRPr="00A0264F">
              <w:rPr>
                <w:rtl/>
              </w:rPr>
              <w:t>امـتحنَ</w:t>
            </w:r>
            <w:r w:rsidR="0076657C">
              <w:rPr>
                <w:rtl/>
              </w:rPr>
              <w:t xml:space="preserve"> </w:t>
            </w:r>
            <w:r w:rsidRPr="00A0264F">
              <w:rPr>
                <w:rtl/>
              </w:rPr>
              <w:t>الجموعَ</w:t>
            </w:r>
            <w:r w:rsidR="0076657C">
              <w:rPr>
                <w:rtl/>
              </w:rPr>
              <w:t xml:space="preserve"> </w:t>
            </w:r>
            <w:r w:rsidRPr="00A0264F">
              <w:rPr>
                <w:rtl/>
              </w:rPr>
              <w:t>لكي</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يـمتارَ</w:t>
            </w:r>
            <w:r>
              <w:rPr>
                <w:rtl/>
              </w:rPr>
              <w:t xml:space="preserve"> </w:t>
            </w:r>
            <w:r w:rsidRPr="00A0264F">
              <w:rPr>
                <w:rtl/>
              </w:rPr>
              <w:t>صـفوهمُ</w:t>
            </w:r>
            <w:r w:rsidR="0076657C">
              <w:rPr>
                <w:rtl/>
              </w:rPr>
              <w:t xml:space="preserve"> </w:t>
            </w:r>
            <w:r w:rsidRPr="00A0264F">
              <w:rPr>
                <w:rtl/>
              </w:rPr>
              <w:t>مـن</w:t>
            </w:r>
            <w:r w:rsidR="0076657C">
              <w:rPr>
                <w:rtl/>
              </w:rPr>
              <w:t xml:space="preserve"> </w:t>
            </w:r>
            <w:r w:rsidRPr="00A0264F">
              <w:rPr>
                <w:rtl/>
              </w:rPr>
              <w:t>الأجِـنِ</w:t>
            </w:r>
            <w:r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992D84" w:rsidTr="00992D84">
        <w:trPr>
          <w:trHeight w:val="350"/>
        </w:trPr>
        <w:tc>
          <w:tcPr>
            <w:tcW w:w="3536" w:type="dxa"/>
          </w:tcPr>
          <w:p w:rsidR="00992D84" w:rsidRDefault="00992D84" w:rsidP="00D42610">
            <w:pPr>
              <w:pStyle w:val="libPoem"/>
            </w:pPr>
            <w:r w:rsidRPr="00A0264F">
              <w:rPr>
                <w:rtl/>
              </w:rPr>
              <w:t>نـقضوا</w:t>
            </w:r>
            <w:r w:rsidR="0076657C">
              <w:rPr>
                <w:rtl/>
              </w:rPr>
              <w:t xml:space="preserve"> </w:t>
            </w:r>
            <w:r w:rsidRPr="00A0264F">
              <w:rPr>
                <w:rtl/>
              </w:rPr>
              <w:t>مـواثقهم</w:t>
            </w:r>
            <w:r w:rsidR="0076657C">
              <w:rPr>
                <w:rtl/>
              </w:rPr>
              <w:t xml:space="preserve"> </w:t>
            </w:r>
            <w:r w:rsidRPr="00A0264F">
              <w:rPr>
                <w:rtl/>
              </w:rPr>
              <w:t>سـوى</w:t>
            </w:r>
            <w:r w:rsidR="0076657C">
              <w:rPr>
                <w:rtl/>
              </w:rPr>
              <w:t xml:space="preserve"> </w:t>
            </w:r>
            <w:r w:rsidRPr="00A0264F">
              <w:rPr>
                <w:rtl/>
              </w:rPr>
              <w:t>نـفرٍ</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نـصحوا</w:t>
            </w:r>
            <w:r w:rsidR="0076657C">
              <w:rPr>
                <w:rtl/>
              </w:rPr>
              <w:t xml:space="preserve"> </w:t>
            </w:r>
            <w:r w:rsidRPr="00A0264F">
              <w:rPr>
                <w:rtl/>
              </w:rPr>
              <w:t>لـهُ</w:t>
            </w:r>
            <w:r w:rsidR="0076657C">
              <w:rPr>
                <w:rtl/>
              </w:rPr>
              <w:t xml:space="preserve"> </w:t>
            </w:r>
            <w:r w:rsidRPr="00A0264F">
              <w:rPr>
                <w:rtl/>
              </w:rPr>
              <w:t>فـي</w:t>
            </w:r>
            <w:r w:rsidR="0076657C">
              <w:rPr>
                <w:rtl/>
              </w:rPr>
              <w:t xml:space="preserve"> </w:t>
            </w:r>
            <w:r w:rsidRPr="00A0264F">
              <w:rPr>
                <w:rtl/>
              </w:rPr>
              <w:t>السرِّ</w:t>
            </w:r>
            <w:r w:rsidR="0076657C">
              <w:rPr>
                <w:rtl/>
              </w:rPr>
              <w:t xml:space="preserve"> </w:t>
            </w:r>
            <w:r w:rsidRPr="00A0264F">
              <w:rPr>
                <w:rtl/>
              </w:rPr>
              <w:t>والعلنِ</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وبـما</w:t>
            </w:r>
            <w:r>
              <w:rPr>
                <w:rtl/>
              </w:rPr>
              <w:t xml:space="preserve"> </w:t>
            </w:r>
            <w:r w:rsidRPr="00A0264F">
              <w:rPr>
                <w:rtl/>
              </w:rPr>
              <w:t>عـليهِ</w:t>
            </w:r>
            <w:r w:rsidR="0076657C">
              <w:rPr>
                <w:rtl/>
              </w:rPr>
              <w:t xml:space="preserve"> </w:t>
            </w:r>
            <w:r w:rsidRPr="00A0264F">
              <w:rPr>
                <w:rtl/>
              </w:rPr>
              <w:t>ضـلوعهم</w:t>
            </w:r>
            <w:r w:rsidR="0076657C">
              <w:rPr>
                <w:rtl/>
              </w:rPr>
              <w:t xml:space="preserve"> </w:t>
            </w:r>
            <w:r w:rsidRPr="00A0264F">
              <w:rPr>
                <w:rtl/>
              </w:rPr>
              <w:t>طويت</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مــن</w:t>
            </w:r>
            <w:r>
              <w:rPr>
                <w:rtl/>
              </w:rPr>
              <w:t xml:space="preserve"> </w:t>
            </w:r>
            <w:r w:rsidRPr="00A0264F">
              <w:rPr>
                <w:rtl/>
              </w:rPr>
              <w:t>لاعـجٍ</w:t>
            </w:r>
            <w:r w:rsidR="0076657C">
              <w:rPr>
                <w:rtl/>
              </w:rPr>
              <w:t xml:space="preserve"> </w:t>
            </w:r>
            <w:r w:rsidRPr="00A0264F">
              <w:rPr>
                <w:rtl/>
              </w:rPr>
              <w:t>لـلحقدِ</w:t>
            </w:r>
            <w:r w:rsidR="0076657C">
              <w:rPr>
                <w:rtl/>
              </w:rPr>
              <w:t xml:space="preserve"> </w:t>
            </w:r>
            <w:r w:rsidRPr="00A0264F">
              <w:rPr>
                <w:rtl/>
              </w:rPr>
              <w:t>مـكتمنِ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نـسبوا</w:t>
            </w:r>
            <w:r>
              <w:rPr>
                <w:rtl/>
              </w:rPr>
              <w:t xml:space="preserve"> </w:t>
            </w:r>
            <w:r w:rsidRPr="00A0264F">
              <w:rPr>
                <w:rtl/>
              </w:rPr>
              <w:t>إليهِ</w:t>
            </w:r>
            <w:r w:rsidR="0076657C">
              <w:rPr>
                <w:rtl/>
              </w:rPr>
              <w:t xml:space="preserve"> </w:t>
            </w:r>
            <w:r w:rsidRPr="00A0264F">
              <w:rPr>
                <w:rtl/>
              </w:rPr>
              <w:t>الشركَ</w:t>
            </w:r>
            <w:r w:rsidR="0076657C">
              <w:rPr>
                <w:rtl/>
              </w:rPr>
              <w:t xml:space="preserve"> </w:t>
            </w:r>
            <w:r w:rsidRPr="00A0264F">
              <w:rPr>
                <w:rtl/>
              </w:rPr>
              <w:t>وهو</w:t>
            </w:r>
            <w:r w:rsidR="0076657C">
              <w:rPr>
                <w:rtl/>
              </w:rPr>
              <w:t xml:space="preserve"> </w:t>
            </w:r>
            <w:r w:rsidRPr="00A0264F">
              <w:rPr>
                <w:rtl/>
              </w:rPr>
              <w:t>من</w:t>
            </w:r>
            <w:r w:rsidR="0076657C">
              <w:rPr>
                <w:rtl/>
              </w:rPr>
              <w:t xml:space="preserve"> </w:t>
            </w:r>
            <w:r w:rsidRPr="00A0264F">
              <w:rPr>
                <w:rtl/>
              </w:rPr>
              <w:t>الـ</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إيـمـانِ</w:t>
            </w:r>
            <w:r w:rsidR="0076657C">
              <w:rPr>
                <w:rtl/>
              </w:rPr>
              <w:t xml:space="preserve"> </w:t>
            </w:r>
            <w:r w:rsidRPr="00A0264F">
              <w:rPr>
                <w:rtl/>
              </w:rPr>
              <w:t>مـثلُ</w:t>
            </w:r>
            <w:r w:rsidR="0076657C">
              <w:rPr>
                <w:rtl/>
              </w:rPr>
              <w:t xml:space="preserve"> </w:t>
            </w:r>
            <w:r w:rsidRPr="00A0264F">
              <w:rPr>
                <w:rtl/>
              </w:rPr>
              <w:t>الـروحِ</w:t>
            </w:r>
            <w:r w:rsidR="0076657C">
              <w:rPr>
                <w:rtl/>
              </w:rPr>
              <w:t xml:space="preserve"> </w:t>
            </w:r>
            <w:r w:rsidRPr="00A0264F">
              <w:rPr>
                <w:rtl/>
              </w:rPr>
              <w:t>لـلبدنِ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جـذبـوا</w:t>
            </w:r>
            <w:r>
              <w:rPr>
                <w:rtl/>
              </w:rPr>
              <w:t xml:space="preserve"> </w:t>
            </w:r>
            <w:r w:rsidRPr="00A0264F">
              <w:rPr>
                <w:rtl/>
              </w:rPr>
              <w:t>مـصلاهُ</w:t>
            </w:r>
            <w:r w:rsidR="0076657C">
              <w:rPr>
                <w:rtl/>
              </w:rPr>
              <w:t xml:space="preserve"> </w:t>
            </w:r>
            <w:r w:rsidRPr="00A0264F">
              <w:rPr>
                <w:rtl/>
              </w:rPr>
              <w:t>فـداهُ</w:t>
            </w:r>
            <w:r w:rsidR="0076657C">
              <w:rPr>
                <w:rtl/>
              </w:rPr>
              <w:t xml:space="preserve"> </w:t>
            </w:r>
            <w:r w:rsidRPr="00A0264F">
              <w:rPr>
                <w:rtl/>
              </w:rPr>
              <w:t>أبـي</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مــن</w:t>
            </w:r>
            <w:r>
              <w:rPr>
                <w:rtl/>
              </w:rPr>
              <w:t xml:space="preserve"> </w:t>
            </w:r>
            <w:r w:rsidRPr="00A0264F">
              <w:rPr>
                <w:rtl/>
              </w:rPr>
              <w:t>كـاظمٍ</w:t>
            </w:r>
            <w:r w:rsidR="0076657C">
              <w:rPr>
                <w:rtl/>
              </w:rPr>
              <w:t xml:space="preserve"> </w:t>
            </w:r>
            <w:r w:rsidRPr="00A0264F">
              <w:rPr>
                <w:rtl/>
              </w:rPr>
              <w:t>لـلغيظِ</w:t>
            </w:r>
            <w:r w:rsidR="0076657C">
              <w:rPr>
                <w:rtl/>
              </w:rPr>
              <w:t xml:space="preserve"> </w:t>
            </w:r>
            <w:r w:rsidRPr="00A0264F">
              <w:rPr>
                <w:rtl/>
              </w:rPr>
              <w:t>مُـمْتَحنِ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قـسـماً</w:t>
            </w:r>
            <w:r>
              <w:rPr>
                <w:rtl/>
              </w:rPr>
              <w:t xml:space="preserve"> </w:t>
            </w:r>
            <w:r w:rsidRPr="00A0264F">
              <w:rPr>
                <w:rtl/>
              </w:rPr>
              <w:t>بـسـؤددهِ</w:t>
            </w:r>
            <w:r w:rsidR="0076657C">
              <w:rPr>
                <w:rtl/>
              </w:rPr>
              <w:t xml:space="preserve"> </w:t>
            </w:r>
            <w:r w:rsidRPr="00A0264F">
              <w:rPr>
                <w:rtl/>
              </w:rPr>
              <w:t>ومـحـتده</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وبـحلمهِ</w:t>
            </w:r>
            <w:r w:rsidR="0076657C">
              <w:rPr>
                <w:rtl/>
              </w:rPr>
              <w:t xml:space="preserve"> </w:t>
            </w:r>
            <w:r w:rsidRPr="00A0264F">
              <w:rPr>
                <w:rtl/>
              </w:rPr>
              <w:t>الـموفي</w:t>
            </w:r>
            <w:r w:rsidR="0076657C">
              <w:rPr>
                <w:rtl/>
              </w:rPr>
              <w:t xml:space="preserve"> </w:t>
            </w:r>
            <w:r w:rsidRPr="00A0264F">
              <w:rPr>
                <w:rtl/>
              </w:rPr>
              <w:t>عـلى</w:t>
            </w:r>
            <w:r w:rsidR="0076657C">
              <w:rPr>
                <w:rtl/>
              </w:rPr>
              <w:t xml:space="preserve"> </w:t>
            </w:r>
            <w:r w:rsidRPr="00A0264F">
              <w:rPr>
                <w:rtl/>
              </w:rPr>
              <w:t>الـقننِ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لــو</w:t>
            </w:r>
            <w:r w:rsidR="0076657C">
              <w:rPr>
                <w:rtl/>
              </w:rPr>
              <w:t xml:space="preserve"> </w:t>
            </w:r>
            <w:r w:rsidRPr="00A0264F">
              <w:rPr>
                <w:rtl/>
              </w:rPr>
              <w:t>شــاءَ</w:t>
            </w:r>
            <w:r w:rsidR="0076657C">
              <w:rPr>
                <w:rtl/>
              </w:rPr>
              <w:t xml:space="preserve"> </w:t>
            </w:r>
            <w:r w:rsidRPr="00A0264F">
              <w:rPr>
                <w:rtl/>
              </w:rPr>
              <w:t>أفـناهم</w:t>
            </w:r>
            <w:r w:rsidR="0076657C">
              <w:rPr>
                <w:rtl/>
              </w:rPr>
              <w:t xml:space="preserve"> </w:t>
            </w:r>
            <w:r w:rsidRPr="00A0264F">
              <w:rPr>
                <w:rtl/>
              </w:rPr>
              <w:t>بـمقدرةٍ</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لـو</w:t>
            </w:r>
            <w:r w:rsidR="0076657C">
              <w:rPr>
                <w:rtl/>
              </w:rPr>
              <w:t xml:space="preserve"> </w:t>
            </w:r>
            <w:r w:rsidRPr="00A0264F">
              <w:rPr>
                <w:rtl/>
              </w:rPr>
              <w:t>لـم</w:t>
            </w:r>
            <w:r w:rsidR="0076657C">
              <w:rPr>
                <w:rtl/>
              </w:rPr>
              <w:t xml:space="preserve"> </w:t>
            </w:r>
            <w:r w:rsidRPr="00A0264F">
              <w:rPr>
                <w:rtl/>
              </w:rPr>
              <w:t>تـكن</w:t>
            </w:r>
            <w:r w:rsidR="0076657C">
              <w:rPr>
                <w:rtl/>
              </w:rPr>
              <w:t xml:space="preserve"> </w:t>
            </w:r>
            <w:r w:rsidRPr="00A0264F">
              <w:rPr>
                <w:rtl/>
              </w:rPr>
              <w:t>في</w:t>
            </w:r>
            <w:r w:rsidR="0076657C">
              <w:rPr>
                <w:rtl/>
              </w:rPr>
              <w:t xml:space="preserve"> </w:t>
            </w:r>
            <w:r w:rsidRPr="00A0264F">
              <w:rPr>
                <w:rtl/>
              </w:rPr>
              <w:t>الكونِ</w:t>
            </w:r>
            <w:r w:rsidR="0076657C">
              <w:rPr>
                <w:rtl/>
              </w:rPr>
              <w:t xml:space="preserve"> </w:t>
            </w:r>
            <w:r w:rsidRPr="00A0264F">
              <w:rPr>
                <w:rtl/>
              </w:rPr>
              <w:t>لم</w:t>
            </w:r>
            <w:r w:rsidR="0076657C">
              <w:rPr>
                <w:rtl/>
              </w:rPr>
              <w:t xml:space="preserve"> </w:t>
            </w:r>
            <w:r w:rsidRPr="00A0264F">
              <w:rPr>
                <w:rtl/>
              </w:rPr>
              <w:t>يكنِ</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لـهـفي</w:t>
            </w:r>
            <w:r w:rsidR="0076657C">
              <w:rPr>
                <w:rtl/>
              </w:rPr>
              <w:t xml:space="preserve"> </w:t>
            </w:r>
            <w:r w:rsidRPr="00A0264F">
              <w:rPr>
                <w:rtl/>
              </w:rPr>
              <w:t>لـهُ</w:t>
            </w:r>
            <w:r w:rsidR="0076657C">
              <w:rPr>
                <w:rtl/>
              </w:rPr>
              <w:t xml:space="preserve"> </w:t>
            </w:r>
            <w:r w:rsidRPr="00A0264F">
              <w:rPr>
                <w:rtl/>
              </w:rPr>
              <w:t>مـن</w:t>
            </w:r>
            <w:r w:rsidR="0076657C">
              <w:rPr>
                <w:rtl/>
              </w:rPr>
              <w:t xml:space="preserve"> </w:t>
            </w:r>
            <w:r w:rsidRPr="00A0264F">
              <w:rPr>
                <w:rtl/>
              </w:rPr>
              <w:t>واجـدٍ</w:t>
            </w:r>
            <w:r w:rsidR="0076657C">
              <w:rPr>
                <w:rtl/>
              </w:rPr>
              <w:t xml:space="preserve"> </w:t>
            </w:r>
            <w:r w:rsidRPr="00A0264F">
              <w:rPr>
                <w:rtl/>
              </w:rPr>
              <w:t>كَـمدٍ</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مـستضعفٍ</w:t>
            </w:r>
            <w:r w:rsidR="0076657C">
              <w:rPr>
                <w:rtl/>
              </w:rPr>
              <w:t xml:space="preserve"> </w:t>
            </w:r>
            <w:r w:rsidRPr="00A0264F">
              <w:rPr>
                <w:rtl/>
              </w:rPr>
              <w:t>فـي</w:t>
            </w:r>
            <w:r w:rsidR="0076657C">
              <w:rPr>
                <w:rtl/>
              </w:rPr>
              <w:t xml:space="preserve"> </w:t>
            </w:r>
            <w:r w:rsidRPr="00A0264F">
              <w:rPr>
                <w:rtl/>
              </w:rPr>
              <w:t>الأرضِ</w:t>
            </w:r>
            <w:r w:rsidR="0076657C">
              <w:rPr>
                <w:rtl/>
              </w:rPr>
              <w:t xml:space="preserve"> </w:t>
            </w:r>
            <w:r w:rsidRPr="00A0264F">
              <w:rPr>
                <w:rtl/>
              </w:rPr>
              <w:t>ممتهنِ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مـا</w:t>
            </w:r>
            <w:r>
              <w:rPr>
                <w:rtl/>
              </w:rPr>
              <w:t xml:space="preserve"> </w:t>
            </w:r>
            <w:r w:rsidRPr="00A0264F">
              <w:rPr>
                <w:rtl/>
              </w:rPr>
              <w:t>أبـصرت</w:t>
            </w:r>
            <w:r w:rsidR="0076657C">
              <w:rPr>
                <w:rtl/>
              </w:rPr>
              <w:t xml:space="preserve"> </w:t>
            </w:r>
            <w:r w:rsidRPr="00A0264F">
              <w:rPr>
                <w:rtl/>
              </w:rPr>
              <w:t>عينٌ</w:t>
            </w:r>
            <w:r w:rsidR="0076657C">
              <w:rPr>
                <w:rtl/>
              </w:rPr>
              <w:t xml:space="preserve"> </w:t>
            </w:r>
            <w:r w:rsidRPr="00A0264F">
              <w:rPr>
                <w:rtl/>
              </w:rPr>
              <w:t>ولا</w:t>
            </w:r>
            <w:r w:rsidR="0076657C">
              <w:rPr>
                <w:rtl/>
              </w:rPr>
              <w:t xml:space="preserve"> </w:t>
            </w:r>
            <w:r w:rsidRPr="00A0264F">
              <w:rPr>
                <w:rtl/>
              </w:rPr>
              <w:t>سمعت</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أذنٌ</w:t>
            </w:r>
            <w:r w:rsidR="0076657C">
              <w:rPr>
                <w:rtl/>
              </w:rPr>
              <w:t xml:space="preserve"> </w:t>
            </w:r>
            <w:r w:rsidRPr="00A0264F">
              <w:rPr>
                <w:rtl/>
              </w:rPr>
              <w:t>بـمَنْ</w:t>
            </w:r>
            <w:r w:rsidR="0076657C">
              <w:rPr>
                <w:rtl/>
              </w:rPr>
              <w:t xml:space="preserve"> </w:t>
            </w:r>
            <w:r w:rsidRPr="00A0264F">
              <w:rPr>
                <w:rtl/>
              </w:rPr>
              <w:t>سـاواهُ</w:t>
            </w:r>
            <w:r w:rsidR="0076657C">
              <w:rPr>
                <w:rtl/>
              </w:rPr>
              <w:t xml:space="preserve"> </w:t>
            </w:r>
            <w:r w:rsidRPr="00A0264F">
              <w:rPr>
                <w:rtl/>
              </w:rPr>
              <w:t>فـي</w:t>
            </w:r>
            <w:r w:rsidR="0076657C">
              <w:rPr>
                <w:rtl/>
              </w:rPr>
              <w:t xml:space="preserve"> </w:t>
            </w:r>
            <w:r w:rsidRPr="00A0264F">
              <w:rPr>
                <w:rtl/>
              </w:rPr>
              <w:t>الـمحنِ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يـرعـى</w:t>
            </w:r>
            <w:r w:rsidR="0076657C">
              <w:rPr>
                <w:rtl/>
              </w:rPr>
              <w:t xml:space="preserve"> </w:t>
            </w:r>
            <w:r w:rsidRPr="00A0264F">
              <w:rPr>
                <w:rtl/>
              </w:rPr>
              <w:t>عـداهُ</w:t>
            </w:r>
            <w:r w:rsidR="0076657C">
              <w:rPr>
                <w:rtl/>
              </w:rPr>
              <w:t xml:space="preserve"> </w:t>
            </w:r>
            <w:r w:rsidRPr="00A0264F">
              <w:rPr>
                <w:rtl/>
              </w:rPr>
              <w:t>بـعينهِ</w:t>
            </w:r>
            <w:r w:rsidR="0076657C">
              <w:rPr>
                <w:rtl/>
              </w:rPr>
              <w:t xml:space="preserve"> </w:t>
            </w:r>
            <w:r w:rsidRPr="00A0264F">
              <w:rPr>
                <w:rtl/>
              </w:rPr>
              <w:t>ويـعي</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شـتمَ</w:t>
            </w:r>
            <w:r>
              <w:rPr>
                <w:rtl/>
              </w:rPr>
              <w:t xml:space="preserve"> </w:t>
            </w:r>
            <w:r w:rsidRPr="00A0264F">
              <w:rPr>
                <w:rtl/>
              </w:rPr>
              <w:t>الـوصي</w:t>
            </w:r>
            <w:r w:rsidR="0076657C">
              <w:rPr>
                <w:rtl/>
              </w:rPr>
              <w:t xml:space="preserve"> </w:t>
            </w:r>
            <w:r w:rsidRPr="00A0264F">
              <w:rPr>
                <w:rtl/>
              </w:rPr>
              <w:t>أبـيهِ</w:t>
            </w:r>
            <w:r w:rsidR="0076657C">
              <w:rPr>
                <w:rtl/>
              </w:rPr>
              <w:t xml:space="preserve"> </w:t>
            </w:r>
            <w:r w:rsidRPr="00A0264F">
              <w:rPr>
                <w:rtl/>
              </w:rPr>
              <w:t>فـي</w:t>
            </w:r>
            <w:r w:rsidR="0076657C">
              <w:rPr>
                <w:rtl/>
              </w:rPr>
              <w:t xml:space="preserve"> </w:t>
            </w:r>
            <w:r w:rsidRPr="00A0264F">
              <w:rPr>
                <w:rtl/>
              </w:rPr>
              <w:t>أذنِ</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ويــرى</w:t>
            </w:r>
            <w:r w:rsidR="0076657C">
              <w:rPr>
                <w:rtl/>
              </w:rPr>
              <w:t xml:space="preserve"> </w:t>
            </w:r>
            <w:r w:rsidRPr="00A0264F">
              <w:rPr>
                <w:rtl/>
              </w:rPr>
              <w:t>أذلَّ</w:t>
            </w:r>
            <w:r w:rsidR="0076657C">
              <w:rPr>
                <w:rtl/>
              </w:rPr>
              <w:t xml:space="preserve"> </w:t>
            </w:r>
            <w:r w:rsidRPr="00A0264F">
              <w:rPr>
                <w:rtl/>
              </w:rPr>
              <w:t>الـنـاسِ</w:t>
            </w:r>
            <w:r w:rsidR="0076657C">
              <w:rPr>
                <w:rtl/>
              </w:rPr>
              <w:t xml:space="preserve"> </w:t>
            </w:r>
            <w:r w:rsidRPr="00A0264F">
              <w:rPr>
                <w:rtl/>
              </w:rPr>
              <w:t>شـيعته</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وأعـزّهـم</w:t>
            </w:r>
            <w:r>
              <w:rPr>
                <w:rtl/>
              </w:rPr>
              <w:t xml:space="preserve"> </w:t>
            </w:r>
            <w:r w:rsidRPr="00A0264F">
              <w:rPr>
                <w:rtl/>
              </w:rPr>
              <w:t>عـبَّـادةَ</w:t>
            </w:r>
            <w:r w:rsidR="0076657C">
              <w:rPr>
                <w:rtl/>
              </w:rPr>
              <w:t xml:space="preserve"> </w:t>
            </w:r>
            <w:r w:rsidRPr="00A0264F">
              <w:rPr>
                <w:rtl/>
              </w:rPr>
              <w:t>الـوثـنِ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وقـد</w:t>
            </w:r>
            <w:r>
              <w:rPr>
                <w:rtl/>
              </w:rPr>
              <w:t xml:space="preserve"> </w:t>
            </w:r>
            <w:r w:rsidRPr="00A0264F">
              <w:rPr>
                <w:rtl/>
              </w:rPr>
              <w:t>ارتـدى</w:t>
            </w:r>
            <w:r w:rsidR="0076657C">
              <w:rPr>
                <w:rtl/>
              </w:rPr>
              <w:t xml:space="preserve"> </w:t>
            </w:r>
            <w:r w:rsidRPr="00A0264F">
              <w:rPr>
                <w:rtl/>
              </w:rPr>
              <w:t>بـالصبرِ</w:t>
            </w:r>
            <w:r w:rsidR="0076657C">
              <w:rPr>
                <w:rtl/>
              </w:rPr>
              <w:t xml:space="preserve"> </w:t>
            </w:r>
            <w:r w:rsidRPr="00A0264F">
              <w:rPr>
                <w:rtl/>
              </w:rPr>
              <w:t>مشتملا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بـالحلمِ</w:t>
            </w:r>
            <w:r w:rsidR="0076657C">
              <w:rPr>
                <w:rtl/>
              </w:rPr>
              <w:t xml:space="preserve"> </w:t>
            </w:r>
            <w:r w:rsidRPr="00A0264F">
              <w:rPr>
                <w:rtl/>
              </w:rPr>
              <w:t>مـحتفظاً</w:t>
            </w:r>
            <w:r w:rsidR="0076657C">
              <w:rPr>
                <w:rtl/>
              </w:rPr>
              <w:t xml:space="preserve"> </w:t>
            </w:r>
            <w:r w:rsidRPr="00A0264F">
              <w:rPr>
                <w:rtl/>
              </w:rPr>
              <w:t>عـلى</w:t>
            </w:r>
            <w:r w:rsidR="0076657C">
              <w:rPr>
                <w:rtl/>
              </w:rPr>
              <w:t xml:space="preserve"> </w:t>
            </w:r>
            <w:r w:rsidRPr="00A0264F">
              <w:rPr>
                <w:rtl/>
              </w:rPr>
              <w:t>الـسننِ</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حـتى</w:t>
            </w:r>
            <w:r>
              <w:rPr>
                <w:rtl/>
              </w:rPr>
              <w:t xml:space="preserve"> </w:t>
            </w:r>
            <w:r w:rsidRPr="00A0264F">
              <w:rPr>
                <w:rtl/>
              </w:rPr>
              <w:t>سـقوهُ</w:t>
            </w:r>
            <w:r w:rsidR="0076657C">
              <w:rPr>
                <w:rtl/>
              </w:rPr>
              <w:t xml:space="preserve"> </w:t>
            </w:r>
            <w:r w:rsidRPr="00A0264F">
              <w:rPr>
                <w:rtl/>
              </w:rPr>
              <w:t>الـسمَّ</w:t>
            </w:r>
            <w:r w:rsidR="0076657C">
              <w:rPr>
                <w:rtl/>
              </w:rPr>
              <w:t xml:space="preserve"> </w:t>
            </w:r>
            <w:r w:rsidRPr="00A0264F">
              <w:rPr>
                <w:rtl/>
              </w:rPr>
              <w:t>فـاقتطعوا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مـن</w:t>
            </w:r>
            <w:r w:rsidR="0076657C">
              <w:rPr>
                <w:rtl/>
              </w:rPr>
              <w:t xml:space="preserve"> </w:t>
            </w:r>
            <w:r w:rsidRPr="00A0264F">
              <w:rPr>
                <w:rtl/>
              </w:rPr>
              <w:t>دَوْحِ</w:t>
            </w:r>
            <w:r w:rsidR="0076657C">
              <w:rPr>
                <w:rtl/>
              </w:rPr>
              <w:t xml:space="preserve"> </w:t>
            </w:r>
            <w:r w:rsidRPr="00A0264F">
              <w:rPr>
                <w:rtl/>
              </w:rPr>
              <w:t>أحـمدَ</w:t>
            </w:r>
            <w:r w:rsidR="0076657C">
              <w:rPr>
                <w:rtl/>
              </w:rPr>
              <w:t xml:space="preserve"> </w:t>
            </w:r>
            <w:r w:rsidRPr="00A0264F">
              <w:rPr>
                <w:rtl/>
              </w:rPr>
              <w:t>أيَّـما</w:t>
            </w:r>
            <w:r w:rsidR="0076657C">
              <w:rPr>
                <w:rtl/>
              </w:rPr>
              <w:t xml:space="preserve"> </w:t>
            </w:r>
            <w:r w:rsidRPr="00A0264F">
              <w:rPr>
                <w:rtl/>
              </w:rPr>
              <w:t>غـصنِ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سـمّـاً</w:t>
            </w:r>
            <w:r w:rsidR="0076657C">
              <w:rPr>
                <w:rtl/>
              </w:rPr>
              <w:t xml:space="preserve"> </w:t>
            </w:r>
            <w:r w:rsidRPr="00A0264F">
              <w:rPr>
                <w:rtl/>
              </w:rPr>
              <w:t>يـقـطِّعُ</w:t>
            </w:r>
            <w:r w:rsidR="0076657C">
              <w:rPr>
                <w:rtl/>
              </w:rPr>
              <w:t xml:space="preserve"> </w:t>
            </w:r>
            <w:r w:rsidRPr="00A0264F">
              <w:rPr>
                <w:rtl/>
              </w:rPr>
              <w:t>قـلبَ</w:t>
            </w:r>
            <w:r w:rsidR="0076657C">
              <w:rPr>
                <w:rtl/>
              </w:rPr>
              <w:t xml:space="preserve"> </w:t>
            </w:r>
            <w:r w:rsidRPr="00A0264F">
              <w:rPr>
                <w:rtl/>
              </w:rPr>
              <w:t>فـاطمة</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وجـداً</w:t>
            </w:r>
            <w:r w:rsidR="0076657C">
              <w:rPr>
                <w:rtl/>
              </w:rPr>
              <w:t xml:space="preserve"> </w:t>
            </w:r>
            <w:r w:rsidRPr="00A0264F">
              <w:rPr>
                <w:rtl/>
              </w:rPr>
              <w:t>عـلى</w:t>
            </w:r>
            <w:r w:rsidR="0076657C">
              <w:rPr>
                <w:rtl/>
              </w:rPr>
              <w:t xml:space="preserve"> </w:t>
            </w:r>
            <w:r w:rsidRPr="00A0264F">
              <w:rPr>
                <w:rtl/>
              </w:rPr>
              <w:t>قـلبِ</w:t>
            </w:r>
            <w:r w:rsidR="0076657C">
              <w:rPr>
                <w:rtl/>
              </w:rPr>
              <w:t xml:space="preserve"> </w:t>
            </w:r>
            <w:r w:rsidRPr="00A0264F">
              <w:rPr>
                <w:rtl/>
              </w:rPr>
              <w:t>ابنها</w:t>
            </w:r>
            <w:r w:rsidR="0076657C">
              <w:rPr>
                <w:rtl/>
              </w:rPr>
              <w:t xml:space="preserve"> </w:t>
            </w:r>
            <w:r w:rsidRPr="00A0264F">
              <w:rPr>
                <w:rtl/>
              </w:rPr>
              <w:t>الحسنِ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وهـوى</w:t>
            </w:r>
            <w:r w:rsidR="0076657C">
              <w:rPr>
                <w:rtl/>
              </w:rPr>
              <w:t xml:space="preserve"> </w:t>
            </w:r>
            <w:r w:rsidRPr="00A0264F">
              <w:rPr>
                <w:rtl/>
              </w:rPr>
              <w:t>شـهيداً</w:t>
            </w:r>
            <w:r w:rsidR="0076657C">
              <w:rPr>
                <w:rtl/>
              </w:rPr>
              <w:t xml:space="preserve"> </w:t>
            </w:r>
            <w:r w:rsidRPr="00A0264F">
              <w:rPr>
                <w:rtl/>
              </w:rPr>
              <w:t>صـابراً</w:t>
            </w:r>
            <w:r w:rsidR="0076657C">
              <w:rPr>
                <w:rtl/>
              </w:rPr>
              <w:t xml:space="preserve"> </w:t>
            </w:r>
            <w:r w:rsidRPr="00A0264F">
              <w:rPr>
                <w:rtl/>
              </w:rPr>
              <w:t>فهوت</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حـزناً</w:t>
            </w:r>
            <w:r w:rsidR="0076657C">
              <w:rPr>
                <w:rtl/>
              </w:rPr>
              <w:t xml:space="preserve"> </w:t>
            </w:r>
            <w:r w:rsidRPr="00A0264F">
              <w:rPr>
                <w:rtl/>
              </w:rPr>
              <w:t>عـليهِ</w:t>
            </w:r>
            <w:r w:rsidR="0076657C">
              <w:rPr>
                <w:rtl/>
              </w:rPr>
              <w:t xml:space="preserve"> </w:t>
            </w:r>
            <w:r w:rsidRPr="00A0264F">
              <w:rPr>
                <w:rtl/>
              </w:rPr>
              <w:t>كـواكبُ</w:t>
            </w:r>
            <w:r w:rsidR="0076657C">
              <w:rPr>
                <w:rtl/>
              </w:rPr>
              <w:t xml:space="preserve"> </w:t>
            </w:r>
            <w:r w:rsidRPr="00A0264F">
              <w:rPr>
                <w:rtl/>
              </w:rPr>
              <w:t>الـدجنِ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وتـجـهّزت</w:t>
            </w:r>
            <w:r>
              <w:rPr>
                <w:rtl/>
              </w:rPr>
              <w:t xml:space="preserve"> </w:t>
            </w:r>
            <w:r w:rsidRPr="00A0264F">
              <w:rPr>
                <w:rtl/>
              </w:rPr>
              <w:t>بـالـجندِ</w:t>
            </w:r>
            <w:r w:rsidR="0076657C">
              <w:rPr>
                <w:rtl/>
              </w:rPr>
              <w:t xml:space="preserve"> </w:t>
            </w:r>
            <w:r w:rsidRPr="00A0264F">
              <w:rPr>
                <w:rtl/>
              </w:rPr>
              <w:t>طـائفة</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مـقـتادةٌ</w:t>
            </w:r>
            <w:r>
              <w:rPr>
                <w:rtl/>
              </w:rPr>
              <w:t xml:space="preserve"> </w:t>
            </w:r>
            <w:r w:rsidRPr="00A0264F">
              <w:rPr>
                <w:rtl/>
              </w:rPr>
              <w:t>لـلبغي</w:t>
            </w:r>
            <w:r w:rsidR="0076657C">
              <w:rPr>
                <w:rtl/>
              </w:rPr>
              <w:t xml:space="preserve"> </w:t>
            </w:r>
            <w:r w:rsidRPr="00A0264F">
              <w:rPr>
                <w:rtl/>
              </w:rPr>
              <w:t>فـي</w:t>
            </w:r>
            <w:r w:rsidR="0076657C">
              <w:rPr>
                <w:rtl/>
              </w:rPr>
              <w:t xml:space="preserve"> </w:t>
            </w:r>
            <w:r w:rsidRPr="00A0264F">
              <w:rPr>
                <w:rtl/>
              </w:rPr>
              <w:t>شـطنِ</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يــا</w:t>
            </w:r>
            <w:r w:rsidR="0076657C">
              <w:rPr>
                <w:rtl/>
              </w:rPr>
              <w:t xml:space="preserve"> </w:t>
            </w:r>
            <w:r w:rsidRPr="00A0264F">
              <w:rPr>
                <w:rtl/>
              </w:rPr>
              <w:t>لـلورى</w:t>
            </w:r>
            <w:r w:rsidR="0076657C">
              <w:rPr>
                <w:rtl/>
              </w:rPr>
              <w:t xml:space="preserve"> </w:t>
            </w:r>
            <w:r w:rsidRPr="00A0264F">
              <w:rPr>
                <w:rtl/>
              </w:rPr>
              <w:t>لـصدورِ</w:t>
            </w:r>
            <w:r w:rsidR="0076657C">
              <w:rPr>
                <w:rtl/>
              </w:rPr>
              <w:t xml:space="preserve"> </w:t>
            </w:r>
            <w:r w:rsidRPr="00A0264F">
              <w:rPr>
                <w:rtl/>
              </w:rPr>
              <w:t>طـائفة</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شُـحِنَتْ</w:t>
            </w:r>
            <w:r w:rsidR="0076657C">
              <w:rPr>
                <w:rtl/>
              </w:rPr>
              <w:t xml:space="preserve"> </w:t>
            </w:r>
            <w:r w:rsidRPr="00A0264F">
              <w:rPr>
                <w:rtl/>
              </w:rPr>
              <w:t>مـن</w:t>
            </w:r>
            <w:r w:rsidR="0076657C">
              <w:rPr>
                <w:rtl/>
              </w:rPr>
              <w:t xml:space="preserve"> </w:t>
            </w:r>
            <w:r w:rsidRPr="00A0264F">
              <w:rPr>
                <w:rtl/>
              </w:rPr>
              <w:t>الـشحناءِ</w:t>
            </w:r>
            <w:r w:rsidR="0076657C">
              <w:rPr>
                <w:rtl/>
              </w:rPr>
              <w:t xml:space="preserve"> </w:t>
            </w:r>
            <w:r w:rsidRPr="00A0264F">
              <w:rPr>
                <w:rtl/>
              </w:rPr>
              <w:t>والإحنِ</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أقصت</w:t>
            </w:r>
            <w:r w:rsidR="0076657C">
              <w:rPr>
                <w:rtl/>
              </w:rPr>
              <w:t xml:space="preserve"> </w:t>
            </w:r>
            <w:r w:rsidRPr="00A0264F">
              <w:rPr>
                <w:rtl/>
              </w:rPr>
              <w:t>حشا</w:t>
            </w:r>
            <w:r w:rsidR="0076657C">
              <w:rPr>
                <w:rtl/>
              </w:rPr>
              <w:t xml:space="preserve"> </w:t>
            </w:r>
            <w:r w:rsidRPr="00A0264F">
              <w:rPr>
                <w:rtl/>
              </w:rPr>
              <w:t>الزهراءِ</w:t>
            </w:r>
            <w:r w:rsidR="0076657C">
              <w:rPr>
                <w:rtl/>
              </w:rPr>
              <w:t xml:space="preserve"> </w:t>
            </w:r>
            <w:r w:rsidRPr="00A0264F">
              <w:rPr>
                <w:rtl/>
              </w:rPr>
              <w:t>عن</w:t>
            </w:r>
            <w:r w:rsidR="0076657C">
              <w:rPr>
                <w:rtl/>
              </w:rPr>
              <w:t xml:space="preserve"> </w:t>
            </w:r>
            <w:r w:rsidRPr="00A0264F">
              <w:rPr>
                <w:rtl/>
              </w:rPr>
              <w:t>حرمِ</w:t>
            </w:r>
            <w:r w:rsidR="0076657C">
              <w:rPr>
                <w:rtl/>
              </w:rPr>
              <w:t xml:space="preserve"> </w:t>
            </w:r>
            <w:r w:rsidRPr="00A0264F">
              <w:rPr>
                <w:rtl/>
              </w:rPr>
              <w:t>الـ</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هـادي</w:t>
            </w:r>
            <w:r w:rsidR="0076657C">
              <w:rPr>
                <w:rtl/>
              </w:rPr>
              <w:t xml:space="preserve"> </w:t>
            </w:r>
            <w:r w:rsidRPr="00A0264F">
              <w:rPr>
                <w:rtl/>
              </w:rPr>
              <w:t>وأدنـت</w:t>
            </w:r>
            <w:r w:rsidR="0076657C">
              <w:rPr>
                <w:rtl/>
              </w:rPr>
              <w:t xml:space="preserve"> </w:t>
            </w:r>
            <w:r w:rsidRPr="00A0264F">
              <w:rPr>
                <w:rtl/>
              </w:rPr>
              <w:t>مـنهُ</w:t>
            </w:r>
            <w:r w:rsidR="0076657C">
              <w:rPr>
                <w:rtl/>
              </w:rPr>
              <w:t xml:space="preserve"> </w:t>
            </w:r>
            <w:r w:rsidRPr="00A0264F">
              <w:rPr>
                <w:rtl/>
              </w:rPr>
              <w:t>كـلَّ</w:t>
            </w:r>
            <w:r w:rsidR="0076657C">
              <w:rPr>
                <w:rtl/>
              </w:rPr>
              <w:t xml:space="preserve"> </w:t>
            </w:r>
            <w:r w:rsidRPr="00A0264F">
              <w:rPr>
                <w:rtl/>
              </w:rPr>
              <w:t>دني</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أفـسـبعُ</w:t>
            </w:r>
            <w:r w:rsidR="0076657C">
              <w:rPr>
                <w:rtl/>
              </w:rPr>
              <w:t xml:space="preserve"> </w:t>
            </w:r>
            <w:r w:rsidRPr="00A0264F">
              <w:rPr>
                <w:rtl/>
              </w:rPr>
              <w:t>أثـمانٍ</w:t>
            </w:r>
            <w:r w:rsidR="0076657C">
              <w:rPr>
                <w:rtl/>
              </w:rPr>
              <w:t xml:space="preserve"> </w:t>
            </w:r>
            <w:r w:rsidRPr="00A0264F">
              <w:rPr>
                <w:rtl/>
              </w:rPr>
              <w:t>تـضيقُ</w:t>
            </w:r>
            <w:r w:rsidR="0076657C">
              <w:rPr>
                <w:rtl/>
              </w:rPr>
              <w:t xml:space="preserve"> </w:t>
            </w:r>
            <w:r w:rsidRPr="00A0264F">
              <w:rPr>
                <w:rtl/>
              </w:rPr>
              <w:t>وقـد</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وسـعَ</w:t>
            </w:r>
            <w:r>
              <w:rPr>
                <w:rtl/>
              </w:rPr>
              <w:t xml:space="preserve"> </w:t>
            </w:r>
            <w:r w:rsidRPr="00A0264F">
              <w:rPr>
                <w:rtl/>
              </w:rPr>
              <w:t>الـعدى</w:t>
            </w:r>
            <w:r w:rsidR="0076657C">
              <w:rPr>
                <w:rtl/>
              </w:rPr>
              <w:t xml:space="preserve"> </w:t>
            </w:r>
            <w:r w:rsidRPr="00A0264F">
              <w:rPr>
                <w:rtl/>
              </w:rPr>
              <w:t>تسعانُ</w:t>
            </w:r>
            <w:r w:rsidR="0076657C">
              <w:rPr>
                <w:rtl/>
              </w:rPr>
              <w:t xml:space="preserve"> </w:t>
            </w:r>
            <w:r w:rsidRPr="00A0264F">
              <w:rPr>
                <w:rtl/>
              </w:rPr>
              <w:t>من</w:t>
            </w:r>
            <w:r w:rsidR="0076657C">
              <w:rPr>
                <w:rtl/>
              </w:rPr>
              <w:t xml:space="preserve"> </w:t>
            </w:r>
            <w:r w:rsidRPr="00A0264F">
              <w:rPr>
                <w:rtl/>
              </w:rPr>
              <w:t>ثُمُن؟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اللهُ</w:t>
            </w:r>
            <w:r w:rsidR="0076657C">
              <w:rPr>
                <w:rtl/>
              </w:rPr>
              <w:t xml:space="preserve"> </w:t>
            </w:r>
            <w:r w:rsidRPr="00A0264F">
              <w:rPr>
                <w:rtl/>
              </w:rPr>
              <w:t>مـن</w:t>
            </w:r>
            <w:r w:rsidR="0076657C">
              <w:rPr>
                <w:rtl/>
              </w:rPr>
              <w:t xml:space="preserve"> </w:t>
            </w:r>
            <w:r w:rsidRPr="00A0264F">
              <w:rPr>
                <w:rtl/>
              </w:rPr>
              <w:t>صـبرِ</w:t>
            </w:r>
            <w:r w:rsidR="0076657C">
              <w:rPr>
                <w:rtl/>
              </w:rPr>
              <w:t xml:space="preserve"> </w:t>
            </w:r>
            <w:r w:rsidRPr="00A0264F">
              <w:rPr>
                <w:rtl/>
              </w:rPr>
              <w:t>الـحسينِ،</w:t>
            </w:r>
            <w:r w:rsidR="0076657C">
              <w:rPr>
                <w:rtl/>
              </w:rPr>
              <w:t xml:space="preserve"> </w:t>
            </w:r>
            <w:r w:rsidRPr="00A0264F">
              <w:rPr>
                <w:rtl/>
              </w:rPr>
              <w:t>بـهِ</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حـاطت</w:t>
            </w:r>
            <w:r>
              <w:rPr>
                <w:rtl/>
              </w:rPr>
              <w:t xml:space="preserve"> </w:t>
            </w:r>
            <w:r w:rsidRPr="00A0264F">
              <w:rPr>
                <w:rtl/>
              </w:rPr>
              <w:t>ذوو</w:t>
            </w:r>
            <w:r w:rsidR="0076657C">
              <w:rPr>
                <w:rtl/>
              </w:rPr>
              <w:t xml:space="preserve"> </w:t>
            </w:r>
            <w:r w:rsidRPr="00A0264F">
              <w:rPr>
                <w:rtl/>
              </w:rPr>
              <w:t>الأحـقادِ</w:t>
            </w:r>
            <w:r w:rsidR="0076657C">
              <w:rPr>
                <w:rtl/>
              </w:rPr>
              <w:t xml:space="preserve"> </w:t>
            </w:r>
            <w:r w:rsidRPr="00A0264F">
              <w:rPr>
                <w:rtl/>
              </w:rPr>
              <w:t>والضغنِ</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تـركوا</w:t>
            </w:r>
            <w:r>
              <w:rPr>
                <w:rtl/>
              </w:rPr>
              <w:t xml:space="preserve"> </w:t>
            </w:r>
            <w:r w:rsidRPr="00A0264F">
              <w:rPr>
                <w:rtl/>
              </w:rPr>
              <w:t>جـنازةَ</w:t>
            </w:r>
            <w:r w:rsidR="0076657C">
              <w:rPr>
                <w:rtl/>
              </w:rPr>
              <w:t xml:space="preserve"> </w:t>
            </w:r>
            <w:r w:rsidRPr="00A0264F">
              <w:rPr>
                <w:rtl/>
              </w:rPr>
              <w:t>صـنوهُ</w:t>
            </w:r>
            <w:r w:rsidR="0076657C">
              <w:rPr>
                <w:rtl/>
              </w:rPr>
              <w:t xml:space="preserve"> </w:t>
            </w:r>
            <w:r w:rsidRPr="00A0264F">
              <w:rPr>
                <w:rtl/>
              </w:rPr>
              <w:t>غرضا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لـلنُبْلِ</w:t>
            </w:r>
            <w:r w:rsidR="0076657C">
              <w:rPr>
                <w:rtl/>
              </w:rPr>
              <w:t xml:space="preserve"> </w:t>
            </w:r>
            <w:r w:rsidRPr="00A0264F">
              <w:rPr>
                <w:rtl/>
              </w:rPr>
              <w:t>يـثبتُ</w:t>
            </w:r>
            <w:r w:rsidR="0076657C">
              <w:rPr>
                <w:rtl/>
              </w:rPr>
              <w:t xml:space="preserve"> </w:t>
            </w:r>
            <w:r w:rsidRPr="00A0264F">
              <w:rPr>
                <w:rtl/>
              </w:rPr>
              <w:t>مـنهُ</w:t>
            </w:r>
            <w:r w:rsidR="0076657C">
              <w:rPr>
                <w:rtl/>
              </w:rPr>
              <w:t xml:space="preserve"> </w:t>
            </w:r>
            <w:r w:rsidRPr="00A0264F">
              <w:rPr>
                <w:rtl/>
              </w:rPr>
              <w:t>فـي</w:t>
            </w:r>
            <w:r w:rsidR="0076657C">
              <w:rPr>
                <w:rtl/>
              </w:rPr>
              <w:t xml:space="preserve"> </w:t>
            </w:r>
            <w:r w:rsidRPr="00A0264F">
              <w:rPr>
                <w:rtl/>
              </w:rPr>
              <w:t>الكفنِ</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ويـصـدّهُ</w:t>
            </w:r>
            <w:r>
              <w:rPr>
                <w:rtl/>
              </w:rPr>
              <w:t xml:space="preserve"> </w:t>
            </w:r>
            <w:r w:rsidRPr="00A0264F">
              <w:rPr>
                <w:rtl/>
              </w:rPr>
              <w:t>عـنـهم</w:t>
            </w:r>
            <w:r w:rsidR="0076657C">
              <w:rPr>
                <w:rtl/>
              </w:rPr>
              <w:t xml:space="preserve"> </w:t>
            </w:r>
            <w:r w:rsidRPr="00A0264F">
              <w:rPr>
                <w:rtl/>
              </w:rPr>
              <w:t>وصـيـته</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حـاشاهُ</w:t>
            </w:r>
            <w:r w:rsidR="0076657C">
              <w:rPr>
                <w:rtl/>
              </w:rPr>
              <w:t xml:space="preserve"> </w:t>
            </w:r>
            <w:r w:rsidRPr="00A0264F">
              <w:rPr>
                <w:rtl/>
              </w:rPr>
              <w:t>مـن</w:t>
            </w:r>
            <w:r w:rsidR="0076657C">
              <w:rPr>
                <w:rtl/>
              </w:rPr>
              <w:t xml:space="preserve"> </w:t>
            </w:r>
            <w:r w:rsidRPr="00A0264F">
              <w:rPr>
                <w:rtl/>
              </w:rPr>
              <w:t>فـشلٍ</w:t>
            </w:r>
            <w:r w:rsidR="0076657C">
              <w:rPr>
                <w:rtl/>
              </w:rPr>
              <w:t xml:space="preserve"> </w:t>
            </w:r>
            <w:r w:rsidRPr="00A0264F">
              <w:rPr>
                <w:rtl/>
              </w:rPr>
              <w:t>ومـن</w:t>
            </w:r>
            <w:r w:rsidR="0076657C">
              <w:rPr>
                <w:rtl/>
              </w:rPr>
              <w:t xml:space="preserve"> </w:t>
            </w:r>
            <w:r w:rsidRPr="00A0264F">
              <w:rPr>
                <w:rtl/>
              </w:rPr>
              <w:t>وهنِ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فـمضى</w:t>
            </w:r>
            <w:r w:rsidR="0076657C">
              <w:rPr>
                <w:rtl/>
              </w:rPr>
              <w:t xml:space="preserve"> </w:t>
            </w:r>
            <w:r w:rsidRPr="00A0264F">
              <w:rPr>
                <w:rtl/>
              </w:rPr>
              <w:t>بـهِ</w:t>
            </w:r>
            <w:r w:rsidR="0076657C">
              <w:rPr>
                <w:rtl/>
              </w:rPr>
              <w:t xml:space="preserve"> </w:t>
            </w:r>
            <w:r w:rsidRPr="00A0264F">
              <w:rPr>
                <w:rtl/>
              </w:rPr>
              <w:t>نـحو</w:t>
            </w:r>
            <w:r w:rsidR="0076657C">
              <w:rPr>
                <w:rtl/>
              </w:rPr>
              <w:t xml:space="preserve"> </w:t>
            </w:r>
            <w:r w:rsidRPr="00A0264F">
              <w:rPr>
                <w:rtl/>
              </w:rPr>
              <w:t>الـبقيعِ</w:t>
            </w:r>
            <w:r w:rsidR="0076657C">
              <w:rPr>
                <w:rtl/>
              </w:rPr>
              <w:t xml:space="preserve"> </w:t>
            </w:r>
            <w:r w:rsidRPr="00A0264F">
              <w:rPr>
                <w:rtl/>
              </w:rPr>
              <w:t>إلى</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خـيرِ</w:t>
            </w:r>
            <w:r w:rsidR="0076657C">
              <w:rPr>
                <w:rtl/>
              </w:rPr>
              <w:t xml:space="preserve"> </w:t>
            </w:r>
            <w:r w:rsidRPr="00A0264F">
              <w:rPr>
                <w:rtl/>
              </w:rPr>
              <w:t>الـبقاعِ</w:t>
            </w:r>
            <w:r w:rsidR="0076657C">
              <w:rPr>
                <w:rtl/>
              </w:rPr>
              <w:t xml:space="preserve"> </w:t>
            </w:r>
            <w:r w:rsidRPr="00A0264F">
              <w:rPr>
                <w:rtl/>
              </w:rPr>
              <w:t>بـأشرفِ</w:t>
            </w:r>
            <w:r w:rsidR="0076657C">
              <w:rPr>
                <w:rtl/>
              </w:rPr>
              <w:t xml:space="preserve"> </w:t>
            </w:r>
            <w:r w:rsidRPr="00A0264F">
              <w:rPr>
                <w:rtl/>
              </w:rPr>
              <w:t>الـمدنِ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واراهُ</w:t>
            </w:r>
            <w:r>
              <w:rPr>
                <w:rtl/>
              </w:rPr>
              <w:t xml:space="preserve"> </w:t>
            </w:r>
            <w:r w:rsidRPr="00A0264F">
              <w:rPr>
                <w:rtl/>
              </w:rPr>
              <w:t>والأرزاءُ</w:t>
            </w:r>
            <w:r w:rsidR="0076657C">
              <w:rPr>
                <w:rtl/>
              </w:rPr>
              <w:t xml:space="preserve"> </w:t>
            </w:r>
            <w:r w:rsidRPr="00A0264F">
              <w:rPr>
                <w:rtl/>
              </w:rPr>
              <w:t>مـــوريــة</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بـحـشاهُ</w:t>
            </w:r>
            <w:r w:rsidR="0076657C">
              <w:rPr>
                <w:rtl/>
              </w:rPr>
              <w:t xml:space="preserve"> </w:t>
            </w:r>
            <w:r w:rsidRPr="00A0264F">
              <w:rPr>
                <w:rtl/>
              </w:rPr>
              <w:t>زنـدَ</w:t>
            </w:r>
            <w:r w:rsidR="0076657C">
              <w:rPr>
                <w:rtl/>
              </w:rPr>
              <w:t xml:space="preserve"> </w:t>
            </w:r>
            <w:r w:rsidRPr="00A0264F">
              <w:rPr>
                <w:rtl/>
              </w:rPr>
              <w:t>الـهَمِّ</w:t>
            </w:r>
            <w:r w:rsidR="0076657C">
              <w:rPr>
                <w:rtl/>
              </w:rPr>
              <w:t xml:space="preserve"> </w:t>
            </w:r>
            <w:r w:rsidRPr="00A0264F">
              <w:rPr>
                <w:rtl/>
              </w:rPr>
              <w:t>والـحزنِ</w:t>
            </w:r>
            <w:r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992D84" w:rsidTr="00992D84">
        <w:trPr>
          <w:trHeight w:val="350"/>
        </w:trPr>
        <w:tc>
          <w:tcPr>
            <w:tcW w:w="3536" w:type="dxa"/>
          </w:tcPr>
          <w:p w:rsidR="00992D84" w:rsidRDefault="00992D84" w:rsidP="00D42610">
            <w:pPr>
              <w:pStyle w:val="libPoem"/>
            </w:pPr>
            <w:r w:rsidRPr="00A0264F">
              <w:rPr>
                <w:rtl/>
              </w:rPr>
              <w:t>ودعـا</w:t>
            </w:r>
            <w:r>
              <w:rPr>
                <w:rtl/>
              </w:rPr>
              <w:t xml:space="preserve"> </w:t>
            </w:r>
            <w:r w:rsidRPr="00A0264F">
              <w:rPr>
                <w:rtl/>
              </w:rPr>
              <w:t>وأدمـعهُ</w:t>
            </w:r>
            <w:r w:rsidR="0076657C">
              <w:rPr>
                <w:rtl/>
              </w:rPr>
              <w:t xml:space="preserve"> </w:t>
            </w:r>
            <w:r w:rsidRPr="00A0264F">
              <w:rPr>
                <w:rtl/>
              </w:rPr>
              <w:t>قـد</w:t>
            </w:r>
            <w:r w:rsidR="0076657C">
              <w:rPr>
                <w:rtl/>
              </w:rPr>
              <w:t xml:space="preserve"> </w:t>
            </w:r>
            <w:r w:rsidRPr="00A0264F">
              <w:rPr>
                <w:rtl/>
              </w:rPr>
              <w:t>انـحدرت</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مـن</w:t>
            </w:r>
            <w:r>
              <w:rPr>
                <w:rtl/>
              </w:rPr>
              <w:t xml:space="preserve"> </w:t>
            </w:r>
            <w:r w:rsidRPr="00A0264F">
              <w:rPr>
                <w:rtl/>
              </w:rPr>
              <w:t>أعـينٍ</w:t>
            </w:r>
            <w:r w:rsidR="0076657C">
              <w:rPr>
                <w:rtl/>
              </w:rPr>
              <w:t xml:space="preserve"> </w:t>
            </w:r>
            <w:r w:rsidRPr="00A0264F">
              <w:rPr>
                <w:rtl/>
              </w:rPr>
              <w:t>نـابت</w:t>
            </w:r>
            <w:r w:rsidR="0076657C">
              <w:rPr>
                <w:rtl/>
              </w:rPr>
              <w:t xml:space="preserve"> </w:t>
            </w:r>
            <w:r w:rsidRPr="00A0264F">
              <w:rPr>
                <w:rtl/>
              </w:rPr>
              <w:t>عن</w:t>
            </w:r>
            <w:r w:rsidR="0076657C">
              <w:rPr>
                <w:rtl/>
              </w:rPr>
              <w:t xml:space="preserve"> </w:t>
            </w:r>
            <w:r w:rsidRPr="00A0264F">
              <w:rPr>
                <w:rtl/>
              </w:rPr>
              <w:t>المزنِ</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أيـطيبُ</w:t>
            </w:r>
            <w:r>
              <w:rPr>
                <w:rtl/>
              </w:rPr>
              <w:t xml:space="preserve"> </w:t>
            </w:r>
            <w:r w:rsidRPr="00A0264F">
              <w:rPr>
                <w:rtl/>
              </w:rPr>
              <w:t>بـعدكَ</w:t>
            </w:r>
            <w:r w:rsidR="0076657C">
              <w:rPr>
                <w:rtl/>
              </w:rPr>
              <w:t xml:space="preserve"> </w:t>
            </w:r>
            <w:r w:rsidRPr="00A0264F">
              <w:rPr>
                <w:rtl/>
              </w:rPr>
              <w:t>مـجلسٌ</w:t>
            </w:r>
            <w:r w:rsidR="0076657C">
              <w:rPr>
                <w:rtl/>
              </w:rPr>
              <w:t xml:space="preserve"> </w:t>
            </w:r>
            <w:r w:rsidRPr="00A0264F">
              <w:rPr>
                <w:rtl/>
              </w:rPr>
              <w:t>لي</w:t>
            </w:r>
            <w:r w:rsidR="0076657C">
              <w:rPr>
                <w:rtl/>
              </w:rPr>
              <w:t xml:space="preserve"> </w:t>
            </w:r>
            <w:r w:rsidRPr="00A0264F">
              <w:rPr>
                <w:rtl/>
              </w:rPr>
              <w:t>أم</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عـيشي</w:t>
            </w:r>
            <w:r>
              <w:rPr>
                <w:rtl/>
              </w:rPr>
              <w:t xml:space="preserve"> </w:t>
            </w:r>
            <w:r w:rsidRPr="00A0264F">
              <w:rPr>
                <w:rtl/>
              </w:rPr>
              <w:t>الهنيُّ،</w:t>
            </w:r>
            <w:r w:rsidR="0076657C">
              <w:rPr>
                <w:rtl/>
              </w:rPr>
              <w:t xml:space="preserve"> </w:t>
            </w:r>
            <w:r w:rsidRPr="00A0264F">
              <w:rPr>
                <w:rtl/>
              </w:rPr>
              <w:t>وقد</w:t>
            </w:r>
            <w:r w:rsidR="0076657C">
              <w:rPr>
                <w:rtl/>
              </w:rPr>
              <w:t xml:space="preserve"> </w:t>
            </w:r>
            <w:r w:rsidRPr="00A0264F">
              <w:rPr>
                <w:rtl/>
              </w:rPr>
              <w:t>فقدتُ،</w:t>
            </w:r>
            <w:r w:rsidR="0076657C">
              <w:rPr>
                <w:rtl/>
              </w:rPr>
              <w:t xml:space="preserve"> </w:t>
            </w:r>
            <w:r w:rsidRPr="00A0264F">
              <w:rPr>
                <w:rtl/>
              </w:rPr>
              <w:t>هني</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أفـديـكَ</w:t>
            </w:r>
            <w:r w:rsidR="0076657C">
              <w:rPr>
                <w:rtl/>
              </w:rPr>
              <w:t xml:space="preserve"> </w:t>
            </w:r>
            <w:r w:rsidRPr="00A0264F">
              <w:rPr>
                <w:rtl/>
              </w:rPr>
              <w:t>مــن</w:t>
            </w:r>
            <w:r w:rsidR="0076657C">
              <w:rPr>
                <w:rtl/>
              </w:rPr>
              <w:t xml:space="preserve"> </w:t>
            </w:r>
            <w:r w:rsidRPr="00A0264F">
              <w:rPr>
                <w:rtl/>
              </w:rPr>
              <w:t>ثـاوٍ</w:t>
            </w:r>
            <w:r w:rsidR="0076657C">
              <w:rPr>
                <w:rtl/>
              </w:rPr>
              <w:t xml:space="preserve"> </w:t>
            </w:r>
            <w:r w:rsidRPr="00A0264F">
              <w:rPr>
                <w:rtl/>
              </w:rPr>
              <w:t>بـحفرته</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مـستودعٍ</w:t>
            </w:r>
            <w:r w:rsidR="0076657C">
              <w:rPr>
                <w:rtl/>
              </w:rPr>
              <w:t xml:space="preserve"> </w:t>
            </w:r>
            <w:r w:rsidRPr="00A0264F">
              <w:rPr>
                <w:rtl/>
              </w:rPr>
              <w:t>فـي</w:t>
            </w:r>
            <w:r w:rsidR="0076657C">
              <w:rPr>
                <w:rtl/>
              </w:rPr>
              <w:t xml:space="preserve"> </w:t>
            </w:r>
            <w:r w:rsidRPr="00A0264F">
              <w:rPr>
                <w:rtl/>
              </w:rPr>
              <w:t>الأرضِ</w:t>
            </w:r>
            <w:r w:rsidR="0076657C">
              <w:rPr>
                <w:rtl/>
              </w:rPr>
              <w:t xml:space="preserve"> </w:t>
            </w:r>
            <w:r w:rsidRPr="00A0264F">
              <w:rPr>
                <w:rtl/>
              </w:rPr>
              <w:t>مـرتهنِ</w:t>
            </w:r>
            <w:r w:rsidRPr="00725071">
              <w:rPr>
                <w:rStyle w:val="libPoemTiniChar0"/>
                <w:rtl/>
              </w:rPr>
              <w:br/>
              <w:t> </w:t>
            </w:r>
          </w:p>
        </w:tc>
      </w:tr>
    </w:tbl>
    <w:p w:rsidR="00A5546B" w:rsidRDefault="00A5546B" w:rsidP="00A5546B">
      <w:pPr>
        <w:pStyle w:val="libNormal"/>
      </w:pPr>
      <w:r>
        <w:rPr>
          <w:rtl/>
        </w:rPr>
        <w:br w:type="page"/>
      </w:r>
    </w:p>
    <w:p w:rsidR="00A0264F" w:rsidRPr="00A5546B" w:rsidRDefault="00A0264F" w:rsidP="00A5546B">
      <w:pPr>
        <w:pStyle w:val="Heading3Center"/>
      </w:pPr>
      <w:bookmarkStart w:id="15" w:name="في_رثاء_الحسين_(ع)"/>
      <w:bookmarkStart w:id="16" w:name="_Toc430519742"/>
      <w:r w:rsidRPr="00A0264F">
        <w:rPr>
          <w:rtl/>
        </w:rPr>
        <w:t>في رثاء الحسين (عليه السّلام)</w:t>
      </w:r>
      <w:bookmarkEnd w:id="15"/>
      <w:bookmarkEnd w:id="16"/>
    </w:p>
    <w:tbl>
      <w:tblPr>
        <w:tblStyle w:val="TableGrid"/>
        <w:bidiVisual/>
        <w:tblW w:w="4562" w:type="pct"/>
        <w:tblInd w:w="384" w:type="dxa"/>
        <w:tblLook w:val="04A0"/>
      </w:tblPr>
      <w:tblGrid>
        <w:gridCol w:w="3536"/>
        <w:gridCol w:w="272"/>
        <w:gridCol w:w="3502"/>
      </w:tblGrid>
      <w:tr w:rsidR="00992D84" w:rsidTr="00992D84">
        <w:trPr>
          <w:trHeight w:val="350"/>
        </w:trPr>
        <w:tc>
          <w:tcPr>
            <w:tcW w:w="3536" w:type="dxa"/>
          </w:tcPr>
          <w:p w:rsidR="00992D84" w:rsidRDefault="00992D84" w:rsidP="00D42610">
            <w:pPr>
              <w:pStyle w:val="libPoem"/>
            </w:pPr>
            <w:r w:rsidRPr="00A0264F">
              <w:rPr>
                <w:rtl/>
              </w:rPr>
              <w:t>بينَ</w:t>
            </w:r>
            <w:r>
              <w:rPr>
                <w:rtl/>
              </w:rPr>
              <w:t xml:space="preserve"> </w:t>
            </w:r>
            <w:r w:rsidRPr="00A0264F">
              <w:rPr>
                <w:rtl/>
              </w:rPr>
              <w:t>بيضِ</w:t>
            </w:r>
            <w:r w:rsidR="0076657C">
              <w:rPr>
                <w:rtl/>
              </w:rPr>
              <w:t xml:space="preserve"> </w:t>
            </w:r>
            <w:r w:rsidRPr="00A0264F">
              <w:rPr>
                <w:rtl/>
              </w:rPr>
              <w:t>الظبى</w:t>
            </w:r>
            <w:r w:rsidR="0076657C">
              <w:rPr>
                <w:rtl/>
              </w:rPr>
              <w:t xml:space="preserve"> </w:t>
            </w:r>
            <w:r w:rsidRPr="00A0264F">
              <w:rPr>
                <w:rtl/>
              </w:rPr>
              <w:t>وسمرِ</w:t>
            </w:r>
            <w:r w:rsidR="0076657C">
              <w:rPr>
                <w:rtl/>
              </w:rPr>
              <w:t xml:space="preserve"> </w:t>
            </w:r>
            <w:r w:rsidRPr="00A0264F">
              <w:rPr>
                <w:rtl/>
              </w:rPr>
              <w:t>الأَسنَّهْ</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نـالت</w:t>
            </w:r>
            <w:r w:rsidR="0076657C">
              <w:rPr>
                <w:rtl/>
              </w:rPr>
              <w:t xml:space="preserve"> </w:t>
            </w:r>
            <w:r w:rsidRPr="00A0264F">
              <w:rPr>
                <w:rtl/>
              </w:rPr>
              <w:t>الـقصدَ</w:t>
            </w:r>
            <w:r w:rsidR="0076657C">
              <w:rPr>
                <w:rtl/>
              </w:rPr>
              <w:t xml:space="preserve"> </w:t>
            </w:r>
            <w:r w:rsidRPr="00A0264F">
              <w:rPr>
                <w:rtl/>
              </w:rPr>
              <w:t>نفسكَ</w:t>
            </w:r>
            <w:r w:rsidR="0076657C">
              <w:rPr>
                <w:rtl/>
              </w:rPr>
              <w:t xml:space="preserve"> </w:t>
            </w:r>
            <w:r w:rsidRPr="00A0264F">
              <w:rPr>
                <w:rtl/>
              </w:rPr>
              <w:t>المطمئنّهْ</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لـكَ</w:t>
            </w:r>
            <w:r>
              <w:rPr>
                <w:rtl/>
              </w:rPr>
              <w:t xml:space="preserve"> </w:t>
            </w:r>
            <w:r w:rsidRPr="00A0264F">
              <w:rPr>
                <w:rtl/>
              </w:rPr>
              <w:t>يـا</w:t>
            </w:r>
            <w:r w:rsidR="0076657C">
              <w:rPr>
                <w:rtl/>
              </w:rPr>
              <w:t xml:space="preserve"> </w:t>
            </w:r>
            <w:r w:rsidRPr="00A0264F">
              <w:rPr>
                <w:rtl/>
              </w:rPr>
              <w:t>موضحُ</w:t>
            </w:r>
            <w:r w:rsidR="0076657C">
              <w:rPr>
                <w:rtl/>
              </w:rPr>
              <w:t xml:space="preserve"> </w:t>
            </w:r>
            <w:r w:rsidRPr="00A0264F">
              <w:rPr>
                <w:rtl/>
              </w:rPr>
              <w:t>الهدى</w:t>
            </w:r>
            <w:r w:rsidR="0076657C">
              <w:rPr>
                <w:rtl/>
              </w:rPr>
              <w:t xml:space="preserve"> </w:t>
            </w:r>
            <w:r w:rsidRPr="00A0264F">
              <w:rPr>
                <w:rtl/>
              </w:rPr>
              <w:t>للبرايا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أيُّ</w:t>
            </w:r>
            <w:r>
              <w:rPr>
                <w:rtl/>
              </w:rPr>
              <w:t xml:space="preserve"> </w:t>
            </w:r>
            <w:r w:rsidRPr="00A0264F">
              <w:rPr>
                <w:rtl/>
              </w:rPr>
              <w:t>فـضلٍ</w:t>
            </w:r>
            <w:r w:rsidR="0076657C">
              <w:rPr>
                <w:rtl/>
              </w:rPr>
              <w:t xml:space="preserve"> </w:t>
            </w:r>
            <w:r w:rsidRPr="00A0264F">
              <w:rPr>
                <w:rtl/>
              </w:rPr>
              <w:t>عـلى</w:t>
            </w:r>
            <w:r w:rsidR="0076657C">
              <w:rPr>
                <w:rtl/>
              </w:rPr>
              <w:t xml:space="preserve"> </w:t>
            </w:r>
            <w:r w:rsidRPr="00A0264F">
              <w:rPr>
                <w:rtl/>
              </w:rPr>
              <w:t>البرايا</w:t>
            </w:r>
            <w:r w:rsidR="0076657C">
              <w:rPr>
                <w:rtl/>
              </w:rPr>
              <w:t xml:space="preserve"> </w:t>
            </w:r>
            <w:r w:rsidRPr="00A0264F">
              <w:rPr>
                <w:rtl/>
              </w:rPr>
              <w:t>ومِنَّهْ</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بـدمِ</w:t>
            </w:r>
            <w:r>
              <w:rPr>
                <w:rtl/>
              </w:rPr>
              <w:t xml:space="preserve"> </w:t>
            </w:r>
            <w:r w:rsidRPr="00A0264F">
              <w:rPr>
                <w:rtl/>
              </w:rPr>
              <w:t>الـنحرِ</w:t>
            </w:r>
            <w:r w:rsidR="0076657C">
              <w:rPr>
                <w:rtl/>
              </w:rPr>
              <w:t xml:space="preserve"> </w:t>
            </w:r>
            <w:r w:rsidRPr="00A0264F">
              <w:rPr>
                <w:rtl/>
              </w:rPr>
              <w:t>قد</w:t>
            </w:r>
            <w:r w:rsidR="0076657C">
              <w:rPr>
                <w:rtl/>
              </w:rPr>
              <w:t xml:space="preserve"> </w:t>
            </w:r>
            <w:r w:rsidRPr="00A0264F">
              <w:rPr>
                <w:rtl/>
              </w:rPr>
              <w:t>كتبتَ</w:t>
            </w:r>
            <w:r w:rsidR="0076657C">
              <w:rPr>
                <w:rtl/>
              </w:rPr>
              <w:t xml:space="preserve"> </w:t>
            </w:r>
            <w:r w:rsidRPr="00A0264F">
              <w:rPr>
                <w:rtl/>
              </w:rPr>
              <w:t>سطورا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أرشـدتهم</w:t>
            </w:r>
            <w:r w:rsidR="0076657C">
              <w:rPr>
                <w:rtl/>
              </w:rPr>
              <w:t xml:space="preserve"> </w:t>
            </w:r>
            <w:r w:rsidRPr="00A0264F">
              <w:rPr>
                <w:rtl/>
              </w:rPr>
              <w:t>لـكلِّ</w:t>
            </w:r>
            <w:r w:rsidR="0076657C">
              <w:rPr>
                <w:rtl/>
              </w:rPr>
              <w:t xml:space="preserve"> </w:t>
            </w:r>
            <w:r w:rsidRPr="00A0264F">
              <w:rPr>
                <w:rtl/>
              </w:rPr>
              <w:t>فـرضٍ</w:t>
            </w:r>
            <w:r w:rsidR="0076657C">
              <w:rPr>
                <w:rtl/>
              </w:rPr>
              <w:t xml:space="preserve"> </w:t>
            </w:r>
            <w:r w:rsidRPr="00A0264F">
              <w:rPr>
                <w:rtl/>
              </w:rPr>
              <w:t>وسُنَّه</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كـلّما</w:t>
            </w:r>
            <w:r w:rsidR="0076657C">
              <w:rPr>
                <w:rtl/>
              </w:rPr>
              <w:t xml:space="preserve"> </w:t>
            </w:r>
            <w:r w:rsidRPr="00A0264F">
              <w:rPr>
                <w:rtl/>
              </w:rPr>
              <w:t>مَـرَّت</w:t>
            </w:r>
            <w:r w:rsidR="0076657C">
              <w:rPr>
                <w:rtl/>
              </w:rPr>
              <w:t xml:space="preserve"> </w:t>
            </w:r>
            <w:r w:rsidRPr="00A0264F">
              <w:rPr>
                <w:rtl/>
              </w:rPr>
              <w:t>الـليالي</w:t>
            </w:r>
            <w:r w:rsidR="0076657C">
              <w:rPr>
                <w:rtl/>
              </w:rPr>
              <w:t xml:space="preserve"> </w:t>
            </w:r>
            <w:r w:rsidRPr="00A0264F">
              <w:rPr>
                <w:rtl/>
              </w:rPr>
              <w:t>تـجلَّت</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فـهي</w:t>
            </w:r>
            <w:r w:rsidR="0076657C">
              <w:rPr>
                <w:rtl/>
              </w:rPr>
              <w:t xml:space="preserve"> </w:t>
            </w:r>
            <w:r w:rsidRPr="00A0264F">
              <w:rPr>
                <w:rtl/>
              </w:rPr>
              <w:t>شمسٌ</w:t>
            </w:r>
            <w:r w:rsidR="0076657C">
              <w:rPr>
                <w:rtl/>
              </w:rPr>
              <w:t xml:space="preserve"> </w:t>
            </w:r>
            <w:r w:rsidRPr="00A0264F">
              <w:rPr>
                <w:rtl/>
              </w:rPr>
              <w:t>تجلو</w:t>
            </w:r>
            <w:r w:rsidR="0076657C">
              <w:rPr>
                <w:rtl/>
              </w:rPr>
              <w:t xml:space="preserve"> </w:t>
            </w:r>
            <w:r w:rsidRPr="00A0264F">
              <w:rPr>
                <w:rtl/>
              </w:rPr>
              <w:t>ظلامَ</w:t>
            </w:r>
            <w:r w:rsidR="0076657C">
              <w:rPr>
                <w:rtl/>
              </w:rPr>
              <w:t xml:space="preserve"> </w:t>
            </w:r>
            <w:r w:rsidRPr="00A0264F">
              <w:rPr>
                <w:rtl/>
              </w:rPr>
              <w:t>الدجنه</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كادَ</w:t>
            </w:r>
            <w:r w:rsidR="0076657C">
              <w:rPr>
                <w:rtl/>
              </w:rPr>
              <w:t xml:space="preserve"> </w:t>
            </w:r>
            <w:r w:rsidRPr="00A0264F">
              <w:rPr>
                <w:rtl/>
              </w:rPr>
              <w:t>نبلُ</w:t>
            </w:r>
            <w:r w:rsidR="0076657C">
              <w:rPr>
                <w:rtl/>
              </w:rPr>
              <w:t xml:space="preserve"> </w:t>
            </w:r>
            <w:r w:rsidRPr="00A0264F">
              <w:rPr>
                <w:rtl/>
              </w:rPr>
              <w:t>الضلالِ</w:t>
            </w:r>
            <w:r w:rsidR="0076657C">
              <w:rPr>
                <w:rtl/>
              </w:rPr>
              <w:t xml:space="preserve"> </w:t>
            </w:r>
            <w:r w:rsidRPr="00A0264F">
              <w:rPr>
                <w:rtl/>
              </w:rPr>
              <w:t>يصمي</w:t>
            </w:r>
            <w:r w:rsidR="0076657C">
              <w:rPr>
                <w:rtl/>
              </w:rPr>
              <w:t xml:space="preserve"> </w:t>
            </w:r>
            <w:r w:rsidRPr="00A0264F">
              <w:rPr>
                <w:rtl/>
              </w:rPr>
              <w:t>فؤادَ</w:t>
            </w:r>
            <w:r w:rsidR="0076657C">
              <w:rPr>
                <w:rtl/>
              </w:rPr>
              <w:t xml:space="preserve"> </w:t>
            </w:r>
            <w:r w:rsidRPr="00A0264F">
              <w:rPr>
                <w:rtl/>
              </w:rPr>
              <w:t>الـ</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ديـنِ</w:t>
            </w:r>
            <w:r>
              <w:rPr>
                <w:rtl/>
              </w:rPr>
              <w:t xml:space="preserve"> </w:t>
            </w:r>
            <w:r w:rsidRPr="00A0264F">
              <w:rPr>
                <w:rtl/>
              </w:rPr>
              <w:t>لـو</w:t>
            </w:r>
            <w:r w:rsidR="0076657C">
              <w:rPr>
                <w:rtl/>
              </w:rPr>
              <w:t xml:space="preserve"> </w:t>
            </w:r>
            <w:r w:rsidRPr="00A0264F">
              <w:rPr>
                <w:rtl/>
              </w:rPr>
              <w:t>لم</w:t>
            </w:r>
            <w:r w:rsidR="0076657C">
              <w:rPr>
                <w:rtl/>
              </w:rPr>
              <w:t xml:space="preserve"> </w:t>
            </w:r>
            <w:r w:rsidRPr="00A0264F">
              <w:rPr>
                <w:rtl/>
              </w:rPr>
              <w:t>يكن</w:t>
            </w:r>
            <w:r w:rsidR="0076657C">
              <w:rPr>
                <w:rtl/>
              </w:rPr>
              <w:t xml:space="preserve"> </w:t>
            </w:r>
            <w:r w:rsidRPr="00A0264F">
              <w:rPr>
                <w:rtl/>
              </w:rPr>
              <w:t>لهُ</w:t>
            </w:r>
            <w:r w:rsidR="0076657C">
              <w:rPr>
                <w:rtl/>
              </w:rPr>
              <w:t xml:space="preserve"> </w:t>
            </w:r>
            <w:r w:rsidRPr="00A0264F">
              <w:rPr>
                <w:rtl/>
              </w:rPr>
              <w:t>منكَ</w:t>
            </w:r>
            <w:r w:rsidR="0076657C">
              <w:rPr>
                <w:rtl/>
              </w:rPr>
              <w:t xml:space="preserve"> </w:t>
            </w:r>
            <w:r w:rsidRPr="00A0264F">
              <w:rPr>
                <w:rtl/>
              </w:rPr>
              <w:t>جُنَّه</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وعـلى</w:t>
            </w:r>
            <w:r w:rsidR="0076657C">
              <w:rPr>
                <w:rtl/>
              </w:rPr>
              <w:t xml:space="preserve"> </w:t>
            </w:r>
            <w:r w:rsidRPr="00A0264F">
              <w:rPr>
                <w:rtl/>
              </w:rPr>
              <w:t>الرمحِ</w:t>
            </w:r>
            <w:r w:rsidR="0076657C">
              <w:rPr>
                <w:rtl/>
              </w:rPr>
              <w:t xml:space="preserve"> </w:t>
            </w:r>
            <w:r w:rsidRPr="00A0264F">
              <w:rPr>
                <w:rtl/>
              </w:rPr>
              <w:t>نورُ</w:t>
            </w:r>
            <w:r w:rsidR="0076657C">
              <w:rPr>
                <w:rtl/>
              </w:rPr>
              <w:t xml:space="preserve"> </w:t>
            </w:r>
            <w:r w:rsidRPr="00A0264F">
              <w:rPr>
                <w:rtl/>
              </w:rPr>
              <w:t>وجهكَ</w:t>
            </w:r>
            <w:r w:rsidR="0076657C">
              <w:rPr>
                <w:rtl/>
              </w:rPr>
              <w:t xml:space="preserve"> </w:t>
            </w:r>
            <w:r w:rsidRPr="00A0264F">
              <w:rPr>
                <w:rtl/>
              </w:rPr>
              <w:t>أبدى</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مـن</w:t>
            </w:r>
            <w:r w:rsidR="0076657C">
              <w:rPr>
                <w:rtl/>
              </w:rPr>
              <w:t xml:space="preserve"> </w:t>
            </w:r>
            <w:r w:rsidRPr="00A0264F">
              <w:rPr>
                <w:rtl/>
              </w:rPr>
              <w:t>عـداكَ</w:t>
            </w:r>
            <w:r w:rsidR="0076657C">
              <w:rPr>
                <w:rtl/>
              </w:rPr>
              <w:t xml:space="preserve"> </w:t>
            </w:r>
            <w:r w:rsidRPr="00A0264F">
              <w:rPr>
                <w:rtl/>
              </w:rPr>
              <w:t>الفضائحَ</w:t>
            </w:r>
            <w:r w:rsidR="0076657C">
              <w:rPr>
                <w:rtl/>
              </w:rPr>
              <w:t xml:space="preserve"> </w:t>
            </w:r>
            <w:r w:rsidRPr="00A0264F">
              <w:rPr>
                <w:rtl/>
              </w:rPr>
              <w:t>المستكنّه</w:t>
            </w:r>
            <w:r w:rsidRPr="00725071">
              <w:rPr>
                <w:rStyle w:val="libPoemTiniChar0"/>
                <w:rtl/>
              </w:rPr>
              <w:br/>
              <w:t> </w:t>
            </w:r>
          </w:p>
        </w:tc>
      </w:tr>
    </w:tbl>
    <w:p w:rsidR="00A0264F" w:rsidRPr="00A5546B" w:rsidRDefault="00A0264F" w:rsidP="00A5546B">
      <w:pPr>
        <w:pStyle w:val="Heading3Center"/>
      </w:pPr>
      <w:bookmarkStart w:id="17" w:name="_Toc430519743"/>
      <w:r w:rsidRPr="00A0264F">
        <w:rPr>
          <w:rtl/>
        </w:rPr>
        <w:t>في زيارة المدينة المنوّرة</w:t>
      </w:r>
      <w:bookmarkEnd w:id="17"/>
    </w:p>
    <w:tbl>
      <w:tblPr>
        <w:tblStyle w:val="TableGrid"/>
        <w:bidiVisual/>
        <w:tblW w:w="4562" w:type="pct"/>
        <w:tblInd w:w="384" w:type="dxa"/>
        <w:tblLook w:val="04A0"/>
      </w:tblPr>
      <w:tblGrid>
        <w:gridCol w:w="3536"/>
        <w:gridCol w:w="272"/>
        <w:gridCol w:w="3502"/>
      </w:tblGrid>
      <w:tr w:rsidR="00992D84" w:rsidTr="00992D84">
        <w:trPr>
          <w:trHeight w:val="350"/>
        </w:trPr>
        <w:tc>
          <w:tcPr>
            <w:tcW w:w="3536" w:type="dxa"/>
          </w:tcPr>
          <w:p w:rsidR="00992D84" w:rsidRDefault="00992D84" w:rsidP="00992D84">
            <w:pPr>
              <w:pStyle w:val="libPoem"/>
            </w:pPr>
            <w:r w:rsidRPr="00A0264F">
              <w:rPr>
                <w:rtl/>
              </w:rPr>
              <w:t>جاشت النفسُ بالهمومِ ولكن</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سكنت عندما وردنا المدينه</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كيف لا تسكنُ النفوسُ ارتياحا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عند مَنْ أُنزِلَتْ عليهِ السكينه</w:t>
            </w:r>
            <w:r w:rsidRPr="00725071">
              <w:rPr>
                <w:rStyle w:val="libPoemTiniChar0"/>
                <w:rtl/>
              </w:rPr>
              <w:br/>
              <w:t> </w:t>
            </w:r>
          </w:p>
        </w:tc>
      </w:tr>
    </w:tbl>
    <w:p w:rsidR="00A5546B" w:rsidRDefault="00A5546B" w:rsidP="00A5546B">
      <w:pPr>
        <w:pStyle w:val="libNormal"/>
      </w:pPr>
      <w:r>
        <w:rPr>
          <w:rtl/>
        </w:rPr>
        <w:br w:type="page"/>
      </w:r>
    </w:p>
    <w:p w:rsidR="00A0264F" w:rsidRPr="00A5546B" w:rsidRDefault="00A0264F" w:rsidP="00A5546B">
      <w:pPr>
        <w:pStyle w:val="Heading3Center"/>
      </w:pPr>
      <w:bookmarkStart w:id="18" w:name="وقفة_على_قبور_الائمّة_في_البقيع"/>
      <w:bookmarkStart w:id="19" w:name="_Toc430519744"/>
      <w:r w:rsidRPr="00A0264F">
        <w:rPr>
          <w:rtl/>
        </w:rPr>
        <w:t>وقفة على قبور الأئمّة في البقيع</w:t>
      </w:r>
      <w:bookmarkEnd w:id="18"/>
      <w:bookmarkEnd w:id="19"/>
    </w:p>
    <w:tbl>
      <w:tblPr>
        <w:tblStyle w:val="TableGrid"/>
        <w:bidiVisual/>
        <w:tblW w:w="4562" w:type="pct"/>
        <w:tblInd w:w="384" w:type="dxa"/>
        <w:tblLook w:val="04A0"/>
      </w:tblPr>
      <w:tblGrid>
        <w:gridCol w:w="3536"/>
        <w:gridCol w:w="272"/>
        <w:gridCol w:w="3502"/>
      </w:tblGrid>
      <w:tr w:rsidR="00992D84" w:rsidTr="00992D84">
        <w:trPr>
          <w:trHeight w:val="350"/>
        </w:trPr>
        <w:tc>
          <w:tcPr>
            <w:tcW w:w="3536" w:type="dxa"/>
          </w:tcPr>
          <w:p w:rsidR="00992D84" w:rsidRDefault="00992D84" w:rsidP="00992D84">
            <w:pPr>
              <w:pStyle w:val="libPoem"/>
            </w:pPr>
            <w:r w:rsidRPr="00A0264F">
              <w:rPr>
                <w:rtl/>
              </w:rPr>
              <w:t>أَعَـزَّ</w:t>
            </w:r>
            <w:r w:rsidR="0076657C">
              <w:rPr>
                <w:rtl/>
              </w:rPr>
              <w:t xml:space="preserve"> </w:t>
            </w:r>
            <w:r w:rsidRPr="00A0264F">
              <w:rPr>
                <w:rtl/>
              </w:rPr>
              <w:t>اصطباري</w:t>
            </w:r>
            <w:r w:rsidR="0076657C">
              <w:rPr>
                <w:rtl/>
              </w:rPr>
              <w:t xml:space="preserve"> </w:t>
            </w:r>
            <w:r w:rsidRPr="00A0264F">
              <w:rPr>
                <w:rtl/>
              </w:rPr>
              <w:t>وأجري</w:t>
            </w:r>
            <w:r w:rsidR="0076657C">
              <w:rPr>
                <w:rtl/>
              </w:rPr>
              <w:t xml:space="preserve"> </w:t>
            </w:r>
            <w:r w:rsidRPr="00A0264F">
              <w:rPr>
                <w:rtl/>
              </w:rPr>
              <w:t>دموعي</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وقـوفي</w:t>
            </w:r>
            <w:r w:rsidR="0076657C">
              <w:rPr>
                <w:rtl/>
              </w:rPr>
              <w:t xml:space="preserve"> </w:t>
            </w:r>
            <w:r w:rsidRPr="00A0264F">
              <w:rPr>
                <w:rtl/>
              </w:rPr>
              <w:t>ضـحى</w:t>
            </w:r>
            <w:r w:rsidR="0076657C">
              <w:rPr>
                <w:rtl/>
              </w:rPr>
              <w:t xml:space="preserve"> </w:t>
            </w:r>
            <w:r w:rsidRPr="00A0264F">
              <w:rPr>
                <w:rtl/>
              </w:rPr>
              <w:t>في</w:t>
            </w:r>
            <w:r w:rsidR="0076657C">
              <w:rPr>
                <w:rtl/>
              </w:rPr>
              <w:t xml:space="preserve"> </w:t>
            </w:r>
            <w:r w:rsidRPr="00A0264F">
              <w:rPr>
                <w:rtl/>
              </w:rPr>
              <w:t>بقاعِ</w:t>
            </w:r>
            <w:r w:rsidR="0076657C">
              <w:rPr>
                <w:rtl/>
              </w:rPr>
              <w:t xml:space="preserve"> </w:t>
            </w:r>
            <w:r w:rsidRPr="00A0264F">
              <w:rPr>
                <w:rtl/>
              </w:rPr>
              <w:t>البقيعِ</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عـلى</w:t>
            </w:r>
            <w:r>
              <w:rPr>
                <w:rtl/>
              </w:rPr>
              <w:t xml:space="preserve"> </w:t>
            </w:r>
            <w:r w:rsidRPr="00A0264F">
              <w:rPr>
                <w:rtl/>
              </w:rPr>
              <w:t>عترةِ</w:t>
            </w:r>
            <w:r w:rsidR="0076657C">
              <w:rPr>
                <w:rtl/>
              </w:rPr>
              <w:t xml:space="preserve"> </w:t>
            </w:r>
            <w:r w:rsidRPr="00A0264F">
              <w:rPr>
                <w:rtl/>
              </w:rPr>
              <w:t>المصطفى</w:t>
            </w:r>
            <w:r w:rsidR="0076657C">
              <w:rPr>
                <w:rtl/>
              </w:rPr>
              <w:t xml:space="preserve"> </w:t>
            </w:r>
            <w:r w:rsidRPr="00A0264F">
              <w:rPr>
                <w:rtl/>
              </w:rPr>
              <w:t>الأقربين</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وأُمِّـهـمُ</w:t>
            </w:r>
            <w:r>
              <w:rPr>
                <w:rtl/>
              </w:rPr>
              <w:t xml:space="preserve"> </w:t>
            </w:r>
            <w:r w:rsidRPr="00A0264F">
              <w:rPr>
                <w:rtl/>
              </w:rPr>
              <w:t>بـنتِ</w:t>
            </w:r>
            <w:r w:rsidR="0076657C">
              <w:rPr>
                <w:rtl/>
              </w:rPr>
              <w:t xml:space="preserve"> </w:t>
            </w:r>
            <w:r w:rsidRPr="00A0264F">
              <w:rPr>
                <w:rtl/>
              </w:rPr>
              <w:t>طـه</w:t>
            </w:r>
            <w:r w:rsidR="0076657C">
              <w:rPr>
                <w:rtl/>
              </w:rPr>
              <w:t xml:space="preserve"> </w:t>
            </w:r>
            <w:r w:rsidRPr="00A0264F">
              <w:rPr>
                <w:rtl/>
              </w:rPr>
              <w:t>الـشفيعِ</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هـمُ</w:t>
            </w:r>
            <w:r w:rsidR="0076657C">
              <w:rPr>
                <w:rtl/>
              </w:rPr>
              <w:t xml:space="preserve"> </w:t>
            </w:r>
            <w:r w:rsidRPr="00A0264F">
              <w:rPr>
                <w:rtl/>
              </w:rPr>
              <w:t>آمـنوا</w:t>
            </w:r>
            <w:r w:rsidR="0076657C">
              <w:rPr>
                <w:rtl/>
              </w:rPr>
              <w:t xml:space="preserve"> </w:t>
            </w:r>
            <w:r w:rsidRPr="00A0264F">
              <w:rPr>
                <w:rtl/>
              </w:rPr>
              <w:t>الناسَ</w:t>
            </w:r>
            <w:r w:rsidR="0076657C">
              <w:rPr>
                <w:rtl/>
              </w:rPr>
              <w:t xml:space="preserve"> </w:t>
            </w:r>
            <w:r w:rsidRPr="00A0264F">
              <w:rPr>
                <w:rtl/>
              </w:rPr>
              <w:t>من</w:t>
            </w:r>
            <w:r w:rsidR="0076657C">
              <w:rPr>
                <w:rtl/>
              </w:rPr>
              <w:t xml:space="preserve"> </w:t>
            </w:r>
            <w:r w:rsidRPr="00A0264F">
              <w:rPr>
                <w:rtl/>
              </w:rPr>
              <w:t>كلّ</w:t>
            </w:r>
            <w:r w:rsidR="0076657C">
              <w:rPr>
                <w:rtl/>
              </w:rPr>
              <w:t xml:space="preserve"> </w:t>
            </w:r>
            <w:r w:rsidRPr="00A0264F">
              <w:rPr>
                <w:rtl/>
              </w:rPr>
              <w:t>خوفٍ</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وهم</w:t>
            </w:r>
            <w:r>
              <w:rPr>
                <w:rtl/>
              </w:rPr>
              <w:t xml:space="preserve"> </w:t>
            </w:r>
            <w:r w:rsidRPr="00A0264F">
              <w:rPr>
                <w:rtl/>
              </w:rPr>
              <w:t>أطعموا</w:t>
            </w:r>
            <w:r w:rsidR="0076657C">
              <w:rPr>
                <w:rtl/>
              </w:rPr>
              <w:t xml:space="preserve"> </w:t>
            </w:r>
            <w:r w:rsidRPr="00A0264F">
              <w:rPr>
                <w:rtl/>
              </w:rPr>
              <w:t>الناسَ</w:t>
            </w:r>
            <w:r w:rsidR="0076657C">
              <w:rPr>
                <w:rtl/>
              </w:rPr>
              <w:t xml:space="preserve"> </w:t>
            </w:r>
            <w:r w:rsidRPr="00A0264F">
              <w:rPr>
                <w:rtl/>
              </w:rPr>
              <w:t>من</w:t>
            </w:r>
            <w:r w:rsidR="0076657C">
              <w:rPr>
                <w:rtl/>
              </w:rPr>
              <w:t xml:space="preserve"> </w:t>
            </w:r>
            <w:r w:rsidRPr="00A0264F">
              <w:rPr>
                <w:rtl/>
              </w:rPr>
              <w:t>كلّ</w:t>
            </w:r>
            <w:r w:rsidR="0076657C">
              <w:rPr>
                <w:rtl/>
              </w:rPr>
              <w:t xml:space="preserve"> </w:t>
            </w:r>
            <w:r w:rsidRPr="00A0264F">
              <w:rPr>
                <w:rtl/>
              </w:rPr>
              <w:t>جوعِ</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وهـم</w:t>
            </w:r>
            <w:r w:rsidR="0076657C">
              <w:rPr>
                <w:rtl/>
              </w:rPr>
              <w:t xml:space="preserve"> </w:t>
            </w:r>
            <w:r w:rsidRPr="00A0264F">
              <w:rPr>
                <w:rtl/>
              </w:rPr>
              <w:t>روَّعـوا</w:t>
            </w:r>
            <w:r w:rsidR="0076657C">
              <w:rPr>
                <w:rtl/>
              </w:rPr>
              <w:t xml:space="preserve"> </w:t>
            </w:r>
            <w:r w:rsidRPr="00A0264F">
              <w:rPr>
                <w:rtl/>
              </w:rPr>
              <w:t>الـكفرَ</w:t>
            </w:r>
            <w:r w:rsidR="0076657C">
              <w:rPr>
                <w:rtl/>
              </w:rPr>
              <w:t xml:space="preserve"> </w:t>
            </w:r>
            <w:r w:rsidRPr="00A0264F">
              <w:rPr>
                <w:rtl/>
              </w:rPr>
              <w:t>في</w:t>
            </w:r>
            <w:r w:rsidR="0076657C">
              <w:rPr>
                <w:rtl/>
              </w:rPr>
              <w:t xml:space="preserve"> </w:t>
            </w:r>
            <w:r w:rsidRPr="00A0264F">
              <w:rPr>
                <w:rtl/>
              </w:rPr>
              <w:t>بأسهم</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عـلى</w:t>
            </w:r>
            <w:r>
              <w:rPr>
                <w:rtl/>
              </w:rPr>
              <w:t xml:space="preserve"> </w:t>
            </w:r>
            <w:r w:rsidRPr="00A0264F">
              <w:rPr>
                <w:rtl/>
              </w:rPr>
              <w:t>أنّ</w:t>
            </w:r>
            <w:r w:rsidR="0076657C">
              <w:rPr>
                <w:rtl/>
              </w:rPr>
              <w:t xml:space="preserve"> </w:t>
            </w:r>
            <w:r w:rsidRPr="00A0264F">
              <w:rPr>
                <w:rtl/>
              </w:rPr>
              <w:t>فـيهم</w:t>
            </w:r>
            <w:r w:rsidR="0076657C">
              <w:rPr>
                <w:rtl/>
              </w:rPr>
              <w:t xml:space="preserve"> </w:t>
            </w:r>
            <w:r w:rsidRPr="00A0264F">
              <w:rPr>
                <w:rtl/>
              </w:rPr>
              <w:t>أمـانُ</w:t>
            </w:r>
            <w:r w:rsidR="0076657C">
              <w:rPr>
                <w:rtl/>
              </w:rPr>
              <w:t xml:space="preserve"> </w:t>
            </w:r>
            <w:r w:rsidRPr="00A0264F">
              <w:rPr>
                <w:rtl/>
              </w:rPr>
              <w:t>المروعِ</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وقـفتُ</w:t>
            </w:r>
            <w:r w:rsidR="0076657C">
              <w:rPr>
                <w:rtl/>
              </w:rPr>
              <w:t xml:space="preserve"> </w:t>
            </w:r>
            <w:r w:rsidRPr="00A0264F">
              <w:rPr>
                <w:rtl/>
              </w:rPr>
              <w:t>عـلى</w:t>
            </w:r>
            <w:r w:rsidR="0076657C">
              <w:rPr>
                <w:rtl/>
              </w:rPr>
              <w:t xml:space="preserve"> </w:t>
            </w:r>
            <w:r w:rsidRPr="00A0264F">
              <w:rPr>
                <w:rtl/>
              </w:rPr>
              <w:t>رسـمهم</w:t>
            </w:r>
            <w:r w:rsidR="0076657C">
              <w:rPr>
                <w:rtl/>
              </w:rPr>
              <w:t xml:space="preserve"> </w:t>
            </w:r>
            <w:r w:rsidRPr="00A0264F">
              <w:rPr>
                <w:rtl/>
              </w:rPr>
              <w:t>والـدمو</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عُ</w:t>
            </w:r>
            <w:r w:rsidR="0076657C">
              <w:rPr>
                <w:rtl/>
              </w:rPr>
              <w:t xml:space="preserve"> </w:t>
            </w:r>
            <w:r w:rsidRPr="00A0264F">
              <w:rPr>
                <w:rtl/>
              </w:rPr>
              <w:t>تسيلُ</w:t>
            </w:r>
            <w:r w:rsidR="0076657C">
              <w:rPr>
                <w:rtl/>
              </w:rPr>
              <w:t xml:space="preserve"> </w:t>
            </w:r>
            <w:r w:rsidRPr="00A0264F">
              <w:rPr>
                <w:rtl/>
              </w:rPr>
              <w:t>ونارُ</w:t>
            </w:r>
            <w:r w:rsidR="0076657C">
              <w:rPr>
                <w:rtl/>
              </w:rPr>
              <w:t xml:space="preserve"> </w:t>
            </w:r>
            <w:r w:rsidRPr="00A0264F">
              <w:rPr>
                <w:rtl/>
              </w:rPr>
              <w:t>الجوى</w:t>
            </w:r>
            <w:r w:rsidR="0076657C">
              <w:rPr>
                <w:rtl/>
              </w:rPr>
              <w:t xml:space="preserve"> </w:t>
            </w:r>
            <w:r w:rsidRPr="00A0264F">
              <w:rPr>
                <w:rtl/>
              </w:rPr>
              <w:t>في</w:t>
            </w:r>
            <w:r w:rsidR="0076657C">
              <w:rPr>
                <w:rtl/>
              </w:rPr>
              <w:t xml:space="preserve"> </w:t>
            </w:r>
            <w:r w:rsidRPr="00A0264F">
              <w:rPr>
                <w:rtl/>
              </w:rPr>
              <w:t>ضلوعي</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وكـانَ</w:t>
            </w:r>
            <w:r>
              <w:rPr>
                <w:rtl/>
              </w:rPr>
              <w:t xml:space="preserve"> </w:t>
            </w:r>
            <w:r w:rsidRPr="00A0264F">
              <w:rPr>
                <w:rtl/>
              </w:rPr>
              <w:t>مـن</w:t>
            </w:r>
            <w:r w:rsidR="0076657C">
              <w:rPr>
                <w:rtl/>
              </w:rPr>
              <w:t xml:space="preserve"> </w:t>
            </w:r>
            <w:r w:rsidRPr="00A0264F">
              <w:rPr>
                <w:rtl/>
              </w:rPr>
              <w:t>الحزمِ</w:t>
            </w:r>
            <w:r w:rsidR="0076657C">
              <w:rPr>
                <w:rtl/>
              </w:rPr>
              <w:t xml:space="preserve"> </w:t>
            </w:r>
            <w:r w:rsidRPr="00A0264F">
              <w:rPr>
                <w:rtl/>
              </w:rPr>
              <w:t>حبسُ</w:t>
            </w:r>
            <w:r w:rsidR="0076657C">
              <w:rPr>
                <w:rtl/>
              </w:rPr>
              <w:t xml:space="preserve"> </w:t>
            </w:r>
            <w:r w:rsidRPr="00A0264F">
              <w:rPr>
                <w:rtl/>
              </w:rPr>
              <w:t>البكاء</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لـو</w:t>
            </w:r>
            <w:r>
              <w:rPr>
                <w:rtl/>
              </w:rPr>
              <w:t xml:space="preserve"> </w:t>
            </w:r>
            <w:r w:rsidRPr="00A0264F">
              <w:rPr>
                <w:rtl/>
              </w:rPr>
              <w:t>أنّ</w:t>
            </w:r>
            <w:r w:rsidR="0076657C">
              <w:rPr>
                <w:rtl/>
              </w:rPr>
              <w:t xml:space="preserve"> </w:t>
            </w:r>
            <w:r w:rsidRPr="00A0264F">
              <w:rPr>
                <w:rtl/>
              </w:rPr>
              <w:t>هـنالكَ</w:t>
            </w:r>
            <w:r w:rsidR="0076657C">
              <w:rPr>
                <w:rtl/>
              </w:rPr>
              <w:t xml:space="preserve"> </w:t>
            </w:r>
            <w:r w:rsidRPr="00A0264F">
              <w:rPr>
                <w:rtl/>
              </w:rPr>
              <w:t>صبري</w:t>
            </w:r>
            <w:r w:rsidR="0076657C">
              <w:rPr>
                <w:rtl/>
              </w:rPr>
              <w:t xml:space="preserve"> </w:t>
            </w:r>
            <w:r w:rsidRPr="00A0264F">
              <w:rPr>
                <w:rtl/>
              </w:rPr>
              <w:t>مطيعي</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وهـل</w:t>
            </w:r>
            <w:r w:rsidR="0076657C">
              <w:rPr>
                <w:rtl/>
              </w:rPr>
              <w:t xml:space="preserve"> </w:t>
            </w:r>
            <w:r w:rsidRPr="00A0264F">
              <w:rPr>
                <w:rtl/>
              </w:rPr>
              <w:t>يـملكُ</w:t>
            </w:r>
            <w:r w:rsidR="0076657C">
              <w:rPr>
                <w:rtl/>
              </w:rPr>
              <w:t xml:space="preserve"> </w:t>
            </w:r>
            <w:r w:rsidRPr="00A0264F">
              <w:rPr>
                <w:rtl/>
              </w:rPr>
              <w:t>الـصبرُ</w:t>
            </w:r>
            <w:r w:rsidR="0076657C">
              <w:rPr>
                <w:rtl/>
              </w:rPr>
              <w:t xml:space="preserve"> </w:t>
            </w:r>
            <w:r w:rsidRPr="00A0264F">
              <w:rPr>
                <w:rtl/>
              </w:rPr>
              <w:t>مَنْ</w:t>
            </w:r>
            <w:r w:rsidR="0076657C">
              <w:rPr>
                <w:rtl/>
              </w:rPr>
              <w:t xml:space="preserve"> </w:t>
            </w:r>
            <w:r w:rsidRPr="00A0264F">
              <w:rPr>
                <w:rtl/>
              </w:rPr>
              <w:t>مقلتاه</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تـرى</w:t>
            </w:r>
            <w:r w:rsidR="0076657C">
              <w:rPr>
                <w:rtl/>
              </w:rPr>
              <w:t xml:space="preserve"> </w:t>
            </w:r>
            <w:r w:rsidRPr="00A0264F">
              <w:rPr>
                <w:rtl/>
              </w:rPr>
              <w:t>مهبطَ</w:t>
            </w:r>
            <w:r w:rsidR="0076657C">
              <w:rPr>
                <w:rtl/>
              </w:rPr>
              <w:t xml:space="preserve"> </w:t>
            </w:r>
            <w:r w:rsidRPr="00A0264F">
              <w:rPr>
                <w:rtl/>
              </w:rPr>
              <w:t>الوحي</w:t>
            </w:r>
            <w:r w:rsidR="0076657C">
              <w:rPr>
                <w:rtl/>
              </w:rPr>
              <w:t xml:space="preserve"> </w:t>
            </w:r>
            <w:r w:rsidRPr="00A0264F">
              <w:rPr>
                <w:rtl/>
              </w:rPr>
              <w:t>عافي</w:t>
            </w:r>
            <w:r w:rsidR="0076657C">
              <w:rPr>
                <w:rtl/>
              </w:rPr>
              <w:t xml:space="preserve"> </w:t>
            </w:r>
            <w:r w:rsidRPr="00A0264F">
              <w:rPr>
                <w:rtl/>
              </w:rPr>
              <w:t>الربوعِ</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وقَـيِّـمَهُ</w:t>
            </w:r>
            <w:r>
              <w:rPr>
                <w:rtl/>
              </w:rPr>
              <w:t xml:space="preserve"> </w:t>
            </w:r>
            <w:r w:rsidRPr="00A0264F">
              <w:rPr>
                <w:rtl/>
              </w:rPr>
              <w:t>يـمـنعُ</w:t>
            </w:r>
            <w:r w:rsidR="0076657C">
              <w:rPr>
                <w:rtl/>
              </w:rPr>
              <w:t xml:space="preserve"> </w:t>
            </w:r>
            <w:r w:rsidRPr="00A0264F">
              <w:rPr>
                <w:rtl/>
              </w:rPr>
              <w:t>الـزائـرين</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مـن</w:t>
            </w:r>
            <w:r>
              <w:rPr>
                <w:rtl/>
              </w:rPr>
              <w:t xml:space="preserve"> </w:t>
            </w:r>
            <w:r w:rsidRPr="00A0264F">
              <w:rPr>
                <w:rtl/>
              </w:rPr>
              <w:t>لـثمِ</w:t>
            </w:r>
            <w:r w:rsidR="0076657C">
              <w:rPr>
                <w:rtl/>
              </w:rPr>
              <w:t xml:space="preserve"> </w:t>
            </w:r>
            <w:r w:rsidRPr="00A0264F">
              <w:rPr>
                <w:rtl/>
              </w:rPr>
              <w:t>ذاك</w:t>
            </w:r>
            <w:r w:rsidR="0076657C">
              <w:rPr>
                <w:rtl/>
              </w:rPr>
              <w:t xml:space="preserve"> </w:t>
            </w:r>
            <w:r w:rsidRPr="00A0264F">
              <w:rPr>
                <w:rtl/>
              </w:rPr>
              <w:t>الـمقامِ</w:t>
            </w:r>
            <w:r w:rsidR="0076657C">
              <w:rPr>
                <w:rtl/>
              </w:rPr>
              <w:t xml:space="preserve"> </w:t>
            </w:r>
            <w:r w:rsidRPr="00A0264F">
              <w:rPr>
                <w:rtl/>
              </w:rPr>
              <w:t>الـمنيعِ</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إذا</w:t>
            </w:r>
            <w:r w:rsidR="0076657C">
              <w:rPr>
                <w:rtl/>
              </w:rPr>
              <w:t xml:space="preserve"> </w:t>
            </w:r>
            <w:r w:rsidRPr="00A0264F">
              <w:rPr>
                <w:rtl/>
              </w:rPr>
              <w:t>همَّ</w:t>
            </w:r>
            <w:r w:rsidR="0076657C">
              <w:rPr>
                <w:rtl/>
              </w:rPr>
              <w:t xml:space="preserve"> </w:t>
            </w:r>
            <w:r w:rsidRPr="00A0264F">
              <w:rPr>
                <w:rtl/>
              </w:rPr>
              <w:t>زوَّارهُ</w:t>
            </w:r>
            <w:r w:rsidR="0076657C">
              <w:rPr>
                <w:rtl/>
              </w:rPr>
              <w:t xml:space="preserve"> </w:t>
            </w:r>
            <w:r w:rsidRPr="00A0264F">
              <w:rPr>
                <w:rtl/>
              </w:rPr>
              <w:t>بـالـدنـوِّ</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يـذودونـهم</w:t>
            </w:r>
            <w:r w:rsidR="0076657C">
              <w:rPr>
                <w:rtl/>
              </w:rPr>
              <w:t xml:space="preserve"> </w:t>
            </w:r>
            <w:r w:rsidRPr="00A0264F">
              <w:rPr>
                <w:rtl/>
              </w:rPr>
              <w:t>عـنهُ</w:t>
            </w:r>
            <w:r w:rsidR="0076657C">
              <w:rPr>
                <w:rtl/>
              </w:rPr>
              <w:t xml:space="preserve"> </w:t>
            </w:r>
            <w:r w:rsidRPr="00A0264F">
              <w:rPr>
                <w:rtl/>
              </w:rPr>
              <w:t>ذودَ</w:t>
            </w:r>
            <w:r w:rsidR="0076657C">
              <w:rPr>
                <w:rtl/>
              </w:rPr>
              <w:t xml:space="preserve"> </w:t>
            </w:r>
            <w:r w:rsidRPr="00A0264F">
              <w:rPr>
                <w:rtl/>
              </w:rPr>
              <w:t>الـقطيعِ</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وهــذا</w:t>
            </w:r>
            <w:r>
              <w:rPr>
                <w:rtl/>
              </w:rPr>
              <w:t xml:space="preserve"> </w:t>
            </w:r>
            <w:r w:rsidRPr="00A0264F">
              <w:rPr>
                <w:rtl/>
              </w:rPr>
              <w:t>مـقامٌ</w:t>
            </w:r>
            <w:r w:rsidR="0076657C">
              <w:rPr>
                <w:rtl/>
              </w:rPr>
              <w:t xml:space="preserve"> </w:t>
            </w:r>
            <w:r w:rsidRPr="00A0264F">
              <w:rPr>
                <w:rtl/>
              </w:rPr>
              <w:t>يُـذمُ</w:t>
            </w:r>
            <w:r w:rsidR="0076657C">
              <w:rPr>
                <w:rtl/>
              </w:rPr>
              <w:t xml:space="preserve"> </w:t>
            </w:r>
            <w:r w:rsidRPr="00A0264F">
              <w:rPr>
                <w:rtl/>
              </w:rPr>
              <w:t>الـصبور</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عـليهِ</w:t>
            </w:r>
            <w:r w:rsidR="0076657C">
              <w:rPr>
                <w:rtl/>
              </w:rPr>
              <w:t xml:space="preserve"> </w:t>
            </w:r>
            <w:r w:rsidRPr="00A0264F">
              <w:rPr>
                <w:rtl/>
              </w:rPr>
              <w:t>ويُـحمدُ</w:t>
            </w:r>
            <w:r w:rsidR="0076657C">
              <w:rPr>
                <w:rtl/>
              </w:rPr>
              <w:t xml:space="preserve"> </w:t>
            </w:r>
            <w:r w:rsidRPr="00A0264F">
              <w:rPr>
                <w:rtl/>
              </w:rPr>
              <w:t>حـالُ</w:t>
            </w:r>
            <w:r w:rsidR="0076657C">
              <w:rPr>
                <w:rtl/>
              </w:rPr>
              <w:t xml:space="preserve"> </w:t>
            </w:r>
            <w:r w:rsidRPr="00A0264F">
              <w:rPr>
                <w:rtl/>
              </w:rPr>
              <w:t>الـجزوعِ</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ويـا</w:t>
            </w:r>
            <w:r w:rsidR="0076657C">
              <w:rPr>
                <w:rtl/>
              </w:rPr>
              <w:t xml:space="preserve"> </w:t>
            </w:r>
            <w:r w:rsidRPr="00A0264F">
              <w:rPr>
                <w:rtl/>
              </w:rPr>
              <w:t>لـيتَ</w:t>
            </w:r>
            <w:r w:rsidR="0076657C">
              <w:rPr>
                <w:rtl/>
              </w:rPr>
              <w:t xml:space="preserve"> </w:t>
            </w:r>
            <w:r w:rsidRPr="00A0264F">
              <w:rPr>
                <w:rtl/>
              </w:rPr>
              <w:t>شعري</w:t>
            </w:r>
            <w:r w:rsidR="0076657C">
              <w:rPr>
                <w:rtl/>
              </w:rPr>
              <w:t xml:space="preserve"> </w:t>
            </w:r>
            <w:r w:rsidRPr="00A0264F">
              <w:rPr>
                <w:rtl/>
              </w:rPr>
              <w:t>ولا</w:t>
            </w:r>
            <w:r w:rsidR="0076657C">
              <w:rPr>
                <w:rtl/>
              </w:rPr>
              <w:t xml:space="preserve"> </w:t>
            </w:r>
            <w:r w:rsidRPr="00A0264F">
              <w:rPr>
                <w:rtl/>
              </w:rPr>
              <w:t>تبرح</w:t>
            </w:r>
            <w:r w:rsidR="0076657C">
              <w:rPr>
                <w:rtl/>
              </w:rPr>
              <w:t xml:space="preserve"> </w:t>
            </w:r>
            <w:r w:rsidRPr="00A0264F">
              <w:rPr>
                <w:rtl/>
              </w:rPr>
              <w:t>الـ</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لـيالي</w:t>
            </w:r>
            <w:r w:rsidR="0076657C">
              <w:rPr>
                <w:rtl/>
              </w:rPr>
              <w:t xml:space="preserve"> </w:t>
            </w:r>
            <w:r w:rsidRPr="00A0264F">
              <w:rPr>
                <w:rtl/>
              </w:rPr>
              <w:t>تـجيء</w:t>
            </w:r>
            <w:r w:rsidR="0076657C">
              <w:rPr>
                <w:rtl/>
              </w:rPr>
              <w:t xml:space="preserve"> </w:t>
            </w:r>
            <w:r w:rsidRPr="00A0264F">
              <w:rPr>
                <w:rtl/>
              </w:rPr>
              <w:t>بـخطبٍ</w:t>
            </w:r>
            <w:r w:rsidR="0076657C">
              <w:rPr>
                <w:rtl/>
              </w:rPr>
              <w:t xml:space="preserve"> </w:t>
            </w:r>
            <w:r w:rsidRPr="00A0264F">
              <w:rPr>
                <w:rtl/>
              </w:rPr>
              <w:t>فـظيعِ</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أكــانَ</w:t>
            </w:r>
            <w:r w:rsidR="0076657C">
              <w:rPr>
                <w:rtl/>
              </w:rPr>
              <w:t xml:space="preserve"> </w:t>
            </w:r>
            <w:r w:rsidRPr="00A0264F">
              <w:rPr>
                <w:rtl/>
              </w:rPr>
              <w:t>إلـيـهم</w:t>
            </w:r>
            <w:r w:rsidR="0076657C">
              <w:rPr>
                <w:rtl/>
              </w:rPr>
              <w:t xml:space="preserve"> </w:t>
            </w:r>
            <w:r w:rsidRPr="00A0264F">
              <w:rPr>
                <w:rtl/>
              </w:rPr>
              <w:t>أسـاءَ</w:t>
            </w:r>
            <w:r w:rsidR="0076657C">
              <w:rPr>
                <w:rtl/>
              </w:rPr>
              <w:t xml:space="preserve"> </w:t>
            </w:r>
            <w:r w:rsidRPr="00A0264F">
              <w:rPr>
                <w:rtl/>
              </w:rPr>
              <w:t>الـنبيُّ</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فـيـجزونهُ</w:t>
            </w:r>
            <w:r w:rsidR="0076657C">
              <w:rPr>
                <w:rtl/>
              </w:rPr>
              <w:t xml:space="preserve"> </w:t>
            </w:r>
            <w:r w:rsidRPr="00A0264F">
              <w:rPr>
                <w:rtl/>
              </w:rPr>
              <w:t>بـالـفعالِ</w:t>
            </w:r>
            <w:r w:rsidR="0076657C">
              <w:rPr>
                <w:rtl/>
              </w:rPr>
              <w:t xml:space="preserve"> </w:t>
            </w:r>
            <w:r w:rsidRPr="00A0264F">
              <w:rPr>
                <w:rtl/>
              </w:rPr>
              <w:t>الـشنيعِ</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لـئن</w:t>
            </w:r>
            <w:r>
              <w:rPr>
                <w:rtl/>
              </w:rPr>
              <w:t xml:space="preserve"> </w:t>
            </w:r>
            <w:r w:rsidRPr="00A0264F">
              <w:rPr>
                <w:rtl/>
              </w:rPr>
              <w:t>كـانَ</w:t>
            </w:r>
            <w:r w:rsidR="0076657C">
              <w:rPr>
                <w:rtl/>
              </w:rPr>
              <w:t xml:space="preserve"> </w:t>
            </w:r>
            <w:r w:rsidRPr="00A0264F">
              <w:rPr>
                <w:rtl/>
              </w:rPr>
              <w:t>فـي</w:t>
            </w:r>
            <w:r w:rsidR="0076657C">
              <w:rPr>
                <w:rtl/>
              </w:rPr>
              <w:t xml:space="preserve"> </w:t>
            </w:r>
            <w:r w:rsidRPr="00A0264F">
              <w:rPr>
                <w:rtl/>
              </w:rPr>
              <w:t>مـكةَ</w:t>
            </w:r>
            <w:r w:rsidR="0076657C">
              <w:rPr>
                <w:rtl/>
              </w:rPr>
              <w:t xml:space="preserve"> </w:t>
            </w:r>
            <w:r w:rsidRPr="00A0264F">
              <w:rPr>
                <w:rtl/>
              </w:rPr>
              <w:t>صنعهم</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بـحجّاجها</w:t>
            </w:r>
            <w:r>
              <w:rPr>
                <w:rtl/>
              </w:rPr>
              <w:t xml:space="preserve"> </w:t>
            </w:r>
            <w:r w:rsidRPr="00A0264F">
              <w:rPr>
                <w:rtl/>
              </w:rPr>
              <w:t>نـحو</w:t>
            </w:r>
            <w:r w:rsidR="0076657C">
              <w:rPr>
                <w:rtl/>
              </w:rPr>
              <w:t xml:space="preserve"> </w:t>
            </w:r>
            <w:r w:rsidRPr="00A0264F">
              <w:rPr>
                <w:rtl/>
              </w:rPr>
              <w:t>هـذا</w:t>
            </w:r>
            <w:r w:rsidR="0076657C">
              <w:rPr>
                <w:rtl/>
              </w:rPr>
              <w:t xml:space="preserve"> </w:t>
            </w:r>
            <w:r w:rsidRPr="00A0264F">
              <w:rPr>
                <w:rtl/>
              </w:rPr>
              <w:t>الصنيعِ</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فـلستُ</w:t>
            </w:r>
            <w:r>
              <w:rPr>
                <w:rtl/>
              </w:rPr>
              <w:t xml:space="preserve"> </w:t>
            </w:r>
            <w:r w:rsidRPr="00A0264F">
              <w:rPr>
                <w:rtl/>
              </w:rPr>
              <w:t>أرى</w:t>
            </w:r>
            <w:r w:rsidR="0076657C">
              <w:rPr>
                <w:rtl/>
              </w:rPr>
              <w:t xml:space="preserve"> </w:t>
            </w:r>
            <w:r w:rsidRPr="00A0264F">
              <w:rPr>
                <w:rtl/>
              </w:rPr>
              <w:t>الـحجّ</w:t>
            </w:r>
            <w:r w:rsidR="0076657C">
              <w:rPr>
                <w:rtl/>
              </w:rPr>
              <w:t xml:space="preserve"> </w:t>
            </w:r>
            <w:r w:rsidRPr="00A0264F">
              <w:rPr>
                <w:rtl/>
              </w:rPr>
              <w:t>بـالمستطا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عِ</w:t>
            </w:r>
            <w:r>
              <w:rPr>
                <w:rtl/>
              </w:rPr>
              <w:t xml:space="preserve"> </w:t>
            </w:r>
            <w:r w:rsidRPr="00A0264F">
              <w:rPr>
                <w:rtl/>
              </w:rPr>
              <w:t>ولا</w:t>
            </w:r>
            <w:r w:rsidR="0076657C">
              <w:rPr>
                <w:rtl/>
              </w:rPr>
              <w:t xml:space="preserve"> </w:t>
            </w:r>
            <w:r w:rsidRPr="00A0264F">
              <w:rPr>
                <w:rtl/>
              </w:rPr>
              <w:t>واجـدُ</w:t>
            </w:r>
            <w:r w:rsidR="0076657C">
              <w:rPr>
                <w:rtl/>
              </w:rPr>
              <w:t xml:space="preserve"> </w:t>
            </w:r>
            <w:r w:rsidRPr="00A0264F">
              <w:rPr>
                <w:rtl/>
              </w:rPr>
              <w:t>الـمالَ</w:t>
            </w:r>
            <w:r w:rsidR="0076657C">
              <w:rPr>
                <w:rtl/>
              </w:rPr>
              <w:t xml:space="preserve"> </w:t>
            </w:r>
            <w:r w:rsidRPr="00A0264F">
              <w:rPr>
                <w:rtl/>
              </w:rPr>
              <w:t>بالمستطيعِ</w:t>
            </w:r>
            <w:r w:rsidRPr="00725071">
              <w:rPr>
                <w:rStyle w:val="libPoemTiniChar0"/>
                <w:rtl/>
              </w:rPr>
              <w:br/>
              <w:t> </w:t>
            </w:r>
          </w:p>
        </w:tc>
      </w:tr>
    </w:tbl>
    <w:p w:rsidR="00A5546B" w:rsidRDefault="00A5546B" w:rsidP="00A5546B">
      <w:pPr>
        <w:pStyle w:val="libNormal"/>
      </w:pPr>
      <w:r>
        <w:rPr>
          <w:rtl/>
        </w:rPr>
        <w:br w:type="page"/>
      </w:r>
    </w:p>
    <w:p w:rsidR="00A0264F" w:rsidRPr="00A5546B" w:rsidRDefault="00A0264F" w:rsidP="00A5546B">
      <w:pPr>
        <w:pStyle w:val="Heading3Center"/>
      </w:pPr>
      <w:bookmarkStart w:id="20" w:name="تَذَكُّرُ_الموت"/>
      <w:bookmarkStart w:id="21" w:name="_Toc430519745"/>
      <w:r w:rsidRPr="00A0264F">
        <w:rPr>
          <w:rtl/>
        </w:rPr>
        <w:t>تَذَكُّرُ الموت</w:t>
      </w:r>
      <w:bookmarkEnd w:id="20"/>
      <w:bookmarkEnd w:id="21"/>
    </w:p>
    <w:tbl>
      <w:tblPr>
        <w:tblStyle w:val="TableGrid"/>
        <w:bidiVisual/>
        <w:tblW w:w="4562" w:type="pct"/>
        <w:tblInd w:w="384" w:type="dxa"/>
        <w:tblLook w:val="04A0"/>
      </w:tblPr>
      <w:tblGrid>
        <w:gridCol w:w="3536"/>
        <w:gridCol w:w="272"/>
        <w:gridCol w:w="3502"/>
      </w:tblGrid>
      <w:tr w:rsidR="00992D84" w:rsidTr="00992D84">
        <w:trPr>
          <w:trHeight w:val="350"/>
        </w:trPr>
        <w:tc>
          <w:tcPr>
            <w:tcW w:w="3536" w:type="dxa"/>
          </w:tcPr>
          <w:p w:rsidR="00992D84" w:rsidRDefault="00992D84" w:rsidP="00D42610">
            <w:pPr>
              <w:pStyle w:val="libPoem"/>
            </w:pPr>
            <w:r w:rsidRPr="00A0264F">
              <w:rPr>
                <w:rtl/>
              </w:rPr>
              <w:t>أرى</w:t>
            </w:r>
            <w:r w:rsidR="0076657C">
              <w:rPr>
                <w:rtl/>
              </w:rPr>
              <w:t xml:space="preserve"> </w:t>
            </w:r>
            <w:r w:rsidRPr="00A0264F">
              <w:rPr>
                <w:rtl/>
              </w:rPr>
              <w:t>عـمري</w:t>
            </w:r>
            <w:r w:rsidR="0076657C">
              <w:rPr>
                <w:rtl/>
              </w:rPr>
              <w:t xml:space="preserve"> </w:t>
            </w:r>
            <w:r w:rsidRPr="00A0264F">
              <w:rPr>
                <w:rtl/>
              </w:rPr>
              <w:t>مْـؤذِناً</w:t>
            </w:r>
            <w:r w:rsidR="0076657C">
              <w:rPr>
                <w:rtl/>
              </w:rPr>
              <w:t xml:space="preserve"> </w:t>
            </w:r>
            <w:r w:rsidRPr="00A0264F">
              <w:rPr>
                <w:rtl/>
              </w:rPr>
              <w:t>بالذهابِ</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تَـمُرُّ</w:t>
            </w:r>
            <w:r>
              <w:rPr>
                <w:rtl/>
              </w:rPr>
              <w:t xml:space="preserve"> </w:t>
            </w:r>
            <w:r w:rsidRPr="00A0264F">
              <w:rPr>
                <w:rtl/>
              </w:rPr>
              <w:t>لـياليهِ</w:t>
            </w:r>
            <w:r w:rsidR="0076657C">
              <w:rPr>
                <w:rtl/>
              </w:rPr>
              <w:t xml:space="preserve"> </w:t>
            </w:r>
            <w:r w:rsidRPr="00A0264F">
              <w:rPr>
                <w:rtl/>
              </w:rPr>
              <w:t>مَـرَّ</w:t>
            </w:r>
            <w:r w:rsidR="0076657C">
              <w:rPr>
                <w:rtl/>
              </w:rPr>
              <w:t xml:space="preserve"> </w:t>
            </w:r>
            <w:r w:rsidRPr="00A0264F">
              <w:rPr>
                <w:rtl/>
              </w:rPr>
              <w:t>الـسحابِ</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وتُـفـجِئُني</w:t>
            </w:r>
            <w:r>
              <w:rPr>
                <w:rtl/>
              </w:rPr>
              <w:t xml:space="preserve"> </w:t>
            </w:r>
            <w:r w:rsidRPr="00A0264F">
              <w:rPr>
                <w:rtl/>
              </w:rPr>
              <w:t>بـيـضُ</w:t>
            </w:r>
            <w:r w:rsidR="0076657C">
              <w:rPr>
                <w:rtl/>
              </w:rPr>
              <w:t xml:space="preserve"> </w:t>
            </w:r>
            <w:r w:rsidRPr="00A0264F">
              <w:rPr>
                <w:rtl/>
              </w:rPr>
              <w:t>أيـامه</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فـتسلخُ</w:t>
            </w:r>
            <w:r>
              <w:rPr>
                <w:rtl/>
              </w:rPr>
              <w:t xml:space="preserve"> </w:t>
            </w:r>
            <w:r w:rsidRPr="00A0264F">
              <w:rPr>
                <w:rtl/>
              </w:rPr>
              <w:t>مـنّي</w:t>
            </w:r>
            <w:r w:rsidR="0076657C">
              <w:rPr>
                <w:rtl/>
              </w:rPr>
              <w:t xml:space="preserve"> </w:t>
            </w:r>
            <w:r w:rsidRPr="00A0264F">
              <w:rPr>
                <w:rtl/>
              </w:rPr>
              <w:t>سـوادَ</w:t>
            </w:r>
            <w:r w:rsidR="0076657C">
              <w:rPr>
                <w:rtl/>
              </w:rPr>
              <w:t xml:space="preserve"> </w:t>
            </w:r>
            <w:r w:rsidRPr="00A0264F">
              <w:rPr>
                <w:rtl/>
              </w:rPr>
              <w:t>الشبابِ</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فـمَنْ</w:t>
            </w:r>
            <w:r>
              <w:rPr>
                <w:rtl/>
              </w:rPr>
              <w:t xml:space="preserve"> </w:t>
            </w:r>
            <w:r w:rsidRPr="00A0264F">
              <w:rPr>
                <w:rtl/>
              </w:rPr>
              <w:t>لي</w:t>
            </w:r>
            <w:r w:rsidR="0076657C">
              <w:rPr>
                <w:rtl/>
              </w:rPr>
              <w:t xml:space="preserve"> </w:t>
            </w:r>
            <w:r w:rsidRPr="00A0264F">
              <w:rPr>
                <w:rtl/>
              </w:rPr>
              <w:t>إذا</w:t>
            </w:r>
            <w:r w:rsidR="0076657C">
              <w:rPr>
                <w:rtl/>
              </w:rPr>
              <w:t xml:space="preserve"> </w:t>
            </w:r>
            <w:r w:rsidRPr="00A0264F">
              <w:rPr>
                <w:rtl/>
              </w:rPr>
              <w:t>حانَ</w:t>
            </w:r>
            <w:r w:rsidR="0076657C">
              <w:rPr>
                <w:rtl/>
              </w:rPr>
              <w:t xml:space="preserve"> </w:t>
            </w:r>
            <w:r w:rsidRPr="00A0264F">
              <w:rPr>
                <w:rtl/>
              </w:rPr>
              <w:t>منّي</w:t>
            </w:r>
            <w:r w:rsidR="0076657C">
              <w:rPr>
                <w:rtl/>
              </w:rPr>
              <w:t xml:space="preserve"> </w:t>
            </w:r>
            <w:r w:rsidRPr="00A0264F">
              <w:rPr>
                <w:rtl/>
              </w:rPr>
              <w:t>الحمام</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ولـم</w:t>
            </w:r>
            <w:r w:rsidR="0076657C">
              <w:rPr>
                <w:rtl/>
              </w:rPr>
              <w:t xml:space="preserve"> </w:t>
            </w:r>
            <w:r w:rsidRPr="00A0264F">
              <w:rPr>
                <w:rtl/>
              </w:rPr>
              <w:t>أسـتطع</w:t>
            </w:r>
            <w:r w:rsidR="0076657C">
              <w:rPr>
                <w:rtl/>
              </w:rPr>
              <w:t xml:space="preserve"> </w:t>
            </w:r>
            <w:r w:rsidRPr="00A0264F">
              <w:rPr>
                <w:rtl/>
              </w:rPr>
              <w:t>منهُ</w:t>
            </w:r>
            <w:r w:rsidR="0076657C">
              <w:rPr>
                <w:rtl/>
              </w:rPr>
              <w:t xml:space="preserve"> </w:t>
            </w:r>
            <w:r w:rsidRPr="00A0264F">
              <w:rPr>
                <w:rtl/>
              </w:rPr>
              <w:t>دفعاً</w:t>
            </w:r>
            <w:r w:rsidR="0076657C">
              <w:rPr>
                <w:rtl/>
              </w:rPr>
              <w:t xml:space="preserve"> </w:t>
            </w:r>
            <w:r w:rsidRPr="00A0264F">
              <w:rPr>
                <w:rtl/>
              </w:rPr>
              <w:t>لما</w:t>
            </w:r>
            <w:r w:rsidR="0076657C">
              <w:rPr>
                <w:rtl/>
              </w:rPr>
              <w:t xml:space="preserve"> </w:t>
            </w:r>
            <w:r w:rsidRPr="00A0264F">
              <w:rPr>
                <w:rtl/>
              </w:rPr>
              <w:t>بي</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ومَـنْ</w:t>
            </w:r>
            <w:r w:rsidR="0076657C">
              <w:rPr>
                <w:rtl/>
              </w:rPr>
              <w:t xml:space="preserve"> </w:t>
            </w:r>
            <w:r w:rsidRPr="00A0264F">
              <w:rPr>
                <w:rtl/>
              </w:rPr>
              <w:t>لـي</w:t>
            </w:r>
            <w:r w:rsidR="0076657C">
              <w:rPr>
                <w:rtl/>
              </w:rPr>
              <w:t xml:space="preserve"> </w:t>
            </w:r>
            <w:r w:rsidRPr="00A0264F">
              <w:rPr>
                <w:rtl/>
              </w:rPr>
              <w:t>إذا</w:t>
            </w:r>
            <w:r w:rsidR="0076657C">
              <w:rPr>
                <w:rtl/>
              </w:rPr>
              <w:t xml:space="preserve"> </w:t>
            </w:r>
            <w:r w:rsidRPr="00A0264F">
              <w:rPr>
                <w:rtl/>
              </w:rPr>
              <w:t>قـلَّبتني</w:t>
            </w:r>
            <w:r w:rsidR="0076657C">
              <w:rPr>
                <w:rtl/>
              </w:rPr>
              <w:t xml:space="preserve"> </w:t>
            </w:r>
            <w:r w:rsidRPr="00A0264F">
              <w:rPr>
                <w:rtl/>
              </w:rPr>
              <w:t>الأكفُّ</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وجـرّدني</w:t>
            </w:r>
            <w:r>
              <w:rPr>
                <w:rtl/>
              </w:rPr>
              <w:t xml:space="preserve"> </w:t>
            </w:r>
            <w:r w:rsidRPr="00A0264F">
              <w:rPr>
                <w:rtl/>
              </w:rPr>
              <w:t>غـاسلي</w:t>
            </w:r>
            <w:r w:rsidR="0076657C">
              <w:rPr>
                <w:rtl/>
              </w:rPr>
              <w:t xml:space="preserve"> </w:t>
            </w:r>
            <w:r w:rsidRPr="00A0264F">
              <w:rPr>
                <w:rtl/>
              </w:rPr>
              <w:t>من</w:t>
            </w:r>
            <w:r w:rsidR="0076657C">
              <w:rPr>
                <w:rtl/>
              </w:rPr>
              <w:t xml:space="preserve"> </w:t>
            </w:r>
            <w:r w:rsidRPr="00A0264F">
              <w:rPr>
                <w:rtl/>
              </w:rPr>
              <w:t>ثيابي</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ومَنْ</w:t>
            </w:r>
            <w:r w:rsidR="0076657C">
              <w:rPr>
                <w:rtl/>
              </w:rPr>
              <w:t xml:space="preserve"> </w:t>
            </w:r>
            <w:r w:rsidRPr="00A0264F">
              <w:rPr>
                <w:rtl/>
              </w:rPr>
              <w:t>لي</w:t>
            </w:r>
            <w:r w:rsidR="0076657C">
              <w:rPr>
                <w:rtl/>
              </w:rPr>
              <w:t xml:space="preserve"> </w:t>
            </w:r>
            <w:r w:rsidRPr="00A0264F">
              <w:rPr>
                <w:rtl/>
              </w:rPr>
              <w:t>إذا</w:t>
            </w:r>
            <w:r w:rsidR="0076657C">
              <w:rPr>
                <w:rtl/>
              </w:rPr>
              <w:t xml:space="preserve"> </w:t>
            </w:r>
            <w:r w:rsidRPr="00A0264F">
              <w:rPr>
                <w:rtl/>
              </w:rPr>
              <w:t>صرتُ</w:t>
            </w:r>
            <w:r w:rsidR="0076657C">
              <w:rPr>
                <w:rtl/>
              </w:rPr>
              <w:t xml:space="preserve"> </w:t>
            </w:r>
            <w:r w:rsidRPr="00A0264F">
              <w:rPr>
                <w:rtl/>
              </w:rPr>
              <w:t>فوق</w:t>
            </w:r>
            <w:r w:rsidR="0076657C">
              <w:rPr>
                <w:rtl/>
              </w:rPr>
              <w:t xml:space="preserve"> </w:t>
            </w:r>
            <w:r w:rsidRPr="00A0264F">
              <w:rPr>
                <w:rtl/>
              </w:rPr>
              <w:t>السريـ</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رِ</w:t>
            </w:r>
            <w:r>
              <w:rPr>
                <w:rtl/>
              </w:rPr>
              <w:t xml:space="preserve"> </w:t>
            </w:r>
            <w:r w:rsidRPr="00A0264F">
              <w:rPr>
                <w:rtl/>
              </w:rPr>
              <w:t>وشيلَ</w:t>
            </w:r>
            <w:r w:rsidR="0076657C">
              <w:rPr>
                <w:rtl/>
              </w:rPr>
              <w:t xml:space="preserve"> </w:t>
            </w:r>
            <w:r w:rsidRPr="00A0264F">
              <w:rPr>
                <w:rtl/>
              </w:rPr>
              <w:t>سريري</w:t>
            </w:r>
            <w:r w:rsidR="0076657C">
              <w:rPr>
                <w:rtl/>
              </w:rPr>
              <w:t xml:space="preserve"> </w:t>
            </w:r>
            <w:r w:rsidRPr="00A0264F">
              <w:rPr>
                <w:rtl/>
              </w:rPr>
              <w:t>فوقَ</w:t>
            </w:r>
            <w:r w:rsidR="0076657C">
              <w:rPr>
                <w:rtl/>
              </w:rPr>
              <w:t xml:space="preserve"> </w:t>
            </w:r>
            <w:r w:rsidRPr="00A0264F">
              <w:rPr>
                <w:rtl/>
              </w:rPr>
              <w:t>الرقابِ</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ومَـنْ</w:t>
            </w:r>
            <w:r w:rsidR="0076657C">
              <w:rPr>
                <w:rtl/>
              </w:rPr>
              <w:t xml:space="preserve"> </w:t>
            </w:r>
            <w:r w:rsidRPr="00A0264F">
              <w:rPr>
                <w:rtl/>
              </w:rPr>
              <w:t>لـي</w:t>
            </w:r>
            <w:r w:rsidR="0076657C">
              <w:rPr>
                <w:rtl/>
              </w:rPr>
              <w:t xml:space="preserve"> </w:t>
            </w:r>
            <w:r w:rsidRPr="00A0264F">
              <w:rPr>
                <w:rtl/>
              </w:rPr>
              <w:t>إذا</w:t>
            </w:r>
            <w:r w:rsidR="0076657C">
              <w:rPr>
                <w:rtl/>
              </w:rPr>
              <w:t xml:space="preserve"> </w:t>
            </w:r>
            <w:r w:rsidRPr="00A0264F">
              <w:rPr>
                <w:rtl/>
              </w:rPr>
              <w:t>ما</w:t>
            </w:r>
            <w:r w:rsidR="0076657C">
              <w:rPr>
                <w:rtl/>
              </w:rPr>
              <w:t xml:space="preserve"> </w:t>
            </w:r>
            <w:r w:rsidRPr="00A0264F">
              <w:rPr>
                <w:rtl/>
              </w:rPr>
              <w:t>هجرتُ</w:t>
            </w:r>
            <w:r w:rsidR="0076657C">
              <w:rPr>
                <w:rtl/>
              </w:rPr>
              <w:t xml:space="preserve"> </w:t>
            </w:r>
            <w:r w:rsidRPr="00A0264F">
              <w:rPr>
                <w:rtl/>
              </w:rPr>
              <w:t>الديا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رَ</w:t>
            </w:r>
            <w:r w:rsidR="0076657C">
              <w:rPr>
                <w:rtl/>
              </w:rPr>
              <w:t xml:space="preserve"> </w:t>
            </w:r>
            <w:r w:rsidRPr="00A0264F">
              <w:rPr>
                <w:rtl/>
              </w:rPr>
              <w:t>وأعتضتُ</w:t>
            </w:r>
            <w:r w:rsidR="0076657C">
              <w:rPr>
                <w:rtl/>
              </w:rPr>
              <w:t xml:space="preserve"> </w:t>
            </w:r>
            <w:r w:rsidRPr="00A0264F">
              <w:rPr>
                <w:rtl/>
              </w:rPr>
              <w:t>عنها</w:t>
            </w:r>
            <w:r w:rsidR="0076657C">
              <w:rPr>
                <w:rtl/>
              </w:rPr>
              <w:t xml:space="preserve"> </w:t>
            </w:r>
            <w:r w:rsidRPr="00A0264F">
              <w:rPr>
                <w:rtl/>
              </w:rPr>
              <w:t>بدارِ</w:t>
            </w:r>
            <w:r w:rsidR="0076657C">
              <w:rPr>
                <w:rtl/>
              </w:rPr>
              <w:t xml:space="preserve"> </w:t>
            </w:r>
            <w:r w:rsidRPr="00A0264F">
              <w:rPr>
                <w:rtl/>
              </w:rPr>
              <w:t>الخرابِ</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ومَـنْ</w:t>
            </w:r>
            <w:r>
              <w:rPr>
                <w:rtl/>
              </w:rPr>
              <w:t xml:space="preserve"> </w:t>
            </w:r>
            <w:r w:rsidRPr="00A0264F">
              <w:rPr>
                <w:rtl/>
              </w:rPr>
              <w:t>لـي</w:t>
            </w:r>
            <w:r w:rsidR="0076657C">
              <w:rPr>
                <w:rtl/>
              </w:rPr>
              <w:t xml:space="preserve"> </w:t>
            </w:r>
            <w:r w:rsidRPr="00A0264F">
              <w:rPr>
                <w:rtl/>
              </w:rPr>
              <w:t>إذا</w:t>
            </w:r>
            <w:r w:rsidR="0076657C">
              <w:rPr>
                <w:rtl/>
              </w:rPr>
              <w:t xml:space="preserve"> </w:t>
            </w:r>
            <w:r w:rsidRPr="00A0264F">
              <w:rPr>
                <w:rtl/>
              </w:rPr>
              <w:t>آبَ</w:t>
            </w:r>
            <w:r w:rsidR="0076657C">
              <w:rPr>
                <w:rtl/>
              </w:rPr>
              <w:t xml:space="preserve"> </w:t>
            </w:r>
            <w:r w:rsidRPr="00A0264F">
              <w:rPr>
                <w:rtl/>
              </w:rPr>
              <w:t>أهلُ</w:t>
            </w:r>
            <w:r w:rsidR="0076657C">
              <w:rPr>
                <w:rtl/>
              </w:rPr>
              <w:t xml:space="preserve"> </w:t>
            </w:r>
            <w:r w:rsidRPr="00A0264F">
              <w:rPr>
                <w:rtl/>
              </w:rPr>
              <w:t>الودا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دِ</w:t>
            </w:r>
            <w:r w:rsidR="0076657C">
              <w:rPr>
                <w:rtl/>
              </w:rPr>
              <w:t xml:space="preserve"> </w:t>
            </w:r>
            <w:r w:rsidRPr="00A0264F">
              <w:rPr>
                <w:rtl/>
              </w:rPr>
              <w:t>عـنِّي</w:t>
            </w:r>
            <w:r w:rsidR="0076657C">
              <w:rPr>
                <w:rtl/>
              </w:rPr>
              <w:t xml:space="preserve"> </w:t>
            </w:r>
            <w:r w:rsidRPr="00A0264F">
              <w:rPr>
                <w:rtl/>
              </w:rPr>
              <w:t>وقـد</w:t>
            </w:r>
            <w:r w:rsidR="0076657C">
              <w:rPr>
                <w:rtl/>
              </w:rPr>
              <w:t xml:space="preserve"> </w:t>
            </w:r>
            <w:r w:rsidRPr="00A0264F">
              <w:rPr>
                <w:rtl/>
              </w:rPr>
              <w:t>يئسوا</w:t>
            </w:r>
            <w:r w:rsidR="0076657C">
              <w:rPr>
                <w:rtl/>
              </w:rPr>
              <w:t xml:space="preserve"> </w:t>
            </w:r>
            <w:r w:rsidRPr="00A0264F">
              <w:rPr>
                <w:rtl/>
              </w:rPr>
              <w:t>من</w:t>
            </w:r>
            <w:r w:rsidR="0076657C">
              <w:rPr>
                <w:rtl/>
              </w:rPr>
              <w:t xml:space="preserve"> </w:t>
            </w:r>
            <w:r w:rsidRPr="00A0264F">
              <w:rPr>
                <w:rtl/>
              </w:rPr>
              <w:t>إيابي</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ومَـنْ</w:t>
            </w:r>
            <w:r>
              <w:rPr>
                <w:rtl/>
              </w:rPr>
              <w:t xml:space="preserve"> </w:t>
            </w:r>
            <w:r w:rsidRPr="00A0264F">
              <w:rPr>
                <w:rtl/>
              </w:rPr>
              <w:t>لي</w:t>
            </w:r>
            <w:r w:rsidR="0076657C">
              <w:rPr>
                <w:rtl/>
              </w:rPr>
              <w:t xml:space="preserve"> </w:t>
            </w:r>
            <w:r w:rsidRPr="00A0264F">
              <w:rPr>
                <w:rtl/>
              </w:rPr>
              <w:t>إذا</w:t>
            </w:r>
            <w:r w:rsidR="0076657C">
              <w:rPr>
                <w:rtl/>
              </w:rPr>
              <w:t xml:space="preserve"> </w:t>
            </w:r>
            <w:r w:rsidRPr="00A0264F">
              <w:rPr>
                <w:rtl/>
              </w:rPr>
              <w:t>ما</w:t>
            </w:r>
            <w:r w:rsidR="0076657C">
              <w:rPr>
                <w:rtl/>
              </w:rPr>
              <w:t xml:space="preserve"> </w:t>
            </w:r>
            <w:r w:rsidRPr="00A0264F">
              <w:rPr>
                <w:rtl/>
              </w:rPr>
              <w:t>غشاني</w:t>
            </w:r>
            <w:r w:rsidR="0076657C">
              <w:rPr>
                <w:rtl/>
              </w:rPr>
              <w:t xml:space="preserve"> </w:t>
            </w:r>
            <w:r w:rsidRPr="00A0264F">
              <w:rPr>
                <w:rtl/>
              </w:rPr>
              <w:t>الظلا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مُ</w:t>
            </w:r>
            <w:r w:rsidR="0076657C">
              <w:rPr>
                <w:rtl/>
              </w:rPr>
              <w:t xml:space="preserve"> </w:t>
            </w:r>
            <w:r w:rsidRPr="00A0264F">
              <w:rPr>
                <w:rtl/>
              </w:rPr>
              <w:t>وأمسيتُ</w:t>
            </w:r>
            <w:r w:rsidR="0076657C">
              <w:rPr>
                <w:rtl/>
              </w:rPr>
              <w:t xml:space="preserve"> </w:t>
            </w:r>
            <w:r w:rsidRPr="00A0264F">
              <w:rPr>
                <w:rtl/>
              </w:rPr>
              <w:t>في</w:t>
            </w:r>
            <w:r w:rsidR="0076657C">
              <w:rPr>
                <w:rtl/>
              </w:rPr>
              <w:t xml:space="preserve"> </w:t>
            </w:r>
            <w:r w:rsidRPr="00A0264F">
              <w:rPr>
                <w:rtl/>
              </w:rPr>
              <w:t>وحشةِ</w:t>
            </w:r>
            <w:r w:rsidR="0076657C">
              <w:rPr>
                <w:rtl/>
              </w:rPr>
              <w:t xml:space="preserve"> </w:t>
            </w:r>
            <w:r w:rsidRPr="00A0264F">
              <w:rPr>
                <w:rtl/>
              </w:rPr>
              <w:t>واغترابِ</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ومَـنْ</w:t>
            </w:r>
            <w:r>
              <w:rPr>
                <w:rtl/>
              </w:rPr>
              <w:t xml:space="preserve"> </w:t>
            </w:r>
            <w:r w:rsidRPr="00A0264F">
              <w:rPr>
                <w:rtl/>
              </w:rPr>
              <w:t>لـي</w:t>
            </w:r>
            <w:r w:rsidR="0076657C">
              <w:rPr>
                <w:rtl/>
              </w:rPr>
              <w:t xml:space="preserve"> </w:t>
            </w:r>
            <w:r w:rsidRPr="00A0264F">
              <w:rPr>
                <w:rtl/>
              </w:rPr>
              <w:t>إذا</w:t>
            </w:r>
            <w:r w:rsidR="0076657C">
              <w:rPr>
                <w:rtl/>
              </w:rPr>
              <w:t xml:space="preserve"> </w:t>
            </w:r>
            <w:r w:rsidRPr="00A0264F">
              <w:rPr>
                <w:rtl/>
              </w:rPr>
              <w:t>مـنكرٌ</w:t>
            </w:r>
            <w:r w:rsidR="0076657C">
              <w:rPr>
                <w:rtl/>
              </w:rPr>
              <w:t xml:space="preserve"> </w:t>
            </w:r>
            <w:r w:rsidRPr="00A0264F">
              <w:rPr>
                <w:rtl/>
              </w:rPr>
              <w:t>جدَّ</w:t>
            </w:r>
            <w:r w:rsidR="0076657C">
              <w:rPr>
                <w:rtl/>
              </w:rPr>
              <w:t xml:space="preserve"> </w:t>
            </w:r>
            <w:r w:rsidRPr="00A0264F">
              <w:rPr>
                <w:rtl/>
              </w:rPr>
              <w:t>في</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سـؤالي</w:t>
            </w:r>
            <w:r w:rsidR="0076657C">
              <w:rPr>
                <w:rtl/>
              </w:rPr>
              <w:t xml:space="preserve"> </w:t>
            </w:r>
            <w:r w:rsidRPr="00A0264F">
              <w:rPr>
                <w:rtl/>
              </w:rPr>
              <w:t>فـأذهلني</w:t>
            </w:r>
            <w:r w:rsidR="0076657C">
              <w:rPr>
                <w:rtl/>
              </w:rPr>
              <w:t xml:space="preserve"> </w:t>
            </w:r>
            <w:r w:rsidRPr="00A0264F">
              <w:rPr>
                <w:rtl/>
              </w:rPr>
              <w:t>عن</w:t>
            </w:r>
            <w:r w:rsidR="0076657C">
              <w:rPr>
                <w:rtl/>
              </w:rPr>
              <w:t xml:space="preserve"> </w:t>
            </w:r>
            <w:r w:rsidRPr="00A0264F">
              <w:rPr>
                <w:rtl/>
              </w:rPr>
              <w:t>جوابي</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ومَـنْ</w:t>
            </w:r>
            <w:r w:rsidR="0076657C">
              <w:rPr>
                <w:rtl/>
              </w:rPr>
              <w:t xml:space="preserve"> </w:t>
            </w:r>
            <w:r w:rsidRPr="00A0264F">
              <w:rPr>
                <w:rtl/>
              </w:rPr>
              <w:t>لـي</w:t>
            </w:r>
            <w:r w:rsidR="0076657C">
              <w:rPr>
                <w:rtl/>
              </w:rPr>
              <w:t xml:space="preserve"> </w:t>
            </w:r>
            <w:r w:rsidRPr="00A0264F">
              <w:rPr>
                <w:rtl/>
              </w:rPr>
              <w:t>إذا</w:t>
            </w:r>
            <w:r w:rsidR="0076657C">
              <w:rPr>
                <w:rtl/>
              </w:rPr>
              <w:t xml:space="preserve"> </w:t>
            </w:r>
            <w:r w:rsidRPr="00A0264F">
              <w:rPr>
                <w:rtl/>
              </w:rPr>
              <w:t>دُرسـتْ</w:t>
            </w:r>
            <w:r w:rsidR="0076657C">
              <w:rPr>
                <w:rtl/>
              </w:rPr>
              <w:t xml:space="preserve"> </w:t>
            </w:r>
            <w:r w:rsidRPr="00A0264F">
              <w:rPr>
                <w:rtl/>
              </w:rPr>
              <w:t>رمّتي</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وأبـلى</w:t>
            </w:r>
            <w:r w:rsidR="0076657C">
              <w:rPr>
                <w:rtl/>
              </w:rPr>
              <w:t xml:space="preserve"> </w:t>
            </w:r>
            <w:r w:rsidRPr="00A0264F">
              <w:rPr>
                <w:rtl/>
              </w:rPr>
              <w:t>عـظامي</w:t>
            </w:r>
            <w:r w:rsidR="0076657C">
              <w:rPr>
                <w:rtl/>
              </w:rPr>
              <w:t xml:space="preserve"> </w:t>
            </w:r>
            <w:r w:rsidRPr="00A0264F">
              <w:rPr>
                <w:rtl/>
              </w:rPr>
              <w:t>عفرَ</w:t>
            </w:r>
            <w:r w:rsidR="0076657C">
              <w:rPr>
                <w:rtl/>
              </w:rPr>
              <w:t xml:space="preserve"> </w:t>
            </w:r>
            <w:r w:rsidRPr="00A0264F">
              <w:rPr>
                <w:rtl/>
              </w:rPr>
              <w:t>الترابِ</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ومَـنْ</w:t>
            </w:r>
            <w:r w:rsidR="0076657C">
              <w:rPr>
                <w:rtl/>
              </w:rPr>
              <w:t xml:space="preserve"> </w:t>
            </w:r>
            <w:r w:rsidRPr="00A0264F">
              <w:rPr>
                <w:rtl/>
              </w:rPr>
              <w:t>لـي</w:t>
            </w:r>
            <w:r w:rsidR="0076657C">
              <w:rPr>
                <w:rtl/>
              </w:rPr>
              <w:t xml:space="preserve"> </w:t>
            </w:r>
            <w:r w:rsidRPr="00A0264F">
              <w:rPr>
                <w:rtl/>
              </w:rPr>
              <w:t>إذا</w:t>
            </w:r>
            <w:r w:rsidR="0076657C">
              <w:rPr>
                <w:rtl/>
              </w:rPr>
              <w:t xml:space="preserve"> </w:t>
            </w:r>
            <w:r w:rsidRPr="00A0264F">
              <w:rPr>
                <w:rtl/>
              </w:rPr>
              <w:t>قـامَ</w:t>
            </w:r>
            <w:r w:rsidR="0076657C">
              <w:rPr>
                <w:rtl/>
              </w:rPr>
              <w:t xml:space="preserve"> </w:t>
            </w:r>
            <w:r w:rsidRPr="00A0264F">
              <w:rPr>
                <w:rtl/>
              </w:rPr>
              <w:t>يومُ</w:t>
            </w:r>
            <w:r w:rsidR="0076657C">
              <w:rPr>
                <w:rtl/>
              </w:rPr>
              <w:t xml:space="preserve"> </w:t>
            </w:r>
            <w:r w:rsidRPr="00A0264F">
              <w:rPr>
                <w:rtl/>
              </w:rPr>
              <w:t>النشو</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رِ</w:t>
            </w:r>
            <w:r>
              <w:rPr>
                <w:rtl/>
              </w:rPr>
              <w:t xml:space="preserve"> </w:t>
            </w:r>
            <w:r w:rsidRPr="00A0264F">
              <w:rPr>
                <w:rtl/>
              </w:rPr>
              <w:t>وقـمتُ</w:t>
            </w:r>
            <w:r w:rsidR="0076657C">
              <w:rPr>
                <w:rtl/>
              </w:rPr>
              <w:t xml:space="preserve"> </w:t>
            </w:r>
            <w:r w:rsidRPr="00A0264F">
              <w:rPr>
                <w:rtl/>
              </w:rPr>
              <w:t>بـلا</w:t>
            </w:r>
            <w:r w:rsidR="0076657C">
              <w:rPr>
                <w:rtl/>
              </w:rPr>
              <w:t xml:space="preserve"> </w:t>
            </w:r>
            <w:r w:rsidRPr="00A0264F">
              <w:rPr>
                <w:rtl/>
              </w:rPr>
              <w:t>حجّةٍ</w:t>
            </w:r>
            <w:r w:rsidR="0076657C">
              <w:rPr>
                <w:rtl/>
              </w:rPr>
              <w:t xml:space="preserve"> </w:t>
            </w:r>
            <w:r w:rsidRPr="00A0264F">
              <w:rPr>
                <w:rtl/>
              </w:rPr>
              <w:t>للحسابِ</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ومَـنْ</w:t>
            </w:r>
            <w:r w:rsidR="0076657C">
              <w:rPr>
                <w:rtl/>
              </w:rPr>
              <w:t xml:space="preserve"> </w:t>
            </w:r>
            <w:r w:rsidRPr="00A0264F">
              <w:rPr>
                <w:rtl/>
              </w:rPr>
              <w:t>لـي</w:t>
            </w:r>
            <w:r w:rsidR="0076657C">
              <w:rPr>
                <w:rtl/>
              </w:rPr>
              <w:t xml:space="preserve"> </w:t>
            </w:r>
            <w:r w:rsidRPr="00A0264F">
              <w:rPr>
                <w:rtl/>
              </w:rPr>
              <w:t>إذا</w:t>
            </w:r>
            <w:r w:rsidR="0076657C">
              <w:rPr>
                <w:rtl/>
              </w:rPr>
              <w:t xml:space="preserve"> </w:t>
            </w:r>
            <w:r w:rsidRPr="00A0264F">
              <w:rPr>
                <w:rtl/>
              </w:rPr>
              <w:t>نـاولوني</w:t>
            </w:r>
            <w:r w:rsidR="0076657C">
              <w:rPr>
                <w:rtl/>
              </w:rPr>
              <w:t xml:space="preserve"> </w:t>
            </w:r>
            <w:r w:rsidRPr="00A0264F">
              <w:rPr>
                <w:rtl/>
              </w:rPr>
              <w:t>الكتا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بَ</w:t>
            </w:r>
            <w:r w:rsidR="0076657C">
              <w:rPr>
                <w:rtl/>
              </w:rPr>
              <w:t xml:space="preserve"> </w:t>
            </w:r>
            <w:r w:rsidRPr="00A0264F">
              <w:rPr>
                <w:rtl/>
              </w:rPr>
              <w:t>ولم</w:t>
            </w:r>
            <w:r w:rsidR="0076657C">
              <w:rPr>
                <w:rtl/>
              </w:rPr>
              <w:t xml:space="preserve"> </w:t>
            </w:r>
            <w:r w:rsidRPr="00A0264F">
              <w:rPr>
                <w:rtl/>
              </w:rPr>
              <w:t>أدرِ</w:t>
            </w:r>
            <w:r w:rsidR="0076657C">
              <w:rPr>
                <w:rtl/>
              </w:rPr>
              <w:t xml:space="preserve"> </w:t>
            </w:r>
            <w:r w:rsidRPr="00A0264F">
              <w:rPr>
                <w:rtl/>
              </w:rPr>
              <w:t>ماذا</w:t>
            </w:r>
            <w:r w:rsidR="0076657C">
              <w:rPr>
                <w:rtl/>
              </w:rPr>
              <w:t xml:space="preserve"> </w:t>
            </w:r>
            <w:r w:rsidRPr="00A0264F">
              <w:rPr>
                <w:rtl/>
              </w:rPr>
              <w:t>أرى</w:t>
            </w:r>
            <w:r w:rsidR="0076657C">
              <w:rPr>
                <w:rtl/>
              </w:rPr>
              <w:t xml:space="preserve"> </w:t>
            </w:r>
            <w:r w:rsidRPr="00A0264F">
              <w:rPr>
                <w:rtl/>
              </w:rPr>
              <w:t>في</w:t>
            </w:r>
            <w:r w:rsidR="0076657C">
              <w:rPr>
                <w:rtl/>
              </w:rPr>
              <w:t xml:space="preserve"> </w:t>
            </w:r>
            <w:r w:rsidRPr="00A0264F">
              <w:rPr>
                <w:rtl/>
              </w:rPr>
              <w:t>كتابي</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ومَـنْ</w:t>
            </w:r>
            <w:r w:rsidR="0076657C">
              <w:rPr>
                <w:rtl/>
              </w:rPr>
              <w:t xml:space="preserve"> </w:t>
            </w:r>
            <w:r w:rsidRPr="00A0264F">
              <w:rPr>
                <w:rtl/>
              </w:rPr>
              <w:t>لـي</w:t>
            </w:r>
            <w:r w:rsidR="0076657C">
              <w:rPr>
                <w:rtl/>
              </w:rPr>
              <w:t xml:space="preserve"> </w:t>
            </w:r>
            <w:r w:rsidRPr="00A0264F">
              <w:rPr>
                <w:rtl/>
              </w:rPr>
              <w:t>إذا</w:t>
            </w:r>
            <w:r w:rsidR="0076657C">
              <w:rPr>
                <w:rtl/>
              </w:rPr>
              <w:t xml:space="preserve"> </w:t>
            </w:r>
            <w:r w:rsidRPr="00A0264F">
              <w:rPr>
                <w:rtl/>
              </w:rPr>
              <w:t>امتازت</w:t>
            </w:r>
            <w:r w:rsidR="0076657C">
              <w:rPr>
                <w:rtl/>
              </w:rPr>
              <w:t xml:space="preserve"> </w:t>
            </w:r>
            <w:r w:rsidRPr="00A0264F">
              <w:rPr>
                <w:rtl/>
              </w:rPr>
              <w:t>الفرقتا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نِ</w:t>
            </w:r>
            <w:r w:rsidR="0076657C">
              <w:rPr>
                <w:rtl/>
              </w:rPr>
              <w:t xml:space="preserve"> </w:t>
            </w:r>
            <w:r w:rsidRPr="00A0264F">
              <w:rPr>
                <w:rtl/>
              </w:rPr>
              <w:t>أهـلُ</w:t>
            </w:r>
            <w:r w:rsidR="0076657C">
              <w:rPr>
                <w:rtl/>
              </w:rPr>
              <w:t xml:space="preserve"> </w:t>
            </w:r>
            <w:r w:rsidRPr="00A0264F">
              <w:rPr>
                <w:rtl/>
              </w:rPr>
              <w:t>الـنعيمِ</w:t>
            </w:r>
            <w:r w:rsidR="0076657C">
              <w:rPr>
                <w:rtl/>
              </w:rPr>
              <w:t xml:space="preserve"> </w:t>
            </w:r>
            <w:r w:rsidRPr="00A0264F">
              <w:rPr>
                <w:rtl/>
              </w:rPr>
              <w:t>وأهلُ</w:t>
            </w:r>
            <w:r w:rsidR="0076657C">
              <w:rPr>
                <w:rtl/>
              </w:rPr>
              <w:t xml:space="preserve"> </w:t>
            </w:r>
            <w:r w:rsidRPr="00A0264F">
              <w:rPr>
                <w:rtl/>
              </w:rPr>
              <w:t>العذابِ</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وكـيفَ</w:t>
            </w:r>
            <w:r w:rsidR="0076657C">
              <w:rPr>
                <w:rtl/>
              </w:rPr>
              <w:t xml:space="preserve"> </w:t>
            </w:r>
            <w:r w:rsidRPr="00A0264F">
              <w:rPr>
                <w:rtl/>
              </w:rPr>
              <w:t>يُـعاملني</w:t>
            </w:r>
            <w:r w:rsidR="0076657C">
              <w:rPr>
                <w:rtl/>
              </w:rPr>
              <w:t xml:space="preserve"> </w:t>
            </w:r>
            <w:r w:rsidRPr="00A0264F">
              <w:rPr>
                <w:rtl/>
              </w:rPr>
              <w:t>ذو</w:t>
            </w:r>
            <w:r w:rsidR="0076657C">
              <w:rPr>
                <w:rtl/>
              </w:rPr>
              <w:t xml:space="preserve"> </w:t>
            </w:r>
            <w:r w:rsidRPr="00A0264F">
              <w:rPr>
                <w:rtl/>
              </w:rPr>
              <w:t>الـجلال</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فـأعرفُ</w:t>
            </w:r>
            <w:r w:rsidR="0076657C">
              <w:rPr>
                <w:rtl/>
              </w:rPr>
              <w:t xml:space="preserve"> </w:t>
            </w:r>
            <w:r w:rsidRPr="00A0264F">
              <w:rPr>
                <w:rtl/>
              </w:rPr>
              <w:t>كـيفَ</w:t>
            </w:r>
            <w:r w:rsidR="0076657C">
              <w:rPr>
                <w:rtl/>
              </w:rPr>
              <w:t xml:space="preserve"> </w:t>
            </w:r>
            <w:r w:rsidRPr="00A0264F">
              <w:rPr>
                <w:rtl/>
              </w:rPr>
              <w:t>يكونُ</w:t>
            </w:r>
            <w:r w:rsidR="0076657C">
              <w:rPr>
                <w:rtl/>
              </w:rPr>
              <w:t xml:space="preserve"> </w:t>
            </w:r>
            <w:r w:rsidRPr="00A0264F">
              <w:rPr>
                <w:rtl/>
              </w:rPr>
              <w:t>انقلابي</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أباللطفِ،</w:t>
            </w:r>
            <w:r>
              <w:rPr>
                <w:rtl/>
              </w:rPr>
              <w:t xml:space="preserve"> </w:t>
            </w:r>
            <w:r w:rsidRPr="00A0264F">
              <w:rPr>
                <w:rtl/>
              </w:rPr>
              <w:t>وهو</w:t>
            </w:r>
            <w:r w:rsidR="0076657C">
              <w:rPr>
                <w:rtl/>
              </w:rPr>
              <w:t xml:space="preserve"> </w:t>
            </w:r>
            <w:r w:rsidRPr="00A0264F">
              <w:rPr>
                <w:rtl/>
              </w:rPr>
              <w:t>الغفورُ</w:t>
            </w:r>
            <w:r w:rsidR="0076657C">
              <w:rPr>
                <w:rtl/>
              </w:rPr>
              <w:t xml:space="preserve"> </w:t>
            </w:r>
            <w:r w:rsidRPr="00A0264F">
              <w:rPr>
                <w:rtl/>
              </w:rPr>
              <w:t>الرحيم،</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أمْ</w:t>
            </w:r>
            <w:r>
              <w:rPr>
                <w:rtl/>
              </w:rPr>
              <w:t xml:space="preserve"> </w:t>
            </w:r>
            <w:r w:rsidRPr="00A0264F">
              <w:rPr>
                <w:rtl/>
              </w:rPr>
              <w:t>الـعدلِ</w:t>
            </w:r>
            <w:r w:rsidR="0076657C">
              <w:rPr>
                <w:rtl/>
              </w:rPr>
              <w:t xml:space="preserve"> </w:t>
            </w:r>
            <w:r w:rsidRPr="00A0264F">
              <w:rPr>
                <w:rtl/>
              </w:rPr>
              <w:t>وهـو</w:t>
            </w:r>
            <w:r w:rsidR="0076657C">
              <w:rPr>
                <w:rtl/>
              </w:rPr>
              <w:t xml:space="preserve"> </w:t>
            </w:r>
            <w:r w:rsidRPr="00A0264F">
              <w:rPr>
                <w:rtl/>
              </w:rPr>
              <w:t>شديدُ</w:t>
            </w:r>
            <w:r w:rsidR="0076657C">
              <w:rPr>
                <w:rtl/>
              </w:rPr>
              <w:t xml:space="preserve"> </w:t>
            </w:r>
            <w:r w:rsidRPr="00A0264F">
              <w:rPr>
                <w:rtl/>
              </w:rPr>
              <w:t>العقابِ</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ويـاليتَ</w:t>
            </w:r>
            <w:r w:rsidR="0076657C">
              <w:rPr>
                <w:rtl/>
              </w:rPr>
              <w:t xml:space="preserve"> </w:t>
            </w:r>
            <w:r w:rsidRPr="00A0264F">
              <w:rPr>
                <w:rtl/>
              </w:rPr>
              <w:t>شـعري</w:t>
            </w:r>
            <w:r w:rsidR="0076657C">
              <w:rPr>
                <w:rtl/>
              </w:rPr>
              <w:t xml:space="preserve"> </w:t>
            </w:r>
            <w:r w:rsidRPr="00A0264F">
              <w:rPr>
                <w:rtl/>
              </w:rPr>
              <w:t>إذا</w:t>
            </w:r>
            <w:r w:rsidR="0076657C">
              <w:rPr>
                <w:rtl/>
              </w:rPr>
              <w:t xml:space="preserve"> </w:t>
            </w:r>
            <w:r w:rsidRPr="00A0264F">
              <w:rPr>
                <w:rtl/>
              </w:rPr>
              <w:t>سـامني</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بـذنبي</w:t>
            </w:r>
            <w:r w:rsidR="0076657C">
              <w:rPr>
                <w:rtl/>
              </w:rPr>
              <w:t xml:space="preserve"> </w:t>
            </w:r>
            <w:r w:rsidRPr="00A0264F">
              <w:rPr>
                <w:rtl/>
              </w:rPr>
              <w:t>وواخـذني</w:t>
            </w:r>
            <w:r w:rsidR="0076657C">
              <w:rPr>
                <w:rtl/>
              </w:rPr>
              <w:t xml:space="preserve"> </w:t>
            </w:r>
            <w:r w:rsidRPr="00A0264F">
              <w:rPr>
                <w:rtl/>
              </w:rPr>
              <w:t>بـاكتسابي</w:t>
            </w:r>
            <w:r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992D84" w:rsidTr="00992D84">
        <w:trPr>
          <w:trHeight w:val="350"/>
        </w:trPr>
        <w:tc>
          <w:tcPr>
            <w:tcW w:w="3536" w:type="dxa"/>
          </w:tcPr>
          <w:p w:rsidR="00992D84" w:rsidRDefault="00992D84" w:rsidP="00D42610">
            <w:pPr>
              <w:pStyle w:val="libPoem"/>
            </w:pPr>
            <w:r w:rsidRPr="00A0264F">
              <w:rPr>
                <w:rtl/>
              </w:rPr>
              <w:t>فـهل</w:t>
            </w:r>
            <w:r w:rsidR="0076657C">
              <w:rPr>
                <w:rtl/>
              </w:rPr>
              <w:t xml:space="preserve"> </w:t>
            </w:r>
            <w:r w:rsidRPr="00A0264F">
              <w:rPr>
                <w:rtl/>
              </w:rPr>
              <w:t>تُـحرقُ</w:t>
            </w:r>
            <w:r w:rsidR="0076657C">
              <w:rPr>
                <w:rtl/>
              </w:rPr>
              <w:t xml:space="preserve"> </w:t>
            </w:r>
            <w:r w:rsidRPr="00A0264F">
              <w:rPr>
                <w:rtl/>
              </w:rPr>
              <w:t>النارُ</w:t>
            </w:r>
            <w:r w:rsidR="0076657C">
              <w:rPr>
                <w:rtl/>
              </w:rPr>
              <w:t xml:space="preserve"> </w:t>
            </w:r>
            <w:r w:rsidRPr="00A0264F">
              <w:rPr>
                <w:rtl/>
              </w:rPr>
              <w:t>عيناً</w:t>
            </w:r>
            <w:r w:rsidR="0076657C">
              <w:rPr>
                <w:rtl/>
              </w:rPr>
              <w:t xml:space="preserve"> </w:t>
            </w:r>
            <w:r w:rsidRPr="00A0264F">
              <w:rPr>
                <w:rtl/>
              </w:rPr>
              <w:t>بكت</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D42610">
            <w:pPr>
              <w:pStyle w:val="libPoem"/>
            </w:pPr>
            <w:r w:rsidRPr="00A0264F">
              <w:rPr>
                <w:rtl/>
              </w:rPr>
              <w:t>لـرزءِ</w:t>
            </w:r>
            <w:r w:rsidR="0076657C">
              <w:rPr>
                <w:rtl/>
              </w:rPr>
              <w:t xml:space="preserve"> </w:t>
            </w:r>
            <w:r w:rsidRPr="00A0264F">
              <w:rPr>
                <w:rtl/>
              </w:rPr>
              <w:t>القتيلِ</w:t>
            </w:r>
            <w:r w:rsidR="0076657C">
              <w:rPr>
                <w:rtl/>
              </w:rPr>
              <w:t xml:space="preserve"> </w:t>
            </w:r>
            <w:r w:rsidRPr="00A0264F">
              <w:rPr>
                <w:rtl/>
              </w:rPr>
              <w:t>بسيفِ</w:t>
            </w:r>
            <w:r w:rsidR="0076657C">
              <w:rPr>
                <w:rtl/>
              </w:rPr>
              <w:t xml:space="preserve"> </w:t>
            </w:r>
            <w:r w:rsidRPr="00A0264F">
              <w:rPr>
                <w:rtl/>
              </w:rPr>
              <w:t>الضبابي؟</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وهـل</w:t>
            </w:r>
            <w:r w:rsidR="0076657C">
              <w:rPr>
                <w:rtl/>
              </w:rPr>
              <w:t xml:space="preserve"> </w:t>
            </w:r>
            <w:r w:rsidRPr="00A0264F">
              <w:rPr>
                <w:rtl/>
              </w:rPr>
              <w:t>تُحرقُ</w:t>
            </w:r>
            <w:r w:rsidR="0076657C">
              <w:rPr>
                <w:rtl/>
              </w:rPr>
              <w:t xml:space="preserve"> </w:t>
            </w:r>
            <w:r w:rsidRPr="00A0264F">
              <w:rPr>
                <w:rtl/>
              </w:rPr>
              <w:t>النارُ</w:t>
            </w:r>
            <w:r w:rsidR="0076657C">
              <w:rPr>
                <w:rtl/>
              </w:rPr>
              <w:t xml:space="preserve"> </w:t>
            </w:r>
            <w:r w:rsidRPr="00A0264F">
              <w:rPr>
                <w:rtl/>
              </w:rPr>
              <w:t>رجلاً</w:t>
            </w:r>
            <w:r w:rsidR="0076657C">
              <w:rPr>
                <w:rtl/>
              </w:rPr>
              <w:t xml:space="preserve"> </w:t>
            </w:r>
            <w:r w:rsidRPr="00A0264F">
              <w:rPr>
                <w:rtl/>
              </w:rPr>
              <w:t>مشت</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إلـى</w:t>
            </w:r>
            <w:r w:rsidR="0076657C">
              <w:rPr>
                <w:rtl/>
              </w:rPr>
              <w:t xml:space="preserve"> </w:t>
            </w:r>
            <w:r w:rsidRPr="00A0264F">
              <w:rPr>
                <w:rtl/>
              </w:rPr>
              <w:t>حـرمٍ</w:t>
            </w:r>
            <w:r w:rsidR="0076657C">
              <w:rPr>
                <w:rtl/>
              </w:rPr>
              <w:t xml:space="preserve"> </w:t>
            </w:r>
            <w:r w:rsidRPr="00A0264F">
              <w:rPr>
                <w:rtl/>
              </w:rPr>
              <w:t>منهُ</w:t>
            </w:r>
            <w:r w:rsidR="0076657C">
              <w:rPr>
                <w:rtl/>
              </w:rPr>
              <w:t xml:space="preserve"> </w:t>
            </w:r>
            <w:r w:rsidRPr="00A0264F">
              <w:rPr>
                <w:rtl/>
              </w:rPr>
              <w:t>سامي</w:t>
            </w:r>
            <w:r w:rsidR="0076657C">
              <w:rPr>
                <w:rtl/>
              </w:rPr>
              <w:t xml:space="preserve"> </w:t>
            </w:r>
            <w:r w:rsidRPr="00A0264F">
              <w:rPr>
                <w:rtl/>
              </w:rPr>
              <w:t>القبابِ؟</w:t>
            </w:r>
            <w:r w:rsidRPr="00725071">
              <w:rPr>
                <w:rStyle w:val="libPoemTiniChar0"/>
                <w:rtl/>
              </w:rPr>
              <w:br/>
              <w:t> </w:t>
            </w:r>
          </w:p>
        </w:tc>
      </w:tr>
      <w:tr w:rsidR="00992D84" w:rsidTr="00992D84">
        <w:trPr>
          <w:trHeight w:val="350"/>
        </w:trPr>
        <w:tc>
          <w:tcPr>
            <w:tcW w:w="3536" w:type="dxa"/>
          </w:tcPr>
          <w:p w:rsidR="00992D84" w:rsidRDefault="00992D84" w:rsidP="00D42610">
            <w:pPr>
              <w:pStyle w:val="libPoem"/>
            </w:pPr>
            <w:r w:rsidRPr="00A0264F">
              <w:rPr>
                <w:rtl/>
              </w:rPr>
              <w:t>وهـل</w:t>
            </w:r>
            <w:r w:rsidR="0076657C">
              <w:rPr>
                <w:rtl/>
              </w:rPr>
              <w:t xml:space="preserve"> </w:t>
            </w:r>
            <w:r w:rsidRPr="00A0264F">
              <w:rPr>
                <w:rtl/>
              </w:rPr>
              <w:t>تُـحرقُ</w:t>
            </w:r>
            <w:r w:rsidR="0076657C">
              <w:rPr>
                <w:rtl/>
              </w:rPr>
              <w:t xml:space="preserve"> </w:t>
            </w:r>
            <w:r w:rsidRPr="00A0264F">
              <w:rPr>
                <w:rtl/>
              </w:rPr>
              <w:t>النارُ</w:t>
            </w:r>
            <w:r w:rsidR="0076657C">
              <w:rPr>
                <w:rtl/>
              </w:rPr>
              <w:t xml:space="preserve"> </w:t>
            </w:r>
            <w:r w:rsidRPr="00A0264F">
              <w:rPr>
                <w:rtl/>
              </w:rPr>
              <w:t>قلباً</w:t>
            </w:r>
            <w:r w:rsidR="0076657C">
              <w:rPr>
                <w:rtl/>
              </w:rPr>
              <w:t xml:space="preserve"> </w:t>
            </w:r>
            <w:r w:rsidRPr="00A0264F">
              <w:rPr>
                <w:rtl/>
              </w:rPr>
              <w:t>أُذيب</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بـلوعةِ</w:t>
            </w:r>
            <w:r w:rsidR="0076657C">
              <w:rPr>
                <w:rtl/>
              </w:rPr>
              <w:t xml:space="preserve"> </w:t>
            </w:r>
            <w:r w:rsidRPr="00A0264F">
              <w:rPr>
                <w:rtl/>
              </w:rPr>
              <w:t>نـيرانِ</w:t>
            </w:r>
            <w:r w:rsidR="0076657C">
              <w:rPr>
                <w:rtl/>
              </w:rPr>
              <w:t xml:space="preserve"> </w:t>
            </w:r>
            <w:r w:rsidRPr="00A0264F">
              <w:rPr>
                <w:rtl/>
              </w:rPr>
              <w:t>ذاك</w:t>
            </w:r>
            <w:r w:rsidR="0076657C">
              <w:rPr>
                <w:rtl/>
              </w:rPr>
              <w:t xml:space="preserve"> </w:t>
            </w:r>
            <w:r w:rsidRPr="00A0264F">
              <w:rPr>
                <w:rtl/>
              </w:rPr>
              <w:t>المصابِ؟</w:t>
            </w:r>
            <w:r w:rsidRPr="00725071">
              <w:rPr>
                <w:rStyle w:val="libPoemTiniChar0"/>
                <w:rtl/>
              </w:rPr>
              <w:br/>
              <w:t> </w:t>
            </w:r>
          </w:p>
        </w:tc>
      </w:tr>
    </w:tbl>
    <w:p w:rsidR="00A5546B" w:rsidRDefault="00A5546B" w:rsidP="00A5546B">
      <w:pPr>
        <w:pStyle w:val="libNormal"/>
        <w:rPr>
          <w:rtl/>
        </w:rPr>
      </w:pPr>
      <w:r>
        <w:rPr>
          <w:rtl/>
        </w:rPr>
        <w:br w:type="page"/>
      </w:r>
    </w:p>
    <w:p w:rsidR="00A0264F" w:rsidRPr="00A5546B" w:rsidRDefault="00A0264F" w:rsidP="00A5546B">
      <w:pPr>
        <w:pStyle w:val="Heading3Center"/>
      </w:pPr>
      <w:bookmarkStart w:id="22" w:name="_Toc430519746"/>
      <w:r w:rsidRPr="00A0264F">
        <w:rPr>
          <w:rtl/>
        </w:rPr>
        <w:t>في رثاء الحسين (عليه السّلام)</w:t>
      </w:r>
      <w:bookmarkEnd w:id="22"/>
    </w:p>
    <w:tbl>
      <w:tblPr>
        <w:tblStyle w:val="TableGrid"/>
        <w:bidiVisual/>
        <w:tblW w:w="4562" w:type="pct"/>
        <w:tblInd w:w="384" w:type="dxa"/>
        <w:tblLook w:val="04A0"/>
      </w:tblPr>
      <w:tblGrid>
        <w:gridCol w:w="3536"/>
        <w:gridCol w:w="272"/>
        <w:gridCol w:w="3502"/>
      </w:tblGrid>
      <w:tr w:rsidR="00992D84" w:rsidTr="00992D84">
        <w:trPr>
          <w:trHeight w:val="350"/>
        </w:trPr>
        <w:tc>
          <w:tcPr>
            <w:tcW w:w="3536" w:type="dxa"/>
          </w:tcPr>
          <w:p w:rsidR="00992D84" w:rsidRDefault="00992D84" w:rsidP="00992D84">
            <w:pPr>
              <w:pStyle w:val="libPoem"/>
            </w:pPr>
            <w:r w:rsidRPr="00A0264F">
              <w:rPr>
                <w:rtl/>
              </w:rPr>
              <w:t>أَوَبـعدَما</w:t>
            </w:r>
            <w:r>
              <w:rPr>
                <w:rtl/>
              </w:rPr>
              <w:t xml:space="preserve"> </w:t>
            </w:r>
            <w:r w:rsidRPr="00A0264F">
              <w:rPr>
                <w:rtl/>
              </w:rPr>
              <w:t>ابـيضَّ</w:t>
            </w:r>
            <w:r w:rsidR="0076657C">
              <w:rPr>
                <w:rtl/>
              </w:rPr>
              <w:t xml:space="preserve"> </w:t>
            </w:r>
            <w:r w:rsidRPr="00A0264F">
              <w:rPr>
                <w:rtl/>
              </w:rPr>
              <w:t>الـقذالُ</w:t>
            </w:r>
            <w:r w:rsidR="0076657C">
              <w:rPr>
                <w:rtl/>
              </w:rPr>
              <w:t xml:space="preserve"> </w:t>
            </w:r>
            <w:r w:rsidRPr="00A0264F">
              <w:rPr>
                <w:rtl/>
              </w:rPr>
              <w:t>وشـابا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أصـبو</w:t>
            </w:r>
            <w:r>
              <w:rPr>
                <w:rtl/>
              </w:rPr>
              <w:t xml:space="preserve"> </w:t>
            </w:r>
            <w:r w:rsidRPr="00A0264F">
              <w:rPr>
                <w:rtl/>
              </w:rPr>
              <w:t>لـوصلِ</w:t>
            </w:r>
            <w:r w:rsidR="0076657C">
              <w:rPr>
                <w:rtl/>
              </w:rPr>
              <w:t xml:space="preserve"> </w:t>
            </w:r>
            <w:r w:rsidRPr="00A0264F">
              <w:rPr>
                <w:rtl/>
              </w:rPr>
              <w:t>الغيدِ</w:t>
            </w:r>
            <w:r w:rsidR="0076657C">
              <w:rPr>
                <w:rtl/>
              </w:rPr>
              <w:t xml:space="preserve"> </w:t>
            </w:r>
            <w:r w:rsidRPr="00A0264F">
              <w:rPr>
                <w:rtl/>
              </w:rPr>
              <w:t>أو</w:t>
            </w:r>
            <w:r w:rsidR="0076657C">
              <w:rPr>
                <w:rtl/>
              </w:rPr>
              <w:t xml:space="preserve"> </w:t>
            </w:r>
            <w:r w:rsidRPr="00A0264F">
              <w:rPr>
                <w:rtl/>
              </w:rPr>
              <w:t>أتصابى</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هـبني</w:t>
            </w:r>
            <w:r w:rsidR="0076657C">
              <w:rPr>
                <w:rtl/>
              </w:rPr>
              <w:t xml:space="preserve"> </w:t>
            </w:r>
            <w:r w:rsidRPr="00A0264F">
              <w:rPr>
                <w:rtl/>
              </w:rPr>
              <w:t>صـبوتُ،</w:t>
            </w:r>
            <w:r w:rsidR="0076657C">
              <w:rPr>
                <w:rtl/>
              </w:rPr>
              <w:t xml:space="preserve"> </w:t>
            </w:r>
            <w:r w:rsidRPr="00A0264F">
              <w:rPr>
                <w:rtl/>
              </w:rPr>
              <w:t>فمَنْ</w:t>
            </w:r>
            <w:r w:rsidR="0076657C">
              <w:rPr>
                <w:rtl/>
              </w:rPr>
              <w:t xml:space="preserve"> </w:t>
            </w:r>
            <w:r w:rsidRPr="00A0264F">
              <w:rPr>
                <w:rtl/>
              </w:rPr>
              <w:t>يُعيدُ</w:t>
            </w:r>
            <w:r w:rsidR="0076657C">
              <w:rPr>
                <w:rtl/>
              </w:rPr>
              <w:t xml:space="preserve"> </w:t>
            </w:r>
            <w:r w:rsidRPr="00A0264F">
              <w:rPr>
                <w:rtl/>
              </w:rPr>
              <w:t>غوانيا</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يـحسبنَ</w:t>
            </w:r>
            <w:r w:rsidR="0076657C">
              <w:rPr>
                <w:rtl/>
              </w:rPr>
              <w:t xml:space="preserve"> </w:t>
            </w:r>
            <w:r w:rsidRPr="00A0264F">
              <w:rPr>
                <w:rtl/>
              </w:rPr>
              <w:t>بـازيَّ</w:t>
            </w:r>
            <w:r w:rsidR="0076657C">
              <w:rPr>
                <w:rtl/>
              </w:rPr>
              <w:t xml:space="preserve"> </w:t>
            </w:r>
            <w:r w:rsidRPr="00A0264F">
              <w:rPr>
                <w:rtl/>
              </w:rPr>
              <w:t>الـمشيبَ</w:t>
            </w:r>
            <w:r w:rsidR="0076657C">
              <w:rPr>
                <w:rtl/>
              </w:rPr>
              <w:t xml:space="preserve"> </w:t>
            </w:r>
            <w:r w:rsidRPr="00A0264F">
              <w:rPr>
                <w:rtl/>
              </w:rPr>
              <w:t>غُـرابا</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قـد</w:t>
            </w:r>
            <w:r>
              <w:rPr>
                <w:rtl/>
              </w:rPr>
              <w:t xml:space="preserve"> </w:t>
            </w:r>
            <w:r w:rsidRPr="00A0264F">
              <w:rPr>
                <w:rtl/>
              </w:rPr>
              <w:t>كـانَ</w:t>
            </w:r>
            <w:r w:rsidR="0076657C">
              <w:rPr>
                <w:rtl/>
              </w:rPr>
              <w:t xml:space="preserve"> </w:t>
            </w:r>
            <w:r w:rsidRPr="00A0264F">
              <w:rPr>
                <w:rtl/>
              </w:rPr>
              <w:t>يـهديهنّ</w:t>
            </w:r>
            <w:r w:rsidR="0076657C">
              <w:rPr>
                <w:rtl/>
              </w:rPr>
              <w:t xml:space="preserve"> </w:t>
            </w:r>
            <w:r w:rsidRPr="00A0264F">
              <w:rPr>
                <w:rtl/>
              </w:rPr>
              <w:t>لـيلُ</w:t>
            </w:r>
            <w:r w:rsidR="0076657C">
              <w:rPr>
                <w:rtl/>
              </w:rPr>
              <w:t xml:space="preserve"> </w:t>
            </w:r>
            <w:r w:rsidRPr="00A0264F">
              <w:rPr>
                <w:rtl/>
              </w:rPr>
              <w:t>شبيبتي</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فـضللنَ</w:t>
            </w:r>
            <w:r w:rsidR="0076657C">
              <w:rPr>
                <w:rtl/>
              </w:rPr>
              <w:t xml:space="preserve"> </w:t>
            </w:r>
            <w:r w:rsidRPr="00A0264F">
              <w:rPr>
                <w:rtl/>
              </w:rPr>
              <w:t>حـينَ</w:t>
            </w:r>
            <w:r w:rsidR="0076657C">
              <w:rPr>
                <w:rtl/>
              </w:rPr>
              <w:t xml:space="preserve"> </w:t>
            </w:r>
            <w:r w:rsidRPr="00A0264F">
              <w:rPr>
                <w:rtl/>
              </w:rPr>
              <w:t>رأيـنَ</w:t>
            </w:r>
            <w:r w:rsidR="0076657C">
              <w:rPr>
                <w:rtl/>
              </w:rPr>
              <w:t xml:space="preserve"> </w:t>
            </w:r>
            <w:r w:rsidRPr="00A0264F">
              <w:rPr>
                <w:rtl/>
              </w:rPr>
              <w:t>فـيهِ</w:t>
            </w:r>
            <w:r w:rsidR="0076657C">
              <w:rPr>
                <w:rtl/>
              </w:rPr>
              <w:t xml:space="preserve"> </w:t>
            </w:r>
            <w:r w:rsidRPr="00A0264F">
              <w:rPr>
                <w:rtl/>
              </w:rPr>
              <w:t>شهابا</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والـغيدُ</w:t>
            </w:r>
            <w:r w:rsidR="0076657C">
              <w:rPr>
                <w:rtl/>
              </w:rPr>
              <w:t xml:space="preserve"> </w:t>
            </w:r>
            <w:r w:rsidRPr="00A0264F">
              <w:rPr>
                <w:rtl/>
              </w:rPr>
              <w:t>مثلُ</w:t>
            </w:r>
            <w:r w:rsidR="0076657C">
              <w:rPr>
                <w:rtl/>
              </w:rPr>
              <w:t xml:space="preserve"> </w:t>
            </w:r>
            <w:r w:rsidRPr="00A0264F">
              <w:rPr>
                <w:rtl/>
              </w:rPr>
              <w:t>النجمِ</w:t>
            </w:r>
            <w:r w:rsidR="0076657C">
              <w:rPr>
                <w:rtl/>
              </w:rPr>
              <w:t xml:space="preserve"> </w:t>
            </w:r>
            <w:r w:rsidRPr="00A0264F">
              <w:rPr>
                <w:rtl/>
              </w:rPr>
              <w:t>يطلعُ</w:t>
            </w:r>
            <w:r w:rsidR="0076657C">
              <w:rPr>
                <w:rtl/>
              </w:rPr>
              <w:t xml:space="preserve"> </w:t>
            </w:r>
            <w:r w:rsidRPr="00A0264F">
              <w:rPr>
                <w:rtl/>
              </w:rPr>
              <w:t>في</w:t>
            </w:r>
            <w:r w:rsidR="0076657C">
              <w:rPr>
                <w:rtl/>
              </w:rPr>
              <w:t xml:space="preserve"> </w:t>
            </w:r>
            <w:r w:rsidRPr="00A0264F">
              <w:rPr>
                <w:rtl/>
              </w:rPr>
              <w:t>الدجى</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فـإذا</w:t>
            </w:r>
            <w:r>
              <w:rPr>
                <w:rtl/>
              </w:rPr>
              <w:t xml:space="preserve"> </w:t>
            </w:r>
            <w:r w:rsidRPr="00A0264F">
              <w:rPr>
                <w:rtl/>
              </w:rPr>
              <w:t>تـبلَّجَ</w:t>
            </w:r>
            <w:r w:rsidR="0076657C">
              <w:rPr>
                <w:rtl/>
              </w:rPr>
              <w:t xml:space="preserve"> </w:t>
            </w:r>
            <w:r w:rsidRPr="00A0264F">
              <w:rPr>
                <w:rtl/>
              </w:rPr>
              <w:t>ضـوءُ</w:t>
            </w:r>
            <w:r w:rsidR="0076657C">
              <w:rPr>
                <w:rtl/>
              </w:rPr>
              <w:t xml:space="preserve"> </w:t>
            </w:r>
            <w:r w:rsidRPr="00A0264F">
              <w:rPr>
                <w:rtl/>
              </w:rPr>
              <w:t>صـبحٍ</w:t>
            </w:r>
            <w:r w:rsidR="0076657C">
              <w:rPr>
                <w:rtl/>
              </w:rPr>
              <w:t xml:space="preserve"> </w:t>
            </w:r>
            <w:r w:rsidRPr="00A0264F">
              <w:rPr>
                <w:rtl/>
              </w:rPr>
              <w:t>غابا</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لا</w:t>
            </w:r>
            <w:r>
              <w:rPr>
                <w:rtl/>
              </w:rPr>
              <w:t xml:space="preserve"> </w:t>
            </w:r>
            <w:r w:rsidRPr="00A0264F">
              <w:rPr>
                <w:rtl/>
              </w:rPr>
              <w:t>يـبـعدنَّ</w:t>
            </w:r>
            <w:r w:rsidR="0076657C">
              <w:rPr>
                <w:rtl/>
              </w:rPr>
              <w:t xml:space="preserve"> </w:t>
            </w:r>
            <w:r w:rsidRPr="00A0264F">
              <w:rPr>
                <w:rtl/>
              </w:rPr>
              <w:t>وإن</w:t>
            </w:r>
            <w:r w:rsidR="0076657C">
              <w:rPr>
                <w:rtl/>
              </w:rPr>
              <w:t xml:space="preserve"> </w:t>
            </w:r>
            <w:r w:rsidRPr="00A0264F">
              <w:rPr>
                <w:rtl/>
              </w:rPr>
              <w:t>تـغـيَّرَ</w:t>
            </w:r>
            <w:r w:rsidR="0076657C">
              <w:rPr>
                <w:rtl/>
              </w:rPr>
              <w:t xml:space="preserve"> </w:t>
            </w:r>
            <w:r w:rsidRPr="00A0264F">
              <w:rPr>
                <w:rtl/>
              </w:rPr>
              <w:t>مـألف</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بـالـجمعِ</w:t>
            </w:r>
            <w:r w:rsidR="0076657C">
              <w:rPr>
                <w:rtl/>
              </w:rPr>
              <w:t xml:space="preserve"> </w:t>
            </w:r>
            <w:r w:rsidRPr="00A0264F">
              <w:rPr>
                <w:rtl/>
              </w:rPr>
              <w:t>كـانَ</w:t>
            </w:r>
            <w:r w:rsidR="0076657C">
              <w:rPr>
                <w:rtl/>
              </w:rPr>
              <w:t xml:space="preserve"> </w:t>
            </w:r>
            <w:r w:rsidRPr="00A0264F">
              <w:rPr>
                <w:rtl/>
              </w:rPr>
              <w:t>يـؤلفُ</w:t>
            </w:r>
            <w:r w:rsidR="0076657C">
              <w:rPr>
                <w:rtl/>
              </w:rPr>
              <w:t xml:space="preserve"> </w:t>
            </w:r>
            <w:r w:rsidRPr="00A0264F">
              <w:rPr>
                <w:rtl/>
              </w:rPr>
              <w:t>الأحـبابا</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ولـقد</w:t>
            </w:r>
            <w:r>
              <w:rPr>
                <w:rtl/>
              </w:rPr>
              <w:t xml:space="preserve"> </w:t>
            </w:r>
            <w:r w:rsidRPr="00A0264F">
              <w:rPr>
                <w:rtl/>
              </w:rPr>
              <w:t>وقـفتُ</w:t>
            </w:r>
            <w:r w:rsidR="0076657C">
              <w:rPr>
                <w:rtl/>
              </w:rPr>
              <w:t xml:space="preserve"> </w:t>
            </w:r>
            <w:r w:rsidRPr="00A0264F">
              <w:rPr>
                <w:rtl/>
              </w:rPr>
              <w:t>فـما</w:t>
            </w:r>
            <w:r w:rsidR="0076657C">
              <w:rPr>
                <w:rtl/>
              </w:rPr>
              <w:t xml:space="preserve"> </w:t>
            </w:r>
            <w:r w:rsidRPr="00A0264F">
              <w:rPr>
                <w:rtl/>
              </w:rPr>
              <w:t>وقفنَ</w:t>
            </w:r>
            <w:r w:rsidR="0076657C">
              <w:rPr>
                <w:rtl/>
              </w:rPr>
              <w:t xml:space="preserve"> </w:t>
            </w:r>
            <w:r w:rsidRPr="00A0264F">
              <w:rPr>
                <w:rtl/>
              </w:rPr>
              <w:t>مدامعي</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فـي</w:t>
            </w:r>
            <w:r>
              <w:rPr>
                <w:rtl/>
              </w:rPr>
              <w:t xml:space="preserve"> </w:t>
            </w:r>
            <w:r w:rsidRPr="00A0264F">
              <w:rPr>
                <w:rtl/>
              </w:rPr>
              <w:t>دارِ</w:t>
            </w:r>
            <w:r w:rsidR="0076657C">
              <w:rPr>
                <w:rtl/>
              </w:rPr>
              <w:t xml:space="preserve"> </w:t>
            </w:r>
            <w:r w:rsidRPr="00A0264F">
              <w:rPr>
                <w:rtl/>
              </w:rPr>
              <w:t>زيـنبَ</w:t>
            </w:r>
            <w:r w:rsidR="0076657C">
              <w:rPr>
                <w:rtl/>
              </w:rPr>
              <w:t xml:space="preserve"> </w:t>
            </w:r>
            <w:r w:rsidRPr="00A0264F">
              <w:rPr>
                <w:rtl/>
              </w:rPr>
              <w:t>بـل</w:t>
            </w:r>
            <w:r w:rsidR="0076657C">
              <w:rPr>
                <w:rtl/>
              </w:rPr>
              <w:t xml:space="preserve"> </w:t>
            </w:r>
            <w:r w:rsidRPr="00A0264F">
              <w:rPr>
                <w:rtl/>
              </w:rPr>
              <w:t>وقفنَ</w:t>
            </w:r>
            <w:r w:rsidR="0076657C">
              <w:rPr>
                <w:rtl/>
              </w:rPr>
              <w:t xml:space="preserve"> </w:t>
            </w:r>
            <w:r w:rsidRPr="00A0264F">
              <w:rPr>
                <w:rtl/>
              </w:rPr>
              <w:t>ربابا</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فـسجمتُ</w:t>
            </w:r>
            <w:r w:rsidR="0076657C">
              <w:rPr>
                <w:rtl/>
              </w:rPr>
              <w:t xml:space="preserve"> </w:t>
            </w:r>
            <w:r w:rsidRPr="00A0264F">
              <w:rPr>
                <w:rtl/>
              </w:rPr>
              <w:t>فـيها</w:t>
            </w:r>
            <w:r w:rsidR="0076657C">
              <w:rPr>
                <w:rtl/>
              </w:rPr>
              <w:t xml:space="preserve"> </w:t>
            </w:r>
            <w:r w:rsidRPr="00A0264F">
              <w:rPr>
                <w:rtl/>
              </w:rPr>
              <w:t>مـن</w:t>
            </w:r>
            <w:r w:rsidR="0076657C">
              <w:rPr>
                <w:rtl/>
              </w:rPr>
              <w:t xml:space="preserve"> </w:t>
            </w:r>
            <w:r w:rsidRPr="00A0264F">
              <w:rPr>
                <w:rtl/>
              </w:rPr>
              <w:t>دموعي</w:t>
            </w:r>
            <w:r w:rsidR="0076657C">
              <w:rPr>
                <w:rtl/>
              </w:rPr>
              <w:t xml:space="preserve"> </w:t>
            </w:r>
            <w:r w:rsidRPr="00A0264F">
              <w:rPr>
                <w:rtl/>
              </w:rPr>
              <w:t>ديمة</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وسـجرتُ</w:t>
            </w:r>
            <w:r>
              <w:rPr>
                <w:rtl/>
              </w:rPr>
              <w:t xml:space="preserve"> </w:t>
            </w:r>
            <w:r w:rsidRPr="00A0264F">
              <w:rPr>
                <w:rtl/>
              </w:rPr>
              <w:t>مـن</w:t>
            </w:r>
            <w:r w:rsidR="0076657C">
              <w:rPr>
                <w:rtl/>
              </w:rPr>
              <w:t xml:space="preserve"> </w:t>
            </w:r>
            <w:r w:rsidRPr="00A0264F">
              <w:rPr>
                <w:rtl/>
              </w:rPr>
              <w:t>حرّ</w:t>
            </w:r>
            <w:r w:rsidR="0076657C">
              <w:rPr>
                <w:rtl/>
              </w:rPr>
              <w:t xml:space="preserve"> </w:t>
            </w:r>
            <w:r w:rsidRPr="00A0264F">
              <w:rPr>
                <w:rtl/>
              </w:rPr>
              <w:t>الزفيرِ</w:t>
            </w:r>
            <w:r w:rsidR="0076657C">
              <w:rPr>
                <w:rtl/>
              </w:rPr>
              <w:t xml:space="preserve"> </w:t>
            </w:r>
            <w:r w:rsidRPr="00A0264F">
              <w:rPr>
                <w:rtl/>
              </w:rPr>
              <w:t>شهابا</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واحـمرَّ</w:t>
            </w:r>
            <w:r>
              <w:rPr>
                <w:rtl/>
              </w:rPr>
              <w:t xml:space="preserve"> </w:t>
            </w:r>
            <w:r w:rsidRPr="00A0264F">
              <w:rPr>
                <w:rtl/>
              </w:rPr>
              <w:t>فـيها</w:t>
            </w:r>
            <w:r w:rsidR="0076657C">
              <w:rPr>
                <w:rtl/>
              </w:rPr>
              <w:t xml:space="preserve"> </w:t>
            </w:r>
            <w:r w:rsidRPr="00A0264F">
              <w:rPr>
                <w:rtl/>
              </w:rPr>
              <w:t>الدمعُ</w:t>
            </w:r>
            <w:r w:rsidR="0076657C">
              <w:rPr>
                <w:rtl/>
              </w:rPr>
              <w:t xml:space="preserve"> </w:t>
            </w:r>
            <w:r w:rsidRPr="00A0264F">
              <w:rPr>
                <w:rtl/>
              </w:rPr>
              <w:t>حتى</w:t>
            </w:r>
            <w:r w:rsidR="0076657C">
              <w:rPr>
                <w:rtl/>
              </w:rPr>
              <w:t xml:space="preserve"> </w:t>
            </w:r>
            <w:r w:rsidRPr="00A0264F">
              <w:rPr>
                <w:rtl/>
              </w:rPr>
              <w:t>أوشكت</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تـلـكَ</w:t>
            </w:r>
            <w:r>
              <w:rPr>
                <w:rtl/>
              </w:rPr>
              <w:t xml:space="preserve"> </w:t>
            </w:r>
            <w:r w:rsidRPr="00A0264F">
              <w:rPr>
                <w:rtl/>
              </w:rPr>
              <w:t>الـمعاهدُ</w:t>
            </w:r>
            <w:r w:rsidR="0076657C">
              <w:rPr>
                <w:rtl/>
              </w:rPr>
              <w:t xml:space="preserve"> </w:t>
            </w:r>
            <w:r w:rsidRPr="00A0264F">
              <w:rPr>
                <w:rtl/>
              </w:rPr>
              <w:t>تـنبتُ</w:t>
            </w:r>
            <w:r w:rsidR="0076657C">
              <w:rPr>
                <w:rtl/>
              </w:rPr>
              <w:t xml:space="preserve"> </w:t>
            </w:r>
            <w:r w:rsidRPr="00A0264F">
              <w:rPr>
                <w:rtl/>
              </w:rPr>
              <w:t>الـعنّابا</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وذكـرتُ</w:t>
            </w:r>
            <w:r>
              <w:rPr>
                <w:rtl/>
              </w:rPr>
              <w:t xml:space="preserve"> </w:t>
            </w:r>
            <w:r w:rsidRPr="00A0264F">
              <w:rPr>
                <w:rtl/>
              </w:rPr>
              <w:t>حـينَ</w:t>
            </w:r>
            <w:r w:rsidR="0076657C">
              <w:rPr>
                <w:rtl/>
              </w:rPr>
              <w:t xml:space="preserve"> </w:t>
            </w:r>
            <w:r w:rsidRPr="00A0264F">
              <w:rPr>
                <w:rtl/>
              </w:rPr>
              <w:t>رأيـتها</w:t>
            </w:r>
            <w:r w:rsidR="0076657C">
              <w:rPr>
                <w:rtl/>
              </w:rPr>
              <w:t xml:space="preserve"> </w:t>
            </w:r>
            <w:r w:rsidRPr="00A0264F">
              <w:rPr>
                <w:rtl/>
              </w:rPr>
              <w:t>مهجورة</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فـيـها</w:t>
            </w:r>
            <w:r>
              <w:rPr>
                <w:rtl/>
              </w:rPr>
              <w:t xml:space="preserve"> </w:t>
            </w:r>
            <w:r w:rsidRPr="00A0264F">
              <w:rPr>
                <w:rtl/>
              </w:rPr>
              <w:t>الـغرابُ</w:t>
            </w:r>
            <w:r w:rsidR="0076657C">
              <w:rPr>
                <w:rtl/>
              </w:rPr>
              <w:t xml:space="preserve"> </w:t>
            </w:r>
            <w:r w:rsidRPr="00A0264F">
              <w:rPr>
                <w:rtl/>
              </w:rPr>
              <w:t>يـردّدُ</w:t>
            </w:r>
            <w:r w:rsidR="0076657C">
              <w:rPr>
                <w:rtl/>
              </w:rPr>
              <w:t xml:space="preserve"> </w:t>
            </w:r>
            <w:r w:rsidRPr="00A0264F">
              <w:rPr>
                <w:rtl/>
              </w:rPr>
              <w:t>الـتنعابا</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أبـيـاتُ</w:t>
            </w:r>
            <w:r w:rsidR="0076657C">
              <w:rPr>
                <w:rtl/>
              </w:rPr>
              <w:t xml:space="preserve"> </w:t>
            </w:r>
            <w:r w:rsidRPr="00A0264F">
              <w:rPr>
                <w:rtl/>
              </w:rPr>
              <w:t>آلِ</w:t>
            </w:r>
            <w:r w:rsidR="0076657C">
              <w:rPr>
                <w:rtl/>
              </w:rPr>
              <w:t xml:space="preserve"> </w:t>
            </w:r>
            <w:r w:rsidRPr="00A0264F">
              <w:rPr>
                <w:rtl/>
              </w:rPr>
              <w:t>مـحمّدِ</w:t>
            </w:r>
            <w:r w:rsidR="0076657C">
              <w:rPr>
                <w:rtl/>
              </w:rPr>
              <w:t xml:space="preserve"> </w:t>
            </w:r>
            <w:r w:rsidRPr="00A0264F">
              <w:rPr>
                <w:rtl/>
              </w:rPr>
              <w:t>لـمّا</w:t>
            </w:r>
            <w:r w:rsidR="0076657C">
              <w:rPr>
                <w:rtl/>
              </w:rPr>
              <w:t xml:space="preserve"> </w:t>
            </w:r>
            <w:r w:rsidRPr="00A0264F">
              <w:rPr>
                <w:rtl/>
              </w:rPr>
              <w:t>سـرى</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عـنها</w:t>
            </w:r>
            <w:r>
              <w:rPr>
                <w:rtl/>
              </w:rPr>
              <w:t xml:space="preserve"> </w:t>
            </w:r>
            <w:r w:rsidRPr="00A0264F">
              <w:rPr>
                <w:rtl/>
              </w:rPr>
              <w:t>ابـنُ</w:t>
            </w:r>
            <w:r w:rsidR="0076657C">
              <w:rPr>
                <w:rtl/>
              </w:rPr>
              <w:t xml:space="preserve"> </w:t>
            </w:r>
            <w:r w:rsidRPr="00A0264F">
              <w:rPr>
                <w:rtl/>
              </w:rPr>
              <w:t>فـاطمةَ</w:t>
            </w:r>
            <w:r w:rsidR="0076657C">
              <w:rPr>
                <w:rtl/>
              </w:rPr>
              <w:t xml:space="preserve"> </w:t>
            </w:r>
            <w:r w:rsidRPr="00A0264F">
              <w:rPr>
                <w:rtl/>
              </w:rPr>
              <w:t>فـعدنَ</w:t>
            </w:r>
            <w:r w:rsidR="0076657C">
              <w:rPr>
                <w:rtl/>
              </w:rPr>
              <w:t xml:space="preserve"> </w:t>
            </w:r>
            <w:r w:rsidRPr="00A0264F">
              <w:rPr>
                <w:rtl/>
              </w:rPr>
              <w:t>يبابا</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ونـحا</w:t>
            </w:r>
            <w:r>
              <w:rPr>
                <w:rtl/>
              </w:rPr>
              <w:t xml:space="preserve"> </w:t>
            </w:r>
            <w:r w:rsidRPr="00A0264F">
              <w:rPr>
                <w:rtl/>
              </w:rPr>
              <w:t>الـعراقَ</w:t>
            </w:r>
            <w:r w:rsidR="0076657C">
              <w:rPr>
                <w:rtl/>
              </w:rPr>
              <w:t xml:space="preserve"> </w:t>
            </w:r>
            <w:r w:rsidRPr="00A0264F">
              <w:rPr>
                <w:rtl/>
              </w:rPr>
              <w:t>بـفتيةٍ</w:t>
            </w:r>
            <w:r w:rsidR="0076657C">
              <w:rPr>
                <w:rtl/>
              </w:rPr>
              <w:t xml:space="preserve"> </w:t>
            </w:r>
            <w:r w:rsidRPr="00A0264F">
              <w:rPr>
                <w:rtl/>
              </w:rPr>
              <w:t>من</w:t>
            </w:r>
            <w:r w:rsidR="0076657C">
              <w:rPr>
                <w:rtl/>
              </w:rPr>
              <w:t xml:space="preserve"> </w:t>
            </w:r>
            <w:r w:rsidRPr="00A0264F">
              <w:rPr>
                <w:rtl/>
              </w:rPr>
              <w:t>غالب</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كــلٌّ</w:t>
            </w:r>
            <w:r>
              <w:rPr>
                <w:rtl/>
              </w:rPr>
              <w:t xml:space="preserve"> </w:t>
            </w:r>
            <w:r w:rsidRPr="00A0264F">
              <w:rPr>
                <w:rtl/>
              </w:rPr>
              <w:t>تــراهُ</w:t>
            </w:r>
            <w:r w:rsidR="0076657C">
              <w:rPr>
                <w:rtl/>
              </w:rPr>
              <w:t xml:space="preserve"> </w:t>
            </w:r>
            <w:r w:rsidRPr="00A0264F">
              <w:rPr>
                <w:rtl/>
              </w:rPr>
              <w:t>الـمدركُ</w:t>
            </w:r>
            <w:r w:rsidR="0076657C">
              <w:rPr>
                <w:rtl/>
              </w:rPr>
              <w:t xml:space="preserve"> </w:t>
            </w:r>
            <w:r w:rsidRPr="00A0264F">
              <w:rPr>
                <w:rtl/>
              </w:rPr>
              <w:t>الـغلابا</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صِـيدٌ</w:t>
            </w:r>
            <w:r w:rsidR="0076657C">
              <w:rPr>
                <w:rtl/>
              </w:rPr>
              <w:t xml:space="preserve"> </w:t>
            </w:r>
            <w:r w:rsidRPr="00A0264F">
              <w:rPr>
                <w:rtl/>
              </w:rPr>
              <w:t>إذا</w:t>
            </w:r>
            <w:r w:rsidR="0076657C">
              <w:rPr>
                <w:rtl/>
              </w:rPr>
              <w:t xml:space="preserve"> </w:t>
            </w:r>
            <w:r w:rsidRPr="00A0264F">
              <w:rPr>
                <w:rtl/>
              </w:rPr>
              <w:t>شـبَّ</w:t>
            </w:r>
            <w:r w:rsidR="0076657C">
              <w:rPr>
                <w:rtl/>
              </w:rPr>
              <w:t xml:space="preserve"> </w:t>
            </w:r>
            <w:r w:rsidRPr="00A0264F">
              <w:rPr>
                <w:rtl/>
              </w:rPr>
              <w:t>الهياجُ</w:t>
            </w:r>
            <w:r w:rsidR="0076657C">
              <w:rPr>
                <w:rtl/>
              </w:rPr>
              <w:t xml:space="preserve"> </w:t>
            </w:r>
            <w:r w:rsidRPr="00A0264F">
              <w:rPr>
                <w:rtl/>
              </w:rPr>
              <w:t>وشابتِ</w:t>
            </w:r>
            <w:r w:rsidR="0076657C">
              <w:rPr>
                <w:rtl/>
              </w:rPr>
              <w:t xml:space="preserve"> </w:t>
            </w:r>
            <w:r w:rsidRPr="00A0264F">
              <w:rPr>
                <w:rtl/>
              </w:rPr>
              <w:t>الـ</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أرض</w:t>
            </w:r>
            <w:r w:rsidR="0076657C">
              <w:rPr>
                <w:rtl/>
              </w:rPr>
              <w:t xml:space="preserve"> </w:t>
            </w:r>
            <w:r w:rsidRPr="00A0264F">
              <w:rPr>
                <w:rtl/>
              </w:rPr>
              <w:t>الـدما</w:t>
            </w:r>
            <w:r w:rsidR="0076657C">
              <w:rPr>
                <w:rtl/>
              </w:rPr>
              <w:t xml:space="preserve"> </w:t>
            </w:r>
            <w:r w:rsidRPr="00A0264F">
              <w:rPr>
                <w:rtl/>
              </w:rPr>
              <w:t>والـطفلُ</w:t>
            </w:r>
            <w:r w:rsidR="0076657C">
              <w:rPr>
                <w:rtl/>
              </w:rPr>
              <w:t xml:space="preserve"> </w:t>
            </w:r>
            <w:r w:rsidRPr="00A0264F">
              <w:rPr>
                <w:rtl/>
              </w:rPr>
              <w:t>رعباً</w:t>
            </w:r>
            <w:r w:rsidR="0076657C">
              <w:rPr>
                <w:rtl/>
              </w:rPr>
              <w:t xml:space="preserve"> </w:t>
            </w:r>
            <w:r w:rsidRPr="00A0264F">
              <w:rPr>
                <w:rtl/>
              </w:rPr>
              <w:t>شابا</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ركـزوا</w:t>
            </w:r>
            <w:r w:rsidR="0076657C">
              <w:rPr>
                <w:rtl/>
              </w:rPr>
              <w:t xml:space="preserve"> </w:t>
            </w:r>
            <w:r w:rsidRPr="00A0264F">
              <w:rPr>
                <w:rtl/>
              </w:rPr>
              <w:t>قـناهم</w:t>
            </w:r>
            <w:r w:rsidR="0076657C">
              <w:rPr>
                <w:rtl/>
              </w:rPr>
              <w:t xml:space="preserve"> </w:t>
            </w:r>
            <w:r w:rsidRPr="00A0264F">
              <w:rPr>
                <w:rtl/>
              </w:rPr>
              <w:t>في</w:t>
            </w:r>
            <w:r w:rsidR="0076657C">
              <w:rPr>
                <w:rtl/>
              </w:rPr>
              <w:t xml:space="preserve"> </w:t>
            </w:r>
            <w:r w:rsidRPr="00A0264F">
              <w:rPr>
                <w:rtl/>
              </w:rPr>
              <w:t>صدورِ</w:t>
            </w:r>
            <w:r w:rsidR="0076657C">
              <w:rPr>
                <w:rtl/>
              </w:rPr>
              <w:t xml:space="preserve"> </w:t>
            </w:r>
            <w:r w:rsidRPr="00A0264F">
              <w:rPr>
                <w:rtl/>
              </w:rPr>
              <w:t>عداتهم</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ولـبيضهم</w:t>
            </w:r>
            <w:r>
              <w:rPr>
                <w:rtl/>
              </w:rPr>
              <w:t xml:space="preserve"> </w:t>
            </w:r>
            <w:r w:rsidRPr="00A0264F">
              <w:rPr>
                <w:rtl/>
              </w:rPr>
              <w:t>جـعلوا</w:t>
            </w:r>
            <w:r w:rsidR="0076657C">
              <w:rPr>
                <w:rtl/>
              </w:rPr>
              <w:t xml:space="preserve"> </w:t>
            </w:r>
            <w:r w:rsidRPr="00A0264F">
              <w:rPr>
                <w:rtl/>
              </w:rPr>
              <w:t>الـرقابَ</w:t>
            </w:r>
            <w:r w:rsidR="0076657C">
              <w:rPr>
                <w:rtl/>
              </w:rPr>
              <w:t xml:space="preserve"> </w:t>
            </w:r>
            <w:r w:rsidRPr="00A0264F">
              <w:rPr>
                <w:rtl/>
              </w:rPr>
              <w:t>قرابا</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تـجلو</w:t>
            </w:r>
            <w:r>
              <w:rPr>
                <w:rtl/>
              </w:rPr>
              <w:t xml:space="preserve"> </w:t>
            </w:r>
            <w:r w:rsidRPr="00A0264F">
              <w:rPr>
                <w:rtl/>
              </w:rPr>
              <w:t>وجـوهُهمُ</w:t>
            </w:r>
            <w:r w:rsidR="0076657C">
              <w:rPr>
                <w:rtl/>
              </w:rPr>
              <w:t xml:space="preserve"> </w:t>
            </w:r>
            <w:r w:rsidRPr="00A0264F">
              <w:rPr>
                <w:rtl/>
              </w:rPr>
              <w:t>دجى</w:t>
            </w:r>
            <w:r w:rsidR="0076657C">
              <w:rPr>
                <w:rtl/>
              </w:rPr>
              <w:t xml:space="preserve"> </w:t>
            </w:r>
            <w:r w:rsidRPr="00A0264F">
              <w:rPr>
                <w:rtl/>
              </w:rPr>
              <w:t>النقعِ</w:t>
            </w:r>
            <w:r w:rsidR="0076657C">
              <w:rPr>
                <w:rtl/>
              </w:rPr>
              <w:t xml:space="preserve"> </w:t>
            </w:r>
            <w:r w:rsidRPr="00A0264F">
              <w:rPr>
                <w:rtl/>
              </w:rPr>
              <w:t>الذي</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يـكـسو</w:t>
            </w:r>
            <w:r w:rsidR="0076657C">
              <w:rPr>
                <w:rtl/>
              </w:rPr>
              <w:t xml:space="preserve"> </w:t>
            </w:r>
            <w:r w:rsidRPr="00A0264F">
              <w:rPr>
                <w:rtl/>
              </w:rPr>
              <w:t>بـظـلمتهِ</w:t>
            </w:r>
            <w:r w:rsidR="0076657C">
              <w:rPr>
                <w:rtl/>
              </w:rPr>
              <w:t xml:space="preserve"> </w:t>
            </w:r>
            <w:r w:rsidRPr="00A0264F">
              <w:rPr>
                <w:rtl/>
              </w:rPr>
              <w:t>ذكـاءً</w:t>
            </w:r>
            <w:r w:rsidR="0076657C">
              <w:rPr>
                <w:rtl/>
              </w:rPr>
              <w:t xml:space="preserve"> </w:t>
            </w:r>
            <w:r w:rsidRPr="00A0264F">
              <w:rPr>
                <w:rtl/>
              </w:rPr>
              <w:t>نـقابا</w:t>
            </w:r>
            <w:r w:rsidRPr="00725071">
              <w:rPr>
                <w:rStyle w:val="libPoemTiniChar0"/>
                <w:rtl/>
              </w:rPr>
              <w:br/>
              <w:t> </w:t>
            </w:r>
          </w:p>
        </w:tc>
      </w:tr>
      <w:tr w:rsidR="00992D84" w:rsidTr="00992D84">
        <w:trPr>
          <w:trHeight w:val="350"/>
        </w:trPr>
        <w:tc>
          <w:tcPr>
            <w:tcW w:w="3536" w:type="dxa"/>
          </w:tcPr>
          <w:p w:rsidR="00992D84" w:rsidRDefault="00992D84" w:rsidP="00992D84">
            <w:pPr>
              <w:pStyle w:val="libPoem"/>
            </w:pPr>
            <w:r w:rsidRPr="00A0264F">
              <w:rPr>
                <w:rtl/>
              </w:rPr>
              <w:t>وتـنادبت</w:t>
            </w:r>
            <w:r>
              <w:rPr>
                <w:rtl/>
              </w:rPr>
              <w:t xml:space="preserve"> </w:t>
            </w:r>
            <w:r w:rsidRPr="00A0264F">
              <w:rPr>
                <w:rtl/>
              </w:rPr>
              <w:t>لـلذبِّ</w:t>
            </w:r>
            <w:r w:rsidR="0076657C">
              <w:rPr>
                <w:rtl/>
              </w:rPr>
              <w:t xml:space="preserve"> </w:t>
            </w:r>
            <w:r w:rsidRPr="00A0264F">
              <w:rPr>
                <w:rtl/>
              </w:rPr>
              <w:t>عـنهُ</w:t>
            </w:r>
            <w:r w:rsidR="0076657C">
              <w:rPr>
                <w:rtl/>
              </w:rPr>
              <w:t xml:space="preserve"> </w:t>
            </w:r>
            <w:r w:rsidRPr="00A0264F">
              <w:rPr>
                <w:rtl/>
              </w:rPr>
              <w:t>عـصبة</w:t>
            </w:r>
            <w:r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992D84" w:rsidP="00992D84">
            <w:pPr>
              <w:pStyle w:val="libPoem"/>
            </w:pPr>
            <w:r w:rsidRPr="00A0264F">
              <w:rPr>
                <w:rtl/>
              </w:rPr>
              <w:t>ورثـوا</w:t>
            </w:r>
            <w:r>
              <w:rPr>
                <w:rtl/>
              </w:rPr>
              <w:t xml:space="preserve"> </w:t>
            </w:r>
            <w:r w:rsidRPr="00A0264F">
              <w:rPr>
                <w:rtl/>
              </w:rPr>
              <w:t>الـمعالي</w:t>
            </w:r>
            <w:r w:rsidR="0076657C">
              <w:rPr>
                <w:rtl/>
              </w:rPr>
              <w:t xml:space="preserve"> </w:t>
            </w:r>
            <w:r w:rsidRPr="00A0264F">
              <w:rPr>
                <w:rtl/>
              </w:rPr>
              <w:t>أشـيباً</w:t>
            </w:r>
            <w:r w:rsidR="0076657C">
              <w:rPr>
                <w:rtl/>
              </w:rPr>
              <w:t xml:space="preserve"> </w:t>
            </w:r>
            <w:r w:rsidRPr="00A0264F">
              <w:rPr>
                <w:rtl/>
              </w:rPr>
              <w:t>وشـبابا</w:t>
            </w:r>
            <w:r w:rsidRPr="00725071">
              <w:rPr>
                <w:rStyle w:val="libPoemTiniChar0"/>
                <w:rtl/>
              </w:rPr>
              <w:br/>
              <w:t> </w:t>
            </w:r>
          </w:p>
        </w:tc>
      </w:tr>
      <w:tr w:rsidR="00992D84" w:rsidTr="00992D84">
        <w:trPr>
          <w:trHeight w:val="350"/>
        </w:trPr>
        <w:tc>
          <w:tcPr>
            <w:tcW w:w="3536" w:type="dxa"/>
          </w:tcPr>
          <w:p w:rsidR="00992D84" w:rsidRDefault="00AA2688" w:rsidP="00992D84">
            <w:pPr>
              <w:pStyle w:val="libPoem"/>
            </w:pPr>
            <w:r w:rsidRPr="00A0264F">
              <w:rPr>
                <w:rtl/>
              </w:rPr>
              <w:t>مَــنْ</w:t>
            </w:r>
            <w:r w:rsidR="0076657C">
              <w:rPr>
                <w:rtl/>
              </w:rPr>
              <w:t xml:space="preserve"> </w:t>
            </w:r>
            <w:r w:rsidRPr="00A0264F">
              <w:rPr>
                <w:rtl/>
              </w:rPr>
              <w:t>يـنتدبهم</w:t>
            </w:r>
            <w:r w:rsidR="0076657C">
              <w:rPr>
                <w:rtl/>
              </w:rPr>
              <w:t xml:space="preserve"> </w:t>
            </w:r>
            <w:r w:rsidRPr="00A0264F">
              <w:rPr>
                <w:rtl/>
              </w:rPr>
              <w:t>لـلكريهةِ</w:t>
            </w:r>
            <w:r w:rsidR="0076657C">
              <w:rPr>
                <w:rtl/>
              </w:rPr>
              <w:t xml:space="preserve"> </w:t>
            </w:r>
            <w:r w:rsidRPr="00A0264F">
              <w:rPr>
                <w:rtl/>
              </w:rPr>
              <w:t>يـنتدب</w:t>
            </w:r>
            <w:r w:rsidR="00992D84" w:rsidRPr="00725071">
              <w:rPr>
                <w:rStyle w:val="libPoemTiniChar0"/>
                <w:rtl/>
              </w:rPr>
              <w:br/>
              <w:t> </w:t>
            </w:r>
          </w:p>
        </w:tc>
        <w:tc>
          <w:tcPr>
            <w:tcW w:w="272" w:type="dxa"/>
          </w:tcPr>
          <w:p w:rsidR="00992D84" w:rsidRDefault="00992D84" w:rsidP="00992D84">
            <w:pPr>
              <w:pStyle w:val="libPoem"/>
              <w:rPr>
                <w:rtl/>
              </w:rPr>
            </w:pPr>
          </w:p>
        </w:tc>
        <w:tc>
          <w:tcPr>
            <w:tcW w:w="3502" w:type="dxa"/>
          </w:tcPr>
          <w:p w:rsidR="00992D84" w:rsidRDefault="00AA2688" w:rsidP="00992D84">
            <w:pPr>
              <w:pStyle w:val="libPoem"/>
            </w:pPr>
            <w:r w:rsidRPr="00A0264F">
              <w:rPr>
                <w:rtl/>
              </w:rPr>
              <w:t>مـنهم</w:t>
            </w:r>
            <w:r w:rsidR="0076657C">
              <w:rPr>
                <w:rtl/>
              </w:rPr>
              <w:t xml:space="preserve"> </w:t>
            </w:r>
            <w:r w:rsidRPr="00A0264F">
              <w:rPr>
                <w:rtl/>
              </w:rPr>
              <w:t>ضـراغمةَ</w:t>
            </w:r>
            <w:r w:rsidR="0076657C">
              <w:rPr>
                <w:rtl/>
              </w:rPr>
              <w:t xml:space="preserve"> </w:t>
            </w:r>
            <w:r w:rsidRPr="00A0264F">
              <w:rPr>
                <w:rtl/>
              </w:rPr>
              <w:t>الأسـودِ</w:t>
            </w:r>
            <w:r w:rsidR="0076657C">
              <w:rPr>
                <w:rtl/>
              </w:rPr>
              <w:t xml:space="preserve"> </w:t>
            </w:r>
            <w:r w:rsidRPr="00A0264F">
              <w:rPr>
                <w:rtl/>
              </w:rPr>
              <w:t>غضابا</w:t>
            </w:r>
            <w:r w:rsidR="00992D84"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AA2688" w:rsidTr="00AA2688">
        <w:trPr>
          <w:trHeight w:val="350"/>
        </w:trPr>
        <w:tc>
          <w:tcPr>
            <w:tcW w:w="3536" w:type="dxa"/>
          </w:tcPr>
          <w:p w:rsidR="00AA2688" w:rsidRDefault="00AA2688" w:rsidP="00197548">
            <w:pPr>
              <w:pStyle w:val="libPoem"/>
            </w:pPr>
            <w:r w:rsidRPr="00A0264F">
              <w:rPr>
                <w:rtl/>
              </w:rPr>
              <w:t>خـفّوا</w:t>
            </w:r>
            <w:r w:rsidR="0076657C">
              <w:rPr>
                <w:rtl/>
              </w:rPr>
              <w:t xml:space="preserve"> </w:t>
            </w:r>
            <w:r w:rsidRPr="00A0264F">
              <w:rPr>
                <w:rtl/>
              </w:rPr>
              <w:t>لـداعي</w:t>
            </w:r>
            <w:r w:rsidR="0076657C">
              <w:rPr>
                <w:rtl/>
              </w:rPr>
              <w:t xml:space="preserve"> </w:t>
            </w:r>
            <w:r w:rsidRPr="00A0264F">
              <w:rPr>
                <w:rtl/>
              </w:rPr>
              <w:t>الحربِ</w:t>
            </w:r>
            <w:r w:rsidR="0076657C">
              <w:rPr>
                <w:rtl/>
              </w:rPr>
              <w:t xml:space="preserve"> </w:t>
            </w:r>
            <w:r w:rsidRPr="00A0264F">
              <w:rPr>
                <w:rtl/>
              </w:rPr>
              <w:t>حينَ</w:t>
            </w:r>
            <w:r w:rsidR="0076657C">
              <w:rPr>
                <w:rtl/>
              </w:rPr>
              <w:t xml:space="preserve"> </w:t>
            </w:r>
            <w:r w:rsidRPr="00A0264F">
              <w:rPr>
                <w:rtl/>
              </w:rPr>
              <w:t>دعاهم</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ورسـوا</w:t>
            </w:r>
            <w:r>
              <w:rPr>
                <w:rtl/>
              </w:rPr>
              <w:t xml:space="preserve"> </w:t>
            </w:r>
            <w:r w:rsidRPr="00A0264F">
              <w:rPr>
                <w:rtl/>
              </w:rPr>
              <w:t>بـعرصةِ</w:t>
            </w:r>
            <w:r w:rsidR="0076657C">
              <w:rPr>
                <w:rtl/>
              </w:rPr>
              <w:t xml:space="preserve"> </w:t>
            </w:r>
            <w:r w:rsidRPr="00A0264F">
              <w:rPr>
                <w:rtl/>
              </w:rPr>
              <w:t>كربلاء</w:t>
            </w:r>
            <w:r w:rsidR="0076657C">
              <w:rPr>
                <w:rtl/>
              </w:rPr>
              <w:t xml:space="preserve"> </w:t>
            </w:r>
            <w:r w:rsidRPr="00A0264F">
              <w:rPr>
                <w:rtl/>
              </w:rPr>
              <w:t>هضابا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أُسْـدٌ</w:t>
            </w:r>
            <w:r>
              <w:rPr>
                <w:rtl/>
              </w:rPr>
              <w:t xml:space="preserve"> </w:t>
            </w:r>
            <w:r w:rsidRPr="00A0264F">
              <w:rPr>
                <w:rtl/>
              </w:rPr>
              <w:t>قـد</w:t>
            </w:r>
            <w:r w:rsidR="0076657C">
              <w:rPr>
                <w:rtl/>
              </w:rPr>
              <w:t xml:space="preserve"> </w:t>
            </w:r>
            <w:r w:rsidRPr="00A0264F">
              <w:rPr>
                <w:rtl/>
              </w:rPr>
              <w:t>اتّـخذوا</w:t>
            </w:r>
            <w:r w:rsidR="0076657C">
              <w:rPr>
                <w:rtl/>
              </w:rPr>
              <w:t xml:space="preserve"> </w:t>
            </w:r>
            <w:r w:rsidRPr="00A0264F">
              <w:rPr>
                <w:rtl/>
              </w:rPr>
              <w:t>الصوارمَ</w:t>
            </w:r>
            <w:r w:rsidR="0076657C">
              <w:rPr>
                <w:rtl/>
              </w:rPr>
              <w:t xml:space="preserve"> </w:t>
            </w:r>
            <w:r w:rsidRPr="00A0264F">
              <w:rPr>
                <w:rtl/>
              </w:rPr>
              <w:t>حلية</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وتـسربلوا</w:t>
            </w:r>
            <w:r w:rsidR="0076657C">
              <w:rPr>
                <w:rtl/>
              </w:rPr>
              <w:t xml:space="preserve"> </w:t>
            </w:r>
            <w:r w:rsidRPr="00A0264F">
              <w:rPr>
                <w:rtl/>
              </w:rPr>
              <w:t>حـلقَ</w:t>
            </w:r>
            <w:r w:rsidR="0076657C">
              <w:rPr>
                <w:rtl/>
              </w:rPr>
              <w:t xml:space="preserve"> </w:t>
            </w:r>
            <w:r w:rsidRPr="00A0264F">
              <w:rPr>
                <w:rtl/>
              </w:rPr>
              <w:t>الـدروعِ</w:t>
            </w:r>
            <w:r w:rsidR="0076657C">
              <w:rPr>
                <w:rtl/>
              </w:rPr>
              <w:t xml:space="preserve"> </w:t>
            </w:r>
            <w:r w:rsidRPr="00A0264F">
              <w:rPr>
                <w:rtl/>
              </w:rPr>
              <w:t>ثـيابا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تـخذت</w:t>
            </w:r>
            <w:r w:rsidR="0076657C">
              <w:rPr>
                <w:rtl/>
              </w:rPr>
              <w:t xml:space="preserve"> </w:t>
            </w:r>
            <w:r w:rsidRPr="00A0264F">
              <w:rPr>
                <w:rtl/>
              </w:rPr>
              <w:t>عـيونهمُ</w:t>
            </w:r>
            <w:r w:rsidR="0076657C">
              <w:rPr>
                <w:rtl/>
              </w:rPr>
              <w:t xml:space="preserve"> </w:t>
            </w:r>
            <w:r w:rsidRPr="00A0264F">
              <w:rPr>
                <w:rtl/>
              </w:rPr>
              <w:t>الـقساطلَ</w:t>
            </w:r>
            <w:r w:rsidR="0076657C">
              <w:rPr>
                <w:rtl/>
              </w:rPr>
              <w:t xml:space="preserve"> </w:t>
            </w:r>
            <w:r w:rsidRPr="00A0264F">
              <w:rPr>
                <w:rtl/>
              </w:rPr>
              <w:t>كحلها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AA2688">
            <w:pPr>
              <w:pStyle w:val="libPoem"/>
            </w:pPr>
            <w:r w:rsidRPr="00A0264F">
              <w:rPr>
                <w:rtl/>
              </w:rPr>
              <w:t>وأكـفّهمُ</w:t>
            </w:r>
            <w:r>
              <w:rPr>
                <w:rtl/>
              </w:rPr>
              <w:t xml:space="preserve"> </w:t>
            </w:r>
            <w:r w:rsidRPr="00A0264F">
              <w:rPr>
                <w:rtl/>
              </w:rPr>
              <w:t>فـيضَ</w:t>
            </w:r>
            <w:r w:rsidR="0076657C">
              <w:rPr>
                <w:rtl/>
              </w:rPr>
              <w:t xml:space="preserve"> </w:t>
            </w:r>
            <w:r w:rsidRPr="00A0264F">
              <w:rPr>
                <w:rtl/>
              </w:rPr>
              <w:t>الـنحورِ</w:t>
            </w:r>
            <w:r w:rsidR="0076657C">
              <w:rPr>
                <w:rtl/>
              </w:rPr>
              <w:t xml:space="preserve"> </w:t>
            </w:r>
            <w:r w:rsidRPr="00A0264F">
              <w:rPr>
                <w:rtl/>
              </w:rPr>
              <w:t>خضابا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يـتـمايلونَ</w:t>
            </w:r>
            <w:r w:rsidR="0076657C">
              <w:rPr>
                <w:rtl/>
              </w:rPr>
              <w:t xml:space="preserve"> </w:t>
            </w:r>
            <w:r w:rsidRPr="00A0264F">
              <w:rPr>
                <w:rtl/>
              </w:rPr>
              <w:t>كـأنّـما</w:t>
            </w:r>
            <w:r w:rsidR="0076657C">
              <w:rPr>
                <w:rtl/>
              </w:rPr>
              <w:t xml:space="preserve"> </w:t>
            </w:r>
            <w:r w:rsidRPr="00A0264F">
              <w:rPr>
                <w:rtl/>
              </w:rPr>
              <w:t>غـنّى</w:t>
            </w:r>
            <w:r w:rsidR="0076657C">
              <w:rPr>
                <w:rtl/>
              </w:rPr>
              <w:t xml:space="preserve"> </w:t>
            </w:r>
            <w:r w:rsidRPr="00A0264F">
              <w:rPr>
                <w:rtl/>
              </w:rPr>
              <w:t>لـهم</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وقــعُ</w:t>
            </w:r>
            <w:r w:rsidR="0076657C">
              <w:rPr>
                <w:rtl/>
              </w:rPr>
              <w:t xml:space="preserve"> </w:t>
            </w:r>
            <w:r w:rsidRPr="00A0264F">
              <w:rPr>
                <w:rtl/>
              </w:rPr>
              <w:t>الـظُبى</w:t>
            </w:r>
            <w:r w:rsidR="0076657C">
              <w:rPr>
                <w:rtl/>
              </w:rPr>
              <w:t xml:space="preserve"> </w:t>
            </w:r>
            <w:r w:rsidRPr="00A0264F">
              <w:rPr>
                <w:rtl/>
              </w:rPr>
              <w:t>وسـقاهمُ</w:t>
            </w:r>
            <w:r w:rsidR="0076657C">
              <w:rPr>
                <w:rtl/>
              </w:rPr>
              <w:t xml:space="preserve"> </w:t>
            </w:r>
            <w:r w:rsidRPr="00A0264F">
              <w:rPr>
                <w:rtl/>
              </w:rPr>
              <w:t>أكـوابا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بـرقت</w:t>
            </w:r>
            <w:r w:rsidR="0076657C">
              <w:rPr>
                <w:rtl/>
              </w:rPr>
              <w:t xml:space="preserve"> </w:t>
            </w:r>
            <w:r w:rsidRPr="00A0264F">
              <w:rPr>
                <w:rtl/>
              </w:rPr>
              <w:t>سـيوفُهم</w:t>
            </w:r>
            <w:r w:rsidR="0076657C">
              <w:rPr>
                <w:rtl/>
              </w:rPr>
              <w:t xml:space="preserve"> </w:t>
            </w:r>
            <w:r w:rsidRPr="00A0264F">
              <w:rPr>
                <w:rtl/>
              </w:rPr>
              <w:t>فـأمطرتِ</w:t>
            </w:r>
            <w:r w:rsidR="0076657C">
              <w:rPr>
                <w:rtl/>
              </w:rPr>
              <w:t xml:space="preserve"> </w:t>
            </w:r>
            <w:r w:rsidRPr="00A0264F">
              <w:rPr>
                <w:rtl/>
              </w:rPr>
              <w:t>الطُلى</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بـدمـائِها</w:t>
            </w:r>
            <w:r>
              <w:rPr>
                <w:rtl/>
              </w:rPr>
              <w:t xml:space="preserve"> </w:t>
            </w:r>
            <w:r w:rsidRPr="00A0264F">
              <w:rPr>
                <w:rtl/>
              </w:rPr>
              <w:t>والـنقعُ</w:t>
            </w:r>
            <w:r w:rsidR="0076657C">
              <w:rPr>
                <w:rtl/>
              </w:rPr>
              <w:t xml:space="preserve"> </w:t>
            </w:r>
            <w:r w:rsidRPr="00A0264F">
              <w:rPr>
                <w:rtl/>
              </w:rPr>
              <w:t>ثـارَ</w:t>
            </w:r>
            <w:r w:rsidR="0076657C">
              <w:rPr>
                <w:rtl/>
              </w:rPr>
              <w:t xml:space="preserve"> </w:t>
            </w:r>
            <w:r w:rsidRPr="00A0264F">
              <w:rPr>
                <w:rtl/>
              </w:rPr>
              <w:t>سـحابا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وكـأنّـهم</w:t>
            </w:r>
            <w:r>
              <w:rPr>
                <w:rtl/>
              </w:rPr>
              <w:t xml:space="preserve"> </w:t>
            </w:r>
            <w:r w:rsidRPr="00A0264F">
              <w:rPr>
                <w:rtl/>
              </w:rPr>
              <w:t>مـسـتقبلونَ</w:t>
            </w:r>
            <w:r w:rsidR="0076657C">
              <w:rPr>
                <w:rtl/>
              </w:rPr>
              <w:t xml:space="preserve"> </w:t>
            </w:r>
            <w:r w:rsidRPr="00A0264F">
              <w:rPr>
                <w:rtl/>
              </w:rPr>
              <w:t>كـواعبا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مـسـتـقبلينَ</w:t>
            </w:r>
            <w:r w:rsidR="0076657C">
              <w:rPr>
                <w:rtl/>
              </w:rPr>
              <w:t xml:space="preserve"> </w:t>
            </w:r>
            <w:r w:rsidRPr="00A0264F">
              <w:rPr>
                <w:rtl/>
              </w:rPr>
              <w:t>أسـنَّـةً</w:t>
            </w:r>
            <w:r w:rsidR="0076657C">
              <w:rPr>
                <w:rtl/>
              </w:rPr>
              <w:t xml:space="preserve"> </w:t>
            </w:r>
            <w:r w:rsidRPr="00A0264F">
              <w:rPr>
                <w:rtl/>
              </w:rPr>
              <w:t>وكـعـابا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وجـدوا</w:t>
            </w:r>
            <w:r w:rsidR="0076657C">
              <w:rPr>
                <w:rtl/>
              </w:rPr>
              <w:t xml:space="preserve"> </w:t>
            </w:r>
            <w:r w:rsidRPr="00A0264F">
              <w:rPr>
                <w:rtl/>
              </w:rPr>
              <w:t>الـردى</w:t>
            </w:r>
            <w:r w:rsidR="0076657C">
              <w:rPr>
                <w:rtl/>
              </w:rPr>
              <w:t xml:space="preserve"> </w:t>
            </w:r>
            <w:r w:rsidRPr="00A0264F">
              <w:rPr>
                <w:rtl/>
              </w:rPr>
              <w:t>من</w:t>
            </w:r>
            <w:r w:rsidR="0076657C">
              <w:rPr>
                <w:rtl/>
              </w:rPr>
              <w:t xml:space="preserve"> </w:t>
            </w:r>
            <w:r w:rsidRPr="00A0264F">
              <w:rPr>
                <w:rtl/>
              </w:rPr>
              <w:t>دونِ</w:t>
            </w:r>
            <w:r w:rsidR="0076657C">
              <w:rPr>
                <w:rtl/>
              </w:rPr>
              <w:t xml:space="preserve"> </w:t>
            </w:r>
            <w:r w:rsidRPr="00A0264F">
              <w:rPr>
                <w:rtl/>
              </w:rPr>
              <w:t>آلِ</w:t>
            </w:r>
            <w:r w:rsidR="0076657C">
              <w:rPr>
                <w:rtl/>
              </w:rPr>
              <w:t xml:space="preserve"> </w:t>
            </w:r>
            <w:r w:rsidRPr="00A0264F">
              <w:rPr>
                <w:rtl/>
              </w:rPr>
              <w:t>محمّد</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عـذبـاً</w:t>
            </w:r>
            <w:r>
              <w:rPr>
                <w:rtl/>
              </w:rPr>
              <w:t xml:space="preserve"> </w:t>
            </w:r>
            <w:r w:rsidRPr="00A0264F">
              <w:rPr>
                <w:rtl/>
              </w:rPr>
              <w:t>وبـعدهمُ</w:t>
            </w:r>
            <w:r w:rsidR="0076657C">
              <w:rPr>
                <w:rtl/>
              </w:rPr>
              <w:t xml:space="preserve"> </w:t>
            </w:r>
            <w:r w:rsidRPr="00A0264F">
              <w:rPr>
                <w:rtl/>
              </w:rPr>
              <w:t>الـحياةَ</w:t>
            </w:r>
            <w:r w:rsidR="0076657C">
              <w:rPr>
                <w:rtl/>
              </w:rPr>
              <w:t xml:space="preserve"> </w:t>
            </w:r>
            <w:r w:rsidRPr="00A0264F">
              <w:rPr>
                <w:rtl/>
              </w:rPr>
              <w:t>عـذابا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ودعـاهمُ</w:t>
            </w:r>
            <w:r>
              <w:rPr>
                <w:rtl/>
              </w:rPr>
              <w:t xml:space="preserve"> </w:t>
            </w:r>
            <w:r w:rsidRPr="00A0264F">
              <w:rPr>
                <w:rtl/>
              </w:rPr>
              <w:t>داعـي</w:t>
            </w:r>
            <w:r w:rsidR="0076657C">
              <w:rPr>
                <w:rtl/>
              </w:rPr>
              <w:t xml:space="preserve"> </w:t>
            </w:r>
            <w:r w:rsidRPr="00A0264F">
              <w:rPr>
                <w:rtl/>
              </w:rPr>
              <w:t>الـقضاءِ</w:t>
            </w:r>
            <w:r w:rsidR="0076657C">
              <w:rPr>
                <w:rtl/>
              </w:rPr>
              <w:t xml:space="preserve"> </w:t>
            </w:r>
            <w:r w:rsidRPr="00A0264F">
              <w:rPr>
                <w:rtl/>
              </w:rPr>
              <w:t>وكلّهم</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نـدبَ</w:t>
            </w:r>
            <w:r>
              <w:rPr>
                <w:rtl/>
              </w:rPr>
              <w:t xml:space="preserve"> </w:t>
            </w:r>
            <w:r w:rsidRPr="00A0264F">
              <w:rPr>
                <w:rtl/>
              </w:rPr>
              <w:t>إذا</w:t>
            </w:r>
            <w:r w:rsidR="0076657C">
              <w:rPr>
                <w:rtl/>
              </w:rPr>
              <w:t xml:space="preserve"> </w:t>
            </w:r>
            <w:r w:rsidRPr="00A0264F">
              <w:rPr>
                <w:rtl/>
              </w:rPr>
              <w:t>الـداعي</w:t>
            </w:r>
            <w:r w:rsidR="0076657C">
              <w:rPr>
                <w:rtl/>
              </w:rPr>
              <w:t xml:space="preserve"> </w:t>
            </w:r>
            <w:r w:rsidRPr="00A0264F">
              <w:rPr>
                <w:rtl/>
              </w:rPr>
              <w:t>دعـاهُ</w:t>
            </w:r>
            <w:r w:rsidR="0076657C">
              <w:rPr>
                <w:rtl/>
              </w:rPr>
              <w:t xml:space="preserve"> </w:t>
            </w:r>
            <w:r w:rsidRPr="00A0264F">
              <w:rPr>
                <w:rtl/>
              </w:rPr>
              <w:t>أجـابا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فـهووا</w:t>
            </w:r>
            <w:r w:rsidR="0076657C">
              <w:rPr>
                <w:rtl/>
              </w:rPr>
              <w:t xml:space="preserve"> </w:t>
            </w:r>
            <w:r w:rsidRPr="00A0264F">
              <w:rPr>
                <w:rtl/>
              </w:rPr>
              <w:t>عـلى</w:t>
            </w:r>
            <w:r w:rsidR="0076657C">
              <w:rPr>
                <w:rtl/>
              </w:rPr>
              <w:t xml:space="preserve"> </w:t>
            </w:r>
            <w:r w:rsidRPr="00A0264F">
              <w:rPr>
                <w:rtl/>
              </w:rPr>
              <w:t>عـفرِ</w:t>
            </w:r>
            <w:r w:rsidR="0076657C">
              <w:rPr>
                <w:rtl/>
              </w:rPr>
              <w:t xml:space="preserve"> </w:t>
            </w:r>
            <w:r w:rsidRPr="00A0264F">
              <w:rPr>
                <w:rtl/>
              </w:rPr>
              <w:t>الترابِ</w:t>
            </w:r>
            <w:r w:rsidR="0076657C">
              <w:rPr>
                <w:rtl/>
              </w:rPr>
              <w:t xml:space="preserve"> </w:t>
            </w:r>
            <w:r w:rsidRPr="00A0264F">
              <w:rPr>
                <w:rtl/>
              </w:rPr>
              <w:t>وإنّما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ضـمّوا</w:t>
            </w:r>
            <w:r>
              <w:rPr>
                <w:rtl/>
              </w:rPr>
              <w:t xml:space="preserve"> </w:t>
            </w:r>
            <w:r w:rsidRPr="00A0264F">
              <w:rPr>
                <w:rtl/>
              </w:rPr>
              <w:t>هـناكَ</w:t>
            </w:r>
            <w:r w:rsidR="0076657C">
              <w:rPr>
                <w:rtl/>
              </w:rPr>
              <w:t xml:space="preserve"> </w:t>
            </w:r>
            <w:r w:rsidRPr="00A0264F">
              <w:rPr>
                <w:rtl/>
              </w:rPr>
              <w:t>الـخُرَّدَ</w:t>
            </w:r>
            <w:r w:rsidR="0076657C">
              <w:rPr>
                <w:rtl/>
              </w:rPr>
              <w:t xml:space="preserve"> </w:t>
            </w:r>
            <w:r w:rsidRPr="00A0264F">
              <w:rPr>
                <w:rtl/>
              </w:rPr>
              <w:t>الأتـرابا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ونـأوا</w:t>
            </w:r>
            <w:r w:rsidR="0076657C">
              <w:rPr>
                <w:rtl/>
              </w:rPr>
              <w:t xml:space="preserve"> </w:t>
            </w:r>
            <w:r w:rsidRPr="00A0264F">
              <w:rPr>
                <w:rtl/>
              </w:rPr>
              <w:t>عـن</w:t>
            </w:r>
            <w:r w:rsidR="0076657C">
              <w:rPr>
                <w:rtl/>
              </w:rPr>
              <w:t xml:space="preserve"> </w:t>
            </w:r>
            <w:r w:rsidRPr="00A0264F">
              <w:rPr>
                <w:rtl/>
              </w:rPr>
              <w:t>الأعداءِ</w:t>
            </w:r>
            <w:r w:rsidR="0076657C">
              <w:rPr>
                <w:rtl/>
              </w:rPr>
              <w:t xml:space="preserve"> </w:t>
            </w:r>
            <w:r w:rsidRPr="00A0264F">
              <w:rPr>
                <w:rtl/>
              </w:rPr>
              <w:t>وارتحلوا</w:t>
            </w:r>
            <w:r w:rsidR="0076657C">
              <w:rPr>
                <w:rtl/>
              </w:rPr>
              <w:t xml:space="preserve"> </w:t>
            </w:r>
            <w:r w:rsidRPr="00A0264F">
              <w:rPr>
                <w:rtl/>
              </w:rPr>
              <w:t>إلى</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دارِ</w:t>
            </w:r>
            <w:r w:rsidR="0076657C">
              <w:rPr>
                <w:rtl/>
              </w:rPr>
              <w:t xml:space="preserve"> </w:t>
            </w:r>
            <w:r w:rsidRPr="00A0264F">
              <w:rPr>
                <w:rtl/>
              </w:rPr>
              <w:t>الـنـعيمِ</w:t>
            </w:r>
            <w:r w:rsidR="0076657C">
              <w:rPr>
                <w:rtl/>
              </w:rPr>
              <w:t xml:space="preserve"> </w:t>
            </w:r>
            <w:r w:rsidRPr="00A0264F">
              <w:rPr>
                <w:rtl/>
              </w:rPr>
              <w:t>وجـاوروا</w:t>
            </w:r>
            <w:r w:rsidR="0076657C">
              <w:rPr>
                <w:rtl/>
              </w:rPr>
              <w:t xml:space="preserve"> </w:t>
            </w:r>
            <w:r w:rsidRPr="00A0264F">
              <w:rPr>
                <w:rtl/>
              </w:rPr>
              <w:t>الأحـبابا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وتحزَّبت</w:t>
            </w:r>
            <w:r w:rsidR="0076657C">
              <w:rPr>
                <w:rtl/>
              </w:rPr>
              <w:t xml:space="preserve"> </w:t>
            </w:r>
            <w:r w:rsidRPr="00A0264F">
              <w:rPr>
                <w:rtl/>
              </w:rPr>
              <w:t>فرقَ</w:t>
            </w:r>
            <w:r w:rsidR="0076657C">
              <w:rPr>
                <w:rtl/>
              </w:rPr>
              <w:t xml:space="preserve"> </w:t>
            </w:r>
            <w:r w:rsidRPr="00A0264F">
              <w:rPr>
                <w:rtl/>
              </w:rPr>
              <w:t>الضلالِ</w:t>
            </w:r>
            <w:r w:rsidR="0076657C">
              <w:rPr>
                <w:rtl/>
              </w:rPr>
              <w:t xml:space="preserve"> </w:t>
            </w:r>
            <w:r w:rsidRPr="00A0264F">
              <w:rPr>
                <w:rtl/>
              </w:rPr>
              <w:t>على</w:t>
            </w:r>
            <w:r w:rsidR="0076657C">
              <w:rPr>
                <w:rtl/>
              </w:rPr>
              <w:t xml:space="preserve"> </w:t>
            </w:r>
            <w:r w:rsidRPr="00A0264F">
              <w:rPr>
                <w:rtl/>
              </w:rPr>
              <w:t>ابن</w:t>
            </w:r>
            <w:r w:rsidR="0076657C">
              <w:rPr>
                <w:rtl/>
              </w:rPr>
              <w:t xml:space="preserve"> </w:t>
            </w:r>
            <w:r w:rsidRPr="00A0264F">
              <w:rPr>
                <w:rtl/>
              </w:rPr>
              <w:t>مَنْ</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فـي</w:t>
            </w:r>
            <w:r w:rsidR="0076657C">
              <w:rPr>
                <w:rtl/>
              </w:rPr>
              <w:t xml:space="preserve"> </w:t>
            </w:r>
            <w:r w:rsidRPr="00A0264F">
              <w:rPr>
                <w:rtl/>
              </w:rPr>
              <w:t>يـومِ</w:t>
            </w:r>
            <w:r w:rsidR="0076657C">
              <w:rPr>
                <w:rtl/>
              </w:rPr>
              <w:t xml:space="preserve"> </w:t>
            </w:r>
            <w:r w:rsidRPr="00A0264F">
              <w:rPr>
                <w:rtl/>
              </w:rPr>
              <w:t>بـدرٍ</w:t>
            </w:r>
            <w:r w:rsidR="0076657C">
              <w:rPr>
                <w:rtl/>
              </w:rPr>
              <w:t xml:space="preserve"> </w:t>
            </w:r>
            <w:r w:rsidRPr="00A0264F">
              <w:rPr>
                <w:rtl/>
              </w:rPr>
              <w:t>فـرَّقَ</w:t>
            </w:r>
            <w:r w:rsidR="0076657C">
              <w:rPr>
                <w:rtl/>
              </w:rPr>
              <w:t xml:space="preserve"> </w:t>
            </w:r>
            <w:r w:rsidRPr="00A0264F">
              <w:rPr>
                <w:rtl/>
              </w:rPr>
              <w:t>الأحـزابا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فـأقامَ</w:t>
            </w:r>
            <w:r>
              <w:rPr>
                <w:rtl/>
              </w:rPr>
              <w:t xml:space="preserve"> </w:t>
            </w:r>
            <w:r w:rsidRPr="00A0264F">
              <w:rPr>
                <w:rtl/>
              </w:rPr>
              <w:t>عـينُ</w:t>
            </w:r>
            <w:r w:rsidR="0076657C">
              <w:rPr>
                <w:rtl/>
              </w:rPr>
              <w:t xml:space="preserve"> </w:t>
            </w:r>
            <w:r w:rsidRPr="00A0264F">
              <w:rPr>
                <w:rtl/>
              </w:rPr>
              <w:t>الـمجدِ</w:t>
            </w:r>
            <w:r w:rsidR="0076657C">
              <w:rPr>
                <w:rtl/>
              </w:rPr>
              <w:t xml:space="preserve"> </w:t>
            </w:r>
            <w:r w:rsidRPr="00A0264F">
              <w:rPr>
                <w:rtl/>
              </w:rPr>
              <w:t>فـيهم</w:t>
            </w:r>
            <w:r w:rsidR="0076657C">
              <w:rPr>
                <w:rtl/>
              </w:rPr>
              <w:t xml:space="preserve"> </w:t>
            </w:r>
            <w:r w:rsidRPr="00A0264F">
              <w:rPr>
                <w:rtl/>
              </w:rPr>
              <w:t>مفردا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عـقـدت</w:t>
            </w:r>
            <w:r w:rsidR="0076657C">
              <w:rPr>
                <w:rtl/>
              </w:rPr>
              <w:t xml:space="preserve"> </w:t>
            </w:r>
            <w:r w:rsidRPr="00A0264F">
              <w:rPr>
                <w:rtl/>
              </w:rPr>
              <w:t>عـليهِ</w:t>
            </w:r>
            <w:r w:rsidR="0076657C">
              <w:rPr>
                <w:rtl/>
              </w:rPr>
              <w:t xml:space="preserve"> </w:t>
            </w:r>
            <w:r w:rsidRPr="00A0264F">
              <w:rPr>
                <w:rtl/>
              </w:rPr>
              <w:t>سـهامُهم</w:t>
            </w:r>
            <w:r w:rsidR="0076657C">
              <w:rPr>
                <w:rtl/>
              </w:rPr>
              <w:t xml:space="preserve"> </w:t>
            </w:r>
            <w:r w:rsidRPr="00A0264F">
              <w:rPr>
                <w:rtl/>
              </w:rPr>
              <w:t>أهـدابا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أحـصاهمُ</w:t>
            </w:r>
            <w:r>
              <w:rPr>
                <w:rtl/>
              </w:rPr>
              <w:t xml:space="preserve"> </w:t>
            </w:r>
            <w:r w:rsidRPr="00A0264F">
              <w:rPr>
                <w:rtl/>
              </w:rPr>
              <w:t>عدداً</w:t>
            </w:r>
            <w:r w:rsidR="0076657C">
              <w:rPr>
                <w:rtl/>
              </w:rPr>
              <w:t xml:space="preserve"> </w:t>
            </w:r>
            <w:r w:rsidRPr="00A0264F">
              <w:rPr>
                <w:rtl/>
              </w:rPr>
              <w:t>وهم</w:t>
            </w:r>
            <w:r w:rsidR="0076657C">
              <w:rPr>
                <w:rtl/>
              </w:rPr>
              <w:t xml:space="preserve"> </w:t>
            </w:r>
            <w:r w:rsidRPr="00A0264F">
              <w:rPr>
                <w:rtl/>
              </w:rPr>
              <w:t>عددُ</w:t>
            </w:r>
            <w:r w:rsidR="0076657C">
              <w:rPr>
                <w:rtl/>
              </w:rPr>
              <w:t xml:space="preserve"> </w:t>
            </w:r>
            <w:r w:rsidRPr="00A0264F">
              <w:rPr>
                <w:rtl/>
              </w:rPr>
              <w:t>الحصى</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وأبـادهم</w:t>
            </w:r>
            <w:r>
              <w:rPr>
                <w:rtl/>
              </w:rPr>
              <w:t xml:space="preserve"> </w:t>
            </w:r>
            <w:r w:rsidRPr="00A0264F">
              <w:rPr>
                <w:rtl/>
              </w:rPr>
              <w:t>وهـم</w:t>
            </w:r>
            <w:r w:rsidR="0076657C">
              <w:rPr>
                <w:rtl/>
              </w:rPr>
              <w:t xml:space="preserve"> </w:t>
            </w:r>
            <w:r w:rsidRPr="00A0264F">
              <w:rPr>
                <w:rtl/>
              </w:rPr>
              <w:t>الـرمالُ</w:t>
            </w:r>
            <w:r w:rsidR="0076657C">
              <w:rPr>
                <w:rtl/>
              </w:rPr>
              <w:t xml:space="preserve"> </w:t>
            </w:r>
            <w:r w:rsidRPr="00A0264F">
              <w:rPr>
                <w:rtl/>
              </w:rPr>
              <w:t>حـسابا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يـومـي</w:t>
            </w:r>
            <w:r>
              <w:rPr>
                <w:rtl/>
              </w:rPr>
              <w:t xml:space="preserve"> </w:t>
            </w:r>
            <w:r w:rsidRPr="00A0264F">
              <w:rPr>
                <w:rtl/>
              </w:rPr>
              <w:t>إلـيـهم</w:t>
            </w:r>
            <w:r w:rsidR="0076657C">
              <w:rPr>
                <w:rtl/>
              </w:rPr>
              <w:t xml:space="preserve"> </w:t>
            </w:r>
            <w:r w:rsidRPr="00A0264F">
              <w:rPr>
                <w:rtl/>
              </w:rPr>
              <w:t>سـيفهُ</w:t>
            </w:r>
            <w:r w:rsidR="0076657C">
              <w:rPr>
                <w:rtl/>
              </w:rPr>
              <w:t xml:space="preserve"> </w:t>
            </w:r>
            <w:r w:rsidRPr="00A0264F">
              <w:rPr>
                <w:rtl/>
              </w:rPr>
              <w:t>بـذبابه</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فـتـراهمُ</w:t>
            </w:r>
            <w:r>
              <w:rPr>
                <w:rtl/>
              </w:rPr>
              <w:t xml:space="preserve"> </w:t>
            </w:r>
            <w:r w:rsidRPr="00A0264F">
              <w:rPr>
                <w:rtl/>
              </w:rPr>
              <w:t>يـتـطايرونَ</w:t>
            </w:r>
            <w:r w:rsidR="0076657C">
              <w:rPr>
                <w:rtl/>
              </w:rPr>
              <w:t xml:space="preserve"> </w:t>
            </w:r>
            <w:r w:rsidRPr="00A0264F">
              <w:rPr>
                <w:rtl/>
              </w:rPr>
              <w:t>ذبـابـا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لـم</w:t>
            </w:r>
            <w:r w:rsidR="0076657C">
              <w:rPr>
                <w:rtl/>
              </w:rPr>
              <w:t xml:space="preserve"> </w:t>
            </w:r>
            <w:r w:rsidRPr="00A0264F">
              <w:rPr>
                <w:rtl/>
              </w:rPr>
              <w:t>أنـسهُ</w:t>
            </w:r>
            <w:r w:rsidR="0076657C">
              <w:rPr>
                <w:rtl/>
              </w:rPr>
              <w:t xml:space="preserve"> </w:t>
            </w:r>
            <w:r w:rsidRPr="00A0264F">
              <w:rPr>
                <w:rtl/>
              </w:rPr>
              <w:t>إذ</w:t>
            </w:r>
            <w:r w:rsidR="0076657C">
              <w:rPr>
                <w:rtl/>
              </w:rPr>
              <w:t xml:space="preserve"> </w:t>
            </w:r>
            <w:r w:rsidRPr="00A0264F">
              <w:rPr>
                <w:rtl/>
              </w:rPr>
              <w:t>قـامَ</w:t>
            </w:r>
            <w:r w:rsidR="0076657C">
              <w:rPr>
                <w:rtl/>
              </w:rPr>
              <w:t xml:space="preserve"> </w:t>
            </w:r>
            <w:r w:rsidRPr="00A0264F">
              <w:rPr>
                <w:rtl/>
              </w:rPr>
              <w:t>فـيهم</w:t>
            </w:r>
            <w:r w:rsidR="0076657C">
              <w:rPr>
                <w:rtl/>
              </w:rPr>
              <w:t xml:space="preserve"> </w:t>
            </w:r>
            <w:r w:rsidRPr="00A0264F">
              <w:rPr>
                <w:rtl/>
              </w:rPr>
              <w:t>خـاطبا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فــإذا</w:t>
            </w:r>
            <w:r>
              <w:rPr>
                <w:rtl/>
              </w:rPr>
              <w:t xml:space="preserve"> </w:t>
            </w:r>
            <w:r w:rsidRPr="00A0264F">
              <w:rPr>
                <w:rtl/>
              </w:rPr>
              <w:t>هـمُ</w:t>
            </w:r>
            <w:r w:rsidR="0076657C">
              <w:rPr>
                <w:rtl/>
              </w:rPr>
              <w:t xml:space="preserve"> </w:t>
            </w:r>
            <w:r w:rsidRPr="00A0264F">
              <w:rPr>
                <w:rtl/>
              </w:rPr>
              <w:t>لا</w:t>
            </w:r>
            <w:r w:rsidR="0076657C">
              <w:rPr>
                <w:rtl/>
              </w:rPr>
              <w:t xml:space="preserve"> </w:t>
            </w:r>
            <w:r w:rsidRPr="00A0264F">
              <w:rPr>
                <w:rtl/>
              </w:rPr>
              <w:t>يـملكونَ</w:t>
            </w:r>
            <w:r w:rsidR="0076657C">
              <w:rPr>
                <w:rtl/>
              </w:rPr>
              <w:t xml:space="preserve"> </w:t>
            </w:r>
            <w:r w:rsidRPr="00A0264F">
              <w:rPr>
                <w:rtl/>
              </w:rPr>
              <w:t>خـطابا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يـدعو</w:t>
            </w:r>
            <w:r w:rsidR="0076657C">
              <w:rPr>
                <w:rtl/>
              </w:rPr>
              <w:t xml:space="preserve"> </w:t>
            </w:r>
            <w:r w:rsidRPr="00A0264F">
              <w:rPr>
                <w:rtl/>
              </w:rPr>
              <w:t>ألـستُ</w:t>
            </w:r>
            <w:r w:rsidR="0076657C">
              <w:rPr>
                <w:rtl/>
              </w:rPr>
              <w:t xml:space="preserve"> </w:t>
            </w:r>
            <w:r w:rsidRPr="00A0264F">
              <w:rPr>
                <w:rtl/>
              </w:rPr>
              <w:t>أنـا</w:t>
            </w:r>
            <w:r w:rsidR="0076657C">
              <w:rPr>
                <w:rtl/>
              </w:rPr>
              <w:t xml:space="preserve"> </w:t>
            </w:r>
            <w:r w:rsidRPr="00A0264F">
              <w:rPr>
                <w:rtl/>
              </w:rPr>
              <w:t>ابنَ</w:t>
            </w:r>
            <w:r w:rsidR="0076657C">
              <w:rPr>
                <w:rtl/>
              </w:rPr>
              <w:t xml:space="preserve"> </w:t>
            </w:r>
            <w:r w:rsidRPr="00A0264F">
              <w:rPr>
                <w:rtl/>
              </w:rPr>
              <w:t>بنتِ</w:t>
            </w:r>
            <w:r w:rsidR="0076657C">
              <w:rPr>
                <w:rtl/>
              </w:rPr>
              <w:t xml:space="preserve"> </w:t>
            </w:r>
            <w:r w:rsidRPr="00A0264F">
              <w:rPr>
                <w:rtl/>
              </w:rPr>
              <w:t>نبيّكم</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ومـلاذكم</w:t>
            </w:r>
            <w:r>
              <w:rPr>
                <w:rtl/>
              </w:rPr>
              <w:t xml:space="preserve"> </w:t>
            </w:r>
            <w:r w:rsidRPr="00A0264F">
              <w:rPr>
                <w:rtl/>
              </w:rPr>
              <w:t>إن</w:t>
            </w:r>
            <w:r w:rsidR="0076657C">
              <w:rPr>
                <w:rtl/>
              </w:rPr>
              <w:t xml:space="preserve"> </w:t>
            </w:r>
            <w:r w:rsidRPr="00A0264F">
              <w:rPr>
                <w:rtl/>
              </w:rPr>
              <w:t>صـرفُ</w:t>
            </w:r>
            <w:r w:rsidR="0076657C">
              <w:rPr>
                <w:rtl/>
              </w:rPr>
              <w:t xml:space="preserve"> </w:t>
            </w:r>
            <w:r w:rsidRPr="00A0264F">
              <w:rPr>
                <w:rtl/>
              </w:rPr>
              <w:t>دهـرٍ</w:t>
            </w:r>
            <w:r w:rsidR="0076657C">
              <w:rPr>
                <w:rtl/>
              </w:rPr>
              <w:t xml:space="preserve"> </w:t>
            </w:r>
            <w:r w:rsidRPr="00A0264F">
              <w:rPr>
                <w:rtl/>
              </w:rPr>
              <w:t>نابا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هـل</w:t>
            </w:r>
            <w:r>
              <w:rPr>
                <w:rtl/>
              </w:rPr>
              <w:t xml:space="preserve"> </w:t>
            </w:r>
            <w:r w:rsidRPr="00A0264F">
              <w:rPr>
                <w:rtl/>
              </w:rPr>
              <w:t>جـئتُ</w:t>
            </w:r>
            <w:r w:rsidR="0076657C">
              <w:rPr>
                <w:rtl/>
              </w:rPr>
              <w:t xml:space="preserve"> </w:t>
            </w:r>
            <w:r w:rsidRPr="00A0264F">
              <w:rPr>
                <w:rtl/>
              </w:rPr>
              <w:t>في</w:t>
            </w:r>
            <w:r w:rsidR="0076657C">
              <w:rPr>
                <w:rtl/>
              </w:rPr>
              <w:t xml:space="preserve"> </w:t>
            </w:r>
            <w:r w:rsidRPr="00A0264F">
              <w:rPr>
                <w:rtl/>
              </w:rPr>
              <w:t>دينِ</w:t>
            </w:r>
            <w:r w:rsidR="0076657C">
              <w:rPr>
                <w:rtl/>
              </w:rPr>
              <w:t xml:space="preserve"> </w:t>
            </w:r>
            <w:r w:rsidRPr="00A0264F">
              <w:rPr>
                <w:rtl/>
              </w:rPr>
              <w:t>النبيّ</w:t>
            </w:r>
            <w:r w:rsidR="0076657C">
              <w:rPr>
                <w:rtl/>
              </w:rPr>
              <w:t xml:space="preserve"> </w:t>
            </w:r>
            <w:r w:rsidRPr="00A0264F">
              <w:rPr>
                <w:rtl/>
              </w:rPr>
              <w:t>ببدعة</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أمْ</w:t>
            </w:r>
            <w:r w:rsidR="0076657C">
              <w:rPr>
                <w:rtl/>
              </w:rPr>
              <w:t xml:space="preserve"> </w:t>
            </w:r>
            <w:r w:rsidRPr="00A0264F">
              <w:rPr>
                <w:rtl/>
              </w:rPr>
              <w:t>كـنـتُ</w:t>
            </w:r>
            <w:r w:rsidR="0076657C">
              <w:rPr>
                <w:rtl/>
              </w:rPr>
              <w:t xml:space="preserve"> </w:t>
            </w:r>
            <w:r w:rsidRPr="00A0264F">
              <w:rPr>
                <w:rtl/>
              </w:rPr>
              <w:t>فـي</w:t>
            </w:r>
            <w:r w:rsidR="0076657C">
              <w:rPr>
                <w:rtl/>
              </w:rPr>
              <w:t xml:space="preserve"> </w:t>
            </w:r>
            <w:r w:rsidRPr="00A0264F">
              <w:rPr>
                <w:rtl/>
              </w:rPr>
              <w:t>أحـكامهِ</w:t>
            </w:r>
            <w:r w:rsidR="0076657C">
              <w:rPr>
                <w:rtl/>
              </w:rPr>
              <w:t xml:space="preserve"> </w:t>
            </w:r>
            <w:r w:rsidRPr="00A0264F">
              <w:rPr>
                <w:rtl/>
              </w:rPr>
              <w:t>مـرتابا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أمْ</w:t>
            </w:r>
            <w:r w:rsidR="0076657C">
              <w:rPr>
                <w:rtl/>
              </w:rPr>
              <w:t xml:space="preserve"> </w:t>
            </w:r>
            <w:r w:rsidRPr="00A0264F">
              <w:rPr>
                <w:rtl/>
              </w:rPr>
              <w:t>لـم</w:t>
            </w:r>
            <w:r w:rsidR="0076657C">
              <w:rPr>
                <w:rtl/>
              </w:rPr>
              <w:t xml:space="preserve"> </w:t>
            </w:r>
            <w:r w:rsidRPr="00A0264F">
              <w:rPr>
                <w:rtl/>
              </w:rPr>
              <w:t>يـوصِّ</w:t>
            </w:r>
            <w:r w:rsidR="0076657C">
              <w:rPr>
                <w:rtl/>
              </w:rPr>
              <w:t xml:space="preserve"> </w:t>
            </w:r>
            <w:r w:rsidRPr="00A0264F">
              <w:rPr>
                <w:rtl/>
              </w:rPr>
              <w:t>بنا</w:t>
            </w:r>
            <w:r w:rsidR="0076657C">
              <w:rPr>
                <w:rtl/>
              </w:rPr>
              <w:t xml:space="preserve"> </w:t>
            </w:r>
            <w:r w:rsidRPr="00A0264F">
              <w:rPr>
                <w:rtl/>
              </w:rPr>
              <w:t>النبيُّ</w:t>
            </w:r>
            <w:r w:rsidR="0076657C">
              <w:rPr>
                <w:rtl/>
              </w:rPr>
              <w:t xml:space="preserve"> </w:t>
            </w:r>
            <w:r w:rsidRPr="00A0264F">
              <w:rPr>
                <w:rtl/>
              </w:rPr>
              <w:t>وأودعَ</w:t>
            </w:r>
            <w:r w:rsidR="0076657C">
              <w:rPr>
                <w:rtl/>
              </w:rPr>
              <w:t xml:space="preserve"> </w:t>
            </w:r>
            <w:r w:rsidRPr="00A0264F">
              <w:rPr>
                <w:rtl/>
              </w:rPr>
              <w:t>الـ</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ثـقـلينِ</w:t>
            </w:r>
            <w:r>
              <w:rPr>
                <w:rtl/>
              </w:rPr>
              <w:t xml:space="preserve"> </w:t>
            </w:r>
            <w:r w:rsidRPr="00A0264F">
              <w:rPr>
                <w:rtl/>
              </w:rPr>
              <w:t>فـيـكم</w:t>
            </w:r>
            <w:r w:rsidR="0076657C">
              <w:rPr>
                <w:rtl/>
              </w:rPr>
              <w:t xml:space="preserve"> </w:t>
            </w:r>
            <w:r w:rsidRPr="00A0264F">
              <w:rPr>
                <w:rtl/>
              </w:rPr>
              <w:t>عـترةً</w:t>
            </w:r>
            <w:r w:rsidR="0076657C">
              <w:rPr>
                <w:rtl/>
              </w:rPr>
              <w:t xml:space="preserve"> </w:t>
            </w:r>
            <w:r w:rsidRPr="00A0264F">
              <w:rPr>
                <w:rtl/>
              </w:rPr>
              <w:t>وكـتابا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إن</w:t>
            </w:r>
            <w:r>
              <w:rPr>
                <w:rtl/>
              </w:rPr>
              <w:t xml:space="preserve"> </w:t>
            </w:r>
            <w:r w:rsidRPr="00A0264F">
              <w:rPr>
                <w:rtl/>
              </w:rPr>
              <w:t>لـم</w:t>
            </w:r>
            <w:r w:rsidR="0076657C">
              <w:rPr>
                <w:rtl/>
              </w:rPr>
              <w:t xml:space="preserve"> </w:t>
            </w:r>
            <w:r w:rsidRPr="00A0264F">
              <w:rPr>
                <w:rtl/>
              </w:rPr>
              <w:t>تـدينوا</w:t>
            </w:r>
            <w:r w:rsidR="0076657C">
              <w:rPr>
                <w:rtl/>
              </w:rPr>
              <w:t xml:space="preserve"> </w:t>
            </w:r>
            <w:r w:rsidRPr="00A0264F">
              <w:rPr>
                <w:rtl/>
              </w:rPr>
              <w:t>بـالمعادِ</w:t>
            </w:r>
            <w:r w:rsidR="0076657C">
              <w:rPr>
                <w:rtl/>
              </w:rPr>
              <w:t xml:space="preserve"> </w:t>
            </w:r>
            <w:r w:rsidRPr="00A0264F">
              <w:rPr>
                <w:rtl/>
              </w:rPr>
              <w:t>فراجعوا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أحـسـابكم</w:t>
            </w:r>
            <w:r w:rsidR="0076657C">
              <w:rPr>
                <w:rtl/>
              </w:rPr>
              <w:t xml:space="preserve"> </w:t>
            </w:r>
            <w:r w:rsidRPr="00A0264F">
              <w:rPr>
                <w:rtl/>
              </w:rPr>
              <w:t>إن</w:t>
            </w:r>
            <w:r w:rsidR="0076657C">
              <w:rPr>
                <w:rtl/>
              </w:rPr>
              <w:t xml:space="preserve"> </w:t>
            </w:r>
            <w:r w:rsidRPr="00A0264F">
              <w:rPr>
                <w:rtl/>
              </w:rPr>
              <w:t>كـنـتمُ</w:t>
            </w:r>
            <w:r w:rsidR="0076657C">
              <w:rPr>
                <w:rtl/>
              </w:rPr>
              <w:t xml:space="preserve"> </w:t>
            </w:r>
            <w:r w:rsidRPr="00A0264F">
              <w:rPr>
                <w:rtl/>
              </w:rPr>
              <w:t>أعـرابـا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فـغدوا</w:t>
            </w:r>
            <w:r w:rsidR="0076657C">
              <w:rPr>
                <w:rtl/>
              </w:rPr>
              <w:t xml:space="preserve"> </w:t>
            </w:r>
            <w:r w:rsidRPr="00A0264F">
              <w:rPr>
                <w:rtl/>
              </w:rPr>
              <w:t>حـيارى</w:t>
            </w:r>
            <w:r w:rsidR="0076657C">
              <w:rPr>
                <w:rtl/>
              </w:rPr>
              <w:t xml:space="preserve"> </w:t>
            </w:r>
            <w:r w:rsidRPr="00A0264F">
              <w:rPr>
                <w:rtl/>
              </w:rPr>
              <w:t>لا</w:t>
            </w:r>
            <w:r w:rsidR="0076657C">
              <w:rPr>
                <w:rtl/>
              </w:rPr>
              <w:t xml:space="preserve"> </w:t>
            </w:r>
            <w:r w:rsidRPr="00A0264F">
              <w:rPr>
                <w:rtl/>
              </w:rPr>
              <w:t>يـرونَ</w:t>
            </w:r>
            <w:r w:rsidR="0076657C">
              <w:rPr>
                <w:rtl/>
              </w:rPr>
              <w:t xml:space="preserve"> </w:t>
            </w:r>
            <w:r w:rsidRPr="00A0264F">
              <w:rPr>
                <w:rtl/>
              </w:rPr>
              <w:t>لوعظه</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إلاّ</w:t>
            </w:r>
            <w:r>
              <w:rPr>
                <w:rtl/>
              </w:rPr>
              <w:t xml:space="preserve"> </w:t>
            </w:r>
            <w:r w:rsidRPr="00A0264F">
              <w:rPr>
                <w:rtl/>
              </w:rPr>
              <w:t>الأسـنَّـةَ</w:t>
            </w:r>
            <w:r w:rsidR="0076657C">
              <w:rPr>
                <w:rtl/>
              </w:rPr>
              <w:t xml:space="preserve"> </w:t>
            </w:r>
            <w:r w:rsidRPr="00A0264F">
              <w:rPr>
                <w:rtl/>
              </w:rPr>
              <w:t>والـسـهامَ</w:t>
            </w:r>
            <w:r w:rsidR="0076657C">
              <w:rPr>
                <w:rtl/>
              </w:rPr>
              <w:t xml:space="preserve"> </w:t>
            </w:r>
            <w:r w:rsidRPr="00A0264F">
              <w:rPr>
                <w:rtl/>
              </w:rPr>
              <w:t>جـوابا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حـتى</w:t>
            </w:r>
            <w:r>
              <w:rPr>
                <w:rtl/>
              </w:rPr>
              <w:t xml:space="preserve"> </w:t>
            </w:r>
            <w:r w:rsidRPr="00A0264F">
              <w:rPr>
                <w:rtl/>
              </w:rPr>
              <w:t>إذا</w:t>
            </w:r>
            <w:r w:rsidR="0076657C">
              <w:rPr>
                <w:rtl/>
              </w:rPr>
              <w:t xml:space="preserve"> </w:t>
            </w:r>
            <w:r w:rsidRPr="00A0264F">
              <w:rPr>
                <w:rtl/>
              </w:rPr>
              <w:t>أسـفت</w:t>
            </w:r>
            <w:r w:rsidR="0076657C">
              <w:rPr>
                <w:rtl/>
              </w:rPr>
              <w:t xml:space="preserve"> </w:t>
            </w:r>
            <w:r w:rsidRPr="00A0264F">
              <w:rPr>
                <w:rtl/>
              </w:rPr>
              <w:t>عـلوجُ</w:t>
            </w:r>
            <w:r w:rsidR="0076657C">
              <w:rPr>
                <w:rtl/>
              </w:rPr>
              <w:t xml:space="preserve"> </w:t>
            </w:r>
            <w:r w:rsidRPr="00A0264F">
              <w:rPr>
                <w:rtl/>
              </w:rPr>
              <w:t>أُمـيّة</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أن</w:t>
            </w:r>
            <w:r>
              <w:rPr>
                <w:rtl/>
              </w:rPr>
              <w:t xml:space="preserve"> </w:t>
            </w:r>
            <w:r w:rsidRPr="00A0264F">
              <w:rPr>
                <w:rtl/>
              </w:rPr>
              <w:t>لا</w:t>
            </w:r>
            <w:r w:rsidR="0076657C">
              <w:rPr>
                <w:rtl/>
              </w:rPr>
              <w:t xml:space="preserve"> </w:t>
            </w:r>
            <w:r w:rsidRPr="00A0264F">
              <w:rPr>
                <w:rtl/>
              </w:rPr>
              <w:t>تـرى</w:t>
            </w:r>
            <w:r w:rsidR="0076657C">
              <w:rPr>
                <w:rtl/>
              </w:rPr>
              <w:t xml:space="preserve"> </w:t>
            </w:r>
            <w:r w:rsidRPr="00A0264F">
              <w:rPr>
                <w:rtl/>
              </w:rPr>
              <w:t>قـلبَ</w:t>
            </w:r>
            <w:r w:rsidR="0076657C">
              <w:rPr>
                <w:rtl/>
              </w:rPr>
              <w:t xml:space="preserve"> </w:t>
            </w:r>
            <w:r w:rsidRPr="00A0264F">
              <w:rPr>
                <w:rtl/>
              </w:rPr>
              <w:t>الـنبيّ</w:t>
            </w:r>
            <w:r w:rsidR="0076657C">
              <w:rPr>
                <w:rtl/>
              </w:rPr>
              <w:t xml:space="preserve"> </w:t>
            </w:r>
            <w:r w:rsidRPr="00A0264F">
              <w:rPr>
                <w:rtl/>
              </w:rPr>
              <w:t>مُصابا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صـلَّت</w:t>
            </w:r>
            <w:r>
              <w:rPr>
                <w:rtl/>
              </w:rPr>
              <w:t xml:space="preserve"> </w:t>
            </w:r>
            <w:r w:rsidRPr="00A0264F">
              <w:rPr>
                <w:rtl/>
              </w:rPr>
              <w:t>على</w:t>
            </w:r>
            <w:r w:rsidR="0076657C">
              <w:rPr>
                <w:rtl/>
              </w:rPr>
              <w:t xml:space="preserve"> </w:t>
            </w:r>
            <w:r w:rsidRPr="00A0264F">
              <w:rPr>
                <w:rtl/>
              </w:rPr>
              <w:t>جسمِ</w:t>
            </w:r>
            <w:r w:rsidR="0076657C">
              <w:rPr>
                <w:rtl/>
              </w:rPr>
              <w:t xml:space="preserve"> </w:t>
            </w:r>
            <w:r w:rsidRPr="00A0264F">
              <w:rPr>
                <w:rtl/>
              </w:rPr>
              <w:t>الحسينِ</w:t>
            </w:r>
            <w:r w:rsidR="0076657C">
              <w:rPr>
                <w:rtl/>
              </w:rPr>
              <w:t xml:space="preserve"> </w:t>
            </w:r>
            <w:r w:rsidRPr="00A0264F">
              <w:rPr>
                <w:rtl/>
              </w:rPr>
              <w:t>سيوفهم</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فـغدا</w:t>
            </w:r>
            <w:r>
              <w:rPr>
                <w:rtl/>
              </w:rPr>
              <w:t xml:space="preserve"> </w:t>
            </w:r>
            <w:r w:rsidRPr="00A0264F">
              <w:rPr>
                <w:rtl/>
              </w:rPr>
              <w:t>لـساجدةِ</w:t>
            </w:r>
            <w:r w:rsidR="0076657C">
              <w:rPr>
                <w:rtl/>
              </w:rPr>
              <w:t xml:space="preserve"> </w:t>
            </w:r>
            <w:r w:rsidRPr="00A0264F">
              <w:rPr>
                <w:rtl/>
              </w:rPr>
              <w:t>الـظبى</w:t>
            </w:r>
            <w:r w:rsidR="0076657C">
              <w:rPr>
                <w:rtl/>
              </w:rPr>
              <w:t xml:space="preserve"> </w:t>
            </w:r>
            <w:r w:rsidRPr="00A0264F">
              <w:rPr>
                <w:rtl/>
              </w:rPr>
              <w:t>مـحرابا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ومـضى</w:t>
            </w:r>
            <w:r w:rsidR="0076657C">
              <w:rPr>
                <w:rtl/>
              </w:rPr>
              <w:t xml:space="preserve"> </w:t>
            </w:r>
            <w:r w:rsidRPr="00A0264F">
              <w:rPr>
                <w:rtl/>
              </w:rPr>
              <w:t>لـهيفاً</w:t>
            </w:r>
            <w:r w:rsidR="0076657C">
              <w:rPr>
                <w:rtl/>
              </w:rPr>
              <w:t xml:space="preserve"> </w:t>
            </w:r>
            <w:r w:rsidRPr="00A0264F">
              <w:rPr>
                <w:rtl/>
              </w:rPr>
              <w:t>لـم</w:t>
            </w:r>
            <w:r w:rsidR="0076657C">
              <w:rPr>
                <w:rtl/>
              </w:rPr>
              <w:t xml:space="preserve"> </w:t>
            </w:r>
            <w:r w:rsidRPr="00A0264F">
              <w:rPr>
                <w:rtl/>
              </w:rPr>
              <w:t>يجد</w:t>
            </w:r>
            <w:r w:rsidR="0076657C">
              <w:rPr>
                <w:rtl/>
              </w:rPr>
              <w:t xml:space="preserve"> </w:t>
            </w:r>
            <w:r w:rsidRPr="00A0264F">
              <w:rPr>
                <w:rtl/>
              </w:rPr>
              <w:t>غيرَ</w:t>
            </w:r>
            <w:r w:rsidR="0076657C">
              <w:rPr>
                <w:rtl/>
              </w:rPr>
              <w:t xml:space="preserve"> </w:t>
            </w:r>
            <w:r w:rsidRPr="00A0264F">
              <w:rPr>
                <w:rtl/>
              </w:rPr>
              <w:t>القنا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ظـلاً</w:t>
            </w:r>
            <w:r>
              <w:rPr>
                <w:rtl/>
              </w:rPr>
              <w:t xml:space="preserve"> </w:t>
            </w:r>
            <w:r w:rsidRPr="00A0264F">
              <w:rPr>
                <w:rtl/>
              </w:rPr>
              <w:t>ولا</w:t>
            </w:r>
            <w:r w:rsidR="0076657C">
              <w:rPr>
                <w:rtl/>
              </w:rPr>
              <w:t xml:space="preserve"> </w:t>
            </w:r>
            <w:r w:rsidRPr="00A0264F">
              <w:rPr>
                <w:rtl/>
              </w:rPr>
              <w:t>غـيرَ</w:t>
            </w:r>
            <w:r w:rsidR="0076657C">
              <w:rPr>
                <w:rtl/>
              </w:rPr>
              <w:t xml:space="preserve"> </w:t>
            </w:r>
            <w:r w:rsidRPr="00A0264F">
              <w:rPr>
                <w:rtl/>
              </w:rPr>
              <w:t>الـنجيعِ</w:t>
            </w:r>
            <w:r w:rsidR="0076657C">
              <w:rPr>
                <w:rtl/>
              </w:rPr>
              <w:t xml:space="preserve"> </w:t>
            </w:r>
            <w:r w:rsidRPr="00A0264F">
              <w:rPr>
                <w:rtl/>
              </w:rPr>
              <w:t>شـرابا</w:t>
            </w:r>
            <w:r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AA2688" w:rsidTr="00AA2688">
        <w:trPr>
          <w:trHeight w:val="350"/>
        </w:trPr>
        <w:tc>
          <w:tcPr>
            <w:tcW w:w="3536" w:type="dxa"/>
          </w:tcPr>
          <w:p w:rsidR="00AA2688" w:rsidRDefault="00AA2688" w:rsidP="00197548">
            <w:pPr>
              <w:pStyle w:val="libPoem"/>
            </w:pPr>
            <w:r w:rsidRPr="00A0264F">
              <w:rPr>
                <w:rtl/>
              </w:rPr>
              <w:t>ظـمـآن</w:t>
            </w:r>
            <w:r>
              <w:rPr>
                <w:rtl/>
              </w:rPr>
              <w:t xml:space="preserve"> </w:t>
            </w:r>
            <w:r w:rsidRPr="00A0264F">
              <w:rPr>
                <w:rtl/>
              </w:rPr>
              <w:t>ذابَ</w:t>
            </w:r>
            <w:r w:rsidR="0076657C">
              <w:rPr>
                <w:rtl/>
              </w:rPr>
              <w:t xml:space="preserve"> </w:t>
            </w:r>
            <w:r w:rsidRPr="00A0264F">
              <w:rPr>
                <w:rtl/>
              </w:rPr>
              <w:t>فـؤادهُ</w:t>
            </w:r>
            <w:r w:rsidR="0076657C">
              <w:rPr>
                <w:rtl/>
              </w:rPr>
              <w:t xml:space="preserve"> </w:t>
            </w:r>
            <w:r w:rsidRPr="00A0264F">
              <w:rPr>
                <w:rtl/>
              </w:rPr>
              <w:t>مـن</w:t>
            </w:r>
            <w:r w:rsidR="0076657C">
              <w:rPr>
                <w:rtl/>
              </w:rPr>
              <w:t xml:space="preserve"> </w:t>
            </w:r>
            <w:r w:rsidRPr="00A0264F">
              <w:rPr>
                <w:rtl/>
              </w:rPr>
              <w:t>غـلة</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لـو</w:t>
            </w:r>
            <w:r>
              <w:rPr>
                <w:rtl/>
              </w:rPr>
              <w:t xml:space="preserve"> </w:t>
            </w:r>
            <w:r w:rsidRPr="00A0264F">
              <w:rPr>
                <w:rtl/>
              </w:rPr>
              <w:t>مـسَّتِ</w:t>
            </w:r>
            <w:r w:rsidR="0076657C">
              <w:rPr>
                <w:rtl/>
              </w:rPr>
              <w:t xml:space="preserve"> </w:t>
            </w:r>
            <w:r w:rsidRPr="00A0264F">
              <w:rPr>
                <w:rtl/>
              </w:rPr>
              <w:t>الـصخرَ</w:t>
            </w:r>
            <w:r w:rsidR="0076657C">
              <w:rPr>
                <w:rtl/>
              </w:rPr>
              <w:t xml:space="preserve"> </w:t>
            </w:r>
            <w:r w:rsidRPr="00A0264F">
              <w:rPr>
                <w:rtl/>
              </w:rPr>
              <w:t>الأصمّ</w:t>
            </w:r>
            <w:r w:rsidR="0076657C">
              <w:rPr>
                <w:rtl/>
              </w:rPr>
              <w:t xml:space="preserve"> </w:t>
            </w:r>
            <w:r w:rsidRPr="00A0264F">
              <w:rPr>
                <w:rtl/>
              </w:rPr>
              <w:t>لذابا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لـهفي</w:t>
            </w:r>
            <w:r w:rsidR="0076657C">
              <w:rPr>
                <w:rtl/>
              </w:rPr>
              <w:t xml:space="preserve"> </w:t>
            </w:r>
            <w:r w:rsidRPr="00A0264F">
              <w:rPr>
                <w:rtl/>
              </w:rPr>
              <w:t>لـجسمكَ</w:t>
            </w:r>
            <w:r w:rsidR="0076657C">
              <w:rPr>
                <w:rtl/>
              </w:rPr>
              <w:t xml:space="preserve"> </w:t>
            </w:r>
            <w:r w:rsidRPr="00A0264F">
              <w:rPr>
                <w:rtl/>
              </w:rPr>
              <w:t>في</w:t>
            </w:r>
            <w:r w:rsidR="0076657C">
              <w:rPr>
                <w:rtl/>
              </w:rPr>
              <w:t xml:space="preserve"> </w:t>
            </w:r>
            <w:r w:rsidRPr="00A0264F">
              <w:rPr>
                <w:rtl/>
              </w:rPr>
              <w:t>الصعيدِ</w:t>
            </w:r>
            <w:r w:rsidR="0076657C">
              <w:rPr>
                <w:rtl/>
              </w:rPr>
              <w:t xml:space="preserve"> </w:t>
            </w:r>
            <w:r w:rsidRPr="00A0264F">
              <w:rPr>
                <w:rtl/>
              </w:rPr>
              <w:t>مجرّدا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عـريـانَ</w:t>
            </w:r>
            <w:r w:rsidR="0076657C">
              <w:rPr>
                <w:rtl/>
              </w:rPr>
              <w:t xml:space="preserve"> </w:t>
            </w:r>
            <w:r w:rsidRPr="00A0264F">
              <w:rPr>
                <w:rtl/>
              </w:rPr>
              <w:t>تـكسوهُ</w:t>
            </w:r>
            <w:r w:rsidR="0076657C">
              <w:rPr>
                <w:rtl/>
              </w:rPr>
              <w:t xml:space="preserve"> </w:t>
            </w:r>
            <w:r w:rsidRPr="00A0264F">
              <w:rPr>
                <w:rtl/>
              </w:rPr>
              <w:t>الـدماءُ</w:t>
            </w:r>
            <w:r w:rsidR="0076657C">
              <w:rPr>
                <w:rtl/>
              </w:rPr>
              <w:t xml:space="preserve"> </w:t>
            </w:r>
            <w:r w:rsidRPr="00A0264F">
              <w:rPr>
                <w:rtl/>
              </w:rPr>
              <w:t>ثـيابا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تَـرِبَ</w:t>
            </w:r>
            <w:r w:rsidR="0076657C">
              <w:rPr>
                <w:rtl/>
              </w:rPr>
              <w:t xml:space="preserve"> </w:t>
            </w:r>
            <w:r w:rsidRPr="00A0264F">
              <w:rPr>
                <w:rtl/>
              </w:rPr>
              <w:t>الـجبينِ</w:t>
            </w:r>
            <w:r w:rsidR="0076657C">
              <w:rPr>
                <w:rtl/>
              </w:rPr>
              <w:t xml:space="preserve"> </w:t>
            </w:r>
            <w:r w:rsidRPr="00A0264F">
              <w:rPr>
                <w:rtl/>
              </w:rPr>
              <w:t>وعـينُ</w:t>
            </w:r>
            <w:r w:rsidR="0076657C">
              <w:rPr>
                <w:rtl/>
              </w:rPr>
              <w:t xml:space="preserve"> </w:t>
            </w:r>
            <w:r w:rsidRPr="00A0264F">
              <w:rPr>
                <w:rtl/>
              </w:rPr>
              <w:t>كلّ</w:t>
            </w:r>
            <w:r w:rsidR="0076657C">
              <w:rPr>
                <w:rtl/>
              </w:rPr>
              <w:t xml:space="preserve"> </w:t>
            </w:r>
            <w:r w:rsidRPr="00A0264F">
              <w:rPr>
                <w:rtl/>
              </w:rPr>
              <w:t>موحّد</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ودَّتْ</w:t>
            </w:r>
            <w:r w:rsidR="0076657C">
              <w:rPr>
                <w:rtl/>
              </w:rPr>
              <w:t xml:space="preserve"> </w:t>
            </w:r>
            <w:r w:rsidRPr="00A0264F">
              <w:rPr>
                <w:rtl/>
              </w:rPr>
              <w:t>لـجسمكَ</w:t>
            </w:r>
            <w:r w:rsidR="0076657C">
              <w:rPr>
                <w:rtl/>
              </w:rPr>
              <w:t xml:space="preserve"> </w:t>
            </w:r>
            <w:r w:rsidRPr="00A0264F">
              <w:rPr>
                <w:rtl/>
              </w:rPr>
              <w:t>لـو</w:t>
            </w:r>
            <w:r w:rsidR="0076657C">
              <w:rPr>
                <w:rtl/>
              </w:rPr>
              <w:t xml:space="preserve"> </w:t>
            </w:r>
            <w:r w:rsidRPr="00A0264F">
              <w:rPr>
                <w:rtl/>
              </w:rPr>
              <w:t>تـكونُ</w:t>
            </w:r>
            <w:r w:rsidR="0076657C">
              <w:rPr>
                <w:rtl/>
              </w:rPr>
              <w:t xml:space="preserve"> </w:t>
            </w:r>
            <w:r w:rsidRPr="00A0264F">
              <w:rPr>
                <w:rtl/>
              </w:rPr>
              <w:t>تـرابا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لـهفي</w:t>
            </w:r>
            <w:r>
              <w:rPr>
                <w:rtl/>
              </w:rPr>
              <w:t xml:space="preserve"> </w:t>
            </w:r>
            <w:r w:rsidRPr="00A0264F">
              <w:rPr>
                <w:rtl/>
              </w:rPr>
              <w:t>لـرأسكَ</w:t>
            </w:r>
            <w:r w:rsidR="0076657C">
              <w:rPr>
                <w:rtl/>
              </w:rPr>
              <w:t xml:space="preserve"> </w:t>
            </w:r>
            <w:r w:rsidRPr="00A0264F">
              <w:rPr>
                <w:rtl/>
              </w:rPr>
              <w:t>فوقَ</w:t>
            </w:r>
            <w:r w:rsidR="0076657C">
              <w:rPr>
                <w:rtl/>
              </w:rPr>
              <w:t xml:space="preserve"> </w:t>
            </w:r>
            <w:r w:rsidRPr="00A0264F">
              <w:rPr>
                <w:rtl/>
              </w:rPr>
              <w:t>مسلوبِ</w:t>
            </w:r>
            <w:r w:rsidR="0076657C">
              <w:rPr>
                <w:rtl/>
              </w:rPr>
              <w:t xml:space="preserve"> </w:t>
            </w:r>
            <w:r w:rsidRPr="00A0264F">
              <w:rPr>
                <w:rtl/>
              </w:rPr>
              <w:t>القنا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يـكـسوهُ</w:t>
            </w:r>
            <w:r w:rsidR="0076657C">
              <w:rPr>
                <w:rtl/>
              </w:rPr>
              <w:t xml:space="preserve"> </w:t>
            </w:r>
            <w:r w:rsidRPr="00A0264F">
              <w:rPr>
                <w:rtl/>
              </w:rPr>
              <w:t>مــن</w:t>
            </w:r>
            <w:r w:rsidR="0076657C">
              <w:rPr>
                <w:rtl/>
              </w:rPr>
              <w:t xml:space="preserve"> </w:t>
            </w:r>
            <w:r w:rsidRPr="00A0264F">
              <w:rPr>
                <w:rtl/>
              </w:rPr>
              <w:t>أنـوارهِ</w:t>
            </w:r>
            <w:r w:rsidR="0076657C">
              <w:rPr>
                <w:rtl/>
              </w:rPr>
              <w:t xml:space="preserve"> </w:t>
            </w:r>
            <w:r w:rsidRPr="00A0264F">
              <w:rPr>
                <w:rtl/>
              </w:rPr>
              <w:t>جـلبابا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يـتلو</w:t>
            </w:r>
            <w:r w:rsidR="0076657C">
              <w:rPr>
                <w:rtl/>
              </w:rPr>
              <w:t xml:space="preserve"> </w:t>
            </w:r>
            <w:r w:rsidRPr="00A0264F">
              <w:rPr>
                <w:rtl/>
              </w:rPr>
              <w:t>الـكتابَ</w:t>
            </w:r>
            <w:r w:rsidR="0076657C">
              <w:rPr>
                <w:rtl/>
              </w:rPr>
              <w:t xml:space="preserve"> </w:t>
            </w:r>
            <w:r w:rsidRPr="00A0264F">
              <w:rPr>
                <w:rtl/>
              </w:rPr>
              <w:t>عـلى</w:t>
            </w:r>
            <w:r w:rsidR="0076657C">
              <w:rPr>
                <w:rtl/>
              </w:rPr>
              <w:t xml:space="preserve"> </w:t>
            </w:r>
            <w:r w:rsidRPr="00A0264F">
              <w:rPr>
                <w:rtl/>
              </w:rPr>
              <w:t>السنانِ</w:t>
            </w:r>
            <w:r w:rsidR="0076657C">
              <w:rPr>
                <w:rtl/>
              </w:rPr>
              <w:t xml:space="preserve"> </w:t>
            </w:r>
            <w:r w:rsidRPr="00A0264F">
              <w:rPr>
                <w:rtl/>
              </w:rPr>
              <w:t>وإنّما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رفـعوا</w:t>
            </w:r>
            <w:r>
              <w:rPr>
                <w:rtl/>
              </w:rPr>
              <w:t xml:space="preserve"> </w:t>
            </w:r>
            <w:r w:rsidRPr="00A0264F">
              <w:rPr>
                <w:rtl/>
              </w:rPr>
              <w:t>بـهِ</w:t>
            </w:r>
            <w:r w:rsidR="0076657C">
              <w:rPr>
                <w:rtl/>
              </w:rPr>
              <w:t xml:space="preserve"> </w:t>
            </w:r>
            <w:r w:rsidRPr="00A0264F">
              <w:rPr>
                <w:rtl/>
              </w:rPr>
              <w:t>فـوقَ</w:t>
            </w:r>
            <w:r w:rsidR="0076657C">
              <w:rPr>
                <w:rtl/>
              </w:rPr>
              <w:t xml:space="preserve"> </w:t>
            </w:r>
            <w:r w:rsidRPr="00A0264F">
              <w:rPr>
                <w:rtl/>
              </w:rPr>
              <w:t>الـسنانِ</w:t>
            </w:r>
            <w:r w:rsidR="0076657C">
              <w:rPr>
                <w:rtl/>
              </w:rPr>
              <w:t xml:space="preserve"> </w:t>
            </w:r>
            <w:r w:rsidRPr="00A0264F">
              <w:rPr>
                <w:rtl/>
              </w:rPr>
              <w:t>كتابا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لـيَـنُحْ</w:t>
            </w:r>
            <w:r>
              <w:rPr>
                <w:rtl/>
              </w:rPr>
              <w:t xml:space="preserve"> </w:t>
            </w:r>
            <w:r w:rsidRPr="00A0264F">
              <w:rPr>
                <w:rtl/>
              </w:rPr>
              <w:t>كـتـابُ</w:t>
            </w:r>
            <w:r w:rsidR="0076657C">
              <w:rPr>
                <w:rtl/>
              </w:rPr>
              <w:t xml:space="preserve"> </w:t>
            </w:r>
            <w:r w:rsidRPr="00A0264F">
              <w:rPr>
                <w:rtl/>
              </w:rPr>
              <w:t>اللهِ</w:t>
            </w:r>
            <w:r w:rsidR="0076657C">
              <w:rPr>
                <w:rtl/>
              </w:rPr>
              <w:t xml:space="preserve"> </w:t>
            </w:r>
            <w:r w:rsidRPr="00A0264F">
              <w:rPr>
                <w:rtl/>
              </w:rPr>
              <w:t>مـمّا</w:t>
            </w:r>
            <w:r w:rsidR="0076657C">
              <w:rPr>
                <w:rtl/>
              </w:rPr>
              <w:t xml:space="preserve"> </w:t>
            </w:r>
            <w:r w:rsidRPr="00A0264F">
              <w:rPr>
                <w:rtl/>
              </w:rPr>
              <w:t>نـابَهُ</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ولـيـنثنِ</w:t>
            </w:r>
            <w:r>
              <w:rPr>
                <w:rtl/>
              </w:rPr>
              <w:t xml:space="preserve"> </w:t>
            </w:r>
            <w:r w:rsidRPr="00A0264F">
              <w:rPr>
                <w:rtl/>
              </w:rPr>
              <w:t>الإسـلامُ</w:t>
            </w:r>
            <w:r w:rsidR="0076657C">
              <w:rPr>
                <w:rtl/>
              </w:rPr>
              <w:t xml:space="preserve"> </w:t>
            </w:r>
            <w:r w:rsidRPr="00A0264F">
              <w:rPr>
                <w:rtl/>
              </w:rPr>
              <w:t>يـقرعُ</w:t>
            </w:r>
            <w:r w:rsidR="0076657C">
              <w:rPr>
                <w:rtl/>
              </w:rPr>
              <w:t xml:space="preserve"> </w:t>
            </w:r>
            <w:r w:rsidRPr="00A0264F">
              <w:rPr>
                <w:rtl/>
              </w:rPr>
              <w:t>نـابا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ولـيبكِ</w:t>
            </w:r>
            <w:r>
              <w:rPr>
                <w:rtl/>
              </w:rPr>
              <w:t xml:space="preserve"> </w:t>
            </w:r>
            <w:r w:rsidRPr="00A0264F">
              <w:rPr>
                <w:rtl/>
              </w:rPr>
              <w:t>ديـنُ</w:t>
            </w:r>
            <w:r w:rsidR="0076657C">
              <w:rPr>
                <w:rtl/>
              </w:rPr>
              <w:t xml:space="preserve"> </w:t>
            </w:r>
            <w:r w:rsidRPr="00A0264F">
              <w:rPr>
                <w:rtl/>
              </w:rPr>
              <w:t>مـحمّدٍ</w:t>
            </w:r>
            <w:r w:rsidR="0076657C">
              <w:rPr>
                <w:rtl/>
              </w:rPr>
              <w:t xml:space="preserve"> </w:t>
            </w:r>
            <w:r w:rsidRPr="00A0264F">
              <w:rPr>
                <w:rtl/>
              </w:rPr>
              <w:t>مـن</w:t>
            </w:r>
            <w:r w:rsidR="0076657C">
              <w:rPr>
                <w:rtl/>
              </w:rPr>
              <w:t xml:space="preserve"> </w:t>
            </w:r>
            <w:r w:rsidRPr="00A0264F">
              <w:rPr>
                <w:rtl/>
              </w:rPr>
              <w:t>أُمَّـةٍ</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عـزلوا</w:t>
            </w:r>
            <w:r>
              <w:rPr>
                <w:rtl/>
              </w:rPr>
              <w:t xml:space="preserve"> </w:t>
            </w:r>
            <w:r w:rsidRPr="00A0264F">
              <w:rPr>
                <w:rtl/>
              </w:rPr>
              <w:t>الـرؤوسَ</w:t>
            </w:r>
            <w:r w:rsidR="0076657C">
              <w:rPr>
                <w:rtl/>
              </w:rPr>
              <w:t xml:space="preserve"> </w:t>
            </w:r>
            <w:r w:rsidRPr="00A0264F">
              <w:rPr>
                <w:rtl/>
              </w:rPr>
              <w:t>وأَمَّروا</w:t>
            </w:r>
            <w:r w:rsidR="0076657C">
              <w:rPr>
                <w:rtl/>
              </w:rPr>
              <w:t xml:space="preserve"> </w:t>
            </w:r>
            <w:r w:rsidRPr="00A0264F">
              <w:rPr>
                <w:rtl/>
              </w:rPr>
              <w:t>الأذنابا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هـذا</w:t>
            </w:r>
            <w:r>
              <w:rPr>
                <w:rtl/>
              </w:rPr>
              <w:t xml:space="preserve"> </w:t>
            </w:r>
            <w:r w:rsidRPr="00A0264F">
              <w:rPr>
                <w:rtl/>
              </w:rPr>
              <w:t>ابـنُ</w:t>
            </w:r>
            <w:r w:rsidR="0076657C">
              <w:rPr>
                <w:rtl/>
              </w:rPr>
              <w:t xml:space="preserve"> </w:t>
            </w:r>
            <w:r w:rsidRPr="00A0264F">
              <w:rPr>
                <w:rtl/>
              </w:rPr>
              <w:t>هـندٍ</w:t>
            </w:r>
            <w:r w:rsidR="0076657C">
              <w:rPr>
                <w:rtl/>
              </w:rPr>
              <w:t xml:space="preserve"> </w:t>
            </w:r>
            <w:r w:rsidRPr="00A0264F">
              <w:rPr>
                <w:rtl/>
              </w:rPr>
              <w:t>وهـو</w:t>
            </w:r>
            <w:r w:rsidR="0076657C">
              <w:rPr>
                <w:rtl/>
              </w:rPr>
              <w:t xml:space="preserve"> </w:t>
            </w:r>
            <w:r w:rsidRPr="00A0264F">
              <w:rPr>
                <w:rtl/>
              </w:rPr>
              <w:t>شرُّ</w:t>
            </w:r>
            <w:r w:rsidR="0076657C">
              <w:rPr>
                <w:rtl/>
              </w:rPr>
              <w:t xml:space="preserve"> </w:t>
            </w:r>
            <w:r w:rsidRPr="00A0264F">
              <w:rPr>
                <w:rtl/>
              </w:rPr>
              <w:t>أُميّةٍ</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مــن</w:t>
            </w:r>
            <w:r>
              <w:rPr>
                <w:rtl/>
              </w:rPr>
              <w:t xml:space="preserve"> </w:t>
            </w:r>
            <w:r w:rsidRPr="00A0264F">
              <w:rPr>
                <w:rtl/>
              </w:rPr>
              <w:t>آلِ</w:t>
            </w:r>
            <w:r w:rsidR="0076657C">
              <w:rPr>
                <w:rtl/>
              </w:rPr>
              <w:t xml:space="preserve"> </w:t>
            </w:r>
            <w:r w:rsidRPr="00A0264F">
              <w:rPr>
                <w:rtl/>
              </w:rPr>
              <w:t>أحـمدَ</w:t>
            </w:r>
            <w:r w:rsidR="0076657C">
              <w:rPr>
                <w:rtl/>
              </w:rPr>
              <w:t xml:space="preserve"> </w:t>
            </w:r>
            <w:r w:rsidRPr="00A0264F">
              <w:rPr>
                <w:rtl/>
              </w:rPr>
              <w:t>يـستذلّ</w:t>
            </w:r>
            <w:r w:rsidR="0076657C">
              <w:rPr>
                <w:rtl/>
              </w:rPr>
              <w:t xml:space="preserve"> </w:t>
            </w:r>
            <w:r w:rsidRPr="00A0264F">
              <w:rPr>
                <w:rtl/>
              </w:rPr>
              <w:t>رقـابا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ويـصونُ</w:t>
            </w:r>
            <w:r w:rsidR="0076657C">
              <w:rPr>
                <w:rtl/>
              </w:rPr>
              <w:t xml:space="preserve"> </w:t>
            </w:r>
            <w:r w:rsidRPr="00A0264F">
              <w:rPr>
                <w:rtl/>
              </w:rPr>
              <w:t>نـسوتهُ</w:t>
            </w:r>
            <w:r w:rsidR="0076657C">
              <w:rPr>
                <w:rtl/>
              </w:rPr>
              <w:t xml:space="preserve"> </w:t>
            </w:r>
            <w:r w:rsidRPr="00A0264F">
              <w:rPr>
                <w:rtl/>
              </w:rPr>
              <w:t>ويُـبدي</w:t>
            </w:r>
            <w:r w:rsidR="0076657C">
              <w:rPr>
                <w:rtl/>
              </w:rPr>
              <w:t xml:space="preserve"> </w:t>
            </w:r>
            <w:r w:rsidRPr="00A0264F">
              <w:rPr>
                <w:rtl/>
              </w:rPr>
              <w:t>زيـنبا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مــن</w:t>
            </w:r>
            <w:r w:rsidR="0076657C">
              <w:rPr>
                <w:rtl/>
              </w:rPr>
              <w:t xml:space="preserve"> </w:t>
            </w:r>
            <w:r w:rsidRPr="00A0264F">
              <w:rPr>
                <w:rtl/>
              </w:rPr>
              <w:t>خـدرها</w:t>
            </w:r>
            <w:r w:rsidR="0076657C">
              <w:rPr>
                <w:rtl/>
              </w:rPr>
              <w:t xml:space="preserve"> </w:t>
            </w:r>
            <w:r w:rsidRPr="00A0264F">
              <w:rPr>
                <w:rtl/>
              </w:rPr>
              <w:t>وسـكينةً</w:t>
            </w:r>
            <w:r w:rsidR="0076657C">
              <w:rPr>
                <w:rtl/>
              </w:rPr>
              <w:t xml:space="preserve"> </w:t>
            </w:r>
            <w:r w:rsidRPr="00A0264F">
              <w:rPr>
                <w:rtl/>
              </w:rPr>
              <w:t>وربـابا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لـهفي</w:t>
            </w:r>
            <w:r>
              <w:rPr>
                <w:rtl/>
              </w:rPr>
              <w:t xml:space="preserve"> </w:t>
            </w:r>
            <w:r w:rsidRPr="00A0264F">
              <w:rPr>
                <w:rtl/>
              </w:rPr>
              <w:t>عـليها</w:t>
            </w:r>
            <w:r w:rsidR="0076657C">
              <w:rPr>
                <w:rtl/>
              </w:rPr>
              <w:t xml:space="preserve"> </w:t>
            </w:r>
            <w:r w:rsidRPr="00A0264F">
              <w:rPr>
                <w:rtl/>
              </w:rPr>
              <w:t>حينَ</w:t>
            </w:r>
            <w:r w:rsidR="0076657C">
              <w:rPr>
                <w:rtl/>
              </w:rPr>
              <w:t xml:space="preserve"> </w:t>
            </w:r>
            <w:r w:rsidRPr="00A0264F">
              <w:rPr>
                <w:rtl/>
              </w:rPr>
              <w:t>تأسرُها</w:t>
            </w:r>
            <w:r w:rsidR="0076657C">
              <w:rPr>
                <w:rtl/>
              </w:rPr>
              <w:t xml:space="preserve"> </w:t>
            </w:r>
            <w:r w:rsidRPr="00A0264F">
              <w:rPr>
                <w:rtl/>
              </w:rPr>
              <w:t>العدى</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ذُلاًّ</w:t>
            </w:r>
            <w:r w:rsidR="0076657C">
              <w:rPr>
                <w:rtl/>
              </w:rPr>
              <w:t xml:space="preserve"> </w:t>
            </w:r>
            <w:r w:rsidRPr="00A0264F">
              <w:rPr>
                <w:rtl/>
              </w:rPr>
              <w:t>وتُـركـبها</w:t>
            </w:r>
            <w:r w:rsidR="0076657C">
              <w:rPr>
                <w:rtl/>
              </w:rPr>
              <w:t xml:space="preserve"> </w:t>
            </w:r>
            <w:r w:rsidRPr="00A0264F">
              <w:rPr>
                <w:rtl/>
              </w:rPr>
              <w:t>الـنـياقَ</w:t>
            </w:r>
            <w:r w:rsidR="0076657C">
              <w:rPr>
                <w:rtl/>
              </w:rPr>
              <w:t xml:space="preserve"> </w:t>
            </w:r>
            <w:r w:rsidRPr="00A0264F">
              <w:rPr>
                <w:rtl/>
              </w:rPr>
              <w:t>صـعابا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وتـبيحُ</w:t>
            </w:r>
            <w:r>
              <w:rPr>
                <w:rtl/>
              </w:rPr>
              <w:t xml:space="preserve"> </w:t>
            </w:r>
            <w:r w:rsidRPr="00A0264F">
              <w:rPr>
                <w:rtl/>
              </w:rPr>
              <w:t>نـهبَ</w:t>
            </w:r>
            <w:r w:rsidR="0076657C">
              <w:rPr>
                <w:rtl/>
              </w:rPr>
              <w:t xml:space="preserve"> </w:t>
            </w:r>
            <w:r w:rsidRPr="00A0264F">
              <w:rPr>
                <w:rtl/>
              </w:rPr>
              <w:t>رحـالها</w:t>
            </w:r>
            <w:r w:rsidR="0076657C">
              <w:rPr>
                <w:rtl/>
              </w:rPr>
              <w:t xml:space="preserve"> </w:t>
            </w:r>
            <w:r w:rsidRPr="00A0264F">
              <w:rPr>
                <w:rtl/>
              </w:rPr>
              <w:t>وتـنيبها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عـنها</w:t>
            </w:r>
            <w:r>
              <w:rPr>
                <w:rtl/>
              </w:rPr>
              <w:t xml:space="preserve"> </w:t>
            </w:r>
            <w:r w:rsidRPr="00A0264F">
              <w:rPr>
                <w:rtl/>
              </w:rPr>
              <w:t>رحـالُ</w:t>
            </w:r>
            <w:r w:rsidR="0076657C">
              <w:rPr>
                <w:rtl/>
              </w:rPr>
              <w:t xml:space="preserve"> </w:t>
            </w:r>
            <w:r w:rsidRPr="00A0264F">
              <w:rPr>
                <w:rtl/>
              </w:rPr>
              <w:t>الـنيبِ</w:t>
            </w:r>
            <w:r w:rsidR="0076657C">
              <w:rPr>
                <w:rtl/>
              </w:rPr>
              <w:t xml:space="preserve"> </w:t>
            </w:r>
            <w:r w:rsidRPr="00A0264F">
              <w:rPr>
                <w:rtl/>
              </w:rPr>
              <w:t>والأقـتابا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سـلبتْ</w:t>
            </w:r>
            <w:r w:rsidR="0076657C">
              <w:rPr>
                <w:rtl/>
              </w:rPr>
              <w:t xml:space="preserve"> </w:t>
            </w:r>
            <w:r w:rsidRPr="00A0264F">
              <w:rPr>
                <w:rtl/>
              </w:rPr>
              <w:t>مـقانعُها</w:t>
            </w:r>
            <w:r w:rsidR="0076657C">
              <w:rPr>
                <w:rtl/>
              </w:rPr>
              <w:t xml:space="preserve"> </w:t>
            </w:r>
            <w:r w:rsidRPr="00A0264F">
              <w:rPr>
                <w:rtl/>
              </w:rPr>
              <w:t>ومـا</w:t>
            </w:r>
            <w:r w:rsidR="0076657C">
              <w:rPr>
                <w:rtl/>
              </w:rPr>
              <w:t xml:space="preserve"> </w:t>
            </w:r>
            <w:r w:rsidRPr="00A0264F">
              <w:rPr>
                <w:rtl/>
              </w:rPr>
              <w:t>أبـقت</w:t>
            </w:r>
            <w:r w:rsidR="0076657C">
              <w:rPr>
                <w:rtl/>
              </w:rPr>
              <w:t xml:space="preserve"> </w:t>
            </w:r>
            <w:r w:rsidRPr="00A0264F">
              <w:rPr>
                <w:rtl/>
              </w:rPr>
              <w:t>لها،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حـاشى</w:t>
            </w:r>
            <w:r>
              <w:rPr>
                <w:rtl/>
              </w:rPr>
              <w:t xml:space="preserve"> </w:t>
            </w:r>
            <w:r w:rsidRPr="00A0264F">
              <w:rPr>
                <w:rtl/>
              </w:rPr>
              <w:t>الـمهابةَ</w:t>
            </w:r>
            <w:r w:rsidR="0076657C">
              <w:rPr>
                <w:rtl/>
              </w:rPr>
              <w:t xml:space="preserve"> </w:t>
            </w:r>
            <w:r w:rsidRPr="00A0264F">
              <w:rPr>
                <w:rtl/>
              </w:rPr>
              <w:t>والجلالَ،</w:t>
            </w:r>
            <w:r w:rsidR="0076657C">
              <w:rPr>
                <w:rtl/>
              </w:rPr>
              <w:t xml:space="preserve"> </w:t>
            </w:r>
            <w:r w:rsidRPr="00A0264F">
              <w:rPr>
                <w:rtl/>
              </w:rPr>
              <w:t>حجابا</w:t>
            </w:r>
            <w:r w:rsidRPr="00725071">
              <w:rPr>
                <w:rStyle w:val="libPoemTiniChar0"/>
                <w:rtl/>
              </w:rPr>
              <w:br/>
              <w:t> </w:t>
            </w:r>
          </w:p>
        </w:tc>
      </w:tr>
    </w:tbl>
    <w:p w:rsidR="00A5546B" w:rsidRDefault="00A5546B" w:rsidP="00A5546B">
      <w:pPr>
        <w:pStyle w:val="libNormal"/>
      </w:pPr>
      <w:r>
        <w:rPr>
          <w:rtl/>
        </w:rPr>
        <w:br w:type="page"/>
      </w:r>
    </w:p>
    <w:p w:rsidR="00A0264F" w:rsidRPr="00A5546B" w:rsidRDefault="00A0264F" w:rsidP="00A5546B">
      <w:pPr>
        <w:pStyle w:val="Heading3Center"/>
      </w:pPr>
      <w:bookmarkStart w:id="23" w:name="في_الامام_المهدي_ورثاء_الحسين"/>
      <w:bookmarkStart w:id="24" w:name="_Toc430519747"/>
      <w:r w:rsidRPr="00A0264F">
        <w:rPr>
          <w:rtl/>
        </w:rPr>
        <w:t>في الإمام المهدي ورثاء الحسين (عليهما السّلام)</w:t>
      </w:r>
      <w:bookmarkEnd w:id="23"/>
      <w:bookmarkEnd w:id="24"/>
    </w:p>
    <w:tbl>
      <w:tblPr>
        <w:tblStyle w:val="TableGrid"/>
        <w:bidiVisual/>
        <w:tblW w:w="4562" w:type="pct"/>
        <w:tblInd w:w="384" w:type="dxa"/>
        <w:tblLook w:val="04A0"/>
      </w:tblPr>
      <w:tblGrid>
        <w:gridCol w:w="3536"/>
        <w:gridCol w:w="272"/>
        <w:gridCol w:w="3502"/>
      </w:tblGrid>
      <w:tr w:rsidR="00AA2688" w:rsidTr="00AA2688">
        <w:trPr>
          <w:trHeight w:val="350"/>
        </w:trPr>
        <w:tc>
          <w:tcPr>
            <w:tcW w:w="3536" w:type="dxa"/>
          </w:tcPr>
          <w:p w:rsidR="00AA2688" w:rsidRDefault="00AA2688" w:rsidP="00197548">
            <w:pPr>
              <w:pStyle w:val="libPoem"/>
            </w:pPr>
            <w:r w:rsidRPr="00A0264F">
              <w:rPr>
                <w:rtl/>
              </w:rPr>
              <w:t>أيـانَ</w:t>
            </w:r>
            <w:r>
              <w:rPr>
                <w:rtl/>
              </w:rPr>
              <w:t xml:space="preserve"> </w:t>
            </w:r>
            <w:r w:rsidRPr="00A0264F">
              <w:rPr>
                <w:rtl/>
              </w:rPr>
              <w:t>تـنجزُ</w:t>
            </w:r>
            <w:r w:rsidR="0076657C">
              <w:rPr>
                <w:rtl/>
              </w:rPr>
              <w:t xml:space="preserve"> </w:t>
            </w:r>
            <w:r w:rsidRPr="00A0264F">
              <w:rPr>
                <w:rtl/>
              </w:rPr>
              <w:t>لـي</w:t>
            </w:r>
            <w:r w:rsidR="0076657C">
              <w:rPr>
                <w:rtl/>
              </w:rPr>
              <w:t xml:space="preserve"> </w:t>
            </w:r>
            <w:r w:rsidRPr="00A0264F">
              <w:rPr>
                <w:rtl/>
              </w:rPr>
              <w:t>يـا</w:t>
            </w:r>
            <w:r w:rsidR="0076657C">
              <w:rPr>
                <w:rtl/>
              </w:rPr>
              <w:t xml:space="preserve"> </w:t>
            </w:r>
            <w:r w:rsidRPr="00A0264F">
              <w:rPr>
                <w:rtl/>
              </w:rPr>
              <w:t>دهرُ</w:t>
            </w:r>
            <w:r w:rsidR="0076657C">
              <w:rPr>
                <w:rtl/>
              </w:rPr>
              <w:t xml:space="preserve"> </w:t>
            </w:r>
            <w:r w:rsidRPr="00A0264F">
              <w:rPr>
                <w:rtl/>
              </w:rPr>
              <w:t>ما</w:t>
            </w:r>
            <w:r w:rsidR="0076657C">
              <w:rPr>
                <w:rtl/>
              </w:rPr>
              <w:t xml:space="preserve"> </w:t>
            </w:r>
            <w:r w:rsidRPr="00A0264F">
              <w:rPr>
                <w:rtl/>
              </w:rPr>
              <w:t>تعدُ</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قـد</w:t>
            </w:r>
            <w:r w:rsidR="0076657C">
              <w:rPr>
                <w:rtl/>
              </w:rPr>
              <w:t xml:space="preserve"> </w:t>
            </w:r>
            <w:r w:rsidRPr="00A0264F">
              <w:rPr>
                <w:rtl/>
              </w:rPr>
              <w:t>عـشَّرتْ</w:t>
            </w:r>
            <w:r w:rsidR="0076657C">
              <w:rPr>
                <w:rtl/>
              </w:rPr>
              <w:t xml:space="preserve"> </w:t>
            </w:r>
            <w:r w:rsidRPr="00A0264F">
              <w:rPr>
                <w:rtl/>
              </w:rPr>
              <w:t>فـيكَ</w:t>
            </w:r>
            <w:r w:rsidR="0076657C">
              <w:rPr>
                <w:rtl/>
              </w:rPr>
              <w:t xml:space="preserve"> </w:t>
            </w:r>
            <w:r w:rsidRPr="00A0264F">
              <w:rPr>
                <w:rtl/>
              </w:rPr>
              <w:t>آمـالي</w:t>
            </w:r>
            <w:r w:rsidR="0076657C">
              <w:rPr>
                <w:rtl/>
              </w:rPr>
              <w:t xml:space="preserve"> </w:t>
            </w:r>
            <w:r w:rsidRPr="00A0264F">
              <w:rPr>
                <w:rtl/>
              </w:rPr>
              <w:t>ولا</w:t>
            </w:r>
            <w:r w:rsidR="0076657C">
              <w:rPr>
                <w:rtl/>
              </w:rPr>
              <w:t xml:space="preserve"> </w:t>
            </w:r>
            <w:r w:rsidRPr="00A0264F">
              <w:rPr>
                <w:rtl/>
              </w:rPr>
              <w:t>تلدُ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طـالَ</w:t>
            </w:r>
            <w:r>
              <w:rPr>
                <w:rtl/>
              </w:rPr>
              <w:t xml:space="preserve"> </w:t>
            </w:r>
            <w:r w:rsidRPr="00A0264F">
              <w:rPr>
                <w:rtl/>
              </w:rPr>
              <w:t>الـزمانُ</w:t>
            </w:r>
            <w:r w:rsidR="0076657C">
              <w:rPr>
                <w:rtl/>
              </w:rPr>
              <w:t xml:space="preserve"> </w:t>
            </w:r>
            <w:r w:rsidRPr="00A0264F">
              <w:rPr>
                <w:rtl/>
              </w:rPr>
              <w:t>وعـندي</w:t>
            </w:r>
            <w:r w:rsidR="0076657C">
              <w:rPr>
                <w:rtl/>
              </w:rPr>
              <w:t xml:space="preserve"> </w:t>
            </w:r>
            <w:r w:rsidRPr="00A0264F">
              <w:rPr>
                <w:rtl/>
              </w:rPr>
              <w:t>بعدُ</w:t>
            </w:r>
            <w:r w:rsidR="0076657C">
              <w:rPr>
                <w:rtl/>
              </w:rPr>
              <w:t xml:space="preserve"> </w:t>
            </w:r>
            <w:r w:rsidRPr="00A0264F">
              <w:rPr>
                <w:rtl/>
              </w:rPr>
              <w:t>أمنية</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يـأتي</w:t>
            </w:r>
            <w:r w:rsidR="0076657C">
              <w:rPr>
                <w:rtl/>
              </w:rPr>
              <w:t xml:space="preserve"> </w:t>
            </w:r>
            <w:r w:rsidRPr="00A0264F">
              <w:rPr>
                <w:rtl/>
              </w:rPr>
              <w:t>عـليها</w:t>
            </w:r>
            <w:r w:rsidR="0076657C">
              <w:rPr>
                <w:rtl/>
              </w:rPr>
              <w:t xml:space="preserve"> </w:t>
            </w:r>
            <w:r w:rsidRPr="00A0264F">
              <w:rPr>
                <w:rtl/>
              </w:rPr>
              <w:t>ولا</w:t>
            </w:r>
            <w:r w:rsidR="0076657C">
              <w:rPr>
                <w:rtl/>
              </w:rPr>
              <w:t xml:space="preserve"> </w:t>
            </w:r>
            <w:r w:rsidRPr="00A0264F">
              <w:rPr>
                <w:rtl/>
              </w:rPr>
              <w:t>يـأتي</w:t>
            </w:r>
            <w:r w:rsidR="0076657C">
              <w:rPr>
                <w:rtl/>
              </w:rPr>
              <w:t xml:space="preserve"> </w:t>
            </w:r>
            <w:r w:rsidRPr="00A0264F">
              <w:rPr>
                <w:rtl/>
              </w:rPr>
              <w:t>بـها</w:t>
            </w:r>
            <w:r w:rsidR="0076657C">
              <w:rPr>
                <w:rtl/>
              </w:rPr>
              <w:t xml:space="preserve"> </w:t>
            </w:r>
            <w:r w:rsidRPr="00A0264F">
              <w:rPr>
                <w:rtl/>
              </w:rPr>
              <w:t>الأمدُ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تمضي</w:t>
            </w:r>
            <w:r w:rsidR="0076657C">
              <w:rPr>
                <w:rtl/>
              </w:rPr>
              <w:t xml:space="preserve"> </w:t>
            </w:r>
            <w:r w:rsidRPr="00A0264F">
              <w:rPr>
                <w:rtl/>
              </w:rPr>
              <w:t>الليالي</w:t>
            </w:r>
            <w:r w:rsidR="0076657C">
              <w:rPr>
                <w:rtl/>
              </w:rPr>
              <w:t xml:space="preserve"> </w:t>
            </w:r>
            <w:r w:rsidRPr="00A0264F">
              <w:rPr>
                <w:rtl/>
              </w:rPr>
              <w:t>ولا</w:t>
            </w:r>
            <w:r w:rsidR="0076657C">
              <w:rPr>
                <w:rtl/>
              </w:rPr>
              <w:t xml:space="preserve"> </w:t>
            </w:r>
            <w:r w:rsidRPr="00A0264F">
              <w:rPr>
                <w:rtl/>
              </w:rPr>
              <w:t>أقضي</w:t>
            </w:r>
            <w:r w:rsidR="0076657C">
              <w:rPr>
                <w:rtl/>
              </w:rPr>
              <w:t xml:space="preserve"> </w:t>
            </w:r>
            <w:r w:rsidRPr="00A0264F">
              <w:rPr>
                <w:rtl/>
              </w:rPr>
              <w:t>المرامَ</w:t>
            </w:r>
            <w:r w:rsidR="0076657C">
              <w:rPr>
                <w:rtl/>
              </w:rPr>
              <w:t xml:space="preserve"> </w:t>
            </w:r>
            <w:r w:rsidRPr="00A0264F">
              <w:rPr>
                <w:rtl/>
              </w:rPr>
              <w:t>فهب</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أنّـي</w:t>
            </w:r>
            <w:r>
              <w:rPr>
                <w:rtl/>
              </w:rPr>
              <w:t xml:space="preserve"> </w:t>
            </w:r>
            <w:r w:rsidRPr="00A0264F">
              <w:rPr>
                <w:rtl/>
              </w:rPr>
              <w:t>ابـنُ</w:t>
            </w:r>
            <w:r w:rsidR="0076657C">
              <w:rPr>
                <w:rtl/>
              </w:rPr>
              <w:t xml:space="preserve"> </w:t>
            </w:r>
            <w:r w:rsidRPr="00A0264F">
              <w:rPr>
                <w:rtl/>
              </w:rPr>
              <w:t>عـادٍ</w:t>
            </w:r>
            <w:r w:rsidR="0076657C">
              <w:rPr>
                <w:rtl/>
              </w:rPr>
              <w:t xml:space="preserve"> </w:t>
            </w:r>
            <w:r w:rsidRPr="00A0264F">
              <w:rPr>
                <w:rtl/>
              </w:rPr>
              <w:t>فـكم</w:t>
            </w:r>
            <w:r w:rsidR="0076657C">
              <w:rPr>
                <w:rtl/>
              </w:rPr>
              <w:t xml:space="preserve"> </w:t>
            </w:r>
            <w:r w:rsidRPr="00A0264F">
              <w:rPr>
                <w:rtl/>
              </w:rPr>
              <w:t>يبقى</w:t>
            </w:r>
            <w:r w:rsidR="0076657C">
              <w:rPr>
                <w:rtl/>
              </w:rPr>
              <w:t xml:space="preserve"> </w:t>
            </w:r>
            <w:r w:rsidRPr="00A0264F">
              <w:rPr>
                <w:rtl/>
              </w:rPr>
              <w:t>لهُ</w:t>
            </w:r>
            <w:r w:rsidR="0076657C">
              <w:rPr>
                <w:rtl/>
              </w:rPr>
              <w:t xml:space="preserve"> </w:t>
            </w:r>
            <w:r w:rsidRPr="00A0264F">
              <w:rPr>
                <w:rtl/>
              </w:rPr>
              <w:t>لبدُ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عـلامَ</w:t>
            </w:r>
            <w:r w:rsidR="0076657C">
              <w:rPr>
                <w:rtl/>
              </w:rPr>
              <w:t xml:space="preserve"> </w:t>
            </w:r>
            <w:r w:rsidRPr="00A0264F">
              <w:rPr>
                <w:rtl/>
              </w:rPr>
              <w:t>أحـبسُ</w:t>
            </w:r>
            <w:r w:rsidR="0076657C">
              <w:rPr>
                <w:rtl/>
              </w:rPr>
              <w:t xml:space="preserve"> </w:t>
            </w:r>
            <w:r w:rsidRPr="00A0264F">
              <w:rPr>
                <w:rtl/>
              </w:rPr>
              <w:t>عـن</w:t>
            </w:r>
            <w:r w:rsidR="0076657C">
              <w:rPr>
                <w:rtl/>
              </w:rPr>
              <w:t xml:space="preserve"> </w:t>
            </w:r>
            <w:r w:rsidRPr="00A0264F">
              <w:rPr>
                <w:rtl/>
              </w:rPr>
              <w:t>غاياتها</w:t>
            </w:r>
            <w:r w:rsidR="0076657C">
              <w:rPr>
                <w:rtl/>
              </w:rPr>
              <w:t xml:space="preserve"> </w:t>
            </w:r>
            <w:r w:rsidRPr="00A0264F">
              <w:rPr>
                <w:rtl/>
              </w:rPr>
              <w:t>هممي</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ولـي</w:t>
            </w:r>
            <w:r>
              <w:rPr>
                <w:rtl/>
              </w:rPr>
              <w:t xml:space="preserve"> </w:t>
            </w:r>
            <w:r w:rsidRPr="00A0264F">
              <w:rPr>
                <w:rtl/>
              </w:rPr>
              <w:t>هـمومٌ</w:t>
            </w:r>
            <w:r w:rsidR="0076657C">
              <w:rPr>
                <w:rtl/>
              </w:rPr>
              <w:t xml:space="preserve"> </w:t>
            </w:r>
            <w:r w:rsidRPr="00A0264F">
              <w:rPr>
                <w:rtl/>
              </w:rPr>
              <w:t>تـفانى</w:t>
            </w:r>
            <w:r w:rsidR="0076657C">
              <w:rPr>
                <w:rtl/>
              </w:rPr>
              <w:t xml:space="preserve"> </w:t>
            </w:r>
            <w:r w:rsidRPr="00A0264F">
              <w:rPr>
                <w:rtl/>
              </w:rPr>
              <w:t>دونـها</w:t>
            </w:r>
            <w:r w:rsidR="0076657C">
              <w:rPr>
                <w:rtl/>
              </w:rPr>
              <w:t xml:space="preserve"> </w:t>
            </w:r>
            <w:r w:rsidRPr="00A0264F">
              <w:rPr>
                <w:rtl/>
              </w:rPr>
              <w:t>العددُ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ولا</w:t>
            </w:r>
            <w:r w:rsidR="0076657C">
              <w:rPr>
                <w:rtl/>
              </w:rPr>
              <w:t xml:space="preserve"> </w:t>
            </w:r>
            <w:r w:rsidRPr="00A0264F">
              <w:rPr>
                <w:rtl/>
              </w:rPr>
              <w:t>أداوي</w:t>
            </w:r>
            <w:r w:rsidR="0076657C">
              <w:rPr>
                <w:rtl/>
              </w:rPr>
              <w:t xml:space="preserve"> </w:t>
            </w:r>
            <w:r w:rsidRPr="00A0264F">
              <w:rPr>
                <w:rtl/>
              </w:rPr>
              <w:t>بـإتلافِ</w:t>
            </w:r>
            <w:r w:rsidR="0076657C">
              <w:rPr>
                <w:rtl/>
              </w:rPr>
              <w:t xml:space="preserve"> </w:t>
            </w:r>
            <w:r w:rsidRPr="00A0264F">
              <w:rPr>
                <w:rtl/>
              </w:rPr>
              <w:t>الـعدى</w:t>
            </w:r>
            <w:r w:rsidR="0076657C">
              <w:rPr>
                <w:rtl/>
              </w:rPr>
              <w:t xml:space="preserve"> </w:t>
            </w:r>
            <w:r w:rsidRPr="00A0264F">
              <w:rPr>
                <w:rtl/>
              </w:rPr>
              <w:t>سـقمي</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وكـم</w:t>
            </w:r>
            <w:r>
              <w:rPr>
                <w:rtl/>
              </w:rPr>
              <w:t xml:space="preserve"> </w:t>
            </w:r>
            <w:r w:rsidRPr="00A0264F">
              <w:rPr>
                <w:rtl/>
              </w:rPr>
              <w:t>يـقيمُ</w:t>
            </w:r>
            <w:r w:rsidR="0076657C">
              <w:rPr>
                <w:rtl/>
              </w:rPr>
              <w:t xml:space="preserve"> </w:t>
            </w:r>
            <w:r w:rsidRPr="00A0264F">
              <w:rPr>
                <w:rtl/>
              </w:rPr>
              <w:t>عـلى</w:t>
            </w:r>
            <w:r w:rsidR="0076657C">
              <w:rPr>
                <w:rtl/>
              </w:rPr>
              <w:t xml:space="preserve"> </w:t>
            </w:r>
            <w:r w:rsidRPr="00A0264F">
              <w:rPr>
                <w:rtl/>
              </w:rPr>
              <w:t>أسـقامهِ</w:t>
            </w:r>
            <w:r w:rsidR="0076657C">
              <w:rPr>
                <w:rtl/>
              </w:rPr>
              <w:t xml:space="preserve"> </w:t>
            </w:r>
            <w:r w:rsidRPr="00A0264F">
              <w:rPr>
                <w:rtl/>
              </w:rPr>
              <w:t>الجسدُ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والـدهرُ</w:t>
            </w:r>
            <w:r>
              <w:rPr>
                <w:rtl/>
              </w:rPr>
              <w:t xml:space="preserve"> </w:t>
            </w:r>
            <w:r w:rsidRPr="00A0264F">
              <w:rPr>
                <w:rtl/>
              </w:rPr>
              <w:t>يبطشُ</w:t>
            </w:r>
            <w:r w:rsidR="0076657C">
              <w:rPr>
                <w:rtl/>
              </w:rPr>
              <w:t xml:space="preserve"> </w:t>
            </w:r>
            <w:r w:rsidRPr="00A0264F">
              <w:rPr>
                <w:rtl/>
              </w:rPr>
              <w:t>بي</w:t>
            </w:r>
            <w:r w:rsidR="0076657C">
              <w:rPr>
                <w:rtl/>
              </w:rPr>
              <w:t xml:space="preserve"> </w:t>
            </w:r>
            <w:r w:rsidRPr="00A0264F">
              <w:rPr>
                <w:rtl/>
              </w:rPr>
              <w:t>جهلاً</w:t>
            </w:r>
            <w:r w:rsidR="0076657C">
              <w:rPr>
                <w:rtl/>
              </w:rPr>
              <w:t xml:space="preserve"> </w:t>
            </w:r>
            <w:r w:rsidRPr="00A0264F">
              <w:rPr>
                <w:rtl/>
              </w:rPr>
              <w:t>فتحسبني</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يـغصُّ</w:t>
            </w:r>
            <w:r>
              <w:rPr>
                <w:rtl/>
              </w:rPr>
              <w:t xml:space="preserve"> </w:t>
            </w:r>
            <w:r w:rsidRPr="00A0264F">
              <w:rPr>
                <w:rtl/>
              </w:rPr>
              <w:t>عـيني</w:t>
            </w:r>
            <w:r w:rsidR="0076657C">
              <w:rPr>
                <w:rtl/>
              </w:rPr>
              <w:t xml:space="preserve"> </w:t>
            </w:r>
            <w:r w:rsidRPr="00A0264F">
              <w:rPr>
                <w:rtl/>
              </w:rPr>
              <w:t>عنهُ</w:t>
            </w:r>
            <w:r w:rsidR="0076657C">
              <w:rPr>
                <w:rtl/>
              </w:rPr>
              <w:t xml:space="preserve"> </w:t>
            </w:r>
            <w:r w:rsidRPr="00A0264F">
              <w:rPr>
                <w:rtl/>
              </w:rPr>
              <w:t>العجزُ</w:t>
            </w:r>
            <w:r w:rsidR="0076657C">
              <w:rPr>
                <w:rtl/>
              </w:rPr>
              <w:t xml:space="preserve"> </w:t>
            </w:r>
            <w:r w:rsidRPr="00A0264F">
              <w:rPr>
                <w:rtl/>
              </w:rPr>
              <w:t>لا</w:t>
            </w:r>
            <w:r w:rsidR="0076657C">
              <w:rPr>
                <w:rtl/>
              </w:rPr>
              <w:t xml:space="preserve"> </w:t>
            </w:r>
            <w:r w:rsidRPr="00A0264F">
              <w:rPr>
                <w:rtl/>
              </w:rPr>
              <w:t>الجلدُ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ومـا</w:t>
            </w:r>
            <w:r w:rsidR="0076657C">
              <w:rPr>
                <w:rtl/>
              </w:rPr>
              <w:t xml:space="preserve"> </w:t>
            </w:r>
            <w:r w:rsidRPr="00A0264F">
              <w:rPr>
                <w:rtl/>
              </w:rPr>
              <w:t>درى،</w:t>
            </w:r>
            <w:r w:rsidR="0076657C">
              <w:rPr>
                <w:rtl/>
              </w:rPr>
              <w:t xml:space="preserve"> </w:t>
            </w:r>
            <w:r w:rsidRPr="00A0264F">
              <w:rPr>
                <w:rtl/>
              </w:rPr>
              <w:t>بل</w:t>
            </w:r>
            <w:r w:rsidR="0076657C">
              <w:rPr>
                <w:rtl/>
              </w:rPr>
              <w:t xml:space="preserve"> </w:t>
            </w:r>
            <w:r w:rsidRPr="00A0264F">
              <w:rPr>
                <w:rtl/>
              </w:rPr>
              <w:t>درى</w:t>
            </w:r>
            <w:r w:rsidR="0076657C">
              <w:rPr>
                <w:rtl/>
              </w:rPr>
              <w:t xml:space="preserve"> </w:t>
            </w:r>
            <w:r w:rsidRPr="00A0264F">
              <w:rPr>
                <w:rtl/>
              </w:rPr>
              <w:t>لكن</w:t>
            </w:r>
            <w:r w:rsidR="0076657C">
              <w:rPr>
                <w:rtl/>
              </w:rPr>
              <w:t xml:space="preserve"> </w:t>
            </w:r>
            <w:r w:rsidRPr="00A0264F">
              <w:rPr>
                <w:rtl/>
              </w:rPr>
              <w:t>تجاهلَ</w:t>
            </w:r>
            <w:r w:rsidR="0076657C">
              <w:rPr>
                <w:rtl/>
              </w:rPr>
              <w:t xml:space="preserve"> </w:t>
            </w:r>
            <w:r w:rsidRPr="00A0264F">
              <w:rPr>
                <w:rtl/>
              </w:rPr>
              <w:t>بي</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إنّـي</w:t>
            </w:r>
            <w:r>
              <w:rPr>
                <w:rtl/>
              </w:rPr>
              <w:t xml:space="preserve"> </w:t>
            </w:r>
            <w:r w:rsidRPr="00A0264F">
              <w:rPr>
                <w:rtl/>
              </w:rPr>
              <w:t>مخيفُ</w:t>
            </w:r>
            <w:r w:rsidR="0076657C">
              <w:rPr>
                <w:rtl/>
              </w:rPr>
              <w:t xml:space="preserve"> </w:t>
            </w:r>
            <w:r w:rsidRPr="00A0264F">
              <w:rPr>
                <w:rtl/>
              </w:rPr>
              <w:t>الردى</w:t>
            </w:r>
            <w:r w:rsidR="0076657C">
              <w:rPr>
                <w:rtl/>
              </w:rPr>
              <w:t xml:space="preserve"> </w:t>
            </w:r>
            <w:r w:rsidRPr="00A0264F">
              <w:rPr>
                <w:rtl/>
              </w:rPr>
              <w:t>والضيغمُ</w:t>
            </w:r>
            <w:r w:rsidR="0076657C">
              <w:rPr>
                <w:rtl/>
              </w:rPr>
              <w:t xml:space="preserve"> </w:t>
            </w:r>
            <w:r w:rsidRPr="00A0264F">
              <w:rPr>
                <w:rtl/>
              </w:rPr>
              <w:t>الأسدُ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لو</w:t>
            </w:r>
            <w:r>
              <w:rPr>
                <w:rtl/>
              </w:rPr>
              <w:t xml:space="preserve"> </w:t>
            </w:r>
            <w:r w:rsidRPr="00A0264F">
              <w:rPr>
                <w:rtl/>
              </w:rPr>
              <w:t>كانَ</w:t>
            </w:r>
            <w:r w:rsidR="0076657C">
              <w:rPr>
                <w:rtl/>
              </w:rPr>
              <w:t xml:space="preserve"> </w:t>
            </w:r>
            <w:r w:rsidRPr="00A0264F">
              <w:rPr>
                <w:rtl/>
              </w:rPr>
              <w:t>يجهلُ</w:t>
            </w:r>
            <w:r w:rsidR="0076657C">
              <w:rPr>
                <w:rtl/>
              </w:rPr>
              <w:t xml:space="preserve"> </w:t>
            </w:r>
            <w:r w:rsidRPr="00A0264F">
              <w:rPr>
                <w:rtl/>
              </w:rPr>
              <w:t>فتكي</w:t>
            </w:r>
            <w:r w:rsidR="0076657C">
              <w:rPr>
                <w:rtl/>
              </w:rPr>
              <w:t xml:space="preserve"> </w:t>
            </w:r>
            <w:r w:rsidRPr="00A0264F">
              <w:rPr>
                <w:rtl/>
              </w:rPr>
              <w:t>في</w:t>
            </w:r>
            <w:r w:rsidR="0076657C">
              <w:rPr>
                <w:rtl/>
              </w:rPr>
              <w:t xml:space="preserve"> </w:t>
            </w:r>
            <w:r w:rsidRPr="00A0264F">
              <w:rPr>
                <w:rtl/>
              </w:rPr>
              <w:t>الحروبِ</w:t>
            </w:r>
            <w:r w:rsidR="0076657C">
              <w:rPr>
                <w:rtl/>
              </w:rPr>
              <w:t xml:space="preserve"> </w:t>
            </w:r>
            <w:r w:rsidRPr="00A0264F">
              <w:rPr>
                <w:rtl/>
              </w:rPr>
              <w:t>لما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ظـلّت</w:t>
            </w:r>
            <w:r w:rsidR="0076657C">
              <w:rPr>
                <w:rtl/>
              </w:rPr>
              <w:t xml:space="preserve"> </w:t>
            </w:r>
            <w:r w:rsidRPr="00A0264F">
              <w:rPr>
                <w:rtl/>
              </w:rPr>
              <w:t>فـرائصهُ</w:t>
            </w:r>
            <w:r w:rsidR="0076657C">
              <w:rPr>
                <w:rtl/>
              </w:rPr>
              <w:t xml:space="preserve"> </w:t>
            </w:r>
            <w:r w:rsidRPr="00A0264F">
              <w:rPr>
                <w:rtl/>
              </w:rPr>
              <w:t>إن</w:t>
            </w:r>
            <w:r w:rsidR="0076657C">
              <w:rPr>
                <w:rtl/>
              </w:rPr>
              <w:t xml:space="preserve"> </w:t>
            </w:r>
            <w:r w:rsidRPr="00A0264F">
              <w:rPr>
                <w:rtl/>
              </w:rPr>
              <w:t>صـلتُ</w:t>
            </w:r>
            <w:r w:rsidR="0076657C">
              <w:rPr>
                <w:rtl/>
              </w:rPr>
              <w:t xml:space="preserve"> </w:t>
            </w:r>
            <w:r w:rsidRPr="00A0264F">
              <w:rPr>
                <w:rtl/>
              </w:rPr>
              <w:t>ترتعدُ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فـيا</w:t>
            </w:r>
            <w:r>
              <w:rPr>
                <w:rtl/>
              </w:rPr>
              <w:t xml:space="preserve"> </w:t>
            </w:r>
            <w:r w:rsidRPr="00A0264F">
              <w:rPr>
                <w:rtl/>
              </w:rPr>
              <w:t>مـغذّا</w:t>
            </w:r>
            <w:r w:rsidR="0076657C">
              <w:rPr>
                <w:rtl/>
              </w:rPr>
              <w:t xml:space="preserve"> </w:t>
            </w:r>
            <w:r w:rsidRPr="00A0264F">
              <w:rPr>
                <w:rtl/>
              </w:rPr>
              <w:t>عـلى</w:t>
            </w:r>
            <w:r w:rsidR="0076657C">
              <w:rPr>
                <w:rtl/>
              </w:rPr>
              <w:t xml:space="preserve"> </w:t>
            </w:r>
            <w:r w:rsidRPr="00A0264F">
              <w:rPr>
                <w:rtl/>
              </w:rPr>
              <w:t>وجـناءِ</w:t>
            </w:r>
            <w:r w:rsidR="0076657C">
              <w:rPr>
                <w:rtl/>
              </w:rPr>
              <w:t xml:space="preserve"> </w:t>
            </w:r>
            <w:r w:rsidRPr="00A0264F">
              <w:rPr>
                <w:rtl/>
              </w:rPr>
              <w:t>مرتعها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قـطْعَ</w:t>
            </w:r>
            <w:r>
              <w:rPr>
                <w:rtl/>
              </w:rPr>
              <w:t xml:space="preserve"> </w:t>
            </w:r>
            <w:r w:rsidRPr="00A0264F">
              <w:rPr>
                <w:rtl/>
              </w:rPr>
              <w:t>الـفجاجِ</w:t>
            </w:r>
            <w:r w:rsidR="0076657C">
              <w:rPr>
                <w:rtl/>
              </w:rPr>
              <w:t xml:space="preserve"> </w:t>
            </w:r>
            <w:r w:rsidRPr="00A0264F">
              <w:rPr>
                <w:rtl/>
              </w:rPr>
              <w:t>ولـمْعَ</w:t>
            </w:r>
            <w:r w:rsidR="0076657C">
              <w:rPr>
                <w:rtl/>
              </w:rPr>
              <w:t xml:space="preserve"> </w:t>
            </w:r>
            <w:r w:rsidRPr="00A0264F">
              <w:rPr>
                <w:rtl/>
              </w:rPr>
              <w:t>الآلِ</w:t>
            </w:r>
            <w:r w:rsidR="0076657C">
              <w:rPr>
                <w:rtl/>
              </w:rPr>
              <w:t xml:space="preserve"> </w:t>
            </w:r>
            <w:r w:rsidRPr="00A0264F">
              <w:rPr>
                <w:rtl/>
              </w:rPr>
              <w:t>ما</w:t>
            </w:r>
            <w:r w:rsidR="0076657C">
              <w:rPr>
                <w:rtl/>
              </w:rPr>
              <w:t xml:space="preserve"> </w:t>
            </w:r>
            <w:r w:rsidRPr="00A0264F">
              <w:rPr>
                <w:rtl/>
              </w:rPr>
              <w:t>تردُ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تـطوى</w:t>
            </w:r>
            <w:r>
              <w:rPr>
                <w:rtl/>
              </w:rPr>
              <w:t xml:space="preserve"> </w:t>
            </w:r>
            <w:r w:rsidRPr="00A0264F">
              <w:rPr>
                <w:rtl/>
              </w:rPr>
              <w:t>الـقفارَ</w:t>
            </w:r>
            <w:r w:rsidR="0076657C">
              <w:rPr>
                <w:rtl/>
              </w:rPr>
              <w:t xml:space="preserve"> </w:t>
            </w:r>
            <w:r w:rsidRPr="00A0264F">
              <w:rPr>
                <w:rtl/>
              </w:rPr>
              <w:t>بـه</w:t>
            </w:r>
            <w:r w:rsidR="0076657C">
              <w:rPr>
                <w:rtl/>
              </w:rPr>
              <w:t xml:space="preserve"> </w:t>
            </w:r>
            <w:r w:rsidRPr="00A0264F">
              <w:rPr>
                <w:rtl/>
              </w:rPr>
              <w:t>حرفٌ</w:t>
            </w:r>
            <w:r w:rsidR="0076657C">
              <w:rPr>
                <w:rtl/>
              </w:rPr>
              <w:t xml:space="preserve"> </w:t>
            </w:r>
            <w:r w:rsidRPr="00A0264F">
              <w:rPr>
                <w:rtl/>
              </w:rPr>
              <w:t>عملَّسةٌ</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شـمـلالةٌ</w:t>
            </w:r>
            <w:r>
              <w:rPr>
                <w:rtl/>
              </w:rPr>
              <w:t xml:space="preserve"> </w:t>
            </w:r>
            <w:r w:rsidRPr="00A0264F">
              <w:rPr>
                <w:rtl/>
              </w:rPr>
              <w:t>حــرةٌ</w:t>
            </w:r>
            <w:r w:rsidR="0076657C">
              <w:rPr>
                <w:rtl/>
              </w:rPr>
              <w:t xml:space="preserve"> </w:t>
            </w:r>
            <w:r w:rsidRPr="00A0264F">
              <w:rPr>
                <w:rtl/>
              </w:rPr>
              <w:t>مـرقالةٌ</w:t>
            </w:r>
            <w:r w:rsidR="0076657C">
              <w:rPr>
                <w:rtl/>
              </w:rPr>
              <w:t xml:space="preserve"> </w:t>
            </w:r>
            <w:r w:rsidRPr="00A0264F">
              <w:rPr>
                <w:rtl/>
              </w:rPr>
              <w:t>أجـدُ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كـأنّها</w:t>
            </w:r>
            <w:r>
              <w:rPr>
                <w:rtl/>
              </w:rPr>
              <w:t xml:space="preserve"> </w:t>
            </w:r>
            <w:r w:rsidRPr="00A0264F">
              <w:rPr>
                <w:rtl/>
              </w:rPr>
              <w:t>عـرشُ</w:t>
            </w:r>
            <w:r w:rsidR="0076657C">
              <w:rPr>
                <w:rtl/>
              </w:rPr>
              <w:t xml:space="preserve"> </w:t>
            </w:r>
            <w:r w:rsidRPr="00A0264F">
              <w:rPr>
                <w:rtl/>
              </w:rPr>
              <w:t>بـلقيسٍ</w:t>
            </w:r>
            <w:r w:rsidR="0076657C">
              <w:rPr>
                <w:rtl/>
              </w:rPr>
              <w:t xml:space="preserve"> </w:t>
            </w:r>
            <w:r w:rsidRPr="00A0264F">
              <w:rPr>
                <w:rtl/>
              </w:rPr>
              <w:t>وقد</w:t>
            </w:r>
            <w:r w:rsidR="0076657C">
              <w:rPr>
                <w:rtl/>
              </w:rPr>
              <w:t xml:space="preserve"> </w:t>
            </w:r>
            <w:r w:rsidRPr="00A0264F">
              <w:rPr>
                <w:rtl/>
              </w:rPr>
              <w:t>علقت</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بـهـا</w:t>
            </w:r>
            <w:r w:rsidR="0076657C">
              <w:rPr>
                <w:rtl/>
              </w:rPr>
              <w:t xml:space="preserve"> </w:t>
            </w:r>
            <w:r w:rsidRPr="00A0264F">
              <w:rPr>
                <w:rtl/>
              </w:rPr>
              <w:t>أمـانـي</w:t>
            </w:r>
            <w:r w:rsidR="0076657C">
              <w:rPr>
                <w:rtl/>
              </w:rPr>
              <w:t xml:space="preserve"> </w:t>
            </w:r>
            <w:r w:rsidRPr="00A0264F">
              <w:rPr>
                <w:rtl/>
              </w:rPr>
              <w:t>سـليمانَ</w:t>
            </w:r>
            <w:r w:rsidR="0076657C">
              <w:rPr>
                <w:rtl/>
              </w:rPr>
              <w:t xml:space="preserve"> </w:t>
            </w:r>
            <w:r w:rsidRPr="00A0264F">
              <w:rPr>
                <w:rtl/>
              </w:rPr>
              <w:t>إذ</w:t>
            </w:r>
            <w:r w:rsidR="0076657C">
              <w:rPr>
                <w:rtl/>
              </w:rPr>
              <w:t xml:space="preserve"> </w:t>
            </w:r>
            <w:r w:rsidRPr="00A0264F">
              <w:rPr>
                <w:rtl/>
              </w:rPr>
              <w:t>اتـخدُ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جُـبْ</w:t>
            </w:r>
            <w:r>
              <w:rPr>
                <w:rtl/>
              </w:rPr>
              <w:t xml:space="preserve"> </w:t>
            </w:r>
            <w:r w:rsidRPr="00A0264F">
              <w:rPr>
                <w:rtl/>
              </w:rPr>
              <w:t>بـالمسيرِ</w:t>
            </w:r>
            <w:r w:rsidR="0076657C">
              <w:rPr>
                <w:rtl/>
              </w:rPr>
              <w:t xml:space="preserve"> </w:t>
            </w:r>
            <w:r w:rsidRPr="00A0264F">
              <w:rPr>
                <w:rtl/>
              </w:rPr>
              <w:t>هـداكَ</w:t>
            </w:r>
            <w:r w:rsidR="0076657C">
              <w:rPr>
                <w:rtl/>
              </w:rPr>
              <w:t xml:space="preserve"> </w:t>
            </w:r>
            <w:r w:rsidRPr="00A0264F">
              <w:rPr>
                <w:rtl/>
              </w:rPr>
              <w:t>اللهُ</w:t>
            </w:r>
            <w:r w:rsidR="0076657C">
              <w:rPr>
                <w:rtl/>
              </w:rPr>
              <w:t xml:space="preserve"> </w:t>
            </w:r>
            <w:r w:rsidRPr="00A0264F">
              <w:rPr>
                <w:rtl/>
              </w:rPr>
              <w:t>كلّ</w:t>
            </w:r>
            <w:r w:rsidR="0076657C">
              <w:rPr>
                <w:rtl/>
              </w:rPr>
              <w:t xml:space="preserve"> </w:t>
            </w:r>
            <w:r w:rsidRPr="00A0264F">
              <w:rPr>
                <w:rtl/>
              </w:rPr>
              <w:t>فلا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عـن</w:t>
            </w:r>
            <w:r>
              <w:rPr>
                <w:rtl/>
              </w:rPr>
              <w:t xml:space="preserve"> </w:t>
            </w:r>
            <w:r w:rsidRPr="00A0264F">
              <w:rPr>
                <w:rtl/>
              </w:rPr>
              <w:t>الـهدى</w:t>
            </w:r>
            <w:r w:rsidR="0076657C">
              <w:rPr>
                <w:rtl/>
              </w:rPr>
              <w:t xml:space="preserve"> </w:t>
            </w:r>
            <w:r w:rsidRPr="00A0264F">
              <w:rPr>
                <w:rtl/>
              </w:rPr>
              <w:t>فيهِ</w:t>
            </w:r>
            <w:r w:rsidR="0076657C">
              <w:rPr>
                <w:rtl/>
              </w:rPr>
              <w:t xml:space="preserve"> </w:t>
            </w:r>
            <w:r w:rsidRPr="00A0264F">
              <w:rPr>
                <w:rtl/>
              </w:rPr>
              <w:t>حتى</w:t>
            </w:r>
            <w:r w:rsidR="0076657C">
              <w:rPr>
                <w:rtl/>
              </w:rPr>
              <w:t xml:space="preserve"> </w:t>
            </w:r>
            <w:r w:rsidRPr="00A0264F">
              <w:rPr>
                <w:rtl/>
              </w:rPr>
              <w:t>للقطا</w:t>
            </w:r>
            <w:r w:rsidR="0076657C">
              <w:rPr>
                <w:rtl/>
              </w:rPr>
              <w:t xml:space="preserve"> </w:t>
            </w:r>
            <w:r w:rsidRPr="00A0264F">
              <w:rPr>
                <w:rtl/>
              </w:rPr>
              <w:t>رصدُ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حـتـى</w:t>
            </w:r>
            <w:r w:rsidR="0076657C">
              <w:rPr>
                <w:rtl/>
              </w:rPr>
              <w:t xml:space="preserve"> </w:t>
            </w:r>
            <w:r w:rsidRPr="00A0264F">
              <w:rPr>
                <w:rtl/>
              </w:rPr>
              <w:t>يـبوِّئكَ</w:t>
            </w:r>
            <w:r w:rsidR="0076657C">
              <w:rPr>
                <w:rtl/>
              </w:rPr>
              <w:t xml:space="preserve"> </w:t>
            </w:r>
            <w:r w:rsidRPr="00A0264F">
              <w:rPr>
                <w:rtl/>
              </w:rPr>
              <w:t>الـترحالُ</w:t>
            </w:r>
            <w:r w:rsidR="0076657C">
              <w:rPr>
                <w:rtl/>
              </w:rPr>
              <w:t xml:space="preserve"> </w:t>
            </w:r>
            <w:r w:rsidRPr="00A0264F">
              <w:rPr>
                <w:rtl/>
              </w:rPr>
              <w:t>نـاحيةً</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تـحلُّ</w:t>
            </w:r>
            <w:r>
              <w:rPr>
                <w:rtl/>
              </w:rPr>
              <w:t xml:space="preserve"> </w:t>
            </w:r>
            <w:r w:rsidRPr="00A0264F">
              <w:rPr>
                <w:rtl/>
              </w:rPr>
              <w:t>مـن</w:t>
            </w:r>
            <w:r w:rsidR="0076657C">
              <w:rPr>
                <w:rtl/>
              </w:rPr>
              <w:t xml:space="preserve"> </w:t>
            </w:r>
            <w:r w:rsidRPr="00A0264F">
              <w:rPr>
                <w:rtl/>
              </w:rPr>
              <w:t>كربِ</w:t>
            </w:r>
            <w:r w:rsidR="0076657C">
              <w:rPr>
                <w:rtl/>
              </w:rPr>
              <w:t xml:space="preserve"> </w:t>
            </w:r>
            <w:r w:rsidRPr="00A0264F">
              <w:rPr>
                <w:rtl/>
              </w:rPr>
              <w:t>اللاجي</w:t>
            </w:r>
            <w:r w:rsidR="0076657C">
              <w:rPr>
                <w:rtl/>
              </w:rPr>
              <w:t xml:space="preserve"> </w:t>
            </w:r>
            <w:r w:rsidRPr="00A0264F">
              <w:rPr>
                <w:rtl/>
              </w:rPr>
              <w:t>بها</w:t>
            </w:r>
            <w:r w:rsidR="0076657C">
              <w:rPr>
                <w:rtl/>
              </w:rPr>
              <w:t xml:space="preserve"> </w:t>
            </w:r>
            <w:r w:rsidRPr="00A0264F">
              <w:rPr>
                <w:rtl/>
              </w:rPr>
              <w:t>العقدُ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وبـقعةٌ</w:t>
            </w:r>
            <w:r>
              <w:rPr>
                <w:rtl/>
              </w:rPr>
              <w:t xml:space="preserve"> </w:t>
            </w:r>
            <w:r w:rsidRPr="00A0264F">
              <w:rPr>
                <w:rtl/>
              </w:rPr>
              <w:t>تـرهبُ</w:t>
            </w:r>
            <w:r w:rsidR="0076657C">
              <w:rPr>
                <w:rtl/>
              </w:rPr>
              <w:t xml:space="preserve"> </w:t>
            </w:r>
            <w:r w:rsidRPr="00A0264F">
              <w:rPr>
                <w:rtl/>
              </w:rPr>
              <w:t>الأيـامَ</w:t>
            </w:r>
            <w:r w:rsidR="0076657C">
              <w:rPr>
                <w:rtl/>
              </w:rPr>
              <w:t xml:space="preserve"> </w:t>
            </w:r>
            <w:r w:rsidRPr="00A0264F">
              <w:rPr>
                <w:rtl/>
              </w:rPr>
              <w:t>سـطوتها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ولـيسَ</w:t>
            </w:r>
            <w:r>
              <w:rPr>
                <w:rtl/>
              </w:rPr>
              <w:t xml:space="preserve"> </w:t>
            </w:r>
            <w:r w:rsidRPr="00A0264F">
              <w:rPr>
                <w:rtl/>
              </w:rPr>
              <w:t>تـهربُ</w:t>
            </w:r>
            <w:r w:rsidR="0076657C">
              <w:rPr>
                <w:rtl/>
              </w:rPr>
              <w:t xml:space="preserve"> </w:t>
            </w:r>
            <w:r w:rsidRPr="00A0264F">
              <w:rPr>
                <w:rtl/>
              </w:rPr>
              <w:t>مـن</w:t>
            </w:r>
            <w:r w:rsidR="0076657C">
              <w:rPr>
                <w:rtl/>
              </w:rPr>
              <w:t xml:space="preserve"> </w:t>
            </w:r>
            <w:r w:rsidRPr="00A0264F">
              <w:rPr>
                <w:rtl/>
              </w:rPr>
              <w:t>ذؤبانها</w:t>
            </w:r>
            <w:r w:rsidR="0076657C">
              <w:rPr>
                <w:rtl/>
              </w:rPr>
              <w:t xml:space="preserve"> </w:t>
            </w:r>
            <w:r w:rsidRPr="00A0264F">
              <w:rPr>
                <w:rtl/>
              </w:rPr>
              <w:t>النقدُ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وروضـةُ</w:t>
            </w:r>
            <w:r w:rsidR="0076657C">
              <w:rPr>
                <w:rtl/>
              </w:rPr>
              <w:t xml:space="preserve"> </w:t>
            </w:r>
            <w:r w:rsidRPr="00A0264F">
              <w:rPr>
                <w:rtl/>
              </w:rPr>
              <w:t>أنـجمِ</w:t>
            </w:r>
            <w:r w:rsidR="0076657C">
              <w:rPr>
                <w:rtl/>
              </w:rPr>
              <w:t xml:space="preserve"> </w:t>
            </w:r>
            <w:r w:rsidRPr="00A0264F">
              <w:rPr>
                <w:rtl/>
              </w:rPr>
              <w:t>الزهراءِ</w:t>
            </w:r>
            <w:r w:rsidR="0076657C">
              <w:rPr>
                <w:rtl/>
              </w:rPr>
              <w:t xml:space="preserve"> </w:t>
            </w:r>
            <w:r w:rsidRPr="00A0264F">
              <w:rPr>
                <w:rtl/>
              </w:rPr>
              <w:t>قد</w:t>
            </w:r>
            <w:r w:rsidR="0076657C">
              <w:rPr>
                <w:rtl/>
              </w:rPr>
              <w:t xml:space="preserve"> </w:t>
            </w:r>
            <w:r w:rsidRPr="00A0264F">
              <w:rPr>
                <w:rtl/>
              </w:rPr>
              <w:t>حسدت</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حـصباءُها</w:t>
            </w:r>
            <w:r>
              <w:rPr>
                <w:rtl/>
              </w:rPr>
              <w:t xml:space="preserve"> </w:t>
            </w:r>
            <w:r w:rsidRPr="00A0264F">
              <w:rPr>
                <w:rtl/>
              </w:rPr>
              <w:t>وعـليها</w:t>
            </w:r>
            <w:r w:rsidR="0076657C">
              <w:rPr>
                <w:rtl/>
              </w:rPr>
              <w:t xml:space="preserve"> </w:t>
            </w:r>
            <w:r w:rsidRPr="00A0264F">
              <w:rPr>
                <w:rtl/>
              </w:rPr>
              <w:t>يُـحمدُ</w:t>
            </w:r>
            <w:r w:rsidR="0076657C">
              <w:rPr>
                <w:rtl/>
              </w:rPr>
              <w:t xml:space="preserve"> </w:t>
            </w:r>
            <w:r w:rsidRPr="00A0264F">
              <w:rPr>
                <w:rtl/>
              </w:rPr>
              <w:t>الحسدُ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وأرضُ</w:t>
            </w:r>
            <w:r w:rsidR="0076657C">
              <w:rPr>
                <w:rtl/>
              </w:rPr>
              <w:t xml:space="preserve"> </w:t>
            </w:r>
            <w:r w:rsidRPr="00A0264F">
              <w:rPr>
                <w:rtl/>
              </w:rPr>
              <w:t>قـدسٍ</w:t>
            </w:r>
            <w:r w:rsidR="0076657C">
              <w:rPr>
                <w:rtl/>
              </w:rPr>
              <w:t xml:space="preserve"> </w:t>
            </w:r>
            <w:r w:rsidRPr="00A0264F">
              <w:rPr>
                <w:rtl/>
              </w:rPr>
              <w:t>من</w:t>
            </w:r>
            <w:r w:rsidR="0076657C">
              <w:rPr>
                <w:rtl/>
              </w:rPr>
              <w:t xml:space="preserve"> </w:t>
            </w:r>
            <w:r w:rsidRPr="00A0264F">
              <w:rPr>
                <w:rtl/>
              </w:rPr>
              <w:t>الأفلاكِ</w:t>
            </w:r>
            <w:r w:rsidR="0076657C">
              <w:rPr>
                <w:rtl/>
              </w:rPr>
              <w:t xml:space="preserve"> </w:t>
            </w:r>
            <w:r w:rsidRPr="00A0264F">
              <w:rPr>
                <w:rtl/>
              </w:rPr>
              <w:t>طافَ</w:t>
            </w:r>
            <w:r w:rsidR="0076657C">
              <w:rPr>
                <w:rtl/>
              </w:rPr>
              <w:t xml:space="preserve"> </w:t>
            </w:r>
            <w:r w:rsidRPr="00A0264F">
              <w:rPr>
                <w:rtl/>
              </w:rPr>
              <w:t>بها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طـوائفُ</w:t>
            </w:r>
            <w:r w:rsidR="0076657C">
              <w:rPr>
                <w:rtl/>
              </w:rPr>
              <w:t xml:space="preserve"> </w:t>
            </w:r>
            <w:r w:rsidRPr="00A0264F">
              <w:rPr>
                <w:rtl/>
              </w:rPr>
              <w:t>كـلّما</w:t>
            </w:r>
            <w:r w:rsidR="0076657C">
              <w:rPr>
                <w:rtl/>
              </w:rPr>
              <w:t xml:space="preserve"> </w:t>
            </w:r>
            <w:r w:rsidRPr="00A0264F">
              <w:rPr>
                <w:rtl/>
              </w:rPr>
              <w:t>مـرُّوا</w:t>
            </w:r>
            <w:r w:rsidR="0076657C">
              <w:rPr>
                <w:rtl/>
              </w:rPr>
              <w:t xml:space="preserve"> </w:t>
            </w:r>
            <w:r w:rsidRPr="00A0264F">
              <w:rPr>
                <w:rtl/>
              </w:rPr>
              <w:t>بـها</w:t>
            </w:r>
            <w:r w:rsidR="0076657C">
              <w:rPr>
                <w:rtl/>
              </w:rPr>
              <w:t xml:space="preserve"> </w:t>
            </w:r>
            <w:r w:rsidRPr="00A0264F">
              <w:rPr>
                <w:rtl/>
              </w:rPr>
              <w:t>سجدوا</w:t>
            </w:r>
            <w:r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AA2688" w:rsidTr="00AA2688">
        <w:trPr>
          <w:trHeight w:val="350"/>
        </w:trPr>
        <w:tc>
          <w:tcPr>
            <w:tcW w:w="3536" w:type="dxa"/>
          </w:tcPr>
          <w:p w:rsidR="00AA2688" w:rsidRDefault="00AA2688" w:rsidP="00197548">
            <w:pPr>
              <w:pStyle w:val="libPoem"/>
            </w:pPr>
            <w:r w:rsidRPr="00A0264F">
              <w:rPr>
                <w:rtl/>
              </w:rPr>
              <w:t>فـأرخصِ</w:t>
            </w:r>
            <w:r w:rsidR="0076657C">
              <w:rPr>
                <w:rtl/>
              </w:rPr>
              <w:t xml:space="preserve"> </w:t>
            </w:r>
            <w:r w:rsidRPr="00A0264F">
              <w:rPr>
                <w:rtl/>
              </w:rPr>
              <w:t>الـدمعَ</w:t>
            </w:r>
            <w:r w:rsidR="0076657C">
              <w:rPr>
                <w:rtl/>
              </w:rPr>
              <w:t xml:space="preserve"> </w:t>
            </w:r>
            <w:r w:rsidRPr="00A0264F">
              <w:rPr>
                <w:rtl/>
              </w:rPr>
              <w:t>من</w:t>
            </w:r>
            <w:r w:rsidR="0076657C">
              <w:rPr>
                <w:rtl/>
              </w:rPr>
              <w:t xml:space="preserve"> </w:t>
            </w:r>
            <w:r w:rsidRPr="00A0264F">
              <w:rPr>
                <w:rtl/>
              </w:rPr>
              <w:t>عينينِ</w:t>
            </w:r>
            <w:r w:rsidR="0076657C">
              <w:rPr>
                <w:rtl/>
              </w:rPr>
              <w:t xml:space="preserve"> </w:t>
            </w:r>
            <w:r w:rsidRPr="00A0264F">
              <w:rPr>
                <w:rtl/>
              </w:rPr>
              <w:t>قد</w:t>
            </w:r>
            <w:r w:rsidR="0076657C">
              <w:rPr>
                <w:rtl/>
              </w:rPr>
              <w:t xml:space="preserve"> </w:t>
            </w:r>
            <w:r w:rsidRPr="00A0264F">
              <w:rPr>
                <w:rtl/>
              </w:rPr>
              <w:t>غلتا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عـلى</w:t>
            </w:r>
            <w:r w:rsidR="0076657C">
              <w:rPr>
                <w:rtl/>
              </w:rPr>
              <w:t xml:space="preserve"> </w:t>
            </w:r>
            <w:r w:rsidRPr="00A0264F">
              <w:rPr>
                <w:rtl/>
              </w:rPr>
              <w:t>لـهيبِ</w:t>
            </w:r>
            <w:r w:rsidR="0076657C">
              <w:rPr>
                <w:rtl/>
              </w:rPr>
              <w:t xml:space="preserve"> </w:t>
            </w:r>
            <w:r w:rsidRPr="00A0264F">
              <w:rPr>
                <w:rtl/>
              </w:rPr>
              <w:t>جـوى</w:t>
            </w:r>
            <w:r w:rsidR="0076657C">
              <w:rPr>
                <w:rtl/>
              </w:rPr>
              <w:t xml:space="preserve"> </w:t>
            </w:r>
            <w:r w:rsidRPr="00A0264F">
              <w:rPr>
                <w:rtl/>
              </w:rPr>
              <w:t>في</w:t>
            </w:r>
            <w:r w:rsidR="0076657C">
              <w:rPr>
                <w:rtl/>
              </w:rPr>
              <w:t xml:space="preserve"> </w:t>
            </w:r>
            <w:r w:rsidRPr="00A0264F">
              <w:rPr>
                <w:rtl/>
              </w:rPr>
              <w:t>القلبِ</w:t>
            </w:r>
            <w:r w:rsidR="0076657C">
              <w:rPr>
                <w:rtl/>
              </w:rPr>
              <w:t xml:space="preserve"> </w:t>
            </w:r>
            <w:r w:rsidRPr="00A0264F">
              <w:rPr>
                <w:rtl/>
              </w:rPr>
              <w:t>يتَّقدُ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وقـل</w:t>
            </w:r>
            <w:r w:rsidR="0076657C">
              <w:rPr>
                <w:rtl/>
              </w:rPr>
              <w:t xml:space="preserve"> </w:t>
            </w:r>
            <w:r w:rsidRPr="00A0264F">
              <w:rPr>
                <w:rtl/>
              </w:rPr>
              <w:t>ولـم</w:t>
            </w:r>
            <w:r w:rsidR="0076657C">
              <w:rPr>
                <w:rtl/>
              </w:rPr>
              <w:t xml:space="preserve"> </w:t>
            </w:r>
            <w:r w:rsidRPr="00A0264F">
              <w:rPr>
                <w:rtl/>
              </w:rPr>
              <w:t>تدعُ</w:t>
            </w:r>
            <w:r w:rsidR="0076657C">
              <w:rPr>
                <w:rtl/>
              </w:rPr>
              <w:t xml:space="preserve"> </w:t>
            </w:r>
            <w:r w:rsidRPr="00A0264F">
              <w:rPr>
                <w:rtl/>
              </w:rPr>
              <w:t>الأشجانَ</w:t>
            </w:r>
            <w:r w:rsidR="0076657C">
              <w:rPr>
                <w:rtl/>
              </w:rPr>
              <w:t xml:space="preserve"> </w:t>
            </w:r>
            <w:r w:rsidRPr="00A0264F">
              <w:rPr>
                <w:rtl/>
              </w:rPr>
              <w:t>منك</w:t>
            </w:r>
            <w:r w:rsidR="0076657C">
              <w:rPr>
                <w:rtl/>
              </w:rPr>
              <w:t xml:space="preserve"> </w:t>
            </w:r>
            <w:r w:rsidRPr="00A0264F">
              <w:rPr>
                <w:rtl/>
              </w:rPr>
              <w:t>سوى</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قـلبَ</w:t>
            </w:r>
            <w:r w:rsidR="0076657C">
              <w:rPr>
                <w:rtl/>
              </w:rPr>
              <w:t xml:space="preserve"> </w:t>
            </w:r>
            <w:r w:rsidRPr="00A0264F">
              <w:rPr>
                <w:rtl/>
              </w:rPr>
              <w:t>الـفريسةِ</w:t>
            </w:r>
            <w:r w:rsidR="0076657C">
              <w:rPr>
                <w:rtl/>
              </w:rPr>
              <w:t xml:space="preserve"> </w:t>
            </w:r>
            <w:r w:rsidRPr="00A0264F">
              <w:rPr>
                <w:rtl/>
              </w:rPr>
              <w:t>إذ</w:t>
            </w:r>
            <w:r w:rsidR="0076657C">
              <w:rPr>
                <w:rtl/>
              </w:rPr>
              <w:t xml:space="preserve"> </w:t>
            </w:r>
            <w:r w:rsidRPr="00A0264F">
              <w:rPr>
                <w:rtl/>
              </w:rPr>
              <w:t>يـنتاشها</w:t>
            </w:r>
            <w:r w:rsidR="0076657C">
              <w:rPr>
                <w:rtl/>
              </w:rPr>
              <w:t xml:space="preserve"> </w:t>
            </w:r>
            <w:r w:rsidRPr="00A0264F">
              <w:rPr>
                <w:rtl/>
              </w:rPr>
              <w:t>الأسـدُ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يـا</w:t>
            </w:r>
            <w:r>
              <w:rPr>
                <w:rtl/>
              </w:rPr>
              <w:t xml:space="preserve"> </w:t>
            </w:r>
            <w:r w:rsidRPr="00A0264F">
              <w:rPr>
                <w:rtl/>
              </w:rPr>
              <w:t>صاحبَ</w:t>
            </w:r>
            <w:r w:rsidR="0076657C">
              <w:rPr>
                <w:rtl/>
              </w:rPr>
              <w:t xml:space="preserve"> </w:t>
            </w:r>
            <w:r w:rsidRPr="00A0264F">
              <w:rPr>
                <w:rtl/>
              </w:rPr>
              <w:t>العصرِ</w:t>
            </w:r>
            <w:r w:rsidR="0076657C">
              <w:rPr>
                <w:rtl/>
              </w:rPr>
              <w:t xml:space="preserve"> </w:t>
            </w:r>
            <w:r w:rsidRPr="00A0264F">
              <w:rPr>
                <w:rtl/>
              </w:rPr>
              <w:t>أدركنا</w:t>
            </w:r>
            <w:r w:rsidR="0076657C">
              <w:rPr>
                <w:rtl/>
              </w:rPr>
              <w:t xml:space="preserve"> </w:t>
            </w:r>
            <w:r w:rsidRPr="00A0264F">
              <w:rPr>
                <w:rtl/>
              </w:rPr>
              <w:t>فليسَ</w:t>
            </w:r>
            <w:r w:rsidR="0076657C">
              <w:rPr>
                <w:rtl/>
              </w:rPr>
              <w:t xml:space="preserve"> </w:t>
            </w:r>
            <w:r w:rsidRPr="00A0264F">
              <w:rPr>
                <w:rtl/>
              </w:rPr>
              <w:t>لنا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وِرْدٌ</w:t>
            </w:r>
            <w:r>
              <w:rPr>
                <w:rtl/>
              </w:rPr>
              <w:t xml:space="preserve"> </w:t>
            </w:r>
            <w:r w:rsidRPr="00A0264F">
              <w:rPr>
                <w:rtl/>
              </w:rPr>
              <w:t>هـنيُّ</w:t>
            </w:r>
            <w:r w:rsidR="0076657C">
              <w:rPr>
                <w:rtl/>
              </w:rPr>
              <w:t xml:space="preserve"> </w:t>
            </w:r>
            <w:r w:rsidRPr="00A0264F">
              <w:rPr>
                <w:rtl/>
              </w:rPr>
              <w:t>ولا</w:t>
            </w:r>
            <w:r w:rsidR="0076657C">
              <w:rPr>
                <w:rtl/>
              </w:rPr>
              <w:t xml:space="preserve"> </w:t>
            </w:r>
            <w:r w:rsidRPr="00A0264F">
              <w:rPr>
                <w:rtl/>
              </w:rPr>
              <w:t>عـيشٌ</w:t>
            </w:r>
            <w:r w:rsidR="0076657C">
              <w:rPr>
                <w:rtl/>
              </w:rPr>
              <w:t xml:space="preserve"> </w:t>
            </w:r>
            <w:r w:rsidRPr="00A0264F">
              <w:rPr>
                <w:rtl/>
              </w:rPr>
              <w:t>لـنا</w:t>
            </w:r>
            <w:r w:rsidR="0076657C">
              <w:rPr>
                <w:rtl/>
              </w:rPr>
              <w:t xml:space="preserve"> </w:t>
            </w:r>
            <w:r w:rsidRPr="00A0264F">
              <w:rPr>
                <w:rtl/>
              </w:rPr>
              <w:t>رغـدُ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طـالت</w:t>
            </w:r>
            <w:r w:rsidR="0076657C">
              <w:rPr>
                <w:rtl/>
              </w:rPr>
              <w:t xml:space="preserve"> </w:t>
            </w:r>
            <w:r w:rsidRPr="00A0264F">
              <w:rPr>
                <w:rtl/>
              </w:rPr>
              <w:t>عـلينا</w:t>
            </w:r>
            <w:r w:rsidR="0076657C">
              <w:rPr>
                <w:rtl/>
              </w:rPr>
              <w:t xml:space="preserve"> </w:t>
            </w:r>
            <w:r w:rsidRPr="00A0264F">
              <w:rPr>
                <w:rtl/>
              </w:rPr>
              <w:t>لـيالي</w:t>
            </w:r>
            <w:r w:rsidR="0076657C">
              <w:rPr>
                <w:rtl/>
              </w:rPr>
              <w:t xml:space="preserve"> </w:t>
            </w:r>
            <w:r w:rsidRPr="00A0264F">
              <w:rPr>
                <w:rtl/>
              </w:rPr>
              <w:t>الانتظارِ</w:t>
            </w:r>
            <w:r w:rsidR="0076657C">
              <w:rPr>
                <w:rtl/>
              </w:rPr>
              <w:t xml:space="preserve"> </w:t>
            </w:r>
            <w:r w:rsidRPr="00A0264F">
              <w:rPr>
                <w:rtl/>
              </w:rPr>
              <w:t>فهل</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يـا</w:t>
            </w:r>
            <w:r w:rsidR="0076657C">
              <w:rPr>
                <w:rtl/>
              </w:rPr>
              <w:t xml:space="preserve"> </w:t>
            </w:r>
            <w:r w:rsidRPr="00A0264F">
              <w:rPr>
                <w:rtl/>
              </w:rPr>
              <w:t>ابـنَ</w:t>
            </w:r>
            <w:r w:rsidR="0076657C">
              <w:rPr>
                <w:rtl/>
              </w:rPr>
              <w:t xml:space="preserve"> </w:t>
            </w:r>
            <w:r w:rsidRPr="00A0264F">
              <w:rPr>
                <w:rtl/>
              </w:rPr>
              <w:t>الـزكيِّ</w:t>
            </w:r>
            <w:r w:rsidR="0076657C">
              <w:rPr>
                <w:rtl/>
              </w:rPr>
              <w:t xml:space="preserve"> </w:t>
            </w:r>
            <w:r w:rsidRPr="00A0264F">
              <w:rPr>
                <w:rtl/>
              </w:rPr>
              <w:t>لليلِ</w:t>
            </w:r>
            <w:r w:rsidR="0076657C">
              <w:rPr>
                <w:rtl/>
              </w:rPr>
              <w:t xml:space="preserve"> </w:t>
            </w:r>
            <w:r w:rsidRPr="00A0264F">
              <w:rPr>
                <w:rtl/>
              </w:rPr>
              <w:t>الانتظارِ</w:t>
            </w:r>
            <w:r w:rsidR="0076657C">
              <w:rPr>
                <w:rtl/>
              </w:rPr>
              <w:t xml:space="preserve"> </w:t>
            </w:r>
            <w:r w:rsidRPr="00A0264F">
              <w:rPr>
                <w:rtl/>
              </w:rPr>
              <w:t>غدُ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فـاكحلْ</w:t>
            </w:r>
            <w:r w:rsidR="0076657C">
              <w:rPr>
                <w:rtl/>
              </w:rPr>
              <w:t xml:space="preserve"> </w:t>
            </w:r>
            <w:r w:rsidRPr="00A0264F">
              <w:rPr>
                <w:rtl/>
              </w:rPr>
              <w:t>بـطلعتكَ</w:t>
            </w:r>
            <w:r w:rsidR="0076657C">
              <w:rPr>
                <w:rtl/>
              </w:rPr>
              <w:t xml:space="preserve"> </w:t>
            </w:r>
            <w:r w:rsidRPr="00A0264F">
              <w:rPr>
                <w:rtl/>
              </w:rPr>
              <w:t>الـغرَّا</w:t>
            </w:r>
            <w:r w:rsidR="0076657C">
              <w:rPr>
                <w:rtl/>
              </w:rPr>
              <w:t xml:space="preserve"> </w:t>
            </w:r>
            <w:r w:rsidRPr="00A0264F">
              <w:rPr>
                <w:rtl/>
              </w:rPr>
              <w:t>لـنا</w:t>
            </w:r>
            <w:r w:rsidR="0076657C">
              <w:rPr>
                <w:rtl/>
              </w:rPr>
              <w:t xml:space="preserve"> </w:t>
            </w:r>
            <w:r w:rsidRPr="00A0264F">
              <w:rPr>
                <w:rtl/>
              </w:rPr>
              <w:t>مُقَلا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يـكادُ</w:t>
            </w:r>
            <w:r>
              <w:rPr>
                <w:rtl/>
              </w:rPr>
              <w:t xml:space="preserve"> </w:t>
            </w:r>
            <w:r w:rsidRPr="00A0264F">
              <w:rPr>
                <w:rtl/>
              </w:rPr>
              <w:t>يـأتي</w:t>
            </w:r>
            <w:r w:rsidR="0076657C">
              <w:rPr>
                <w:rtl/>
              </w:rPr>
              <w:t xml:space="preserve"> </w:t>
            </w:r>
            <w:r w:rsidRPr="00A0264F">
              <w:rPr>
                <w:rtl/>
              </w:rPr>
              <w:t>عـلى</w:t>
            </w:r>
            <w:r w:rsidR="0076657C">
              <w:rPr>
                <w:rtl/>
              </w:rPr>
              <w:t xml:space="preserve"> </w:t>
            </w:r>
            <w:r w:rsidRPr="00A0264F">
              <w:rPr>
                <w:rtl/>
              </w:rPr>
              <w:t>إنـسانها</w:t>
            </w:r>
            <w:r w:rsidR="0076657C">
              <w:rPr>
                <w:rtl/>
              </w:rPr>
              <w:t xml:space="preserve"> </w:t>
            </w:r>
            <w:r w:rsidRPr="00A0264F">
              <w:rPr>
                <w:rtl/>
              </w:rPr>
              <w:t>الرمدُ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هـا</w:t>
            </w:r>
            <w:r>
              <w:rPr>
                <w:rtl/>
              </w:rPr>
              <w:t xml:space="preserve"> </w:t>
            </w:r>
            <w:r w:rsidRPr="00A0264F">
              <w:rPr>
                <w:rtl/>
              </w:rPr>
              <w:t>نحنُ</w:t>
            </w:r>
            <w:r w:rsidR="0076657C">
              <w:rPr>
                <w:rtl/>
              </w:rPr>
              <w:t xml:space="preserve"> </w:t>
            </w:r>
            <w:r w:rsidRPr="00A0264F">
              <w:rPr>
                <w:rtl/>
              </w:rPr>
              <w:t>مرمى</w:t>
            </w:r>
            <w:r w:rsidR="0076657C">
              <w:rPr>
                <w:rtl/>
              </w:rPr>
              <w:t xml:space="preserve"> </w:t>
            </w:r>
            <w:r w:rsidRPr="00A0264F">
              <w:rPr>
                <w:rtl/>
              </w:rPr>
              <w:t>لنَبلِ</w:t>
            </w:r>
            <w:r w:rsidR="0076657C">
              <w:rPr>
                <w:rtl/>
              </w:rPr>
              <w:t xml:space="preserve"> </w:t>
            </w:r>
            <w:r w:rsidRPr="00A0264F">
              <w:rPr>
                <w:rtl/>
              </w:rPr>
              <w:t>النائباتِ</w:t>
            </w:r>
            <w:r w:rsidR="0076657C">
              <w:rPr>
                <w:rtl/>
              </w:rPr>
              <w:t xml:space="preserve"> </w:t>
            </w:r>
            <w:r w:rsidRPr="00A0264F">
              <w:rPr>
                <w:rtl/>
              </w:rPr>
              <w:t>وهل</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يُغني</w:t>
            </w:r>
            <w:r>
              <w:rPr>
                <w:rtl/>
              </w:rPr>
              <w:t xml:space="preserve"> </w:t>
            </w:r>
            <w:r w:rsidRPr="00A0264F">
              <w:rPr>
                <w:rtl/>
              </w:rPr>
              <w:t>اصطبارٌ</w:t>
            </w:r>
            <w:r w:rsidR="0076657C">
              <w:rPr>
                <w:rtl/>
              </w:rPr>
              <w:t xml:space="preserve"> </w:t>
            </w:r>
            <w:r w:rsidRPr="00A0264F">
              <w:rPr>
                <w:rtl/>
              </w:rPr>
              <w:t>وهى</w:t>
            </w:r>
            <w:r w:rsidR="0076657C">
              <w:rPr>
                <w:rtl/>
              </w:rPr>
              <w:t xml:space="preserve"> </w:t>
            </w:r>
            <w:r w:rsidRPr="00A0264F">
              <w:rPr>
                <w:rtl/>
              </w:rPr>
              <w:t>من</w:t>
            </w:r>
            <w:r w:rsidR="0076657C">
              <w:rPr>
                <w:rtl/>
              </w:rPr>
              <w:t xml:space="preserve"> </w:t>
            </w:r>
            <w:r w:rsidRPr="00A0264F">
              <w:rPr>
                <w:rtl/>
              </w:rPr>
              <w:t>درعهِ</w:t>
            </w:r>
            <w:r w:rsidR="0076657C">
              <w:rPr>
                <w:rtl/>
              </w:rPr>
              <w:t xml:space="preserve"> </w:t>
            </w:r>
            <w:r w:rsidRPr="00A0264F">
              <w:rPr>
                <w:rtl/>
              </w:rPr>
              <w:t>الجَلَدُ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كـم</w:t>
            </w:r>
            <w:r w:rsidR="0076657C">
              <w:rPr>
                <w:rtl/>
              </w:rPr>
              <w:t xml:space="preserve"> </w:t>
            </w:r>
            <w:r w:rsidRPr="00A0264F">
              <w:rPr>
                <w:rtl/>
              </w:rPr>
              <w:t>ذا</w:t>
            </w:r>
            <w:r w:rsidR="0076657C">
              <w:rPr>
                <w:rtl/>
              </w:rPr>
              <w:t xml:space="preserve"> </w:t>
            </w:r>
            <w:r w:rsidRPr="00A0264F">
              <w:rPr>
                <w:rtl/>
              </w:rPr>
              <w:t>يـؤلفُ</w:t>
            </w:r>
            <w:r w:rsidR="0076657C">
              <w:rPr>
                <w:rtl/>
              </w:rPr>
              <w:t xml:space="preserve"> </w:t>
            </w:r>
            <w:r w:rsidRPr="00A0264F">
              <w:rPr>
                <w:rtl/>
              </w:rPr>
              <w:t>شـملَ</w:t>
            </w:r>
            <w:r w:rsidR="0076657C">
              <w:rPr>
                <w:rtl/>
              </w:rPr>
              <w:t xml:space="preserve"> </w:t>
            </w:r>
            <w:r w:rsidRPr="00A0264F">
              <w:rPr>
                <w:rtl/>
              </w:rPr>
              <w:t>الظالمينَ</w:t>
            </w:r>
            <w:r w:rsidR="0076657C">
              <w:rPr>
                <w:rtl/>
              </w:rPr>
              <w:t xml:space="preserve"> </w:t>
            </w:r>
            <w:r w:rsidRPr="00A0264F">
              <w:rPr>
                <w:rtl/>
              </w:rPr>
              <w:t>لكم</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وشـمـلكم</w:t>
            </w:r>
            <w:r w:rsidR="0076657C">
              <w:rPr>
                <w:rtl/>
              </w:rPr>
              <w:t xml:space="preserve"> </w:t>
            </w:r>
            <w:r w:rsidRPr="00A0264F">
              <w:rPr>
                <w:rtl/>
              </w:rPr>
              <w:t>بـيـدَي</w:t>
            </w:r>
            <w:r w:rsidR="0076657C">
              <w:rPr>
                <w:rtl/>
              </w:rPr>
              <w:t xml:space="preserve"> </w:t>
            </w:r>
            <w:r w:rsidRPr="00A0264F">
              <w:rPr>
                <w:rtl/>
              </w:rPr>
              <w:t>أعـدائكم</w:t>
            </w:r>
            <w:r w:rsidR="0076657C">
              <w:rPr>
                <w:rtl/>
              </w:rPr>
              <w:t xml:space="preserve"> </w:t>
            </w:r>
            <w:r w:rsidRPr="00A0264F">
              <w:rPr>
                <w:rtl/>
              </w:rPr>
              <w:t>بـددُ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فـانهض</w:t>
            </w:r>
            <w:r>
              <w:rPr>
                <w:rtl/>
              </w:rPr>
              <w:t xml:space="preserve"> </w:t>
            </w:r>
            <w:r w:rsidRPr="00A0264F">
              <w:rPr>
                <w:rtl/>
              </w:rPr>
              <w:t>فـدتكَ</w:t>
            </w:r>
            <w:r w:rsidR="0076657C">
              <w:rPr>
                <w:rtl/>
              </w:rPr>
              <w:t xml:space="preserve"> </w:t>
            </w:r>
            <w:r w:rsidRPr="00A0264F">
              <w:rPr>
                <w:rtl/>
              </w:rPr>
              <w:t>بقايا</w:t>
            </w:r>
            <w:r w:rsidR="0076657C">
              <w:rPr>
                <w:rtl/>
              </w:rPr>
              <w:t xml:space="preserve"> </w:t>
            </w:r>
            <w:r w:rsidRPr="00A0264F">
              <w:rPr>
                <w:rtl/>
              </w:rPr>
              <w:t>أنفسٍ</w:t>
            </w:r>
            <w:r w:rsidR="0076657C">
              <w:rPr>
                <w:rtl/>
              </w:rPr>
              <w:t xml:space="preserve"> </w:t>
            </w:r>
            <w:r w:rsidRPr="00A0264F">
              <w:rPr>
                <w:rtl/>
              </w:rPr>
              <w:t>ظفرت</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بـها</w:t>
            </w:r>
            <w:r w:rsidR="0076657C">
              <w:rPr>
                <w:rtl/>
              </w:rPr>
              <w:t xml:space="preserve"> </w:t>
            </w:r>
            <w:r w:rsidRPr="00A0264F">
              <w:rPr>
                <w:rtl/>
              </w:rPr>
              <w:t>الـنوائبُ</w:t>
            </w:r>
            <w:r w:rsidR="0076657C">
              <w:rPr>
                <w:rtl/>
              </w:rPr>
              <w:t xml:space="preserve"> </w:t>
            </w:r>
            <w:r w:rsidRPr="00A0264F">
              <w:rPr>
                <w:rtl/>
              </w:rPr>
              <w:t>لـمّا</w:t>
            </w:r>
            <w:r w:rsidR="0076657C">
              <w:rPr>
                <w:rtl/>
              </w:rPr>
              <w:t xml:space="preserve"> </w:t>
            </w:r>
            <w:r w:rsidRPr="00A0264F">
              <w:rPr>
                <w:rtl/>
              </w:rPr>
              <w:t>خـانها</w:t>
            </w:r>
            <w:r w:rsidR="0076657C">
              <w:rPr>
                <w:rtl/>
              </w:rPr>
              <w:t xml:space="preserve"> </w:t>
            </w:r>
            <w:r w:rsidRPr="00A0264F">
              <w:rPr>
                <w:rtl/>
              </w:rPr>
              <w:t>الـجلدُ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هـبْ</w:t>
            </w:r>
            <w:r>
              <w:rPr>
                <w:rtl/>
              </w:rPr>
              <w:t xml:space="preserve"> </w:t>
            </w:r>
            <w:r w:rsidRPr="00A0264F">
              <w:rPr>
                <w:rtl/>
              </w:rPr>
              <w:t>أنّ</w:t>
            </w:r>
            <w:r w:rsidR="0076657C">
              <w:rPr>
                <w:rtl/>
              </w:rPr>
              <w:t xml:space="preserve"> </w:t>
            </w:r>
            <w:r w:rsidRPr="00A0264F">
              <w:rPr>
                <w:rtl/>
              </w:rPr>
              <w:t>جـندكَ</w:t>
            </w:r>
            <w:r w:rsidR="0076657C">
              <w:rPr>
                <w:rtl/>
              </w:rPr>
              <w:t xml:space="preserve"> </w:t>
            </w:r>
            <w:r w:rsidRPr="00A0264F">
              <w:rPr>
                <w:rtl/>
              </w:rPr>
              <w:t>مـعدودٌ</w:t>
            </w:r>
            <w:r w:rsidR="0076657C">
              <w:rPr>
                <w:rtl/>
              </w:rPr>
              <w:t xml:space="preserve"> </w:t>
            </w:r>
            <w:r w:rsidRPr="00A0264F">
              <w:rPr>
                <w:rtl/>
              </w:rPr>
              <w:t>فجدّكَ</w:t>
            </w:r>
            <w:r w:rsidR="0076657C">
              <w:rPr>
                <w:rtl/>
              </w:rPr>
              <w:t xml:space="preserve"> </w:t>
            </w:r>
            <w:r w:rsidRPr="00A0264F">
              <w:rPr>
                <w:rtl/>
              </w:rPr>
              <w:t>قد</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لاقـى</w:t>
            </w:r>
            <w:r w:rsidR="0076657C">
              <w:rPr>
                <w:rtl/>
              </w:rPr>
              <w:t xml:space="preserve"> </w:t>
            </w:r>
            <w:r w:rsidRPr="00A0264F">
              <w:rPr>
                <w:rtl/>
              </w:rPr>
              <w:t>بـسبعينَ</w:t>
            </w:r>
            <w:r w:rsidR="0076657C">
              <w:rPr>
                <w:rtl/>
              </w:rPr>
              <w:t xml:space="preserve"> </w:t>
            </w:r>
            <w:r w:rsidRPr="00A0264F">
              <w:rPr>
                <w:rtl/>
              </w:rPr>
              <w:t>جـيشاً</w:t>
            </w:r>
            <w:r w:rsidR="0076657C">
              <w:rPr>
                <w:rtl/>
              </w:rPr>
              <w:t xml:space="preserve"> </w:t>
            </w:r>
            <w:r w:rsidRPr="00A0264F">
              <w:rPr>
                <w:rtl/>
              </w:rPr>
              <w:t>مـا</w:t>
            </w:r>
            <w:r w:rsidR="0076657C">
              <w:rPr>
                <w:rtl/>
              </w:rPr>
              <w:t xml:space="preserve"> </w:t>
            </w:r>
            <w:r w:rsidRPr="00A0264F">
              <w:rPr>
                <w:rtl/>
              </w:rPr>
              <w:t>لهُ</w:t>
            </w:r>
            <w:r w:rsidR="0076657C">
              <w:rPr>
                <w:rtl/>
              </w:rPr>
              <w:t xml:space="preserve"> </w:t>
            </w:r>
            <w:r w:rsidRPr="00A0264F">
              <w:rPr>
                <w:rtl/>
              </w:rPr>
              <w:t>عددُ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غـداةَ</w:t>
            </w:r>
            <w:r w:rsidR="0076657C">
              <w:rPr>
                <w:rtl/>
              </w:rPr>
              <w:t xml:space="preserve"> </w:t>
            </w:r>
            <w:r w:rsidRPr="00A0264F">
              <w:rPr>
                <w:rtl/>
              </w:rPr>
              <w:t>جـاهدَ</w:t>
            </w:r>
            <w:r w:rsidR="0076657C">
              <w:rPr>
                <w:rtl/>
              </w:rPr>
              <w:t xml:space="preserve"> </w:t>
            </w:r>
            <w:r w:rsidRPr="00A0264F">
              <w:rPr>
                <w:rtl/>
              </w:rPr>
              <w:t>مـن</w:t>
            </w:r>
            <w:r w:rsidR="0076657C">
              <w:rPr>
                <w:rtl/>
              </w:rPr>
              <w:t xml:space="preserve"> </w:t>
            </w:r>
            <w:r w:rsidRPr="00A0264F">
              <w:rPr>
                <w:rtl/>
              </w:rPr>
              <w:t>أعـدائهِ</w:t>
            </w:r>
            <w:r w:rsidR="0076657C">
              <w:rPr>
                <w:rtl/>
              </w:rPr>
              <w:t xml:space="preserve"> </w:t>
            </w:r>
            <w:r w:rsidRPr="00A0264F">
              <w:rPr>
                <w:rtl/>
              </w:rPr>
              <w:t>نـفرا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جـدُّوا</w:t>
            </w:r>
            <w:r w:rsidR="0076657C">
              <w:rPr>
                <w:rtl/>
              </w:rPr>
              <w:t xml:space="preserve"> </w:t>
            </w:r>
            <w:r w:rsidRPr="00A0264F">
              <w:rPr>
                <w:rtl/>
              </w:rPr>
              <w:t>بـإطفاءِ</w:t>
            </w:r>
            <w:r w:rsidR="0076657C">
              <w:rPr>
                <w:rtl/>
              </w:rPr>
              <w:t xml:space="preserve"> </w:t>
            </w:r>
            <w:r w:rsidRPr="00A0264F">
              <w:rPr>
                <w:rtl/>
              </w:rPr>
              <w:t>نـورِ</w:t>
            </w:r>
            <w:r w:rsidR="0076657C">
              <w:rPr>
                <w:rtl/>
              </w:rPr>
              <w:t xml:space="preserve"> </w:t>
            </w:r>
            <w:r w:rsidRPr="00A0264F">
              <w:rPr>
                <w:rtl/>
              </w:rPr>
              <w:t>اللهِ</w:t>
            </w:r>
            <w:r w:rsidR="0076657C">
              <w:rPr>
                <w:rtl/>
              </w:rPr>
              <w:t xml:space="preserve"> </w:t>
            </w:r>
            <w:r w:rsidRPr="00A0264F">
              <w:rPr>
                <w:rtl/>
              </w:rPr>
              <w:t>واجتهدوا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وعـصبةٌ</w:t>
            </w:r>
            <w:r w:rsidR="0076657C">
              <w:rPr>
                <w:rtl/>
              </w:rPr>
              <w:t xml:space="preserve"> </w:t>
            </w:r>
            <w:r w:rsidRPr="00A0264F">
              <w:rPr>
                <w:rtl/>
              </w:rPr>
              <w:t>جـحدوا</w:t>
            </w:r>
            <w:r w:rsidR="0076657C">
              <w:rPr>
                <w:rtl/>
              </w:rPr>
              <w:t xml:space="preserve"> </w:t>
            </w:r>
            <w:r w:rsidRPr="00A0264F">
              <w:rPr>
                <w:rtl/>
              </w:rPr>
              <w:t>حقّ</w:t>
            </w:r>
            <w:r w:rsidR="0076657C">
              <w:rPr>
                <w:rtl/>
              </w:rPr>
              <w:t xml:space="preserve"> </w:t>
            </w:r>
            <w:r w:rsidRPr="00A0264F">
              <w:rPr>
                <w:rtl/>
              </w:rPr>
              <w:t>الحسينِ</w:t>
            </w:r>
            <w:r w:rsidR="0076657C">
              <w:rPr>
                <w:rtl/>
              </w:rPr>
              <w:t xml:space="preserve"> </w:t>
            </w:r>
            <w:r w:rsidRPr="00A0264F">
              <w:rPr>
                <w:rtl/>
              </w:rPr>
              <w:t>كما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مـن</w:t>
            </w:r>
            <w:r w:rsidR="0076657C">
              <w:rPr>
                <w:rtl/>
              </w:rPr>
              <w:t xml:space="preserve"> </w:t>
            </w:r>
            <w:r w:rsidRPr="00A0264F">
              <w:rPr>
                <w:rtl/>
              </w:rPr>
              <w:t>قبلُ</w:t>
            </w:r>
            <w:r w:rsidR="0076657C">
              <w:rPr>
                <w:rtl/>
              </w:rPr>
              <w:t xml:space="preserve"> </w:t>
            </w:r>
            <w:r w:rsidRPr="00A0264F">
              <w:rPr>
                <w:rtl/>
              </w:rPr>
              <w:t>حقّ</w:t>
            </w:r>
            <w:r w:rsidR="0076657C">
              <w:rPr>
                <w:rtl/>
              </w:rPr>
              <w:t xml:space="preserve"> </w:t>
            </w:r>
            <w:r w:rsidRPr="00A0264F">
              <w:rPr>
                <w:rtl/>
              </w:rPr>
              <w:t>أبيهِ</w:t>
            </w:r>
            <w:r w:rsidR="0076657C">
              <w:rPr>
                <w:rtl/>
              </w:rPr>
              <w:t xml:space="preserve"> </w:t>
            </w:r>
            <w:r w:rsidRPr="00A0264F">
              <w:rPr>
                <w:rtl/>
              </w:rPr>
              <w:t>المرتضى</w:t>
            </w:r>
            <w:r w:rsidR="0076657C">
              <w:rPr>
                <w:rtl/>
              </w:rPr>
              <w:t xml:space="preserve"> </w:t>
            </w:r>
            <w:r w:rsidRPr="00A0264F">
              <w:rPr>
                <w:rtl/>
              </w:rPr>
              <w:t>جحدوا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وعـاهدوهُ</w:t>
            </w:r>
            <w:r w:rsidR="0076657C">
              <w:rPr>
                <w:rtl/>
              </w:rPr>
              <w:t xml:space="preserve"> </w:t>
            </w:r>
            <w:r w:rsidRPr="00A0264F">
              <w:rPr>
                <w:rtl/>
              </w:rPr>
              <w:t>وخـانوا</w:t>
            </w:r>
            <w:r w:rsidR="0076657C">
              <w:rPr>
                <w:rtl/>
              </w:rPr>
              <w:t xml:space="preserve"> </w:t>
            </w:r>
            <w:r w:rsidRPr="00A0264F">
              <w:rPr>
                <w:rtl/>
              </w:rPr>
              <w:t>عـهدهُ</w:t>
            </w:r>
            <w:r w:rsidR="0076657C">
              <w:rPr>
                <w:rtl/>
              </w:rPr>
              <w:t xml:space="preserve"> </w:t>
            </w:r>
            <w:r w:rsidRPr="00A0264F">
              <w:rPr>
                <w:rtl/>
              </w:rPr>
              <w:t>وعـلى</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غـيرِ</w:t>
            </w:r>
            <w:r>
              <w:rPr>
                <w:rtl/>
              </w:rPr>
              <w:t xml:space="preserve"> </w:t>
            </w:r>
            <w:r w:rsidRPr="00A0264F">
              <w:rPr>
                <w:rtl/>
              </w:rPr>
              <w:t>الـخيانةِ</w:t>
            </w:r>
            <w:r w:rsidR="0076657C">
              <w:rPr>
                <w:rtl/>
              </w:rPr>
              <w:t xml:space="preserve"> </w:t>
            </w:r>
            <w:r w:rsidRPr="00A0264F">
              <w:rPr>
                <w:rtl/>
              </w:rPr>
              <w:t>لـلميثاقِ</w:t>
            </w:r>
            <w:r w:rsidR="0076657C">
              <w:rPr>
                <w:rtl/>
              </w:rPr>
              <w:t xml:space="preserve"> </w:t>
            </w:r>
            <w:r w:rsidRPr="00A0264F">
              <w:rPr>
                <w:rtl/>
              </w:rPr>
              <w:t>ما</w:t>
            </w:r>
            <w:r w:rsidR="0076657C">
              <w:rPr>
                <w:rtl/>
              </w:rPr>
              <w:t xml:space="preserve"> </w:t>
            </w:r>
            <w:r w:rsidRPr="00A0264F">
              <w:rPr>
                <w:rtl/>
              </w:rPr>
              <w:t>عهدوا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سـمَّوا</w:t>
            </w:r>
            <w:r w:rsidR="0076657C">
              <w:rPr>
                <w:rtl/>
              </w:rPr>
              <w:t xml:space="preserve"> </w:t>
            </w:r>
            <w:r w:rsidRPr="00A0264F">
              <w:rPr>
                <w:rtl/>
              </w:rPr>
              <w:t>نـفوسهم</w:t>
            </w:r>
            <w:r w:rsidR="0076657C">
              <w:rPr>
                <w:rtl/>
              </w:rPr>
              <w:t xml:space="preserve"> </w:t>
            </w:r>
            <w:r w:rsidRPr="00A0264F">
              <w:rPr>
                <w:rtl/>
              </w:rPr>
              <w:t>بـالمسلمينَ</w:t>
            </w:r>
            <w:r w:rsidR="0076657C">
              <w:rPr>
                <w:rtl/>
              </w:rPr>
              <w:t xml:space="preserve"> </w:t>
            </w:r>
            <w:r w:rsidRPr="00A0264F">
              <w:rPr>
                <w:rtl/>
              </w:rPr>
              <w:t>وهـم</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لـم</w:t>
            </w:r>
            <w:r>
              <w:rPr>
                <w:rtl/>
              </w:rPr>
              <w:t xml:space="preserve"> </w:t>
            </w:r>
            <w:r w:rsidRPr="00A0264F">
              <w:rPr>
                <w:rtl/>
              </w:rPr>
              <w:t>يـعبدوا</w:t>
            </w:r>
            <w:r w:rsidR="0076657C">
              <w:rPr>
                <w:rtl/>
              </w:rPr>
              <w:t xml:space="preserve"> </w:t>
            </w:r>
            <w:r w:rsidRPr="00A0264F">
              <w:rPr>
                <w:rtl/>
              </w:rPr>
              <w:t>اللهَ</w:t>
            </w:r>
            <w:r w:rsidR="0076657C">
              <w:rPr>
                <w:rtl/>
              </w:rPr>
              <w:t xml:space="preserve"> </w:t>
            </w:r>
            <w:r w:rsidRPr="00A0264F">
              <w:rPr>
                <w:rtl/>
              </w:rPr>
              <w:t>بل</w:t>
            </w:r>
            <w:r w:rsidR="0076657C">
              <w:rPr>
                <w:rtl/>
              </w:rPr>
              <w:t xml:space="preserve"> </w:t>
            </w:r>
            <w:r w:rsidRPr="00A0264F">
              <w:rPr>
                <w:rtl/>
              </w:rPr>
              <w:t>أهواءهم</w:t>
            </w:r>
            <w:r w:rsidR="0076657C">
              <w:rPr>
                <w:rtl/>
              </w:rPr>
              <w:t xml:space="preserve"> </w:t>
            </w:r>
            <w:r w:rsidRPr="00A0264F">
              <w:rPr>
                <w:rtl/>
              </w:rPr>
              <w:t>عبدوا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تـجمَّعَتْ</w:t>
            </w:r>
            <w:r w:rsidR="0076657C">
              <w:rPr>
                <w:rtl/>
              </w:rPr>
              <w:t xml:space="preserve"> </w:t>
            </w:r>
            <w:r w:rsidRPr="00A0264F">
              <w:rPr>
                <w:rtl/>
              </w:rPr>
              <w:t>عـدّةٌ</w:t>
            </w:r>
            <w:r w:rsidR="0076657C">
              <w:rPr>
                <w:rtl/>
              </w:rPr>
              <w:t xml:space="preserve"> </w:t>
            </w:r>
            <w:r w:rsidRPr="00A0264F">
              <w:rPr>
                <w:rtl/>
              </w:rPr>
              <w:t>مـنهم</w:t>
            </w:r>
            <w:r w:rsidR="0076657C">
              <w:rPr>
                <w:rtl/>
              </w:rPr>
              <w:t xml:space="preserve"> </w:t>
            </w:r>
            <w:r w:rsidRPr="00A0264F">
              <w:rPr>
                <w:rtl/>
              </w:rPr>
              <w:t>يـضيقُ</w:t>
            </w:r>
            <w:r w:rsidR="0076657C">
              <w:rPr>
                <w:rtl/>
              </w:rPr>
              <w:t xml:space="preserve"> </w:t>
            </w:r>
            <w:r w:rsidRPr="00A0264F">
              <w:rPr>
                <w:rtl/>
              </w:rPr>
              <w:t>بها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صـدرُ</w:t>
            </w:r>
            <w:r>
              <w:rPr>
                <w:rtl/>
              </w:rPr>
              <w:t xml:space="preserve"> </w:t>
            </w:r>
            <w:r w:rsidRPr="00A0264F">
              <w:rPr>
                <w:rtl/>
              </w:rPr>
              <w:t>الـفضا</w:t>
            </w:r>
            <w:r w:rsidR="0076657C">
              <w:rPr>
                <w:rtl/>
              </w:rPr>
              <w:t xml:space="preserve"> </w:t>
            </w:r>
            <w:r w:rsidRPr="00A0264F">
              <w:rPr>
                <w:rtl/>
              </w:rPr>
              <w:t>ولـها</w:t>
            </w:r>
            <w:r w:rsidR="0076657C">
              <w:rPr>
                <w:rtl/>
              </w:rPr>
              <w:t xml:space="preserve"> </w:t>
            </w:r>
            <w:r w:rsidRPr="00A0264F">
              <w:rPr>
                <w:rtl/>
              </w:rPr>
              <w:t>أمـثالها</w:t>
            </w:r>
            <w:r w:rsidR="0076657C">
              <w:rPr>
                <w:rtl/>
              </w:rPr>
              <w:t xml:space="preserve"> </w:t>
            </w:r>
            <w:r w:rsidRPr="00A0264F">
              <w:rPr>
                <w:rtl/>
              </w:rPr>
              <w:t>مددُ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فـشـدَّ</w:t>
            </w:r>
            <w:r w:rsidR="0076657C">
              <w:rPr>
                <w:rtl/>
              </w:rPr>
              <w:t xml:space="preserve"> </w:t>
            </w:r>
            <w:r w:rsidRPr="00A0264F">
              <w:rPr>
                <w:rtl/>
              </w:rPr>
              <w:t>فـيهم</w:t>
            </w:r>
            <w:r w:rsidR="0076657C">
              <w:rPr>
                <w:rtl/>
              </w:rPr>
              <w:t xml:space="preserve"> </w:t>
            </w:r>
            <w:r w:rsidRPr="00A0264F">
              <w:rPr>
                <w:rtl/>
              </w:rPr>
              <w:t>بـأبطالٍ</w:t>
            </w:r>
            <w:r w:rsidR="0076657C">
              <w:rPr>
                <w:rtl/>
              </w:rPr>
              <w:t xml:space="preserve"> </w:t>
            </w:r>
            <w:r w:rsidRPr="00A0264F">
              <w:rPr>
                <w:rtl/>
              </w:rPr>
              <w:t>إذا</w:t>
            </w:r>
            <w:r w:rsidR="0076657C">
              <w:rPr>
                <w:rtl/>
              </w:rPr>
              <w:t xml:space="preserve"> </w:t>
            </w:r>
            <w:r w:rsidRPr="00A0264F">
              <w:rPr>
                <w:rtl/>
              </w:rPr>
              <w:t>بـرقت</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سـيوفهمُ</w:t>
            </w:r>
            <w:r>
              <w:rPr>
                <w:rtl/>
              </w:rPr>
              <w:t xml:space="preserve"> </w:t>
            </w:r>
            <w:r w:rsidRPr="00A0264F">
              <w:rPr>
                <w:rtl/>
              </w:rPr>
              <w:t>مـطروا</w:t>
            </w:r>
            <w:r w:rsidR="0076657C">
              <w:rPr>
                <w:rtl/>
              </w:rPr>
              <w:t xml:space="preserve"> </w:t>
            </w:r>
            <w:r w:rsidRPr="00A0264F">
              <w:rPr>
                <w:rtl/>
              </w:rPr>
              <w:t>حتفاً</w:t>
            </w:r>
            <w:r w:rsidR="0076657C">
              <w:rPr>
                <w:rtl/>
              </w:rPr>
              <w:t xml:space="preserve"> </w:t>
            </w:r>
            <w:r w:rsidRPr="00A0264F">
              <w:rPr>
                <w:rtl/>
              </w:rPr>
              <w:t>وما</w:t>
            </w:r>
            <w:r w:rsidR="0076657C">
              <w:rPr>
                <w:rtl/>
              </w:rPr>
              <w:t xml:space="preserve"> </w:t>
            </w:r>
            <w:r w:rsidRPr="00A0264F">
              <w:rPr>
                <w:rtl/>
              </w:rPr>
              <w:t>رعدوا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صـالوا</w:t>
            </w:r>
            <w:r>
              <w:rPr>
                <w:rtl/>
              </w:rPr>
              <w:t xml:space="preserve"> </w:t>
            </w:r>
            <w:r w:rsidRPr="00A0264F">
              <w:rPr>
                <w:rtl/>
              </w:rPr>
              <w:t>وجـالوا</w:t>
            </w:r>
            <w:r w:rsidR="0076657C">
              <w:rPr>
                <w:rtl/>
              </w:rPr>
              <w:t xml:space="preserve"> </w:t>
            </w:r>
            <w:r w:rsidRPr="00A0264F">
              <w:rPr>
                <w:rtl/>
              </w:rPr>
              <w:t>وأدَّوا</w:t>
            </w:r>
            <w:r w:rsidR="0076657C">
              <w:rPr>
                <w:rtl/>
              </w:rPr>
              <w:t xml:space="preserve"> </w:t>
            </w:r>
            <w:r w:rsidRPr="00A0264F">
              <w:rPr>
                <w:rtl/>
              </w:rPr>
              <w:t>حقّ</w:t>
            </w:r>
            <w:r w:rsidR="0076657C">
              <w:rPr>
                <w:rtl/>
              </w:rPr>
              <w:t xml:space="preserve"> </w:t>
            </w:r>
            <w:r w:rsidRPr="00A0264F">
              <w:rPr>
                <w:rtl/>
              </w:rPr>
              <w:t>سيّدهم</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AA2688">
            <w:pPr>
              <w:pStyle w:val="libPoem"/>
            </w:pPr>
            <w:r w:rsidRPr="00A0264F">
              <w:rPr>
                <w:rtl/>
              </w:rPr>
              <w:t>فـي</w:t>
            </w:r>
            <w:r>
              <w:rPr>
                <w:rtl/>
              </w:rPr>
              <w:t xml:space="preserve"> </w:t>
            </w:r>
            <w:r w:rsidRPr="00A0264F">
              <w:rPr>
                <w:rtl/>
              </w:rPr>
              <w:t>مـوقفٍ</w:t>
            </w:r>
            <w:r w:rsidR="0076657C">
              <w:rPr>
                <w:rtl/>
              </w:rPr>
              <w:t xml:space="preserve"> </w:t>
            </w:r>
            <w:r w:rsidRPr="00A0264F">
              <w:rPr>
                <w:rtl/>
              </w:rPr>
              <w:t>فـيهِ</w:t>
            </w:r>
            <w:r w:rsidR="0076657C">
              <w:rPr>
                <w:rtl/>
              </w:rPr>
              <w:t xml:space="preserve"> </w:t>
            </w:r>
            <w:r w:rsidRPr="00A0264F">
              <w:rPr>
                <w:rtl/>
              </w:rPr>
              <w:t>عَقَّ</w:t>
            </w:r>
            <w:r w:rsidR="0076657C">
              <w:rPr>
                <w:rtl/>
              </w:rPr>
              <w:t xml:space="preserve"> </w:t>
            </w:r>
            <w:r w:rsidRPr="00A0264F">
              <w:rPr>
                <w:rtl/>
              </w:rPr>
              <w:t>الوالدَ</w:t>
            </w:r>
            <w:r w:rsidR="0076657C">
              <w:rPr>
                <w:rtl/>
              </w:rPr>
              <w:t xml:space="preserve"> </w:t>
            </w:r>
            <w:r w:rsidRPr="00A0264F">
              <w:rPr>
                <w:rtl/>
              </w:rPr>
              <w:t>الولدُ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وشـاقهم</w:t>
            </w:r>
            <w:r>
              <w:rPr>
                <w:rtl/>
              </w:rPr>
              <w:t xml:space="preserve"> </w:t>
            </w:r>
            <w:r w:rsidRPr="00A0264F">
              <w:rPr>
                <w:rtl/>
              </w:rPr>
              <w:t>ثـمرُ</w:t>
            </w:r>
            <w:r w:rsidR="0076657C">
              <w:rPr>
                <w:rtl/>
              </w:rPr>
              <w:t xml:space="preserve"> </w:t>
            </w:r>
            <w:r w:rsidRPr="00A0264F">
              <w:rPr>
                <w:rtl/>
              </w:rPr>
              <w:t>الـعقبى</w:t>
            </w:r>
            <w:r w:rsidR="0076657C">
              <w:rPr>
                <w:rtl/>
              </w:rPr>
              <w:t xml:space="preserve"> </w:t>
            </w:r>
            <w:r w:rsidRPr="00A0264F">
              <w:rPr>
                <w:rtl/>
              </w:rPr>
              <w:t>فأصبحَ</w:t>
            </w:r>
            <w:r w:rsidR="0076657C">
              <w:rPr>
                <w:rtl/>
              </w:rPr>
              <w:t xml:space="preserve"> </w:t>
            </w:r>
            <w:r w:rsidRPr="00A0264F">
              <w:rPr>
                <w:rtl/>
              </w:rPr>
              <w:t>في</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صـدورهم</w:t>
            </w:r>
            <w:r w:rsidR="0076657C">
              <w:rPr>
                <w:rtl/>
              </w:rPr>
              <w:t xml:space="preserve"> </w:t>
            </w:r>
            <w:r w:rsidRPr="00A0264F">
              <w:rPr>
                <w:rtl/>
              </w:rPr>
              <w:t>شـجرُ</w:t>
            </w:r>
            <w:r w:rsidR="0076657C">
              <w:rPr>
                <w:rtl/>
              </w:rPr>
              <w:t xml:space="preserve"> </w:t>
            </w:r>
            <w:r w:rsidRPr="00A0264F">
              <w:rPr>
                <w:rtl/>
              </w:rPr>
              <w:t>الـخطيِّ</w:t>
            </w:r>
            <w:r w:rsidR="0076657C">
              <w:rPr>
                <w:rtl/>
              </w:rPr>
              <w:t xml:space="preserve"> </w:t>
            </w:r>
            <w:r w:rsidRPr="00A0264F">
              <w:rPr>
                <w:rtl/>
              </w:rPr>
              <w:t>يختضدُ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وعـادَ</w:t>
            </w:r>
            <w:r>
              <w:rPr>
                <w:rtl/>
              </w:rPr>
              <w:t xml:space="preserve"> </w:t>
            </w:r>
            <w:r w:rsidRPr="00A0264F">
              <w:rPr>
                <w:rtl/>
              </w:rPr>
              <w:t>ريـحانةُ</w:t>
            </w:r>
            <w:r w:rsidR="0076657C">
              <w:rPr>
                <w:rtl/>
              </w:rPr>
              <w:t xml:space="preserve"> </w:t>
            </w:r>
            <w:r w:rsidRPr="00A0264F">
              <w:rPr>
                <w:rtl/>
              </w:rPr>
              <w:t>الـمختارِ</w:t>
            </w:r>
            <w:r w:rsidR="0076657C">
              <w:rPr>
                <w:rtl/>
              </w:rPr>
              <w:t xml:space="preserve"> </w:t>
            </w:r>
            <w:r w:rsidRPr="00A0264F">
              <w:rPr>
                <w:rtl/>
              </w:rPr>
              <w:t>مـنفردا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بـينَ</w:t>
            </w:r>
            <w:r>
              <w:rPr>
                <w:rtl/>
              </w:rPr>
              <w:t xml:space="preserve"> </w:t>
            </w:r>
            <w:r w:rsidRPr="00A0264F">
              <w:rPr>
                <w:rtl/>
              </w:rPr>
              <w:t>الـعدا</w:t>
            </w:r>
            <w:r w:rsidR="0076657C">
              <w:rPr>
                <w:rtl/>
              </w:rPr>
              <w:t xml:space="preserve"> </w:t>
            </w:r>
            <w:r w:rsidRPr="00A0264F">
              <w:rPr>
                <w:rtl/>
              </w:rPr>
              <w:t>مـا</w:t>
            </w:r>
            <w:r w:rsidR="0076657C">
              <w:rPr>
                <w:rtl/>
              </w:rPr>
              <w:t xml:space="preserve"> </w:t>
            </w:r>
            <w:r w:rsidRPr="00A0264F">
              <w:rPr>
                <w:rtl/>
              </w:rPr>
              <w:t>لهُ</w:t>
            </w:r>
            <w:r w:rsidR="0076657C">
              <w:rPr>
                <w:rtl/>
              </w:rPr>
              <w:t xml:space="preserve"> </w:t>
            </w:r>
            <w:r w:rsidRPr="00A0264F">
              <w:rPr>
                <w:rtl/>
              </w:rPr>
              <w:t>حامٍ</w:t>
            </w:r>
            <w:r w:rsidR="0076657C">
              <w:rPr>
                <w:rtl/>
              </w:rPr>
              <w:t xml:space="preserve"> </w:t>
            </w:r>
            <w:r w:rsidRPr="00A0264F">
              <w:rPr>
                <w:rtl/>
              </w:rPr>
              <w:t>ولا</w:t>
            </w:r>
            <w:r w:rsidR="0076657C">
              <w:rPr>
                <w:rtl/>
              </w:rPr>
              <w:t xml:space="preserve"> </w:t>
            </w:r>
            <w:r w:rsidRPr="00A0264F">
              <w:rPr>
                <w:rtl/>
              </w:rPr>
              <w:t>عضدُ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وِتْـرٌ</w:t>
            </w:r>
            <w:r>
              <w:rPr>
                <w:rtl/>
              </w:rPr>
              <w:t xml:space="preserve"> </w:t>
            </w:r>
            <w:r w:rsidRPr="00A0264F">
              <w:rPr>
                <w:rtl/>
              </w:rPr>
              <w:t>بـهِ</w:t>
            </w:r>
            <w:r w:rsidR="0076657C">
              <w:rPr>
                <w:rtl/>
              </w:rPr>
              <w:t xml:space="preserve"> </w:t>
            </w:r>
            <w:r w:rsidRPr="00A0264F">
              <w:rPr>
                <w:rtl/>
              </w:rPr>
              <w:t>أدركـتْ</w:t>
            </w:r>
            <w:r w:rsidR="0076657C">
              <w:rPr>
                <w:rtl/>
              </w:rPr>
              <w:t xml:space="preserve"> </w:t>
            </w:r>
            <w:r w:rsidRPr="00A0264F">
              <w:rPr>
                <w:rtl/>
              </w:rPr>
              <w:t>أوتارُ</w:t>
            </w:r>
            <w:r w:rsidR="0076657C">
              <w:rPr>
                <w:rtl/>
              </w:rPr>
              <w:t xml:space="preserve"> </w:t>
            </w:r>
            <w:r w:rsidRPr="00A0264F">
              <w:rPr>
                <w:rtl/>
              </w:rPr>
              <w:t>ما</w:t>
            </w:r>
            <w:r w:rsidR="0076657C">
              <w:rPr>
                <w:rtl/>
              </w:rPr>
              <w:t xml:space="preserve"> </w:t>
            </w:r>
            <w:r w:rsidRPr="00A0264F">
              <w:rPr>
                <w:rtl/>
              </w:rPr>
              <w:t>فعلت</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بـدرٌ</w:t>
            </w:r>
            <w:r w:rsidR="0076657C">
              <w:rPr>
                <w:rtl/>
              </w:rPr>
              <w:t xml:space="preserve"> </w:t>
            </w:r>
            <w:r w:rsidRPr="00A0264F">
              <w:rPr>
                <w:rtl/>
              </w:rPr>
              <w:t>ولـم</w:t>
            </w:r>
            <w:r w:rsidR="0076657C">
              <w:rPr>
                <w:rtl/>
              </w:rPr>
              <w:t xml:space="preserve"> </w:t>
            </w:r>
            <w:r w:rsidRPr="00A0264F">
              <w:rPr>
                <w:rtl/>
              </w:rPr>
              <w:t>تـكفهم</w:t>
            </w:r>
            <w:r w:rsidR="0076657C">
              <w:rPr>
                <w:rtl/>
              </w:rPr>
              <w:t xml:space="preserve"> </w:t>
            </w:r>
            <w:r w:rsidRPr="00A0264F">
              <w:rPr>
                <w:rtl/>
              </w:rPr>
              <w:t>ثـأراً</w:t>
            </w:r>
            <w:r w:rsidR="0076657C">
              <w:rPr>
                <w:rtl/>
              </w:rPr>
              <w:t xml:space="preserve"> </w:t>
            </w:r>
            <w:r w:rsidRPr="00A0264F">
              <w:rPr>
                <w:rtl/>
              </w:rPr>
              <w:t>لـها</w:t>
            </w:r>
            <w:r w:rsidR="0076657C">
              <w:rPr>
                <w:rtl/>
              </w:rPr>
              <w:t xml:space="preserve"> </w:t>
            </w:r>
            <w:r w:rsidRPr="00A0264F">
              <w:rPr>
                <w:rtl/>
              </w:rPr>
              <w:t>أُحُدُ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يـكـرُّ</w:t>
            </w:r>
            <w:r>
              <w:rPr>
                <w:rtl/>
              </w:rPr>
              <w:t xml:space="preserve"> </w:t>
            </w:r>
            <w:r w:rsidRPr="00A0264F">
              <w:rPr>
                <w:rtl/>
              </w:rPr>
              <w:t>فـيهم</w:t>
            </w:r>
            <w:r w:rsidR="0076657C">
              <w:rPr>
                <w:rtl/>
              </w:rPr>
              <w:t xml:space="preserve"> </w:t>
            </w:r>
            <w:r w:rsidRPr="00A0264F">
              <w:rPr>
                <w:rtl/>
              </w:rPr>
              <w:t>بـماضيهِ</w:t>
            </w:r>
            <w:r w:rsidR="0076657C">
              <w:rPr>
                <w:rtl/>
              </w:rPr>
              <w:t xml:space="preserve"> </w:t>
            </w:r>
            <w:r w:rsidRPr="00A0264F">
              <w:rPr>
                <w:rtl/>
              </w:rPr>
              <w:t>فـيهزمهم</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وهـم</w:t>
            </w:r>
            <w:r>
              <w:rPr>
                <w:rtl/>
              </w:rPr>
              <w:t xml:space="preserve"> </w:t>
            </w:r>
            <w:r w:rsidRPr="00A0264F">
              <w:rPr>
                <w:rtl/>
              </w:rPr>
              <w:t>ثـلاثونَ</w:t>
            </w:r>
            <w:r w:rsidR="0076657C">
              <w:rPr>
                <w:rtl/>
              </w:rPr>
              <w:t xml:space="preserve"> </w:t>
            </w:r>
            <w:r w:rsidRPr="00A0264F">
              <w:rPr>
                <w:rtl/>
              </w:rPr>
              <w:t>ألـفاً</w:t>
            </w:r>
            <w:r w:rsidR="0076657C">
              <w:rPr>
                <w:rtl/>
              </w:rPr>
              <w:t xml:space="preserve"> </w:t>
            </w:r>
            <w:r w:rsidRPr="00A0264F">
              <w:rPr>
                <w:rtl/>
              </w:rPr>
              <w:t>وهـو</w:t>
            </w:r>
            <w:r w:rsidR="0076657C">
              <w:rPr>
                <w:rtl/>
              </w:rPr>
              <w:t xml:space="preserve"> </w:t>
            </w:r>
            <w:r w:rsidRPr="00A0264F">
              <w:rPr>
                <w:rtl/>
              </w:rPr>
              <w:t>منفردُ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لـو</w:t>
            </w:r>
            <w:r>
              <w:rPr>
                <w:rtl/>
              </w:rPr>
              <w:t xml:space="preserve"> </w:t>
            </w:r>
            <w:r w:rsidRPr="00A0264F">
              <w:rPr>
                <w:rtl/>
              </w:rPr>
              <w:t>شـئتَ</w:t>
            </w:r>
            <w:r w:rsidR="0076657C">
              <w:rPr>
                <w:rtl/>
              </w:rPr>
              <w:t xml:space="preserve"> </w:t>
            </w:r>
            <w:r w:rsidRPr="00A0264F">
              <w:rPr>
                <w:rtl/>
              </w:rPr>
              <w:t>يا</w:t>
            </w:r>
            <w:r w:rsidR="0076657C">
              <w:rPr>
                <w:rtl/>
              </w:rPr>
              <w:t xml:space="preserve"> </w:t>
            </w:r>
            <w:r w:rsidRPr="00A0264F">
              <w:rPr>
                <w:rtl/>
              </w:rPr>
              <w:t>علّةَ</w:t>
            </w:r>
            <w:r w:rsidR="0076657C">
              <w:rPr>
                <w:rtl/>
              </w:rPr>
              <w:t xml:space="preserve"> </w:t>
            </w:r>
            <w:r w:rsidRPr="00A0264F">
              <w:rPr>
                <w:rtl/>
              </w:rPr>
              <w:t>التكوينِ</w:t>
            </w:r>
            <w:r w:rsidR="0076657C">
              <w:rPr>
                <w:rtl/>
              </w:rPr>
              <w:t xml:space="preserve"> </w:t>
            </w:r>
            <w:r w:rsidRPr="00A0264F">
              <w:rPr>
                <w:rtl/>
              </w:rPr>
              <w:t>محوهمُ</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مـا</w:t>
            </w:r>
            <w:r w:rsidR="0076657C">
              <w:rPr>
                <w:rtl/>
              </w:rPr>
              <w:t xml:space="preserve"> </w:t>
            </w:r>
            <w:r w:rsidRPr="00A0264F">
              <w:rPr>
                <w:rtl/>
              </w:rPr>
              <w:t>كـانَ</w:t>
            </w:r>
            <w:r w:rsidR="0076657C">
              <w:rPr>
                <w:rtl/>
              </w:rPr>
              <w:t xml:space="preserve"> </w:t>
            </w:r>
            <w:r w:rsidRPr="00A0264F">
              <w:rPr>
                <w:rtl/>
              </w:rPr>
              <w:t>يثبتُ</w:t>
            </w:r>
            <w:r w:rsidR="0076657C">
              <w:rPr>
                <w:rtl/>
              </w:rPr>
              <w:t xml:space="preserve"> </w:t>
            </w:r>
            <w:r w:rsidRPr="00A0264F">
              <w:rPr>
                <w:rtl/>
              </w:rPr>
              <w:t>منهم</w:t>
            </w:r>
            <w:r w:rsidR="0076657C">
              <w:rPr>
                <w:rtl/>
              </w:rPr>
              <w:t xml:space="preserve"> </w:t>
            </w:r>
            <w:r w:rsidRPr="00A0264F">
              <w:rPr>
                <w:rtl/>
              </w:rPr>
              <w:t>في</w:t>
            </w:r>
            <w:r w:rsidR="0076657C">
              <w:rPr>
                <w:rtl/>
              </w:rPr>
              <w:t xml:space="preserve"> </w:t>
            </w:r>
            <w:r w:rsidRPr="00A0264F">
              <w:rPr>
                <w:rtl/>
              </w:rPr>
              <w:t>الوغى</w:t>
            </w:r>
            <w:r w:rsidR="0076657C">
              <w:rPr>
                <w:rtl/>
              </w:rPr>
              <w:t xml:space="preserve"> </w:t>
            </w:r>
            <w:r w:rsidRPr="00A0264F">
              <w:rPr>
                <w:rtl/>
              </w:rPr>
              <w:t>أَحَدُ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لـكن</w:t>
            </w:r>
            <w:r>
              <w:rPr>
                <w:rtl/>
              </w:rPr>
              <w:t xml:space="preserve"> </w:t>
            </w:r>
            <w:r w:rsidRPr="00A0264F">
              <w:rPr>
                <w:rtl/>
              </w:rPr>
              <w:t>صـبرتَ</w:t>
            </w:r>
            <w:r w:rsidR="0076657C">
              <w:rPr>
                <w:rtl/>
              </w:rPr>
              <w:t xml:space="preserve"> </w:t>
            </w:r>
            <w:r w:rsidRPr="00A0264F">
              <w:rPr>
                <w:rtl/>
              </w:rPr>
              <w:t>لأمـرِ</w:t>
            </w:r>
            <w:r w:rsidR="0076657C">
              <w:rPr>
                <w:rtl/>
              </w:rPr>
              <w:t xml:space="preserve"> </w:t>
            </w:r>
            <w:r w:rsidRPr="00A0264F">
              <w:rPr>
                <w:rtl/>
              </w:rPr>
              <w:t>اللهِ</w:t>
            </w:r>
            <w:r w:rsidR="0076657C">
              <w:rPr>
                <w:rtl/>
              </w:rPr>
              <w:t xml:space="preserve"> </w:t>
            </w:r>
            <w:r w:rsidRPr="00A0264F">
              <w:rPr>
                <w:rtl/>
              </w:rPr>
              <w:t>محتسبا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إيّـاه</w:t>
            </w:r>
            <w:r w:rsidR="0076657C">
              <w:rPr>
                <w:rtl/>
              </w:rPr>
              <w:t xml:space="preserve"> </w:t>
            </w:r>
            <w:r w:rsidRPr="00A0264F">
              <w:rPr>
                <w:rtl/>
              </w:rPr>
              <w:t>والـعيشُ</w:t>
            </w:r>
            <w:r w:rsidR="0076657C">
              <w:rPr>
                <w:rtl/>
              </w:rPr>
              <w:t xml:space="preserve"> </w:t>
            </w:r>
            <w:r w:rsidRPr="00A0264F">
              <w:rPr>
                <w:rtl/>
              </w:rPr>
              <w:t>مـا</w:t>
            </w:r>
            <w:r w:rsidR="0076657C">
              <w:rPr>
                <w:rtl/>
              </w:rPr>
              <w:t xml:space="preserve"> </w:t>
            </w:r>
            <w:r w:rsidRPr="00A0264F">
              <w:rPr>
                <w:rtl/>
              </w:rPr>
              <w:t>بـينَ</w:t>
            </w:r>
            <w:r w:rsidR="0076657C">
              <w:rPr>
                <w:rtl/>
              </w:rPr>
              <w:t xml:space="preserve"> </w:t>
            </w:r>
            <w:r w:rsidRPr="00A0264F">
              <w:rPr>
                <w:rtl/>
              </w:rPr>
              <w:t>العدا</w:t>
            </w:r>
            <w:r w:rsidR="0076657C">
              <w:rPr>
                <w:rtl/>
              </w:rPr>
              <w:t xml:space="preserve"> </w:t>
            </w:r>
            <w:r w:rsidRPr="00A0264F">
              <w:rPr>
                <w:rtl/>
              </w:rPr>
              <w:t>نكدُ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فـكنتَ</w:t>
            </w:r>
            <w:r>
              <w:rPr>
                <w:rtl/>
              </w:rPr>
              <w:t xml:space="preserve"> </w:t>
            </w:r>
            <w:r w:rsidRPr="00A0264F">
              <w:rPr>
                <w:rtl/>
              </w:rPr>
              <w:t>في</w:t>
            </w:r>
            <w:r w:rsidR="0076657C">
              <w:rPr>
                <w:rtl/>
              </w:rPr>
              <w:t xml:space="preserve"> </w:t>
            </w:r>
            <w:r w:rsidRPr="00A0264F">
              <w:rPr>
                <w:rtl/>
              </w:rPr>
              <w:t>موقفٍ</w:t>
            </w:r>
            <w:r w:rsidR="0076657C">
              <w:rPr>
                <w:rtl/>
              </w:rPr>
              <w:t xml:space="preserve"> </w:t>
            </w:r>
            <w:r w:rsidRPr="00A0264F">
              <w:rPr>
                <w:rtl/>
              </w:rPr>
              <w:t>منهم</w:t>
            </w:r>
            <w:r w:rsidR="0076657C">
              <w:rPr>
                <w:rtl/>
              </w:rPr>
              <w:t xml:space="preserve"> </w:t>
            </w:r>
            <w:r w:rsidRPr="00A0264F">
              <w:rPr>
                <w:rtl/>
              </w:rPr>
              <w:t>بحيث</w:t>
            </w:r>
            <w:r w:rsidR="0076657C">
              <w:rPr>
                <w:rtl/>
              </w:rPr>
              <w:t xml:space="preserve"> </w:t>
            </w:r>
            <w:r w:rsidRPr="00A0264F">
              <w:rPr>
                <w:rtl/>
              </w:rPr>
              <w:t>على</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رحـيبِ</w:t>
            </w:r>
            <w:r>
              <w:rPr>
                <w:rtl/>
              </w:rPr>
              <w:t xml:space="preserve"> </w:t>
            </w:r>
            <w:r w:rsidRPr="00A0264F">
              <w:rPr>
                <w:rtl/>
              </w:rPr>
              <w:t>صـدركَ</w:t>
            </w:r>
            <w:r w:rsidR="0076657C">
              <w:rPr>
                <w:rtl/>
              </w:rPr>
              <w:t xml:space="preserve"> </w:t>
            </w:r>
            <w:r w:rsidRPr="00A0264F">
              <w:rPr>
                <w:rtl/>
              </w:rPr>
              <w:t>وفَّـادُ</w:t>
            </w:r>
            <w:r w:rsidR="0076657C">
              <w:rPr>
                <w:rtl/>
              </w:rPr>
              <w:t xml:space="preserve"> </w:t>
            </w:r>
            <w:r w:rsidRPr="00A0264F">
              <w:rPr>
                <w:rtl/>
              </w:rPr>
              <w:t>الـقنا</w:t>
            </w:r>
            <w:r w:rsidR="0076657C">
              <w:rPr>
                <w:rtl/>
              </w:rPr>
              <w:t xml:space="preserve"> </w:t>
            </w:r>
            <w:r w:rsidRPr="00A0264F">
              <w:rPr>
                <w:rtl/>
              </w:rPr>
              <w:t>تفدُ</w:t>
            </w:r>
            <w:r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AA2688" w:rsidTr="00AA2688">
        <w:trPr>
          <w:trHeight w:val="350"/>
        </w:trPr>
        <w:tc>
          <w:tcPr>
            <w:tcW w:w="3536" w:type="dxa"/>
          </w:tcPr>
          <w:p w:rsidR="00AA2688" w:rsidRDefault="00AA2688" w:rsidP="00197548">
            <w:pPr>
              <w:pStyle w:val="libPoem"/>
            </w:pPr>
            <w:r w:rsidRPr="00A0264F">
              <w:rPr>
                <w:rtl/>
              </w:rPr>
              <w:t>حـتى</w:t>
            </w:r>
            <w:r>
              <w:rPr>
                <w:rtl/>
              </w:rPr>
              <w:t xml:space="preserve"> </w:t>
            </w:r>
            <w:r w:rsidRPr="00A0264F">
              <w:rPr>
                <w:rtl/>
              </w:rPr>
              <w:t>مـضيتَ</w:t>
            </w:r>
            <w:r w:rsidR="0076657C">
              <w:rPr>
                <w:rtl/>
              </w:rPr>
              <w:t xml:space="preserve"> </w:t>
            </w:r>
            <w:r w:rsidRPr="00A0264F">
              <w:rPr>
                <w:rtl/>
              </w:rPr>
              <w:t>شهيداً</w:t>
            </w:r>
            <w:r w:rsidR="0076657C">
              <w:rPr>
                <w:rtl/>
              </w:rPr>
              <w:t xml:space="preserve"> </w:t>
            </w:r>
            <w:r w:rsidRPr="00A0264F">
              <w:rPr>
                <w:rtl/>
              </w:rPr>
              <w:t>بينهم</w:t>
            </w:r>
            <w:r w:rsidR="0076657C">
              <w:rPr>
                <w:rtl/>
              </w:rPr>
              <w:t xml:space="preserve"> </w:t>
            </w:r>
            <w:r w:rsidRPr="00A0264F">
              <w:rPr>
                <w:rtl/>
              </w:rPr>
              <w:t>عميت</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عـيونهم</w:t>
            </w:r>
            <w:r>
              <w:rPr>
                <w:rtl/>
              </w:rPr>
              <w:t xml:space="preserve"> </w:t>
            </w:r>
            <w:r w:rsidRPr="00A0264F">
              <w:rPr>
                <w:rtl/>
              </w:rPr>
              <w:t>شـهدوا</w:t>
            </w:r>
            <w:r w:rsidR="0076657C">
              <w:rPr>
                <w:rtl/>
              </w:rPr>
              <w:t xml:space="preserve"> </w:t>
            </w:r>
            <w:r w:rsidRPr="00A0264F">
              <w:rPr>
                <w:rtl/>
              </w:rPr>
              <w:t>منكَ</w:t>
            </w:r>
            <w:r w:rsidR="0076657C">
              <w:rPr>
                <w:rtl/>
              </w:rPr>
              <w:t xml:space="preserve"> </w:t>
            </w:r>
            <w:r w:rsidRPr="00A0264F">
              <w:rPr>
                <w:rtl/>
              </w:rPr>
              <w:t>الذي</w:t>
            </w:r>
            <w:r w:rsidR="0076657C">
              <w:rPr>
                <w:rtl/>
              </w:rPr>
              <w:t xml:space="preserve"> </w:t>
            </w:r>
            <w:r w:rsidRPr="00A0264F">
              <w:rPr>
                <w:rtl/>
              </w:rPr>
              <w:t>شهدوا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يـا</w:t>
            </w:r>
            <w:r w:rsidR="0076657C">
              <w:rPr>
                <w:rtl/>
              </w:rPr>
              <w:t xml:space="preserve"> </w:t>
            </w:r>
            <w:r w:rsidRPr="00A0264F">
              <w:rPr>
                <w:rtl/>
              </w:rPr>
              <w:t>ثـاوياً</w:t>
            </w:r>
            <w:r w:rsidR="0076657C">
              <w:rPr>
                <w:rtl/>
              </w:rPr>
              <w:t xml:space="preserve"> </w:t>
            </w:r>
            <w:r w:rsidRPr="00A0264F">
              <w:rPr>
                <w:rtl/>
              </w:rPr>
              <w:t>فـي</w:t>
            </w:r>
            <w:r w:rsidR="0076657C">
              <w:rPr>
                <w:rtl/>
              </w:rPr>
              <w:t xml:space="preserve"> </w:t>
            </w:r>
            <w:r w:rsidRPr="00A0264F">
              <w:rPr>
                <w:rtl/>
              </w:rPr>
              <w:t>هجيرِ</w:t>
            </w:r>
            <w:r w:rsidR="0076657C">
              <w:rPr>
                <w:rtl/>
              </w:rPr>
              <w:t xml:space="preserve"> </w:t>
            </w:r>
            <w:r w:rsidRPr="00A0264F">
              <w:rPr>
                <w:rtl/>
              </w:rPr>
              <w:t>الصيفِ</w:t>
            </w:r>
            <w:r w:rsidR="0076657C">
              <w:rPr>
                <w:rtl/>
              </w:rPr>
              <w:t xml:space="preserve"> </w:t>
            </w:r>
            <w:r w:rsidRPr="00A0264F">
              <w:rPr>
                <w:rtl/>
              </w:rPr>
              <w:t>كَفَّنَهُ</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سـافي</w:t>
            </w:r>
            <w:r>
              <w:rPr>
                <w:rtl/>
              </w:rPr>
              <w:t xml:space="preserve"> </w:t>
            </w:r>
            <w:r w:rsidRPr="00A0264F">
              <w:rPr>
                <w:rtl/>
              </w:rPr>
              <w:t>الـرياحِ</w:t>
            </w:r>
            <w:r w:rsidR="0076657C">
              <w:rPr>
                <w:rtl/>
              </w:rPr>
              <w:t xml:space="preserve"> </w:t>
            </w:r>
            <w:r w:rsidRPr="00A0264F">
              <w:rPr>
                <w:rtl/>
              </w:rPr>
              <w:t>ووارتهُ</w:t>
            </w:r>
            <w:r w:rsidR="0076657C">
              <w:rPr>
                <w:rtl/>
              </w:rPr>
              <w:t xml:space="preserve"> </w:t>
            </w:r>
            <w:r w:rsidRPr="00A0264F">
              <w:rPr>
                <w:rtl/>
              </w:rPr>
              <w:t>القنا</w:t>
            </w:r>
            <w:r w:rsidR="0076657C">
              <w:rPr>
                <w:rtl/>
              </w:rPr>
              <w:t xml:space="preserve"> </w:t>
            </w:r>
            <w:r w:rsidRPr="00A0264F">
              <w:rPr>
                <w:rtl/>
              </w:rPr>
              <w:t>القصدُ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لا</w:t>
            </w:r>
            <w:r>
              <w:rPr>
                <w:rtl/>
              </w:rPr>
              <w:t xml:space="preserve"> </w:t>
            </w:r>
            <w:r w:rsidRPr="00A0264F">
              <w:rPr>
                <w:rtl/>
              </w:rPr>
              <w:t>بَـلَّ</w:t>
            </w:r>
            <w:r w:rsidR="0076657C">
              <w:rPr>
                <w:rtl/>
              </w:rPr>
              <w:t xml:space="preserve"> </w:t>
            </w:r>
            <w:r w:rsidRPr="00A0264F">
              <w:rPr>
                <w:rtl/>
              </w:rPr>
              <w:t>ذا</w:t>
            </w:r>
            <w:r w:rsidR="0076657C">
              <w:rPr>
                <w:rtl/>
              </w:rPr>
              <w:t xml:space="preserve"> </w:t>
            </w:r>
            <w:r w:rsidRPr="00A0264F">
              <w:rPr>
                <w:rtl/>
              </w:rPr>
              <w:t>غـلةِ</w:t>
            </w:r>
            <w:r w:rsidR="0076657C">
              <w:rPr>
                <w:rtl/>
              </w:rPr>
              <w:t xml:space="preserve"> </w:t>
            </w:r>
            <w:r w:rsidRPr="00A0264F">
              <w:rPr>
                <w:rtl/>
              </w:rPr>
              <w:t>نـهرٍ</w:t>
            </w:r>
            <w:r w:rsidR="0076657C">
              <w:rPr>
                <w:rtl/>
              </w:rPr>
              <w:t xml:space="preserve"> </w:t>
            </w:r>
            <w:r w:rsidRPr="00A0264F">
              <w:rPr>
                <w:rtl/>
              </w:rPr>
              <w:t>قُـتِلْتَ</w:t>
            </w:r>
            <w:r w:rsidR="0076657C">
              <w:rPr>
                <w:rtl/>
              </w:rPr>
              <w:t xml:space="preserve"> </w:t>
            </w:r>
            <w:r w:rsidRPr="00A0264F">
              <w:rPr>
                <w:rtl/>
              </w:rPr>
              <w:t>بـه</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مـوري</w:t>
            </w:r>
            <w:r>
              <w:rPr>
                <w:rtl/>
              </w:rPr>
              <w:t xml:space="preserve"> </w:t>
            </w:r>
            <w:r w:rsidRPr="00A0264F">
              <w:rPr>
                <w:rtl/>
              </w:rPr>
              <w:t>الـفؤادَ</w:t>
            </w:r>
            <w:r w:rsidR="0076657C">
              <w:rPr>
                <w:rtl/>
              </w:rPr>
              <w:t xml:space="preserve"> </w:t>
            </w:r>
            <w:r w:rsidRPr="00A0264F">
              <w:rPr>
                <w:rtl/>
              </w:rPr>
              <w:t>أوامـاً</w:t>
            </w:r>
            <w:r w:rsidR="0076657C">
              <w:rPr>
                <w:rtl/>
              </w:rPr>
              <w:t xml:space="preserve"> </w:t>
            </w:r>
            <w:r w:rsidRPr="00A0264F">
              <w:rPr>
                <w:rtl/>
              </w:rPr>
              <w:t>وهو</w:t>
            </w:r>
            <w:r w:rsidR="0076657C">
              <w:rPr>
                <w:rtl/>
              </w:rPr>
              <w:t xml:space="preserve"> </w:t>
            </w:r>
            <w:r w:rsidRPr="00A0264F">
              <w:rPr>
                <w:rtl/>
              </w:rPr>
              <w:t>مطّردُ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عـلى</w:t>
            </w:r>
            <w:r>
              <w:rPr>
                <w:rtl/>
              </w:rPr>
              <w:t xml:space="preserve"> </w:t>
            </w:r>
            <w:r w:rsidRPr="00A0264F">
              <w:rPr>
                <w:rtl/>
              </w:rPr>
              <w:t>الـنبي</w:t>
            </w:r>
            <w:r w:rsidR="0076657C">
              <w:rPr>
                <w:rtl/>
              </w:rPr>
              <w:t xml:space="preserve"> </w:t>
            </w:r>
            <w:r w:rsidRPr="00A0264F">
              <w:rPr>
                <w:rtl/>
              </w:rPr>
              <w:t>عـزيزٌ</w:t>
            </w:r>
            <w:r w:rsidR="0076657C">
              <w:rPr>
                <w:rtl/>
              </w:rPr>
              <w:t xml:space="preserve"> </w:t>
            </w:r>
            <w:r w:rsidRPr="00A0264F">
              <w:rPr>
                <w:rtl/>
              </w:rPr>
              <w:t>لو</w:t>
            </w:r>
            <w:r w:rsidR="0076657C">
              <w:rPr>
                <w:rtl/>
              </w:rPr>
              <w:t xml:space="preserve"> </w:t>
            </w:r>
            <w:r w:rsidRPr="00A0264F">
              <w:rPr>
                <w:rtl/>
              </w:rPr>
              <w:t>يراكَ</w:t>
            </w:r>
            <w:r w:rsidR="0076657C">
              <w:rPr>
                <w:rtl/>
              </w:rPr>
              <w:t xml:space="preserve"> </w:t>
            </w:r>
            <w:r w:rsidRPr="00A0264F">
              <w:rPr>
                <w:rtl/>
              </w:rPr>
              <w:t>وقد</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شـفى</w:t>
            </w:r>
            <w:r w:rsidR="0076657C">
              <w:rPr>
                <w:rtl/>
              </w:rPr>
              <w:t xml:space="preserve"> </w:t>
            </w:r>
            <w:r w:rsidRPr="00A0264F">
              <w:rPr>
                <w:rtl/>
              </w:rPr>
              <w:t>بـمصرعكَ</w:t>
            </w:r>
            <w:r w:rsidR="0076657C">
              <w:rPr>
                <w:rtl/>
              </w:rPr>
              <w:t xml:space="preserve"> </w:t>
            </w:r>
            <w:r w:rsidRPr="00A0264F">
              <w:rPr>
                <w:rtl/>
              </w:rPr>
              <w:t>الأعداءُ</w:t>
            </w:r>
            <w:r w:rsidR="0076657C">
              <w:rPr>
                <w:rtl/>
              </w:rPr>
              <w:t xml:space="preserve"> </w:t>
            </w:r>
            <w:r w:rsidRPr="00A0264F">
              <w:rPr>
                <w:rtl/>
              </w:rPr>
              <w:t>ما</w:t>
            </w:r>
            <w:r w:rsidR="0076657C">
              <w:rPr>
                <w:rtl/>
              </w:rPr>
              <w:t xml:space="preserve"> </w:t>
            </w:r>
            <w:r w:rsidRPr="00A0264F">
              <w:rPr>
                <w:rtl/>
              </w:rPr>
              <w:t>حقدوا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وأصـدروكَ</w:t>
            </w:r>
            <w:r w:rsidR="0076657C">
              <w:rPr>
                <w:rtl/>
              </w:rPr>
              <w:t xml:space="preserve"> </w:t>
            </w:r>
            <w:r w:rsidRPr="00A0264F">
              <w:rPr>
                <w:rtl/>
              </w:rPr>
              <w:t>لهيفَ</w:t>
            </w:r>
            <w:r w:rsidR="0076657C">
              <w:rPr>
                <w:rtl/>
              </w:rPr>
              <w:t xml:space="preserve"> </w:t>
            </w:r>
            <w:r w:rsidRPr="00A0264F">
              <w:rPr>
                <w:rtl/>
              </w:rPr>
              <w:t>القلبِ،</w:t>
            </w:r>
            <w:r w:rsidR="0076657C">
              <w:rPr>
                <w:rtl/>
              </w:rPr>
              <w:t xml:space="preserve"> </w:t>
            </w:r>
            <w:r w:rsidRPr="00A0264F">
              <w:rPr>
                <w:rtl/>
              </w:rPr>
              <w:t>لا</w:t>
            </w:r>
            <w:r w:rsidR="0076657C">
              <w:rPr>
                <w:rtl/>
              </w:rPr>
              <w:t xml:space="preserve"> </w:t>
            </w:r>
            <w:r w:rsidRPr="00A0264F">
              <w:rPr>
                <w:rtl/>
              </w:rPr>
              <w:t>صدروا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وحـلأوك</w:t>
            </w:r>
            <w:r>
              <w:rPr>
                <w:rtl/>
              </w:rPr>
              <w:t xml:space="preserve"> </w:t>
            </w:r>
            <w:r w:rsidRPr="00A0264F">
              <w:rPr>
                <w:rtl/>
              </w:rPr>
              <w:t>عـن</w:t>
            </w:r>
            <w:r w:rsidR="0076657C">
              <w:rPr>
                <w:rtl/>
              </w:rPr>
              <w:t xml:space="preserve"> </w:t>
            </w:r>
            <w:r w:rsidRPr="00A0264F">
              <w:rPr>
                <w:rtl/>
              </w:rPr>
              <w:t>المورودِ،</w:t>
            </w:r>
            <w:r w:rsidR="0076657C">
              <w:rPr>
                <w:rtl/>
              </w:rPr>
              <w:t xml:space="preserve"> </w:t>
            </w:r>
            <w:r w:rsidRPr="00A0264F">
              <w:rPr>
                <w:rtl/>
              </w:rPr>
              <w:t>لا</w:t>
            </w:r>
            <w:r w:rsidR="0076657C">
              <w:rPr>
                <w:rtl/>
              </w:rPr>
              <w:t xml:space="preserve"> </w:t>
            </w:r>
            <w:r w:rsidRPr="00A0264F">
              <w:rPr>
                <w:rtl/>
              </w:rPr>
              <w:t>وردوا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ولـو</w:t>
            </w:r>
            <w:r>
              <w:rPr>
                <w:rtl/>
              </w:rPr>
              <w:t xml:space="preserve"> </w:t>
            </w:r>
            <w:r w:rsidRPr="00A0264F">
              <w:rPr>
                <w:rtl/>
              </w:rPr>
              <w:t>تـرى</w:t>
            </w:r>
            <w:r w:rsidR="0076657C">
              <w:rPr>
                <w:rtl/>
              </w:rPr>
              <w:t xml:space="preserve"> </w:t>
            </w:r>
            <w:r w:rsidRPr="00A0264F">
              <w:rPr>
                <w:rtl/>
              </w:rPr>
              <w:t>أعـينُ</w:t>
            </w:r>
            <w:r w:rsidR="0076657C">
              <w:rPr>
                <w:rtl/>
              </w:rPr>
              <w:t xml:space="preserve"> </w:t>
            </w:r>
            <w:r w:rsidRPr="00A0264F">
              <w:rPr>
                <w:rtl/>
              </w:rPr>
              <w:t>الزهراءِ</w:t>
            </w:r>
            <w:r w:rsidR="0076657C">
              <w:rPr>
                <w:rtl/>
              </w:rPr>
              <w:t xml:space="preserve"> </w:t>
            </w:r>
            <w:r w:rsidRPr="00A0264F">
              <w:rPr>
                <w:rtl/>
              </w:rPr>
              <w:t>قرّتها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والـنبلُ</w:t>
            </w:r>
            <w:r>
              <w:rPr>
                <w:rtl/>
              </w:rPr>
              <w:t xml:space="preserve"> </w:t>
            </w:r>
            <w:r w:rsidRPr="00A0264F">
              <w:rPr>
                <w:rtl/>
              </w:rPr>
              <w:t>مـن</w:t>
            </w:r>
            <w:r w:rsidR="0076657C">
              <w:rPr>
                <w:rtl/>
              </w:rPr>
              <w:t xml:space="preserve"> </w:t>
            </w:r>
            <w:r w:rsidRPr="00A0264F">
              <w:rPr>
                <w:rtl/>
              </w:rPr>
              <w:t>فـوقهِ</w:t>
            </w:r>
            <w:r w:rsidR="0076657C">
              <w:rPr>
                <w:rtl/>
              </w:rPr>
              <w:t xml:space="preserve"> </w:t>
            </w:r>
            <w:r w:rsidRPr="00A0264F">
              <w:rPr>
                <w:rtl/>
              </w:rPr>
              <w:t>كالهدبِ</w:t>
            </w:r>
            <w:r w:rsidR="0076657C">
              <w:rPr>
                <w:rtl/>
              </w:rPr>
              <w:t xml:space="preserve"> </w:t>
            </w:r>
            <w:r w:rsidRPr="00A0264F">
              <w:rPr>
                <w:rtl/>
              </w:rPr>
              <w:t>ينعقدُ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لـه</w:t>
            </w:r>
            <w:r>
              <w:rPr>
                <w:rtl/>
              </w:rPr>
              <w:t xml:space="preserve"> </w:t>
            </w:r>
            <w:r w:rsidRPr="00A0264F">
              <w:rPr>
                <w:rtl/>
              </w:rPr>
              <w:t>على</w:t>
            </w:r>
            <w:r w:rsidR="0076657C">
              <w:rPr>
                <w:rtl/>
              </w:rPr>
              <w:t xml:space="preserve"> </w:t>
            </w:r>
            <w:r w:rsidRPr="00A0264F">
              <w:rPr>
                <w:rtl/>
              </w:rPr>
              <w:t>السمرِ</w:t>
            </w:r>
            <w:r w:rsidR="0076657C">
              <w:rPr>
                <w:rtl/>
              </w:rPr>
              <w:t xml:space="preserve"> </w:t>
            </w:r>
            <w:r w:rsidRPr="00A0264F">
              <w:rPr>
                <w:rtl/>
              </w:rPr>
              <w:t>رأسٌ</w:t>
            </w:r>
            <w:r w:rsidR="0076657C">
              <w:rPr>
                <w:rtl/>
              </w:rPr>
              <w:t xml:space="preserve"> </w:t>
            </w:r>
            <w:r w:rsidRPr="00A0264F">
              <w:rPr>
                <w:rtl/>
              </w:rPr>
              <w:t>تستضيءُ</w:t>
            </w:r>
            <w:r w:rsidR="0076657C">
              <w:rPr>
                <w:rtl/>
              </w:rPr>
              <w:t xml:space="preserve"> </w:t>
            </w:r>
            <w:r w:rsidRPr="00A0264F">
              <w:rPr>
                <w:rtl/>
              </w:rPr>
              <w:t>به</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سـمرُ</w:t>
            </w:r>
            <w:r>
              <w:rPr>
                <w:rtl/>
              </w:rPr>
              <w:t xml:space="preserve"> </w:t>
            </w:r>
            <w:r w:rsidRPr="00A0264F">
              <w:rPr>
                <w:rtl/>
              </w:rPr>
              <w:t>القنا</w:t>
            </w:r>
            <w:r w:rsidR="0076657C">
              <w:rPr>
                <w:rtl/>
              </w:rPr>
              <w:t xml:space="preserve"> </w:t>
            </w:r>
            <w:r w:rsidRPr="00A0264F">
              <w:rPr>
                <w:rtl/>
              </w:rPr>
              <w:t>وعلى</w:t>
            </w:r>
            <w:r w:rsidR="0076657C">
              <w:rPr>
                <w:rtl/>
              </w:rPr>
              <w:t xml:space="preserve"> </w:t>
            </w:r>
            <w:r w:rsidRPr="00A0264F">
              <w:rPr>
                <w:rtl/>
              </w:rPr>
              <w:t>وجهِ</w:t>
            </w:r>
            <w:r w:rsidR="0076657C">
              <w:rPr>
                <w:rtl/>
              </w:rPr>
              <w:t xml:space="preserve"> </w:t>
            </w:r>
            <w:r w:rsidRPr="00A0264F">
              <w:rPr>
                <w:rtl/>
              </w:rPr>
              <w:t>الثرى</w:t>
            </w:r>
            <w:r w:rsidR="0076657C">
              <w:rPr>
                <w:rtl/>
              </w:rPr>
              <w:t xml:space="preserve"> </w:t>
            </w:r>
            <w:r w:rsidRPr="00A0264F">
              <w:rPr>
                <w:rtl/>
              </w:rPr>
              <w:t>جسدُ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إذاً</w:t>
            </w:r>
            <w:r w:rsidR="0076657C">
              <w:rPr>
                <w:rtl/>
              </w:rPr>
              <w:t xml:space="preserve"> </w:t>
            </w:r>
            <w:r w:rsidRPr="00A0264F">
              <w:rPr>
                <w:rtl/>
              </w:rPr>
              <w:t>لـحنَّتْ</w:t>
            </w:r>
            <w:r w:rsidR="0076657C">
              <w:rPr>
                <w:rtl/>
              </w:rPr>
              <w:t xml:space="preserve"> </w:t>
            </w:r>
            <w:r w:rsidRPr="00A0264F">
              <w:rPr>
                <w:rtl/>
              </w:rPr>
              <w:t>وأنَّـتْ</w:t>
            </w:r>
            <w:r w:rsidR="0076657C">
              <w:rPr>
                <w:rtl/>
              </w:rPr>
              <w:t xml:space="preserve"> </w:t>
            </w:r>
            <w:r w:rsidRPr="00A0264F">
              <w:rPr>
                <w:rtl/>
              </w:rPr>
              <w:t>وانـهمت</w:t>
            </w:r>
            <w:r w:rsidR="0076657C">
              <w:rPr>
                <w:rtl/>
              </w:rPr>
              <w:t xml:space="preserve"> </w:t>
            </w:r>
            <w:r w:rsidRPr="00A0264F">
              <w:rPr>
                <w:rtl/>
              </w:rPr>
              <w:t>مـقلٌ</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مـنها</w:t>
            </w:r>
            <w:r w:rsidR="0076657C">
              <w:rPr>
                <w:rtl/>
              </w:rPr>
              <w:t xml:space="preserve"> </w:t>
            </w:r>
            <w:r w:rsidRPr="00A0264F">
              <w:rPr>
                <w:rtl/>
              </w:rPr>
              <w:t>وحـرت</w:t>
            </w:r>
            <w:r w:rsidR="0076657C">
              <w:rPr>
                <w:rtl/>
              </w:rPr>
              <w:t xml:space="preserve"> </w:t>
            </w:r>
            <w:r w:rsidRPr="00A0264F">
              <w:rPr>
                <w:rtl/>
              </w:rPr>
              <w:t>بـنيرانِ</w:t>
            </w:r>
            <w:r w:rsidR="0076657C">
              <w:rPr>
                <w:rtl/>
              </w:rPr>
              <w:t xml:space="preserve"> </w:t>
            </w:r>
            <w:r w:rsidRPr="00A0264F">
              <w:rPr>
                <w:rtl/>
              </w:rPr>
              <w:t>الأسى</w:t>
            </w:r>
            <w:r w:rsidR="0076657C">
              <w:rPr>
                <w:rtl/>
              </w:rPr>
              <w:t xml:space="preserve"> </w:t>
            </w:r>
            <w:r w:rsidRPr="00A0264F">
              <w:rPr>
                <w:rtl/>
              </w:rPr>
              <w:t>كبدُ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عـجبتُ</w:t>
            </w:r>
            <w:r>
              <w:rPr>
                <w:rtl/>
              </w:rPr>
              <w:t xml:space="preserve"> </w:t>
            </w:r>
            <w:r w:rsidRPr="00A0264F">
              <w:rPr>
                <w:rtl/>
              </w:rPr>
              <w:t>للأرضِ</w:t>
            </w:r>
            <w:r w:rsidR="0076657C">
              <w:rPr>
                <w:rtl/>
              </w:rPr>
              <w:t xml:space="preserve"> </w:t>
            </w:r>
            <w:r w:rsidRPr="00A0264F">
              <w:rPr>
                <w:rtl/>
              </w:rPr>
              <w:t>ما</w:t>
            </w:r>
            <w:r w:rsidR="0076657C">
              <w:rPr>
                <w:rtl/>
              </w:rPr>
              <w:t xml:space="preserve"> </w:t>
            </w:r>
            <w:r w:rsidRPr="00A0264F">
              <w:rPr>
                <w:rtl/>
              </w:rPr>
              <w:t>ساخت</w:t>
            </w:r>
            <w:r w:rsidR="0076657C">
              <w:rPr>
                <w:rtl/>
              </w:rPr>
              <w:t xml:space="preserve"> </w:t>
            </w:r>
            <w:r w:rsidRPr="00A0264F">
              <w:rPr>
                <w:rtl/>
              </w:rPr>
              <w:t>جوانبها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وقـد</w:t>
            </w:r>
            <w:r>
              <w:rPr>
                <w:rtl/>
              </w:rPr>
              <w:t xml:space="preserve"> </w:t>
            </w:r>
            <w:r w:rsidRPr="00A0264F">
              <w:rPr>
                <w:rtl/>
              </w:rPr>
              <w:t>تـضعضعَ</w:t>
            </w:r>
            <w:r w:rsidR="0076657C">
              <w:rPr>
                <w:rtl/>
              </w:rPr>
              <w:t xml:space="preserve"> </w:t>
            </w:r>
            <w:r w:rsidRPr="00A0264F">
              <w:rPr>
                <w:rtl/>
              </w:rPr>
              <w:t>منها</w:t>
            </w:r>
            <w:r w:rsidR="0076657C">
              <w:rPr>
                <w:rtl/>
              </w:rPr>
              <w:t xml:space="preserve"> </w:t>
            </w:r>
            <w:r w:rsidRPr="00A0264F">
              <w:rPr>
                <w:rtl/>
              </w:rPr>
              <w:t>الطودُ</w:t>
            </w:r>
            <w:r w:rsidR="0076657C">
              <w:rPr>
                <w:rtl/>
              </w:rPr>
              <w:t xml:space="preserve"> </w:t>
            </w:r>
            <w:r w:rsidRPr="00A0264F">
              <w:rPr>
                <w:rtl/>
              </w:rPr>
              <w:t>والوتدُ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ولـلسماواتِ</w:t>
            </w:r>
            <w:r w:rsidR="0076657C">
              <w:rPr>
                <w:rtl/>
              </w:rPr>
              <w:t xml:space="preserve"> </w:t>
            </w:r>
            <w:r w:rsidRPr="00A0264F">
              <w:rPr>
                <w:rtl/>
              </w:rPr>
              <w:t>لِـمْ</w:t>
            </w:r>
            <w:r w:rsidR="0076657C">
              <w:rPr>
                <w:rtl/>
              </w:rPr>
              <w:t xml:space="preserve"> </w:t>
            </w:r>
            <w:r w:rsidRPr="00A0264F">
              <w:rPr>
                <w:rtl/>
              </w:rPr>
              <w:t>لا</w:t>
            </w:r>
            <w:r w:rsidR="0076657C">
              <w:rPr>
                <w:rtl/>
              </w:rPr>
              <w:t xml:space="preserve"> </w:t>
            </w:r>
            <w:r w:rsidRPr="00A0264F">
              <w:rPr>
                <w:rtl/>
              </w:rPr>
              <w:t>زلـزلت</w:t>
            </w:r>
            <w:r w:rsidR="0076657C">
              <w:rPr>
                <w:rtl/>
              </w:rPr>
              <w:t xml:space="preserve"> </w:t>
            </w:r>
            <w:r w:rsidRPr="00A0264F">
              <w:rPr>
                <w:rtl/>
              </w:rPr>
              <w:t>وعلى</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مَـنْ</w:t>
            </w:r>
            <w:r>
              <w:rPr>
                <w:rtl/>
              </w:rPr>
              <w:t xml:space="preserve"> </w:t>
            </w:r>
            <w:r w:rsidRPr="00A0264F">
              <w:rPr>
                <w:rtl/>
              </w:rPr>
              <w:t>بـعدِ</w:t>
            </w:r>
            <w:r w:rsidR="0076657C">
              <w:rPr>
                <w:rtl/>
              </w:rPr>
              <w:t xml:space="preserve"> </w:t>
            </w:r>
            <w:r w:rsidRPr="00A0264F">
              <w:rPr>
                <w:rtl/>
              </w:rPr>
              <w:t>سـبطِ</w:t>
            </w:r>
            <w:r w:rsidR="0076657C">
              <w:rPr>
                <w:rtl/>
              </w:rPr>
              <w:t xml:space="preserve"> </w:t>
            </w:r>
            <w:r w:rsidRPr="00A0264F">
              <w:rPr>
                <w:rtl/>
              </w:rPr>
              <w:t>رسولِ</w:t>
            </w:r>
            <w:r w:rsidR="0076657C">
              <w:rPr>
                <w:rtl/>
              </w:rPr>
              <w:t xml:space="preserve"> </w:t>
            </w:r>
            <w:r w:rsidRPr="00A0264F">
              <w:rPr>
                <w:rtl/>
              </w:rPr>
              <w:t>اللهِ</w:t>
            </w:r>
            <w:r w:rsidR="0076657C">
              <w:rPr>
                <w:rtl/>
              </w:rPr>
              <w:t xml:space="preserve"> </w:t>
            </w:r>
            <w:r w:rsidRPr="00A0264F">
              <w:rPr>
                <w:rtl/>
              </w:rPr>
              <w:t>تعتمدُ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اللهُ</w:t>
            </w:r>
            <w:r w:rsidR="0076657C">
              <w:rPr>
                <w:rtl/>
              </w:rPr>
              <w:t xml:space="preserve"> </w:t>
            </w:r>
            <w:r w:rsidRPr="00A0264F">
              <w:rPr>
                <w:rtl/>
              </w:rPr>
              <w:t>أكـبرُ</w:t>
            </w:r>
            <w:r w:rsidR="0076657C">
              <w:rPr>
                <w:rtl/>
              </w:rPr>
              <w:t xml:space="preserve"> </w:t>
            </w:r>
            <w:r w:rsidRPr="00A0264F">
              <w:rPr>
                <w:rtl/>
              </w:rPr>
              <w:t>مـاتَ</w:t>
            </w:r>
            <w:r w:rsidR="0076657C">
              <w:rPr>
                <w:rtl/>
              </w:rPr>
              <w:t xml:space="preserve"> </w:t>
            </w:r>
            <w:r w:rsidRPr="00A0264F">
              <w:rPr>
                <w:rtl/>
              </w:rPr>
              <w:t>الـدينُ</w:t>
            </w:r>
            <w:r w:rsidR="0076657C">
              <w:rPr>
                <w:rtl/>
              </w:rPr>
              <w:t xml:space="preserve"> </w:t>
            </w:r>
            <w:r w:rsidRPr="00A0264F">
              <w:rPr>
                <w:rtl/>
              </w:rPr>
              <w:t>وانطمست</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أعـلامهُ</w:t>
            </w:r>
            <w:r>
              <w:rPr>
                <w:rtl/>
              </w:rPr>
              <w:t xml:space="preserve"> </w:t>
            </w:r>
            <w:r w:rsidRPr="00A0264F">
              <w:rPr>
                <w:rtl/>
              </w:rPr>
              <w:t>وعفا</w:t>
            </w:r>
            <w:r w:rsidR="0076657C">
              <w:rPr>
                <w:rtl/>
              </w:rPr>
              <w:t xml:space="preserve"> </w:t>
            </w:r>
            <w:r w:rsidRPr="00A0264F">
              <w:rPr>
                <w:rtl/>
              </w:rPr>
              <w:t>الإيـمانُ</w:t>
            </w:r>
            <w:r w:rsidR="0076657C">
              <w:rPr>
                <w:rtl/>
              </w:rPr>
              <w:t xml:space="preserve"> </w:t>
            </w:r>
            <w:r w:rsidRPr="00A0264F">
              <w:rPr>
                <w:rtl/>
              </w:rPr>
              <w:t>والرَّشَدُ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وقـوِّضَتْ</w:t>
            </w:r>
            <w:r w:rsidR="0076657C">
              <w:rPr>
                <w:rtl/>
              </w:rPr>
              <w:t xml:space="preserve"> </w:t>
            </w:r>
            <w:r w:rsidRPr="00A0264F">
              <w:rPr>
                <w:rtl/>
              </w:rPr>
              <w:t>خيمُ</w:t>
            </w:r>
            <w:r w:rsidR="0076657C">
              <w:rPr>
                <w:rtl/>
              </w:rPr>
              <w:t xml:space="preserve"> </w:t>
            </w:r>
            <w:r w:rsidRPr="00A0264F">
              <w:rPr>
                <w:rtl/>
              </w:rPr>
              <w:t>الأطهارِ</w:t>
            </w:r>
            <w:r w:rsidR="0076657C">
              <w:rPr>
                <w:rtl/>
              </w:rPr>
              <w:t xml:space="preserve"> </w:t>
            </w:r>
            <w:r w:rsidRPr="00A0264F">
              <w:rPr>
                <w:rtl/>
              </w:rPr>
              <w:t>من</w:t>
            </w:r>
            <w:r w:rsidR="0076657C">
              <w:rPr>
                <w:rtl/>
              </w:rPr>
              <w:t xml:space="preserve"> </w:t>
            </w:r>
            <w:r w:rsidRPr="00A0264F">
              <w:rPr>
                <w:rtl/>
              </w:rPr>
              <w:t>حرمِ</w:t>
            </w:r>
            <w:r w:rsidR="0076657C">
              <w:rPr>
                <w:rtl/>
              </w:rPr>
              <w:t xml:space="preserve"> </w:t>
            </w:r>
            <w:r w:rsidRPr="00A0264F">
              <w:rPr>
                <w:rtl/>
              </w:rPr>
              <w:t>الـ</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مـختارِ</w:t>
            </w:r>
            <w:r w:rsidR="0076657C">
              <w:rPr>
                <w:rtl/>
              </w:rPr>
              <w:t xml:space="preserve"> </w:t>
            </w:r>
            <w:r w:rsidRPr="00A0264F">
              <w:rPr>
                <w:rtl/>
              </w:rPr>
              <w:t>لـمّا</w:t>
            </w:r>
            <w:r w:rsidR="0076657C">
              <w:rPr>
                <w:rtl/>
              </w:rPr>
              <w:t xml:space="preserve"> </w:t>
            </w:r>
            <w:r w:rsidRPr="00A0264F">
              <w:rPr>
                <w:rtl/>
              </w:rPr>
              <w:t>هـوى</w:t>
            </w:r>
            <w:r w:rsidR="0076657C">
              <w:rPr>
                <w:rtl/>
              </w:rPr>
              <w:t xml:space="preserve"> </w:t>
            </w:r>
            <w:r w:rsidRPr="00A0264F">
              <w:rPr>
                <w:rtl/>
              </w:rPr>
              <w:t>من</w:t>
            </w:r>
            <w:r w:rsidR="0076657C">
              <w:rPr>
                <w:rtl/>
              </w:rPr>
              <w:t xml:space="preserve"> </w:t>
            </w:r>
            <w:r w:rsidRPr="00A0264F">
              <w:rPr>
                <w:rtl/>
              </w:rPr>
              <w:t>بينها</w:t>
            </w:r>
            <w:r w:rsidR="0076657C">
              <w:rPr>
                <w:rtl/>
              </w:rPr>
              <w:t xml:space="preserve"> </w:t>
            </w:r>
            <w:r w:rsidRPr="00A0264F">
              <w:rPr>
                <w:rtl/>
              </w:rPr>
              <w:t>العمدُ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وربَّ</w:t>
            </w:r>
            <w:r>
              <w:rPr>
                <w:rtl/>
              </w:rPr>
              <w:t xml:space="preserve"> </w:t>
            </w:r>
            <w:r w:rsidRPr="00A0264F">
              <w:rPr>
                <w:rtl/>
              </w:rPr>
              <w:t>بـارزةٍ</w:t>
            </w:r>
            <w:r w:rsidR="0076657C">
              <w:rPr>
                <w:rtl/>
              </w:rPr>
              <w:t xml:space="preserve"> </w:t>
            </w:r>
            <w:r w:rsidRPr="00A0264F">
              <w:rPr>
                <w:rtl/>
              </w:rPr>
              <w:t>مـن</w:t>
            </w:r>
            <w:r w:rsidR="0076657C">
              <w:rPr>
                <w:rtl/>
              </w:rPr>
              <w:t xml:space="preserve"> </w:t>
            </w:r>
            <w:r w:rsidRPr="00A0264F">
              <w:rPr>
                <w:rtl/>
              </w:rPr>
              <w:t>خـدرِها</w:t>
            </w:r>
            <w:r w:rsidR="0076657C">
              <w:rPr>
                <w:rtl/>
              </w:rPr>
              <w:t xml:space="preserve"> </w:t>
            </w:r>
            <w:r w:rsidRPr="00A0264F">
              <w:rPr>
                <w:rtl/>
              </w:rPr>
              <w:t>ولـها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قـلبٌ</w:t>
            </w:r>
            <w:r>
              <w:rPr>
                <w:rtl/>
              </w:rPr>
              <w:t xml:space="preserve"> </w:t>
            </w:r>
            <w:r w:rsidRPr="00A0264F">
              <w:rPr>
                <w:rtl/>
              </w:rPr>
              <w:t>تـقاسمهُ</w:t>
            </w:r>
            <w:r w:rsidR="0076657C">
              <w:rPr>
                <w:rtl/>
              </w:rPr>
              <w:t xml:space="preserve"> </w:t>
            </w:r>
            <w:r w:rsidRPr="00A0264F">
              <w:rPr>
                <w:rtl/>
              </w:rPr>
              <w:t>الأشـجانُ</w:t>
            </w:r>
            <w:r w:rsidR="0076657C">
              <w:rPr>
                <w:rtl/>
              </w:rPr>
              <w:t xml:space="preserve"> </w:t>
            </w:r>
            <w:r w:rsidRPr="00A0264F">
              <w:rPr>
                <w:rtl/>
              </w:rPr>
              <w:t>والـكمدُ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تـقولُ</w:t>
            </w:r>
            <w:r w:rsidR="0076657C">
              <w:rPr>
                <w:rtl/>
              </w:rPr>
              <w:t xml:space="preserve"> </w:t>
            </w:r>
            <w:r w:rsidRPr="00A0264F">
              <w:rPr>
                <w:rtl/>
              </w:rPr>
              <w:t>يـا</w:t>
            </w:r>
            <w:r w:rsidR="0076657C">
              <w:rPr>
                <w:rtl/>
              </w:rPr>
              <w:t xml:space="preserve"> </w:t>
            </w:r>
            <w:r w:rsidRPr="00A0264F">
              <w:rPr>
                <w:rtl/>
              </w:rPr>
              <w:t>إخـوتي</w:t>
            </w:r>
            <w:r w:rsidR="0076657C">
              <w:rPr>
                <w:rtl/>
              </w:rPr>
              <w:t xml:space="preserve"> </w:t>
            </w:r>
            <w:r w:rsidRPr="00A0264F">
              <w:rPr>
                <w:rtl/>
              </w:rPr>
              <w:t>لا</w:t>
            </w:r>
            <w:r w:rsidR="0076657C">
              <w:rPr>
                <w:rtl/>
              </w:rPr>
              <w:t xml:space="preserve"> </w:t>
            </w:r>
            <w:r w:rsidRPr="00A0264F">
              <w:rPr>
                <w:rtl/>
              </w:rPr>
              <w:t>تـبعدوا</w:t>
            </w:r>
            <w:r w:rsidR="0076657C">
              <w:rPr>
                <w:rtl/>
              </w:rPr>
              <w:t xml:space="preserve"> </w:t>
            </w:r>
            <w:r w:rsidRPr="00A0264F">
              <w:rPr>
                <w:rtl/>
              </w:rPr>
              <w:t>أبدا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عـن</w:t>
            </w:r>
            <w:r>
              <w:rPr>
                <w:rtl/>
              </w:rPr>
              <w:t xml:space="preserve"> </w:t>
            </w:r>
            <w:r w:rsidRPr="00A0264F">
              <w:rPr>
                <w:rtl/>
              </w:rPr>
              <w:t>حـيِّكم،</w:t>
            </w:r>
            <w:r w:rsidR="0076657C">
              <w:rPr>
                <w:rtl/>
              </w:rPr>
              <w:t xml:space="preserve"> </w:t>
            </w:r>
            <w:r w:rsidRPr="00A0264F">
              <w:rPr>
                <w:rtl/>
              </w:rPr>
              <w:t>وبلى</w:t>
            </w:r>
            <w:r w:rsidR="0076657C">
              <w:rPr>
                <w:rtl/>
              </w:rPr>
              <w:t xml:space="preserve"> </w:t>
            </w:r>
            <w:r w:rsidRPr="00A0264F">
              <w:rPr>
                <w:rtl/>
              </w:rPr>
              <w:t>واللّهِ،</w:t>
            </w:r>
            <w:r w:rsidR="0076657C">
              <w:rPr>
                <w:rtl/>
              </w:rPr>
              <w:t xml:space="preserve"> </w:t>
            </w:r>
            <w:r w:rsidRPr="00A0264F">
              <w:rPr>
                <w:rtl/>
              </w:rPr>
              <w:t>قد</w:t>
            </w:r>
            <w:r w:rsidR="0076657C">
              <w:rPr>
                <w:rtl/>
              </w:rPr>
              <w:t xml:space="preserve"> </w:t>
            </w:r>
            <w:r w:rsidRPr="00A0264F">
              <w:rPr>
                <w:rtl/>
              </w:rPr>
              <w:t>بعدوا</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لـم</w:t>
            </w:r>
            <w:r>
              <w:rPr>
                <w:rtl/>
              </w:rPr>
              <w:t xml:space="preserve"> </w:t>
            </w:r>
            <w:r w:rsidRPr="00A0264F">
              <w:rPr>
                <w:rtl/>
              </w:rPr>
              <w:t>يـبقَ</w:t>
            </w:r>
            <w:r w:rsidR="0076657C">
              <w:rPr>
                <w:rtl/>
              </w:rPr>
              <w:t xml:space="preserve"> </w:t>
            </w:r>
            <w:r w:rsidRPr="00A0264F">
              <w:rPr>
                <w:rtl/>
              </w:rPr>
              <w:t>لـي</w:t>
            </w:r>
            <w:r w:rsidR="0076657C">
              <w:rPr>
                <w:rtl/>
              </w:rPr>
              <w:t xml:space="preserve"> </w:t>
            </w:r>
            <w:r w:rsidRPr="00A0264F">
              <w:rPr>
                <w:rtl/>
              </w:rPr>
              <w:t>إذ</w:t>
            </w:r>
            <w:r w:rsidR="0076657C">
              <w:rPr>
                <w:rtl/>
              </w:rPr>
              <w:t xml:space="preserve"> </w:t>
            </w:r>
            <w:r w:rsidRPr="00A0264F">
              <w:rPr>
                <w:rtl/>
              </w:rPr>
              <w:t>نأيتم،</w:t>
            </w:r>
            <w:r w:rsidR="0076657C">
              <w:rPr>
                <w:rtl/>
              </w:rPr>
              <w:t xml:space="preserve"> </w:t>
            </w:r>
            <w:r w:rsidRPr="00A0264F">
              <w:rPr>
                <w:rtl/>
              </w:rPr>
              <w:t>لا</w:t>
            </w:r>
            <w:r w:rsidR="0076657C">
              <w:rPr>
                <w:rtl/>
              </w:rPr>
              <w:t xml:space="preserve"> </w:t>
            </w:r>
            <w:r w:rsidRPr="00A0264F">
              <w:rPr>
                <w:rtl/>
              </w:rPr>
              <w:t>فقدتكمُ،</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حــامٍ</w:t>
            </w:r>
            <w:r w:rsidR="0076657C">
              <w:rPr>
                <w:rtl/>
              </w:rPr>
              <w:t xml:space="preserve"> </w:t>
            </w:r>
            <w:r w:rsidRPr="00A0264F">
              <w:rPr>
                <w:rtl/>
              </w:rPr>
              <w:t>فـيـرعى</w:t>
            </w:r>
            <w:r w:rsidR="0076657C">
              <w:rPr>
                <w:rtl/>
              </w:rPr>
              <w:t xml:space="preserve"> </w:t>
            </w:r>
            <w:r w:rsidRPr="00A0264F">
              <w:rPr>
                <w:rtl/>
              </w:rPr>
              <w:t>ولا</w:t>
            </w:r>
            <w:r w:rsidR="0076657C">
              <w:rPr>
                <w:rtl/>
              </w:rPr>
              <w:t xml:space="preserve"> </w:t>
            </w:r>
            <w:r w:rsidRPr="00A0264F">
              <w:rPr>
                <w:rtl/>
              </w:rPr>
              <w:t>راعٍ</w:t>
            </w:r>
            <w:r w:rsidR="0076657C">
              <w:rPr>
                <w:rtl/>
              </w:rPr>
              <w:t xml:space="preserve"> </w:t>
            </w:r>
            <w:r w:rsidRPr="00A0264F">
              <w:rPr>
                <w:rtl/>
              </w:rPr>
              <w:t>فـيفتقدُ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إلاّ</w:t>
            </w:r>
            <w:r>
              <w:rPr>
                <w:rtl/>
              </w:rPr>
              <w:t xml:space="preserve"> </w:t>
            </w:r>
            <w:r w:rsidRPr="00A0264F">
              <w:rPr>
                <w:rtl/>
              </w:rPr>
              <w:t>فـتىً</w:t>
            </w:r>
            <w:r w:rsidR="0076657C">
              <w:rPr>
                <w:rtl/>
              </w:rPr>
              <w:t xml:space="preserve"> </w:t>
            </w:r>
            <w:r w:rsidRPr="00A0264F">
              <w:rPr>
                <w:rtl/>
              </w:rPr>
              <w:t>صـدَّهُ</w:t>
            </w:r>
            <w:r w:rsidR="0076657C">
              <w:rPr>
                <w:rtl/>
              </w:rPr>
              <w:t xml:space="preserve"> </w:t>
            </w:r>
            <w:r w:rsidRPr="00A0264F">
              <w:rPr>
                <w:rtl/>
              </w:rPr>
              <w:t>عـن</w:t>
            </w:r>
            <w:r w:rsidR="0076657C">
              <w:rPr>
                <w:rtl/>
              </w:rPr>
              <w:t xml:space="preserve"> </w:t>
            </w:r>
            <w:r w:rsidRPr="00A0264F">
              <w:rPr>
                <w:rtl/>
              </w:rPr>
              <w:t>رعي</w:t>
            </w:r>
            <w:r w:rsidR="0076657C">
              <w:rPr>
                <w:rtl/>
              </w:rPr>
              <w:t xml:space="preserve"> </w:t>
            </w:r>
            <w:r w:rsidRPr="00A0264F">
              <w:rPr>
                <w:rtl/>
              </w:rPr>
              <w:t>أسرته</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أسـارهُ</w:t>
            </w:r>
            <w:r w:rsidR="0076657C">
              <w:rPr>
                <w:rtl/>
              </w:rPr>
              <w:t xml:space="preserve"> </w:t>
            </w:r>
            <w:r w:rsidRPr="00A0264F">
              <w:rPr>
                <w:rtl/>
              </w:rPr>
              <w:t>ونـحولُ</w:t>
            </w:r>
            <w:r w:rsidR="0076657C">
              <w:rPr>
                <w:rtl/>
              </w:rPr>
              <w:t xml:space="preserve"> </w:t>
            </w:r>
            <w:r w:rsidRPr="00A0264F">
              <w:rPr>
                <w:rtl/>
              </w:rPr>
              <w:t>الـجسمِ</w:t>
            </w:r>
            <w:r w:rsidR="0076657C">
              <w:rPr>
                <w:rtl/>
              </w:rPr>
              <w:t xml:space="preserve"> </w:t>
            </w:r>
            <w:r w:rsidRPr="00A0264F">
              <w:rPr>
                <w:rtl/>
              </w:rPr>
              <w:t>والـصفدُ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وكـيف</w:t>
            </w:r>
            <w:r w:rsidR="0076657C">
              <w:rPr>
                <w:rtl/>
              </w:rPr>
              <w:t xml:space="preserve"> </w:t>
            </w:r>
            <w:r w:rsidRPr="00A0264F">
              <w:rPr>
                <w:rtl/>
              </w:rPr>
              <w:t>يـملكُ</w:t>
            </w:r>
            <w:r w:rsidR="0076657C">
              <w:rPr>
                <w:rtl/>
              </w:rPr>
              <w:t xml:space="preserve"> </w:t>
            </w:r>
            <w:r w:rsidRPr="00A0264F">
              <w:rPr>
                <w:rtl/>
              </w:rPr>
              <w:t>دفـعاً</w:t>
            </w:r>
            <w:r w:rsidR="0076657C">
              <w:rPr>
                <w:rtl/>
              </w:rPr>
              <w:t xml:space="preserve"> </w:t>
            </w:r>
            <w:r w:rsidRPr="00A0264F">
              <w:rPr>
                <w:rtl/>
              </w:rPr>
              <w:t>وهـو</w:t>
            </w:r>
            <w:r w:rsidR="0076657C">
              <w:rPr>
                <w:rtl/>
              </w:rPr>
              <w:t xml:space="preserve"> </w:t>
            </w:r>
            <w:r w:rsidRPr="00A0264F">
              <w:rPr>
                <w:rtl/>
              </w:rPr>
              <w:t>مرتهنٌ</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بـالسيرِ</w:t>
            </w:r>
            <w:r>
              <w:rPr>
                <w:rtl/>
              </w:rPr>
              <w:t xml:space="preserve"> </w:t>
            </w:r>
            <w:r w:rsidRPr="00A0264F">
              <w:rPr>
                <w:rtl/>
              </w:rPr>
              <w:t>مـمتهنٌ</w:t>
            </w:r>
            <w:r w:rsidR="0076657C">
              <w:rPr>
                <w:rtl/>
              </w:rPr>
              <w:t xml:space="preserve"> </w:t>
            </w:r>
            <w:r w:rsidRPr="00A0264F">
              <w:rPr>
                <w:rtl/>
              </w:rPr>
              <w:t>بـالأسرِ</w:t>
            </w:r>
            <w:r w:rsidR="0076657C">
              <w:rPr>
                <w:rtl/>
              </w:rPr>
              <w:t xml:space="preserve"> </w:t>
            </w:r>
            <w:r w:rsidRPr="00A0264F">
              <w:rPr>
                <w:rtl/>
              </w:rPr>
              <w:t>مضطهدُ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ونـحنُ</w:t>
            </w:r>
            <w:r>
              <w:rPr>
                <w:rtl/>
              </w:rPr>
              <w:t xml:space="preserve"> </w:t>
            </w:r>
            <w:r w:rsidRPr="00A0264F">
              <w:rPr>
                <w:rtl/>
              </w:rPr>
              <w:t>فـوقَ</w:t>
            </w:r>
            <w:r w:rsidR="0076657C">
              <w:rPr>
                <w:rtl/>
              </w:rPr>
              <w:t xml:space="preserve"> </w:t>
            </w:r>
            <w:r w:rsidRPr="00A0264F">
              <w:rPr>
                <w:rtl/>
              </w:rPr>
              <w:t>النياقِ</w:t>
            </w:r>
            <w:r w:rsidR="0076657C">
              <w:rPr>
                <w:rtl/>
              </w:rPr>
              <w:t xml:space="preserve"> </w:t>
            </w:r>
            <w:r w:rsidRPr="00A0264F">
              <w:rPr>
                <w:rtl/>
              </w:rPr>
              <w:t>المصعباتِ</w:t>
            </w:r>
            <w:r w:rsidR="0076657C">
              <w:rPr>
                <w:rtl/>
              </w:rPr>
              <w:t xml:space="preserve"> </w:t>
            </w:r>
            <w:r w:rsidRPr="00A0264F">
              <w:rPr>
                <w:rtl/>
              </w:rPr>
              <w:t>بنا</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يـجابُ</w:t>
            </w:r>
            <w:r>
              <w:rPr>
                <w:rtl/>
              </w:rPr>
              <w:t xml:space="preserve"> </w:t>
            </w:r>
            <w:r w:rsidRPr="00A0264F">
              <w:rPr>
                <w:rtl/>
              </w:rPr>
              <w:t>حَزْنُ</w:t>
            </w:r>
            <w:r w:rsidR="0076657C">
              <w:rPr>
                <w:rtl/>
              </w:rPr>
              <w:t xml:space="preserve"> </w:t>
            </w:r>
            <w:r w:rsidRPr="00A0264F">
              <w:rPr>
                <w:rtl/>
              </w:rPr>
              <w:t>الربى</w:t>
            </w:r>
            <w:r w:rsidR="0076657C">
              <w:rPr>
                <w:rtl/>
              </w:rPr>
              <w:t xml:space="preserve"> </w:t>
            </w:r>
            <w:r w:rsidRPr="00A0264F">
              <w:rPr>
                <w:rtl/>
              </w:rPr>
              <w:t>والغورُ</w:t>
            </w:r>
            <w:r w:rsidR="0076657C">
              <w:rPr>
                <w:rtl/>
              </w:rPr>
              <w:t xml:space="preserve"> </w:t>
            </w:r>
            <w:r w:rsidRPr="00A0264F">
              <w:rPr>
                <w:rtl/>
              </w:rPr>
              <w:t>والسندُ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فـي</w:t>
            </w:r>
            <w:r>
              <w:rPr>
                <w:rtl/>
              </w:rPr>
              <w:t xml:space="preserve"> </w:t>
            </w:r>
            <w:r w:rsidRPr="00A0264F">
              <w:rPr>
                <w:rtl/>
              </w:rPr>
              <w:t>كـلّ</w:t>
            </w:r>
            <w:r w:rsidR="0076657C">
              <w:rPr>
                <w:rtl/>
              </w:rPr>
              <w:t xml:space="preserve"> </w:t>
            </w:r>
            <w:r w:rsidRPr="00A0264F">
              <w:rPr>
                <w:rtl/>
              </w:rPr>
              <w:t>يـومٍ</w:t>
            </w:r>
            <w:r w:rsidR="0076657C">
              <w:rPr>
                <w:rtl/>
              </w:rPr>
              <w:t xml:space="preserve"> </w:t>
            </w:r>
            <w:r w:rsidRPr="00A0264F">
              <w:rPr>
                <w:rtl/>
              </w:rPr>
              <w:t>بـنا</w:t>
            </w:r>
            <w:r w:rsidR="0076657C">
              <w:rPr>
                <w:rtl/>
              </w:rPr>
              <w:t xml:space="preserve"> </w:t>
            </w:r>
            <w:r w:rsidRPr="00A0264F">
              <w:rPr>
                <w:rtl/>
              </w:rPr>
              <w:t>للسيرِ</w:t>
            </w:r>
            <w:r w:rsidR="0076657C">
              <w:rPr>
                <w:rtl/>
              </w:rPr>
              <w:t xml:space="preserve"> </w:t>
            </w:r>
            <w:r w:rsidRPr="00A0264F">
              <w:rPr>
                <w:rtl/>
              </w:rPr>
              <w:t>مجهلة</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تـطوى</w:t>
            </w:r>
            <w:r>
              <w:rPr>
                <w:rtl/>
              </w:rPr>
              <w:t xml:space="preserve"> </w:t>
            </w:r>
            <w:r w:rsidRPr="00A0264F">
              <w:rPr>
                <w:rtl/>
              </w:rPr>
              <w:t>ويـبرزنا</w:t>
            </w:r>
            <w:r w:rsidR="0076657C">
              <w:rPr>
                <w:rtl/>
              </w:rPr>
              <w:t xml:space="preserve"> </w:t>
            </w:r>
            <w:r w:rsidRPr="00A0264F">
              <w:rPr>
                <w:rtl/>
              </w:rPr>
              <w:t>بـينَ</w:t>
            </w:r>
            <w:r w:rsidR="0076657C">
              <w:rPr>
                <w:rtl/>
              </w:rPr>
              <w:t xml:space="preserve"> </w:t>
            </w:r>
            <w:r w:rsidRPr="00A0264F">
              <w:rPr>
                <w:rtl/>
              </w:rPr>
              <w:t>الورى</w:t>
            </w:r>
            <w:r w:rsidR="0076657C">
              <w:rPr>
                <w:rtl/>
              </w:rPr>
              <w:t xml:space="preserve"> </w:t>
            </w:r>
            <w:r w:rsidRPr="00A0264F">
              <w:rPr>
                <w:rtl/>
              </w:rPr>
              <w:t>بلدُ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يـا</w:t>
            </w:r>
            <w:r w:rsidR="0076657C">
              <w:rPr>
                <w:rtl/>
              </w:rPr>
              <w:t xml:space="preserve"> </w:t>
            </w:r>
            <w:r w:rsidRPr="00A0264F">
              <w:rPr>
                <w:rtl/>
              </w:rPr>
              <w:t>آلَ</w:t>
            </w:r>
            <w:r w:rsidR="0076657C">
              <w:rPr>
                <w:rtl/>
              </w:rPr>
              <w:t xml:space="preserve"> </w:t>
            </w:r>
            <w:r w:rsidRPr="00A0264F">
              <w:rPr>
                <w:rtl/>
              </w:rPr>
              <w:t>أحـمدَ</w:t>
            </w:r>
            <w:r w:rsidR="0076657C">
              <w:rPr>
                <w:rtl/>
              </w:rPr>
              <w:t xml:space="preserve"> </w:t>
            </w:r>
            <w:r w:rsidRPr="00A0264F">
              <w:rPr>
                <w:rtl/>
              </w:rPr>
              <w:t>جـودوا</w:t>
            </w:r>
            <w:r w:rsidR="0076657C">
              <w:rPr>
                <w:rtl/>
              </w:rPr>
              <w:t xml:space="preserve"> </w:t>
            </w:r>
            <w:r w:rsidRPr="00A0264F">
              <w:rPr>
                <w:rtl/>
              </w:rPr>
              <w:t>بالشفاعةِ</w:t>
            </w:r>
            <w:r w:rsidR="0076657C">
              <w:rPr>
                <w:rtl/>
              </w:rPr>
              <w:t xml:space="preserve"> </w:t>
            </w:r>
            <w:r w:rsidRPr="00A0264F">
              <w:rPr>
                <w:rtl/>
              </w:rPr>
              <w:t>لي</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فـي</w:t>
            </w:r>
            <w:r w:rsidR="0076657C">
              <w:rPr>
                <w:rtl/>
              </w:rPr>
              <w:t xml:space="preserve"> </w:t>
            </w:r>
            <w:r w:rsidRPr="00A0264F">
              <w:rPr>
                <w:rtl/>
              </w:rPr>
              <w:t>يـومِ</w:t>
            </w:r>
            <w:r w:rsidR="0076657C">
              <w:rPr>
                <w:rtl/>
              </w:rPr>
              <w:t xml:space="preserve"> </w:t>
            </w:r>
            <w:r w:rsidRPr="00A0264F">
              <w:rPr>
                <w:rtl/>
              </w:rPr>
              <w:t>لا</w:t>
            </w:r>
            <w:r w:rsidR="0076657C">
              <w:rPr>
                <w:rtl/>
              </w:rPr>
              <w:t xml:space="preserve"> </w:t>
            </w:r>
            <w:r w:rsidRPr="00A0264F">
              <w:rPr>
                <w:rtl/>
              </w:rPr>
              <w:t>والـدٌ</w:t>
            </w:r>
            <w:r w:rsidR="0076657C">
              <w:rPr>
                <w:rtl/>
              </w:rPr>
              <w:t xml:space="preserve"> </w:t>
            </w:r>
            <w:r w:rsidRPr="00A0264F">
              <w:rPr>
                <w:rtl/>
              </w:rPr>
              <w:t>يُـغني</w:t>
            </w:r>
            <w:r w:rsidR="0076657C">
              <w:rPr>
                <w:rtl/>
              </w:rPr>
              <w:t xml:space="preserve"> </w:t>
            </w:r>
            <w:r w:rsidRPr="00A0264F">
              <w:rPr>
                <w:rtl/>
              </w:rPr>
              <w:t>ولا</w:t>
            </w:r>
            <w:r w:rsidR="0076657C">
              <w:rPr>
                <w:rtl/>
              </w:rPr>
              <w:t xml:space="preserve"> </w:t>
            </w:r>
            <w:r w:rsidRPr="00A0264F">
              <w:rPr>
                <w:rtl/>
              </w:rPr>
              <w:t>ولدُ</w:t>
            </w:r>
            <w:r w:rsidRPr="00725071">
              <w:rPr>
                <w:rStyle w:val="libPoemTiniChar0"/>
                <w:rtl/>
              </w:rPr>
              <w:br/>
              <w:t> </w:t>
            </w:r>
          </w:p>
        </w:tc>
      </w:tr>
      <w:tr w:rsidR="00AA2688" w:rsidTr="00AA2688">
        <w:trPr>
          <w:trHeight w:val="350"/>
        </w:trPr>
        <w:tc>
          <w:tcPr>
            <w:tcW w:w="3536" w:type="dxa"/>
          </w:tcPr>
          <w:p w:rsidR="00AA2688" w:rsidRDefault="00AA2688" w:rsidP="00197548">
            <w:pPr>
              <w:pStyle w:val="libPoem"/>
            </w:pPr>
            <w:r w:rsidRPr="00A0264F">
              <w:rPr>
                <w:rtl/>
              </w:rPr>
              <w:t>لـكـم</w:t>
            </w:r>
            <w:r>
              <w:rPr>
                <w:rtl/>
              </w:rPr>
              <w:t xml:space="preserve"> </w:t>
            </w:r>
            <w:r w:rsidRPr="00A0264F">
              <w:rPr>
                <w:rtl/>
              </w:rPr>
              <w:t>بـقـلبي</w:t>
            </w:r>
            <w:r w:rsidR="0076657C">
              <w:rPr>
                <w:rtl/>
              </w:rPr>
              <w:t xml:space="preserve"> </w:t>
            </w:r>
            <w:r w:rsidRPr="00A0264F">
              <w:rPr>
                <w:rtl/>
              </w:rPr>
              <w:t>حـزنٌ</w:t>
            </w:r>
            <w:r w:rsidR="0076657C">
              <w:rPr>
                <w:rtl/>
              </w:rPr>
              <w:t xml:space="preserve"> </w:t>
            </w:r>
            <w:r w:rsidRPr="00A0264F">
              <w:rPr>
                <w:rtl/>
              </w:rPr>
              <w:t>لا</w:t>
            </w:r>
            <w:r w:rsidR="0076657C">
              <w:rPr>
                <w:rtl/>
              </w:rPr>
              <w:t xml:space="preserve"> </w:t>
            </w:r>
            <w:r w:rsidRPr="00A0264F">
              <w:rPr>
                <w:rtl/>
              </w:rPr>
              <w:t>يـغيّره</w:t>
            </w:r>
            <w:r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2688" w:rsidP="00197548">
            <w:pPr>
              <w:pStyle w:val="libPoem"/>
            </w:pPr>
            <w:r w:rsidRPr="00A0264F">
              <w:rPr>
                <w:rtl/>
              </w:rPr>
              <w:t>مَـرُّ</w:t>
            </w:r>
            <w:r w:rsidR="0076657C">
              <w:rPr>
                <w:rtl/>
              </w:rPr>
              <w:t xml:space="preserve"> </w:t>
            </w:r>
            <w:r w:rsidRPr="00A0264F">
              <w:rPr>
                <w:rtl/>
              </w:rPr>
              <w:t>الـزمانِ</w:t>
            </w:r>
            <w:r w:rsidR="0076657C">
              <w:rPr>
                <w:rtl/>
              </w:rPr>
              <w:t xml:space="preserve"> </w:t>
            </w:r>
            <w:r w:rsidRPr="00A0264F">
              <w:rPr>
                <w:rtl/>
              </w:rPr>
              <w:t>ويـفنى</w:t>
            </w:r>
            <w:r w:rsidR="0076657C">
              <w:rPr>
                <w:rtl/>
              </w:rPr>
              <w:t xml:space="preserve"> </w:t>
            </w:r>
            <w:r w:rsidRPr="00A0264F">
              <w:rPr>
                <w:rtl/>
              </w:rPr>
              <w:t>قـبلهُ</w:t>
            </w:r>
            <w:r w:rsidR="0076657C">
              <w:rPr>
                <w:rtl/>
              </w:rPr>
              <w:t xml:space="preserve"> </w:t>
            </w:r>
            <w:r w:rsidRPr="00A0264F">
              <w:rPr>
                <w:rtl/>
              </w:rPr>
              <w:t>الأبـدُ</w:t>
            </w:r>
            <w:r w:rsidRPr="00725071">
              <w:rPr>
                <w:rStyle w:val="libPoemTiniChar0"/>
                <w:rtl/>
              </w:rPr>
              <w:br/>
              <w:t> </w:t>
            </w:r>
          </w:p>
        </w:tc>
      </w:tr>
      <w:tr w:rsidR="00AA2688" w:rsidTr="00AA2688">
        <w:trPr>
          <w:trHeight w:val="350"/>
        </w:trPr>
        <w:tc>
          <w:tcPr>
            <w:tcW w:w="3536" w:type="dxa"/>
          </w:tcPr>
          <w:p w:rsidR="00AA2688" w:rsidRDefault="00AA4FE1" w:rsidP="00197548">
            <w:pPr>
              <w:pStyle w:val="libPoem"/>
            </w:pPr>
            <w:r w:rsidRPr="00A0264F">
              <w:rPr>
                <w:rtl/>
              </w:rPr>
              <w:t>ثـوبُ</w:t>
            </w:r>
            <w:r>
              <w:rPr>
                <w:rtl/>
              </w:rPr>
              <w:t xml:space="preserve"> </w:t>
            </w:r>
            <w:r w:rsidRPr="00A0264F">
              <w:rPr>
                <w:rtl/>
              </w:rPr>
              <w:t>الـجديدينِ</w:t>
            </w:r>
            <w:r w:rsidR="0076657C">
              <w:rPr>
                <w:rtl/>
              </w:rPr>
              <w:t xml:space="preserve"> </w:t>
            </w:r>
            <w:r w:rsidRPr="00A0264F">
              <w:rPr>
                <w:rtl/>
              </w:rPr>
              <w:t>يـبلى</w:t>
            </w:r>
            <w:r w:rsidR="0076657C">
              <w:rPr>
                <w:rtl/>
              </w:rPr>
              <w:t xml:space="preserve"> </w:t>
            </w:r>
            <w:r w:rsidRPr="00A0264F">
              <w:rPr>
                <w:rtl/>
              </w:rPr>
              <w:t>من</w:t>
            </w:r>
            <w:r w:rsidR="0076657C">
              <w:rPr>
                <w:rtl/>
              </w:rPr>
              <w:t xml:space="preserve"> </w:t>
            </w:r>
            <w:r w:rsidRPr="00A0264F">
              <w:rPr>
                <w:rtl/>
              </w:rPr>
              <w:t>تقادمه</w:t>
            </w:r>
            <w:r w:rsidR="00AA2688" w:rsidRPr="00725071">
              <w:rPr>
                <w:rStyle w:val="libPoemTiniChar0"/>
                <w:rtl/>
              </w:rPr>
              <w:br/>
              <w:t> </w:t>
            </w:r>
          </w:p>
        </w:tc>
        <w:tc>
          <w:tcPr>
            <w:tcW w:w="272" w:type="dxa"/>
          </w:tcPr>
          <w:p w:rsidR="00AA2688" w:rsidRDefault="00AA2688" w:rsidP="00197548">
            <w:pPr>
              <w:pStyle w:val="libPoem"/>
              <w:rPr>
                <w:rtl/>
              </w:rPr>
            </w:pPr>
          </w:p>
        </w:tc>
        <w:tc>
          <w:tcPr>
            <w:tcW w:w="3502" w:type="dxa"/>
          </w:tcPr>
          <w:p w:rsidR="00AA2688" w:rsidRDefault="00AA4FE1" w:rsidP="00197548">
            <w:pPr>
              <w:pStyle w:val="libPoem"/>
            </w:pPr>
            <w:r w:rsidRPr="00A0264F">
              <w:rPr>
                <w:rtl/>
              </w:rPr>
              <w:t>وخـطـبكم</w:t>
            </w:r>
            <w:r>
              <w:rPr>
                <w:rtl/>
              </w:rPr>
              <w:t xml:space="preserve"> </w:t>
            </w:r>
            <w:r w:rsidRPr="00A0264F">
              <w:rPr>
                <w:rtl/>
              </w:rPr>
              <w:t>أبــداً</w:t>
            </w:r>
            <w:r w:rsidR="0076657C">
              <w:rPr>
                <w:rtl/>
              </w:rPr>
              <w:t xml:space="preserve"> </w:t>
            </w:r>
            <w:r w:rsidRPr="00A0264F">
              <w:rPr>
                <w:rtl/>
              </w:rPr>
              <w:t>أثـوابهُ</w:t>
            </w:r>
            <w:r w:rsidR="0076657C">
              <w:rPr>
                <w:rtl/>
              </w:rPr>
              <w:t xml:space="preserve"> </w:t>
            </w:r>
            <w:r w:rsidRPr="00A0264F">
              <w:rPr>
                <w:rtl/>
              </w:rPr>
              <w:t>جـددُ</w:t>
            </w:r>
            <w:r w:rsidR="00AA2688" w:rsidRPr="00725071">
              <w:rPr>
                <w:rStyle w:val="libPoemTiniChar0"/>
                <w:rtl/>
              </w:rPr>
              <w:br/>
              <w:t> </w:t>
            </w:r>
          </w:p>
        </w:tc>
      </w:tr>
    </w:tbl>
    <w:p w:rsidR="00A5546B" w:rsidRDefault="00A5546B" w:rsidP="00A5546B">
      <w:pPr>
        <w:pStyle w:val="libNormal"/>
      </w:pPr>
      <w:r>
        <w:rPr>
          <w:rtl/>
        </w:rPr>
        <w:br w:type="page"/>
      </w:r>
    </w:p>
    <w:p w:rsidR="00A0264F" w:rsidRPr="00A5546B" w:rsidRDefault="00A0264F" w:rsidP="00A5546B">
      <w:pPr>
        <w:pStyle w:val="Heading3Center"/>
      </w:pPr>
      <w:bookmarkStart w:id="25" w:name="في_رثاء_الحسين"/>
      <w:bookmarkStart w:id="26" w:name="_Toc430519748"/>
      <w:r w:rsidRPr="00A0264F">
        <w:rPr>
          <w:rtl/>
        </w:rPr>
        <w:t>في رثاء الحسين (عليه السّلام)</w:t>
      </w:r>
      <w:bookmarkEnd w:id="25"/>
      <w:bookmarkEnd w:id="26"/>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197548">
            <w:pPr>
              <w:pStyle w:val="libPoem"/>
            </w:pPr>
            <w:r w:rsidRPr="00A0264F">
              <w:rPr>
                <w:rtl/>
              </w:rPr>
              <w:t>إن</w:t>
            </w:r>
            <w:r w:rsidR="0076657C">
              <w:rPr>
                <w:rtl/>
              </w:rPr>
              <w:t xml:space="preserve"> </w:t>
            </w:r>
            <w:r w:rsidRPr="00A0264F">
              <w:rPr>
                <w:rtl/>
              </w:rPr>
              <w:t>كـانت</w:t>
            </w:r>
            <w:r w:rsidR="0076657C">
              <w:rPr>
                <w:rtl/>
              </w:rPr>
              <w:t xml:space="preserve"> </w:t>
            </w:r>
            <w:r w:rsidRPr="00A0264F">
              <w:rPr>
                <w:rtl/>
              </w:rPr>
              <w:t>عـندكَ</w:t>
            </w:r>
            <w:r w:rsidR="0076657C">
              <w:rPr>
                <w:rtl/>
              </w:rPr>
              <w:t xml:space="preserve"> </w:t>
            </w:r>
            <w:r w:rsidRPr="00A0264F">
              <w:rPr>
                <w:rtl/>
              </w:rPr>
              <w:t>عبرةٌ</w:t>
            </w:r>
            <w:r w:rsidR="0076657C">
              <w:rPr>
                <w:rtl/>
              </w:rPr>
              <w:t xml:space="preserve"> </w:t>
            </w:r>
            <w:r w:rsidRPr="00A0264F">
              <w:rPr>
                <w:rtl/>
              </w:rPr>
              <w:t>تجريها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فانزلْ</w:t>
            </w:r>
            <w:r>
              <w:rPr>
                <w:rtl/>
              </w:rPr>
              <w:t xml:space="preserve"> </w:t>
            </w:r>
            <w:r w:rsidRPr="00A0264F">
              <w:rPr>
                <w:rtl/>
              </w:rPr>
              <w:t>بأرضِ</w:t>
            </w:r>
            <w:r w:rsidR="0076657C">
              <w:rPr>
                <w:rtl/>
              </w:rPr>
              <w:t xml:space="preserve"> </w:t>
            </w:r>
            <w:r w:rsidRPr="00A0264F">
              <w:rPr>
                <w:rtl/>
              </w:rPr>
              <w:t>الطفّ</w:t>
            </w:r>
            <w:r w:rsidR="0076657C">
              <w:rPr>
                <w:rtl/>
              </w:rPr>
              <w:t xml:space="preserve"> </w:t>
            </w:r>
            <w:r w:rsidRPr="00A0264F">
              <w:rPr>
                <w:rtl/>
              </w:rPr>
              <w:t>كي</w:t>
            </w:r>
            <w:r w:rsidR="0076657C">
              <w:rPr>
                <w:rtl/>
              </w:rPr>
              <w:t xml:space="preserve"> </w:t>
            </w:r>
            <w:r w:rsidRPr="00A0264F">
              <w:rPr>
                <w:rtl/>
              </w:rPr>
              <w:t>نسقيها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فـعسى</w:t>
            </w:r>
            <w:r>
              <w:rPr>
                <w:rtl/>
              </w:rPr>
              <w:t xml:space="preserve"> </w:t>
            </w:r>
            <w:r w:rsidRPr="00A0264F">
              <w:rPr>
                <w:rtl/>
              </w:rPr>
              <w:t>نَبُلُّ</w:t>
            </w:r>
            <w:r w:rsidR="0076657C">
              <w:rPr>
                <w:rtl/>
              </w:rPr>
              <w:t xml:space="preserve"> </w:t>
            </w:r>
            <w:r w:rsidRPr="00A0264F">
              <w:rPr>
                <w:rtl/>
              </w:rPr>
              <w:t>بها</w:t>
            </w:r>
            <w:r w:rsidR="0076657C">
              <w:rPr>
                <w:rtl/>
              </w:rPr>
              <w:t xml:space="preserve"> </w:t>
            </w:r>
            <w:r w:rsidRPr="00A0264F">
              <w:rPr>
                <w:rtl/>
              </w:rPr>
              <w:t>مضاجعَ</w:t>
            </w:r>
            <w:r w:rsidR="0076657C">
              <w:rPr>
                <w:rtl/>
              </w:rPr>
              <w:t xml:space="preserve"> </w:t>
            </w:r>
            <w:r w:rsidRPr="00A0264F">
              <w:rPr>
                <w:rtl/>
              </w:rPr>
              <w:t>صفوة</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مـا</w:t>
            </w:r>
            <w:r>
              <w:rPr>
                <w:rtl/>
              </w:rPr>
              <w:t xml:space="preserve"> بُـلَّتِ</w:t>
            </w:r>
            <w:r w:rsidR="0076657C">
              <w:rPr>
                <w:rtl/>
              </w:rPr>
              <w:t xml:space="preserve"> </w:t>
            </w:r>
            <w:r w:rsidRPr="00A0264F">
              <w:rPr>
                <w:rtl/>
              </w:rPr>
              <w:t>الأكـبادُ</w:t>
            </w:r>
            <w:r w:rsidR="0076657C">
              <w:rPr>
                <w:rtl/>
              </w:rPr>
              <w:t xml:space="preserve"> </w:t>
            </w:r>
            <w:r w:rsidRPr="00A0264F">
              <w:rPr>
                <w:rtl/>
              </w:rPr>
              <w:t>من</w:t>
            </w:r>
            <w:r w:rsidR="0076657C">
              <w:rPr>
                <w:rtl/>
              </w:rPr>
              <w:t xml:space="preserve"> </w:t>
            </w:r>
            <w:r w:rsidRPr="00A0264F">
              <w:rPr>
                <w:rtl/>
              </w:rPr>
              <w:t>جاريها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ولقد</w:t>
            </w:r>
            <w:r>
              <w:rPr>
                <w:rtl/>
              </w:rPr>
              <w:t xml:space="preserve"> </w:t>
            </w:r>
            <w:r w:rsidRPr="00A0264F">
              <w:rPr>
                <w:rtl/>
              </w:rPr>
              <w:t>مررتُ</w:t>
            </w:r>
            <w:r w:rsidR="0076657C">
              <w:rPr>
                <w:rtl/>
              </w:rPr>
              <w:t xml:space="preserve"> </w:t>
            </w:r>
            <w:r w:rsidRPr="00A0264F">
              <w:rPr>
                <w:rtl/>
              </w:rPr>
              <w:t>على</w:t>
            </w:r>
            <w:r w:rsidR="0076657C">
              <w:rPr>
                <w:rtl/>
              </w:rPr>
              <w:t xml:space="preserve"> </w:t>
            </w:r>
            <w:r w:rsidRPr="00A0264F">
              <w:rPr>
                <w:rtl/>
              </w:rPr>
              <w:t>منازلَ</w:t>
            </w:r>
            <w:r w:rsidR="0076657C">
              <w:rPr>
                <w:rtl/>
              </w:rPr>
              <w:t xml:space="preserve"> </w:t>
            </w:r>
            <w:r w:rsidRPr="00A0264F">
              <w:rPr>
                <w:rtl/>
              </w:rPr>
              <w:t>عصمة</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ثـقلُ</w:t>
            </w:r>
            <w:r w:rsidR="0076657C">
              <w:rPr>
                <w:rtl/>
              </w:rPr>
              <w:t xml:space="preserve"> </w:t>
            </w:r>
            <w:r w:rsidRPr="00A0264F">
              <w:rPr>
                <w:rtl/>
              </w:rPr>
              <w:t>الـنبوّةِ</w:t>
            </w:r>
            <w:r w:rsidR="0076657C">
              <w:rPr>
                <w:rtl/>
              </w:rPr>
              <w:t xml:space="preserve"> </w:t>
            </w:r>
            <w:r w:rsidRPr="00A0264F">
              <w:rPr>
                <w:rtl/>
              </w:rPr>
              <w:t>كـانَ</w:t>
            </w:r>
            <w:r w:rsidR="0076657C">
              <w:rPr>
                <w:rtl/>
              </w:rPr>
              <w:t xml:space="preserve"> </w:t>
            </w:r>
            <w:r w:rsidRPr="00A0264F">
              <w:rPr>
                <w:rtl/>
              </w:rPr>
              <w:t>أُلـقى</w:t>
            </w:r>
            <w:r w:rsidR="0076657C">
              <w:rPr>
                <w:rtl/>
              </w:rPr>
              <w:t xml:space="preserve"> </w:t>
            </w:r>
            <w:r w:rsidRPr="00A0264F">
              <w:rPr>
                <w:rtl/>
              </w:rPr>
              <w:t>فيها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فـبكيتُ</w:t>
            </w:r>
            <w:r>
              <w:rPr>
                <w:rtl/>
              </w:rPr>
              <w:t xml:space="preserve"> </w:t>
            </w:r>
            <w:r w:rsidRPr="00A0264F">
              <w:rPr>
                <w:rtl/>
              </w:rPr>
              <w:t>حـتى</w:t>
            </w:r>
            <w:r w:rsidR="0076657C">
              <w:rPr>
                <w:rtl/>
              </w:rPr>
              <w:t xml:space="preserve"> </w:t>
            </w:r>
            <w:r w:rsidRPr="00A0264F">
              <w:rPr>
                <w:rtl/>
              </w:rPr>
              <w:t>خلتُها</w:t>
            </w:r>
            <w:r w:rsidR="0076657C">
              <w:rPr>
                <w:rtl/>
              </w:rPr>
              <w:t xml:space="preserve"> </w:t>
            </w:r>
            <w:r w:rsidRPr="00A0264F">
              <w:rPr>
                <w:rtl/>
              </w:rPr>
              <w:t>ستجيبني</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بـبكائِها</w:t>
            </w:r>
            <w:r w:rsidR="0076657C">
              <w:rPr>
                <w:rtl/>
              </w:rPr>
              <w:t xml:space="preserve"> </w:t>
            </w:r>
            <w:r w:rsidRPr="00A0264F">
              <w:rPr>
                <w:rtl/>
              </w:rPr>
              <w:t>حـزناً</w:t>
            </w:r>
            <w:r w:rsidR="0076657C">
              <w:rPr>
                <w:rtl/>
              </w:rPr>
              <w:t xml:space="preserve"> </w:t>
            </w:r>
            <w:r w:rsidRPr="00A0264F">
              <w:rPr>
                <w:rtl/>
              </w:rPr>
              <w:t>عـلى</w:t>
            </w:r>
            <w:r w:rsidR="0076657C">
              <w:rPr>
                <w:rtl/>
              </w:rPr>
              <w:t xml:space="preserve"> </w:t>
            </w:r>
            <w:r w:rsidRPr="00A0264F">
              <w:rPr>
                <w:rtl/>
              </w:rPr>
              <w:t>أهـليها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وذكـرتُ</w:t>
            </w:r>
            <w:r>
              <w:rPr>
                <w:rtl/>
              </w:rPr>
              <w:t xml:space="preserve"> </w:t>
            </w:r>
            <w:r w:rsidRPr="00A0264F">
              <w:rPr>
                <w:rtl/>
              </w:rPr>
              <w:t>إذ</w:t>
            </w:r>
            <w:r w:rsidR="0076657C">
              <w:rPr>
                <w:rtl/>
              </w:rPr>
              <w:t xml:space="preserve"> </w:t>
            </w:r>
            <w:r w:rsidRPr="00A0264F">
              <w:rPr>
                <w:rtl/>
              </w:rPr>
              <w:t>وقفت</w:t>
            </w:r>
            <w:r w:rsidR="0076657C">
              <w:rPr>
                <w:rtl/>
              </w:rPr>
              <w:t xml:space="preserve"> </w:t>
            </w:r>
            <w:r w:rsidRPr="00A0264F">
              <w:rPr>
                <w:rtl/>
              </w:rPr>
              <w:t>عقيلةُ</w:t>
            </w:r>
            <w:r w:rsidR="0076657C">
              <w:rPr>
                <w:rtl/>
              </w:rPr>
              <w:t xml:space="preserve"> </w:t>
            </w:r>
            <w:r w:rsidRPr="00A0264F">
              <w:rPr>
                <w:rtl/>
              </w:rPr>
              <w:t>حيدرٍ</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مـذهولةً</w:t>
            </w:r>
            <w:r>
              <w:rPr>
                <w:rtl/>
              </w:rPr>
              <w:t xml:space="preserve"> </w:t>
            </w:r>
            <w:r w:rsidRPr="00A0264F">
              <w:rPr>
                <w:rtl/>
              </w:rPr>
              <w:t>تُصغي</w:t>
            </w:r>
            <w:r w:rsidR="0076657C">
              <w:rPr>
                <w:rtl/>
              </w:rPr>
              <w:t xml:space="preserve"> </w:t>
            </w:r>
            <w:r w:rsidRPr="00A0264F">
              <w:rPr>
                <w:rtl/>
              </w:rPr>
              <w:t>لصوتِ</w:t>
            </w:r>
            <w:r w:rsidR="0076657C">
              <w:rPr>
                <w:rtl/>
              </w:rPr>
              <w:t xml:space="preserve"> </w:t>
            </w:r>
            <w:r w:rsidRPr="00A0264F">
              <w:rPr>
                <w:rtl/>
              </w:rPr>
              <w:t>أخيها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بـأبي</w:t>
            </w:r>
            <w:r w:rsidR="0076657C">
              <w:rPr>
                <w:rtl/>
              </w:rPr>
              <w:t xml:space="preserve"> </w:t>
            </w:r>
            <w:r w:rsidRPr="00A0264F">
              <w:rPr>
                <w:rtl/>
              </w:rPr>
              <w:t>التي</w:t>
            </w:r>
            <w:r w:rsidR="0076657C">
              <w:rPr>
                <w:rtl/>
              </w:rPr>
              <w:t xml:space="preserve"> </w:t>
            </w:r>
            <w:r w:rsidRPr="00A0264F">
              <w:rPr>
                <w:rtl/>
              </w:rPr>
              <w:t>ورثت</w:t>
            </w:r>
            <w:r w:rsidR="0076657C">
              <w:rPr>
                <w:rtl/>
              </w:rPr>
              <w:t xml:space="preserve"> </w:t>
            </w:r>
            <w:r w:rsidRPr="00A0264F">
              <w:rPr>
                <w:rtl/>
              </w:rPr>
              <w:t>مصائبَ</w:t>
            </w:r>
            <w:r w:rsidR="0076657C">
              <w:rPr>
                <w:rtl/>
              </w:rPr>
              <w:t xml:space="preserve"> </w:t>
            </w:r>
            <w:r w:rsidRPr="00A0264F">
              <w:rPr>
                <w:rtl/>
              </w:rPr>
              <w:t>أمِّها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فـغدت</w:t>
            </w:r>
            <w:r w:rsidR="0076657C">
              <w:rPr>
                <w:rtl/>
              </w:rPr>
              <w:t xml:space="preserve"> </w:t>
            </w:r>
            <w:r w:rsidRPr="00A0264F">
              <w:rPr>
                <w:rtl/>
              </w:rPr>
              <w:t>تـقابلُها</w:t>
            </w:r>
            <w:r w:rsidR="0076657C">
              <w:rPr>
                <w:rtl/>
              </w:rPr>
              <w:t xml:space="preserve"> </w:t>
            </w:r>
            <w:r w:rsidRPr="00A0264F">
              <w:rPr>
                <w:rtl/>
              </w:rPr>
              <w:t>بـصبرِ</w:t>
            </w:r>
            <w:r w:rsidR="0076657C">
              <w:rPr>
                <w:rtl/>
              </w:rPr>
              <w:t xml:space="preserve"> </w:t>
            </w:r>
            <w:r w:rsidRPr="00A0264F">
              <w:rPr>
                <w:rtl/>
              </w:rPr>
              <w:t>أبـيها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لم</w:t>
            </w:r>
            <w:r>
              <w:rPr>
                <w:rtl/>
              </w:rPr>
              <w:t xml:space="preserve"> </w:t>
            </w:r>
            <w:r w:rsidRPr="00A0264F">
              <w:rPr>
                <w:rtl/>
              </w:rPr>
              <w:t>تَلْهُ</w:t>
            </w:r>
            <w:r w:rsidR="0076657C">
              <w:rPr>
                <w:rtl/>
              </w:rPr>
              <w:t xml:space="preserve"> </w:t>
            </w:r>
            <w:r w:rsidRPr="00A0264F">
              <w:rPr>
                <w:rtl/>
              </w:rPr>
              <w:t>عن</w:t>
            </w:r>
            <w:r w:rsidR="0076657C">
              <w:rPr>
                <w:rtl/>
              </w:rPr>
              <w:t xml:space="preserve"> </w:t>
            </w:r>
            <w:r w:rsidRPr="00A0264F">
              <w:rPr>
                <w:rtl/>
              </w:rPr>
              <w:t>جمعِ</w:t>
            </w:r>
            <w:r w:rsidR="0076657C">
              <w:rPr>
                <w:rtl/>
              </w:rPr>
              <w:t xml:space="preserve"> </w:t>
            </w:r>
            <w:r w:rsidRPr="00A0264F">
              <w:rPr>
                <w:rtl/>
              </w:rPr>
              <w:t>العيالِ</w:t>
            </w:r>
            <w:r w:rsidR="0076657C">
              <w:rPr>
                <w:rtl/>
              </w:rPr>
              <w:t xml:space="preserve"> </w:t>
            </w:r>
            <w:r w:rsidRPr="00A0264F">
              <w:rPr>
                <w:rtl/>
              </w:rPr>
              <w:t>وحفظهم</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بـفراقِ</w:t>
            </w:r>
            <w:r w:rsidR="0076657C">
              <w:rPr>
                <w:rtl/>
              </w:rPr>
              <w:t xml:space="preserve"> </w:t>
            </w:r>
            <w:r w:rsidRPr="00A0264F">
              <w:rPr>
                <w:rtl/>
              </w:rPr>
              <w:t>إخـوتها</w:t>
            </w:r>
            <w:r w:rsidR="0076657C">
              <w:rPr>
                <w:rtl/>
              </w:rPr>
              <w:t xml:space="preserve"> </w:t>
            </w:r>
            <w:r w:rsidRPr="00A0264F">
              <w:rPr>
                <w:rtl/>
              </w:rPr>
              <w:t>وفـقدِ</w:t>
            </w:r>
            <w:r w:rsidR="0076657C">
              <w:rPr>
                <w:rtl/>
              </w:rPr>
              <w:t xml:space="preserve"> </w:t>
            </w:r>
            <w:r w:rsidRPr="00A0264F">
              <w:rPr>
                <w:rtl/>
              </w:rPr>
              <w:t>بـنيها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لـم</w:t>
            </w:r>
            <w:r w:rsidR="0076657C">
              <w:rPr>
                <w:rtl/>
              </w:rPr>
              <w:t xml:space="preserve"> </w:t>
            </w:r>
            <w:r w:rsidRPr="00A0264F">
              <w:rPr>
                <w:rtl/>
              </w:rPr>
              <w:t>أنسَ</w:t>
            </w:r>
            <w:r w:rsidR="0076657C">
              <w:rPr>
                <w:rtl/>
              </w:rPr>
              <w:t xml:space="preserve"> </w:t>
            </w:r>
            <w:r w:rsidRPr="00A0264F">
              <w:rPr>
                <w:rtl/>
              </w:rPr>
              <w:t>إذ</w:t>
            </w:r>
            <w:r w:rsidR="0076657C">
              <w:rPr>
                <w:rtl/>
              </w:rPr>
              <w:t xml:space="preserve"> </w:t>
            </w:r>
            <w:r w:rsidRPr="00A0264F">
              <w:rPr>
                <w:rtl/>
              </w:rPr>
              <w:t>هتكوا</w:t>
            </w:r>
            <w:r w:rsidR="0076657C">
              <w:rPr>
                <w:rtl/>
              </w:rPr>
              <w:t xml:space="preserve"> </w:t>
            </w:r>
            <w:r w:rsidRPr="00A0264F">
              <w:rPr>
                <w:rtl/>
              </w:rPr>
              <w:t>حماها</w:t>
            </w:r>
            <w:r w:rsidR="0076657C">
              <w:rPr>
                <w:rtl/>
              </w:rPr>
              <w:t xml:space="preserve"> </w:t>
            </w:r>
            <w:r w:rsidRPr="00A0264F">
              <w:rPr>
                <w:rtl/>
              </w:rPr>
              <w:t>فانثنت</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تـشكو</w:t>
            </w:r>
            <w:r>
              <w:rPr>
                <w:rtl/>
              </w:rPr>
              <w:t xml:space="preserve"> </w:t>
            </w:r>
            <w:r w:rsidRPr="00A0264F">
              <w:rPr>
                <w:rtl/>
              </w:rPr>
              <w:t>لـواعجها</w:t>
            </w:r>
            <w:r w:rsidR="0076657C">
              <w:rPr>
                <w:rtl/>
              </w:rPr>
              <w:t xml:space="preserve"> </w:t>
            </w:r>
            <w:r w:rsidRPr="00A0264F">
              <w:rPr>
                <w:rtl/>
              </w:rPr>
              <w:t>إلـى</w:t>
            </w:r>
            <w:r w:rsidR="0076657C">
              <w:rPr>
                <w:rtl/>
              </w:rPr>
              <w:t xml:space="preserve"> </w:t>
            </w:r>
            <w:r w:rsidRPr="00A0264F">
              <w:rPr>
                <w:rtl/>
              </w:rPr>
              <w:t>حاميها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تـدعو</w:t>
            </w:r>
            <w:r>
              <w:rPr>
                <w:rtl/>
              </w:rPr>
              <w:t xml:space="preserve"> </w:t>
            </w:r>
            <w:r w:rsidRPr="00A0264F">
              <w:rPr>
                <w:rtl/>
              </w:rPr>
              <w:t>فـتحترقُ</w:t>
            </w:r>
            <w:r w:rsidR="0076657C">
              <w:rPr>
                <w:rtl/>
              </w:rPr>
              <w:t xml:space="preserve"> </w:t>
            </w:r>
            <w:r w:rsidRPr="00A0264F">
              <w:rPr>
                <w:rtl/>
              </w:rPr>
              <w:t>القلوبُ</w:t>
            </w:r>
            <w:r w:rsidR="0076657C">
              <w:rPr>
                <w:rtl/>
              </w:rPr>
              <w:t xml:space="preserve"> </w:t>
            </w:r>
            <w:r w:rsidRPr="00A0264F">
              <w:rPr>
                <w:rtl/>
              </w:rPr>
              <w:t>كأنّما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يـرمي</w:t>
            </w:r>
            <w:r>
              <w:rPr>
                <w:rtl/>
              </w:rPr>
              <w:t xml:space="preserve"> </w:t>
            </w:r>
            <w:r w:rsidRPr="00A0264F">
              <w:rPr>
                <w:rtl/>
              </w:rPr>
              <w:t>حـشاها</w:t>
            </w:r>
            <w:r w:rsidR="0076657C">
              <w:rPr>
                <w:rtl/>
              </w:rPr>
              <w:t xml:space="preserve"> </w:t>
            </w:r>
            <w:r w:rsidRPr="00A0264F">
              <w:rPr>
                <w:rtl/>
              </w:rPr>
              <w:t>جمرهُ</w:t>
            </w:r>
            <w:r w:rsidR="0076657C">
              <w:rPr>
                <w:rtl/>
              </w:rPr>
              <w:t xml:space="preserve"> </w:t>
            </w:r>
            <w:r w:rsidRPr="00A0264F">
              <w:rPr>
                <w:rtl/>
              </w:rPr>
              <w:t>من</w:t>
            </w:r>
            <w:r w:rsidR="0076657C">
              <w:rPr>
                <w:rtl/>
              </w:rPr>
              <w:t xml:space="preserve"> </w:t>
            </w:r>
            <w:r w:rsidRPr="00A0264F">
              <w:rPr>
                <w:rtl/>
              </w:rPr>
              <w:t>فيها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هذي</w:t>
            </w:r>
            <w:r w:rsidR="0076657C">
              <w:rPr>
                <w:rtl/>
              </w:rPr>
              <w:t xml:space="preserve"> </w:t>
            </w:r>
            <w:r w:rsidRPr="00A0264F">
              <w:rPr>
                <w:rtl/>
              </w:rPr>
              <w:t>نساؤكَ</w:t>
            </w:r>
            <w:r w:rsidR="0076657C">
              <w:rPr>
                <w:rtl/>
              </w:rPr>
              <w:t xml:space="preserve"> </w:t>
            </w:r>
            <w:r w:rsidRPr="00A0264F">
              <w:rPr>
                <w:rtl/>
              </w:rPr>
              <w:t>مَنْ</w:t>
            </w:r>
            <w:r w:rsidR="0076657C">
              <w:rPr>
                <w:rtl/>
              </w:rPr>
              <w:t xml:space="preserve"> </w:t>
            </w:r>
            <w:r w:rsidRPr="00A0264F">
              <w:rPr>
                <w:rtl/>
              </w:rPr>
              <w:t>يكون</w:t>
            </w:r>
            <w:r w:rsidR="0076657C">
              <w:rPr>
                <w:rtl/>
              </w:rPr>
              <w:t xml:space="preserve"> </w:t>
            </w:r>
            <w:r w:rsidRPr="00A0264F">
              <w:rPr>
                <w:rtl/>
              </w:rPr>
              <w:t>إذا</w:t>
            </w:r>
            <w:r w:rsidR="0076657C">
              <w:rPr>
                <w:rtl/>
              </w:rPr>
              <w:t xml:space="preserve"> </w:t>
            </w:r>
            <w:r w:rsidRPr="00A0264F">
              <w:rPr>
                <w:rtl/>
              </w:rPr>
              <w:t>سرت</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فـي</w:t>
            </w:r>
            <w:r w:rsidR="0076657C">
              <w:rPr>
                <w:rtl/>
              </w:rPr>
              <w:t xml:space="preserve"> </w:t>
            </w:r>
            <w:r w:rsidRPr="00A0264F">
              <w:rPr>
                <w:rtl/>
              </w:rPr>
              <w:t>الأسـرِ</w:t>
            </w:r>
            <w:r w:rsidR="0076657C">
              <w:rPr>
                <w:rtl/>
              </w:rPr>
              <w:t xml:space="preserve"> </w:t>
            </w:r>
            <w:r w:rsidRPr="00A0264F">
              <w:rPr>
                <w:rtl/>
              </w:rPr>
              <w:t>سائقُها</w:t>
            </w:r>
            <w:r w:rsidR="0076657C">
              <w:rPr>
                <w:rtl/>
              </w:rPr>
              <w:t xml:space="preserve"> </w:t>
            </w:r>
            <w:r w:rsidRPr="00A0264F">
              <w:rPr>
                <w:rtl/>
              </w:rPr>
              <w:t>ومن</w:t>
            </w:r>
            <w:r w:rsidR="0076657C">
              <w:rPr>
                <w:rtl/>
              </w:rPr>
              <w:t xml:space="preserve"> </w:t>
            </w:r>
            <w:r w:rsidRPr="00A0264F">
              <w:rPr>
                <w:rtl/>
              </w:rPr>
              <w:t>حاديها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أيسوقها</w:t>
            </w:r>
            <w:r w:rsidR="0076657C">
              <w:rPr>
                <w:rtl/>
              </w:rPr>
              <w:t xml:space="preserve"> </w:t>
            </w:r>
            <w:r>
              <w:rPr>
                <w:rtl/>
              </w:rPr>
              <w:t>(</w:t>
            </w:r>
            <w:r w:rsidRPr="00A0264F">
              <w:rPr>
                <w:rtl/>
              </w:rPr>
              <w:t>زجرٌ</w:t>
            </w:r>
            <w:r>
              <w:rPr>
                <w:rtl/>
              </w:rPr>
              <w:t>)</w:t>
            </w:r>
            <w:r w:rsidR="0076657C">
              <w:rPr>
                <w:rtl/>
              </w:rPr>
              <w:t xml:space="preserve"> </w:t>
            </w:r>
            <w:r w:rsidRPr="00A0264F">
              <w:rPr>
                <w:rtl/>
              </w:rPr>
              <w:t>بضربِ</w:t>
            </w:r>
            <w:r w:rsidR="0076657C">
              <w:rPr>
                <w:rtl/>
              </w:rPr>
              <w:t xml:space="preserve"> </w:t>
            </w:r>
            <w:r w:rsidRPr="00A0264F">
              <w:rPr>
                <w:rtl/>
              </w:rPr>
              <w:t>متونها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w:t>
            </w:r>
            <w:r>
              <w:rPr>
                <w:rtl/>
              </w:rPr>
              <w:t>(</w:t>
            </w:r>
            <w:r w:rsidRPr="00A0264F">
              <w:rPr>
                <w:rtl/>
              </w:rPr>
              <w:t>الـشمرُ</w:t>
            </w:r>
            <w:r>
              <w:rPr>
                <w:rtl/>
              </w:rPr>
              <w:t>)</w:t>
            </w:r>
            <w:r w:rsidR="0076657C">
              <w:rPr>
                <w:rtl/>
              </w:rPr>
              <w:t xml:space="preserve"> </w:t>
            </w:r>
            <w:r w:rsidRPr="00A0264F">
              <w:rPr>
                <w:rtl/>
              </w:rPr>
              <w:t>يحدوها</w:t>
            </w:r>
            <w:r w:rsidR="0076657C">
              <w:rPr>
                <w:rtl/>
              </w:rPr>
              <w:t xml:space="preserve"> </w:t>
            </w:r>
            <w:r w:rsidRPr="00A0264F">
              <w:rPr>
                <w:rtl/>
              </w:rPr>
              <w:t>بسبِّ</w:t>
            </w:r>
            <w:r w:rsidR="0076657C">
              <w:rPr>
                <w:rtl/>
              </w:rPr>
              <w:t xml:space="preserve"> </w:t>
            </w:r>
            <w:r w:rsidRPr="00A0264F">
              <w:rPr>
                <w:rtl/>
              </w:rPr>
              <w:t>أبيها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عـجباً</w:t>
            </w:r>
            <w:r w:rsidR="0076657C">
              <w:rPr>
                <w:rtl/>
              </w:rPr>
              <w:t xml:space="preserve"> </w:t>
            </w:r>
            <w:r w:rsidRPr="00A0264F">
              <w:rPr>
                <w:rtl/>
              </w:rPr>
              <w:t>لها</w:t>
            </w:r>
            <w:r w:rsidR="0076657C">
              <w:rPr>
                <w:rtl/>
              </w:rPr>
              <w:t xml:space="preserve"> </w:t>
            </w:r>
            <w:r w:rsidRPr="00A0264F">
              <w:rPr>
                <w:rtl/>
              </w:rPr>
              <w:t>بالأمسِ</w:t>
            </w:r>
            <w:r w:rsidR="0076657C">
              <w:rPr>
                <w:rtl/>
              </w:rPr>
              <w:t xml:space="preserve"> </w:t>
            </w:r>
            <w:r w:rsidRPr="00A0264F">
              <w:rPr>
                <w:rtl/>
              </w:rPr>
              <w:t>أنتَ</w:t>
            </w:r>
            <w:r w:rsidR="0076657C">
              <w:rPr>
                <w:rtl/>
              </w:rPr>
              <w:t xml:space="preserve"> </w:t>
            </w:r>
            <w:r w:rsidRPr="00A0264F">
              <w:rPr>
                <w:rtl/>
              </w:rPr>
              <w:t>تصونها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والـيـومَ</w:t>
            </w:r>
            <w:r>
              <w:rPr>
                <w:rtl/>
              </w:rPr>
              <w:t xml:space="preserve"> </w:t>
            </w:r>
            <w:r w:rsidRPr="00A0264F">
              <w:rPr>
                <w:rtl/>
              </w:rPr>
              <w:t>آلُ</w:t>
            </w:r>
            <w:r w:rsidR="0076657C">
              <w:rPr>
                <w:rtl/>
              </w:rPr>
              <w:t xml:space="preserve"> </w:t>
            </w:r>
            <w:r w:rsidRPr="00A0264F">
              <w:rPr>
                <w:rtl/>
              </w:rPr>
              <w:t>أُمـيّـةٍ</w:t>
            </w:r>
            <w:r w:rsidR="0076657C">
              <w:rPr>
                <w:rtl/>
              </w:rPr>
              <w:t xml:space="preserve"> </w:t>
            </w:r>
            <w:r w:rsidRPr="00A0264F">
              <w:rPr>
                <w:rtl/>
              </w:rPr>
              <w:t>تُـبديها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حسرى</w:t>
            </w:r>
            <w:r w:rsidR="0076657C">
              <w:rPr>
                <w:rtl/>
              </w:rPr>
              <w:t xml:space="preserve"> </w:t>
            </w:r>
            <w:r w:rsidRPr="00A0264F">
              <w:rPr>
                <w:rtl/>
              </w:rPr>
              <w:t>وعزَّ</w:t>
            </w:r>
            <w:r w:rsidR="0076657C">
              <w:rPr>
                <w:rtl/>
              </w:rPr>
              <w:t xml:space="preserve"> </w:t>
            </w:r>
            <w:r w:rsidRPr="00A0264F">
              <w:rPr>
                <w:rtl/>
              </w:rPr>
              <w:t>عليكَ</w:t>
            </w:r>
            <w:r w:rsidR="0076657C">
              <w:rPr>
                <w:rtl/>
              </w:rPr>
              <w:t xml:space="preserve"> </w:t>
            </w:r>
            <w:r w:rsidRPr="00A0264F">
              <w:rPr>
                <w:rtl/>
              </w:rPr>
              <w:t>أن</w:t>
            </w:r>
            <w:r w:rsidR="0076657C">
              <w:rPr>
                <w:rtl/>
              </w:rPr>
              <w:t xml:space="preserve"> </w:t>
            </w:r>
            <w:r w:rsidRPr="00A0264F">
              <w:rPr>
                <w:rtl/>
              </w:rPr>
              <w:t>لم</w:t>
            </w:r>
            <w:r w:rsidR="0076657C">
              <w:rPr>
                <w:rtl/>
              </w:rPr>
              <w:t xml:space="preserve"> </w:t>
            </w:r>
            <w:r w:rsidRPr="00A0264F">
              <w:rPr>
                <w:rtl/>
              </w:rPr>
              <w:t>يتركوا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لـكَ</w:t>
            </w:r>
            <w:r>
              <w:rPr>
                <w:rtl/>
              </w:rPr>
              <w:t xml:space="preserve"> </w:t>
            </w:r>
            <w:r w:rsidRPr="00A0264F">
              <w:rPr>
                <w:rtl/>
              </w:rPr>
              <w:t>مـن</w:t>
            </w:r>
            <w:r w:rsidR="0076657C">
              <w:rPr>
                <w:rtl/>
              </w:rPr>
              <w:t xml:space="preserve"> </w:t>
            </w:r>
            <w:r w:rsidRPr="00A0264F">
              <w:rPr>
                <w:rtl/>
              </w:rPr>
              <w:t>ثـيابكَ</w:t>
            </w:r>
            <w:r w:rsidR="0076657C">
              <w:rPr>
                <w:rtl/>
              </w:rPr>
              <w:t xml:space="preserve"> </w:t>
            </w:r>
            <w:r w:rsidRPr="00A0264F">
              <w:rPr>
                <w:rtl/>
              </w:rPr>
              <w:t>ساتراً</w:t>
            </w:r>
            <w:r w:rsidR="0076657C">
              <w:rPr>
                <w:rtl/>
              </w:rPr>
              <w:t xml:space="preserve"> </w:t>
            </w:r>
            <w:r w:rsidRPr="00A0264F">
              <w:rPr>
                <w:rtl/>
              </w:rPr>
              <w:t>يكفيها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وسـروا</w:t>
            </w:r>
            <w:r w:rsidR="0076657C">
              <w:rPr>
                <w:rtl/>
              </w:rPr>
              <w:t xml:space="preserve"> </w:t>
            </w:r>
            <w:r w:rsidRPr="00A0264F">
              <w:rPr>
                <w:rtl/>
              </w:rPr>
              <w:t>برأسكَ</w:t>
            </w:r>
            <w:r w:rsidR="0076657C">
              <w:rPr>
                <w:rtl/>
              </w:rPr>
              <w:t xml:space="preserve"> </w:t>
            </w:r>
            <w:r w:rsidRPr="00A0264F">
              <w:rPr>
                <w:rtl/>
              </w:rPr>
              <w:t>في</w:t>
            </w:r>
            <w:r w:rsidR="0076657C">
              <w:rPr>
                <w:rtl/>
              </w:rPr>
              <w:t xml:space="preserve"> </w:t>
            </w:r>
            <w:r w:rsidRPr="00A0264F">
              <w:rPr>
                <w:rtl/>
              </w:rPr>
              <w:t>القنا</w:t>
            </w:r>
            <w:r w:rsidR="0076657C">
              <w:rPr>
                <w:rtl/>
              </w:rPr>
              <w:t xml:space="preserve"> </w:t>
            </w:r>
            <w:r w:rsidRPr="00A0264F">
              <w:rPr>
                <w:rtl/>
              </w:rPr>
              <w:t>وقلوبها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تـسمو</w:t>
            </w:r>
            <w:r w:rsidR="0076657C">
              <w:rPr>
                <w:rtl/>
              </w:rPr>
              <w:t xml:space="preserve"> </w:t>
            </w:r>
            <w:r w:rsidRPr="00A0264F">
              <w:rPr>
                <w:rtl/>
              </w:rPr>
              <w:t>إلـيه</w:t>
            </w:r>
            <w:r w:rsidR="0076657C">
              <w:rPr>
                <w:rtl/>
              </w:rPr>
              <w:t xml:space="preserve"> </w:t>
            </w:r>
            <w:r w:rsidRPr="00A0264F">
              <w:rPr>
                <w:rtl/>
              </w:rPr>
              <w:t>ووجـدها</w:t>
            </w:r>
            <w:r w:rsidR="0076657C">
              <w:rPr>
                <w:rtl/>
              </w:rPr>
              <w:t xml:space="preserve"> </w:t>
            </w:r>
            <w:r w:rsidRPr="00A0264F">
              <w:rPr>
                <w:rtl/>
              </w:rPr>
              <w:t>يُضنيها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إن</w:t>
            </w:r>
            <w:r>
              <w:rPr>
                <w:rtl/>
              </w:rPr>
              <w:t xml:space="preserve"> </w:t>
            </w:r>
            <w:r w:rsidRPr="00A0264F">
              <w:rPr>
                <w:rtl/>
              </w:rPr>
              <w:t>أَخَّـروه</w:t>
            </w:r>
            <w:r w:rsidR="0076657C">
              <w:rPr>
                <w:rtl/>
              </w:rPr>
              <w:t xml:space="preserve"> </w:t>
            </w:r>
            <w:r w:rsidRPr="00A0264F">
              <w:rPr>
                <w:rtl/>
              </w:rPr>
              <w:t>شـجاهُ</w:t>
            </w:r>
            <w:r w:rsidR="0076657C">
              <w:rPr>
                <w:rtl/>
              </w:rPr>
              <w:t xml:space="preserve"> </w:t>
            </w:r>
            <w:r w:rsidRPr="00A0264F">
              <w:rPr>
                <w:rtl/>
              </w:rPr>
              <w:t>رؤية</w:t>
            </w:r>
            <w:r w:rsidR="0076657C">
              <w:rPr>
                <w:rtl/>
              </w:rPr>
              <w:t xml:space="preserve"> </w:t>
            </w:r>
            <w:r w:rsidRPr="00A0264F">
              <w:rPr>
                <w:rtl/>
              </w:rPr>
              <w:t>حالها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أو</w:t>
            </w:r>
            <w:r w:rsidR="0076657C">
              <w:rPr>
                <w:rtl/>
              </w:rPr>
              <w:t xml:space="preserve"> </w:t>
            </w:r>
            <w:r w:rsidRPr="00A0264F">
              <w:rPr>
                <w:rtl/>
              </w:rPr>
              <w:t>قـدّمـوهُ</w:t>
            </w:r>
            <w:r w:rsidR="0076657C">
              <w:rPr>
                <w:rtl/>
              </w:rPr>
              <w:t xml:space="preserve"> </w:t>
            </w:r>
            <w:r w:rsidRPr="00A0264F">
              <w:rPr>
                <w:rtl/>
              </w:rPr>
              <w:t>فـحـالهُ</w:t>
            </w:r>
            <w:r w:rsidR="0076657C">
              <w:rPr>
                <w:rtl/>
              </w:rPr>
              <w:t xml:space="preserve"> </w:t>
            </w:r>
            <w:r w:rsidRPr="00A0264F">
              <w:rPr>
                <w:rtl/>
              </w:rPr>
              <w:t>يُـشجيها</w:t>
            </w:r>
            <w:r w:rsidRPr="00725071">
              <w:rPr>
                <w:rStyle w:val="libPoemTiniChar0"/>
                <w:rtl/>
              </w:rPr>
              <w:br/>
              <w:t> </w:t>
            </w:r>
          </w:p>
        </w:tc>
      </w:tr>
    </w:tbl>
    <w:p w:rsidR="00A5546B" w:rsidRDefault="00A5546B" w:rsidP="00A5546B">
      <w:pPr>
        <w:pStyle w:val="libNormal"/>
        <w:rPr>
          <w:rtl/>
        </w:rPr>
      </w:pPr>
      <w:r>
        <w:rPr>
          <w:rtl/>
        </w:rPr>
        <w:br w:type="page"/>
      </w:r>
    </w:p>
    <w:p w:rsidR="00A0264F" w:rsidRPr="00A5546B" w:rsidRDefault="00A0264F" w:rsidP="00A5546B">
      <w:pPr>
        <w:pStyle w:val="Heading3Center"/>
      </w:pPr>
      <w:bookmarkStart w:id="27" w:name="_Toc430519749"/>
      <w:r w:rsidRPr="00A0264F">
        <w:rPr>
          <w:rtl/>
        </w:rPr>
        <w:t>على لسان زينب</w:t>
      </w:r>
      <w:r w:rsidRPr="00A0264F">
        <w:rPr>
          <w:rStyle w:val="libFootnotenumChar"/>
          <w:rtl/>
        </w:rPr>
        <w:t>(1)</w:t>
      </w:r>
      <w:bookmarkEnd w:id="27"/>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197548">
            <w:pPr>
              <w:pStyle w:val="libPoem"/>
            </w:pPr>
            <w:r w:rsidRPr="00A0264F">
              <w:rPr>
                <w:rtl/>
              </w:rPr>
              <w:t>سـاقَ</w:t>
            </w:r>
            <w:r w:rsidR="0076657C">
              <w:rPr>
                <w:rtl/>
              </w:rPr>
              <w:t xml:space="preserve"> </w:t>
            </w:r>
            <w:r w:rsidRPr="00A0264F">
              <w:rPr>
                <w:rtl/>
              </w:rPr>
              <w:t>الـمطايا</w:t>
            </w:r>
            <w:r w:rsidR="0076657C">
              <w:rPr>
                <w:rtl/>
              </w:rPr>
              <w:t xml:space="preserve"> </w:t>
            </w:r>
            <w:r w:rsidRPr="00A0264F">
              <w:rPr>
                <w:rtl/>
              </w:rPr>
              <w:t>بـنا</w:t>
            </w:r>
            <w:r w:rsidR="0076657C">
              <w:rPr>
                <w:rtl/>
              </w:rPr>
              <w:t xml:space="preserve"> </w:t>
            </w:r>
            <w:r w:rsidRPr="00A0264F">
              <w:rPr>
                <w:rtl/>
              </w:rPr>
              <w:t>لـلشامِ</w:t>
            </w:r>
            <w:r w:rsidR="0076657C">
              <w:rPr>
                <w:rtl/>
              </w:rPr>
              <w:t xml:space="preserve"> </w:t>
            </w:r>
            <w:r w:rsidRPr="00A0264F">
              <w:rPr>
                <w:rtl/>
              </w:rPr>
              <w:t>حادينا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ولا</w:t>
            </w:r>
            <w:r>
              <w:rPr>
                <w:rtl/>
              </w:rPr>
              <w:t xml:space="preserve"> </w:t>
            </w:r>
            <w:r w:rsidRPr="00A0264F">
              <w:rPr>
                <w:rtl/>
              </w:rPr>
              <w:t>مـحـامٍ</w:t>
            </w:r>
            <w:r w:rsidR="0076657C">
              <w:rPr>
                <w:rtl/>
              </w:rPr>
              <w:t xml:space="preserve"> </w:t>
            </w:r>
            <w:r w:rsidRPr="00A0264F">
              <w:rPr>
                <w:rtl/>
              </w:rPr>
              <w:t>لـنـا</w:t>
            </w:r>
            <w:r w:rsidR="0076657C">
              <w:rPr>
                <w:rtl/>
              </w:rPr>
              <w:t xml:space="preserve"> </w:t>
            </w:r>
            <w:r w:rsidRPr="00A0264F">
              <w:rPr>
                <w:rtl/>
              </w:rPr>
              <w:t>إلاّ</w:t>
            </w:r>
            <w:r w:rsidR="0076657C">
              <w:rPr>
                <w:rtl/>
              </w:rPr>
              <w:t xml:space="preserve"> </w:t>
            </w:r>
            <w:r w:rsidRPr="00A0264F">
              <w:rPr>
                <w:rtl/>
              </w:rPr>
              <w:t>أعـاديـنا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لـم</w:t>
            </w:r>
            <w:r w:rsidR="0076657C">
              <w:rPr>
                <w:rtl/>
              </w:rPr>
              <w:t xml:space="preserve"> </w:t>
            </w:r>
            <w:r w:rsidRPr="00A0264F">
              <w:rPr>
                <w:rtl/>
              </w:rPr>
              <w:t>يـبقَ</w:t>
            </w:r>
            <w:r w:rsidR="0076657C">
              <w:rPr>
                <w:rtl/>
              </w:rPr>
              <w:t xml:space="preserve"> </w:t>
            </w:r>
            <w:r w:rsidRPr="00A0264F">
              <w:rPr>
                <w:rtl/>
              </w:rPr>
              <w:t>مـن</w:t>
            </w:r>
            <w:r w:rsidR="0076657C">
              <w:rPr>
                <w:rtl/>
              </w:rPr>
              <w:t xml:space="preserve"> </w:t>
            </w:r>
            <w:r w:rsidRPr="00A0264F">
              <w:rPr>
                <w:rtl/>
              </w:rPr>
              <w:t>إخوتي</w:t>
            </w:r>
            <w:r w:rsidR="0076657C">
              <w:rPr>
                <w:rtl/>
              </w:rPr>
              <w:t xml:space="preserve"> </w:t>
            </w:r>
            <w:r w:rsidRPr="00A0264F">
              <w:rPr>
                <w:rtl/>
              </w:rPr>
              <w:t>حامٍ</w:t>
            </w:r>
            <w:r w:rsidR="0076657C">
              <w:rPr>
                <w:rtl/>
              </w:rPr>
              <w:t xml:space="preserve"> </w:t>
            </w:r>
            <w:r w:rsidRPr="00A0264F">
              <w:rPr>
                <w:rtl/>
              </w:rPr>
              <w:t>فيحمينا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أضـحى</w:t>
            </w:r>
            <w:r>
              <w:rPr>
                <w:rtl/>
              </w:rPr>
              <w:t xml:space="preserve"> </w:t>
            </w:r>
            <w:r w:rsidRPr="00A0264F">
              <w:rPr>
                <w:rtl/>
              </w:rPr>
              <w:t>الـتنائي</w:t>
            </w:r>
            <w:r w:rsidR="0076657C">
              <w:rPr>
                <w:rtl/>
              </w:rPr>
              <w:t xml:space="preserve"> </w:t>
            </w:r>
            <w:r w:rsidRPr="00A0264F">
              <w:rPr>
                <w:rtl/>
              </w:rPr>
              <w:t>بديلاً</w:t>
            </w:r>
            <w:r w:rsidR="0076657C">
              <w:rPr>
                <w:rtl/>
              </w:rPr>
              <w:t xml:space="preserve"> </w:t>
            </w:r>
            <w:r w:rsidRPr="00A0264F">
              <w:rPr>
                <w:rtl/>
              </w:rPr>
              <w:t>من</w:t>
            </w:r>
            <w:r w:rsidR="0076657C">
              <w:rPr>
                <w:rtl/>
              </w:rPr>
              <w:t xml:space="preserve"> </w:t>
            </w:r>
            <w:r w:rsidRPr="00A0264F">
              <w:rPr>
                <w:rtl/>
              </w:rPr>
              <w:t>تدانينا</w:t>
            </w:r>
            <w:r w:rsidRPr="00725071">
              <w:rPr>
                <w:rStyle w:val="libPoemTiniChar0"/>
                <w:rtl/>
              </w:rPr>
              <w:br/>
              <w:t> </w:t>
            </w:r>
          </w:p>
        </w:tc>
      </w:tr>
    </w:tbl>
    <w:p w:rsidR="00A0264F" w:rsidRPr="00A0264F" w:rsidRDefault="00A0264F" w:rsidP="00A5546B">
      <w:pPr>
        <w:pStyle w:val="libPoemCenter"/>
      </w:pPr>
      <w:r w:rsidRPr="00A0264F">
        <w:rPr>
          <w:rtl/>
        </w:rPr>
        <w:t>وجـارَ</w:t>
      </w:r>
      <w:r w:rsidR="003D6158">
        <w:rPr>
          <w:rtl/>
        </w:rPr>
        <w:t xml:space="preserve"> </w:t>
      </w:r>
      <w:r w:rsidRPr="00A0264F">
        <w:rPr>
          <w:rtl/>
        </w:rPr>
        <w:t>حـكمُ</w:t>
      </w:r>
      <w:r w:rsidR="0076657C">
        <w:rPr>
          <w:rtl/>
        </w:rPr>
        <w:t xml:space="preserve"> </w:t>
      </w:r>
      <w:r w:rsidRPr="00A0264F">
        <w:rPr>
          <w:rtl/>
        </w:rPr>
        <w:t>الـليالي</w:t>
      </w:r>
      <w:r w:rsidR="0076657C">
        <w:rPr>
          <w:rtl/>
        </w:rPr>
        <w:t xml:space="preserve"> </w:t>
      </w:r>
      <w:r w:rsidRPr="00A0264F">
        <w:rPr>
          <w:rtl/>
        </w:rPr>
        <w:t>بعدهم</w:t>
      </w:r>
      <w:r w:rsidR="0076657C">
        <w:rPr>
          <w:rtl/>
        </w:rPr>
        <w:t xml:space="preserve"> </w:t>
      </w:r>
      <w:r w:rsidRPr="00A0264F">
        <w:rPr>
          <w:rtl/>
        </w:rPr>
        <w:t>فينا</w:t>
      </w:r>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197548">
            <w:pPr>
              <w:pStyle w:val="libPoem"/>
            </w:pPr>
            <w:r w:rsidRPr="00A0264F">
              <w:rPr>
                <w:rtl/>
              </w:rPr>
              <w:t>فـسوف</w:t>
            </w:r>
            <w:r>
              <w:rPr>
                <w:rtl/>
              </w:rPr>
              <w:t xml:space="preserve"> </w:t>
            </w:r>
            <w:r w:rsidRPr="00A0264F">
              <w:rPr>
                <w:rtl/>
              </w:rPr>
              <w:t>نقضي</w:t>
            </w:r>
            <w:r w:rsidR="0076657C">
              <w:rPr>
                <w:rtl/>
              </w:rPr>
              <w:t xml:space="preserve"> </w:t>
            </w:r>
            <w:r w:rsidRPr="00A0264F">
              <w:rPr>
                <w:rtl/>
              </w:rPr>
              <w:t>الليالي</w:t>
            </w:r>
            <w:r w:rsidR="0076657C">
              <w:rPr>
                <w:rtl/>
              </w:rPr>
              <w:t xml:space="preserve"> </w:t>
            </w:r>
            <w:r w:rsidRPr="00A0264F">
              <w:rPr>
                <w:rtl/>
              </w:rPr>
              <w:t>بعدهم</w:t>
            </w:r>
            <w:r w:rsidR="0076657C">
              <w:rPr>
                <w:rtl/>
              </w:rPr>
              <w:t xml:space="preserve"> </w:t>
            </w:r>
            <w:r w:rsidRPr="00A0264F">
              <w:rPr>
                <w:rtl/>
              </w:rPr>
              <w:t>أرقا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ونـملا</w:t>
            </w:r>
            <w:r w:rsidR="0076657C">
              <w:rPr>
                <w:rtl/>
              </w:rPr>
              <w:t xml:space="preserve"> </w:t>
            </w:r>
            <w:r w:rsidRPr="00A0264F">
              <w:rPr>
                <w:rtl/>
              </w:rPr>
              <w:t>الـقلبَ</w:t>
            </w:r>
            <w:r w:rsidR="0076657C">
              <w:rPr>
                <w:rtl/>
              </w:rPr>
              <w:t xml:space="preserve"> </w:t>
            </w:r>
            <w:r w:rsidRPr="00A0264F">
              <w:rPr>
                <w:rtl/>
              </w:rPr>
              <w:t>مـن</w:t>
            </w:r>
            <w:r w:rsidR="0076657C">
              <w:rPr>
                <w:rtl/>
              </w:rPr>
              <w:t xml:space="preserve"> </w:t>
            </w:r>
            <w:r w:rsidRPr="00A0264F">
              <w:rPr>
                <w:rtl/>
              </w:rPr>
              <w:t>تذكارهم</w:t>
            </w:r>
            <w:r w:rsidR="0076657C">
              <w:rPr>
                <w:rtl/>
              </w:rPr>
              <w:t xml:space="preserve"> </w:t>
            </w:r>
            <w:r w:rsidRPr="00A0264F">
              <w:rPr>
                <w:rtl/>
              </w:rPr>
              <w:t>حرقا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كـنّا</w:t>
            </w:r>
            <w:r w:rsidR="0076657C">
              <w:rPr>
                <w:rtl/>
              </w:rPr>
              <w:t xml:space="preserve"> </w:t>
            </w:r>
            <w:r w:rsidRPr="00A0264F">
              <w:rPr>
                <w:rtl/>
              </w:rPr>
              <w:t>جـميعاً</w:t>
            </w:r>
            <w:r w:rsidR="0076657C">
              <w:rPr>
                <w:rtl/>
              </w:rPr>
              <w:t xml:space="preserve"> </w:t>
            </w:r>
            <w:r w:rsidRPr="00A0264F">
              <w:rPr>
                <w:rtl/>
              </w:rPr>
              <w:t>فـأضحى</w:t>
            </w:r>
            <w:r w:rsidR="0076657C">
              <w:rPr>
                <w:rtl/>
              </w:rPr>
              <w:t xml:space="preserve"> </w:t>
            </w:r>
            <w:r w:rsidRPr="00A0264F">
              <w:rPr>
                <w:rtl/>
              </w:rPr>
              <w:t>جمعنا</w:t>
            </w:r>
            <w:r w:rsidR="0076657C">
              <w:rPr>
                <w:rtl/>
              </w:rPr>
              <w:t xml:space="preserve"> </w:t>
            </w:r>
            <w:r w:rsidRPr="00A0264F">
              <w:rPr>
                <w:rtl/>
              </w:rPr>
              <w:t>فرقا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سـرعانَ</w:t>
            </w:r>
            <w:r>
              <w:rPr>
                <w:rtl/>
              </w:rPr>
              <w:t xml:space="preserve"> </w:t>
            </w:r>
            <w:r w:rsidRPr="00A0264F">
              <w:rPr>
                <w:rtl/>
              </w:rPr>
              <w:t>ما</w:t>
            </w:r>
            <w:r w:rsidR="0076657C">
              <w:rPr>
                <w:rtl/>
              </w:rPr>
              <w:t xml:space="preserve"> </w:t>
            </w:r>
            <w:r w:rsidRPr="00A0264F">
              <w:rPr>
                <w:rtl/>
              </w:rPr>
              <w:t>عادَ</w:t>
            </w:r>
            <w:r w:rsidR="0076657C">
              <w:rPr>
                <w:rtl/>
              </w:rPr>
              <w:t xml:space="preserve"> </w:t>
            </w:r>
            <w:r w:rsidRPr="00A0264F">
              <w:rPr>
                <w:rtl/>
              </w:rPr>
              <w:t>ذاك</w:t>
            </w:r>
            <w:r w:rsidR="0076657C">
              <w:rPr>
                <w:rtl/>
              </w:rPr>
              <w:t xml:space="preserve"> </w:t>
            </w:r>
            <w:r w:rsidRPr="00A0264F">
              <w:rPr>
                <w:rtl/>
              </w:rPr>
              <w:t>الشملُ</w:t>
            </w:r>
            <w:r w:rsidR="0076657C">
              <w:rPr>
                <w:rtl/>
              </w:rPr>
              <w:t xml:space="preserve"> </w:t>
            </w:r>
            <w:r w:rsidRPr="00A0264F">
              <w:rPr>
                <w:rtl/>
              </w:rPr>
              <w:t>مفترقا</w:t>
            </w:r>
            <w:r w:rsidRPr="00725071">
              <w:rPr>
                <w:rStyle w:val="libPoemTiniChar0"/>
                <w:rtl/>
              </w:rPr>
              <w:br/>
              <w:t> </w:t>
            </w:r>
          </w:p>
        </w:tc>
      </w:tr>
    </w:tbl>
    <w:p w:rsidR="00A0264F" w:rsidRPr="00A0264F" w:rsidRDefault="00A0264F" w:rsidP="00A5546B">
      <w:pPr>
        <w:pStyle w:val="libPoemCenter"/>
      </w:pPr>
      <w:r w:rsidRPr="00A0264F">
        <w:rPr>
          <w:rtl/>
        </w:rPr>
        <w:t>ونـابَ</w:t>
      </w:r>
      <w:r w:rsidR="003D6158">
        <w:rPr>
          <w:rtl/>
        </w:rPr>
        <w:t xml:space="preserve"> </w:t>
      </w:r>
      <w:r w:rsidRPr="00A0264F">
        <w:rPr>
          <w:rtl/>
        </w:rPr>
        <w:t>عـن</w:t>
      </w:r>
      <w:r w:rsidR="0076657C">
        <w:rPr>
          <w:rtl/>
        </w:rPr>
        <w:t xml:space="preserve"> </w:t>
      </w:r>
      <w:r w:rsidRPr="00A0264F">
        <w:rPr>
          <w:rtl/>
        </w:rPr>
        <w:t>طـيبِ</w:t>
      </w:r>
      <w:r w:rsidR="0076657C">
        <w:rPr>
          <w:rtl/>
        </w:rPr>
        <w:t xml:space="preserve"> </w:t>
      </w:r>
      <w:r w:rsidRPr="00A0264F">
        <w:rPr>
          <w:rtl/>
        </w:rPr>
        <w:t>لقيانا</w:t>
      </w:r>
      <w:r w:rsidR="0076657C">
        <w:rPr>
          <w:rtl/>
        </w:rPr>
        <w:t xml:space="preserve"> </w:t>
      </w:r>
      <w:r w:rsidRPr="00A0264F">
        <w:rPr>
          <w:rtl/>
        </w:rPr>
        <w:t>تجافينا</w:t>
      </w:r>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197548">
            <w:pPr>
              <w:pStyle w:val="libPoem"/>
            </w:pPr>
            <w:r w:rsidRPr="00A0264F">
              <w:rPr>
                <w:rtl/>
              </w:rPr>
              <w:t>هـل</w:t>
            </w:r>
            <w:r w:rsidR="0076657C">
              <w:rPr>
                <w:rtl/>
              </w:rPr>
              <w:t xml:space="preserve"> </w:t>
            </w:r>
            <w:r w:rsidRPr="00A0264F">
              <w:rPr>
                <w:rtl/>
              </w:rPr>
              <w:t>ينجلي</w:t>
            </w:r>
            <w:r w:rsidR="0076657C">
              <w:rPr>
                <w:rtl/>
              </w:rPr>
              <w:t xml:space="preserve"> </w:t>
            </w:r>
            <w:r w:rsidRPr="00A0264F">
              <w:rPr>
                <w:rtl/>
              </w:rPr>
              <w:t>ليلُ</w:t>
            </w:r>
            <w:r w:rsidR="0076657C">
              <w:rPr>
                <w:rtl/>
              </w:rPr>
              <w:t xml:space="preserve"> </w:t>
            </w:r>
            <w:r w:rsidRPr="00A0264F">
              <w:rPr>
                <w:rtl/>
              </w:rPr>
              <w:t>همّي</w:t>
            </w:r>
            <w:r w:rsidR="0076657C">
              <w:rPr>
                <w:rtl/>
              </w:rPr>
              <w:t xml:space="preserve"> </w:t>
            </w:r>
            <w:r w:rsidRPr="00A0264F">
              <w:rPr>
                <w:rtl/>
              </w:rPr>
              <w:t>عن</w:t>
            </w:r>
            <w:r w:rsidR="0076657C">
              <w:rPr>
                <w:rtl/>
              </w:rPr>
              <w:t xml:space="preserve"> </w:t>
            </w:r>
            <w:r w:rsidRPr="00A0264F">
              <w:rPr>
                <w:rtl/>
              </w:rPr>
              <w:t>صباحهمُ</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وهـل</w:t>
            </w:r>
            <w:r w:rsidR="0076657C">
              <w:rPr>
                <w:rtl/>
              </w:rPr>
              <w:t xml:space="preserve"> </w:t>
            </w:r>
            <w:r w:rsidRPr="00A0264F">
              <w:rPr>
                <w:rtl/>
              </w:rPr>
              <w:t>لـهم</w:t>
            </w:r>
            <w:r w:rsidR="0076657C">
              <w:rPr>
                <w:rtl/>
              </w:rPr>
              <w:t xml:space="preserve"> </w:t>
            </w:r>
            <w:r w:rsidRPr="00A0264F">
              <w:rPr>
                <w:rtl/>
              </w:rPr>
              <w:t>غـدوةٌ</w:t>
            </w:r>
            <w:r w:rsidR="0076657C">
              <w:rPr>
                <w:rtl/>
              </w:rPr>
              <w:t xml:space="preserve"> </w:t>
            </w:r>
            <w:r w:rsidRPr="00A0264F">
              <w:rPr>
                <w:rtl/>
              </w:rPr>
              <w:t>عقبى</w:t>
            </w:r>
            <w:r w:rsidR="0076657C">
              <w:rPr>
                <w:rtl/>
              </w:rPr>
              <w:t xml:space="preserve"> </w:t>
            </w:r>
            <w:r w:rsidRPr="00A0264F">
              <w:rPr>
                <w:rtl/>
              </w:rPr>
              <w:t>رواحهمُ</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وكيفَ</w:t>
            </w:r>
            <w:r w:rsidR="0076657C">
              <w:rPr>
                <w:rtl/>
              </w:rPr>
              <w:t xml:space="preserve"> </w:t>
            </w:r>
            <w:r w:rsidRPr="00A0264F">
              <w:rPr>
                <w:rtl/>
              </w:rPr>
              <w:t>والأرضُ</w:t>
            </w:r>
            <w:r w:rsidR="0076657C">
              <w:rPr>
                <w:rtl/>
              </w:rPr>
              <w:t xml:space="preserve"> </w:t>
            </w:r>
            <w:r w:rsidRPr="00A0264F">
              <w:rPr>
                <w:rtl/>
              </w:rPr>
              <w:t>فاضت</w:t>
            </w:r>
            <w:r w:rsidR="0076657C">
              <w:rPr>
                <w:rtl/>
              </w:rPr>
              <w:t xml:space="preserve"> </w:t>
            </w:r>
            <w:r w:rsidRPr="00A0264F">
              <w:rPr>
                <w:rtl/>
              </w:rPr>
              <w:t>من</w:t>
            </w:r>
            <w:r w:rsidR="0076657C">
              <w:rPr>
                <w:rtl/>
              </w:rPr>
              <w:t xml:space="preserve"> </w:t>
            </w:r>
            <w:r w:rsidRPr="00A0264F">
              <w:rPr>
                <w:rtl/>
              </w:rPr>
              <w:t>جراحهمُ</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مَـنْ</w:t>
            </w:r>
            <w:r w:rsidR="0076657C">
              <w:rPr>
                <w:rtl/>
              </w:rPr>
              <w:t xml:space="preserve"> </w:t>
            </w:r>
            <w:r w:rsidRPr="00A0264F">
              <w:rPr>
                <w:rtl/>
              </w:rPr>
              <w:t>مـبلغُ</w:t>
            </w:r>
            <w:r w:rsidR="0076657C">
              <w:rPr>
                <w:rtl/>
              </w:rPr>
              <w:t xml:space="preserve"> </w:t>
            </w:r>
            <w:r w:rsidRPr="00A0264F">
              <w:rPr>
                <w:rtl/>
              </w:rPr>
              <w:t>الـملبسينا</w:t>
            </w:r>
            <w:r w:rsidR="0076657C">
              <w:rPr>
                <w:rtl/>
              </w:rPr>
              <w:t xml:space="preserve"> </w:t>
            </w:r>
            <w:r w:rsidRPr="00A0264F">
              <w:rPr>
                <w:rtl/>
              </w:rPr>
              <w:t>بـانتزاحهمُ</w:t>
            </w:r>
            <w:r w:rsidRPr="00725071">
              <w:rPr>
                <w:rStyle w:val="libPoemTiniChar0"/>
                <w:rtl/>
              </w:rPr>
              <w:br/>
              <w:t> </w:t>
            </w:r>
          </w:p>
        </w:tc>
      </w:tr>
    </w:tbl>
    <w:p w:rsidR="00A0264F" w:rsidRPr="00A0264F" w:rsidRDefault="00A0264F" w:rsidP="00A5546B">
      <w:pPr>
        <w:pStyle w:val="libPoemCenter"/>
      </w:pPr>
      <w:r w:rsidRPr="00A0264F">
        <w:rPr>
          <w:rtl/>
        </w:rPr>
        <w:t>وجـداً</w:t>
      </w:r>
      <w:r w:rsidR="003D6158">
        <w:rPr>
          <w:rtl/>
        </w:rPr>
        <w:t xml:space="preserve"> </w:t>
      </w:r>
      <w:r w:rsidRPr="00A0264F">
        <w:rPr>
          <w:rtl/>
        </w:rPr>
        <w:t>يـبزُّ</w:t>
      </w:r>
      <w:r w:rsidR="0076657C">
        <w:rPr>
          <w:rtl/>
        </w:rPr>
        <w:t xml:space="preserve"> </w:t>
      </w:r>
      <w:r w:rsidRPr="00A0264F">
        <w:rPr>
          <w:rtl/>
        </w:rPr>
        <w:t>كـرانا</w:t>
      </w:r>
      <w:r w:rsidR="0076657C">
        <w:rPr>
          <w:rtl/>
        </w:rPr>
        <w:t xml:space="preserve"> </w:t>
      </w:r>
      <w:r w:rsidRPr="00A0264F">
        <w:rPr>
          <w:rtl/>
        </w:rPr>
        <w:t>مـن</w:t>
      </w:r>
      <w:r w:rsidR="0076657C">
        <w:rPr>
          <w:rtl/>
        </w:rPr>
        <w:t xml:space="preserve"> </w:t>
      </w:r>
      <w:r w:rsidRPr="00A0264F">
        <w:rPr>
          <w:rtl/>
        </w:rPr>
        <w:t>مـآقينا</w:t>
      </w:r>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197548">
            <w:pPr>
              <w:pStyle w:val="libPoem"/>
            </w:pPr>
            <w:r w:rsidRPr="00A0264F">
              <w:rPr>
                <w:rtl/>
              </w:rPr>
              <w:t>كـم</w:t>
            </w:r>
            <w:r>
              <w:rPr>
                <w:rtl/>
              </w:rPr>
              <w:t xml:space="preserve"> </w:t>
            </w:r>
            <w:r w:rsidRPr="00A0264F">
              <w:rPr>
                <w:rtl/>
              </w:rPr>
              <w:t>مـن</w:t>
            </w:r>
            <w:r w:rsidR="0076657C">
              <w:rPr>
                <w:rtl/>
              </w:rPr>
              <w:t xml:space="preserve"> </w:t>
            </w:r>
            <w:r w:rsidRPr="00A0264F">
              <w:rPr>
                <w:rtl/>
              </w:rPr>
              <w:t>يـدٍ</w:t>
            </w:r>
            <w:r w:rsidR="0076657C">
              <w:rPr>
                <w:rtl/>
              </w:rPr>
              <w:t xml:space="preserve"> </w:t>
            </w:r>
            <w:r w:rsidRPr="00A0264F">
              <w:rPr>
                <w:rtl/>
              </w:rPr>
              <w:t>بعدهم</w:t>
            </w:r>
            <w:r w:rsidR="0076657C">
              <w:rPr>
                <w:rtl/>
              </w:rPr>
              <w:t xml:space="preserve"> </w:t>
            </w:r>
            <w:r w:rsidRPr="00A0264F">
              <w:rPr>
                <w:rtl/>
              </w:rPr>
              <w:t>مُدَّتْ</w:t>
            </w:r>
            <w:r w:rsidR="0076657C">
              <w:rPr>
                <w:rtl/>
              </w:rPr>
              <w:t xml:space="preserve"> </w:t>
            </w:r>
            <w:r w:rsidRPr="00A0264F">
              <w:rPr>
                <w:rtl/>
              </w:rPr>
              <w:t>لتسلبنا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سترَ</w:t>
            </w:r>
            <w:r>
              <w:rPr>
                <w:rtl/>
              </w:rPr>
              <w:t xml:space="preserve"> </w:t>
            </w:r>
            <w:r w:rsidRPr="00A0264F">
              <w:rPr>
                <w:rtl/>
              </w:rPr>
              <w:t>الوجوهِ</w:t>
            </w:r>
            <w:r w:rsidR="0076657C">
              <w:rPr>
                <w:rtl/>
              </w:rPr>
              <w:t xml:space="preserve"> </w:t>
            </w:r>
            <w:r w:rsidRPr="00A0264F">
              <w:rPr>
                <w:rtl/>
              </w:rPr>
              <w:t>وضربَ</w:t>
            </w:r>
            <w:r w:rsidR="0076657C">
              <w:rPr>
                <w:rtl/>
              </w:rPr>
              <w:t xml:space="preserve"> </w:t>
            </w:r>
            <w:r w:rsidRPr="00A0264F">
              <w:rPr>
                <w:rtl/>
              </w:rPr>
              <w:t>السوطِ</w:t>
            </w:r>
            <w:r w:rsidR="0076657C">
              <w:rPr>
                <w:rtl/>
              </w:rPr>
              <w:t xml:space="preserve"> </w:t>
            </w:r>
            <w:r w:rsidRPr="00A0264F">
              <w:rPr>
                <w:rtl/>
              </w:rPr>
              <w:t>جلببنا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وأظـمأونا</w:t>
            </w:r>
            <w:r w:rsidR="0076657C">
              <w:rPr>
                <w:rtl/>
              </w:rPr>
              <w:t xml:space="preserve"> </w:t>
            </w:r>
            <w:r w:rsidRPr="00A0264F">
              <w:rPr>
                <w:rtl/>
              </w:rPr>
              <w:t>فـعادَ</w:t>
            </w:r>
            <w:r w:rsidR="0076657C">
              <w:rPr>
                <w:rtl/>
              </w:rPr>
              <w:t xml:space="preserve"> </w:t>
            </w:r>
            <w:r w:rsidRPr="00A0264F">
              <w:rPr>
                <w:rtl/>
              </w:rPr>
              <w:t>الـدمعُ</w:t>
            </w:r>
            <w:r w:rsidR="0076657C">
              <w:rPr>
                <w:rtl/>
              </w:rPr>
              <w:t xml:space="preserve"> </w:t>
            </w:r>
            <w:r w:rsidRPr="00A0264F">
              <w:rPr>
                <w:rtl/>
              </w:rPr>
              <w:t>مـشربنا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وقـد</w:t>
            </w:r>
            <w:r>
              <w:rPr>
                <w:rtl/>
              </w:rPr>
              <w:t xml:space="preserve"> </w:t>
            </w:r>
            <w:r w:rsidRPr="00A0264F">
              <w:rPr>
                <w:rtl/>
              </w:rPr>
              <w:t>خـلعنا</w:t>
            </w:r>
            <w:r w:rsidR="0076657C">
              <w:rPr>
                <w:rtl/>
              </w:rPr>
              <w:t xml:space="preserve"> </w:t>
            </w:r>
            <w:r w:rsidRPr="00A0264F">
              <w:rPr>
                <w:rtl/>
              </w:rPr>
              <w:t>رداءَ</w:t>
            </w:r>
            <w:r w:rsidR="0076657C">
              <w:rPr>
                <w:rtl/>
              </w:rPr>
              <w:t xml:space="preserve"> </w:t>
            </w:r>
            <w:r w:rsidRPr="00A0264F">
              <w:rPr>
                <w:rtl/>
              </w:rPr>
              <w:t>الـصبرِ</w:t>
            </w:r>
            <w:r w:rsidR="0076657C">
              <w:rPr>
                <w:rtl/>
              </w:rPr>
              <w:t xml:space="preserve"> </w:t>
            </w:r>
            <w:r w:rsidRPr="00A0264F">
              <w:rPr>
                <w:rtl/>
              </w:rPr>
              <w:t>أعقبنا</w:t>
            </w:r>
            <w:r w:rsidRPr="00725071">
              <w:rPr>
                <w:rStyle w:val="libPoemTiniChar0"/>
                <w:rtl/>
              </w:rPr>
              <w:br/>
              <w:t> </w:t>
            </w:r>
          </w:p>
        </w:tc>
      </w:tr>
    </w:tbl>
    <w:p w:rsidR="00A0264F" w:rsidRPr="00A0264F" w:rsidRDefault="00A0264F" w:rsidP="00A5546B">
      <w:pPr>
        <w:pStyle w:val="libPoemCenter"/>
      </w:pPr>
      <w:r w:rsidRPr="00A0264F">
        <w:rPr>
          <w:rtl/>
        </w:rPr>
        <w:t>ثـوباً</w:t>
      </w:r>
      <w:r w:rsidR="0076657C">
        <w:rPr>
          <w:rtl/>
        </w:rPr>
        <w:t xml:space="preserve"> </w:t>
      </w:r>
      <w:r w:rsidRPr="00A0264F">
        <w:rPr>
          <w:rtl/>
        </w:rPr>
        <w:t>مـن</w:t>
      </w:r>
      <w:r w:rsidR="0076657C">
        <w:rPr>
          <w:rtl/>
        </w:rPr>
        <w:t xml:space="preserve"> </w:t>
      </w:r>
      <w:r w:rsidRPr="00A0264F">
        <w:rPr>
          <w:rtl/>
        </w:rPr>
        <w:t>الـحزنِ</w:t>
      </w:r>
      <w:r w:rsidR="0076657C">
        <w:rPr>
          <w:rtl/>
        </w:rPr>
        <w:t xml:space="preserve"> </w:t>
      </w:r>
      <w:r w:rsidRPr="00A0264F">
        <w:rPr>
          <w:rtl/>
        </w:rPr>
        <w:t>لا</w:t>
      </w:r>
      <w:r w:rsidR="0076657C">
        <w:rPr>
          <w:rtl/>
        </w:rPr>
        <w:t xml:space="preserve"> </w:t>
      </w:r>
      <w:r w:rsidRPr="00A0264F">
        <w:rPr>
          <w:rtl/>
        </w:rPr>
        <w:t>يبلى</w:t>
      </w:r>
      <w:r w:rsidR="0076657C">
        <w:rPr>
          <w:rtl/>
        </w:rPr>
        <w:t xml:space="preserve"> </w:t>
      </w:r>
      <w:r w:rsidRPr="00A0264F">
        <w:rPr>
          <w:rtl/>
        </w:rPr>
        <w:t>ويبلينا</w:t>
      </w:r>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197548">
            <w:pPr>
              <w:pStyle w:val="libPoem"/>
            </w:pPr>
            <w:r w:rsidRPr="00A0264F">
              <w:rPr>
                <w:rtl/>
              </w:rPr>
              <w:t>يا</w:t>
            </w:r>
            <w:r>
              <w:rPr>
                <w:rtl/>
              </w:rPr>
              <w:t xml:space="preserve"> </w:t>
            </w:r>
            <w:r w:rsidRPr="00A0264F">
              <w:rPr>
                <w:rtl/>
              </w:rPr>
              <w:t>مَنْ</w:t>
            </w:r>
            <w:r w:rsidR="0076657C">
              <w:rPr>
                <w:rtl/>
              </w:rPr>
              <w:t xml:space="preserve"> </w:t>
            </w:r>
            <w:r w:rsidRPr="00A0264F">
              <w:rPr>
                <w:rtl/>
              </w:rPr>
              <w:t>تفانوا</w:t>
            </w:r>
            <w:r w:rsidR="0076657C">
              <w:rPr>
                <w:rtl/>
              </w:rPr>
              <w:t xml:space="preserve"> </w:t>
            </w:r>
            <w:r w:rsidRPr="00A0264F">
              <w:rPr>
                <w:rtl/>
              </w:rPr>
              <w:t>إلى</w:t>
            </w:r>
            <w:r w:rsidR="0076657C">
              <w:rPr>
                <w:rtl/>
              </w:rPr>
              <w:t xml:space="preserve"> </w:t>
            </w:r>
            <w:r w:rsidRPr="00A0264F">
              <w:rPr>
                <w:rtl/>
              </w:rPr>
              <w:t>جنبِ</w:t>
            </w:r>
            <w:r w:rsidR="0076657C">
              <w:rPr>
                <w:rtl/>
              </w:rPr>
              <w:t xml:space="preserve"> </w:t>
            </w:r>
            <w:r w:rsidRPr="00A0264F">
              <w:rPr>
                <w:rtl/>
              </w:rPr>
              <w:t>الفراتِ</w:t>
            </w:r>
            <w:r w:rsidR="0076657C">
              <w:rPr>
                <w:rtl/>
              </w:rPr>
              <w:t xml:space="preserve"> </w:t>
            </w:r>
            <w:r w:rsidRPr="00A0264F">
              <w:rPr>
                <w:rtl/>
              </w:rPr>
              <w:t>ظما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وروَّوا</w:t>
            </w:r>
            <w:r>
              <w:rPr>
                <w:rtl/>
              </w:rPr>
              <w:t xml:space="preserve"> </w:t>
            </w:r>
            <w:r w:rsidRPr="00A0264F">
              <w:rPr>
                <w:rtl/>
              </w:rPr>
              <w:t>الـبيضَ</w:t>
            </w:r>
            <w:r w:rsidR="0076657C">
              <w:rPr>
                <w:rtl/>
              </w:rPr>
              <w:t xml:space="preserve"> </w:t>
            </w:r>
            <w:r w:rsidRPr="00A0264F">
              <w:rPr>
                <w:rtl/>
              </w:rPr>
              <w:t>في</w:t>
            </w:r>
            <w:r w:rsidR="0076657C">
              <w:rPr>
                <w:rtl/>
              </w:rPr>
              <w:t xml:space="preserve"> </w:t>
            </w:r>
            <w:r w:rsidRPr="00A0264F">
              <w:rPr>
                <w:rtl/>
              </w:rPr>
              <w:t>يومِ</w:t>
            </w:r>
            <w:r w:rsidR="0076657C">
              <w:rPr>
                <w:rtl/>
              </w:rPr>
              <w:t xml:space="preserve"> </w:t>
            </w:r>
            <w:r w:rsidRPr="00A0264F">
              <w:rPr>
                <w:rtl/>
              </w:rPr>
              <w:t>الكفاحِ</w:t>
            </w:r>
            <w:r w:rsidR="0076657C">
              <w:rPr>
                <w:rtl/>
              </w:rPr>
              <w:t xml:space="preserve"> </w:t>
            </w:r>
            <w:r w:rsidRPr="00A0264F">
              <w:rPr>
                <w:rtl/>
              </w:rPr>
              <w:t>دما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مـضوا</w:t>
            </w:r>
            <w:r w:rsidR="0076657C">
              <w:rPr>
                <w:rtl/>
              </w:rPr>
              <w:t xml:space="preserve"> </w:t>
            </w:r>
            <w:r w:rsidRPr="00A0264F">
              <w:rPr>
                <w:rtl/>
              </w:rPr>
              <w:t>عطاشى</w:t>
            </w:r>
            <w:r w:rsidR="0076657C">
              <w:rPr>
                <w:rtl/>
              </w:rPr>
              <w:t xml:space="preserve"> </w:t>
            </w:r>
            <w:r w:rsidRPr="00A0264F">
              <w:rPr>
                <w:rtl/>
              </w:rPr>
              <w:t>ولكن</w:t>
            </w:r>
            <w:r w:rsidR="0076657C">
              <w:rPr>
                <w:rtl/>
              </w:rPr>
              <w:t xml:space="preserve"> </w:t>
            </w:r>
            <w:r w:rsidRPr="00A0264F">
              <w:rPr>
                <w:rtl/>
              </w:rPr>
              <w:t>روَّوا</w:t>
            </w:r>
            <w:r w:rsidR="0076657C">
              <w:rPr>
                <w:rtl/>
              </w:rPr>
              <w:t xml:space="preserve"> </w:t>
            </w:r>
            <w:r w:rsidRPr="00A0264F">
              <w:rPr>
                <w:rtl/>
              </w:rPr>
              <w:t>الخذما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لـيسق</w:t>
            </w:r>
            <w:r w:rsidR="0076657C">
              <w:rPr>
                <w:rtl/>
              </w:rPr>
              <w:t xml:space="preserve"> </w:t>
            </w:r>
            <w:r w:rsidRPr="00A0264F">
              <w:rPr>
                <w:rtl/>
              </w:rPr>
              <w:t>عـهدكم</w:t>
            </w:r>
            <w:r w:rsidR="0076657C">
              <w:rPr>
                <w:rtl/>
              </w:rPr>
              <w:t xml:space="preserve"> </w:t>
            </w:r>
            <w:r w:rsidRPr="00A0264F">
              <w:rPr>
                <w:rtl/>
              </w:rPr>
              <w:t>صـوبَ</w:t>
            </w:r>
            <w:r w:rsidR="0076657C">
              <w:rPr>
                <w:rtl/>
              </w:rPr>
              <w:t xml:space="preserve"> </w:t>
            </w:r>
            <w:r w:rsidRPr="00A0264F">
              <w:rPr>
                <w:rtl/>
              </w:rPr>
              <w:t>الغمامِ</w:t>
            </w:r>
            <w:r w:rsidR="0076657C">
              <w:rPr>
                <w:rtl/>
              </w:rPr>
              <w:t xml:space="preserve"> </w:t>
            </w:r>
            <w:r w:rsidRPr="00A0264F">
              <w:rPr>
                <w:rtl/>
              </w:rPr>
              <w:t>فما</w:t>
            </w:r>
            <w:r w:rsidRPr="00725071">
              <w:rPr>
                <w:rStyle w:val="libPoemTiniChar0"/>
                <w:rtl/>
              </w:rPr>
              <w:br/>
              <w:t> </w:t>
            </w:r>
          </w:p>
        </w:tc>
      </w:tr>
    </w:tbl>
    <w:p w:rsidR="00A0264F" w:rsidRPr="00A0264F" w:rsidRDefault="00A0264F" w:rsidP="00A5546B">
      <w:pPr>
        <w:pStyle w:val="libPoemCenter"/>
      </w:pPr>
      <w:r w:rsidRPr="00A0264F">
        <w:rPr>
          <w:rtl/>
        </w:rPr>
        <w:t>سـقاكمُ</w:t>
      </w:r>
      <w:r w:rsidR="003D6158">
        <w:rPr>
          <w:rtl/>
        </w:rPr>
        <w:t xml:space="preserve"> </w:t>
      </w:r>
      <w:r w:rsidRPr="00A0264F">
        <w:rPr>
          <w:rtl/>
        </w:rPr>
        <w:t>الـنهرُ</w:t>
      </w:r>
      <w:r w:rsidR="0076657C">
        <w:rPr>
          <w:rtl/>
        </w:rPr>
        <w:t xml:space="preserve"> </w:t>
      </w:r>
      <w:r w:rsidRPr="00A0264F">
        <w:rPr>
          <w:rtl/>
        </w:rPr>
        <w:t>عذبَ</w:t>
      </w:r>
      <w:r w:rsidR="0076657C">
        <w:rPr>
          <w:rtl/>
        </w:rPr>
        <w:t xml:space="preserve"> </w:t>
      </w:r>
      <w:r w:rsidRPr="00A0264F">
        <w:rPr>
          <w:rtl/>
        </w:rPr>
        <w:t>الماءِ</w:t>
      </w:r>
      <w:r w:rsidR="0076657C">
        <w:rPr>
          <w:rtl/>
        </w:rPr>
        <w:t xml:space="preserve"> </w:t>
      </w:r>
      <w:r w:rsidRPr="00A0264F">
        <w:rPr>
          <w:rtl/>
        </w:rPr>
        <w:t>ظامينا</w:t>
      </w:r>
    </w:p>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يُنسب إليه تخميس أبيات ابن زيدون وقد صاغه على لسان زينب (عليها السّلام)</w:t>
      </w:r>
      <w:r w:rsidR="00A327D5">
        <w:rPr>
          <w:rtl/>
        </w:rPr>
        <w:t>.</w:t>
      </w:r>
    </w:p>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197548">
            <w:pPr>
              <w:pStyle w:val="libPoem"/>
            </w:pPr>
            <w:r w:rsidRPr="00A0264F">
              <w:rPr>
                <w:rtl/>
              </w:rPr>
              <w:t>كـنّا</w:t>
            </w:r>
            <w:r w:rsidR="0076657C">
              <w:rPr>
                <w:rtl/>
              </w:rPr>
              <w:t xml:space="preserve"> </w:t>
            </w:r>
            <w:r w:rsidRPr="00A0264F">
              <w:rPr>
                <w:rtl/>
              </w:rPr>
              <w:t>وكـنتم</w:t>
            </w:r>
            <w:r w:rsidR="0076657C">
              <w:rPr>
                <w:rtl/>
              </w:rPr>
              <w:t xml:space="preserve"> </w:t>
            </w:r>
            <w:r w:rsidRPr="00A0264F">
              <w:rPr>
                <w:rtl/>
              </w:rPr>
              <w:t>وكـانَ</w:t>
            </w:r>
            <w:r w:rsidR="0076657C">
              <w:rPr>
                <w:rtl/>
              </w:rPr>
              <w:t xml:space="preserve"> </w:t>
            </w:r>
            <w:r w:rsidRPr="00A0264F">
              <w:rPr>
                <w:rtl/>
              </w:rPr>
              <w:t>العيشُ</w:t>
            </w:r>
            <w:r w:rsidR="0076657C">
              <w:rPr>
                <w:rtl/>
              </w:rPr>
              <w:t xml:space="preserve"> </w:t>
            </w:r>
            <w:r w:rsidRPr="00A0264F">
              <w:rPr>
                <w:rtl/>
              </w:rPr>
              <w:t>قد</w:t>
            </w:r>
            <w:r w:rsidR="0076657C">
              <w:rPr>
                <w:rtl/>
              </w:rPr>
              <w:t xml:space="preserve"> </w:t>
            </w:r>
            <w:r w:rsidRPr="00A0264F">
              <w:rPr>
                <w:rtl/>
              </w:rPr>
              <w:t>نعما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بـكم</w:t>
            </w:r>
            <w:r>
              <w:rPr>
                <w:rtl/>
              </w:rPr>
              <w:t xml:space="preserve"> </w:t>
            </w:r>
            <w:r w:rsidRPr="00A0264F">
              <w:rPr>
                <w:rtl/>
              </w:rPr>
              <w:t>وثـغرُ</w:t>
            </w:r>
            <w:r w:rsidR="0076657C">
              <w:rPr>
                <w:rtl/>
              </w:rPr>
              <w:t xml:space="preserve"> </w:t>
            </w:r>
            <w:r w:rsidRPr="00A0264F">
              <w:rPr>
                <w:rtl/>
              </w:rPr>
              <w:t>الـليالي</w:t>
            </w:r>
            <w:r w:rsidR="0076657C">
              <w:rPr>
                <w:rtl/>
              </w:rPr>
              <w:t xml:space="preserve"> </w:t>
            </w:r>
            <w:r w:rsidRPr="00A0264F">
              <w:rPr>
                <w:rtl/>
              </w:rPr>
              <w:t>كانَ</w:t>
            </w:r>
            <w:r w:rsidR="0076657C">
              <w:rPr>
                <w:rtl/>
              </w:rPr>
              <w:t xml:space="preserve"> </w:t>
            </w:r>
            <w:r w:rsidRPr="00A0264F">
              <w:rPr>
                <w:rtl/>
              </w:rPr>
              <w:t>مبتسما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كـنّا</w:t>
            </w:r>
            <w:r w:rsidR="0076657C">
              <w:rPr>
                <w:rtl/>
              </w:rPr>
              <w:t xml:space="preserve"> </w:t>
            </w:r>
            <w:r w:rsidRPr="00A0264F">
              <w:rPr>
                <w:rtl/>
              </w:rPr>
              <w:t>لـكم</w:t>
            </w:r>
            <w:r w:rsidR="0076657C">
              <w:rPr>
                <w:rtl/>
              </w:rPr>
              <w:t xml:space="preserve"> </w:t>
            </w:r>
            <w:r w:rsidRPr="00A0264F">
              <w:rPr>
                <w:rtl/>
              </w:rPr>
              <w:t>يـا</w:t>
            </w:r>
            <w:r w:rsidR="0076657C">
              <w:rPr>
                <w:rtl/>
              </w:rPr>
              <w:t xml:space="preserve"> </w:t>
            </w:r>
            <w:r w:rsidRPr="00A0264F">
              <w:rPr>
                <w:rtl/>
              </w:rPr>
              <w:t>أحـباءَ</w:t>
            </w:r>
            <w:r w:rsidR="0076657C">
              <w:rPr>
                <w:rtl/>
              </w:rPr>
              <w:t xml:space="preserve"> </w:t>
            </w:r>
            <w:r w:rsidRPr="00A0264F">
              <w:rPr>
                <w:rtl/>
              </w:rPr>
              <w:t>النفوسِ</w:t>
            </w:r>
            <w:r w:rsidR="0076657C">
              <w:rPr>
                <w:rtl/>
              </w:rPr>
              <w:t xml:space="preserve"> </w:t>
            </w:r>
            <w:r w:rsidRPr="00A0264F">
              <w:rPr>
                <w:rtl/>
              </w:rPr>
              <w:t>كما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كـنـتم</w:t>
            </w:r>
            <w:r>
              <w:rPr>
                <w:rtl/>
              </w:rPr>
              <w:t xml:space="preserve"> </w:t>
            </w:r>
            <w:r w:rsidRPr="00A0264F">
              <w:rPr>
                <w:rtl/>
              </w:rPr>
              <w:t>لأنـفسنا</w:t>
            </w:r>
            <w:r w:rsidR="0076657C">
              <w:rPr>
                <w:rtl/>
              </w:rPr>
              <w:t xml:space="preserve"> </w:t>
            </w:r>
            <w:r w:rsidRPr="00A0264F">
              <w:rPr>
                <w:rtl/>
              </w:rPr>
              <w:t>أنـفاسهنّ</w:t>
            </w:r>
            <w:r w:rsidR="0076657C">
              <w:rPr>
                <w:rtl/>
              </w:rPr>
              <w:t xml:space="preserve"> </w:t>
            </w:r>
            <w:r w:rsidRPr="00A0264F">
              <w:rPr>
                <w:rtl/>
              </w:rPr>
              <w:t>ومـا</w:t>
            </w:r>
            <w:r w:rsidRPr="00725071">
              <w:rPr>
                <w:rStyle w:val="libPoemTiniChar0"/>
                <w:rtl/>
              </w:rPr>
              <w:br/>
              <w:t> </w:t>
            </w:r>
          </w:p>
        </w:tc>
      </w:tr>
    </w:tbl>
    <w:p w:rsidR="00A0264F" w:rsidRPr="00A0264F" w:rsidRDefault="00A0264F" w:rsidP="00A5546B">
      <w:pPr>
        <w:pStyle w:val="libPoemCenter"/>
      </w:pPr>
      <w:r w:rsidRPr="00A0264F">
        <w:rPr>
          <w:rtl/>
        </w:rPr>
        <w:t>كـنـتم</w:t>
      </w:r>
      <w:r w:rsidR="003D6158">
        <w:rPr>
          <w:rtl/>
        </w:rPr>
        <w:t xml:space="preserve"> </w:t>
      </w:r>
      <w:r w:rsidRPr="00A0264F">
        <w:rPr>
          <w:rtl/>
        </w:rPr>
        <w:t>لأرواحـنـا</w:t>
      </w:r>
      <w:r w:rsidR="0076657C">
        <w:rPr>
          <w:rtl/>
        </w:rPr>
        <w:t xml:space="preserve"> </w:t>
      </w:r>
      <w:r w:rsidRPr="00A0264F">
        <w:rPr>
          <w:rtl/>
        </w:rPr>
        <w:t>إلاّ</w:t>
      </w:r>
      <w:r w:rsidR="0076657C">
        <w:rPr>
          <w:rtl/>
        </w:rPr>
        <w:t xml:space="preserve"> </w:t>
      </w:r>
      <w:r w:rsidRPr="00A0264F">
        <w:rPr>
          <w:rtl/>
        </w:rPr>
        <w:t>ريـاحينا</w:t>
      </w:r>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197548">
            <w:pPr>
              <w:pStyle w:val="libPoem"/>
            </w:pPr>
            <w:r w:rsidRPr="00A0264F">
              <w:rPr>
                <w:rtl/>
              </w:rPr>
              <w:t>فـالهمُّ</w:t>
            </w:r>
            <w:r>
              <w:rPr>
                <w:rtl/>
              </w:rPr>
              <w:t xml:space="preserve"> </w:t>
            </w:r>
            <w:r w:rsidRPr="00A0264F">
              <w:rPr>
                <w:rtl/>
              </w:rPr>
              <w:t>طـولُ</w:t>
            </w:r>
            <w:r w:rsidR="0076657C">
              <w:rPr>
                <w:rtl/>
              </w:rPr>
              <w:t xml:space="preserve"> </w:t>
            </w:r>
            <w:r w:rsidRPr="00A0264F">
              <w:rPr>
                <w:rtl/>
              </w:rPr>
              <w:t>الـليالي</w:t>
            </w:r>
            <w:r w:rsidR="0076657C">
              <w:rPr>
                <w:rtl/>
              </w:rPr>
              <w:t xml:space="preserve"> </w:t>
            </w:r>
            <w:r w:rsidRPr="00A0264F">
              <w:rPr>
                <w:rtl/>
              </w:rPr>
              <w:t>لا</w:t>
            </w:r>
            <w:r w:rsidR="0076657C">
              <w:rPr>
                <w:rtl/>
              </w:rPr>
              <w:t xml:space="preserve"> </w:t>
            </w:r>
            <w:r w:rsidRPr="00A0264F">
              <w:rPr>
                <w:rtl/>
              </w:rPr>
              <w:t>يُبارحنا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والـذكرُ</w:t>
            </w:r>
            <w:r w:rsidR="0076657C">
              <w:rPr>
                <w:rtl/>
              </w:rPr>
              <w:t xml:space="preserve"> </w:t>
            </w:r>
            <w:r w:rsidRPr="00A0264F">
              <w:rPr>
                <w:rtl/>
              </w:rPr>
              <w:t>إن</w:t>
            </w:r>
            <w:r w:rsidR="0076657C">
              <w:rPr>
                <w:rtl/>
              </w:rPr>
              <w:t xml:space="preserve"> </w:t>
            </w:r>
            <w:r w:rsidRPr="00A0264F">
              <w:rPr>
                <w:rtl/>
              </w:rPr>
              <w:t>لا</w:t>
            </w:r>
            <w:r w:rsidR="0076657C">
              <w:rPr>
                <w:rtl/>
              </w:rPr>
              <w:t xml:space="preserve"> </w:t>
            </w:r>
            <w:r w:rsidRPr="00A0264F">
              <w:rPr>
                <w:rtl/>
              </w:rPr>
              <w:t>يُـماسينا</w:t>
            </w:r>
            <w:r w:rsidR="0076657C">
              <w:rPr>
                <w:rtl/>
              </w:rPr>
              <w:t xml:space="preserve"> </w:t>
            </w:r>
            <w:r w:rsidRPr="00A0264F">
              <w:rPr>
                <w:rtl/>
              </w:rPr>
              <w:t>يُـصابحنا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نـالَ</w:t>
            </w:r>
            <w:r>
              <w:rPr>
                <w:rtl/>
              </w:rPr>
              <w:t xml:space="preserve"> </w:t>
            </w:r>
            <w:r w:rsidRPr="00A0264F">
              <w:rPr>
                <w:rtl/>
              </w:rPr>
              <w:t>الـشماتةَ</w:t>
            </w:r>
            <w:r w:rsidR="0076657C">
              <w:rPr>
                <w:rtl/>
              </w:rPr>
              <w:t xml:space="preserve"> </w:t>
            </w:r>
            <w:r w:rsidRPr="00A0264F">
              <w:rPr>
                <w:rtl/>
              </w:rPr>
              <w:t>فـينا</w:t>
            </w:r>
            <w:r w:rsidR="0076657C">
              <w:rPr>
                <w:rtl/>
              </w:rPr>
              <w:t xml:space="preserve"> </w:t>
            </w:r>
            <w:r w:rsidRPr="00A0264F">
              <w:rPr>
                <w:rtl/>
              </w:rPr>
              <w:t>اليومَ</w:t>
            </w:r>
            <w:r w:rsidR="0076657C">
              <w:rPr>
                <w:rtl/>
              </w:rPr>
              <w:t xml:space="preserve"> </w:t>
            </w:r>
            <w:r w:rsidRPr="00A0264F">
              <w:rPr>
                <w:rtl/>
              </w:rPr>
              <w:t>كاشحنا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بـنْتُمْ</w:t>
            </w:r>
            <w:r w:rsidR="0076657C">
              <w:rPr>
                <w:rtl/>
              </w:rPr>
              <w:t xml:space="preserve"> </w:t>
            </w:r>
            <w:r w:rsidRPr="00A0264F">
              <w:rPr>
                <w:rtl/>
              </w:rPr>
              <w:t>وبـنَّا</w:t>
            </w:r>
            <w:r w:rsidR="0076657C">
              <w:rPr>
                <w:rtl/>
              </w:rPr>
              <w:t xml:space="preserve"> </w:t>
            </w:r>
            <w:r w:rsidRPr="00A0264F">
              <w:rPr>
                <w:rtl/>
              </w:rPr>
              <w:t>فـما</w:t>
            </w:r>
            <w:r w:rsidR="0076657C">
              <w:rPr>
                <w:rtl/>
              </w:rPr>
              <w:t xml:space="preserve"> </w:t>
            </w:r>
            <w:r w:rsidRPr="00A0264F">
              <w:rPr>
                <w:rtl/>
              </w:rPr>
              <w:t>ابـتلَّت</w:t>
            </w:r>
            <w:r w:rsidR="0076657C">
              <w:rPr>
                <w:rtl/>
              </w:rPr>
              <w:t xml:space="preserve"> </w:t>
            </w:r>
            <w:r w:rsidRPr="00A0264F">
              <w:rPr>
                <w:rtl/>
              </w:rPr>
              <w:t>جوانحنا</w:t>
            </w:r>
            <w:r w:rsidRPr="00725071">
              <w:rPr>
                <w:rStyle w:val="libPoemTiniChar0"/>
                <w:rtl/>
              </w:rPr>
              <w:br/>
              <w:t> </w:t>
            </w:r>
          </w:p>
        </w:tc>
      </w:tr>
    </w:tbl>
    <w:p w:rsidR="00A0264F" w:rsidRPr="00A0264F" w:rsidRDefault="00A0264F" w:rsidP="00A5546B">
      <w:pPr>
        <w:pStyle w:val="libPoemCenter"/>
      </w:pPr>
      <w:r w:rsidRPr="00A0264F">
        <w:rPr>
          <w:rtl/>
        </w:rPr>
        <w:t>كـلا</w:t>
      </w:r>
      <w:r w:rsidR="003D6158">
        <w:rPr>
          <w:rtl/>
        </w:rPr>
        <w:t xml:space="preserve"> </w:t>
      </w:r>
      <w:r w:rsidRPr="00A0264F">
        <w:rPr>
          <w:rtl/>
        </w:rPr>
        <w:t>ولا</w:t>
      </w:r>
      <w:r w:rsidR="0076657C">
        <w:rPr>
          <w:rtl/>
        </w:rPr>
        <w:t xml:space="preserve"> </w:t>
      </w:r>
      <w:r w:rsidRPr="00A0264F">
        <w:rPr>
          <w:rtl/>
        </w:rPr>
        <w:t>أورقـت</w:t>
      </w:r>
      <w:r w:rsidR="0076657C">
        <w:rPr>
          <w:rtl/>
        </w:rPr>
        <w:t xml:space="preserve"> </w:t>
      </w:r>
      <w:r w:rsidRPr="00A0264F">
        <w:rPr>
          <w:rtl/>
        </w:rPr>
        <w:t>يـوماً</w:t>
      </w:r>
      <w:r w:rsidR="0076657C">
        <w:rPr>
          <w:rtl/>
        </w:rPr>
        <w:t xml:space="preserve"> </w:t>
      </w:r>
      <w:r w:rsidRPr="00A0264F">
        <w:rPr>
          <w:rtl/>
        </w:rPr>
        <w:t>أمـانينا</w:t>
      </w:r>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197548">
            <w:pPr>
              <w:pStyle w:val="libPoem"/>
            </w:pPr>
            <w:r w:rsidRPr="00A0264F">
              <w:rPr>
                <w:rtl/>
              </w:rPr>
              <w:t>كـنّا</w:t>
            </w:r>
            <w:r w:rsidR="0076657C">
              <w:rPr>
                <w:rtl/>
              </w:rPr>
              <w:t xml:space="preserve"> </w:t>
            </w:r>
            <w:r w:rsidRPr="00A0264F">
              <w:rPr>
                <w:rtl/>
              </w:rPr>
              <w:t>ولا</w:t>
            </w:r>
            <w:r w:rsidR="0076657C">
              <w:rPr>
                <w:rtl/>
              </w:rPr>
              <w:t xml:space="preserve"> </w:t>
            </w:r>
            <w:r w:rsidRPr="00A0264F">
              <w:rPr>
                <w:rtl/>
              </w:rPr>
              <w:t>حـادثاتُ</w:t>
            </w:r>
            <w:r w:rsidR="0076657C">
              <w:rPr>
                <w:rtl/>
              </w:rPr>
              <w:t xml:space="preserve"> </w:t>
            </w:r>
            <w:r w:rsidRPr="00A0264F">
              <w:rPr>
                <w:rtl/>
              </w:rPr>
              <w:t>الـدهرِ</w:t>
            </w:r>
            <w:r w:rsidR="0076657C">
              <w:rPr>
                <w:rtl/>
              </w:rPr>
              <w:t xml:space="preserve"> </w:t>
            </w:r>
            <w:r w:rsidRPr="00A0264F">
              <w:rPr>
                <w:rtl/>
              </w:rPr>
              <w:t>تطرقنا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ولا</w:t>
            </w:r>
            <w:r w:rsidR="0076657C">
              <w:rPr>
                <w:rtl/>
              </w:rPr>
              <w:t xml:space="preserve"> </w:t>
            </w:r>
            <w:r w:rsidRPr="00A0264F">
              <w:rPr>
                <w:rtl/>
              </w:rPr>
              <w:t>لـيـاليهِ</w:t>
            </w:r>
            <w:r w:rsidR="0076657C">
              <w:rPr>
                <w:rtl/>
              </w:rPr>
              <w:t xml:space="preserve"> </w:t>
            </w:r>
            <w:r w:rsidRPr="00A0264F">
              <w:rPr>
                <w:rtl/>
              </w:rPr>
              <w:t>بــالأرزاءِ</w:t>
            </w:r>
            <w:r w:rsidR="0076657C">
              <w:rPr>
                <w:rtl/>
              </w:rPr>
              <w:t xml:space="preserve"> </w:t>
            </w:r>
            <w:r w:rsidRPr="00A0264F">
              <w:rPr>
                <w:rtl/>
              </w:rPr>
              <w:t>تـرمقنا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والـيومَ</w:t>
            </w:r>
            <w:r w:rsidR="0076657C">
              <w:rPr>
                <w:rtl/>
              </w:rPr>
              <w:t xml:space="preserve"> </w:t>
            </w:r>
            <w:r w:rsidRPr="00A0264F">
              <w:rPr>
                <w:rtl/>
              </w:rPr>
              <w:t>عادت</w:t>
            </w:r>
            <w:r w:rsidR="0076657C">
              <w:rPr>
                <w:rtl/>
              </w:rPr>
              <w:t xml:space="preserve"> </w:t>
            </w:r>
            <w:r w:rsidRPr="00A0264F">
              <w:rPr>
                <w:rtl/>
              </w:rPr>
              <w:t>سهامُ</w:t>
            </w:r>
            <w:r w:rsidR="0076657C">
              <w:rPr>
                <w:rtl/>
              </w:rPr>
              <w:t xml:space="preserve"> </w:t>
            </w:r>
            <w:r w:rsidRPr="00A0264F">
              <w:rPr>
                <w:rtl/>
              </w:rPr>
              <w:t>الخطبِ</w:t>
            </w:r>
            <w:r w:rsidR="0076657C">
              <w:rPr>
                <w:rtl/>
              </w:rPr>
              <w:t xml:space="preserve"> </w:t>
            </w:r>
            <w:r w:rsidRPr="00A0264F">
              <w:rPr>
                <w:rtl/>
              </w:rPr>
              <w:t>ترشقنا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بـالأمسِ</w:t>
            </w:r>
            <w:r>
              <w:rPr>
                <w:rtl/>
              </w:rPr>
              <w:t xml:space="preserve"> </w:t>
            </w:r>
            <w:r w:rsidRPr="00A0264F">
              <w:rPr>
                <w:rtl/>
              </w:rPr>
              <w:t>كـنّا</w:t>
            </w:r>
            <w:r w:rsidR="0076657C">
              <w:rPr>
                <w:rtl/>
              </w:rPr>
              <w:t xml:space="preserve"> </w:t>
            </w:r>
            <w:r w:rsidRPr="00A0264F">
              <w:rPr>
                <w:rtl/>
              </w:rPr>
              <w:t>ولا</w:t>
            </w:r>
            <w:r w:rsidR="0076657C">
              <w:rPr>
                <w:rtl/>
              </w:rPr>
              <w:t xml:space="preserve"> </w:t>
            </w:r>
            <w:r w:rsidRPr="00A0264F">
              <w:rPr>
                <w:rtl/>
              </w:rPr>
              <w:t>يُـخشى</w:t>
            </w:r>
            <w:r w:rsidR="0076657C">
              <w:rPr>
                <w:rtl/>
              </w:rPr>
              <w:t xml:space="preserve"> </w:t>
            </w:r>
            <w:r w:rsidRPr="00A0264F">
              <w:rPr>
                <w:rtl/>
              </w:rPr>
              <w:t>تفرّقنا</w:t>
            </w:r>
            <w:r w:rsidRPr="00725071">
              <w:rPr>
                <w:rStyle w:val="libPoemTiniChar0"/>
                <w:rtl/>
              </w:rPr>
              <w:br/>
              <w:t> </w:t>
            </w:r>
          </w:p>
        </w:tc>
      </w:tr>
    </w:tbl>
    <w:p w:rsidR="00A0264F" w:rsidRPr="00A0264F" w:rsidRDefault="00A0264F" w:rsidP="00A5546B">
      <w:pPr>
        <w:pStyle w:val="libPoemCenter"/>
      </w:pPr>
      <w:r w:rsidRPr="00A0264F">
        <w:rPr>
          <w:rtl/>
        </w:rPr>
        <w:t>والـيوم</w:t>
      </w:r>
      <w:r w:rsidR="0076657C">
        <w:rPr>
          <w:rtl/>
        </w:rPr>
        <w:t xml:space="preserve"> </w:t>
      </w:r>
      <w:r w:rsidRPr="00A0264F">
        <w:rPr>
          <w:rtl/>
        </w:rPr>
        <w:t>نـحنُ</w:t>
      </w:r>
      <w:r w:rsidR="0076657C">
        <w:rPr>
          <w:rtl/>
        </w:rPr>
        <w:t xml:space="preserve"> </w:t>
      </w:r>
      <w:r w:rsidRPr="00A0264F">
        <w:rPr>
          <w:rtl/>
        </w:rPr>
        <w:t>ولا</w:t>
      </w:r>
      <w:r w:rsidR="0076657C">
        <w:rPr>
          <w:rtl/>
        </w:rPr>
        <w:t xml:space="preserve"> </w:t>
      </w:r>
      <w:r w:rsidRPr="00A0264F">
        <w:rPr>
          <w:rtl/>
        </w:rPr>
        <w:t>يُـرجى</w:t>
      </w:r>
      <w:r w:rsidR="0076657C">
        <w:rPr>
          <w:rtl/>
        </w:rPr>
        <w:t xml:space="preserve"> </w:t>
      </w:r>
      <w:r w:rsidRPr="00A0264F">
        <w:rPr>
          <w:rtl/>
        </w:rPr>
        <w:t>تلاقينا</w:t>
      </w:r>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197548">
            <w:pPr>
              <w:pStyle w:val="libPoem"/>
            </w:pPr>
            <w:r w:rsidRPr="00A0264F">
              <w:rPr>
                <w:rtl/>
              </w:rPr>
              <w:t>كـم</w:t>
            </w:r>
            <w:r w:rsidR="0076657C">
              <w:rPr>
                <w:rtl/>
              </w:rPr>
              <w:t xml:space="preserve"> </w:t>
            </w:r>
            <w:r w:rsidRPr="00A0264F">
              <w:rPr>
                <w:rtl/>
              </w:rPr>
              <w:t>أنجمٍ</w:t>
            </w:r>
            <w:r w:rsidR="0076657C">
              <w:rPr>
                <w:rtl/>
              </w:rPr>
              <w:t xml:space="preserve"> </w:t>
            </w:r>
            <w:r w:rsidRPr="00A0264F">
              <w:rPr>
                <w:rtl/>
              </w:rPr>
              <w:t>منكمُ</w:t>
            </w:r>
            <w:r w:rsidR="0076657C">
              <w:rPr>
                <w:rtl/>
              </w:rPr>
              <w:t xml:space="preserve"> </w:t>
            </w:r>
            <w:r w:rsidRPr="00A0264F">
              <w:rPr>
                <w:rtl/>
              </w:rPr>
              <w:t>فوقَ</w:t>
            </w:r>
            <w:r w:rsidR="0076657C">
              <w:rPr>
                <w:rtl/>
              </w:rPr>
              <w:t xml:space="preserve"> </w:t>
            </w:r>
            <w:r w:rsidRPr="00A0264F">
              <w:rPr>
                <w:rtl/>
              </w:rPr>
              <w:t>الثرى</w:t>
            </w:r>
            <w:r w:rsidR="0076657C">
              <w:rPr>
                <w:rtl/>
              </w:rPr>
              <w:t xml:space="preserve"> </w:t>
            </w:r>
            <w:r w:rsidRPr="00A0264F">
              <w:rPr>
                <w:rtl/>
              </w:rPr>
              <w:t>ركدت</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وكـم</w:t>
            </w:r>
            <w:r w:rsidR="0076657C">
              <w:rPr>
                <w:rtl/>
              </w:rPr>
              <w:t xml:space="preserve"> </w:t>
            </w:r>
            <w:r w:rsidRPr="00A0264F">
              <w:rPr>
                <w:rtl/>
              </w:rPr>
              <w:t>بـدورٍ</w:t>
            </w:r>
            <w:r w:rsidR="0076657C">
              <w:rPr>
                <w:rtl/>
              </w:rPr>
              <w:t xml:space="preserve"> </w:t>
            </w:r>
            <w:r w:rsidRPr="00A0264F">
              <w:rPr>
                <w:rtl/>
              </w:rPr>
              <w:t>بـأبراجِ</w:t>
            </w:r>
            <w:r w:rsidR="0076657C">
              <w:rPr>
                <w:rtl/>
              </w:rPr>
              <w:t xml:space="preserve"> </w:t>
            </w:r>
            <w:r w:rsidRPr="00A0264F">
              <w:rPr>
                <w:rtl/>
              </w:rPr>
              <w:t>الرماحِ</w:t>
            </w:r>
            <w:r w:rsidR="0076657C">
              <w:rPr>
                <w:rtl/>
              </w:rPr>
              <w:t xml:space="preserve"> </w:t>
            </w:r>
            <w:r w:rsidRPr="00A0264F">
              <w:rPr>
                <w:rtl/>
              </w:rPr>
              <w:t>بدت</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وقـد</w:t>
            </w:r>
            <w:r>
              <w:rPr>
                <w:rtl/>
              </w:rPr>
              <w:t xml:space="preserve"> </w:t>
            </w:r>
            <w:r w:rsidRPr="00A0264F">
              <w:rPr>
                <w:rtl/>
              </w:rPr>
              <w:t>أفـلتم</w:t>
            </w:r>
            <w:r w:rsidR="0076657C">
              <w:rPr>
                <w:rtl/>
              </w:rPr>
              <w:t xml:space="preserve"> </w:t>
            </w:r>
            <w:r w:rsidRPr="00A0264F">
              <w:rPr>
                <w:rtl/>
              </w:rPr>
              <w:t>وفـيكم</w:t>
            </w:r>
            <w:r w:rsidR="0076657C">
              <w:rPr>
                <w:rtl/>
              </w:rPr>
              <w:t xml:space="preserve"> </w:t>
            </w:r>
            <w:r w:rsidRPr="00A0264F">
              <w:rPr>
                <w:rtl/>
              </w:rPr>
              <w:t>كربلا</w:t>
            </w:r>
            <w:r w:rsidR="0076657C">
              <w:rPr>
                <w:rtl/>
              </w:rPr>
              <w:t xml:space="preserve"> </w:t>
            </w:r>
            <w:r w:rsidRPr="00A0264F">
              <w:rPr>
                <w:rtl/>
              </w:rPr>
              <w:t>سعدت</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حـالـت</w:t>
            </w:r>
            <w:r w:rsidR="0076657C">
              <w:rPr>
                <w:rtl/>
              </w:rPr>
              <w:t xml:space="preserve"> </w:t>
            </w:r>
            <w:r w:rsidRPr="00A0264F">
              <w:rPr>
                <w:rtl/>
              </w:rPr>
              <w:t>لـفرقتكم</w:t>
            </w:r>
            <w:r w:rsidR="0076657C">
              <w:rPr>
                <w:rtl/>
              </w:rPr>
              <w:t xml:space="preserve"> </w:t>
            </w:r>
            <w:r w:rsidRPr="00A0264F">
              <w:rPr>
                <w:rtl/>
              </w:rPr>
              <w:t>أيـامنا</w:t>
            </w:r>
            <w:r w:rsidR="0076657C">
              <w:rPr>
                <w:rtl/>
              </w:rPr>
              <w:t xml:space="preserve"> </w:t>
            </w:r>
            <w:r w:rsidRPr="00A0264F">
              <w:rPr>
                <w:rtl/>
              </w:rPr>
              <w:t>فـغدت</w:t>
            </w:r>
            <w:r w:rsidRPr="00725071">
              <w:rPr>
                <w:rStyle w:val="libPoemTiniChar0"/>
                <w:rtl/>
              </w:rPr>
              <w:br/>
              <w:t> </w:t>
            </w:r>
          </w:p>
        </w:tc>
      </w:tr>
    </w:tbl>
    <w:p w:rsidR="00A0264F" w:rsidRPr="00A0264F" w:rsidRDefault="00A0264F" w:rsidP="00A5546B">
      <w:pPr>
        <w:pStyle w:val="libPoemCenter"/>
      </w:pPr>
      <w:r w:rsidRPr="00A0264F">
        <w:rPr>
          <w:rtl/>
        </w:rPr>
        <w:t>سـوداً</w:t>
      </w:r>
      <w:r w:rsidR="003D6158">
        <w:rPr>
          <w:rtl/>
        </w:rPr>
        <w:t xml:space="preserve"> </w:t>
      </w:r>
      <w:r w:rsidRPr="00A0264F">
        <w:rPr>
          <w:rtl/>
        </w:rPr>
        <w:t>وكـانت</w:t>
      </w:r>
      <w:r w:rsidR="0076657C">
        <w:rPr>
          <w:rtl/>
        </w:rPr>
        <w:t xml:space="preserve"> </w:t>
      </w:r>
      <w:r w:rsidRPr="00A0264F">
        <w:rPr>
          <w:rtl/>
        </w:rPr>
        <w:t>بـكم</w:t>
      </w:r>
      <w:r w:rsidR="0076657C">
        <w:rPr>
          <w:rtl/>
        </w:rPr>
        <w:t xml:space="preserve"> </w:t>
      </w:r>
      <w:r w:rsidRPr="00A0264F">
        <w:rPr>
          <w:rtl/>
        </w:rPr>
        <w:t>بيضاً</w:t>
      </w:r>
      <w:r w:rsidR="0076657C">
        <w:rPr>
          <w:rtl/>
        </w:rPr>
        <w:t xml:space="preserve"> </w:t>
      </w:r>
      <w:r w:rsidRPr="00A0264F">
        <w:rPr>
          <w:rtl/>
        </w:rPr>
        <w:t>ليالينا</w:t>
      </w:r>
    </w:p>
    <w:p w:rsidR="00A5546B" w:rsidRDefault="00A5546B" w:rsidP="00A5546B">
      <w:pPr>
        <w:pStyle w:val="libNormal"/>
      </w:pPr>
      <w:r>
        <w:rPr>
          <w:rtl/>
        </w:rPr>
        <w:br w:type="page"/>
      </w:r>
    </w:p>
    <w:p w:rsidR="00A0264F" w:rsidRPr="00A5546B" w:rsidRDefault="00A0264F" w:rsidP="00A5546B">
      <w:pPr>
        <w:pStyle w:val="Heading3Center"/>
      </w:pPr>
      <w:bookmarkStart w:id="28" w:name="في_التفجّع_للزهراء"/>
      <w:bookmarkStart w:id="29" w:name="_Toc430519750"/>
      <w:r w:rsidRPr="00A0264F">
        <w:rPr>
          <w:rtl/>
        </w:rPr>
        <w:t>في التفجّع للزهراء</w:t>
      </w:r>
      <w:bookmarkEnd w:id="28"/>
      <w:r w:rsidRPr="00A0264F">
        <w:rPr>
          <w:rtl/>
        </w:rPr>
        <w:t xml:space="preserve"> (عليه السّلام)</w:t>
      </w:r>
      <w:bookmarkEnd w:id="29"/>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197548">
            <w:pPr>
              <w:pStyle w:val="libPoem"/>
            </w:pPr>
            <w:r w:rsidRPr="00A0264F">
              <w:rPr>
                <w:rtl/>
              </w:rPr>
              <w:t>بنفسي</w:t>
            </w:r>
            <w:r>
              <w:rPr>
                <w:rtl/>
              </w:rPr>
              <w:t xml:space="preserve"> </w:t>
            </w:r>
            <w:r w:rsidRPr="00A0264F">
              <w:rPr>
                <w:rtl/>
              </w:rPr>
              <w:t>التي</w:t>
            </w:r>
            <w:r w:rsidR="0076657C">
              <w:rPr>
                <w:rtl/>
              </w:rPr>
              <w:t xml:space="preserve"> </w:t>
            </w:r>
            <w:r w:rsidRPr="00A0264F">
              <w:rPr>
                <w:rtl/>
              </w:rPr>
              <w:t>لا</w:t>
            </w:r>
            <w:r w:rsidR="0076657C">
              <w:rPr>
                <w:rtl/>
              </w:rPr>
              <w:t xml:space="preserve"> </w:t>
            </w:r>
            <w:r w:rsidRPr="00A0264F">
              <w:rPr>
                <w:rtl/>
              </w:rPr>
              <w:t>هُمْ</w:t>
            </w:r>
            <w:r w:rsidR="0076657C">
              <w:rPr>
                <w:rtl/>
              </w:rPr>
              <w:t xml:space="preserve"> </w:t>
            </w:r>
            <w:r w:rsidRPr="00A0264F">
              <w:rPr>
                <w:rtl/>
              </w:rPr>
              <w:t>أعزُّوا</w:t>
            </w:r>
            <w:r w:rsidR="0076657C">
              <w:rPr>
                <w:rtl/>
              </w:rPr>
              <w:t xml:space="preserve"> </w:t>
            </w:r>
            <w:r w:rsidRPr="00A0264F">
              <w:rPr>
                <w:rtl/>
              </w:rPr>
              <w:t>جوارها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ولا</w:t>
            </w:r>
            <w:r>
              <w:rPr>
                <w:rtl/>
              </w:rPr>
              <w:t xml:space="preserve"> </w:t>
            </w:r>
            <w:r w:rsidRPr="00A0264F">
              <w:rPr>
                <w:rtl/>
              </w:rPr>
              <w:t>تـركوها</w:t>
            </w:r>
            <w:r w:rsidR="0076657C">
              <w:rPr>
                <w:rtl/>
              </w:rPr>
              <w:t xml:space="preserve"> </w:t>
            </w:r>
            <w:r w:rsidRPr="00A0264F">
              <w:rPr>
                <w:rtl/>
              </w:rPr>
              <w:t>تـستجيرُ</w:t>
            </w:r>
            <w:r w:rsidR="0076657C">
              <w:rPr>
                <w:rtl/>
              </w:rPr>
              <w:t xml:space="preserve"> </w:t>
            </w:r>
            <w:r w:rsidRPr="00A0264F">
              <w:rPr>
                <w:rtl/>
              </w:rPr>
              <w:t>بـدمعها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رأوهـا</w:t>
            </w:r>
            <w:r w:rsidR="0076657C">
              <w:rPr>
                <w:rtl/>
              </w:rPr>
              <w:t xml:space="preserve"> </w:t>
            </w:r>
            <w:r w:rsidRPr="00A0264F">
              <w:rPr>
                <w:rtl/>
              </w:rPr>
              <w:t>تُـقَضِّي</w:t>
            </w:r>
            <w:r w:rsidR="0076657C">
              <w:rPr>
                <w:rtl/>
              </w:rPr>
              <w:t xml:space="preserve"> </w:t>
            </w:r>
            <w:r w:rsidRPr="00A0264F">
              <w:rPr>
                <w:rtl/>
              </w:rPr>
              <w:t>لـيلها</w:t>
            </w:r>
            <w:r w:rsidR="0076657C">
              <w:rPr>
                <w:rtl/>
              </w:rPr>
              <w:t xml:space="preserve"> </w:t>
            </w:r>
            <w:r w:rsidRPr="00A0264F">
              <w:rPr>
                <w:rtl/>
              </w:rPr>
              <w:t>ونهارها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بـكاءً</w:t>
            </w:r>
            <w:r>
              <w:rPr>
                <w:rtl/>
              </w:rPr>
              <w:t xml:space="preserve"> </w:t>
            </w:r>
            <w:r w:rsidRPr="00A0264F">
              <w:rPr>
                <w:rtl/>
              </w:rPr>
              <w:t>عـلى</w:t>
            </w:r>
            <w:r w:rsidR="0076657C">
              <w:rPr>
                <w:rtl/>
              </w:rPr>
              <w:t xml:space="preserve"> </w:t>
            </w:r>
            <w:r w:rsidRPr="00A0264F">
              <w:rPr>
                <w:rtl/>
              </w:rPr>
              <w:t>الهادي</w:t>
            </w:r>
            <w:r w:rsidR="0076657C">
              <w:rPr>
                <w:rtl/>
              </w:rPr>
              <w:t xml:space="preserve"> </w:t>
            </w:r>
            <w:r w:rsidRPr="00A0264F">
              <w:rPr>
                <w:rtl/>
              </w:rPr>
              <w:t>فجدُّوا</w:t>
            </w:r>
            <w:r w:rsidR="0076657C">
              <w:rPr>
                <w:rtl/>
              </w:rPr>
              <w:t xml:space="preserve"> </w:t>
            </w:r>
            <w:r w:rsidRPr="00A0264F">
              <w:rPr>
                <w:rtl/>
              </w:rPr>
              <w:t>بمنعها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ومذ</w:t>
            </w:r>
            <w:r w:rsidR="0076657C">
              <w:rPr>
                <w:rtl/>
              </w:rPr>
              <w:t xml:space="preserve"> </w:t>
            </w:r>
            <w:r w:rsidRPr="00A0264F">
              <w:rPr>
                <w:rtl/>
              </w:rPr>
              <w:t>ألفت</w:t>
            </w:r>
            <w:r w:rsidR="0076657C">
              <w:rPr>
                <w:rtl/>
              </w:rPr>
              <w:t xml:space="preserve"> </w:t>
            </w:r>
            <w:r w:rsidRPr="00A0264F">
              <w:rPr>
                <w:rtl/>
              </w:rPr>
              <w:t>ظلّ</w:t>
            </w:r>
            <w:r w:rsidR="0076657C">
              <w:rPr>
                <w:rtl/>
              </w:rPr>
              <w:t xml:space="preserve"> </w:t>
            </w:r>
            <w:r>
              <w:rPr>
                <w:rtl/>
              </w:rPr>
              <w:t>(</w:t>
            </w:r>
            <w:r w:rsidRPr="00A0264F">
              <w:rPr>
                <w:rtl/>
              </w:rPr>
              <w:t>الأراكةِ</w:t>
            </w:r>
            <w:r>
              <w:rPr>
                <w:rtl/>
              </w:rPr>
              <w:t>)</w:t>
            </w:r>
            <w:r w:rsidR="0076657C">
              <w:rPr>
                <w:rtl/>
              </w:rPr>
              <w:t xml:space="preserve"> </w:t>
            </w:r>
            <w:r w:rsidRPr="00A0264F">
              <w:rPr>
                <w:rtl/>
              </w:rPr>
              <w:t>لم</w:t>
            </w:r>
            <w:r w:rsidR="0076657C">
              <w:rPr>
                <w:rtl/>
              </w:rPr>
              <w:t xml:space="preserve"> </w:t>
            </w:r>
            <w:r w:rsidRPr="00A0264F">
              <w:rPr>
                <w:rtl/>
              </w:rPr>
              <w:t>تكن</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تـطيبُ</w:t>
            </w:r>
            <w:r w:rsidR="0076657C">
              <w:rPr>
                <w:rtl/>
              </w:rPr>
              <w:t xml:space="preserve"> </w:t>
            </w:r>
            <w:r w:rsidRPr="00A0264F">
              <w:rPr>
                <w:rtl/>
              </w:rPr>
              <w:t>نـفوسُ</w:t>
            </w:r>
            <w:r w:rsidR="0076657C">
              <w:rPr>
                <w:rtl/>
              </w:rPr>
              <w:t xml:space="preserve"> </w:t>
            </w:r>
            <w:r w:rsidRPr="00A0264F">
              <w:rPr>
                <w:rtl/>
              </w:rPr>
              <w:t>القومِ</w:t>
            </w:r>
            <w:r w:rsidR="0076657C">
              <w:rPr>
                <w:rtl/>
              </w:rPr>
              <w:t xml:space="preserve"> </w:t>
            </w:r>
            <w:r w:rsidRPr="00A0264F">
              <w:rPr>
                <w:rtl/>
              </w:rPr>
              <w:t>إلاّ</w:t>
            </w:r>
            <w:r w:rsidR="0076657C">
              <w:rPr>
                <w:rtl/>
              </w:rPr>
              <w:t xml:space="preserve"> </w:t>
            </w:r>
            <w:r w:rsidRPr="00A0264F">
              <w:rPr>
                <w:rtl/>
              </w:rPr>
              <w:t>بقطعها</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إذا</w:t>
            </w:r>
            <w:r>
              <w:rPr>
                <w:rtl/>
              </w:rPr>
              <w:t xml:space="preserve"> </w:t>
            </w:r>
            <w:r w:rsidRPr="00A0264F">
              <w:rPr>
                <w:rtl/>
              </w:rPr>
              <w:t>كـانَ</w:t>
            </w:r>
            <w:r w:rsidR="0076657C">
              <w:rPr>
                <w:rtl/>
              </w:rPr>
              <w:t xml:space="preserve"> </w:t>
            </w:r>
            <w:r w:rsidRPr="00A0264F">
              <w:rPr>
                <w:rtl/>
              </w:rPr>
              <w:t>قـصدُ</w:t>
            </w:r>
            <w:r w:rsidR="0076657C">
              <w:rPr>
                <w:rtl/>
              </w:rPr>
              <w:t xml:space="preserve"> </w:t>
            </w:r>
            <w:r w:rsidRPr="00A0264F">
              <w:rPr>
                <w:rtl/>
              </w:rPr>
              <w:t>القومِ</w:t>
            </w:r>
            <w:r w:rsidR="0076657C">
              <w:rPr>
                <w:rtl/>
              </w:rPr>
              <w:t xml:space="preserve"> </w:t>
            </w:r>
            <w:r w:rsidRPr="00A0264F">
              <w:rPr>
                <w:rtl/>
              </w:rPr>
              <w:t>بيعةَ</w:t>
            </w:r>
            <w:r w:rsidR="0076657C">
              <w:rPr>
                <w:rtl/>
              </w:rPr>
              <w:t xml:space="preserve"> </w:t>
            </w:r>
            <w:r w:rsidRPr="00A0264F">
              <w:rPr>
                <w:rtl/>
              </w:rPr>
              <w:t>بعلها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فما</w:t>
            </w:r>
            <w:r w:rsidR="0076657C">
              <w:rPr>
                <w:rtl/>
              </w:rPr>
              <w:t xml:space="preserve"> </w:t>
            </w:r>
            <w:r w:rsidRPr="00A0264F">
              <w:rPr>
                <w:rtl/>
              </w:rPr>
              <w:t>كانَ</w:t>
            </w:r>
            <w:r w:rsidR="0076657C">
              <w:rPr>
                <w:rtl/>
              </w:rPr>
              <w:t xml:space="preserve"> </w:t>
            </w:r>
            <w:r w:rsidRPr="00A0264F">
              <w:rPr>
                <w:rtl/>
              </w:rPr>
              <w:t>يحدوهم</w:t>
            </w:r>
            <w:r w:rsidR="0076657C">
              <w:rPr>
                <w:rtl/>
              </w:rPr>
              <w:t xml:space="preserve"> </w:t>
            </w:r>
            <w:r w:rsidRPr="00A0264F">
              <w:rPr>
                <w:rtl/>
              </w:rPr>
              <w:t>على</w:t>
            </w:r>
            <w:r w:rsidR="0076657C">
              <w:rPr>
                <w:rtl/>
              </w:rPr>
              <w:t xml:space="preserve"> </w:t>
            </w:r>
            <w:r w:rsidRPr="00A0264F">
              <w:rPr>
                <w:rtl/>
              </w:rPr>
              <w:t>كسرِ</w:t>
            </w:r>
            <w:r w:rsidR="0076657C">
              <w:rPr>
                <w:rtl/>
              </w:rPr>
              <w:t xml:space="preserve"> </w:t>
            </w:r>
            <w:r w:rsidRPr="00A0264F">
              <w:rPr>
                <w:rtl/>
              </w:rPr>
              <w:t>ضلعها</w:t>
            </w:r>
            <w:r w:rsidRPr="00725071">
              <w:rPr>
                <w:rStyle w:val="libPoemTiniChar0"/>
                <w:rtl/>
              </w:rPr>
              <w:br/>
              <w:t> </w:t>
            </w:r>
          </w:p>
        </w:tc>
      </w:tr>
    </w:tbl>
    <w:p w:rsidR="00A0264F" w:rsidRPr="00A5546B" w:rsidRDefault="00A0264F" w:rsidP="00A5546B">
      <w:pPr>
        <w:pStyle w:val="Heading3Center"/>
      </w:pPr>
      <w:bookmarkStart w:id="30" w:name="_Toc430519751"/>
      <w:r w:rsidRPr="00A0264F">
        <w:rPr>
          <w:rtl/>
        </w:rPr>
        <w:t>زينب</w:t>
      </w:r>
      <w:r w:rsidR="0076657C">
        <w:rPr>
          <w:rtl/>
        </w:rPr>
        <w:t xml:space="preserve"> </w:t>
      </w:r>
      <w:r w:rsidRPr="00A0264F">
        <w:rPr>
          <w:rtl/>
        </w:rPr>
        <w:t>تـودّع أخاها</w:t>
      </w:r>
      <w:bookmarkEnd w:id="30"/>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197548">
            <w:pPr>
              <w:pStyle w:val="libPoem"/>
            </w:pPr>
            <w:r w:rsidRPr="00A0264F">
              <w:rPr>
                <w:rtl/>
              </w:rPr>
              <w:t>هَـمَّتْ</w:t>
            </w:r>
            <w:r>
              <w:rPr>
                <w:rtl/>
              </w:rPr>
              <w:t xml:space="preserve"> </w:t>
            </w:r>
            <w:r w:rsidRPr="00A0264F">
              <w:rPr>
                <w:rtl/>
              </w:rPr>
              <w:t>لتقضيَ</w:t>
            </w:r>
            <w:r w:rsidR="0076657C">
              <w:rPr>
                <w:rtl/>
              </w:rPr>
              <w:t xml:space="preserve"> </w:t>
            </w:r>
            <w:r w:rsidRPr="00A0264F">
              <w:rPr>
                <w:rtl/>
              </w:rPr>
              <w:t>من</w:t>
            </w:r>
            <w:r w:rsidR="0076657C">
              <w:rPr>
                <w:rtl/>
              </w:rPr>
              <w:t xml:space="preserve"> </w:t>
            </w:r>
            <w:r w:rsidRPr="00A0264F">
              <w:rPr>
                <w:rtl/>
              </w:rPr>
              <w:t>توديعهِ</w:t>
            </w:r>
            <w:r w:rsidR="0076657C">
              <w:rPr>
                <w:rtl/>
              </w:rPr>
              <w:t xml:space="preserve"> </w:t>
            </w:r>
            <w:r w:rsidRPr="00A0264F">
              <w:rPr>
                <w:rtl/>
              </w:rPr>
              <w:t>وطرا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وقد</w:t>
            </w:r>
            <w:r w:rsidR="0076657C">
              <w:rPr>
                <w:rtl/>
              </w:rPr>
              <w:t xml:space="preserve"> </w:t>
            </w:r>
            <w:r w:rsidRPr="00A0264F">
              <w:rPr>
                <w:rtl/>
              </w:rPr>
              <w:t>أبى</w:t>
            </w:r>
            <w:r w:rsidR="0076657C">
              <w:rPr>
                <w:rtl/>
              </w:rPr>
              <w:t xml:space="preserve"> </w:t>
            </w:r>
            <w:r w:rsidRPr="00A0264F">
              <w:rPr>
                <w:rtl/>
              </w:rPr>
              <w:t>سوطُ</w:t>
            </w:r>
            <w:r w:rsidR="0076657C">
              <w:rPr>
                <w:rtl/>
              </w:rPr>
              <w:t xml:space="preserve"> </w:t>
            </w:r>
            <w:r>
              <w:rPr>
                <w:rtl/>
              </w:rPr>
              <w:t>(</w:t>
            </w:r>
            <w:r w:rsidRPr="00A0264F">
              <w:rPr>
                <w:rtl/>
              </w:rPr>
              <w:t>شمرٍ</w:t>
            </w:r>
            <w:r>
              <w:rPr>
                <w:rtl/>
              </w:rPr>
              <w:t>)</w:t>
            </w:r>
            <w:r w:rsidR="0076657C">
              <w:rPr>
                <w:rtl/>
              </w:rPr>
              <w:t xml:space="preserve"> </w:t>
            </w:r>
            <w:r w:rsidRPr="00A0264F">
              <w:rPr>
                <w:rtl/>
              </w:rPr>
              <w:t>أن</w:t>
            </w:r>
            <w:r w:rsidR="0076657C">
              <w:rPr>
                <w:rtl/>
              </w:rPr>
              <w:t xml:space="preserve"> </w:t>
            </w:r>
            <w:r w:rsidRPr="00A0264F">
              <w:rPr>
                <w:rtl/>
              </w:rPr>
              <w:t>تودّعهُ</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فـفارقتهُ</w:t>
            </w:r>
            <w:r>
              <w:rPr>
                <w:rtl/>
              </w:rPr>
              <w:t xml:space="preserve"> </w:t>
            </w:r>
            <w:r w:rsidRPr="00A0264F">
              <w:rPr>
                <w:rtl/>
              </w:rPr>
              <w:t>ولـكن</w:t>
            </w:r>
            <w:r w:rsidR="0076657C">
              <w:rPr>
                <w:rtl/>
              </w:rPr>
              <w:t xml:space="preserve"> </w:t>
            </w:r>
            <w:r w:rsidRPr="00A0264F">
              <w:rPr>
                <w:rtl/>
              </w:rPr>
              <w:t>رأسـهُ</w:t>
            </w:r>
            <w:r w:rsidR="0076657C">
              <w:rPr>
                <w:rtl/>
              </w:rPr>
              <w:t xml:space="preserve"> </w:t>
            </w:r>
            <w:r w:rsidRPr="00A0264F">
              <w:rPr>
                <w:rtl/>
              </w:rPr>
              <w:t>مـعها</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وغـابَ</w:t>
            </w:r>
            <w:r w:rsidR="0076657C">
              <w:rPr>
                <w:rtl/>
              </w:rPr>
              <w:t xml:space="preserve"> </w:t>
            </w:r>
            <w:r w:rsidRPr="00A0264F">
              <w:rPr>
                <w:rtl/>
              </w:rPr>
              <w:t>عـنها</w:t>
            </w:r>
            <w:r w:rsidR="0076657C">
              <w:rPr>
                <w:rtl/>
              </w:rPr>
              <w:t xml:space="preserve"> </w:t>
            </w:r>
            <w:r w:rsidRPr="00A0264F">
              <w:rPr>
                <w:rtl/>
              </w:rPr>
              <w:t>ولـكن</w:t>
            </w:r>
            <w:r w:rsidR="0076657C">
              <w:rPr>
                <w:rtl/>
              </w:rPr>
              <w:t xml:space="preserve"> </w:t>
            </w:r>
            <w:r w:rsidRPr="00A0264F">
              <w:rPr>
                <w:rtl/>
              </w:rPr>
              <w:t>قلبها</w:t>
            </w:r>
            <w:r w:rsidR="0076657C">
              <w:rPr>
                <w:rtl/>
              </w:rPr>
              <w:t xml:space="preserve"> </w:t>
            </w:r>
            <w:r w:rsidRPr="00A0264F">
              <w:rPr>
                <w:rtl/>
              </w:rPr>
              <w:t>معهُ</w:t>
            </w:r>
            <w:r w:rsidRPr="00725071">
              <w:rPr>
                <w:rStyle w:val="libPoemTiniChar0"/>
                <w:rtl/>
              </w:rPr>
              <w:br/>
              <w:t> </w:t>
            </w:r>
          </w:p>
        </w:tc>
      </w:tr>
    </w:tbl>
    <w:p w:rsidR="00A5546B" w:rsidRDefault="00A5546B" w:rsidP="00A5546B">
      <w:pPr>
        <w:pStyle w:val="libNormal"/>
      </w:pPr>
      <w:r>
        <w:rPr>
          <w:rtl/>
        </w:rPr>
        <w:br w:type="page"/>
      </w:r>
    </w:p>
    <w:p w:rsidR="00A0264F" w:rsidRPr="00A5546B" w:rsidRDefault="00A0264F" w:rsidP="00A5546B">
      <w:pPr>
        <w:pStyle w:val="Heading3Center"/>
      </w:pPr>
      <w:bookmarkStart w:id="31" w:name="_Toc430519752"/>
      <w:r w:rsidRPr="00A0264F">
        <w:rPr>
          <w:rtl/>
        </w:rPr>
        <w:t>في رثاء الحسين (عليه السّلام)</w:t>
      </w:r>
      <w:bookmarkEnd w:id="31"/>
    </w:p>
    <w:tbl>
      <w:tblPr>
        <w:tblStyle w:val="TableGrid"/>
        <w:bidiVisual/>
        <w:tblW w:w="4562" w:type="pct"/>
        <w:tblInd w:w="384" w:type="dxa"/>
        <w:tblLook w:val="04A0"/>
      </w:tblPr>
      <w:tblGrid>
        <w:gridCol w:w="3536"/>
        <w:gridCol w:w="272"/>
        <w:gridCol w:w="3502"/>
      </w:tblGrid>
      <w:tr w:rsidR="00AA4FE1" w:rsidTr="00197548">
        <w:trPr>
          <w:trHeight w:val="350"/>
        </w:trPr>
        <w:tc>
          <w:tcPr>
            <w:tcW w:w="3536" w:type="dxa"/>
          </w:tcPr>
          <w:p w:rsidR="00AA4FE1" w:rsidRDefault="00AA4FE1" w:rsidP="00197548">
            <w:pPr>
              <w:pStyle w:val="libPoem"/>
            </w:pPr>
            <w:r w:rsidRPr="00A0264F">
              <w:rPr>
                <w:rtl/>
              </w:rPr>
              <w:t>بأبي الظامي على نهرِ الفرات</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دمهُ روَّى حدودَ المرهفات</w:t>
            </w:r>
            <w:r w:rsidRPr="00725071">
              <w:rPr>
                <w:rStyle w:val="libPoemTiniChar0"/>
                <w:rtl/>
              </w:rPr>
              <w:br/>
              <w:t> </w:t>
            </w:r>
          </w:p>
        </w:tc>
      </w:tr>
    </w:tbl>
    <w:p w:rsidR="00A0264F" w:rsidRPr="00A0264F" w:rsidRDefault="00A0264F" w:rsidP="00A5546B">
      <w:pPr>
        <w:pStyle w:val="libCenter"/>
      </w:pPr>
      <w:r w:rsidRPr="00A0264F">
        <w:rPr>
          <w:rtl/>
        </w:rPr>
        <w:t>***</w:t>
      </w:r>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197548">
            <w:pPr>
              <w:pStyle w:val="libPoem"/>
            </w:pPr>
            <w:r w:rsidRPr="00A0264F">
              <w:rPr>
                <w:rtl/>
              </w:rPr>
              <w:t>لستُ أنساهُ وحيداً يستجير</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ويناديهم ألا هَلْ من مجير</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ويرى أصحابهُ فوقض الهجير</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صُرَّعاً مثلَ النجومِ الزاهرات</w:t>
            </w:r>
            <w:r w:rsidRPr="00725071">
              <w:rPr>
                <w:rStyle w:val="libPoemTiniChar0"/>
                <w:rtl/>
              </w:rPr>
              <w:br/>
              <w:t> </w:t>
            </w:r>
          </w:p>
        </w:tc>
      </w:tr>
    </w:tbl>
    <w:p w:rsidR="00A0264F" w:rsidRPr="00A0264F" w:rsidRDefault="00A0264F" w:rsidP="00A5546B">
      <w:pPr>
        <w:pStyle w:val="libCenter"/>
      </w:pPr>
      <w:r w:rsidRPr="00A0264F">
        <w:rPr>
          <w:rtl/>
        </w:rPr>
        <w:t>***</w:t>
      </w:r>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197548">
            <w:pPr>
              <w:pStyle w:val="libPoem"/>
            </w:pPr>
            <w:r w:rsidRPr="00A0264F">
              <w:rPr>
                <w:rtl/>
              </w:rPr>
              <w:t>فدعاهم وهمُ فوقَ الرغام</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جُثَّمٌ ما بينَ شيخٍ وغلام</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نومكم طالَ فقوموا يا كرام</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وادفعوا عن حرمِ اللّهِ الطغاة</w:t>
            </w:r>
            <w:r w:rsidRPr="00725071">
              <w:rPr>
                <w:rStyle w:val="libPoemTiniChar0"/>
                <w:rtl/>
              </w:rPr>
              <w:br/>
              <w:t> </w:t>
            </w:r>
          </w:p>
        </w:tc>
      </w:tr>
    </w:tbl>
    <w:p w:rsidR="00A0264F" w:rsidRPr="00A0264F" w:rsidRDefault="00A0264F" w:rsidP="00A5546B">
      <w:pPr>
        <w:pStyle w:val="libCenter"/>
      </w:pPr>
      <w:r w:rsidRPr="00A0264F">
        <w:rPr>
          <w:rtl/>
        </w:rPr>
        <w:t>***</w:t>
      </w:r>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AA4FE1">
            <w:pPr>
              <w:pStyle w:val="libPoem"/>
            </w:pPr>
            <w:r w:rsidRPr="00A0264F">
              <w:rPr>
                <w:rtl/>
              </w:rPr>
              <w:t>لِمَ أدعوكم فلا تستمعون</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أمللتم نصرتي أم لا تعون</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بكمُ قد غدرَ الدهرُ الخؤون</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ورماكم بسهامِ الحادثات</w:t>
            </w:r>
            <w:r w:rsidRPr="00725071">
              <w:rPr>
                <w:rStyle w:val="libPoemTiniChar0"/>
                <w:rtl/>
              </w:rPr>
              <w:br/>
              <w:t> </w:t>
            </w:r>
          </w:p>
        </w:tc>
      </w:tr>
    </w:tbl>
    <w:p w:rsidR="00A0264F" w:rsidRPr="00A0264F" w:rsidRDefault="00A0264F" w:rsidP="00A5546B">
      <w:pPr>
        <w:pStyle w:val="libCenter"/>
      </w:pPr>
      <w:r w:rsidRPr="00A0264F">
        <w:rPr>
          <w:rtl/>
        </w:rPr>
        <w:t>***</w:t>
      </w:r>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197548">
            <w:pPr>
              <w:pStyle w:val="libPoem"/>
            </w:pPr>
            <w:r w:rsidRPr="00A0264F">
              <w:rPr>
                <w:rtl/>
              </w:rPr>
              <w:t>ثمّ ألوى راجعاً نحو الخيام</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قائلاً منّي عليكنّ السّلام</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فتطالعنَ لتوديعِ الإمام</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وتهاوينَ عليهِ قائلات</w:t>
            </w:r>
            <w:r w:rsidRPr="00725071">
              <w:rPr>
                <w:rStyle w:val="libPoemTiniChar0"/>
                <w:rtl/>
              </w:rPr>
              <w:br/>
              <w:t> </w:t>
            </w:r>
          </w:p>
        </w:tc>
      </w:tr>
    </w:tbl>
    <w:p w:rsidR="00A0264F" w:rsidRPr="00A0264F" w:rsidRDefault="00A0264F" w:rsidP="00A5546B">
      <w:pPr>
        <w:pStyle w:val="libCenter"/>
      </w:pPr>
      <w:r w:rsidRPr="00A0264F">
        <w:rPr>
          <w:rtl/>
        </w:rPr>
        <w:t>***</w:t>
      </w:r>
    </w:p>
    <w:tbl>
      <w:tblPr>
        <w:tblStyle w:val="TableGrid"/>
        <w:bidiVisual/>
        <w:tblW w:w="4562" w:type="pct"/>
        <w:tblInd w:w="384" w:type="dxa"/>
        <w:tblLook w:val="04A0"/>
      </w:tblPr>
      <w:tblGrid>
        <w:gridCol w:w="3536"/>
        <w:gridCol w:w="272"/>
        <w:gridCol w:w="3502"/>
      </w:tblGrid>
      <w:tr w:rsidR="00AA4FE1" w:rsidTr="00AA4FE1">
        <w:trPr>
          <w:trHeight w:val="350"/>
        </w:trPr>
        <w:tc>
          <w:tcPr>
            <w:tcW w:w="3536" w:type="dxa"/>
          </w:tcPr>
          <w:p w:rsidR="00AA4FE1" w:rsidRDefault="00AA4FE1" w:rsidP="00197548">
            <w:pPr>
              <w:pStyle w:val="libPoem"/>
            </w:pPr>
            <w:r w:rsidRPr="00A0264F">
              <w:rPr>
                <w:rtl/>
              </w:rPr>
              <w:t>مَنْ لنا بعدكَ يا خيرَ كفيل</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إن حدا الحادي ونادى بالرحيل</w:t>
            </w:r>
            <w:r w:rsidRPr="00725071">
              <w:rPr>
                <w:rStyle w:val="libPoemTiniChar0"/>
                <w:rtl/>
              </w:rPr>
              <w:br/>
              <w:t> </w:t>
            </w:r>
          </w:p>
        </w:tc>
      </w:tr>
      <w:tr w:rsidR="00AA4FE1" w:rsidTr="00AA4FE1">
        <w:trPr>
          <w:trHeight w:val="350"/>
        </w:trPr>
        <w:tc>
          <w:tcPr>
            <w:tcW w:w="3536" w:type="dxa"/>
          </w:tcPr>
          <w:p w:rsidR="00AA4FE1" w:rsidRDefault="00AA4FE1" w:rsidP="00197548">
            <w:pPr>
              <w:pStyle w:val="libPoem"/>
            </w:pPr>
            <w:r w:rsidRPr="00A0264F">
              <w:rPr>
                <w:rtl/>
              </w:rPr>
              <w:t>وابنكَ السجّادُ مطروحٌ عليل</w:t>
            </w:r>
            <w:r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AA4FE1" w:rsidP="00197548">
            <w:pPr>
              <w:pStyle w:val="libPoem"/>
            </w:pPr>
            <w:r w:rsidRPr="00A0264F">
              <w:rPr>
                <w:rtl/>
              </w:rPr>
              <w:t>لم يطق حفظَ النساءِ الضايعات</w:t>
            </w:r>
            <w:r w:rsidRPr="00725071">
              <w:rPr>
                <w:rStyle w:val="libPoemTiniChar0"/>
                <w:rtl/>
              </w:rPr>
              <w:br/>
              <w:t> </w:t>
            </w:r>
          </w:p>
        </w:tc>
      </w:tr>
    </w:tbl>
    <w:p w:rsidR="00A0264F" w:rsidRPr="00A0264F" w:rsidRDefault="00A0264F" w:rsidP="00A5546B">
      <w:pPr>
        <w:pStyle w:val="libCenter"/>
      </w:pPr>
      <w:r w:rsidRPr="00A0264F">
        <w:rPr>
          <w:rtl/>
        </w:rPr>
        <w:t>***</w:t>
      </w:r>
    </w:p>
    <w:tbl>
      <w:tblPr>
        <w:tblStyle w:val="TableGrid"/>
        <w:bidiVisual/>
        <w:tblW w:w="4562" w:type="pct"/>
        <w:tblInd w:w="384" w:type="dxa"/>
        <w:tblLook w:val="04A0"/>
      </w:tblPr>
      <w:tblGrid>
        <w:gridCol w:w="3536"/>
        <w:gridCol w:w="272"/>
        <w:gridCol w:w="3502"/>
      </w:tblGrid>
      <w:tr w:rsidR="00AA4FE1" w:rsidTr="00197548">
        <w:trPr>
          <w:trHeight w:val="350"/>
        </w:trPr>
        <w:tc>
          <w:tcPr>
            <w:tcW w:w="3536" w:type="dxa"/>
          </w:tcPr>
          <w:p w:rsidR="00AA4FE1" w:rsidRDefault="00197548" w:rsidP="00197548">
            <w:pPr>
              <w:pStyle w:val="libPoem"/>
            </w:pPr>
            <w:r w:rsidRPr="00A0264F">
              <w:rPr>
                <w:rtl/>
              </w:rPr>
              <w:t>سيّدي إن فاتنا السعي إليك</w:t>
            </w:r>
            <w:r w:rsidR="00AA4FE1" w:rsidRPr="00725071">
              <w:rPr>
                <w:rStyle w:val="libPoemTiniChar0"/>
                <w:rtl/>
              </w:rPr>
              <w:br/>
              <w:t> </w:t>
            </w:r>
          </w:p>
        </w:tc>
        <w:tc>
          <w:tcPr>
            <w:tcW w:w="272" w:type="dxa"/>
          </w:tcPr>
          <w:p w:rsidR="00AA4FE1" w:rsidRDefault="00AA4FE1" w:rsidP="00197548">
            <w:pPr>
              <w:pStyle w:val="libPoem"/>
              <w:rPr>
                <w:rtl/>
              </w:rPr>
            </w:pPr>
          </w:p>
        </w:tc>
        <w:tc>
          <w:tcPr>
            <w:tcW w:w="3502" w:type="dxa"/>
          </w:tcPr>
          <w:p w:rsidR="00AA4FE1" w:rsidRDefault="00197548" w:rsidP="00197548">
            <w:pPr>
              <w:pStyle w:val="libPoem"/>
            </w:pPr>
            <w:r w:rsidRPr="00A0264F">
              <w:rPr>
                <w:rtl/>
              </w:rPr>
              <w:t>لترانا صُرَّعاً بين يديك</w:t>
            </w:r>
            <w:r w:rsidR="00AA4FE1"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197548" w:rsidTr="00197548">
        <w:trPr>
          <w:trHeight w:val="350"/>
        </w:trPr>
        <w:tc>
          <w:tcPr>
            <w:tcW w:w="3536" w:type="dxa"/>
          </w:tcPr>
          <w:p w:rsidR="00197548" w:rsidRDefault="00197548" w:rsidP="00197548">
            <w:pPr>
              <w:pStyle w:val="libPoem"/>
            </w:pPr>
            <w:r w:rsidRPr="00A0264F">
              <w:rPr>
                <w:rtl/>
              </w:rPr>
              <w:t>لم يفتنا الوجدُ والنوحُ عليك</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أبدَ الدهرِ وجذبِ الحسرات</w:t>
            </w:r>
            <w:r w:rsidRPr="00725071">
              <w:rPr>
                <w:rStyle w:val="libPoemTiniChar0"/>
                <w:rtl/>
              </w:rPr>
              <w:br/>
              <w:t> </w:t>
            </w:r>
          </w:p>
        </w:tc>
      </w:tr>
    </w:tbl>
    <w:p w:rsidR="00A0264F" w:rsidRPr="00A0264F" w:rsidRDefault="00A0264F" w:rsidP="00A5546B">
      <w:pPr>
        <w:pStyle w:val="libCenter"/>
      </w:pPr>
      <w:r w:rsidRPr="00A0264F">
        <w:rPr>
          <w:rtl/>
        </w:rPr>
        <w:t>***</w:t>
      </w:r>
    </w:p>
    <w:tbl>
      <w:tblPr>
        <w:tblStyle w:val="TableGrid"/>
        <w:bidiVisual/>
        <w:tblW w:w="4562" w:type="pct"/>
        <w:tblInd w:w="384" w:type="dxa"/>
        <w:tblLook w:val="04A0"/>
      </w:tblPr>
      <w:tblGrid>
        <w:gridCol w:w="3536"/>
        <w:gridCol w:w="272"/>
        <w:gridCol w:w="3502"/>
      </w:tblGrid>
      <w:tr w:rsidR="00197548" w:rsidTr="00197548">
        <w:trPr>
          <w:trHeight w:val="350"/>
        </w:trPr>
        <w:tc>
          <w:tcPr>
            <w:tcW w:w="3536" w:type="dxa"/>
          </w:tcPr>
          <w:p w:rsidR="00197548" w:rsidRDefault="00197548" w:rsidP="00197548">
            <w:pPr>
              <w:pStyle w:val="libPoem"/>
            </w:pPr>
            <w:r w:rsidRPr="00A0264F">
              <w:rPr>
                <w:rtl/>
              </w:rPr>
              <w:t>أبدَ الدهرِ لنا دمعٌ سكوب</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وعلى نارِ الجوى تطوي قلوب</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لا نذوقُ الماءَ إلاّ وتذوب</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أنفسٌ منّا بنارِ الزفرات</w:t>
            </w:r>
            <w:r w:rsidRPr="00725071">
              <w:rPr>
                <w:rStyle w:val="libPoemTiniChar0"/>
                <w:rtl/>
              </w:rPr>
              <w:br/>
              <w:t> </w:t>
            </w:r>
          </w:p>
        </w:tc>
      </w:tr>
    </w:tbl>
    <w:p w:rsidR="00A0264F" w:rsidRPr="00A0264F" w:rsidRDefault="00A0264F" w:rsidP="00A5546B">
      <w:pPr>
        <w:pStyle w:val="libCenter"/>
      </w:pPr>
      <w:r w:rsidRPr="00A0264F">
        <w:rPr>
          <w:rtl/>
        </w:rPr>
        <w:t>***</w:t>
      </w:r>
    </w:p>
    <w:tbl>
      <w:tblPr>
        <w:tblStyle w:val="TableGrid"/>
        <w:bidiVisual/>
        <w:tblW w:w="4562" w:type="pct"/>
        <w:tblInd w:w="384" w:type="dxa"/>
        <w:tblLook w:val="04A0"/>
      </w:tblPr>
      <w:tblGrid>
        <w:gridCol w:w="3536"/>
        <w:gridCol w:w="272"/>
        <w:gridCol w:w="3502"/>
      </w:tblGrid>
      <w:tr w:rsidR="00197548" w:rsidTr="00197548">
        <w:trPr>
          <w:trHeight w:val="350"/>
        </w:trPr>
        <w:tc>
          <w:tcPr>
            <w:tcW w:w="3536" w:type="dxa"/>
          </w:tcPr>
          <w:p w:rsidR="00197548" w:rsidRDefault="00197548" w:rsidP="00197548">
            <w:pPr>
              <w:pStyle w:val="libPoem"/>
            </w:pPr>
            <w:r w:rsidRPr="00A0264F">
              <w:rPr>
                <w:rtl/>
              </w:rPr>
              <w:t xml:space="preserve">بادرَ الرجسُ </w:t>
            </w:r>
            <w:r>
              <w:rPr>
                <w:rtl/>
              </w:rPr>
              <w:t>(</w:t>
            </w:r>
            <w:r w:rsidRPr="00A0264F">
              <w:rPr>
                <w:rtl/>
              </w:rPr>
              <w:t>خولَّي</w:t>
            </w:r>
            <w:r>
              <w:rPr>
                <w:rtl/>
              </w:rPr>
              <w:t>)</w:t>
            </w:r>
            <w:r w:rsidRPr="00A0264F">
              <w:rPr>
                <w:rtl/>
              </w:rPr>
              <w:t xml:space="preserve"> ورمى</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حجراً شجَّ الكتابَ المحكما</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فأرادَ السبطُ مسحاً للدما</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ليرى في مقلتيهِ مَنْ رماه</w:t>
            </w:r>
            <w:r w:rsidRPr="00725071">
              <w:rPr>
                <w:rStyle w:val="libPoemTiniChar0"/>
                <w:rtl/>
              </w:rPr>
              <w:br/>
              <w:t> </w:t>
            </w:r>
          </w:p>
        </w:tc>
      </w:tr>
    </w:tbl>
    <w:p w:rsidR="00A0264F" w:rsidRPr="00A0264F" w:rsidRDefault="00A0264F" w:rsidP="00A5546B">
      <w:pPr>
        <w:pStyle w:val="libCenter"/>
      </w:pPr>
      <w:r w:rsidRPr="00A0264F">
        <w:rPr>
          <w:rtl/>
        </w:rPr>
        <w:t>***</w:t>
      </w:r>
    </w:p>
    <w:tbl>
      <w:tblPr>
        <w:tblStyle w:val="TableGrid"/>
        <w:bidiVisual/>
        <w:tblW w:w="4562" w:type="pct"/>
        <w:tblInd w:w="384" w:type="dxa"/>
        <w:tblLook w:val="04A0"/>
      </w:tblPr>
      <w:tblGrid>
        <w:gridCol w:w="3536"/>
        <w:gridCol w:w="272"/>
        <w:gridCol w:w="3502"/>
      </w:tblGrid>
      <w:tr w:rsidR="00197548" w:rsidTr="00197548">
        <w:trPr>
          <w:trHeight w:val="350"/>
        </w:trPr>
        <w:tc>
          <w:tcPr>
            <w:tcW w:w="3536" w:type="dxa"/>
          </w:tcPr>
          <w:p w:rsidR="00197548" w:rsidRDefault="00197548" w:rsidP="00197548">
            <w:pPr>
              <w:pStyle w:val="libPoem"/>
            </w:pPr>
            <w:r w:rsidRPr="00A0264F">
              <w:rPr>
                <w:rtl/>
              </w:rPr>
              <w:t>لا تسلني بعدَ هذا ما جرى</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غيرَ أنّ العرشَ أهوى للثرى</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وغدا الإسلامُ محلولَ العرى</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وبكى الدينُ على حامي حماه</w:t>
            </w:r>
            <w:r w:rsidRPr="00725071">
              <w:rPr>
                <w:rStyle w:val="libPoemTiniChar0"/>
                <w:rtl/>
              </w:rPr>
              <w:br/>
              <w:t> </w:t>
            </w:r>
          </w:p>
        </w:tc>
      </w:tr>
    </w:tbl>
    <w:p w:rsidR="00A0264F" w:rsidRPr="00A0264F" w:rsidRDefault="00A0264F" w:rsidP="00A5546B">
      <w:pPr>
        <w:pStyle w:val="libCenter"/>
      </w:pPr>
      <w:r w:rsidRPr="00A0264F">
        <w:rPr>
          <w:rtl/>
        </w:rPr>
        <w:t>***</w:t>
      </w:r>
    </w:p>
    <w:tbl>
      <w:tblPr>
        <w:tblStyle w:val="TableGrid"/>
        <w:bidiVisual/>
        <w:tblW w:w="4562" w:type="pct"/>
        <w:tblInd w:w="384" w:type="dxa"/>
        <w:tblLook w:val="04A0"/>
      </w:tblPr>
      <w:tblGrid>
        <w:gridCol w:w="3536"/>
        <w:gridCol w:w="272"/>
        <w:gridCol w:w="3502"/>
      </w:tblGrid>
      <w:tr w:rsidR="00197548" w:rsidTr="00197548">
        <w:trPr>
          <w:trHeight w:val="350"/>
        </w:trPr>
        <w:tc>
          <w:tcPr>
            <w:tcW w:w="3536" w:type="dxa"/>
          </w:tcPr>
          <w:p w:rsidR="00197548" w:rsidRDefault="00197548" w:rsidP="00197548">
            <w:pPr>
              <w:pStyle w:val="libPoem"/>
            </w:pPr>
            <w:r w:rsidRPr="00A0264F">
              <w:rPr>
                <w:rtl/>
              </w:rPr>
              <w:t>نكبةٌ دهياءُ من فجعتها</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أخرجت زينبَ من خيمتها</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تصدعُ الأكبادَ في ندبتها</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حين وافته تنادي واحماه</w:t>
            </w:r>
            <w:r w:rsidRPr="00725071">
              <w:rPr>
                <w:rStyle w:val="libPoemTiniChar0"/>
                <w:rtl/>
              </w:rPr>
              <w:br/>
              <w:t> </w:t>
            </w:r>
          </w:p>
        </w:tc>
      </w:tr>
    </w:tbl>
    <w:p w:rsidR="00A0264F" w:rsidRPr="00A0264F" w:rsidRDefault="00A0264F" w:rsidP="00A5546B">
      <w:pPr>
        <w:pStyle w:val="libCenter"/>
      </w:pPr>
      <w:r w:rsidRPr="00A0264F">
        <w:rPr>
          <w:rtl/>
        </w:rPr>
        <w:t>***</w:t>
      </w:r>
    </w:p>
    <w:tbl>
      <w:tblPr>
        <w:tblStyle w:val="TableGrid"/>
        <w:bidiVisual/>
        <w:tblW w:w="4562" w:type="pct"/>
        <w:tblInd w:w="384" w:type="dxa"/>
        <w:tblLook w:val="04A0"/>
      </w:tblPr>
      <w:tblGrid>
        <w:gridCol w:w="3536"/>
        <w:gridCol w:w="272"/>
        <w:gridCol w:w="3502"/>
      </w:tblGrid>
      <w:tr w:rsidR="00197548" w:rsidTr="00197548">
        <w:trPr>
          <w:trHeight w:val="350"/>
        </w:trPr>
        <w:tc>
          <w:tcPr>
            <w:tcW w:w="3536" w:type="dxa"/>
          </w:tcPr>
          <w:p w:rsidR="00197548" w:rsidRDefault="00197548" w:rsidP="00197548">
            <w:pPr>
              <w:pStyle w:val="libPoem"/>
            </w:pPr>
            <w:r w:rsidRPr="00A0264F">
              <w:rPr>
                <w:rtl/>
              </w:rPr>
              <w:t>أنتَ تمضي لأخيكَ المجتبى</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وترى جدّاً وأُمّاً وأبا</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وأنا أذهبُ في ذلِّ السبا</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ليزيدَ وأراني وأراه</w:t>
            </w:r>
            <w:r w:rsidRPr="00725071">
              <w:rPr>
                <w:rStyle w:val="libPoemTiniChar0"/>
                <w:rtl/>
              </w:rPr>
              <w:br/>
              <w:t> </w:t>
            </w:r>
          </w:p>
        </w:tc>
      </w:tr>
    </w:tbl>
    <w:p w:rsidR="00A0264F" w:rsidRPr="00A0264F" w:rsidRDefault="00A0264F" w:rsidP="00A5546B">
      <w:pPr>
        <w:pStyle w:val="libCenter"/>
      </w:pPr>
      <w:r w:rsidRPr="00A0264F">
        <w:rPr>
          <w:rtl/>
        </w:rPr>
        <w:t>***</w:t>
      </w:r>
    </w:p>
    <w:p w:rsidR="00A5546B" w:rsidRDefault="00A5546B" w:rsidP="00A5546B">
      <w:pPr>
        <w:pStyle w:val="libNormal"/>
      </w:pPr>
      <w:r>
        <w:rPr>
          <w:rtl/>
        </w:rPr>
        <w:br w:type="page"/>
      </w:r>
    </w:p>
    <w:p w:rsidR="00A0264F" w:rsidRPr="00A5546B" w:rsidRDefault="00A0264F" w:rsidP="00A5546B">
      <w:pPr>
        <w:pStyle w:val="Heading3Center"/>
      </w:pPr>
      <w:bookmarkStart w:id="32" w:name="_Toc430519753"/>
      <w:r w:rsidRPr="00A0264F">
        <w:rPr>
          <w:rtl/>
        </w:rPr>
        <w:t>في رثاء الحسين (عليه السّلام)</w:t>
      </w:r>
      <w:bookmarkEnd w:id="32"/>
    </w:p>
    <w:tbl>
      <w:tblPr>
        <w:tblStyle w:val="TableGrid"/>
        <w:bidiVisual/>
        <w:tblW w:w="4562" w:type="pct"/>
        <w:tblInd w:w="384" w:type="dxa"/>
        <w:tblLook w:val="04A0"/>
      </w:tblPr>
      <w:tblGrid>
        <w:gridCol w:w="3536"/>
        <w:gridCol w:w="272"/>
        <w:gridCol w:w="3502"/>
      </w:tblGrid>
      <w:tr w:rsidR="00197548" w:rsidTr="00197548">
        <w:trPr>
          <w:trHeight w:val="350"/>
        </w:trPr>
        <w:tc>
          <w:tcPr>
            <w:tcW w:w="3536" w:type="dxa"/>
          </w:tcPr>
          <w:p w:rsidR="00197548" w:rsidRDefault="00197548" w:rsidP="00197548">
            <w:pPr>
              <w:pStyle w:val="libPoem"/>
            </w:pPr>
            <w:r w:rsidRPr="00A0264F">
              <w:rPr>
                <w:rtl/>
              </w:rPr>
              <w:t>كـيفَ</w:t>
            </w:r>
            <w:r w:rsidR="0076657C">
              <w:rPr>
                <w:rtl/>
              </w:rPr>
              <w:t xml:space="preserve"> </w:t>
            </w:r>
            <w:r w:rsidRPr="00A0264F">
              <w:rPr>
                <w:rtl/>
              </w:rPr>
              <w:t>يَصحو</w:t>
            </w:r>
            <w:r w:rsidR="0076657C">
              <w:rPr>
                <w:rtl/>
              </w:rPr>
              <w:t xml:space="preserve"> </w:t>
            </w:r>
            <w:r w:rsidRPr="00A0264F">
              <w:rPr>
                <w:rtl/>
              </w:rPr>
              <w:t>بما</w:t>
            </w:r>
            <w:r w:rsidR="0076657C">
              <w:rPr>
                <w:rtl/>
              </w:rPr>
              <w:t xml:space="preserve"> </w:t>
            </w:r>
            <w:r w:rsidRPr="00A0264F">
              <w:rPr>
                <w:rtl/>
              </w:rPr>
              <w:t>تقولُ</w:t>
            </w:r>
            <w:r w:rsidR="0076657C">
              <w:rPr>
                <w:rtl/>
              </w:rPr>
              <w:t xml:space="preserve"> </w:t>
            </w:r>
            <w:r w:rsidRPr="00A0264F">
              <w:rPr>
                <w:rtl/>
              </w:rPr>
              <w:t>اللواحي</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مَـنْ</w:t>
            </w:r>
            <w:r>
              <w:rPr>
                <w:rtl/>
              </w:rPr>
              <w:t xml:space="preserve"> </w:t>
            </w:r>
            <w:r w:rsidRPr="00A0264F">
              <w:rPr>
                <w:rtl/>
              </w:rPr>
              <w:t>سـقتهُ</w:t>
            </w:r>
            <w:r w:rsidR="0076657C">
              <w:rPr>
                <w:rtl/>
              </w:rPr>
              <w:t xml:space="preserve"> </w:t>
            </w:r>
            <w:r w:rsidRPr="00A0264F">
              <w:rPr>
                <w:rtl/>
              </w:rPr>
              <w:t>الـهمومُ</w:t>
            </w:r>
            <w:r w:rsidR="0076657C">
              <w:rPr>
                <w:rtl/>
              </w:rPr>
              <w:t xml:space="preserve"> </w:t>
            </w:r>
            <w:r w:rsidRPr="00A0264F">
              <w:rPr>
                <w:rtl/>
              </w:rPr>
              <w:t>أنكدَ</w:t>
            </w:r>
            <w:r w:rsidR="0076657C">
              <w:rPr>
                <w:rtl/>
              </w:rPr>
              <w:t xml:space="preserve"> </w:t>
            </w:r>
            <w:r w:rsidRPr="00A0264F">
              <w:rPr>
                <w:rtl/>
              </w:rPr>
              <w:t>راحِ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وغـزتهُ</w:t>
            </w:r>
            <w:r>
              <w:rPr>
                <w:rtl/>
              </w:rPr>
              <w:t xml:space="preserve"> </w:t>
            </w:r>
            <w:r w:rsidRPr="00A0264F">
              <w:rPr>
                <w:rtl/>
              </w:rPr>
              <w:t>عـساكرُ</w:t>
            </w:r>
            <w:r w:rsidR="0076657C">
              <w:rPr>
                <w:rtl/>
              </w:rPr>
              <w:t xml:space="preserve"> </w:t>
            </w:r>
            <w:r w:rsidRPr="00A0264F">
              <w:rPr>
                <w:rtl/>
              </w:rPr>
              <w:t>الحزنِ</w:t>
            </w:r>
            <w:r w:rsidR="0076657C">
              <w:rPr>
                <w:rtl/>
              </w:rPr>
              <w:t xml:space="preserve"> </w:t>
            </w:r>
            <w:r w:rsidRPr="00A0264F">
              <w:rPr>
                <w:rtl/>
              </w:rPr>
              <w:t>حتى</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أفـردتْ</w:t>
            </w:r>
            <w:r>
              <w:rPr>
                <w:rtl/>
              </w:rPr>
              <w:t xml:space="preserve"> </w:t>
            </w:r>
            <w:r w:rsidRPr="00A0264F">
              <w:rPr>
                <w:rtl/>
              </w:rPr>
              <w:t>قـلبهُ</w:t>
            </w:r>
            <w:r w:rsidR="0076657C">
              <w:rPr>
                <w:rtl/>
              </w:rPr>
              <w:t xml:space="preserve"> </w:t>
            </w:r>
            <w:r w:rsidRPr="00A0264F">
              <w:rPr>
                <w:rtl/>
              </w:rPr>
              <w:t>مـن</w:t>
            </w:r>
            <w:r w:rsidR="0076657C">
              <w:rPr>
                <w:rtl/>
              </w:rPr>
              <w:t xml:space="preserve"> </w:t>
            </w:r>
            <w:r w:rsidRPr="00A0264F">
              <w:rPr>
                <w:rtl/>
              </w:rPr>
              <w:t>الأفـراحِ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كـيفَ</w:t>
            </w:r>
            <w:r>
              <w:rPr>
                <w:rtl/>
              </w:rPr>
              <w:t xml:space="preserve"> </w:t>
            </w:r>
            <w:r w:rsidRPr="00A0264F">
              <w:rPr>
                <w:rtl/>
              </w:rPr>
              <w:t>تـهنيني</w:t>
            </w:r>
            <w:r w:rsidR="0076657C">
              <w:rPr>
                <w:rtl/>
              </w:rPr>
              <w:t xml:space="preserve"> </w:t>
            </w:r>
            <w:r w:rsidRPr="00A0264F">
              <w:rPr>
                <w:rtl/>
              </w:rPr>
              <w:t>الـحياةُ</w:t>
            </w:r>
            <w:r w:rsidR="0076657C">
              <w:rPr>
                <w:rtl/>
              </w:rPr>
              <w:t xml:space="preserve"> </w:t>
            </w:r>
            <w:r w:rsidRPr="00A0264F">
              <w:rPr>
                <w:rtl/>
              </w:rPr>
              <w:t>وقلبي</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بعد</w:t>
            </w:r>
            <w:r>
              <w:rPr>
                <w:rtl/>
              </w:rPr>
              <w:t xml:space="preserve"> </w:t>
            </w:r>
            <w:r w:rsidRPr="00A0264F">
              <w:rPr>
                <w:rtl/>
              </w:rPr>
              <w:t>قتلى</w:t>
            </w:r>
            <w:r w:rsidR="0076657C">
              <w:rPr>
                <w:rtl/>
              </w:rPr>
              <w:t xml:space="preserve"> </w:t>
            </w:r>
            <w:r w:rsidRPr="00A0264F">
              <w:rPr>
                <w:rtl/>
              </w:rPr>
              <w:t>الطفوفِ</w:t>
            </w:r>
            <w:r w:rsidR="0076657C">
              <w:rPr>
                <w:rtl/>
              </w:rPr>
              <w:t xml:space="preserve"> </w:t>
            </w:r>
            <w:r w:rsidRPr="00A0264F">
              <w:rPr>
                <w:rtl/>
              </w:rPr>
              <w:t>دامي</w:t>
            </w:r>
            <w:r w:rsidR="0076657C">
              <w:rPr>
                <w:rtl/>
              </w:rPr>
              <w:t xml:space="preserve"> </w:t>
            </w:r>
            <w:r w:rsidRPr="00A0264F">
              <w:rPr>
                <w:rtl/>
              </w:rPr>
              <w:t>الجراحِ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بـأبي</w:t>
            </w:r>
            <w:r>
              <w:rPr>
                <w:rtl/>
              </w:rPr>
              <w:t xml:space="preserve"> </w:t>
            </w:r>
            <w:r w:rsidRPr="00A0264F">
              <w:rPr>
                <w:rtl/>
              </w:rPr>
              <w:t>مَـنْ</w:t>
            </w:r>
            <w:r w:rsidR="0076657C">
              <w:rPr>
                <w:rtl/>
              </w:rPr>
              <w:t xml:space="preserve"> </w:t>
            </w:r>
            <w:r w:rsidRPr="00A0264F">
              <w:rPr>
                <w:rtl/>
              </w:rPr>
              <w:t>شـروا</w:t>
            </w:r>
            <w:r w:rsidR="0076657C">
              <w:rPr>
                <w:rtl/>
              </w:rPr>
              <w:t xml:space="preserve"> </w:t>
            </w:r>
            <w:r w:rsidRPr="00A0264F">
              <w:rPr>
                <w:rtl/>
              </w:rPr>
              <w:t>لقاءَ</w:t>
            </w:r>
            <w:r w:rsidR="0076657C">
              <w:rPr>
                <w:rtl/>
              </w:rPr>
              <w:t xml:space="preserve"> </w:t>
            </w:r>
            <w:r w:rsidRPr="00A0264F">
              <w:rPr>
                <w:rtl/>
              </w:rPr>
              <w:t>حسين</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بـفـراقِ</w:t>
            </w:r>
            <w:r w:rsidR="0076657C">
              <w:rPr>
                <w:rtl/>
              </w:rPr>
              <w:t xml:space="preserve"> </w:t>
            </w:r>
            <w:r w:rsidRPr="00A0264F">
              <w:rPr>
                <w:rtl/>
              </w:rPr>
              <w:t>الـنـفوسِ</w:t>
            </w:r>
            <w:r w:rsidR="0076657C">
              <w:rPr>
                <w:rtl/>
              </w:rPr>
              <w:t xml:space="preserve"> </w:t>
            </w:r>
            <w:r w:rsidRPr="00A0264F">
              <w:rPr>
                <w:rtl/>
              </w:rPr>
              <w:t>والأرواحِ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وقـفوا</w:t>
            </w:r>
            <w:r w:rsidR="0076657C">
              <w:rPr>
                <w:rtl/>
              </w:rPr>
              <w:t xml:space="preserve"> </w:t>
            </w:r>
            <w:r w:rsidRPr="00A0264F">
              <w:rPr>
                <w:rtl/>
              </w:rPr>
              <w:t>يدرؤون</w:t>
            </w:r>
            <w:r w:rsidR="0076657C">
              <w:rPr>
                <w:rtl/>
              </w:rPr>
              <w:t xml:space="preserve"> </w:t>
            </w:r>
            <w:r w:rsidRPr="00A0264F">
              <w:rPr>
                <w:rtl/>
              </w:rPr>
              <w:t>سـمرَ</w:t>
            </w:r>
            <w:r w:rsidR="0076657C">
              <w:rPr>
                <w:rtl/>
              </w:rPr>
              <w:t xml:space="preserve"> </w:t>
            </w:r>
            <w:r w:rsidRPr="00A0264F">
              <w:rPr>
                <w:rtl/>
              </w:rPr>
              <w:t>العوالي</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عـنهُ</w:t>
            </w:r>
            <w:r w:rsidR="0076657C">
              <w:rPr>
                <w:rtl/>
              </w:rPr>
              <w:t xml:space="preserve"> </w:t>
            </w:r>
            <w:r w:rsidRPr="00A0264F">
              <w:rPr>
                <w:rtl/>
              </w:rPr>
              <w:t>والنبلَ،</w:t>
            </w:r>
            <w:r w:rsidR="0076657C">
              <w:rPr>
                <w:rtl/>
              </w:rPr>
              <w:t xml:space="preserve"> </w:t>
            </w:r>
            <w:r w:rsidRPr="00A0264F">
              <w:rPr>
                <w:rtl/>
              </w:rPr>
              <w:t>وقفةَ</w:t>
            </w:r>
            <w:r w:rsidR="0076657C">
              <w:rPr>
                <w:rtl/>
              </w:rPr>
              <w:t xml:space="preserve"> </w:t>
            </w:r>
            <w:r w:rsidRPr="00A0264F">
              <w:rPr>
                <w:rtl/>
              </w:rPr>
              <w:t>الأشباحِ</w:t>
            </w:r>
            <w:r w:rsidRPr="00A0264F">
              <w:rPr>
                <w:rStyle w:val="libFootnotenumChar"/>
                <w:rtl/>
              </w:rPr>
              <w:t>(1)</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فـوقوهُ</w:t>
            </w:r>
            <w:r w:rsidR="0076657C">
              <w:rPr>
                <w:rtl/>
              </w:rPr>
              <w:t xml:space="preserve"> </w:t>
            </w:r>
            <w:r w:rsidRPr="00A0264F">
              <w:rPr>
                <w:rtl/>
              </w:rPr>
              <w:t>بيضَ</w:t>
            </w:r>
            <w:r w:rsidR="0076657C">
              <w:rPr>
                <w:rtl/>
              </w:rPr>
              <w:t xml:space="preserve"> </w:t>
            </w:r>
            <w:r w:rsidRPr="00A0264F">
              <w:rPr>
                <w:rtl/>
              </w:rPr>
              <w:t>الظبى</w:t>
            </w:r>
            <w:r w:rsidR="0076657C">
              <w:rPr>
                <w:rtl/>
              </w:rPr>
              <w:t xml:space="preserve"> </w:t>
            </w:r>
            <w:r w:rsidRPr="00A0264F">
              <w:rPr>
                <w:rtl/>
              </w:rPr>
              <w:t>بالنحورِ</w:t>
            </w:r>
            <w:r w:rsidR="0076657C">
              <w:rPr>
                <w:rtl/>
              </w:rPr>
              <w:t xml:space="preserve"> </w:t>
            </w:r>
            <w:r w:rsidRPr="00A0264F">
              <w:rPr>
                <w:rtl/>
              </w:rPr>
              <w:t>الـ</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بـيضِ</w:t>
            </w:r>
            <w:r>
              <w:rPr>
                <w:rtl/>
              </w:rPr>
              <w:t xml:space="preserve"> </w:t>
            </w:r>
            <w:r w:rsidRPr="00A0264F">
              <w:rPr>
                <w:rtl/>
              </w:rPr>
              <w:t>والنبلَ</w:t>
            </w:r>
            <w:r w:rsidR="0076657C">
              <w:rPr>
                <w:rtl/>
              </w:rPr>
              <w:t xml:space="preserve"> </w:t>
            </w:r>
            <w:r w:rsidRPr="00A0264F">
              <w:rPr>
                <w:rtl/>
              </w:rPr>
              <w:t>بالوجوهِ</w:t>
            </w:r>
            <w:r w:rsidR="0076657C">
              <w:rPr>
                <w:rtl/>
              </w:rPr>
              <w:t xml:space="preserve"> </w:t>
            </w:r>
            <w:r w:rsidRPr="00A0264F">
              <w:rPr>
                <w:rtl/>
              </w:rPr>
              <w:t>الصباحِ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فـئـةٌ</w:t>
            </w:r>
            <w:r w:rsidR="0076657C">
              <w:rPr>
                <w:rtl/>
              </w:rPr>
              <w:t xml:space="preserve"> </w:t>
            </w:r>
            <w:r w:rsidRPr="00A0264F">
              <w:rPr>
                <w:rtl/>
              </w:rPr>
              <w:t>إن</w:t>
            </w:r>
            <w:r w:rsidR="0076657C">
              <w:rPr>
                <w:rtl/>
              </w:rPr>
              <w:t xml:space="preserve"> </w:t>
            </w:r>
            <w:r w:rsidRPr="00A0264F">
              <w:rPr>
                <w:rtl/>
              </w:rPr>
              <w:t>تـعاورَ</w:t>
            </w:r>
            <w:r w:rsidR="0076657C">
              <w:rPr>
                <w:rtl/>
              </w:rPr>
              <w:t xml:space="preserve"> </w:t>
            </w:r>
            <w:r w:rsidRPr="00A0264F">
              <w:rPr>
                <w:rtl/>
              </w:rPr>
              <w:t>الـنقعُ</w:t>
            </w:r>
            <w:r w:rsidR="0076657C">
              <w:rPr>
                <w:rtl/>
              </w:rPr>
              <w:t xml:space="preserve"> </w:t>
            </w:r>
            <w:r w:rsidRPr="00A0264F">
              <w:rPr>
                <w:rtl/>
              </w:rPr>
              <w:t>لـيلا</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أطـلعوا</w:t>
            </w:r>
            <w:r>
              <w:rPr>
                <w:rtl/>
              </w:rPr>
              <w:t xml:space="preserve"> </w:t>
            </w:r>
            <w:r w:rsidRPr="00A0264F">
              <w:rPr>
                <w:rtl/>
              </w:rPr>
              <w:t>في</w:t>
            </w:r>
            <w:r w:rsidR="0076657C">
              <w:rPr>
                <w:rtl/>
              </w:rPr>
              <w:t xml:space="preserve"> </w:t>
            </w:r>
            <w:r w:rsidRPr="00A0264F">
              <w:rPr>
                <w:rtl/>
              </w:rPr>
              <w:t>سماهُ</w:t>
            </w:r>
            <w:r w:rsidR="0076657C">
              <w:rPr>
                <w:rtl/>
              </w:rPr>
              <w:t xml:space="preserve"> </w:t>
            </w:r>
            <w:r w:rsidRPr="00A0264F">
              <w:rPr>
                <w:rtl/>
              </w:rPr>
              <w:t>شهبَ</w:t>
            </w:r>
            <w:r w:rsidR="0076657C">
              <w:rPr>
                <w:rtl/>
              </w:rPr>
              <w:t xml:space="preserve"> </w:t>
            </w:r>
            <w:r w:rsidRPr="00A0264F">
              <w:rPr>
                <w:rtl/>
              </w:rPr>
              <w:t>الرماحِ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وإذا</w:t>
            </w:r>
            <w:r w:rsidR="0076657C">
              <w:rPr>
                <w:rtl/>
              </w:rPr>
              <w:t xml:space="preserve"> </w:t>
            </w:r>
            <w:r w:rsidRPr="00A0264F">
              <w:rPr>
                <w:rtl/>
              </w:rPr>
              <w:t>غَـنَّتِ</w:t>
            </w:r>
            <w:r w:rsidR="0076657C">
              <w:rPr>
                <w:rtl/>
              </w:rPr>
              <w:t xml:space="preserve"> </w:t>
            </w:r>
            <w:r w:rsidRPr="00A0264F">
              <w:rPr>
                <w:rtl/>
              </w:rPr>
              <w:t>الـسيوفُ</w:t>
            </w:r>
            <w:r w:rsidR="0076657C">
              <w:rPr>
                <w:rtl/>
              </w:rPr>
              <w:t xml:space="preserve"> </w:t>
            </w:r>
            <w:r w:rsidRPr="00A0264F">
              <w:rPr>
                <w:rtl/>
              </w:rPr>
              <w:t>وطـافت</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أكؤوسُ</w:t>
            </w:r>
            <w:r w:rsidR="0076657C">
              <w:rPr>
                <w:rtl/>
              </w:rPr>
              <w:t xml:space="preserve"> </w:t>
            </w:r>
            <w:r w:rsidRPr="00A0264F">
              <w:rPr>
                <w:rtl/>
              </w:rPr>
              <w:t>الموتِ</w:t>
            </w:r>
            <w:r w:rsidR="0076657C">
              <w:rPr>
                <w:rtl/>
              </w:rPr>
              <w:t xml:space="preserve"> </w:t>
            </w:r>
            <w:r w:rsidRPr="00A0264F">
              <w:rPr>
                <w:rtl/>
              </w:rPr>
              <w:t>وانتشى</w:t>
            </w:r>
            <w:r w:rsidR="0076657C">
              <w:rPr>
                <w:rtl/>
              </w:rPr>
              <w:t xml:space="preserve"> </w:t>
            </w:r>
            <w:r w:rsidRPr="00A0264F">
              <w:rPr>
                <w:rtl/>
              </w:rPr>
              <w:t>كلُّ</w:t>
            </w:r>
            <w:r w:rsidR="0076657C">
              <w:rPr>
                <w:rtl/>
              </w:rPr>
              <w:t xml:space="preserve"> </w:t>
            </w:r>
            <w:r w:rsidRPr="00A0264F">
              <w:rPr>
                <w:rtl/>
              </w:rPr>
              <w:t>صاحِ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بـاعدوا</w:t>
            </w:r>
            <w:r w:rsidR="0076657C">
              <w:rPr>
                <w:rtl/>
              </w:rPr>
              <w:t xml:space="preserve"> </w:t>
            </w:r>
            <w:r w:rsidRPr="00A0264F">
              <w:rPr>
                <w:rtl/>
              </w:rPr>
              <w:t>بـينَ</w:t>
            </w:r>
            <w:r w:rsidR="0076657C">
              <w:rPr>
                <w:rtl/>
              </w:rPr>
              <w:t xml:space="preserve"> </w:t>
            </w:r>
            <w:r w:rsidRPr="00A0264F">
              <w:rPr>
                <w:rtl/>
              </w:rPr>
              <w:t>قربهم</w:t>
            </w:r>
            <w:r w:rsidR="0076657C">
              <w:rPr>
                <w:rtl/>
              </w:rPr>
              <w:t xml:space="preserve"> </w:t>
            </w:r>
            <w:r w:rsidRPr="00A0264F">
              <w:rPr>
                <w:rtl/>
              </w:rPr>
              <w:t>والمواضي</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وجـسـومِ</w:t>
            </w:r>
            <w:r>
              <w:rPr>
                <w:rtl/>
              </w:rPr>
              <w:t xml:space="preserve"> </w:t>
            </w:r>
            <w:r w:rsidRPr="00A0264F">
              <w:rPr>
                <w:rtl/>
              </w:rPr>
              <w:t>الأعـداءِ</w:t>
            </w:r>
            <w:r w:rsidR="0076657C">
              <w:rPr>
                <w:rtl/>
              </w:rPr>
              <w:t xml:space="preserve"> </w:t>
            </w:r>
            <w:r w:rsidRPr="00A0264F">
              <w:rPr>
                <w:rtl/>
              </w:rPr>
              <w:t>والأرواحِ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أدركـوا</w:t>
            </w:r>
            <w:r>
              <w:rPr>
                <w:rtl/>
              </w:rPr>
              <w:t xml:space="preserve"> </w:t>
            </w:r>
            <w:r w:rsidRPr="00A0264F">
              <w:rPr>
                <w:rtl/>
              </w:rPr>
              <w:t>بـالحسينِ</w:t>
            </w:r>
            <w:r w:rsidR="0076657C">
              <w:rPr>
                <w:rtl/>
              </w:rPr>
              <w:t xml:space="preserve"> </w:t>
            </w:r>
            <w:r w:rsidRPr="00A0264F">
              <w:rPr>
                <w:rtl/>
              </w:rPr>
              <w:t>أكـبرَ</w:t>
            </w:r>
            <w:r w:rsidR="0076657C">
              <w:rPr>
                <w:rtl/>
              </w:rPr>
              <w:t xml:space="preserve"> </w:t>
            </w:r>
            <w:r w:rsidRPr="00A0264F">
              <w:rPr>
                <w:rtl/>
              </w:rPr>
              <w:t>عيد</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فغدوا</w:t>
            </w:r>
            <w:r>
              <w:rPr>
                <w:rtl/>
              </w:rPr>
              <w:t xml:space="preserve"> </w:t>
            </w:r>
            <w:r w:rsidRPr="00A0264F">
              <w:rPr>
                <w:rtl/>
              </w:rPr>
              <w:t>في</w:t>
            </w:r>
            <w:r w:rsidR="0076657C">
              <w:rPr>
                <w:rtl/>
              </w:rPr>
              <w:t xml:space="preserve"> </w:t>
            </w:r>
            <w:r w:rsidRPr="00A0264F">
              <w:rPr>
                <w:rtl/>
              </w:rPr>
              <w:t>منى</w:t>
            </w:r>
            <w:r w:rsidR="0076657C">
              <w:rPr>
                <w:rtl/>
              </w:rPr>
              <w:t xml:space="preserve"> </w:t>
            </w:r>
            <w:r w:rsidRPr="00A0264F">
              <w:rPr>
                <w:rtl/>
              </w:rPr>
              <w:t>الطفوفِ</w:t>
            </w:r>
            <w:r w:rsidR="0076657C">
              <w:rPr>
                <w:rtl/>
              </w:rPr>
              <w:t xml:space="preserve"> </w:t>
            </w:r>
            <w:r w:rsidRPr="00A0264F">
              <w:rPr>
                <w:rtl/>
              </w:rPr>
              <w:t>أضاحي</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لـستُ</w:t>
            </w:r>
            <w:r w:rsidR="0076657C">
              <w:rPr>
                <w:rtl/>
              </w:rPr>
              <w:t xml:space="preserve"> </w:t>
            </w:r>
            <w:r w:rsidRPr="00A0264F">
              <w:rPr>
                <w:rtl/>
              </w:rPr>
              <w:t>أنسى</w:t>
            </w:r>
            <w:r w:rsidR="0076657C">
              <w:rPr>
                <w:rtl/>
              </w:rPr>
              <w:t xml:space="preserve"> </w:t>
            </w:r>
            <w:r w:rsidRPr="00A0264F">
              <w:rPr>
                <w:rtl/>
              </w:rPr>
              <w:t>من</w:t>
            </w:r>
            <w:r w:rsidR="0076657C">
              <w:rPr>
                <w:rtl/>
              </w:rPr>
              <w:t xml:space="preserve"> </w:t>
            </w:r>
            <w:r w:rsidRPr="00A0264F">
              <w:rPr>
                <w:rtl/>
              </w:rPr>
              <w:t>بعدهم</w:t>
            </w:r>
            <w:r w:rsidR="0076657C">
              <w:rPr>
                <w:rtl/>
              </w:rPr>
              <w:t xml:space="preserve"> </w:t>
            </w:r>
            <w:r w:rsidRPr="00A0264F">
              <w:rPr>
                <w:rtl/>
              </w:rPr>
              <w:t>طودَ</w:t>
            </w:r>
            <w:r w:rsidR="0076657C">
              <w:rPr>
                <w:rtl/>
              </w:rPr>
              <w:t xml:space="preserve"> </w:t>
            </w:r>
            <w:r w:rsidRPr="00A0264F">
              <w:rPr>
                <w:rtl/>
              </w:rPr>
              <w:t>عزٍّ</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وأعـاديهِ</w:t>
            </w:r>
            <w:r>
              <w:rPr>
                <w:rtl/>
              </w:rPr>
              <w:t xml:space="preserve"> </w:t>
            </w:r>
            <w:r w:rsidRPr="00A0264F">
              <w:rPr>
                <w:rtl/>
              </w:rPr>
              <w:t>مـثلُ</w:t>
            </w:r>
            <w:r w:rsidR="0076657C">
              <w:rPr>
                <w:rtl/>
              </w:rPr>
              <w:t xml:space="preserve"> </w:t>
            </w:r>
            <w:r w:rsidRPr="00A0264F">
              <w:rPr>
                <w:rtl/>
              </w:rPr>
              <w:t>سـيلِ</w:t>
            </w:r>
            <w:r w:rsidR="0076657C">
              <w:rPr>
                <w:rtl/>
              </w:rPr>
              <w:t xml:space="preserve"> </w:t>
            </w:r>
            <w:r w:rsidRPr="00A0264F">
              <w:rPr>
                <w:rtl/>
              </w:rPr>
              <w:t>البطاحِ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وهـو</w:t>
            </w:r>
            <w:r>
              <w:rPr>
                <w:rtl/>
              </w:rPr>
              <w:t xml:space="preserve"> </w:t>
            </w:r>
            <w:r w:rsidRPr="00A0264F">
              <w:rPr>
                <w:rtl/>
              </w:rPr>
              <w:t>يحمي</w:t>
            </w:r>
            <w:r w:rsidR="0076657C">
              <w:rPr>
                <w:rtl/>
              </w:rPr>
              <w:t xml:space="preserve"> </w:t>
            </w:r>
            <w:r w:rsidRPr="00A0264F">
              <w:rPr>
                <w:rtl/>
              </w:rPr>
              <w:t>دينَ</w:t>
            </w:r>
            <w:r w:rsidR="0076657C">
              <w:rPr>
                <w:rtl/>
              </w:rPr>
              <w:t xml:space="preserve"> </w:t>
            </w:r>
            <w:r w:rsidRPr="00A0264F">
              <w:rPr>
                <w:rtl/>
              </w:rPr>
              <w:t>النبيّ</w:t>
            </w:r>
            <w:r w:rsidR="0076657C">
              <w:rPr>
                <w:rtl/>
              </w:rPr>
              <w:t xml:space="preserve"> </w:t>
            </w:r>
            <w:r w:rsidRPr="00A0264F">
              <w:rPr>
                <w:rtl/>
              </w:rPr>
              <w:t>بعضب</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بـسناهُ</w:t>
            </w:r>
            <w:r>
              <w:rPr>
                <w:rtl/>
              </w:rPr>
              <w:t xml:space="preserve"> </w:t>
            </w:r>
            <w:r w:rsidRPr="00A0264F">
              <w:rPr>
                <w:rtl/>
              </w:rPr>
              <w:t>لـظلمةِ</w:t>
            </w:r>
            <w:r w:rsidR="0076657C">
              <w:rPr>
                <w:rtl/>
              </w:rPr>
              <w:t xml:space="preserve"> </w:t>
            </w:r>
            <w:r w:rsidRPr="00A0264F">
              <w:rPr>
                <w:rtl/>
              </w:rPr>
              <w:t>الـشركِ</w:t>
            </w:r>
            <w:r w:rsidR="0076657C">
              <w:rPr>
                <w:rtl/>
              </w:rPr>
              <w:t xml:space="preserve"> </w:t>
            </w:r>
            <w:r w:rsidRPr="00A0264F">
              <w:rPr>
                <w:rtl/>
              </w:rPr>
              <w:t>مـاحِ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فـتطيرُ</w:t>
            </w:r>
            <w:r>
              <w:rPr>
                <w:rtl/>
              </w:rPr>
              <w:t xml:space="preserve"> </w:t>
            </w:r>
            <w:r w:rsidRPr="00A0264F">
              <w:rPr>
                <w:rtl/>
              </w:rPr>
              <w:t>الـقلوبُ</w:t>
            </w:r>
            <w:r w:rsidR="0076657C">
              <w:rPr>
                <w:rtl/>
              </w:rPr>
              <w:t xml:space="preserve"> </w:t>
            </w:r>
            <w:r w:rsidRPr="00A0264F">
              <w:rPr>
                <w:rtl/>
              </w:rPr>
              <w:t>مـنهُ</w:t>
            </w:r>
            <w:r w:rsidR="0076657C">
              <w:rPr>
                <w:rtl/>
              </w:rPr>
              <w:t xml:space="preserve"> </w:t>
            </w:r>
            <w:r w:rsidRPr="00A0264F">
              <w:rPr>
                <w:rtl/>
              </w:rPr>
              <w:t>ارتياعا</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كـلّما</w:t>
            </w:r>
            <w:r>
              <w:rPr>
                <w:rtl/>
              </w:rPr>
              <w:t xml:space="preserve"> </w:t>
            </w:r>
            <w:r w:rsidRPr="00A0264F">
              <w:rPr>
                <w:rtl/>
              </w:rPr>
              <w:t>شـدَّ</w:t>
            </w:r>
            <w:r w:rsidR="0076657C">
              <w:rPr>
                <w:rtl/>
              </w:rPr>
              <w:t xml:space="preserve"> </w:t>
            </w:r>
            <w:r w:rsidRPr="00A0264F">
              <w:rPr>
                <w:rtl/>
              </w:rPr>
              <w:t>راكـباً</w:t>
            </w:r>
            <w:r w:rsidR="0076657C">
              <w:rPr>
                <w:rtl/>
              </w:rPr>
              <w:t xml:space="preserve"> </w:t>
            </w:r>
            <w:r w:rsidRPr="00A0264F">
              <w:rPr>
                <w:rtl/>
              </w:rPr>
              <w:t>ذا</w:t>
            </w:r>
            <w:r w:rsidR="0076657C">
              <w:rPr>
                <w:rtl/>
              </w:rPr>
              <w:t xml:space="preserve"> </w:t>
            </w:r>
            <w:r w:rsidRPr="00A0264F">
              <w:rPr>
                <w:rtl/>
              </w:rPr>
              <w:t>الـجناحِ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ثـمّ</w:t>
            </w:r>
            <w:r w:rsidR="0076657C">
              <w:rPr>
                <w:rtl/>
              </w:rPr>
              <w:t xml:space="preserve"> </w:t>
            </w:r>
            <w:r w:rsidRPr="00A0264F">
              <w:rPr>
                <w:rtl/>
              </w:rPr>
              <w:t>لـمّا</w:t>
            </w:r>
            <w:r w:rsidR="0076657C">
              <w:rPr>
                <w:rtl/>
              </w:rPr>
              <w:t xml:space="preserve"> </w:t>
            </w:r>
            <w:r w:rsidRPr="00A0264F">
              <w:rPr>
                <w:rtl/>
              </w:rPr>
              <w:t>نـالَ</w:t>
            </w:r>
            <w:r w:rsidR="0076657C">
              <w:rPr>
                <w:rtl/>
              </w:rPr>
              <w:t xml:space="preserve"> </w:t>
            </w:r>
            <w:r w:rsidRPr="00A0264F">
              <w:rPr>
                <w:rtl/>
              </w:rPr>
              <w:t>الظما</w:t>
            </w:r>
            <w:r w:rsidR="0076657C">
              <w:rPr>
                <w:rtl/>
              </w:rPr>
              <w:t xml:space="preserve"> </w:t>
            </w:r>
            <w:r w:rsidRPr="00A0264F">
              <w:rPr>
                <w:rtl/>
              </w:rPr>
              <w:t>منهُ</w:t>
            </w:r>
            <w:r w:rsidR="0076657C">
              <w:rPr>
                <w:rtl/>
              </w:rPr>
              <w:t xml:space="preserve"> </w:t>
            </w:r>
            <w:r w:rsidRPr="00A0264F">
              <w:rPr>
                <w:rtl/>
              </w:rPr>
              <w:t>والشمـ</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سُ</w:t>
            </w:r>
            <w:r w:rsidR="0076657C">
              <w:rPr>
                <w:rtl/>
              </w:rPr>
              <w:t xml:space="preserve"> </w:t>
            </w:r>
            <w:r w:rsidRPr="00A0264F">
              <w:rPr>
                <w:rtl/>
              </w:rPr>
              <w:t>ونـزفُ</w:t>
            </w:r>
            <w:r w:rsidR="0076657C">
              <w:rPr>
                <w:rtl/>
              </w:rPr>
              <w:t xml:space="preserve"> </w:t>
            </w:r>
            <w:r w:rsidRPr="00A0264F">
              <w:rPr>
                <w:rtl/>
              </w:rPr>
              <w:t>الـدما</w:t>
            </w:r>
            <w:r w:rsidR="0076657C">
              <w:rPr>
                <w:rtl/>
              </w:rPr>
              <w:t xml:space="preserve"> </w:t>
            </w:r>
            <w:r w:rsidRPr="00A0264F">
              <w:rPr>
                <w:rtl/>
              </w:rPr>
              <w:t>وثقلُ</w:t>
            </w:r>
            <w:r w:rsidR="0076657C">
              <w:rPr>
                <w:rtl/>
              </w:rPr>
              <w:t xml:space="preserve"> </w:t>
            </w:r>
            <w:r w:rsidRPr="00A0264F">
              <w:rPr>
                <w:rtl/>
              </w:rPr>
              <w:t>السلاحِ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وقفَ</w:t>
            </w:r>
            <w:r w:rsidR="0076657C">
              <w:rPr>
                <w:rtl/>
              </w:rPr>
              <w:t xml:space="preserve"> </w:t>
            </w:r>
            <w:r w:rsidRPr="00A0264F">
              <w:rPr>
                <w:rtl/>
              </w:rPr>
              <w:t>الطرفُ</w:t>
            </w:r>
            <w:r w:rsidRPr="00A0264F">
              <w:rPr>
                <w:rStyle w:val="libFootnotenumChar"/>
                <w:rtl/>
              </w:rPr>
              <w:t>(2)</w:t>
            </w:r>
            <w:r w:rsidR="0076657C">
              <w:rPr>
                <w:rtl/>
              </w:rPr>
              <w:t xml:space="preserve"> </w:t>
            </w:r>
            <w:r w:rsidRPr="00A0264F">
              <w:rPr>
                <w:rtl/>
              </w:rPr>
              <w:t>يستريحُ</w:t>
            </w:r>
            <w:r w:rsidR="0076657C">
              <w:rPr>
                <w:rtl/>
              </w:rPr>
              <w:t xml:space="preserve"> </w:t>
            </w:r>
            <w:r w:rsidRPr="00A0264F">
              <w:rPr>
                <w:rtl/>
              </w:rPr>
              <w:t>قليلا</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فـرماهُ</w:t>
            </w:r>
            <w:r>
              <w:rPr>
                <w:rtl/>
              </w:rPr>
              <w:t xml:space="preserve"> </w:t>
            </w:r>
            <w:r w:rsidRPr="00A0264F">
              <w:rPr>
                <w:rtl/>
              </w:rPr>
              <w:t>الـقضا</w:t>
            </w:r>
            <w:r w:rsidR="0076657C">
              <w:rPr>
                <w:rtl/>
              </w:rPr>
              <w:t xml:space="preserve"> </w:t>
            </w:r>
            <w:r w:rsidRPr="00A0264F">
              <w:rPr>
                <w:rtl/>
              </w:rPr>
              <w:t>بـسهمٍ</w:t>
            </w:r>
            <w:r w:rsidR="0076657C">
              <w:rPr>
                <w:rtl/>
              </w:rPr>
              <w:t xml:space="preserve"> </w:t>
            </w:r>
            <w:r w:rsidRPr="00A0264F">
              <w:rPr>
                <w:rtl/>
              </w:rPr>
              <w:t>مـتاحِ</w:t>
            </w:r>
            <w:r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الشبح</w:t>
      </w:r>
      <w:r w:rsidR="003D6158">
        <w:rPr>
          <w:rtl/>
        </w:rPr>
        <w:t>:</w:t>
      </w:r>
      <w:r w:rsidRPr="00A0264F">
        <w:rPr>
          <w:rtl/>
        </w:rPr>
        <w:t xml:space="preserve"> الرجل الطويل عريض الذراعين</w:t>
      </w:r>
      <w:r w:rsidR="00A327D5">
        <w:rPr>
          <w:rtl/>
        </w:rPr>
        <w:t>.</w:t>
      </w:r>
    </w:p>
    <w:p w:rsidR="00A0264F" w:rsidRPr="00A5546B" w:rsidRDefault="00A0264F" w:rsidP="00A5546B">
      <w:pPr>
        <w:pStyle w:val="libFootnote0"/>
      </w:pPr>
      <w:r w:rsidRPr="00A0264F">
        <w:rPr>
          <w:rtl/>
        </w:rPr>
        <w:t>2</w:t>
      </w:r>
      <w:r w:rsidR="00A327D5">
        <w:rPr>
          <w:rtl/>
        </w:rPr>
        <w:t xml:space="preserve"> - </w:t>
      </w:r>
      <w:r w:rsidRPr="00A0264F">
        <w:rPr>
          <w:rtl/>
        </w:rPr>
        <w:t>الطرف بفتح وسكون</w:t>
      </w:r>
      <w:r w:rsidR="00A327D5">
        <w:rPr>
          <w:rtl/>
        </w:rPr>
        <w:t>،</w:t>
      </w:r>
      <w:r w:rsidRPr="00A0264F">
        <w:rPr>
          <w:rtl/>
        </w:rPr>
        <w:t xml:space="preserve"> الرجل الكريم</w:t>
      </w:r>
      <w:r w:rsidR="00A327D5">
        <w:rPr>
          <w:rtl/>
        </w:rPr>
        <w:t>،</w:t>
      </w:r>
      <w:r w:rsidRPr="00A0264F">
        <w:rPr>
          <w:rtl/>
        </w:rPr>
        <w:t xml:space="preserve"> وبالكسر كريم الطرفين</w:t>
      </w:r>
      <w:r w:rsidR="00A327D5">
        <w:rPr>
          <w:rtl/>
        </w:rPr>
        <w:t>.</w:t>
      </w:r>
    </w:p>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197548" w:rsidTr="00197548">
        <w:trPr>
          <w:trHeight w:val="350"/>
        </w:trPr>
        <w:tc>
          <w:tcPr>
            <w:tcW w:w="3536" w:type="dxa"/>
          </w:tcPr>
          <w:p w:rsidR="00197548" w:rsidRDefault="00197548" w:rsidP="00197548">
            <w:pPr>
              <w:pStyle w:val="libPoem"/>
            </w:pPr>
            <w:r w:rsidRPr="00A0264F">
              <w:rPr>
                <w:rtl/>
              </w:rPr>
              <w:t>حـرَّ</w:t>
            </w:r>
            <w:r>
              <w:rPr>
                <w:rtl/>
              </w:rPr>
              <w:t xml:space="preserve"> </w:t>
            </w:r>
            <w:r w:rsidRPr="00A0264F">
              <w:rPr>
                <w:rtl/>
              </w:rPr>
              <w:t>قـلبي</w:t>
            </w:r>
            <w:r w:rsidR="0076657C">
              <w:rPr>
                <w:rtl/>
              </w:rPr>
              <w:t xml:space="preserve"> </w:t>
            </w:r>
            <w:r w:rsidRPr="00A0264F">
              <w:rPr>
                <w:rtl/>
              </w:rPr>
              <w:t>لـزينبَ</w:t>
            </w:r>
            <w:r w:rsidR="0076657C">
              <w:rPr>
                <w:rtl/>
              </w:rPr>
              <w:t xml:space="preserve"> </w:t>
            </w:r>
            <w:r w:rsidRPr="00A0264F">
              <w:rPr>
                <w:rtl/>
              </w:rPr>
              <w:t>إذ</w:t>
            </w:r>
            <w:r w:rsidR="0076657C">
              <w:rPr>
                <w:rtl/>
              </w:rPr>
              <w:t xml:space="preserve"> </w:t>
            </w:r>
            <w:r w:rsidRPr="00A0264F">
              <w:rPr>
                <w:rtl/>
              </w:rPr>
              <w:t>رأتـه</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تَـرِبَ</w:t>
            </w:r>
            <w:r w:rsidR="0076657C">
              <w:rPr>
                <w:rtl/>
              </w:rPr>
              <w:t xml:space="preserve"> </w:t>
            </w:r>
            <w:r w:rsidRPr="00A0264F">
              <w:rPr>
                <w:rtl/>
              </w:rPr>
              <w:t>الـجسمِ</w:t>
            </w:r>
            <w:r w:rsidR="0076657C">
              <w:rPr>
                <w:rtl/>
              </w:rPr>
              <w:t xml:space="preserve"> </w:t>
            </w:r>
            <w:r w:rsidRPr="00A0264F">
              <w:rPr>
                <w:rtl/>
              </w:rPr>
              <w:t>مُـثخناً</w:t>
            </w:r>
            <w:r w:rsidR="0076657C">
              <w:rPr>
                <w:rtl/>
              </w:rPr>
              <w:t xml:space="preserve"> </w:t>
            </w:r>
            <w:r w:rsidRPr="00A0264F">
              <w:rPr>
                <w:rtl/>
              </w:rPr>
              <w:t>بالجراحِ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أخـرسَ</w:t>
            </w:r>
            <w:r>
              <w:rPr>
                <w:rtl/>
              </w:rPr>
              <w:t xml:space="preserve"> </w:t>
            </w:r>
            <w:r w:rsidRPr="00A0264F">
              <w:rPr>
                <w:rtl/>
              </w:rPr>
              <w:t>الـخطبُ</w:t>
            </w:r>
            <w:r w:rsidR="0076657C">
              <w:rPr>
                <w:rtl/>
              </w:rPr>
              <w:t xml:space="preserve"> </w:t>
            </w:r>
            <w:r w:rsidRPr="00A0264F">
              <w:rPr>
                <w:rtl/>
              </w:rPr>
              <w:t>نطقها</w:t>
            </w:r>
            <w:r w:rsidR="0076657C">
              <w:rPr>
                <w:rtl/>
              </w:rPr>
              <w:t xml:space="preserve"> </w:t>
            </w:r>
            <w:r w:rsidRPr="00A0264F">
              <w:rPr>
                <w:rtl/>
              </w:rPr>
              <w:t>فدعته</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بـدمـوعٍ</w:t>
            </w:r>
            <w:r w:rsidR="0076657C">
              <w:rPr>
                <w:rtl/>
              </w:rPr>
              <w:t xml:space="preserve"> </w:t>
            </w:r>
            <w:r w:rsidRPr="00A0264F">
              <w:rPr>
                <w:rtl/>
              </w:rPr>
              <w:t>بـما</w:t>
            </w:r>
            <w:r w:rsidR="0076657C">
              <w:rPr>
                <w:rtl/>
              </w:rPr>
              <w:t xml:space="preserve"> </w:t>
            </w:r>
            <w:r w:rsidRPr="00A0264F">
              <w:rPr>
                <w:rtl/>
              </w:rPr>
              <w:t>تـجنّ</w:t>
            </w:r>
            <w:r w:rsidR="0076657C">
              <w:rPr>
                <w:rtl/>
              </w:rPr>
              <w:t xml:space="preserve"> </w:t>
            </w:r>
            <w:r w:rsidRPr="00A0264F">
              <w:rPr>
                <w:rtl/>
              </w:rPr>
              <w:t>فـصاحِ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يـا</w:t>
            </w:r>
            <w:r w:rsidR="0076657C">
              <w:rPr>
                <w:rtl/>
              </w:rPr>
              <w:t xml:space="preserve"> </w:t>
            </w:r>
            <w:r w:rsidRPr="00A0264F">
              <w:rPr>
                <w:rtl/>
              </w:rPr>
              <w:t>مـنارَ</w:t>
            </w:r>
            <w:r w:rsidR="0076657C">
              <w:rPr>
                <w:rtl/>
              </w:rPr>
              <w:t xml:space="preserve"> </w:t>
            </w:r>
            <w:r w:rsidRPr="00A0264F">
              <w:rPr>
                <w:rtl/>
              </w:rPr>
              <w:t>الـضُلالِ</w:t>
            </w:r>
            <w:r w:rsidR="0076657C">
              <w:rPr>
                <w:rtl/>
              </w:rPr>
              <w:t xml:space="preserve"> </w:t>
            </w:r>
            <w:r w:rsidRPr="00A0264F">
              <w:rPr>
                <w:rtl/>
              </w:rPr>
              <w:t>والليلُ</w:t>
            </w:r>
            <w:r w:rsidR="0076657C">
              <w:rPr>
                <w:rtl/>
              </w:rPr>
              <w:t xml:space="preserve"> </w:t>
            </w:r>
            <w:r w:rsidRPr="00A0264F">
              <w:rPr>
                <w:rtl/>
              </w:rPr>
              <w:t>داجِ</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وظـلالُ</w:t>
            </w:r>
            <w:r>
              <w:rPr>
                <w:rtl/>
              </w:rPr>
              <w:t xml:space="preserve"> </w:t>
            </w:r>
            <w:r w:rsidRPr="00A0264F">
              <w:rPr>
                <w:rtl/>
              </w:rPr>
              <w:t>الرميضِ</w:t>
            </w:r>
            <w:r w:rsidR="0076657C">
              <w:rPr>
                <w:rtl/>
              </w:rPr>
              <w:t xml:space="preserve"> </w:t>
            </w:r>
            <w:r w:rsidRPr="00A0264F">
              <w:rPr>
                <w:rtl/>
              </w:rPr>
              <w:t>واليومُ</w:t>
            </w:r>
            <w:r w:rsidR="0076657C">
              <w:rPr>
                <w:rtl/>
              </w:rPr>
              <w:t xml:space="preserve"> </w:t>
            </w:r>
            <w:r w:rsidRPr="00A0264F">
              <w:rPr>
                <w:rtl/>
              </w:rPr>
              <w:t>ضاحِ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كـنتَ</w:t>
            </w:r>
            <w:r w:rsidR="0076657C">
              <w:rPr>
                <w:rtl/>
              </w:rPr>
              <w:t xml:space="preserve"> </w:t>
            </w:r>
            <w:r w:rsidRPr="00A0264F">
              <w:rPr>
                <w:rtl/>
              </w:rPr>
              <w:t>لي،</w:t>
            </w:r>
            <w:r w:rsidR="0076657C">
              <w:rPr>
                <w:rtl/>
              </w:rPr>
              <w:t xml:space="preserve"> </w:t>
            </w:r>
            <w:r w:rsidRPr="00A0264F">
              <w:rPr>
                <w:rtl/>
              </w:rPr>
              <w:t>يومَ</w:t>
            </w:r>
            <w:r w:rsidR="0076657C">
              <w:rPr>
                <w:rtl/>
              </w:rPr>
              <w:t xml:space="preserve"> </w:t>
            </w:r>
            <w:r w:rsidRPr="00A0264F">
              <w:rPr>
                <w:rtl/>
              </w:rPr>
              <w:t>كنتَ،</w:t>
            </w:r>
            <w:r w:rsidR="0076657C">
              <w:rPr>
                <w:rtl/>
              </w:rPr>
              <w:t xml:space="preserve"> </w:t>
            </w:r>
            <w:r w:rsidRPr="00A0264F">
              <w:rPr>
                <w:rtl/>
              </w:rPr>
              <w:t>كهفاً</w:t>
            </w:r>
            <w:r w:rsidR="0076657C">
              <w:rPr>
                <w:rtl/>
              </w:rPr>
              <w:t xml:space="preserve"> </w:t>
            </w:r>
            <w:r w:rsidRPr="00A0264F">
              <w:rPr>
                <w:rtl/>
              </w:rPr>
              <w:t>منيعا</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سـجسجُ</w:t>
            </w:r>
            <w:r>
              <w:rPr>
                <w:rtl/>
              </w:rPr>
              <w:t xml:space="preserve"> </w:t>
            </w:r>
            <w:r w:rsidRPr="00A0264F">
              <w:rPr>
                <w:rtl/>
              </w:rPr>
              <w:t>الـظلِّ</w:t>
            </w:r>
            <w:r w:rsidR="0076657C">
              <w:rPr>
                <w:rtl/>
              </w:rPr>
              <w:t xml:space="preserve"> </w:t>
            </w:r>
            <w:r w:rsidRPr="00A0264F">
              <w:rPr>
                <w:rtl/>
              </w:rPr>
              <w:t>خافقُ</w:t>
            </w:r>
            <w:r w:rsidR="0076657C">
              <w:rPr>
                <w:rtl/>
              </w:rPr>
              <w:t xml:space="preserve"> </w:t>
            </w:r>
            <w:r w:rsidRPr="00A0264F">
              <w:rPr>
                <w:rtl/>
              </w:rPr>
              <w:t>الأرواحِ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أتـرى</w:t>
            </w:r>
            <w:r w:rsidR="0076657C">
              <w:rPr>
                <w:rtl/>
              </w:rPr>
              <w:t xml:space="preserve"> </w:t>
            </w:r>
            <w:r w:rsidRPr="00A0264F">
              <w:rPr>
                <w:rtl/>
              </w:rPr>
              <w:t>الـقومَ</w:t>
            </w:r>
            <w:r w:rsidR="0076657C">
              <w:rPr>
                <w:rtl/>
              </w:rPr>
              <w:t xml:space="preserve"> </w:t>
            </w:r>
            <w:r w:rsidRPr="00A0264F">
              <w:rPr>
                <w:rtl/>
              </w:rPr>
              <w:t>إذ</w:t>
            </w:r>
            <w:r w:rsidR="0076657C">
              <w:rPr>
                <w:rtl/>
              </w:rPr>
              <w:t xml:space="preserve"> </w:t>
            </w:r>
            <w:r w:rsidRPr="00A0264F">
              <w:rPr>
                <w:rtl/>
              </w:rPr>
              <w:t>عـليكَ</w:t>
            </w:r>
            <w:r w:rsidR="0076657C">
              <w:rPr>
                <w:rtl/>
              </w:rPr>
              <w:t xml:space="preserve"> </w:t>
            </w:r>
            <w:r w:rsidRPr="00A0264F">
              <w:rPr>
                <w:rtl/>
              </w:rPr>
              <w:t>مررنا</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مـنعونا</w:t>
            </w:r>
            <w:r>
              <w:rPr>
                <w:rtl/>
              </w:rPr>
              <w:t xml:space="preserve"> </w:t>
            </w:r>
            <w:r w:rsidRPr="00A0264F">
              <w:rPr>
                <w:rtl/>
              </w:rPr>
              <w:t>مِـنَ</w:t>
            </w:r>
            <w:r w:rsidR="0076657C">
              <w:rPr>
                <w:rtl/>
              </w:rPr>
              <w:t xml:space="preserve"> </w:t>
            </w:r>
            <w:r w:rsidRPr="00A0264F">
              <w:rPr>
                <w:rtl/>
              </w:rPr>
              <w:t>الـبكا</w:t>
            </w:r>
            <w:r w:rsidR="0076657C">
              <w:rPr>
                <w:rtl/>
              </w:rPr>
              <w:t xml:space="preserve"> </w:t>
            </w:r>
            <w:r w:rsidRPr="00A0264F">
              <w:rPr>
                <w:rtl/>
              </w:rPr>
              <w:t>والـنواحِ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إن</w:t>
            </w:r>
            <w:r>
              <w:rPr>
                <w:rtl/>
              </w:rPr>
              <w:t xml:space="preserve"> </w:t>
            </w:r>
            <w:r w:rsidRPr="00A0264F">
              <w:rPr>
                <w:rtl/>
              </w:rPr>
              <w:t>يـكن</w:t>
            </w:r>
            <w:r w:rsidR="0076657C">
              <w:rPr>
                <w:rtl/>
              </w:rPr>
              <w:t xml:space="preserve"> </w:t>
            </w:r>
            <w:r w:rsidRPr="00A0264F">
              <w:rPr>
                <w:rtl/>
              </w:rPr>
              <w:t>هـيِّناً</w:t>
            </w:r>
            <w:r w:rsidR="0076657C">
              <w:rPr>
                <w:rtl/>
              </w:rPr>
              <w:t xml:space="preserve"> </w:t>
            </w:r>
            <w:r w:rsidRPr="00A0264F">
              <w:rPr>
                <w:rtl/>
              </w:rPr>
              <w:t>عـليكَ</w:t>
            </w:r>
            <w:r w:rsidR="0076657C">
              <w:rPr>
                <w:rtl/>
              </w:rPr>
              <w:t xml:space="preserve"> </w:t>
            </w:r>
            <w:r w:rsidRPr="00A0264F">
              <w:rPr>
                <w:rtl/>
              </w:rPr>
              <w:t>هواني</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واغـترابي</w:t>
            </w:r>
            <w:r w:rsidR="0076657C">
              <w:rPr>
                <w:rtl/>
              </w:rPr>
              <w:t xml:space="preserve"> </w:t>
            </w:r>
            <w:r w:rsidRPr="00A0264F">
              <w:rPr>
                <w:rtl/>
              </w:rPr>
              <w:t>مع</w:t>
            </w:r>
            <w:r w:rsidR="0076657C">
              <w:rPr>
                <w:rtl/>
              </w:rPr>
              <w:t xml:space="preserve"> </w:t>
            </w:r>
            <w:r w:rsidRPr="00A0264F">
              <w:rPr>
                <w:rtl/>
              </w:rPr>
              <w:t>العدى</w:t>
            </w:r>
            <w:r w:rsidR="0076657C">
              <w:rPr>
                <w:rtl/>
              </w:rPr>
              <w:t xml:space="preserve"> </w:t>
            </w:r>
            <w:r w:rsidRPr="00A0264F">
              <w:rPr>
                <w:rtl/>
              </w:rPr>
              <w:t>وانتزاحي</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ومـسـيري</w:t>
            </w:r>
            <w:r w:rsidR="0076657C">
              <w:rPr>
                <w:rtl/>
              </w:rPr>
              <w:t xml:space="preserve"> </w:t>
            </w:r>
            <w:r w:rsidRPr="00A0264F">
              <w:rPr>
                <w:rtl/>
              </w:rPr>
              <w:t>أسـيرةً</w:t>
            </w:r>
            <w:r w:rsidR="0076657C">
              <w:rPr>
                <w:rtl/>
              </w:rPr>
              <w:t xml:space="preserve"> </w:t>
            </w:r>
            <w:r w:rsidRPr="00A0264F">
              <w:rPr>
                <w:rtl/>
              </w:rPr>
              <w:t>لـلأعادي</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وركـوبي</w:t>
            </w:r>
            <w:r>
              <w:rPr>
                <w:rtl/>
              </w:rPr>
              <w:t xml:space="preserve"> </w:t>
            </w:r>
            <w:r w:rsidRPr="00A0264F">
              <w:rPr>
                <w:rtl/>
              </w:rPr>
              <w:t>عـلى</w:t>
            </w:r>
            <w:r w:rsidR="0076657C">
              <w:rPr>
                <w:rtl/>
              </w:rPr>
              <w:t xml:space="preserve"> </w:t>
            </w:r>
            <w:r w:rsidRPr="00A0264F">
              <w:rPr>
                <w:rtl/>
              </w:rPr>
              <w:t>النياقِ</w:t>
            </w:r>
            <w:r w:rsidR="0076657C">
              <w:rPr>
                <w:rtl/>
              </w:rPr>
              <w:t xml:space="preserve"> </w:t>
            </w:r>
            <w:r w:rsidRPr="00A0264F">
              <w:rPr>
                <w:rtl/>
              </w:rPr>
              <w:t>الطلاحِ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فـبـرغمي</w:t>
            </w:r>
            <w:r>
              <w:rPr>
                <w:rtl/>
              </w:rPr>
              <w:t xml:space="preserve"> </w:t>
            </w:r>
            <w:r w:rsidRPr="00A0264F">
              <w:rPr>
                <w:rtl/>
              </w:rPr>
              <w:t>أنّـي</w:t>
            </w:r>
            <w:r w:rsidR="0076657C">
              <w:rPr>
                <w:rtl/>
              </w:rPr>
              <w:t xml:space="preserve"> </w:t>
            </w:r>
            <w:r w:rsidRPr="00A0264F">
              <w:rPr>
                <w:rtl/>
              </w:rPr>
              <w:t>أراكَ</w:t>
            </w:r>
            <w:r w:rsidR="0076657C">
              <w:rPr>
                <w:rtl/>
              </w:rPr>
              <w:t xml:space="preserve"> </w:t>
            </w:r>
            <w:r w:rsidRPr="00A0264F">
              <w:rPr>
                <w:rtl/>
              </w:rPr>
              <w:t>مـقيما</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بـينَ</w:t>
            </w:r>
            <w:r>
              <w:rPr>
                <w:rtl/>
              </w:rPr>
              <w:t xml:space="preserve"> </w:t>
            </w:r>
            <w:r w:rsidRPr="00A0264F">
              <w:rPr>
                <w:rtl/>
              </w:rPr>
              <w:t>سمرِ</w:t>
            </w:r>
            <w:r w:rsidR="0076657C">
              <w:rPr>
                <w:rtl/>
              </w:rPr>
              <w:t xml:space="preserve"> </w:t>
            </w:r>
            <w:r w:rsidRPr="00A0264F">
              <w:rPr>
                <w:rtl/>
              </w:rPr>
              <w:t>القنا</w:t>
            </w:r>
            <w:r w:rsidR="0076657C">
              <w:rPr>
                <w:rtl/>
              </w:rPr>
              <w:t xml:space="preserve"> </w:t>
            </w:r>
            <w:r w:rsidRPr="00A0264F">
              <w:rPr>
                <w:rtl/>
              </w:rPr>
              <w:t>وبيضِ</w:t>
            </w:r>
            <w:r w:rsidR="0076657C">
              <w:rPr>
                <w:rtl/>
              </w:rPr>
              <w:t xml:space="preserve"> </w:t>
            </w:r>
            <w:r w:rsidRPr="00A0264F">
              <w:rPr>
                <w:rtl/>
              </w:rPr>
              <w:t>الصفاحِ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لـكَ</w:t>
            </w:r>
            <w:r>
              <w:rPr>
                <w:rtl/>
              </w:rPr>
              <w:t xml:space="preserve"> </w:t>
            </w:r>
            <w:r w:rsidRPr="00A0264F">
              <w:rPr>
                <w:rtl/>
              </w:rPr>
              <w:t>جـسمٌ</w:t>
            </w:r>
            <w:r w:rsidR="0076657C">
              <w:rPr>
                <w:rtl/>
              </w:rPr>
              <w:t xml:space="preserve"> </w:t>
            </w:r>
            <w:r w:rsidRPr="00A0264F">
              <w:rPr>
                <w:rtl/>
              </w:rPr>
              <w:t>على</w:t>
            </w:r>
            <w:r w:rsidR="0076657C">
              <w:rPr>
                <w:rtl/>
              </w:rPr>
              <w:t xml:space="preserve"> </w:t>
            </w:r>
            <w:r w:rsidRPr="00A0264F">
              <w:rPr>
                <w:rtl/>
              </w:rPr>
              <w:t>الرمالِ</w:t>
            </w:r>
            <w:r w:rsidR="0076657C">
              <w:rPr>
                <w:rtl/>
              </w:rPr>
              <w:t xml:space="preserve"> </w:t>
            </w:r>
            <w:r w:rsidRPr="00A0264F">
              <w:rPr>
                <w:rtl/>
              </w:rPr>
              <w:t>ورأس</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رفـعوهُ</w:t>
            </w:r>
            <w:r w:rsidR="0076657C">
              <w:rPr>
                <w:rtl/>
              </w:rPr>
              <w:t xml:space="preserve"> </w:t>
            </w:r>
            <w:r w:rsidRPr="00A0264F">
              <w:rPr>
                <w:rtl/>
              </w:rPr>
              <w:t>عـلى</w:t>
            </w:r>
            <w:r w:rsidR="0076657C">
              <w:rPr>
                <w:rtl/>
              </w:rPr>
              <w:t xml:space="preserve"> </w:t>
            </w:r>
            <w:r w:rsidRPr="00A0264F">
              <w:rPr>
                <w:rtl/>
              </w:rPr>
              <w:t>رؤوسِ</w:t>
            </w:r>
            <w:r w:rsidR="0076657C">
              <w:rPr>
                <w:rtl/>
              </w:rPr>
              <w:t xml:space="preserve"> </w:t>
            </w:r>
            <w:r w:rsidRPr="00A0264F">
              <w:rPr>
                <w:rtl/>
              </w:rPr>
              <w:t>الـرماحِ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بـأبي</w:t>
            </w:r>
            <w:r>
              <w:rPr>
                <w:rtl/>
              </w:rPr>
              <w:t xml:space="preserve"> </w:t>
            </w:r>
            <w:r w:rsidRPr="00A0264F">
              <w:rPr>
                <w:rtl/>
              </w:rPr>
              <w:t>الـذاهبونَ</w:t>
            </w:r>
            <w:r w:rsidR="0076657C">
              <w:rPr>
                <w:rtl/>
              </w:rPr>
              <w:t xml:space="preserve"> </w:t>
            </w:r>
            <w:r w:rsidRPr="00A0264F">
              <w:rPr>
                <w:rtl/>
              </w:rPr>
              <w:t>بـالعزِّ</w:t>
            </w:r>
            <w:r w:rsidR="0076657C">
              <w:rPr>
                <w:rtl/>
              </w:rPr>
              <w:t xml:space="preserve"> </w:t>
            </w:r>
            <w:r w:rsidRPr="00A0264F">
              <w:rPr>
                <w:rtl/>
              </w:rPr>
              <w:t>والنجـ</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دِةِ</w:t>
            </w:r>
            <w:r>
              <w:rPr>
                <w:rtl/>
              </w:rPr>
              <w:t xml:space="preserve"> </w:t>
            </w:r>
            <w:r w:rsidRPr="00A0264F">
              <w:rPr>
                <w:rtl/>
              </w:rPr>
              <w:t>والـبأسِ</w:t>
            </w:r>
            <w:r w:rsidR="0076657C">
              <w:rPr>
                <w:rtl/>
              </w:rPr>
              <w:t xml:space="preserve"> </w:t>
            </w:r>
            <w:r w:rsidRPr="00A0264F">
              <w:rPr>
                <w:rtl/>
              </w:rPr>
              <w:t>والـهدى</w:t>
            </w:r>
            <w:r w:rsidR="0076657C">
              <w:rPr>
                <w:rtl/>
              </w:rPr>
              <w:t xml:space="preserve"> </w:t>
            </w:r>
            <w:r w:rsidRPr="00A0264F">
              <w:rPr>
                <w:rtl/>
              </w:rPr>
              <w:t>والصلاحِ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بـأبي</w:t>
            </w:r>
            <w:r w:rsidR="0076657C">
              <w:rPr>
                <w:rtl/>
              </w:rPr>
              <w:t xml:space="preserve"> </w:t>
            </w:r>
            <w:r w:rsidRPr="00A0264F">
              <w:rPr>
                <w:rtl/>
              </w:rPr>
              <w:t>الـواردونَ</w:t>
            </w:r>
            <w:r w:rsidR="0076657C">
              <w:rPr>
                <w:rtl/>
              </w:rPr>
              <w:t xml:space="preserve"> </w:t>
            </w:r>
            <w:r w:rsidRPr="00A0264F">
              <w:rPr>
                <w:rtl/>
              </w:rPr>
              <w:t>حوضَ</w:t>
            </w:r>
            <w:r w:rsidR="0076657C">
              <w:rPr>
                <w:rtl/>
              </w:rPr>
              <w:t xml:space="preserve"> </w:t>
            </w:r>
            <w:r w:rsidRPr="00A0264F">
              <w:rPr>
                <w:rtl/>
              </w:rPr>
              <w:t>المنايا</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يـومَ</w:t>
            </w:r>
            <w:r w:rsidR="0076657C">
              <w:rPr>
                <w:rtl/>
              </w:rPr>
              <w:t xml:space="preserve"> </w:t>
            </w:r>
            <w:r w:rsidRPr="00A0264F">
              <w:rPr>
                <w:rtl/>
              </w:rPr>
              <w:t>ذيـدوا</w:t>
            </w:r>
            <w:r w:rsidR="0076657C">
              <w:rPr>
                <w:rtl/>
              </w:rPr>
              <w:t xml:space="preserve"> </w:t>
            </w:r>
            <w:r w:rsidRPr="00A0264F">
              <w:rPr>
                <w:rtl/>
              </w:rPr>
              <w:t>عن</w:t>
            </w:r>
            <w:r w:rsidR="0076657C">
              <w:rPr>
                <w:rtl/>
              </w:rPr>
              <w:t xml:space="preserve"> </w:t>
            </w:r>
            <w:r w:rsidRPr="00A0264F">
              <w:rPr>
                <w:rtl/>
              </w:rPr>
              <w:t>الفراتِ</w:t>
            </w:r>
            <w:r w:rsidR="0076657C">
              <w:rPr>
                <w:rtl/>
              </w:rPr>
              <w:t xml:space="preserve"> </w:t>
            </w:r>
            <w:r w:rsidRPr="00A0264F">
              <w:rPr>
                <w:rtl/>
              </w:rPr>
              <w:t>المتاحِ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بـأبي</w:t>
            </w:r>
            <w:r>
              <w:rPr>
                <w:rtl/>
              </w:rPr>
              <w:t xml:space="preserve"> </w:t>
            </w:r>
            <w:r w:rsidRPr="00A0264F">
              <w:rPr>
                <w:rtl/>
              </w:rPr>
              <w:t>الـلابسونَ</w:t>
            </w:r>
            <w:r w:rsidR="0076657C">
              <w:rPr>
                <w:rtl/>
              </w:rPr>
              <w:t xml:space="preserve"> </w:t>
            </w:r>
            <w:r w:rsidRPr="00A0264F">
              <w:rPr>
                <w:rtl/>
              </w:rPr>
              <w:t>حـمرَ</w:t>
            </w:r>
            <w:r w:rsidR="0076657C">
              <w:rPr>
                <w:rtl/>
              </w:rPr>
              <w:t xml:space="preserve"> </w:t>
            </w:r>
            <w:r w:rsidRPr="00A0264F">
              <w:rPr>
                <w:rtl/>
              </w:rPr>
              <w:t>ثياب</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طـرّزتـهنَّ</w:t>
            </w:r>
            <w:r w:rsidR="0076657C">
              <w:rPr>
                <w:rtl/>
              </w:rPr>
              <w:t xml:space="preserve"> </w:t>
            </w:r>
            <w:r w:rsidRPr="00A0264F">
              <w:rPr>
                <w:rtl/>
              </w:rPr>
              <w:t>سـافياتُ</w:t>
            </w:r>
            <w:r w:rsidR="0076657C">
              <w:rPr>
                <w:rtl/>
              </w:rPr>
              <w:t xml:space="preserve"> </w:t>
            </w:r>
            <w:r w:rsidRPr="00A0264F">
              <w:rPr>
                <w:rtl/>
              </w:rPr>
              <w:t>الـرياحِ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أشـرقَ</w:t>
            </w:r>
            <w:r w:rsidR="0076657C">
              <w:rPr>
                <w:rtl/>
              </w:rPr>
              <w:t xml:space="preserve"> </w:t>
            </w:r>
            <w:r w:rsidRPr="00A0264F">
              <w:rPr>
                <w:rtl/>
              </w:rPr>
              <w:t>الـطفُّ</w:t>
            </w:r>
            <w:r w:rsidR="0076657C">
              <w:rPr>
                <w:rtl/>
              </w:rPr>
              <w:t xml:space="preserve"> </w:t>
            </w:r>
            <w:r w:rsidRPr="00A0264F">
              <w:rPr>
                <w:rtl/>
              </w:rPr>
              <w:t>مـنهم</w:t>
            </w:r>
            <w:r w:rsidR="0076657C">
              <w:rPr>
                <w:rtl/>
              </w:rPr>
              <w:t xml:space="preserve"> </w:t>
            </w:r>
            <w:r w:rsidRPr="00A0264F">
              <w:rPr>
                <w:rtl/>
              </w:rPr>
              <w:t>وزهاها</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كـلّ</w:t>
            </w:r>
            <w:r w:rsidR="0076657C">
              <w:rPr>
                <w:rtl/>
              </w:rPr>
              <w:t xml:space="preserve"> </w:t>
            </w:r>
            <w:r w:rsidRPr="00A0264F">
              <w:rPr>
                <w:rtl/>
              </w:rPr>
              <w:t>وجـهٍ</w:t>
            </w:r>
            <w:r w:rsidR="0076657C">
              <w:rPr>
                <w:rtl/>
              </w:rPr>
              <w:t xml:space="preserve"> </w:t>
            </w:r>
            <w:r w:rsidRPr="00A0264F">
              <w:rPr>
                <w:rtl/>
              </w:rPr>
              <w:t>يـضيءُ</w:t>
            </w:r>
            <w:r w:rsidR="0076657C">
              <w:rPr>
                <w:rtl/>
              </w:rPr>
              <w:t xml:space="preserve"> </w:t>
            </w:r>
            <w:r w:rsidRPr="00A0264F">
              <w:rPr>
                <w:rtl/>
              </w:rPr>
              <w:t>كالمصباحِ</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فـازدهت</w:t>
            </w:r>
            <w:r>
              <w:rPr>
                <w:rtl/>
              </w:rPr>
              <w:t xml:space="preserve"> </w:t>
            </w:r>
            <w:r w:rsidRPr="00A0264F">
              <w:rPr>
                <w:rtl/>
              </w:rPr>
              <w:t>مـنهم</w:t>
            </w:r>
            <w:r w:rsidR="0076657C">
              <w:rPr>
                <w:rtl/>
              </w:rPr>
              <w:t xml:space="preserve"> </w:t>
            </w:r>
            <w:r w:rsidRPr="00A0264F">
              <w:rPr>
                <w:rtl/>
              </w:rPr>
              <w:t>بـخيرِ</w:t>
            </w:r>
            <w:r w:rsidR="0076657C">
              <w:rPr>
                <w:rtl/>
              </w:rPr>
              <w:t xml:space="preserve"> </w:t>
            </w:r>
            <w:r w:rsidRPr="00A0264F">
              <w:rPr>
                <w:rtl/>
              </w:rPr>
              <w:t>مـساءٍ</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ورجـعنا</w:t>
            </w:r>
            <w:r w:rsidR="0076657C">
              <w:rPr>
                <w:rtl/>
              </w:rPr>
              <w:t xml:space="preserve"> </w:t>
            </w:r>
            <w:r w:rsidRPr="00A0264F">
              <w:rPr>
                <w:rtl/>
              </w:rPr>
              <w:t>مـنهم</w:t>
            </w:r>
            <w:r w:rsidR="0076657C">
              <w:rPr>
                <w:rtl/>
              </w:rPr>
              <w:t xml:space="preserve"> </w:t>
            </w:r>
            <w:r w:rsidRPr="00A0264F">
              <w:rPr>
                <w:rtl/>
              </w:rPr>
              <w:t>بـشرِّ</w:t>
            </w:r>
            <w:r w:rsidR="0076657C">
              <w:rPr>
                <w:rtl/>
              </w:rPr>
              <w:t xml:space="preserve"> </w:t>
            </w:r>
            <w:r w:rsidRPr="00A0264F">
              <w:rPr>
                <w:rtl/>
              </w:rPr>
              <w:t>صـباحِ</w:t>
            </w:r>
            <w:r w:rsidRPr="00725071">
              <w:rPr>
                <w:rStyle w:val="libPoemTiniChar0"/>
                <w:rtl/>
              </w:rPr>
              <w:br/>
              <w:t> </w:t>
            </w:r>
          </w:p>
        </w:tc>
      </w:tr>
    </w:tbl>
    <w:p w:rsidR="00A5546B" w:rsidRDefault="00A5546B" w:rsidP="00A5546B">
      <w:pPr>
        <w:pStyle w:val="libNormal"/>
      </w:pPr>
      <w:r>
        <w:rPr>
          <w:rtl/>
        </w:rPr>
        <w:br w:type="page"/>
      </w:r>
    </w:p>
    <w:p w:rsidR="00A0264F" w:rsidRPr="00A5546B" w:rsidRDefault="00A0264F" w:rsidP="00A5546B">
      <w:pPr>
        <w:pStyle w:val="Heading3Center"/>
      </w:pPr>
      <w:bookmarkStart w:id="33" w:name="في_رثاء_مسلم_بن_عقيل"/>
      <w:bookmarkStart w:id="34" w:name="_Toc430519754"/>
      <w:r w:rsidRPr="00A0264F">
        <w:rPr>
          <w:rtl/>
        </w:rPr>
        <w:t>في رثاء مسلم بن عقيل</w:t>
      </w:r>
      <w:bookmarkEnd w:id="33"/>
      <w:r w:rsidRPr="00A0264F">
        <w:rPr>
          <w:rtl/>
        </w:rPr>
        <w:t xml:space="preserve"> (عليه السّلام)</w:t>
      </w:r>
      <w:bookmarkEnd w:id="34"/>
    </w:p>
    <w:tbl>
      <w:tblPr>
        <w:tblStyle w:val="TableGrid"/>
        <w:bidiVisual/>
        <w:tblW w:w="4562" w:type="pct"/>
        <w:tblInd w:w="384" w:type="dxa"/>
        <w:tblLook w:val="04A0"/>
      </w:tblPr>
      <w:tblGrid>
        <w:gridCol w:w="3536"/>
        <w:gridCol w:w="272"/>
        <w:gridCol w:w="3502"/>
      </w:tblGrid>
      <w:tr w:rsidR="00197548" w:rsidTr="00197548">
        <w:trPr>
          <w:trHeight w:val="350"/>
        </w:trPr>
        <w:tc>
          <w:tcPr>
            <w:tcW w:w="3536" w:type="dxa"/>
          </w:tcPr>
          <w:p w:rsidR="00197548" w:rsidRDefault="00197548" w:rsidP="00197548">
            <w:pPr>
              <w:pStyle w:val="libPoem"/>
            </w:pPr>
            <w:r w:rsidRPr="00A0264F">
              <w:rPr>
                <w:rtl/>
              </w:rPr>
              <w:t>لـو</w:t>
            </w:r>
            <w:r w:rsidR="0076657C">
              <w:rPr>
                <w:rtl/>
              </w:rPr>
              <w:t xml:space="preserve"> </w:t>
            </w:r>
            <w:r w:rsidRPr="00A0264F">
              <w:rPr>
                <w:rtl/>
              </w:rPr>
              <w:t>أنّ</w:t>
            </w:r>
            <w:r w:rsidR="0076657C">
              <w:rPr>
                <w:rtl/>
              </w:rPr>
              <w:t xml:space="preserve"> </w:t>
            </w:r>
            <w:r w:rsidRPr="00A0264F">
              <w:rPr>
                <w:rtl/>
              </w:rPr>
              <w:t>دمـوعي</w:t>
            </w:r>
            <w:r w:rsidR="0076657C">
              <w:rPr>
                <w:rtl/>
              </w:rPr>
              <w:t xml:space="preserve"> </w:t>
            </w:r>
            <w:r w:rsidRPr="00A0264F">
              <w:rPr>
                <w:rtl/>
              </w:rPr>
              <w:t>استهلت</w:t>
            </w:r>
            <w:r w:rsidR="0076657C">
              <w:rPr>
                <w:rtl/>
              </w:rPr>
              <w:t xml:space="preserve"> </w:t>
            </w:r>
            <w:r w:rsidRPr="00A0264F">
              <w:rPr>
                <w:rtl/>
              </w:rPr>
              <w:t>دما</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لـما</w:t>
            </w:r>
            <w:r w:rsidR="0076657C">
              <w:rPr>
                <w:rtl/>
              </w:rPr>
              <w:t xml:space="preserve"> </w:t>
            </w:r>
            <w:r w:rsidRPr="00A0264F">
              <w:rPr>
                <w:rtl/>
              </w:rPr>
              <w:t>أنـصفت</w:t>
            </w:r>
            <w:r w:rsidR="0076657C">
              <w:rPr>
                <w:rtl/>
              </w:rPr>
              <w:t xml:space="preserve"> </w:t>
            </w:r>
            <w:r w:rsidRPr="00A0264F">
              <w:rPr>
                <w:rtl/>
              </w:rPr>
              <w:t>بـالبكا</w:t>
            </w:r>
            <w:r w:rsidR="0076657C">
              <w:rPr>
                <w:rtl/>
              </w:rPr>
              <w:t xml:space="preserve"> </w:t>
            </w:r>
            <w:r w:rsidRPr="00A0264F">
              <w:rPr>
                <w:rtl/>
              </w:rPr>
              <w:t>مسلما</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قـتـيلٌ</w:t>
            </w:r>
            <w:r>
              <w:rPr>
                <w:rtl/>
              </w:rPr>
              <w:t xml:space="preserve"> </w:t>
            </w:r>
            <w:r w:rsidRPr="00A0264F">
              <w:rPr>
                <w:rtl/>
              </w:rPr>
              <w:t>أذابَ</w:t>
            </w:r>
            <w:r w:rsidR="0076657C">
              <w:rPr>
                <w:rtl/>
              </w:rPr>
              <w:t xml:space="preserve"> </w:t>
            </w:r>
            <w:r w:rsidRPr="00A0264F">
              <w:rPr>
                <w:rtl/>
              </w:rPr>
              <w:t>الـصفا</w:t>
            </w:r>
            <w:r w:rsidR="0076657C">
              <w:rPr>
                <w:rtl/>
              </w:rPr>
              <w:t xml:space="preserve"> </w:t>
            </w:r>
            <w:r w:rsidRPr="00A0264F">
              <w:rPr>
                <w:rtl/>
              </w:rPr>
              <w:t>رزؤه</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وأحــزنَ</w:t>
            </w:r>
            <w:r w:rsidR="0076657C">
              <w:rPr>
                <w:rtl/>
              </w:rPr>
              <w:t xml:space="preserve"> </w:t>
            </w:r>
            <w:r w:rsidRPr="00A0264F">
              <w:rPr>
                <w:rtl/>
              </w:rPr>
              <w:t>تـذكارهُ</w:t>
            </w:r>
            <w:r w:rsidR="0076657C">
              <w:rPr>
                <w:rtl/>
              </w:rPr>
              <w:t xml:space="preserve"> </w:t>
            </w:r>
            <w:r w:rsidRPr="00A0264F">
              <w:rPr>
                <w:rtl/>
              </w:rPr>
              <w:t>زمـزما</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وأورى</w:t>
            </w:r>
            <w:r w:rsidR="0076657C">
              <w:rPr>
                <w:rtl/>
              </w:rPr>
              <w:t xml:space="preserve"> </w:t>
            </w:r>
            <w:r w:rsidRPr="00A0264F">
              <w:rPr>
                <w:rtl/>
              </w:rPr>
              <w:t>الحجونَ</w:t>
            </w:r>
            <w:r w:rsidR="0076657C">
              <w:rPr>
                <w:rtl/>
              </w:rPr>
              <w:t xml:space="preserve"> </w:t>
            </w:r>
            <w:r w:rsidRPr="00A0264F">
              <w:rPr>
                <w:rtl/>
              </w:rPr>
              <w:t>بنارِ</w:t>
            </w:r>
            <w:r w:rsidR="0076657C">
              <w:rPr>
                <w:rtl/>
              </w:rPr>
              <w:t xml:space="preserve"> </w:t>
            </w:r>
            <w:r w:rsidRPr="00A0264F">
              <w:rPr>
                <w:rtl/>
              </w:rPr>
              <w:t>الشجون</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وأبـكى</w:t>
            </w:r>
            <w:r w:rsidR="0076657C">
              <w:rPr>
                <w:rtl/>
              </w:rPr>
              <w:t xml:space="preserve"> </w:t>
            </w:r>
            <w:r w:rsidRPr="00A0264F">
              <w:rPr>
                <w:rtl/>
              </w:rPr>
              <w:t>المقامَ</w:t>
            </w:r>
            <w:r w:rsidR="0076657C">
              <w:rPr>
                <w:rtl/>
              </w:rPr>
              <w:t xml:space="preserve"> </w:t>
            </w:r>
            <w:r w:rsidRPr="00A0264F">
              <w:rPr>
                <w:rtl/>
              </w:rPr>
              <w:t>وأشجى</w:t>
            </w:r>
            <w:r w:rsidR="0076657C">
              <w:rPr>
                <w:rtl/>
              </w:rPr>
              <w:t xml:space="preserve"> </w:t>
            </w:r>
            <w:r w:rsidRPr="00A0264F">
              <w:rPr>
                <w:rtl/>
              </w:rPr>
              <w:t>الحمى</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أتـى</w:t>
            </w:r>
            <w:r>
              <w:rPr>
                <w:rtl/>
              </w:rPr>
              <w:t xml:space="preserve"> </w:t>
            </w:r>
            <w:r w:rsidRPr="00A0264F">
              <w:rPr>
                <w:rtl/>
              </w:rPr>
              <w:t>أرضَ</w:t>
            </w:r>
            <w:r w:rsidR="0076657C">
              <w:rPr>
                <w:rtl/>
              </w:rPr>
              <w:t xml:space="preserve"> </w:t>
            </w:r>
            <w:r w:rsidRPr="00A0264F">
              <w:rPr>
                <w:rtl/>
              </w:rPr>
              <w:t>كوفانَ</w:t>
            </w:r>
            <w:r w:rsidR="0076657C">
              <w:rPr>
                <w:rtl/>
              </w:rPr>
              <w:t xml:space="preserve"> </w:t>
            </w:r>
            <w:r w:rsidRPr="00A0264F">
              <w:rPr>
                <w:rtl/>
              </w:rPr>
              <w:t>في</w:t>
            </w:r>
            <w:r w:rsidR="0076657C">
              <w:rPr>
                <w:rtl/>
              </w:rPr>
              <w:t xml:space="preserve"> </w:t>
            </w:r>
            <w:r w:rsidRPr="00A0264F">
              <w:rPr>
                <w:rtl/>
              </w:rPr>
              <w:t>دعوة</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لـها</w:t>
            </w:r>
            <w:r>
              <w:rPr>
                <w:rtl/>
              </w:rPr>
              <w:t xml:space="preserve"> </w:t>
            </w:r>
            <w:r w:rsidRPr="00A0264F">
              <w:rPr>
                <w:rtl/>
              </w:rPr>
              <w:t>الأرضُ</w:t>
            </w:r>
            <w:r w:rsidR="0076657C">
              <w:rPr>
                <w:rtl/>
              </w:rPr>
              <w:t xml:space="preserve"> </w:t>
            </w:r>
            <w:r w:rsidRPr="00A0264F">
              <w:rPr>
                <w:rtl/>
              </w:rPr>
              <w:t>خاضعةٌ</w:t>
            </w:r>
            <w:r w:rsidR="0076657C">
              <w:rPr>
                <w:rtl/>
              </w:rPr>
              <w:t xml:space="preserve"> </w:t>
            </w:r>
            <w:r w:rsidRPr="00A0264F">
              <w:rPr>
                <w:rtl/>
              </w:rPr>
              <w:t>والسما</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فـلبّوا</w:t>
            </w:r>
            <w:r>
              <w:rPr>
                <w:rtl/>
              </w:rPr>
              <w:t xml:space="preserve"> </w:t>
            </w:r>
            <w:r w:rsidRPr="00A0264F">
              <w:rPr>
                <w:rtl/>
              </w:rPr>
              <w:t>دعـاهُ</w:t>
            </w:r>
            <w:r w:rsidR="0076657C">
              <w:rPr>
                <w:rtl/>
              </w:rPr>
              <w:t xml:space="preserve"> </w:t>
            </w:r>
            <w:r w:rsidRPr="00A0264F">
              <w:rPr>
                <w:rtl/>
              </w:rPr>
              <w:t>وأمُّـوا</w:t>
            </w:r>
            <w:r w:rsidR="0076657C">
              <w:rPr>
                <w:rtl/>
              </w:rPr>
              <w:t xml:space="preserve"> </w:t>
            </w:r>
            <w:r w:rsidRPr="00A0264F">
              <w:rPr>
                <w:rtl/>
              </w:rPr>
              <w:t>هـداه</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لـينقذهم</w:t>
            </w:r>
            <w:r w:rsidR="0076657C">
              <w:rPr>
                <w:rtl/>
              </w:rPr>
              <w:t xml:space="preserve"> </w:t>
            </w:r>
            <w:r w:rsidRPr="00A0264F">
              <w:rPr>
                <w:rtl/>
              </w:rPr>
              <w:t>مـن</w:t>
            </w:r>
            <w:r w:rsidR="0076657C">
              <w:rPr>
                <w:rtl/>
              </w:rPr>
              <w:t xml:space="preserve"> </w:t>
            </w:r>
            <w:r w:rsidRPr="00A0264F">
              <w:rPr>
                <w:rtl/>
              </w:rPr>
              <w:t>غـشاءِ</w:t>
            </w:r>
            <w:r w:rsidR="0076657C">
              <w:rPr>
                <w:rtl/>
              </w:rPr>
              <w:t xml:space="preserve"> </w:t>
            </w:r>
            <w:r w:rsidRPr="00A0264F">
              <w:rPr>
                <w:rtl/>
              </w:rPr>
              <w:t>العمى</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وأعـطوه</w:t>
            </w:r>
            <w:r>
              <w:rPr>
                <w:rtl/>
              </w:rPr>
              <w:t xml:space="preserve"> </w:t>
            </w:r>
            <w:r w:rsidRPr="00A0264F">
              <w:rPr>
                <w:rtl/>
              </w:rPr>
              <w:t>من</w:t>
            </w:r>
            <w:r w:rsidR="0076657C">
              <w:rPr>
                <w:rtl/>
              </w:rPr>
              <w:t xml:space="preserve"> </w:t>
            </w:r>
            <w:r w:rsidRPr="00A0264F">
              <w:rPr>
                <w:rtl/>
              </w:rPr>
              <w:t>عهدهم</w:t>
            </w:r>
            <w:r w:rsidR="0076657C">
              <w:rPr>
                <w:rtl/>
              </w:rPr>
              <w:t xml:space="preserve"> </w:t>
            </w:r>
            <w:r w:rsidRPr="00A0264F">
              <w:rPr>
                <w:rtl/>
              </w:rPr>
              <w:t>ما</w:t>
            </w:r>
            <w:r w:rsidR="0076657C">
              <w:rPr>
                <w:rtl/>
              </w:rPr>
              <w:t xml:space="preserve"> </w:t>
            </w:r>
            <w:r w:rsidRPr="00A0264F">
              <w:rPr>
                <w:rtl/>
              </w:rPr>
              <w:t>يكاد</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إلى</w:t>
            </w:r>
            <w:r>
              <w:rPr>
                <w:rtl/>
              </w:rPr>
              <w:t xml:space="preserve"> </w:t>
            </w:r>
            <w:r w:rsidRPr="00A0264F">
              <w:rPr>
                <w:rtl/>
              </w:rPr>
              <w:t>السهلِ</w:t>
            </w:r>
            <w:r w:rsidR="0076657C">
              <w:rPr>
                <w:rtl/>
              </w:rPr>
              <w:t xml:space="preserve"> </w:t>
            </w:r>
            <w:r w:rsidRPr="00A0264F">
              <w:rPr>
                <w:rtl/>
              </w:rPr>
              <w:t>يستدرجُ</w:t>
            </w:r>
            <w:r w:rsidR="0076657C">
              <w:rPr>
                <w:rtl/>
              </w:rPr>
              <w:t xml:space="preserve"> </w:t>
            </w:r>
            <w:r w:rsidRPr="00A0264F">
              <w:rPr>
                <w:rtl/>
              </w:rPr>
              <w:t>الأعصما</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ومـا</w:t>
            </w:r>
            <w:r>
              <w:rPr>
                <w:rtl/>
              </w:rPr>
              <w:t xml:space="preserve"> </w:t>
            </w:r>
            <w:r w:rsidRPr="00A0264F">
              <w:rPr>
                <w:rtl/>
              </w:rPr>
              <w:t>كانَ</w:t>
            </w:r>
            <w:r w:rsidR="0076657C">
              <w:rPr>
                <w:rtl/>
              </w:rPr>
              <w:t xml:space="preserve"> </w:t>
            </w:r>
            <w:r w:rsidRPr="00A0264F">
              <w:rPr>
                <w:rtl/>
              </w:rPr>
              <w:t>يحسبُ</w:t>
            </w:r>
            <w:r w:rsidR="0076657C">
              <w:rPr>
                <w:rtl/>
              </w:rPr>
              <w:t xml:space="preserve"> </w:t>
            </w:r>
            <w:r w:rsidRPr="00A0264F">
              <w:rPr>
                <w:rtl/>
              </w:rPr>
              <w:t>وهو</w:t>
            </w:r>
            <w:r w:rsidR="0076657C">
              <w:rPr>
                <w:rtl/>
              </w:rPr>
              <w:t xml:space="preserve"> </w:t>
            </w:r>
            <w:r w:rsidRPr="00A0264F">
              <w:rPr>
                <w:rtl/>
              </w:rPr>
              <w:t>الوفي</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أن</w:t>
            </w:r>
            <w:r>
              <w:rPr>
                <w:rtl/>
              </w:rPr>
              <w:t xml:space="preserve"> </w:t>
            </w:r>
            <w:r w:rsidRPr="00A0264F">
              <w:rPr>
                <w:rtl/>
              </w:rPr>
              <w:t>يـنقضوا</w:t>
            </w:r>
            <w:r w:rsidR="0076657C">
              <w:rPr>
                <w:rtl/>
              </w:rPr>
              <w:t xml:space="preserve"> </w:t>
            </w:r>
            <w:r w:rsidRPr="00A0264F">
              <w:rPr>
                <w:rtl/>
              </w:rPr>
              <w:t>عـهدهُ</w:t>
            </w:r>
            <w:r w:rsidR="0076657C">
              <w:rPr>
                <w:rtl/>
              </w:rPr>
              <w:t xml:space="preserve"> </w:t>
            </w:r>
            <w:r w:rsidRPr="00A0264F">
              <w:rPr>
                <w:rtl/>
              </w:rPr>
              <w:t>المبرما</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فـديتكَ</w:t>
            </w:r>
            <w:r>
              <w:rPr>
                <w:rtl/>
              </w:rPr>
              <w:t xml:space="preserve"> </w:t>
            </w:r>
            <w:r w:rsidRPr="00A0264F">
              <w:rPr>
                <w:rtl/>
              </w:rPr>
              <w:t>مـن</w:t>
            </w:r>
            <w:r w:rsidR="0076657C">
              <w:rPr>
                <w:rtl/>
              </w:rPr>
              <w:t xml:space="preserve"> </w:t>
            </w:r>
            <w:r w:rsidRPr="00A0264F">
              <w:rPr>
                <w:rtl/>
              </w:rPr>
              <w:t>مـفردٍ</w:t>
            </w:r>
            <w:r w:rsidR="0076657C">
              <w:rPr>
                <w:rtl/>
              </w:rPr>
              <w:t xml:space="preserve"> </w:t>
            </w:r>
            <w:r w:rsidRPr="00A0264F">
              <w:rPr>
                <w:rtl/>
              </w:rPr>
              <w:t>أسلموه</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لـحكمِ</w:t>
            </w:r>
            <w:r w:rsidR="0076657C">
              <w:rPr>
                <w:rtl/>
              </w:rPr>
              <w:t xml:space="preserve"> </w:t>
            </w:r>
            <w:r w:rsidRPr="00A0264F">
              <w:rPr>
                <w:rtl/>
              </w:rPr>
              <w:t>الـدعيِّ</w:t>
            </w:r>
            <w:r w:rsidR="0076657C">
              <w:rPr>
                <w:rtl/>
              </w:rPr>
              <w:t xml:space="preserve"> </w:t>
            </w:r>
            <w:r w:rsidRPr="00A0264F">
              <w:rPr>
                <w:rtl/>
              </w:rPr>
              <w:t>فـما</w:t>
            </w:r>
            <w:r w:rsidR="0076657C">
              <w:rPr>
                <w:rtl/>
              </w:rPr>
              <w:t xml:space="preserve"> </w:t>
            </w:r>
            <w:r w:rsidRPr="00A0264F">
              <w:rPr>
                <w:rtl/>
              </w:rPr>
              <w:t>استسلما</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والـجأهُ</w:t>
            </w:r>
            <w:r>
              <w:rPr>
                <w:rtl/>
              </w:rPr>
              <w:t xml:space="preserve"> </w:t>
            </w:r>
            <w:r w:rsidRPr="00A0264F">
              <w:rPr>
                <w:rtl/>
              </w:rPr>
              <w:t>غـدرهم</w:t>
            </w:r>
            <w:r w:rsidR="0076657C">
              <w:rPr>
                <w:rtl/>
              </w:rPr>
              <w:t xml:space="preserve"> </w:t>
            </w:r>
            <w:r w:rsidRPr="00A0264F">
              <w:rPr>
                <w:rtl/>
              </w:rPr>
              <w:t>أن</w:t>
            </w:r>
            <w:r w:rsidR="0076657C">
              <w:rPr>
                <w:rtl/>
              </w:rPr>
              <w:t xml:space="preserve"> </w:t>
            </w:r>
            <w:r w:rsidRPr="00A0264F">
              <w:rPr>
                <w:rtl/>
              </w:rPr>
              <w:t>يـحلَّ</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فـي</w:t>
            </w:r>
            <w:r>
              <w:rPr>
                <w:rtl/>
              </w:rPr>
              <w:t xml:space="preserve"> </w:t>
            </w:r>
            <w:r w:rsidRPr="00A0264F">
              <w:rPr>
                <w:rtl/>
              </w:rPr>
              <w:t>دارِ</w:t>
            </w:r>
            <w:r w:rsidR="0076657C">
              <w:rPr>
                <w:rtl/>
              </w:rPr>
              <w:t xml:space="preserve"> </w:t>
            </w:r>
            <w:r w:rsidRPr="00A0264F">
              <w:rPr>
                <w:rtl/>
              </w:rPr>
              <w:t>طـوعةَ</w:t>
            </w:r>
            <w:r w:rsidR="0076657C">
              <w:rPr>
                <w:rtl/>
              </w:rPr>
              <w:t xml:space="preserve"> </w:t>
            </w:r>
            <w:r w:rsidRPr="00A0264F">
              <w:rPr>
                <w:rtl/>
              </w:rPr>
              <w:t>مـستسلما</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فـمذ</w:t>
            </w:r>
            <w:r>
              <w:rPr>
                <w:rtl/>
              </w:rPr>
              <w:t xml:space="preserve"> </w:t>
            </w:r>
            <w:r w:rsidRPr="00A0264F">
              <w:rPr>
                <w:rtl/>
              </w:rPr>
              <w:t>قـحموا</w:t>
            </w:r>
            <w:r w:rsidR="0076657C">
              <w:rPr>
                <w:rtl/>
              </w:rPr>
              <w:t xml:space="preserve"> </w:t>
            </w:r>
            <w:r w:rsidRPr="00A0264F">
              <w:rPr>
                <w:rtl/>
              </w:rPr>
              <w:t>منهُ</w:t>
            </w:r>
            <w:r w:rsidR="0076657C">
              <w:rPr>
                <w:rtl/>
              </w:rPr>
              <w:t xml:space="preserve"> </w:t>
            </w:r>
            <w:r w:rsidRPr="00A0264F">
              <w:rPr>
                <w:rtl/>
              </w:rPr>
              <w:t>في</w:t>
            </w:r>
            <w:r w:rsidR="0076657C">
              <w:rPr>
                <w:rtl/>
              </w:rPr>
              <w:t xml:space="preserve"> </w:t>
            </w:r>
            <w:r w:rsidRPr="00A0264F">
              <w:rPr>
                <w:rtl/>
              </w:rPr>
              <w:t>دارها</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عـريناً</w:t>
            </w:r>
            <w:r w:rsidR="0076657C">
              <w:rPr>
                <w:rtl/>
              </w:rPr>
              <w:t xml:space="preserve"> </w:t>
            </w:r>
            <w:r w:rsidRPr="00A0264F">
              <w:rPr>
                <w:rtl/>
              </w:rPr>
              <w:t>أبـى</w:t>
            </w:r>
            <w:r w:rsidR="0076657C">
              <w:rPr>
                <w:rtl/>
              </w:rPr>
              <w:t xml:space="preserve"> </w:t>
            </w:r>
            <w:r w:rsidRPr="00A0264F">
              <w:rPr>
                <w:rtl/>
              </w:rPr>
              <w:t>الليثُ</w:t>
            </w:r>
            <w:r w:rsidR="0076657C">
              <w:rPr>
                <w:rtl/>
              </w:rPr>
              <w:t xml:space="preserve"> </w:t>
            </w:r>
            <w:r w:rsidRPr="00A0264F">
              <w:rPr>
                <w:rtl/>
              </w:rPr>
              <w:t>أن</w:t>
            </w:r>
            <w:r w:rsidR="0076657C">
              <w:rPr>
                <w:rtl/>
              </w:rPr>
              <w:t xml:space="preserve"> </w:t>
            </w:r>
            <w:r w:rsidRPr="00A0264F">
              <w:rPr>
                <w:rtl/>
              </w:rPr>
              <w:t>يقحما</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أبـانَ</w:t>
            </w:r>
            <w:r w:rsidR="0076657C">
              <w:rPr>
                <w:rtl/>
              </w:rPr>
              <w:t xml:space="preserve"> </w:t>
            </w:r>
            <w:r w:rsidRPr="00A0264F">
              <w:rPr>
                <w:rtl/>
              </w:rPr>
              <w:t>لهم</w:t>
            </w:r>
            <w:r w:rsidR="0076657C">
              <w:rPr>
                <w:rtl/>
              </w:rPr>
              <w:t xml:space="preserve"> </w:t>
            </w:r>
            <w:r w:rsidRPr="00A0264F">
              <w:rPr>
                <w:rtl/>
              </w:rPr>
              <w:t>كيفَ</w:t>
            </w:r>
            <w:r w:rsidR="0076657C">
              <w:rPr>
                <w:rtl/>
              </w:rPr>
              <w:t xml:space="preserve"> </w:t>
            </w:r>
            <w:r w:rsidRPr="00A0264F">
              <w:rPr>
                <w:rtl/>
              </w:rPr>
              <w:t>يضرى</w:t>
            </w:r>
            <w:r w:rsidR="0076657C">
              <w:rPr>
                <w:rtl/>
              </w:rPr>
              <w:t xml:space="preserve"> </w:t>
            </w:r>
            <w:r w:rsidRPr="00A0264F">
              <w:rPr>
                <w:rtl/>
              </w:rPr>
              <w:t>الشجا</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عُ</w:t>
            </w:r>
            <w:r>
              <w:rPr>
                <w:rtl/>
              </w:rPr>
              <w:t xml:space="preserve"> </w:t>
            </w:r>
            <w:r w:rsidRPr="00A0264F">
              <w:rPr>
                <w:rtl/>
              </w:rPr>
              <w:t>ويـشتدّ</w:t>
            </w:r>
            <w:r w:rsidR="0076657C">
              <w:rPr>
                <w:rtl/>
              </w:rPr>
              <w:t xml:space="preserve"> </w:t>
            </w:r>
            <w:r w:rsidRPr="00A0264F">
              <w:rPr>
                <w:rtl/>
              </w:rPr>
              <w:t>بـأساً</w:t>
            </w:r>
            <w:r w:rsidR="0076657C">
              <w:rPr>
                <w:rtl/>
              </w:rPr>
              <w:t xml:space="preserve"> </w:t>
            </w:r>
            <w:r w:rsidRPr="00A0264F">
              <w:rPr>
                <w:rtl/>
              </w:rPr>
              <w:t>إذا</w:t>
            </w:r>
            <w:r w:rsidR="0076657C">
              <w:rPr>
                <w:rtl/>
              </w:rPr>
              <w:t xml:space="preserve"> </w:t>
            </w:r>
            <w:r w:rsidRPr="00A0264F">
              <w:rPr>
                <w:rtl/>
              </w:rPr>
              <w:t>أسـلما</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وكـيفَ</w:t>
            </w:r>
            <w:r>
              <w:rPr>
                <w:rtl/>
              </w:rPr>
              <w:t xml:space="preserve"> </w:t>
            </w:r>
            <w:r w:rsidRPr="00A0264F">
              <w:rPr>
                <w:rtl/>
              </w:rPr>
              <w:t>تـهبُّ</w:t>
            </w:r>
            <w:r w:rsidR="0076657C">
              <w:rPr>
                <w:rtl/>
              </w:rPr>
              <w:t xml:space="preserve"> </w:t>
            </w:r>
            <w:r w:rsidRPr="00A0264F">
              <w:rPr>
                <w:rtl/>
              </w:rPr>
              <w:t>أسودُ</w:t>
            </w:r>
            <w:r w:rsidR="0076657C">
              <w:rPr>
                <w:rtl/>
              </w:rPr>
              <w:t xml:space="preserve"> </w:t>
            </w:r>
            <w:r w:rsidRPr="00A0264F">
              <w:rPr>
                <w:rtl/>
              </w:rPr>
              <w:t>الشرى</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إذا</w:t>
            </w:r>
            <w:r>
              <w:rPr>
                <w:rtl/>
              </w:rPr>
              <w:t xml:space="preserve"> </w:t>
            </w:r>
            <w:r w:rsidRPr="00A0264F">
              <w:rPr>
                <w:rtl/>
              </w:rPr>
              <w:t>رأت</w:t>
            </w:r>
            <w:r w:rsidR="0076657C">
              <w:rPr>
                <w:rtl/>
              </w:rPr>
              <w:t xml:space="preserve"> </w:t>
            </w:r>
            <w:r w:rsidRPr="00A0264F">
              <w:rPr>
                <w:rtl/>
              </w:rPr>
              <w:t>الوحشَ</w:t>
            </w:r>
            <w:r w:rsidR="0076657C">
              <w:rPr>
                <w:rtl/>
              </w:rPr>
              <w:t xml:space="preserve"> </w:t>
            </w:r>
            <w:r w:rsidRPr="00A0264F">
              <w:rPr>
                <w:rtl/>
              </w:rPr>
              <w:t>حولَ</w:t>
            </w:r>
            <w:r w:rsidR="0076657C">
              <w:rPr>
                <w:rtl/>
              </w:rPr>
              <w:t xml:space="preserve"> </w:t>
            </w:r>
            <w:r w:rsidRPr="00A0264F">
              <w:rPr>
                <w:rtl/>
              </w:rPr>
              <w:t>الحمى</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وكـيف</w:t>
            </w:r>
            <w:r w:rsidR="0076657C">
              <w:rPr>
                <w:rtl/>
              </w:rPr>
              <w:t xml:space="preserve"> </w:t>
            </w:r>
            <w:r w:rsidRPr="00A0264F">
              <w:rPr>
                <w:rtl/>
              </w:rPr>
              <w:t>تُـفَرِّقُ</w:t>
            </w:r>
            <w:r w:rsidR="0076657C">
              <w:rPr>
                <w:rtl/>
              </w:rPr>
              <w:t xml:space="preserve"> </w:t>
            </w:r>
            <w:r w:rsidRPr="00A0264F">
              <w:rPr>
                <w:rtl/>
              </w:rPr>
              <w:t>شـهبُ</w:t>
            </w:r>
            <w:r w:rsidR="0076657C">
              <w:rPr>
                <w:rtl/>
              </w:rPr>
              <w:t xml:space="preserve"> </w:t>
            </w:r>
            <w:r w:rsidRPr="00A0264F">
              <w:rPr>
                <w:rtl/>
              </w:rPr>
              <w:t>البزا</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ةِ</w:t>
            </w:r>
            <w:r>
              <w:rPr>
                <w:rtl/>
              </w:rPr>
              <w:t xml:space="preserve"> </w:t>
            </w:r>
            <w:r w:rsidRPr="00A0264F">
              <w:rPr>
                <w:rtl/>
              </w:rPr>
              <w:t>بـغاثاً</w:t>
            </w:r>
            <w:r w:rsidR="0076657C">
              <w:rPr>
                <w:rtl/>
              </w:rPr>
              <w:t xml:space="preserve"> </w:t>
            </w:r>
            <w:r w:rsidRPr="00A0264F">
              <w:rPr>
                <w:rtl/>
              </w:rPr>
              <w:t>تـطيفُ</w:t>
            </w:r>
            <w:r w:rsidR="0076657C">
              <w:rPr>
                <w:rtl/>
              </w:rPr>
              <w:t xml:space="preserve"> </w:t>
            </w:r>
            <w:r w:rsidRPr="00A0264F">
              <w:rPr>
                <w:rtl/>
              </w:rPr>
              <w:t>بـها</w:t>
            </w:r>
            <w:r w:rsidR="0076657C">
              <w:rPr>
                <w:rtl/>
              </w:rPr>
              <w:t xml:space="preserve"> </w:t>
            </w:r>
            <w:r w:rsidRPr="00A0264F">
              <w:rPr>
                <w:rtl/>
              </w:rPr>
              <w:t>حوَّما</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ولـما</w:t>
            </w:r>
            <w:r w:rsidR="0076657C">
              <w:rPr>
                <w:rtl/>
              </w:rPr>
              <w:t xml:space="preserve"> </w:t>
            </w:r>
            <w:r w:rsidRPr="00A0264F">
              <w:rPr>
                <w:rtl/>
              </w:rPr>
              <w:t>رأوا</w:t>
            </w:r>
            <w:r w:rsidR="0076657C">
              <w:rPr>
                <w:rtl/>
              </w:rPr>
              <w:t xml:space="preserve"> </w:t>
            </w:r>
            <w:r w:rsidRPr="00A0264F">
              <w:rPr>
                <w:rtl/>
              </w:rPr>
              <w:t>بـأسهُ</w:t>
            </w:r>
            <w:r w:rsidR="0076657C">
              <w:rPr>
                <w:rtl/>
              </w:rPr>
              <w:t xml:space="preserve"> </w:t>
            </w:r>
            <w:r w:rsidRPr="00A0264F">
              <w:rPr>
                <w:rtl/>
              </w:rPr>
              <w:t>لا</w:t>
            </w:r>
            <w:r w:rsidR="0076657C">
              <w:rPr>
                <w:rtl/>
              </w:rPr>
              <w:t xml:space="preserve"> </w:t>
            </w:r>
            <w:r w:rsidRPr="00A0264F">
              <w:rPr>
                <w:rtl/>
              </w:rPr>
              <w:t>يـطاق</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ومـاضيهِ</w:t>
            </w:r>
            <w:r>
              <w:rPr>
                <w:rtl/>
              </w:rPr>
              <w:t xml:space="preserve"> </w:t>
            </w:r>
            <w:r w:rsidRPr="00A0264F">
              <w:rPr>
                <w:rtl/>
              </w:rPr>
              <w:t>لا</w:t>
            </w:r>
            <w:r w:rsidR="0076657C">
              <w:rPr>
                <w:rtl/>
              </w:rPr>
              <w:t xml:space="preserve"> </w:t>
            </w:r>
            <w:r w:rsidRPr="00A0264F">
              <w:rPr>
                <w:rtl/>
              </w:rPr>
              <w:t>يـرتوي</w:t>
            </w:r>
            <w:r w:rsidR="0076657C">
              <w:rPr>
                <w:rtl/>
              </w:rPr>
              <w:t xml:space="preserve"> </w:t>
            </w:r>
            <w:r w:rsidRPr="00A0264F">
              <w:rPr>
                <w:rtl/>
              </w:rPr>
              <w:t>بالدما</w:t>
            </w:r>
            <w:r w:rsidRPr="00725071">
              <w:rPr>
                <w:rStyle w:val="libPoemTiniChar0"/>
                <w:rtl/>
              </w:rPr>
              <w:br/>
              <w:t> </w:t>
            </w:r>
          </w:p>
        </w:tc>
      </w:tr>
      <w:tr w:rsidR="00197548" w:rsidTr="00197548">
        <w:trPr>
          <w:trHeight w:val="350"/>
        </w:trPr>
        <w:tc>
          <w:tcPr>
            <w:tcW w:w="3536" w:type="dxa"/>
          </w:tcPr>
          <w:p w:rsidR="00197548" w:rsidRDefault="00197548" w:rsidP="00197548">
            <w:pPr>
              <w:pStyle w:val="libPoem"/>
            </w:pPr>
            <w:r w:rsidRPr="00A0264F">
              <w:rPr>
                <w:rtl/>
              </w:rPr>
              <w:t>أطـلُّوا</w:t>
            </w:r>
            <w:r w:rsidR="0076657C">
              <w:rPr>
                <w:rtl/>
              </w:rPr>
              <w:t xml:space="preserve"> </w:t>
            </w:r>
            <w:r w:rsidRPr="00A0264F">
              <w:rPr>
                <w:rtl/>
              </w:rPr>
              <w:t>عـلى</w:t>
            </w:r>
            <w:r w:rsidR="0076657C">
              <w:rPr>
                <w:rtl/>
              </w:rPr>
              <w:t xml:space="preserve"> </w:t>
            </w:r>
            <w:r w:rsidRPr="00A0264F">
              <w:rPr>
                <w:rtl/>
              </w:rPr>
              <w:t>شرفاتِ</w:t>
            </w:r>
            <w:r w:rsidR="0076657C">
              <w:rPr>
                <w:rtl/>
              </w:rPr>
              <w:t xml:space="preserve"> </w:t>
            </w:r>
            <w:r w:rsidRPr="00A0264F">
              <w:rPr>
                <w:rtl/>
              </w:rPr>
              <w:t>السطو</w:t>
            </w:r>
            <w:r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197548" w:rsidP="00197548">
            <w:pPr>
              <w:pStyle w:val="libPoem"/>
            </w:pPr>
            <w:r w:rsidRPr="00A0264F">
              <w:rPr>
                <w:rtl/>
              </w:rPr>
              <w:t>حِ</w:t>
            </w:r>
            <w:r w:rsidR="0076657C">
              <w:rPr>
                <w:rtl/>
              </w:rPr>
              <w:t xml:space="preserve"> </w:t>
            </w:r>
            <w:r w:rsidRPr="00A0264F">
              <w:rPr>
                <w:rtl/>
              </w:rPr>
              <w:t>يـرمونهُ</w:t>
            </w:r>
            <w:r w:rsidR="0076657C">
              <w:rPr>
                <w:rtl/>
              </w:rPr>
              <w:t xml:space="preserve"> </w:t>
            </w:r>
            <w:r w:rsidRPr="00A0264F">
              <w:rPr>
                <w:rtl/>
              </w:rPr>
              <w:t>الحطبَ</w:t>
            </w:r>
            <w:r w:rsidR="0076657C">
              <w:rPr>
                <w:rtl/>
              </w:rPr>
              <w:t xml:space="preserve"> </w:t>
            </w:r>
            <w:r w:rsidRPr="00A0264F">
              <w:rPr>
                <w:rtl/>
              </w:rPr>
              <w:t>المضرما</w:t>
            </w:r>
            <w:r w:rsidRPr="00725071">
              <w:rPr>
                <w:rStyle w:val="libPoemTiniChar0"/>
                <w:rtl/>
              </w:rPr>
              <w:br/>
              <w:t> </w:t>
            </w:r>
          </w:p>
        </w:tc>
      </w:tr>
      <w:tr w:rsidR="00197548" w:rsidTr="00197548">
        <w:trPr>
          <w:trHeight w:val="350"/>
        </w:trPr>
        <w:tc>
          <w:tcPr>
            <w:tcW w:w="3536" w:type="dxa"/>
          </w:tcPr>
          <w:p w:rsidR="00197548" w:rsidRDefault="00835B8B" w:rsidP="00197548">
            <w:pPr>
              <w:pStyle w:val="libPoem"/>
            </w:pPr>
            <w:r w:rsidRPr="00A0264F">
              <w:rPr>
                <w:rtl/>
              </w:rPr>
              <w:t>ولــولا</w:t>
            </w:r>
            <w:r w:rsidR="0076657C">
              <w:rPr>
                <w:rtl/>
              </w:rPr>
              <w:t xml:space="preserve"> </w:t>
            </w:r>
            <w:r w:rsidRPr="00A0264F">
              <w:rPr>
                <w:rtl/>
              </w:rPr>
              <w:t>خـديعتهم</w:t>
            </w:r>
            <w:r w:rsidR="0076657C">
              <w:rPr>
                <w:rtl/>
              </w:rPr>
              <w:t xml:space="preserve"> </w:t>
            </w:r>
            <w:r w:rsidRPr="00A0264F">
              <w:rPr>
                <w:rtl/>
              </w:rPr>
              <w:t>بـالأمان</w:t>
            </w:r>
            <w:r w:rsidR="00197548"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835B8B" w:rsidP="00197548">
            <w:pPr>
              <w:pStyle w:val="libPoem"/>
            </w:pPr>
            <w:r w:rsidRPr="00A0264F">
              <w:rPr>
                <w:rtl/>
              </w:rPr>
              <w:t>لـما</w:t>
            </w:r>
            <w:r>
              <w:rPr>
                <w:rtl/>
              </w:rPr>
              <w:t xml:space="preserve"> </w:t>
            </w:r>
            <w:r w:rsidRPr="00A0264F">
              <w:rPr>
                <w:rtl/>
              </w:rPr>
              <w:t>أوثـقوا</w:t>
            </w:r>
            <w:r w:rsidR="0076657C">
              <w:rPr>
                <w:rtl/>
              </w:rPr>
              <w:t xml:space="preserve"> </w:t>
            </w:r>
            <w:r w:rsidRPr="00A0264F">
              <w:rPr>
                <w:rtl/>
              </w:rPr>
              <w:t>ذلـكَ</w:t>
            </w:r>
            <w:r w:rsidR="0076657C">
              <w:rPr>
                <w:rtl/>
              </w:rPr>
              <w:t xml:space="preserve"> </w:t>
            </w:r>
            <w:r w:rsidRPr="00A0264F">
              <w:rPr>
                <w:rtl/>
              </w:rPr>
              <w:t>الضيغما</w:t>
            </w:r>
            <w:r w:rsidR="00197548"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835B8B" w:rsidTr="00835B8B">
        <w:trPr>
          <w:trHeight w:val="350"/>
        </w:trPr>
        <w:tc>
          <w:tcPr>
            <w:tcW w:w="3536" w:type="dxa"/>
          </w:tcPr>
          <w:p w:rsidR="00835B8B" w:rsidRDefault="00835B8B" w:rsidP="00F8674B">
            <w:pPr>
              <w:pStyle w:val="libPoem"/>
            </w:pPr>
            <w:r w:rsidRPr="00A0264F">
              <w:rPr>
                <w:rtl/>
              </w:rPr>
              <w:t>وكـيفَ</w:t>
            </w:r>
            <w:r w:rsidR="0076657C">
              <w:rPr>
                <w:rtl/>
              </w:rPr>
              <w:t xml:space="preserve"> </w:t>
            </w:r>
            <w:r w:rsidRPr="00A0264F">
              <w:rPr>
                <w:rtl/>
              </w:rPr>
              <w:t>يـحسُّ</w:t>
            </w:r>
            <w:r w:rsidR="0076657C">
              <w:rPr>
                <w:rtl/>
              </w:rPr>
              <w:t xml:space="preserve"> </w:t>
            </w:r>
            <w:r w:rsidRPr="00A0264F">
              <w:rPr>
                <w:rtl/>
              </w:rPr>
              <w:t>بـمكرِ</w:t>
            </w:r>
            <w:r w:rsidR="0076657C">
              <w:rPr>
                <w:rtl/>
              </w:rPr>
              <w:t xml:space="preserve"> </w:t>
            </w:r>
            <w:r w:rsidRPr="00A0264F">
              <w:rPr>
                <w:rtl/>
              </w:rPr>
              <w:t>الأثيم</w:t>
            </w:r>
            <w:r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835B8B" w:rsidP="00F8674B">
            <w:pPr>
              <w:pStyle w:val="libPoem"/>
            </w:pPr>
            <w:r w:rsidRPr="00A0264F">
              <w:rPr>
                <w:rtl/>
              </w:rPr>
              <w:t>مَـنْ</w:t>
            </w:r>
            <w:r>
              <w:rPr>
                <w:rtl/>
              </w:rPr>
              <w:t xml:space="preserve"> </w:t>
            </w:r>
            <w:r w:rsidRPr="00A0264F">
              <w:rPr>
                <w:rtl/>
              </w:rPr>
              <w:t>لـيسَ</w:t>
            </w:r>
            <w:r w:rsidR="0076657C">
              <w:rPr>
                <w:rtl/>
              </w:rPr>
              <w:t xml:space="preserve"> </w:t>
            </w:r>
            <w:r w:rsidRPr="00A0264F">
              <w:rPr>
                <w:rtl/>
              </w:rPr>
              <w:t>يـقترفُ</w:t>
            </w:r>
            <w:r w:rsidR="0076657C">
              <w:rPr>
                <w:rtl/>
              </w:rPr>
              <w:t xml:space="preserve"> </w:t>
            </w:r>
            <w:r w:rsidRPr="00A0264F">
              <w:rPr>
                <w:rtl/>
              </w:rPr>
              <w:t>المأثما</w:t>
            </w:r>
            <w:r w:rsidRPr="00725071">
              <w:rPr>
                <w:rStyle w:val="libPoemTiniChar0"/>
                <w:rtl/>
              </w:rPr>
              <w:br/>
              <w:t> </w:t>
            </w:r>
          </w:p>
        </w:tc>
      </w:tr>
      <w:tr w:rsidR="00835B8B" w:rsidTr="00835B8B">
        <w:trPr>
          <w:trHeight w:val="350"/>
        </w:trPr>
        <w:tc>
          <w:tcPr>
            <w:tcW w:w="3536" w:type="dxa"/>
          </w:tcPr>
          <w:p w:rsidR="00835B8B" w:rsidRDefault="00835B8B" w:rsidP="00F8674B">
            <w:pPr>
              <w:pStyle w:val="libPoem"/>
            </w:pPr>
            <w:r w:rsidRPr="00A0264F">
              <w:rPr>
                <w:rtl/>
              </w:rPr>
              <w:t>لـئن</w:t>
            </w:r>
            <w:r w:rsidR="0076657C">
              <w:rPr>
                <w:rtl/>
              </w:rPr>
              <w:t xml:space="preserve"> </w:t>
            </w:r>
            <w:r w:rsidRPr="00A0264F">
              <w:rPr>
                <w:rtl/>
              </w:rPr>
              <w:t>يُنْسني</w:t>
            </w:r>
            <w:r w:rsidR="0076657C">
              <w:rPr>
                <w:rtl/>
              </w:rPr>
              <w:t xml:space="preserve"> </w:t>
            </w:r>
            <w:r w:rsidRPr="00A0264F">
              <w:rPr>
                <w:rtl/>
              </w:rPr>
              <w:t>الدهرُ</w:t>
            </w:r>
            <w:r w:rsidR="0076657C">
              <w:rPr>
                <w:rtl/>
              </w:rPr>
              <w:t xml:space="preserve"> </w:t>
            </w:r>
            <w:r w:rsidRPr="00A0264F">
              <w:rPr>
                <w:rtl/>
              </w:rPr>
              <w:t>كلّ</w:t>
            </w:r>
            <w:r w:rsidR="0076657C">
              <w:rPr>
                <w:rtl/>
              </w:rPr>
              <w:t xml:space="preserve"> </w:t>
            </w:r>
            <w:r w:rsidRPr="00A0264F">
              <w:rPr>
                <w:rtl/>
              </w:rPr>
              <w:t>الخطو</w:t>
            </w:r>
            <w:r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835B8B" w:rsidP="00F8674B">
            <w:pPr>
              <w:pStyle w:val="libPoem"/>
            </w:pPr>
            <w:r w:rsidRPr="00A0264F">
              <w:rPr>
                <w:rtl/>
              </w:rPr>
              <w:t>ب</w:t>
            </w:r>
            <w:r w:rsidR="0076657C">
              <w:rPr>
                <w:rtl/>
              </w:rPr>
              <w:t xml:space="preserve"> </w:t>
            </w:r>
            <w:r w:rsidRPr="00A0264F">
              <w:rPr>
                <w:rtl/>
              </w:rPr>
              <w:t>لـم</w:t>
            </w:r>
            <w:r w:rsidR="0076657C">
              <w:rPr>
                <w:rtl/>
              </w:rPr>
              <w:t xml:space="preserve"> </w:t>
            </w:r>
            <w:r w:rsidRPr="00A0264F">
              <w:rPr>
                <w:rtl/>
              </w:rPr>
              <w:t>يُـنسني</w:t>
            </w:r>
            <w:r w:rsidR="0076657C">
              <w:rPr>
                <w:rtl/>
              </w:rPr>
              <w:t xml:space="preserve"> </w:t>
            </w:r>
            <w:r w:rsidRPr="00A0264F">
              <w:rPr>
                <w:rtl/>
              </w:rPr>
              <w:t>يومكَ</w:t>
            </w:r>
            <w:r w:rsidR="0076657C">
              <w:rPr>
                <w:rtl/>
              </w:rPr>
              <w:t xml:space="preserve"> </w:t>
            </w:r>
            <w:r w:rsidRPr="00A0264F">
              <w:rPr>
                <w:rtl/>
              </w:rPr>
              <w:t>الأيوما</w:t>
            </w:r>
            <w:r w:rsidRPr="00725071">
              <w:rPr>
                <w:rStyle w:val="libPoemTiniChar0"/>
                <w:rtl/>
              </w:rPr>
              <w:br/>
              <w:t> </w:t>
            </w:r>
          </w:p>
        </w:tc>
      </w:tr>
      <w:tr w:rsidR="00835B8B" w:rsidTr="00835B8B">
        <w:trPr>
          <w:trHeight w:val="350"/>
        </w:trPr>
        <w:tc>
          <w:tcPr>
            <w:tcW w:w="3536" w:type="dxa"/>
          </w:tcPr>
          <w:p w:rsidR="00835B8B" w:rsidRDefault="00835B8B" w:rsidP="00F8674B">
            <w:pPr>
              <w:pStyle w:val="libPoem"/>
            </w:pPr>
            <w:r w:rsidRPr="00A0264F">
              <w:rPr>
                <w:rtl/>
              </w:rPr>
              <w:t>أتـوقفَ</w:t>
            </w:r>
            <w:r w:rsidR="0076657C">
              <w:rPr>
                <w:rtl/>
              </w:rPr>
              <w:t xml:space="preserve"> </w:t>
            </w:r>
            <w:r w:rsidRPr="00A0264F">
              <w:rPr>
                <w:rtl/>
              </w:rPr>
              <w:t>بـينَ</w:t>
            </w:r>
            <w:r w:rsidR="0076657C">
              <w:rPr>
                <w:rtl/>
              </w:rPr>
              <w:t xml:space="preserve"> </w:t>
            </w:r>
            <w:r w:rsidRPr="00A0264F">
              <w:rPr>
                <w:rtl/>
              </w:rPr>
              <w:t>يـدي</w:t>
            </w:r>
            <w:r w:rsidR="0076657C">
              <w:rPr>
                <w:rtl/>
              </w:rPr>
              <w:t xml:space="preserve"> </w:t>
            </w:r>
            <w:r w:rsidRPr="00A0264F">
              <w:rPr>
                <w:rtl/>
              </w:rPr>
              <w:t>فـاجر</w:t>
            </w:r>
            <w:r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835B8B" w:rsidP="00F8674B">
            <w:pPr>
              <w:pStyle w:val="libPoem"/>
            </w:pPr>
            <w:r w:rsidRPr="00A0264F">
              <w:rPr>
                <w:rtl/>
              </w:rPr>
              <w:t>دعـيٍّ</w:t>
            </w:r>
            <w:r>
              <w:rPr>
                <w:rtl/>
              </w:rPr>
              <w:t xml:space="preserve"> </w:t>
            </w:r>
            <w:r w:rsidRPr="00A0264F">
              <w:rPr>
                <w:rtl/>
              </w:rPr>
              <w:t>إلـى</w:t>
            </w:r>
            <w:r w:rsidR="0076657C">
              <w:rPr>
                <w:rtl/>
              </w:rPr>
              <w:t xml:space="preserve"> </w:t>
            </w:r>
            <w:r w:rsidRPr="00A0264F">
              <w:rPr>
                <w:rtl/>
              </w:rPr>
              <w:t>شـرِّهم</w:t>
            </w:r>
            <w:r w:rsidR="0076657C">
              <w:rPr>
                <w:rtl/>
              </w:rPr>
              <w:t xml:space="preserve"> </w:t>
            </w:r>
            <w:r w:rsidRPr="00A0264F">
              <w:rPr>
                <w:rtl/>
              </w:rPr>
              <w:t>منتمى</w:t>
            </w:r>
            <w:r w:rsidRPr="00725071">
              <w:rPr>
                <w:rStyle w:val="libPoemTiniChar0"/>
                <w:rtl/>
              </w:rPr>
              <w:br/>
              <w:t> </w:t>
            </w:r>
          </w:p>
        </w:tc>
      </w:tr>
      <w:tr w:rsidR="00835B8B" w:rsidTr="00835B8B">
        <w:trPr>
          <w:trHeight w:val="350"/>
        </w:trPr>
        <w:tc>
          <w:tcPr>
            <w:tcW w:w="3536" w:type="dxa"/>
          </w:tcPr>
          <w:p w:rsidR="00835B8B" w:rsidRDefault="00835B8B" w:rsidP="00F8674B">
            <w:pPr>
              <w:pStyle w:val="libPoem"/>
            </w:pPr>
            <w:r w:rsidRPr="00A0264F">
              <w:rPr>
                <w:rtl/>
              </w:rPr>
              <w:t>ويـشتمُ</w:t>
            </w:r>
            <w:r w:rsidR="0076657C">
              <w:rPr>
                <w:rtl/>
              </w:rPr>
              <w:t xml:space="preserve"> </w:t>
            </w:r>
            <w:r w:rsidRPr="00A0264F">
              <w:rPr>
                <w:rtl/>
              </w:rPr>
              <w:t>أُسرتكَ</w:t>
            </w:r>
            <w:r w:rsidR="0076657C">
              <w:rPr>
                <w:rtl/>
              </w:rPr>
              <w:t xml:space="preserve"> </w:t>
            </w:r>
            <w:r w:rsidRPr="00A0264F">
              <w:rPr>
                <w:rtl/>
              </w:rPr>
              <w:t>الطاهرينَ</w:t>
            </w:r>
            <w:r w:rsidR="0076657C">
              <w:rPr>
                <w:rtl/>
              </w:rPr>
              <w:t xml:space="preserve"> </w:t>
            </w:r>
            <w:r w:rsidRPr="00A0264F">
              <w:rPr>
                <w:rtl/>
              </w:rPr>
              <w:t>وقد</w:t>
            </w:r>
            <w:r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835B8B" w:rsidP="00F8674B">
            <w:pPr>
              <w:pStyle w:val="libPoem"/>
            </w:pPr>
            <w:r w:rsidRPr="00A0264F">
              <w:rPr>
                <w:rtl/>
              </w:rPr>
              <w:t>كــانَ</w:t>
            </w:r>
            <w:r w:rsidR="0076657C">
              <w:rPr>
                <w:rtl/>
              </w:rPr>
              <w:t xml:space="preserve"> </w:t>
            </w:r>
            <w:r w:rsidRPr="00A0264F">
              <w:rPr>
                <w:rtl/>
              </w:rPr>
              <w:t>أولـى</w:t>
            </w:r>
            <w:r w:rsidR="0076657C">
              <w:rPr>
                <w:rtl/>
              </w:rPr>
              <w:t xml:space="preserve"> </w:t>
            </w:r>
            <w:r w:rsidRPr="00A0264F">
              <w:rPr>
                <w:rtl/>
              </w:rPr>
              <w:t>بـأن</w:t>
            </w:r>
            <w:r w:rsidR="0076657C">
              <w:rPr>
                <w:rtl/>
              </w:rPr>
              <w:t xml:space="preserve"> </w:t>
            </w:r>
            <w:r w:rsidRPr="00A0264F">
              <w:rPr>
                <w:rtl/>
              </w:rPr>
              <w:t>يُـشْتَما</w:t>
            </w:r>
            <w:r w:rsidRPr="00725071">
              <w:rPr>
                <w:rStyle w:val="libPoemTiniChar0"/>
                <w:rtl/>
              </w:rPr>
              <w:br/>
              <w:t> </w:t>
            </w:r>
          </w:p>
        </w:tc>
      </w:tr>
      <w:tr w:rsidR="00835B8B" w:rsidTr="00835B8B">
        <w:trPr>
          <w:trHeight w:val="350"/>
        </w:trPr>
        <w:tc>
          <w:tcPr>
            <w:tcW w:w="3536" w:type="dxa"/>
          </w:tcPr>
          <w:p w:rsidR="00835B8B" w:rsidRDefault="00835B8B" w:rsidP="00F8674B">
            <w:pPr>
              <w:pStyle w:val="libPoem"/>
            </w:pPr>
            <w:r w:rsidRPr="00A0264F">
              <w:rPr>
                <w:rtl/>
              </w:rPr>
              <w:t>وتُـقتلُ</w:t>
            </w:r>
            <w:r>
              <w:rPr>
                <w:rtl/>
              </w:rPr>
              <w:t xml:space="preserve"> </w:t>
            </w:r>
            <w:r w:rsidRPr="00A0264F">
              <w:rPr>
                <w:rtl/>
              </w:rPr>
              <w:t>صـبراً</w:t>
            </w:r>
            <w:r w:rsidR="0076657C">
              <w:rPr>
                <w:rtl/>
              </w:rPr>
              <w:t xml:space="preserve"> </w:t>
            </w:r>
            <w:r w:rsidRPr="00A0264F">
              <w:rPr>
                <w:rtl/>
              </w:rPr>
              <w:t>ولا</w:t>
            </w:r>
            <w:r w:rsidR="0076657C">
              <w:rPr>
                <w:rtl/>
              </w:rPr>
              <w:t xml:space="preserve"> </w:t>
            </w:r>
            <w:r w:rsidRPr="00A0264F">
              <w:rPr>
                <w:rtl/>
              </w:rPr>
              <w:t>طـالب</w:t>
            </w:r>
            <w:r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835B8B" w:rsidP="00F8674B">
            <w:pPr>
              <w:pStyle w:val="libPoem"/>
            </w:pPr>
            <w:r w:rsidRPr="00A0264F">
              <w:rPr>
                <w:rtl/>
              </w:rPr>
              <w:t>بـثـاركَ</w:t>
            </w:r>
            <w:r>
              <w:rPr>
                <w:rtl/>
              </w:rPr>
              <w:t xml:space="preserve"> </w:t>
            </w:r>
            <w:r w:rsidRPr="00A0264F">
              <w:rPr>
                <w:rtl/>
              </w:rPr>
              <w:t>يـسقيهمُ</w:t>
            </w:r>
            <w:r w:rsidR="0076657C">
              <w:rPr>
                <w:rtl/>
              </w:rPr>
              <w:t xml:space="preserve"> </w:t>
            </w:r>
            <w:r w:rsidRPr="00A0264F">
              <w:rPr>
                <w:rtl/>
              </w:rPr>
              <w:t>الـعلقما</w:t>
            </w:r>
            <w:r w:rsidRPr="00725071">
              <w:rPr>
                <w:rStyle w:val="libPoemTiniChar0"/>
                <w:rtl/>
              </w:rPr>
              <w:br/>
              <w:t> </w:t>
            </w:r>
          </w:p>
        </w:tc>
      </w:tr>
      <w:tr w:rsidR="00835B8B" w:rsidTr="00835B8B">
        <w:trPr>
          <w:trHeight w:val="350"/>
        </w:trPr>
        <w:tc>
          <w:tcPr>
            <w:tcW w:w="3536" w:type="dxa"/>
          </w:tcPr>
          <w:p w:rsidR="00835B8B" w:rsidRDefault="00835B8B" w:rsidP="00F8674B">
            <w:pPr>
              <w:pStyle w:val="libPoem"/>
            </w:pPr>
            <w:r w:rsidRPr="00A0264F">
              <w:rPr>
                <w:rtl/>
              </w:rPr>
              <w:t>وتُرمى</w:t>
            </w:r>
            <w:r w:rsidR="0076657C">
              <w:rPr>
                <w:rtl/>
              </w:rPr>
              <w:t xml:space="preserve"> </w:t>
            </w:r>
            <w:r w:rsidRPr="00A0264F">
              <w:rPr>
                <w:rtl/>
              </w:rPr>
              <w:t>إلى</w:t>
            </w:r>
            <w:r w:rsidR="0076657C">
              <w:rPr>
                <w:rtl/>
              </w:rPr>
              <w:t xml:space="preserve"> </w:t>
            </w:r>
            <w:r w:rsidRPr="00A0264F">
              <w:rPr>
                <w:rtl/>
              </w:rPr>
              <w:t>الأرضِ</w:t>
            </w:r>
            <w:r w:rsidR="0076657C">
              <w:rPr>
                <w:rtl/>
              </w:rPr>
              <w:t xml:space="preserve"> </w:t>
            </w:r>
            <w:r w:rsidRPr="00A0264F">
              <w:rPr>
                <w:rtl/>
              </w:rPr>
              <w:t>من</w:t>
            </w:r>
            <w:r w:rsidR="0076657C">
              <w:rPr>
                <w:rtl/>
              </w:rPr>
              <w:t xml:space="preserve"> </w:t>
            </w:r>
            <w:r w:rsidRPr="00A0264F">
              <w:rPr>
                <w:rtl/>
              </w:rPr>
              <w:t>شاهق</w:t>
            </w:r>
            <w:r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835B8B" w:rsidP="00F8674B">
            <w:pPr>
              <w:pStyle w:val="libPoem"/>
            </w:pPr>
            <w:r w:rsidRPr="00A0264F">
              <w:rPr>
                <w:rtl/>
              </w:rPr>
              <w:t>ولـم</w:t>
            </w:r>
            <w:r>
              <w:rPr>
                <w:rtl/>
              </w:rPr>
              <w:t xml:space="preserve"> </w:t>
            </w:r>
            <w:r w:rsidRPr="00A0264F">
              <w:rPr>
                <w:rtl/>
              </w:rPr>
              <w:t>ترمِ</w:t>
            </w:r>
            <w:r w:rsidR="0076657C">
              <w:rPr>
                <w:rtl/>
              </w:rPr>
              <w:t xml:space="preserve"> </w:t>
            </w:r>
            <w:r w:rsidRPr="00A0264F">
              <w:rPr>
                <w:rtl/>
              </w:rPr>
              <w:t>أعداكَ</w:t>
            </w:r>
            <w:r w:rsidR="0076657C">
              <w:rPr>
                <w:rtl/>
              </w:rPr>
              <w:t xml:space="preserve"> </w:t>
            </w:r>
            <w:r w:rsidRPr="00A0264F">
              <w:rPr>
                <w:rtl/>
              </w:rPr>
              <w:t>شهبُ</w:t>
            </w:r>
            <w:r w:rsidR="0076657C">
              <w:rPr>
                <w:rtl/>
              </w:rPr>
              <w:t xml:space="preserve"> </w:t>
            </w:r>
            <w:r w:rsidRPr="00A0264F">
              <w:rPr>
                <w:rtl/>
              </w:rPr>
              <w:t>السما</w:t>
            </w:r>
            <w:r w:rsidRPr="00725071">
              <w:rPr>
                <w:rStyle w:val="libPoemTiniChar0"/>
                <w:rtl/>
              </w:rPr>
              <w:br/>
              <w:t> </w:t>
            </w:r>
          </w:p>
        </w:tc>
      </w:tr>
      <w:tr w:rsidR="00835B8B" w:rsidTr="00835B8B">
        <w:trPr>
          <w:trHeight w:val="350"/>
        </w:trPr>
        <w:tc>
          <w:tcPr>
            <w:tcW w:w="3536" w:type="dxa"/>
          </w:tcPr>
          <w:p w:rsidR="00835B8B" w:rsidRDefault="00835B8B" w:rsidP="00F8674B">
            <w:pPr>
              <w:pStyle w:val="libPoem"/>
            </w:pPr>
            <w:r w:rsidRPr="00A0264F">
              <w:rPr>
                <w:rtl/>
              </w:rPr>
              <w:t>فإن</w:t>
            </w:r>
            <w:r w:rsidR="0076657C">
              <w:rPr>
                <w:rtl/>
              </w:rPr>
              <w:t xml:space="preserve"> </w:t>
            </w:r>
            <w:r w:rsidRPr="00A0264F">
              <w:rPr>
                <w:rtl/>
              </w:rPr>
              <w:t>يحطموا</w:t>
            </w:r>
            <w:r w:rsidR="0076657C">
              <w:rPr>
                <w:rtl/>
              </w:rPr>
              <w:t xml:space="preserve"> </w:t>
            </w:r>
            <w:r w:rsidRPr="00A0264F">
              <w:rPr>
                <w:rtl/>
              </w:rPr>
              <w:t>منكَ</w:t>
            </w:r>
            <w:r w:rsidR="0076657C">
              <w:rPr>
                <w:rtl/>
              </w:rPr>
              <w:t xml:space="preserve"> </w:t>
            </w:r>
            <w:r w:rsidRPr="00A0264F">
              <w:rPr>
                <w:rtl/>
              </w:rPr>
              <w:t>ركنَ</w:t>
            </w:r>
            <w:r w:rsidR="0076657C">
              <w:rPr>
                <w:rtl/>
              </w:rPr>
              <w:t xml:space="preserve"> </w:t>
            </w:r>
            <w:r w:rsidRPr="00A0264F">
              <w:rPr>
                <w:rtl/>
              </w:rPr>
              <w:t>الحطيم</w:t>
            </w:r>
            <w:r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835B8B" w:rsidP="00F8674B">
            <w:pPr>
              <w:pStyle w:val="libPoem"/>
            </w:pPr>
            <w:r w:rsidRPr="00A0264F">
              <w:rPr>
                <w:rtl/>
              </w:rPr>
              <w:t>وهـدُّوا</w:t>
            </w:r>
            <w:r w:rsidR="0076657C">
              <w:rPr>
                <w:rtl/>
              </w:rPr>
              <w:t xml:space="preserve"> </w:t>
            </w:r>
            <w:r w:rsidRPr="00A0264F">
              <w:rPr>
                <w:rtl/>
              </w:rPr>
              <w:t>من</w:t>
            </w:r>
            <w:r w:rsidR="0076657C">
              <w:rPr>
                <w:rtl/>
              </w:rPr>
              <w:t xml:space="preserve"> </w:t>
            </w:r>
            <w:r w:rsidRPr="00A0264F">
              <w:rPr>
                <w:rtl/>
              </w:rPr>
              <w:t>البيتِ</w:t>
            </w:r>
            <w:r w:rsidR="0076657C">
              <w:rPr>
                <w:rtl/>
              </w:rPr>
              <w:t xml:space="preserve"> </w:t>
            </w:r>
            <w:r w:rsidRPr="00A0264F">
              <w:rPr>
                <w:rtl/>
              </w:rPr>
              <w:t>ما</w:t>
            </w:r>
            <w:r w:rsidR="0076657C">
              <w:rPr>
                <w:rtl/>
              </w:rPr>
              <w:t xml:space="preserve"> </w:t>
            </w:r>
            <w:r w:rsidRPr="00A0264F">
              <w:rPr>
                <w:rtl/>
              </w:rPr>
              <w:t>استحكما</w:t>
            </w:r>
            <w:r w:rsidRPr="00725071">
              <w:rPr>
                <w:rStyle w:val="libPoemTiniChar0"/>
                <w:rtl/>
              </w:rPr>
              <w:br/>
              <w:t> </w:t>
            </w:r>
          </w:p>
        </w:tc>
      </w:tr>
      <w:tr w:rsidR="00835B8B" w:rsidTr="00835B8B">
        <w:trPr>
          <w:trHeight w:val="350"/>
        </w:trPr>
        <w:tc>
          <w:tcPr>
            <w:tcW w:w="3536" w:type="dxa"/>
          </w:tcPr>
          <w:p w:rsidR="00835B8B" w:rsidRDefault="00835B8B" w:rsidP="00F8674B">
            <w:pPr>
              <w:pStyle w:val="libPoem"/>
            </w:pPr>
            <w:r w:rsidRPr="00A0264F">
              <w:rPr>
                <w:rtl/>
              </w:rPr>
              <w:t>فلستَ</w:t>
            </w:r>
            <w:r w:rsidR="0076657C">
              <w:rPr>
                <w:rtl/>
              </w:rPr>
              <w:t xml:space="preserve"> </w:t>
            </w:r>
            <w:r w:rsidRPr="00A0264F">
              <w:rPr>
                <w:rtl/>
              </w:rPr>
              <w:t>سوى</w:t>
            </w:r>
            <w:r w:rsidR="0076657C">
              <w:rPr>
                <w:rtl/>
              </w:rPr>
              <w:t xml:space="preserve"> </w:t>
            </w:r>
            <w:r w:rsidRPr="00A0264F">
              <w:rPr>
                <w:rtl/>
              </w:rPr>
              <w:t>المسك</w:t>
            </w:r>
            <w:r w:rsidR="0076657C">
              <w:rPr>
                <w:rtl/>
              </w:rPr>
              <w:t xml:space="preserve"> </w:t>
            </w:r>
            <w:r w:rsidRPr="00A0264F">
              <w:rPr>
                <w:rtl/>
              </w:rPr>
              <w:t>يذكو</w:t>
            </w:r>
            <w:r w:rsidR="0076657C">
              <w:rPr>
                <w:rtl/>
              </w:rPr>
              <w:t xml:space="preserve"> </w:t>
            </w:r>
            <w:r w:rsidRPr="00A0264F">
              <w:rPr>
                <w:rtl/>
              </w:rPr>
              <w:t>شذاه</w:t>
            </w:r>
            <w:r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835B8B" w:rsidP="00F8674B">
            <w:pPr>
              <w:pStyle w:val="libPoem"/>
            </w:pPr>
            <w:r w:rsidRPr="00A0264F">
              <w:rPr>
                <w:rtl/>
              </w:rPr>
              <w:t>ويــزدادُ</w:t>
            </w:r>
            <w:r w:rsidR="0076657C">
              <w:rPr>
                <w:rtl/>
              </w:rPr>
              <w:t xml:space="preserve"> </w:t>
            </w:r>
            <w:r w:rsidRPr="00A0264F">
              <w:rPr>
                <w:rtl/>
              </w:rPr>
              <w:t>طـيباً</w:t>
            </w:r>
            <w:r w:rsidR="0076657C">
              <w:rPr>
                <w:rtl/>
              </w:rPr>
              <w:t xml:space="preserve"> </w:t>
            </w:r>
            <w:r w:rsidRPr="00A0264F">
              <w:rPr>
                <w:rtl/>
              </w:rPr>
              <w:t>إذا</w:t>
            </w:r>
            <w:r w:rsidR="0076657C">
              <w:rPr>
                <w:rtl/>
              </w:rPr>
              <w:t xml:space="preserve"> </w:t>
            </w:r>
            <w:r w:rsidRPr="00A0264F">
              <w:rPr>
                <w:rtl/>
              </w:rPr>
              <w:t>حـطما</w:t>
            </w:r>
            <w:r w:rsidRPr="00725071">
              <w:rPr>
                <w:rStyle w:val="libPoemTiniChar0"/>
                <w:rtl/>
              </w:rPr>
              <w:br/>
              <w:t> </w:t>
            </w:r>
          </w:p>
        </w:tc>
      </w:tr>
      <w:tr w:rsidR="00835B8B" w:rsidTr="00835B8B">
        <w:trPr>
          <w:trHeight w:val="350"/>
        </w:trPr>
        <w:tc>
          <w:tcPr>
            <w:tcW w:w="3536" w:type="dxa"/>
          </w:tcPr>
          <w:p w:rsidR="00835B8B" w:rsidRDefault="00835B8B" w:rsidP="00F8674B">
            <w:pPr>
              <w:pStyle w:val="libPoem"/>
            </w:pPr>
            <w:r w:rsidRPr="00A0264F">
              <w:rPr>
                <w:rtl/>
              </w:rPr>
              <w:t>فـإن</w:t>
            </w:r>
            <w:r>
              <w:rPr>
                <w:rtl/>
              </w:rPr>
              <w:t xml:space="preserve"> </w:t>
            </w:r>
            <w:r w:rsidRPr="00A0264F">
              <w:rPr>
                <w:rtl/>
              </w:rPr>
              <w:t>تَـخْلُ</w:t>
            </w:r>
            <w:r w:rsidR="0076657C">
              <w:rPr>
                <w:rtl/>
              </w:rPr>
              <w:t xml:space="preserve"> </w:t>
            </w:r>
            <w:r w:rsidRPr="00A0264F">
              <w:rPr>
                <w:rtl/>
              </w:rPr>
              <w:t>كوفانَ</w:t>
            </w:r>
            <w:r w:rsidR="0076657C">
              <w:rPr>
                <w:rtl/>
              </w:rPr>
              <w:t xml:space="preserve"> </w:t>
            </w:r>
            <w:r w:rsidRPr="00A0264F">
              <w:rPr>
                <w:rtl/>
              </w:rPr>
              <w:t>من</w:t>
            </w:r>
            <w:r w:rsidR="0076657C">
              <w:rPr>
                <w:rtl/>
              </w:rPr>
              <w:t xml:space="preserve"> </w:t>
            </w:r>
            <w:r w:rsidRPr="00A0264F">
              <w:rPr>
                <w:rtl/>
              </w:rPr>
              <w:t>نادب</w:t>
            </w:r>
            <w:r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835B8B" w:rsidP="00F8674B">
            <w:pPr>
              <w:pStyle w:val="libPoem"/>
            </w:pPr>
            <w:r w:rsidRPr="00A0264F">
              <w:rPr>
                <w:rtl/>
              </w:rPr>
              <w:t>عـليكَ</w:t>
            </w:r>
            <w:r>
              <w:rPr>
                <w:rtl/>
              </w:rPr>
              <w:t xml:space="preserve"> </w:t>
            </w:r>
            <w:r w:rsidRPr="00A0264F">
              <w:rPr>
                <w:rtl/>
              </w:rPr>
              <w:t>يـقيمُ</w:t>
            </w:r>
            <w:r w:rsidR="0076657C">
              <w:rPr>
                <w:rtl/>
              </w:rPr>
              <w:t xml:space="preserve"> </w:t>
            </w:r>
            <w:r w:rsidRPr="00A0264F">
              <w:rPr>
                <w:rtl/>
              </w:rPr>
              <w:t>لـكَ</w:t>
            </w:r>
            <w:r w:rsidR="0076657C">
              <w:rPr>
                <w:rtl/>
              </w:rPr>
              <w:t xml:space="preserve"> </w:t>
            </w:r>
            <w:r w:rsidRPr="00A0264F">
              <w:rPr>
                <w:rtl/>
              </w:rPr>
              <w:t>الـمأتما</w:t>
            </w:r>
            <w:r w:rsidRPr="00725071">
              <w:rPr>
                <w:rStyle w:val="libPoemTiniChar0"/>
                <w:rtl/>
              </w:rPr>
              <w:br/>
              <w:t> </w:t>
            </w:r>
          </w:p>
        </w:tc>
      </w:tr>
      <w:tr w:rsidR="00835B8B" w:rsidTr="00835B8B">
        <w:trPr>
          <w:trHeight w:val="350"/>
        </w:trPr>
        <w:tc>
          <w:tcPr>
            <w:tcW w:w="3536" w:type="dxa"/>
          </w:tcPr>
          <w:p w:rsidR="00835B8B" w:rsidRDefault="00835B8B" w:rsidP="00F8674B">
            <w:pPr>
              <w:pStyle w:val="libPoem"/>
            </w:pPr>
            <w:r w:rsidRPr="00A0264F">
              <w:rPr>
                <w:rtl/>
              </w:rPr>
              <w:t>فـإنّ</w:t>
            </w:r>
            <w:r w:rsidR="0076657C">
              <w:rPr>
                <w:rtl/>
              </w:rPr>
              <w:t xml:space="preserve"> </w:t>
            </w:r>
            <w:r w:rsidRPr="00A0264F">
              <w:rPr>
                <w:rtl/>
              </w:rPr>
              <w:t>ظـبى</w:t>
            </w:r>
            <w:r w:rsidR="0076657C">
              <w:rPr>
                <w:rtl/>
              </w:rPr>
              <w:t xml:space="preserve"> </w:t>
            </w:r>
            <w:r w:rsidRPr="00A0264F">
              <w:rPr>
                <w:rtl/>
              </w:rPr>
              <w:t>الـطالبيينَ</w:t>
            </w:r>
            <w:r w:rsidR="0076657C">
              <w:rPr>
                <w:rtl/>
              </w:rPr>
              <w:t xml:space="preserve"> </w:t>
            </w:r>
            <w:r w:rsidRPr="00A0264F">
              <w:rPr>
                <w:rtl/>
              </w:rPr>
              <w:t>قـد</w:t>
            </w:r>
            <w:r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835B8B" w:rsidP="00F8674B">
            <w:pPr>
              <w:pStyle w:val="libPoem"/>
            </w:pPr>
            <w:r w:rsidRPr="00A0264F">
              <w:rPr>
                <w:rtl/>
              </w:rPr>
              <w:t>غـدت</w:t>
            </w:r>
            <w:r w:rsidR="0076657C">
              <w:rPr>
                <w:rtl/>
              </w:rPr>
              <w:t xml:space="preserve"> </w:t>
            </w:r>
            <w:r w:rsidRPr="00A0264F">
              <w:rPr>
                <w:rtl/>
              </w:rPr>
              <w:t>لـكَ</w:t>
            </w:r>
            <w:r w:rsidR="0076657C">
              <w:rPr>
                <w:rtl/>
              </w:rPr>
              <w:t xml:space="preserve"> </w:t>
            </w:r>
            <w:r w:rsidRPr="00A0264F">
              <w:rPr>
                <w:rtl/>
              </w:rPr>
              <w:t>بالطفّ</w:t>
            </w:r>
            <w:r w:rsidR="0076657C">
              <w:rPr>
                <w:rtl/>
              </w:rPr>
              <w:t xml:space="preserve"> </w:t>
            </w:r>
            <w:r w:rsidRPr="00A0264F">
              <w:rPr>
                <w:rtl/>
              </w:rPr>
              <w:t>تبكي</w:t>
            </w:r>
            <w:r w:rsidR="0076657C">
              <w:rPr>
                <w:rtl/>
              </w:rPr>
              <w:t xml:space="preserve"> </w:t>
            </w:r>
            <w:r w:rsidRPr="00A0264F">
              <w:rPr>
                <w:rtl/>
              </w:rPr>
              <w:t>دما</w:t>
            </w:r>
            <w:r w:rsidRPr="00725071">
              <w:rPr>
                <w:rStyle w:val="libPoemTiniChar0"/>
                <w:rtl/>
              </w:rPr>
              <w:br/>
              <w:t> </w:t>
            </w:r>
          </w:p>
        </w:tc>
      </w:tr>
      <w:tr w:rsidR="00835B8B" w:rsidTr="00835B8B">
        <w:trPr>
          <w:trHeight w:val="350"/>
        </w:trPr>
        <w:tc>
          <w:tcPr>
            <w:tcW w:w="3536" w:type="dxa"/>
          </w:tcPr>
          <w:p w:rsidR="00835B8B" w:rsidRDefault="00835B8B" w:rsidP="00F8674B">
            <w:pPr>
              <w:pStyle w:val="libPoem"/>
            </w:pPr>
            <w:r w:rsidRPr="00A0264F">
              <w:rPr>
                <w:rtl/>
              </w:rPr>
              <w:t>زهـا</w:t>
            </w:r>
            <w:r w:rsidR="0076657C">
              <w:rPr>
                <w:rtl/>
              </w:rPr>
              <w:t xml:space="preserve"> </w:t>
            </w:r>
            <w:r w:rsidRPr="00A0264F">
              <w:rPr>
                <w:rtl/>
              </w:rPr>
              <w:t>مـنهمُ</w:t>
            </w:r>
            <w:r w:rsidR="0076657C">
              <w:rPr>
                <w:rtl/>
              </w:rPr>
              <w:t xml:space="preserve"> </w:t>
            </w:r>
            <w:r w:rsidRPr="00A0264F">
              <w:rPr>
                <w:rtl/>
              </w:rPr>
              <w:t>الـنقعُ</w:t>
            </w:r>
            <w:r w:rsidR="0076657C">
              <w:rPr>
                <w:rtl/>
              </w:rPr>
              <w:t xml:space="preserve"> </w:t>
            </w:r>
            <w:r w:rsidRPr="00A0264F">
              <w:rPr>
                <w:rtl/>
              </w:rPr>
              <w:t>في</w:t>
            </w:r>
            <w:r w:rsidR="0076657C">
              <w:rPr>
                <w:rtl/>
              </w:rPr>
              <w:t xml:space="preserve"> </w:t>
            </w:r>
            <w:r w:rsidRPr="00A0264F">
              <w:rPr>
                <w:rtl/>
              </w:rPr>
              <w:t>أنجمٍ</w:t>
            </w:r>
            <w:r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835B8B" w:rsidP="00F8674B">
            <w:pPr>
              <w:pStyle w:val="libPoem"/>
            </w:pPr>
            <w:r w:rsidRPr="00A0264F">
              <w:rPr>
                <w:rtl/>
              </w:rPr>
              <w:t>أعـادت</w:t>
            </w:r>
            <w:r>
              <w:rPr>
                <w:rtl/>
              </w:rPr>
              <w:t xml:space="preserve"> </w:t>
            </w:r>
            <w:r w:rsidRPr="00A0264F">
              <w:rPr>
                <w:rtl/>
              </w:rPr>
              <w:t>صباحَ</w:t>
            </w:r>
            <w:r w:rsidR="0076657C">
              <w:rPr>
                <w:rtl/>
              </w:rPr>
              <w:t xml:space="preserve"> </w:t>
            </w:r>
            <w:r w:rsidRPr="00A0264F">
              <w:rPr>
                <w:rtl/>
              </w:rPr>
              <w:t>العدى</w:t>
            </w:r>
            <w:r w:rsidR="0076657C">
              <w:rPr>
                <w:rtl/>
              </w:rPr>
              <w:t xml:space="preserve"> </w:t>
            </w:r>
            <w:r w:rsidRPr="00A0264F">
              <w:rPr>
                <w:rtl/>
              </w:rPr>
              <w:t>مظلما</w:t>
            </w:r>
            <w:r w:rsidRPr="00725071">
              <w:rPr>
                <w:rStyle w:val="libPoemTiniChar0"/>
                <w:rtl/>
              </w:rPr>
              <w:br/>
              <w:t> </w:t>
            </w:r>
          </w:p>
        </w:tc>
      </w:tr>
    </w:tbl>
    <w:p w:rsidR="00A0264F" w:rsidRPr="00A5546B" w:rsidRDefault="00A0264F" w:rsidP="00A5546B">
      <w:pPr>
        <w:pStyle w:val="Heading3Center"/>
      </w:pPr>
      <w:bookmarkStart w:id="35" w:name="صل_مسلما"/>
      <w:bookmarkStart w:id="36" w:name="_Toc430519755"/>
      <w:r w:rsidRPr="00A0264F">
        <w:rPr>
          <w:rtl/>
        </w:rPr>
        <w:t>صل مسلما</w:t>
      </w:r>
      <w:bookmarkEnd w:id="35"/>
      <w:r w:rsidRPr="00A0264F">
        <w:rPr>
          <w:rStyle w:val="libFootnotenumChar"/>
          <w:rtl/>
        </w:rPr>
        <w:t>(1)</w:t>
      </w:r>
      <w:bookmarkEnd w:id="36"/>
    </w:p>
    <w:tbl>
      <w:tblPr>
        <w:tblStyle w:val="TableGrid"/>
        <w:bidiVisual/>
        <w:tblW w:w="4562" w:type="pct"/>
        <w:tblInd w:w="384" w:type="dxa"/>
        <w:tblLook w:val="04A0"/>
      </w:tblPr>
      <w:tblGrid>
        <w:gridCol w:w="3536"/>
        <w:gridCol w:w="272"/>
        <w:gridCol w:w="3502"/>
      </w:tblGrid>
      <w:tr w:rsidR="00197548" w:rsidTr="00197548">
        <w:trPr>
          <w:trHeight w:val="350"/>
        </w:trPr>
        <w:tc>
          <w:tcPr>
            <w:tcW w:w="3536" w:type="dxa"/>
          </w:tcPr>
          <w:p w:rsidR="00197548" w:rsidRDefault="00835B8B" w:rsidP="00197548">
            <w:pPr>
              <w:pStyle w:val="libPoem"/>
            </w:pPr>
            <w:r w:rsidRPr="00A0264F">
              <w:rPr>
                <w:rtl/>
              </w:rPr>
              <w:t>على كوفةَ الجندِ عرِّج وقف</w:t>
            </w:r>
            <w:r w:rsidR="00197548"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835B8B" w:rsidP="00197548">
            <w:pPr>
              <w:pStyle w:val="libPoem"/>
            </w:pPr>
            <w:r w:rsidRPr="00A0264F">
              <w:rPr>
                <w:rtl/>
              </w:rPr>
              <w:t>ويَمِّمْ بها المسجدَ الأعظما</w:t>
            </w:r>
            <w:r w:rsidR="00197548" w:rsidRPr="00725071">
              <w:rPr>
                <w:rStyle w:val="libPoemTiniChar0"/>
                <w:rtl/>
              </w:rPr>
              <w:br/>
              <w:t> </w:t>
            </w:r>
          </w:p>
        </w:tc>
      </w:tr>
      <w:tr w:rsidR="00197548" w:rsidTr="00197548">
        <w:trPr>
          <w:trHeight w:val="350"/>
        </w:trPr>
        <w:tc>
          <w:tcPr>
            <w:tcW w:w="3536" w:type="dxa"/>
          </w:tcPr>
          <w:p w:rsidR="00197548" w:rsidRDefault="00835B8B" w:rsidP="00197548">
            <w:pPr>
              <w:pStyle w:val="libPoem"/>
            </w:pPr>
            <w:r w:rsidRPr="00A0264F">
              <w:rPr>
                <w:rtl/>
              </w:rPr>
              <w:t>وقف خاضعاً خاشعاً باكيا</w:t>
            </w:r>
            <w:r w:rsidR="00197548" w:rsidRPr="00725071">
              <w:rPr>
                <w:rStyle w:val="libPoemTiniChar0"/>
                <w:rtl/>
              </w:rPr>
              <w:br/>
              <w:t> </w:t>
            </w:r>
          </w:p>
        </w:tc>
        <w:tc>
          <w:tcPr>
            <w:tcW w:w="272" w:type="dxa"/>
          </w:tcPr>
          <w:p w:rsidR="00197548" w:rsidRDefault="00197548" w:rsidP="00197548">
            <w:pPr>
              <w:pStyle w:val="libPoem"/>
              <w:rPr>
                <w:rtl/>
              </w:rPr>
            </w:pPr>
          </w:p>
        </w:tc>
        <w:tc>
          <w:tcPr>
            <w:tcW w:w="3502" w:type="dxa"/>
          </w:tcPr>
          <w:p w:rsidR="00197548" w:rsidRDefault="00835B8B" w:rsidP="00197548">
            <w:pPr>
              <w:pStyle w:val="libPoem"/>
            </w:pPr>
            <w:r w:rsidRPr="00A0264F">
              <w:rPr>
                <w:rtl/>
              </w:rPr>
              <w:t>وصلِّ وسلِّمْ وصلْ مسلما</w:t>
            </w:r>
            <w:r w:rsidR="00197548"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نقش هذان البيتان على مرآة في مشهد مسلم بن عقيل</w:t>
      </w:r>
      <w:r w:rsidR="00A327D5">
        <w:rPr>
          <w:rtl/>
        </w:rPr>
        <w:t>.</w:t>
      </w:r>
    </w:p>
    <w:p w:rsidR="00A5546B" w:rsidRDefault="00A5546B" w:rsidP="00A5546B">
      <w:pPr>
        <w:pStyle w:val="libNormal"/>
      </w:pPr>
      <w:r>
        <w:rPr>
          <w:rtl/>
        </w:rPr>
        <w:br w:type="page"/>
      </w:r>
    </w:p>
    <w:p w:rsidR="00A0264F" w:rsidRPr="00A5546B" w:rsidRDefault="00A0264F" w:rsidP="00A5546B">
      <w:pPr>
        <w:pStyle w:val="Heading3Center"/>
      </w:pPr>
      <w:bookmarkStart w:id="37" w:name="_Toc430519756"/>
      <w:r w:rsidRPr="00A0264F">
        <w:rPr>
          <w:rtl/>
        </w:rPr>
        <w:t>الشِعْر الأخوي</w:t>
      </w:r>
      <w:bookmarkEnd w:id="37"/>
      <w:r w:rsidRPr="00A0264F">
        <w:rPr>
          <w:rtl/>
        </w:rPr>
        <w:t xml:space="preserve"> </w:t>
      </w:r>
    </w:p>
    <w:p w:rsidR="00A0264F" w:rsidRPr="00A5546B" w:rsidRDefault="00A0264F" w:rsidP="00A5546B">
      <w:pPr>
        <w:pStyle w:val="Heading3Center"/>
      </w:pPr>
      <w:bookmarkStart w:id="38" w:name="_Toc430519757"/>
      <w:r w:rsidRPr="00A0264F">
        <w:rPr>
          <w:rtl/>
        </w:rPr>
        <w:t>في التهاني والمرَاثي وَالتَراسُل</w:t>
      </w:r>
      <w:bookmarkEnd w:id="38"/>
      <w:r w:rsidRPr="00A0264F">
        <w:rPr>
          <w:rtl/>
        </w:rPr>
        <w:t xml:space="preserve"> </w:t>
      </w:r>
    </w:p>
    <w:p w:rsidR="00A5546B" w:rsidRDefault="00A5546B" w:rsidP="00A5546B">
      <w:pPr>
        <w:pStyle w:val="libNormal"/>
      </w:pPr>
      <w:r>
        <w:rPr>
          <w:rtl/>
        </w:rPr>
        <w:br w:type="page"/>
      </w:r>
    </w:p>
    <w:p w:rsidR="00A5546B" w:rsidRDefault="00A5546B" w:rsidP="00A5546B">
      <w:pPr>
        <w:pStyle w:val="libNormal"/>
      </w:pPr>
      <w:r>
        <w:rPr>
          <w:rtl/>
        </w:rPr>
        <w:br w:type="page"/>
      </w:r>
    </w:p>
    <w:p w:rsidR="002C71B9" w:rsidRDefault="002C71B9" w:rsidP="00A5546B">
      <w:pPr>
        <w:pStyle w:val="Heading3Center"/>
        <w:rPr>
          <w:rtl/>
        </w:rPr>
      </w:pPr>
      <w:bookmarkStart w:id="39" w:name="_Toc430519758"/>
      <w:r w:rsidRPr="00A5546B">
        <w:rPr>
          <w:rtl/>
        </w:rPr>
        <w:t>(قام يجلوها)</w:t>
      </w:r>
      <w:r w:rsidRPr="002C71B9">
        <w:rPr>
          <w:rStyle w:val="libFootnotenumChar"/>
          <w:rtl/>
        </w:rPr>
        <w:t>(</w:t>
      </w:r>
      <w:r w:rsidRPr="002C71B9">
        <w:rPr>
          <w:rStyle w:val="libFootnotenumChar"/>
          <w:rFonts w:hint="cs"/>
          <w:rtl/>
        </w:rPr>
        <w:t>1</w:t>
      </w:r>
      <w:r w:rsidRPr="002C71B9">
        <w:rPr>
          <w:rStyle w:val="libFootnotenumChar"/>
          <w:rtl/>
        </w:rPr>
        <w:t>)</w:t>
      </w:r>
      <w:bookmarkEnd w:id="39"/>
    </w:p>
    <w:tbl>
      <w:tblPr>
        <w:tblStyle w:val="TableGrid"/>
        <w:bidiVisual/>
        <w:tblW w:w="4562" w:type="pct"/>
        <w:tblInd w:w="384" w:type="dxa"/>
        <w:tblLook w:val="04A0"/>
      </w:tblPr>
      <w:tblGrid>
        <w:gridCol w:w="3536"/>
        <w:gridCol w:w="272"/>
        <w:gridCol w:w="3502"/>
      </w:tblGrid>
      <w:tr w:rsidR="00835B8B" w:rsidTr="00835B8B">
        <w:trPr>
          <w:trHeight w:val="350"/>
        </w:trPr>
        <w:tc>
          <w:tcPr>
            <w:tcW w:w="3536" w:type="dxa"/>
          </w:tcPr>
          <w:p w:rsidR="00835B8B" w:rsidRDefault="001D021F" w:rsidP="00F8674B">
            <w:pPr>
              <w:pStyle w:val="libPoem"/>
            </w:pPr>
            <w:r>
              <w:rPr>
                <w:rtl/>
              </w:rPr>
              <w:t>هي شمس زفَّها بدر الحسانْ</w:t>
            </w:r>
            <w:r w:rsidR="00835B8B"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1D021F" w:rsidP="00F8674B">
            <w:pPr>
              <w:pStyle w:val="libPoem"/>
            </w:pPr>
            <w:r>
              <w:rPr>
                <w:rtl/>
              </w:rPr>
              <w:t>وبها شَعَّتْ لئالي الحبب</w:t>
            </w:r>
            <w:r w:rsidR="00835B8B" w:rsidRPr="00725071">
              <w:rPr>
                <w:rStyle w:val="libPoemTiniChar0"/>
                <w:rtl/>
              </w:rPr>
              <w:br/>
              <w:t> </w:t>
            </w:r>
          </w:p>
        </w:tc>
      </w:tr>
      <w:tr w:rsidR="00835B8B" w:rsidTr="00835B8B">
        <w:trPr>
          <w:trHeight w:val="350"/>
        </w:trPr>
        <w:tc>
          <w:tcPr>
            <w:tcW w:w="3536" w:type="dxa"/>
          </w:tcPr>
          <w:p w:rsidR="00835B8B" w:rsidRDefault="001D021F" w:rsidP="00F8674B">
            <w:pPr>
              <w:pStyle w:val="libPoem"/>
            </w:pPr>
            <w:r>
              <w:rPr>
                <w:rtl/>
              </w:rPr>
              <w:t>سعد الطالع في هذا القرانْ</w:t>
            </w:r>
            <w:r w:rsidR="00835B8B"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1D021F" w:rsidP="00F8674B">
            <w:pPr>
              <w:pStyle w:val="libPoem"/>
            </w:pPr>
            <w:r>
              <w:rPr>
                <w:rtl/>
              </w:rPr>
              <w:t>فلك البشرى بنيل الارب</w:t>
            </w:r>
            <w:r w:rsidR="00835B8B" w:rsidRPr="00725071">
              <w:rPr>
                <w:rStyle w:val="libPoemTiniChar0"/>
                <w:rtl/>
              </w:rPr>
              <w:br/>
              <w:t> </w:t>
            </w:r>
          </w:p>
        </w:tc>
      </w:tr>
    </w:tbl>
    <w:p w:rsidR="002C71B9" w:rsidRDefault="002C71B9" w:rsidP="00A5546B">
      <w:pPr>
        <w:pStyle w:val="libPoemCenter"/>
        <w:rPr>
          <w:rtl/>
        </w:rPr>
      </w:pPr>
      <w:r>
        <w:rPr>
          <w:rtl/>
        </w:rPr>
        <w:t>***</w:t>
      </w:r>
    </w:p>
    <w:tbl>
      <w:tblPr>
        <w:tblStyle w:val="TableGrid"/>
        <w:bidiVisual/>
        <w:tblW w:w="4562" w:type="pct"/>
        <w:tblInd w:w="384" w:type="dxa"/>
        <w:tblLook w:val="04A0"/>
      </w:tblPr>
      <w:tblGrid>
        <w:gridCol w:w="3536"/>
        <w:gridCol w:w="272"/>
        <w:gridCol w:w="3502"/>
      </w:tblGrid>
      <w:tr w:rsidR="00835B8B" w:rsidTr="00835B8B">
        <w:trPr>
          <w:trHeight w:val="350"/>
        </w:trPr>
        <w:tc>
          <w:tcPr>
            <w:tcW w:w="3536" w:type="dxa"/>
          </w:tcPr>
          <w:p w:rsidR="00835B8B" w:rsidRDefault="001D021F" w:rsidP="00F8674B">
            <w:pPr>
              <w:pStyle w:val="libPoem"/>
            </w:pPr>
            <w:r>
              <w:rPr>
                <w:rtl/>
              </w:rPr>
              <w:t>قام يجلوها وفي مقلته</w:t>
            </w:r>
            <w:r w:rsidR="00835B8B"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1D021F" w:rsidP="00F8674B">
            <w:pPr>
              <w:pStyle w:val="libPoem"/>
            </w:pPr>
            <w:r>
              <w:rPr>
                <w:rtl/>
              </w:rPr>
              <w:t>فترة يحسبها الرائي نعاس</w:t>
            </w:r>
            <w:r w:rsidR="00835B8B" w:rsidRPr="00725071">
              <w:rPr>
                <w:rStyle w:val="libPoemTiniChar0"/>
                <w:rtl/>
              </w:rPr>
              <w:br/>
              <w:t> </w:t>
            </w:r>
          </w:p>
        </w:tc>
      </w:tr>
      <w:tr w:rsidR="00835B8B" w:rsidTr="00835B8B">
        <w:trPr>
          <w:trHeight w:val="350"/>
        </w:trPr>
        <w:tc>
          <w:tcPr>
            <w:tcW w:w="3536" w:type="dxa"/>
          </w:tcPr>
          <w:p w:rsidR="00835B8B" w:rsidRDefault="001D021F" w:rsidP="00F8674B">
            <w:pPr>
              <w:pStyle w:val="libPoem"/>
            </w:pPr>
            <w:r>
              <w:rPr>
                <w:rtl/>
              </w:rPr>
              <w:t>كلما استمسك في مشيته</w:t>
            </w:r>
            <w:r w:rsidR="00835B8B"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1D021F" w:rsidP="00F8674B">
            <w:pPr>
              <w:pStyle w:val="libPoem"/>
            </w:pPr>
            <w:r>
              <w:rPr>
                <w:rtl/>
              </w:rPr>
              <w:t>عبث الدلُّ بعطفيه فماس</w:t>
            </w:r>
            <w:r w:rsidR="00835B8B" w:rsidRPr="00725071">
              <w:rPr>
                <w:rStyle w:val="libPoemTiniChar0"/>
                <w:rtl/>
              </w:rPr>
              <w:br/>
              <w:t> </w:t>
            </w:r>
          </w:p>
        </w:tc>
      </w:tr>
      <w:tr w:rsidR="00835B8B" w:rsidTr="00835B8B">
        <w:trPr>
          <w:trHeight w:val="350"/>
        </w:trPr>
        <w:tc>
          <w:tcPr>
            <w:tcW w:w="3536" w:type="dxa"/>
          </w:tcPr>
          <w:p w:rsidR="00835B8B" w:rsidRDefault="001D021F" w:rsidP="00F8674B">
            <w:pPr>
              <w:pStyle w:val="libPoem"/>
            </w:pPr>
            <w:r>
              <w:rPr>
                <w:rtl/>
              </w:rPr>
              <w:t>ذقت غير الخمر من ريقته</w:t>
            </w:r>
            <w:r w:rsidR="00835B8B"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1D021F" w:rsidP="00F8674B">
            <w:pPr>
              <w:pStyle w:val="libPoem"/>
            </w:pPr>
            <w:r>
              <w:rPr>
                <w:rtl/>
              </w:rPr>
              <w:t>ولي السكر على غير قياس</w:t>
            </w:r>
            <w:r w:rsidR="00835B8B" w:rsidRPr="00725071">
              <w:rPr>
                <w:rStyle w:val="libPoemTiniChar0"/>
                <w:rtl/>
              </w:rPr>
              <w:br/>
              <w:t> </w:t>
            </w:r>
          </w:p>
        </w:tc>
      </w:tr>
      <w:tr w:rsidR="00835B8B" w:rsidTr="00835B8B">
        <w:trPr>
          <w:trHeight w:val="350"/>
        </w:trPr>
        <w:tc>
          <w:tcPr>
            <w:tcW w:w="3536" w:type="dxa"/>
          </w:tcPr>
          <w:p w:rsidR="00835B8B" w:rsidRDefault="001D021F" w:rsidP="00F8674B">
            <w:pPr>
              <w:pStyle w:val="libPoem"/>
            </w:pPr>
            <w:r>
              <w:rPr>
                <w:rtl/>
              </w:rPr>
              <w:t>من مجيري والهوى فيه الهوانْ</w:t>
            </w:r>
            <w:r w:rsidR="00835B8B"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1D021F" w:rsidP="00F8674B">
            <w:pPr>
              <w:pStyle w:val="libPoem"/>
            </w:pPr>
            <w:r>
              <w:rPr>
                <w:rtl/>
              </w:rPr>
              <w:t>من شتيت الثغر حلو الشنب</w:t>
            </w:r>
            <w:r w:rsidR="00835B8B" w:rsidRPr="00725071">
              <w:rPr>
                <w:rStyle w:val="libPoemTiniChar0"/>
                <w:rtl/>
              </w:rPr>
              <w:br/>
              <w:t> </w:t>
            </w:r>
          </w:p>
        </w:tc>
      </w:tr>
    </w:tbl>
    <w:p w:rsidR="002C71B9" w:rsidRDefault="002C71B9" w:rsidP="00A5546B">
      <w:pPr>
        <w:pStyle w:val="libPoemCenter"/>
        <w:rPr>
          <w:rtl/>
        </w:rPr>
      </w:pPr>
      <w:r>
        <w:rPr>
          <w:rtl/>
        </w:rPr>
        <w:t>***</w:t>
      </w:r>
    </w:p>
    <w:tbl>
      <w:tblPr>
        <w:tblStyle w:val="TableGrid"/>
        <w:bidiVisual/>
        <w:tblW w:w="4562" w:type="pct"/>
        <w:tblInd w:w="384" w:type="dxa"/>
        <w:tblLook w:val="04A0"/>
      </w:tblPr>
      <w:tblGrid>
        <w:gridCol w:w="3536"/>
        <w:gridCol w:w="272"/>
        <w:gridCol w:w="3502"/>
      </w:tblGrid>
      <w:tr w:rsidR="00835B8B" w:rsidTr="00835B8B">
        <w:trPr>
          <w:trHeight w:val="350"/>
        </w:trPr>
        <w:tc>
          <w:tcPr>
            <w:tcW w:w="3536" w:type="dxa"/>
          </w:tcPr>
          <w:p w:rsidR="00835B8B" w:rsidRDefault="001D021F" w:rsidP="00F8674B">
            <w:pPr>
              <w:pStyle w:val="libPoem"/>
            </w:pPr>
            <w:r>
              <w:rPr>
                <w:rtl/>
              </w:rPr>
              <w:t>إن حكته الريم في لحظ فما</w:t>
            </w:r>
            <w:r w:rsidR="00835B8B"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1D021F" w:rsidP="00F8674B">
            <w:pPr>
              <w:pStyle w:val="libPoem"/>
            </w:pPr>
            <w:r>
              <w:rPr>
                <w:rtl/>
              </w:rPr>
              <w:t>هي تحكيه بثغر وفمِ</w:t>
            </w:r>
            <w:r w:rsidR="00835B8B" w:rsidRPr="00725071">
              <w:rPr>
                <w:rStyle w:val="libPoemTiniChar0"/>
                <w:rtl/>
              </w:rPr>
              <w:br/>
              <w:t> </w:t>
            </w:r>
          </w:p>
        </w:tc>
      </w:tr>
      <w:tr w:rsidR="00835B8B" w:rsidTr="00835B8B">
        <w:trPr>
          <w:trHeight w:val="350"/>
        </w:trPr>
        <w:tc>
          <w:tcPr>
            <w:tcW w:w="3536" w:type="dxa"/>
          </w:tcPr>
          <w:p w:rsidR="00835B8B" w:rsidRDefault="001D021F" w:rsidP="00F8674B">
            <w:pPr>
              <w:pStyle w:val="libPoem"/>
            </w:pPr>
            <w:r>
              <w:rPr>
                <w:rtl/>
              </w:rPr>
              <w:t>فعلت عيناه في القلب كما</w:t>
            </w:r>
            <w:r w:rsidR="00835B8B"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1D021F" w:rsidP="00F8674B">
            <w:pPr>
              <w:pStyle w:val="libPoem"/>
            </w:pPr>
            <w:r>
              <w:rPr>
                <w:rtl/>
              </w:rPr>
              <w:t>فعلت في الحرب أسياف الكمي</w:t>
            </w:r>
            <w:r w:rsidR="00835B8B" w:rsidRPr="00725071">
              <w:rPr>
                <w:rStyle w:val="libPoemTiniChar0"/>
                <w:rtl/>
              </w:rPr>
              <w:br/>
              <w:t> </w:t>
            </w:r>
          </w:p>
        </w:tc>
      </w:tr>
      <w:tr w:rsidR="00835B8B" w:rsidTr="00835B8B">
        <w:trPr>
          <w:trHeight w:val="350"/>
        </w:trPr>
        <w:tc>
          <w:tcPr>
            <w:tcW w:w="3536" w:type="dxa"/>
          </w:tcPr>
          <w:p w:rsidR="00835B8B" w:rsidRDefault="001D021F" w:rsidP="00F8674B">
            <w:pPr>
              <w:pStyle w:val="libPoem"/>
            </w:pPr>
            <w:r>
              <w:rPr>
                <w:rtl/>
              </w:rPr>
              <w:t>ليت شعري ما على عذب اللمى</w:t>
            </w:r>
            <w:r w:rsidR="00835B8B"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1D021F" w:rsidP="00F8674B">
            <w:pPr>
              <w:pStyle w:val="libPoem"/>
            </w:pPr>
            <w:r>
              <w:rPr>
                <w:rtl/>
              </w:rPr>
              <w:t>لو شفى برد لماه ألمي</w:t>
            </w:r>
            <w:r w:rsidR="00835B8B" w:rsidRPr="00725071">
              <w:rPr>
                <w:rStyle w:val="libPoemTiniChar0"/>
                <w:rtl/>
              </w:rPr>
              <w:br/>
              <w:t> </w:t>
            </w:r>
          </w:p>
        </w:tc>
      </w:tr>
      <w:tr w:rsidR="00835B8B" w:rsidTr="00835B8B">
        <w:trPr>
          <w:trHeight w:val="350"/>
        </w:trPr>
        <w:tc>
          <w:tcPr>
            <w:tcW w:w="3536" w:type="dxa"/>
          </w:tcPr>
          <w:p w:rsidR="00835B8B" w:rsidRDefault="001D021F" w:rsidP="00F8674B">
            <w:pPr>
              <w:pStyle w:val="libPoem"/>
            </w:pPr>
            <w:r>
              <w:rPr>
                <w:rtl/>
              </w:rPr>
              <w:t>وسقاه بين منظوم الجمان</w:t>
            </w:r>
            <w:r w:rsidR="00835B8B"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1D021F" w:rsidP="00F8674B">
            <w:pPr>
              <w:pStyle w:val="libPoem"/>
            </w:pPr>
            <w:r>
              <w:rPr>
                <w:rtl/>
              </w:rPr>
              <w:t>بَرَدا يمزجه بالضرب</w:t>
            </w:r>
            <w:r w:rsidR="00835B8B" w:rsidRPr="00725071">
              <w:rPr>
                <w:rStyle w:val="libPoemTiniChar0"/>
                <w:rtl/>
              </w:rPr>
              <w:br/>
              <w:t> </w:t>
            </w:r>
          </w:p>
        </w:tc>
      </w:tr>
    </w:tbl>
    <w:p w:rsidR="002C71B9" w:rsidRDefault="002C71B9" w:rsidP="00A5546B">
      <w:pPr>
        <w:pStyle w:val="libPoemCenter"/>
        <w:rPr>
          <w:rtl/>
        </w:rPr>
      </w:pPr>
      <w:r>
        <w:rPr>
          <w:rtl/>
        </w:rPr>
        <w:t>***</w:t>
      </w:r>
    </w:p>
    <w:tbl>
      <w:tblPr>
        <w:tblStyle w:val="TableGrid"/>
        <w:bidiVisual/>
        <w:tblW w:w="4562" w:type="pct"/>
        <w:tblInd w:w="384" w:type="dxa"/>
        <w:tblLook w:val="04A0"/>
      </w:tblPr>
      <w:tblGrid>
        <w:gridCol w:w="3536"/>
        <w:gridCol w:w="272"/>
        <w:gridCol w:w="3502"/>
      </w:tblGrid>
      <w:tr w:rsidR="00835B8B" w:rsidTr="00835B8B">
        <w:trPr>
          <w:trHeight w:val="350"/>
        </w:trPr>
        <w:tc>
          <w:tcPr>
            <w:tcW w:w="3536" w:type="dxa"/>
          </w:tcPr>
          <w:p w:rsidR="00835B8B" w:rsidRDefault="001D021F" w:rsidP="00F8674B">
            <w:pPr>
              <w:pStyle w:val="libPoem"/>
            </w:pPr>
            <w:r>
              <w:rPr>
                <w:rtl/>
              </w:rPr>
              <w:t>أترى ألثم عينيه وفاه</w:t>
            </w:r>
            <w:r w:rsidR="00835B8B"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1D021F" w:rsidP="00F8674B">
            <w:pPr>
              <w:pStyle w:val="libPoem"/>
            </w:pPr>
            <w:r>
              <w:rPr>
                <w:rtl/>
              </w:rPr>
              <w:t>وأشمُّ الاس من تلك الجعود</w:t>
            </w:r>
            <w:r w:rsidR="00835B8B" w:rsidRPr="00725071">
              <w:rPr>
                <w:rStyle w:val="libPoemTiniChar0"/>
                <w:rtl/>
              </w:rPr>
              <w:br/>
              <w:t> </w:t>
            </w:r>
          </w:p>
        </w:tc>
      </w:tr>
      <w:tr w:rsidR="00835B8B" w:rsidTr="00835B8B">
        <w:trPr>
          <w:trHeight w:val="350"/>
        </w:trPr>
        <w:tc>
          <w:tcPr>
            <w:tcW w:w="3536" w:type="dxa"/>
          </w:tcPr>
          <w:p w:rsidR="00835B8B" w:rsidRDefault="00191E3C" w:rsidP="00F8674B">
            <w:pPr>
              <w:pStyle w:val="libPoem"/>
            </w:pPr>
            <w:r>
              <w:rPr>
                <w:rtl/>
              </w:rPr>
              <w:t>أم تراه مسعدا لي بوفاه</w:t>
            </w:r>
            <w:r w:rsidR="00835B8B" w:rsidRPr="00725071">
              <w:rPr>
                <w:rStyle w:val="libPoemTiniChar0"/>
                <w:rtl/>
              </w:rPr>
              <w:br/>
              <w:t> </w:t>
            </w:r>
          </w:p>
        </w:tc>
        <w:tc>
          <w:tcPr>
            <w:tcW w:w="272" w:type="dxa"/>
          </w:tcPr>
          <w:p w:rsidR="00835B8B" w:rsidRDefault="00835B8B" w:rsidP="00F8674B">
            <w:pPr>
              <w:pStyle w:val="libPoem"/>
              <w:rPr>
                <w:rtl/>
              </w:rPr>
            </w:pPr>
          </w:p>
        </w:tc>
        <w:tc>
          <w:tcPr>
            <w:tcW w:w="3502" w:type="dxa"/>
          </w:tcPr>
          <w:p w:rsidR="00835B8B" w:rsidRDefault="00191E3C" w:rsidP="00F8674B">
            <w:pPr>
              <w:pStyle w:val="libPoem"/>
            </w:pPr>
            <w:r>
              <w:rPr>
                <w:rtl/>
              </w:rPr>
              <w:t>فأقضِّي منه ممطول الوعود</w:t>
            </w:r>
            <w:r w:rsidR="00835B8B" w:rsidRPr="00725071">
              <w:rPr>
                <w:rStyle w:val="libPoemTiniChar0"/>
                <w:rtl/>
              </w:rPr>
              <w:br/>
              <w:t> </w:t>
            </w:r>
          </w:p>
        </w:tc>
      </w:tr>
    </w:tbl>
    <w:p w:rsidR="002C71B9" w:rsidRDefault="003D6158" w:rsidP="00191E3C">
      <w:pPr>
        <w:pStyle w:val="libLine"/>
        <w:rPr>
          <w:rtl/>
        </w:rPr>
      </w:pPr>
      <w:r>
        <w:rPr>
          <w:rtl/>
        </w:rPr>
        <w:t>____________________</w:t>
      </w:r>
    </w:p>
    <w:p w:rsidR="00A5546B" w:rsidRDefault="002C71B9" w:rsidP="002C71B9">
      <w:pPr>
        <w:pStyle w:val="libFootnote0"/>
        <w:rPr>
          <w:rtl/>
        </w:rPr>
      </w:pPr>
      <w:r>
        <w:rPr>
          <w:rFonts w:hint="cs"/>
          <w:rtl/>
        </w:rPr>
        <w:t xml:space="preserve">1 </w:t>
      </w:r>
      <w:r>
        <w:rPr>
          <w:rtl/>
        </w:rPr>
        <w:t>- قالها في تهنئة بعض أقرانه وذلك سنة 1324 هـ.</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191E3C" w:rsidTr="00191E3C">
        <w:trPr>
          <w:trHeight w:val="350"/>
        </w:trPr>
        <w:tc>
          <w:tcPr>
            <w:tcW w:w="3536" w:type="dxa"/>
          </w:tcPr>
          <w:p w:rsidR="00191E3C" w:rsidRDefault="00191E3C" w:rsidP="00F8674B">
            <w:pPr>
              <w:pStyle w:val="libPoem"/>
            </w:pPr>
            <w:r>
              <w:rPr>
                <w:rtl/>
              </w:rPr>
              <w:t>أم ترى إن نطق اللاحي وفاه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يذهب العشق أم الصبر يعود</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كيف والشوق جموح والعنان</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في يَدَيْ طفل كثير اللعب</w:t>
            </w:r>
            <w:r w:rsidRPr="00725071">
              <w:rPr>
                <w:rStyle w:val="libPoemTiniChar0"/>
                <w:rtl/>
              </w:rPr>
              <w:br/>
              <w:t> </w:t>
            </w:r>
          </w:p>
        </w:tc>
      </w:tr>
    </w:tbl>
    <w:p w:rsidR="002C71B9" w:rsidRDefault="002C71B9" w:rsidP="00A5546B">
      <w:pPr>
        <w:pStyle w:val="libPoemCenter"/>
        <w:rPr>
          <w:rtl/>
        </w:rPr>
      </w:pPr>
      <w:r>
        <w:rPr>
          <w:rtl/>
        </w:rPr>
        <w:t>***</w:t>
      </w:r>
    </w:p>
    <w:tbl>
      <w:tblPr>
        <w:tblStyle w:val="TableGrid"/>
        <w:bidiVisual/>
        <w:tblW w:w="4562" w:type="pct"/>
        <w:tblInd w:w="384" w:type="dxa"/>
        <w:tblLook w:val="04A0"/>
      </w:tblPr>
      <w:tblGrid>
        <w:gridCol w:w="3536"/>
        <w:gridCol w:w="272"/>
        <w:gridCol w:w="3502"/>
      </w:tblGrid>
      <w:tr w:rsidR="00191E3C" w:rsidTr="00191E3C">
        <w:trPr>
          <w:trHeight w:val="350"/>
        </w:trPr>
        <w:tc>
          <w:tcPr>
            <w:tcW w:w="3536" w:type="dxa"/>
          </w:tcPr>
          <w:p w:rsidR="00191E3C" w:rsidRDefault="00191E3C" w:rsidP="00F8674B">
            <w:pPr>
              <w:pStyle w:val="libPoem"/>
            </w:pPr>
            <w:r>
              <w:rPr>
                <w:rtl/>
              </w:rPr>
              <w:t>يا غزالا ملا الجسم ألَمْ</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وأذاب القلب منِّي وصَبَا</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طال عهد بتلاقيك ألم</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يأنِ أن ترحم صبّا متعبا</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كم أقاسي حرق الوجد وكم</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أسهر الليل أَعدُّ الشهبا</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وعلى العشاق في حبك هانْ</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سهر الليل وعدُّ الشهب</w:t>
            </w:r>
            <w:r w:rsidRPr="00725071">
              <w:rPr>
                <w:rStyle w:val="libPoemTiniChar0"/>
                <w:rtl/>
              </w:rPr>
              <w:br/>
              <w:t> </w:t>
            </w:r>
          </w:p>
        </w:tc>
      </w:tr>
    </w:tbl>
    <w:p w:rsidR="002C71B9" w:rsidRDefault="002C71B9" w:rsidP="00A5546B">
      <w:pPr>
        <w:pStyle w:val="libPoemCenter"/>
        <w:rPr>
          <w:rtl/>
        </w:rPr>
      </w:pPr>
      <w:r>
        <w:rPr>
          <w:rtl/>
        </w:rPr>
        <w:t>***</w:t>
      </w:r>
    </w:p>
    <w:tbl>
      <w:tblPr>
        <w:tblStyle w:val="TableGrid"/>
        <w:bidiVisual/>
        <w:tblW w:w="4562" w:type="pct"/>
        <w:tblInd w:w="384" w:type="dxa"/>
        <w:tblLook w:val="04A0"/>
      </w:tblPr>
      <w:tblGrid>
        <w:gridCol w:w="3536"/>
        <w:gridCol w:w="272"/>
        <w:gridCol w:w="3502"/>
      </w:tblGrid>
      <w:tr w:rsidR="00191E3C" w:rsidTr="00191E3C">
        <w:trPr>
          <w:trHeight w:val="350"/>
        </w:trPr>
        <w:tc>
          <w:tcPr>
            <w:tcW w:w="3536" w:type="dxa"/>
          </w:tcPr>
          <w:p w:rsidR="00191E3C" w:rsidRDefault="00191E3C" w:rsidP="00F8674B">
            <w:pPr>
              <w:pStyle w:val="libPoem"/>
            </w:pPr>
            <w:r>
              <w:rPr>
                <w:rtl/>
              </w:rPr>
              <w:t>أبدا قلبي أسير في يديك</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وبه المكثر في اللوم يجور</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أوما تنظر ما في شفتيك</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إن تشأ يحيى به من في القبور</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وترى الناس بداجي وفرتيك</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آية الثعبان في سود الشعور</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إن هاتين لعمري آيتان</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شهدا أنك في الحسن نبي</w:t>
            </w:r>
            <w:r w:rsidRPr="00725071">
              <w:rPr>
                <w:rStyle w:val="libPoemTiniChar0"/>
                <w:rtl/>
              </w:rPr>
              <w:br/>
              <w:t> </w:t>
            </w:r>
          </w:p>
        </w:tc>
      </w:tr>
    </w:tbl>
    <w:p w:rsidR="002C71B9" w:rsidRDefault="002C71B9" w:rsidP="00A5546B">
      <w:pPr>
        <w:pStyle w:val="libPoemCenter"/>
        <w:rPr>
          <w:rtl/>
        </w:rPr>
      </w:pPr>
      <w:r>
        <w:rPr>
          <w:rtl/>
        </w:rPr>
        <w:t>***</w:t>
      </w:r>
    </w:p>
    <w:tbl>
      <w:tblPr>
        <w:tblStyle w:val="TableGrid"/>
        <w:bidiVisual/>
        <w:tblW w:w="4562" w:type="pct"/>
        <w:tblInd w:w="384" w:type="dxa"/>
        <w:tblLook w:val="04A0"/>
      </w:tblPr>
      <w:tblGrid>
        <w:gridCol w:w="3536"/>
        <w:gridCol w:w="272"/>
        <w:gridCol w:w="3502"/>
      </w:tblGrid>
      <w:tr w:rsidR="00191E3C" w:rsidTr="00191E3C">
        <w:trPr>
          <w:trHeight w:val="350"/>
        </w:trPr>
        <w:tc>
          <w:tcPr>
            <w:tcW w:w="3536" w:type="dxa"/>
          </w:tcPr>
          <w:p w:rsidR="00191E3C" w:rsidRDefault="00191E3C" w:rsidP="00F8674B">
            <w:pPr>
              <w:pStyle w:val="libPoem"/>
            </w:pPr>
            <w:r>
              <w:rPr>
                <w:rtl/>
              </w:rPr>
              <w:t>سحر عينيك أرى الناس العجاب</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من ضعيفين يصيدان الاسود</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وبخديك جرى ماء الشباب</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فذكت في موجه ذات الوقود</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وذررت المسك في التبر المذاب</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وهو الخال على ورد الخدود</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وتَثَنَّيت فماس الخيزران</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فوق مرتجٍّ كدعص الكثب</w:t>
            </w:r>
            <w:r w:rsidRPr="00725071">
              <w:rPr>
                <w:rStyle w:val="libPoemTiniChar0"/>
                <w:rtl/>
              </w:rPr>
              <w:br/>
              <w:t> </w:t>
            </w:r>
          </w:p>
        </w:tc>
      </w:tr>
    </w:tbl>
    <w:p w:rsidR="002C71B9" w:rsidRDefault="002C71B9" w:rsidP="00A5546B">
      <w:pPr>
        <w:pStyle w:val="libPoemCenter"/>
        <w:rPr>
          <w:rtl/>
        </w:rPr>
      </w:pPr>
      <w:r>
        <w:rPr>
          <w:rtl/>
        </w:rPr>
        <w:t>***</w:t>
      </w:r>
    </w:p>
    <w:tbl>
      <w:tblPr>
        <w:tblStyle w:val="TableGrid"/>
        <w:bidiVisual/>
        <w:tblW w:w="4562" w:type="pct"/>
        <w:tblInd w:w="384" w:type="dxa"/>
        <w:tblLook w:val="04A0"/>
      </w:tblPr>
      <w:tblGrid>
        <w:gridCol w:w="3536"/>
        <w:gridCol w:w="272"/>
        <w:gridCol w:w="3502"/>
      </w:tblGrid>
      <w:tr w:rsidR="00191E3C" w:rsidTr="00191E3C">
        <w:trPr>
          <w:trHeight w:val="350"/>
        </w:trPr>
        <w:tc>
          <w:tcPr>
            <w:tcW w:w="3536" w:type="dxa"/>
          </w:tcPr>
          <w:p w:rsidR="00191E3C" w:rsidRDefault="00191E3C" w:rsidP="00F8674B">
            <w:pPr>
              <w:pStyle w:val="libPoem"/>
            </w:pPr>
            <w:r>
              <w:rPr>
                <w:rtl/>
              </w:rPr>
              <w:t>جذوة الحسن غدت بردا عليك</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وسناها في القلوب اتَّقَدا</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مذ بدا لاهبها في وجنتيك</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وجد القلب على النار هدى</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لا ألوم الفرس فالقصد إليك</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حين للنيران خرُّوا سجدا</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لو رأتها الحور فارقن الجنان</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وسكنَّ النار ذات اللهب</w:t>
            </w:r>
            <w:r w:rsidRPr="00725071">
              <w:rPr>
                <w:rStyle w:val="libPoemTiniChar0"/>
                <w:rtl/>
              </w:rPr>
              <w:br/>
              <w:t> </w:t>
            </w:r>
          </w:p>
        </w:tc>
      </w:tr>
    </w:tbl>
    <w:p w:rsidR="00A5546B" w:rsidRDefault="002C71B9" w:rsidP="00A5546B">
      <w:pPr>
        <w:pStyle w:val="libPoemCenter"/>
        <w:rPr>
          <w:rtl/>
        </w:rPr>
      </w:pPr>
      <w:r>
        <w:rPr>
          <w:rtl/>
        </w:rPr>
        <w:t>***</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191E3C" w:rsidTr="00191E3C">
        <w:trPr>
          <w:trHeight w:val="350"/>
        </w:trPr>
        <w:tc>
          <w:tcPr>
            <w:tcW w:w="3536" w:type="dxa"/>
          </w:tcPr>
          <w:p w:rsidR="00191E3C" w:rsidRDefault="00191E3C" w:rsidP="00F8674B">
            <w:pPr>
              <w:pStyle w:val="libPoem"/>
            </w:pPr>
            <w:r>
              <w:rPr>
                <w:rtl/>
              </w:rPr>
              <w:t>كيف يسلو القلب من بين الصِبَاح</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من جرى في خدِّه ماء الصبا</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يرسل الشعر على مثل الصباح</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لو رآه قمر التَمِّ صبا</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حَسُنَ الجورُ لديه فأباح</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طولَ هجري وعن الوصل أبى</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وبه الشوق وفى والصبر خانْ</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وجرت عيني كفيض السحب</w:t>
            </w:r>
            <w:r w:rsidRPr="00725071">
              <w:rPr>
                <w:rStyle w:val="libPoemTiniChar0"/>
                <w:rtl/>
              </w:rPr>
              <w:br/>
              <w:t> </w:t>
            </w:r>
          </w:p>
        </w:tc>
      </w:tr>
    </w:tbl>
    <w:p w:rsidR="00A5546B" w:rsidRDefault="00A5546B" w:rsidP="00A5546B">
      <w:pPr>
        <w:pStyle w:val="libNormal"/>
        <w:rPr>
          <w:rtl/>
        </w:rPr>
      </w:pPr>
      <w:r>
        <w:rPr>
          <w:rtl/>
        </w:rPr>
        <w:br w:type="page"/>
      </w:r>
    </w:p>
    <w:p w:rsidR="002C71B9" w:rsidRDefault="002C71B9" w:rsidP="00A5546B">
      <w:pPr>
        <w:pStyle w:val="Heading3Center"/>
        <w:rPr>
          <w:rtl/>
        </w:rPr>
      </w:pPr>
      <w:bookmarkStart w:id="40" w:name="25"/>
      <w:bookmarkStart w:id="41" w:name="_Toc430519759"/>
      <w:r w:rsidRPr="00A5546B">
        <w:rPr>
          <w:rtl/>
        </w:rPr>
        <w:t>يحيى بي الحبّ</w:t>
      </w:r>
      <w:r w:rsidRPr="002C71B9">
        <w:rPr>
          <w:rStyle w:val="libFootnotenumChar"/>
          <w:rtl/>
        </w:rPr>
        <w:t>(</w:t>
      </w:r>
      <w:r w:rsidRPr="002C71B9">
        <w:rPr>
          <w:rStyle w:val="libFootnotenumChar"/>
          <w:rFonts w:hint="cs"/>
          <w:rtl/>
        </w:rPr>
        <w:t>1</w:t>
      </w:r>
      <w:r w:rsidRPr="002C71B9">
        <w:rPr>
          <w:rStyle w:val="libFootnotenumChar"/>
          <w:rtl/>
        </w:rPr>
        <w:t>)</w:t>
      </w:r>
      <w:bookmarkEnd w:id="40"/>
      <w:bookmarkEnd w:id="41"/>
    </w:p>
    <w:tbl>
      <w:tblPr>
        <w:tblStyle w:val="TableGrid"/>
        <w:bidiVisual/>
        <w:tblW w:w="4562" w:type="pct"/>
        <w:tblInd w:w="384" w:type="dxa"/>
        <w:tblLook w:val="04A0"/>
      </w:tblPr>
      <w:tblGrid>
        <w:gridCol w:w="3536"/>
        <w:gridCol w:w="272"/>
        <w:gridCol w:w="3502"/>
      </w:tblGrid>
      <w:tr w:rsidR="00191E3C" w:rsidTr="00191E3C">
        <w:trPr>
          <w:trHeight w:val="350"/>
        </w:trPr>
        <w:tc>
          <w:tcPr>
            <w:tcW w:w="3536" w:type="dxa"/>
          </w:tcPr>
          <w:p w:rsidR="00191E3C" w:rsidRDefault="00191E3C" w:rsidP="00F8674B">
            <w:pPr>
              <w:pStyle w:val="libPoem"/>
            </w:pPr>
            <w:r>
              <w:rPr>
                <w:rtl/>
              </w:rPr>
              <w:t>أقبل من أهواه بالكأس</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فتهتُ بين البدر والشمس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مَلْك على عرش الجمال استوى</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فاقرأْ عليه آية الكرسي</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بل ملك أضحت على حسنه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وقفا عيون الجن والانس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وردٌ على خدّيه، من شأنه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أن يصبغ العشاق بالورس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بل جلَّ أن تحكيه وردة</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في اللون والنفحة واللمس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تملَّكَ النفسَ فخادعت إذ</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قلت له أفديك بالنفس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في حبه احتمل السهد والـ</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ـشيبَ على العينين والرأس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ومن محيَّاه وأصداغه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أُصبِحُ في الحب كما أمسي</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ما أنا في اليوم ولا في غد</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إلاّ كما قد كنت بالامس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يحيى بي الحب فإن أُخْتَرَمْ</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فهو معي يدفن في الرمس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إن أبصرت ريقته مقلتي</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سكرت حتى غبت عن حسِّي</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غِرُّ ولم يرض ببيع اللقا</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من مهجتي بالثمن البخس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يقول أَنْسِ النفسَ عهد الهوى</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فإنه عندي كالمنسي</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وكيف أُنسِي مهجتي عهده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وليس إلاّ عهده أُنسي</w:t>
            </w:r>
            <w:r w:rsidRPr="00725071">
              <w:rPr>
                <w:rStyle w:val="libPoemTiniChar0"/>
                <w:rtl/>
              </w:rPr>
              <w:br/>
              <w:t> </w:t>
            </w:r>
          </w:p>
        </w:tc>
      </w:tr>
    </w:tbl>
    <w:p w:rsidR="002C71B9" w:rsidRDefault="003D6158" w:rsidP="00191E3C">
      <w:pPr>
        <w:pStyle w:val="libLine"/>
        <w:rPr>
          <w:rtl/>
        </w:rPr>
      </w:pPr>
      <w:r>
        <w:rPr>
          <w:rtl/>
        </w:rPr>
        <w:t>____________________</w:t>
      </w:r>
    </w:p>
    <w:p w:rsidR="00A5546B" w:rsidRDefault="002C71B9" w:rsidP="00A5546B">
      <w:pPr>
        <w:pStyle w:val="libFootnote0"/>
        <w:rPr>
          <w:rtl/>
        </w:rPr>
      </w:pPr>
      <w:r>
        <w:rPr>
          <w:rFonts w:hint="cs"/>
          <w:rtl/>
        </w:rPr>
        <w:t>1</w:t>
      </w:r>
      <w:r>
        <w:rPr>
          <w:rtl/>
        </w:rPr>
        <w:t xml:space="preserve"> - قالها في تهنئة الشيخ شريف ابن الشيخ هادي بعرسه، ونحسبه الجزائري.</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191E3C" w:rsidTr="00191E3C">
        <w:trPr>
          <w:trHeight w:val="350"/>
        </w:trPr>
        <w:tc>
          <w:tcPr>
            <w:tcW w:w="3536" w:type="dxa"/>
          </w:tcPr>
          <w:p w:rsidR="00191E3C" w:rsidRDefault="00191E3C" w:rsidP="00F8674B">
            <w:pPr>
              <w:pStyle w:val="libPoem"/>
            </w:pPr>
            <w:r>
              <w:rPr>
                <w:rtl/>
              </w:rPr>
              <w:t>يا فارس الحسن الذي غادر الـ</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ـعُرْبَ أسارى بهوى الفرس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كُفَّ سهام العين عن مهجتي</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فقد ترى القلب بلا ترس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sidRPr="00A5546B">
              <w:rPr>
                <w:rtl/>
              </w:rPr>
              <w:t>قد جرح الهجر فؤادي ولا</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sidRPr="00A5546B">
              <w:rPr>
                <w:rtl/>
              </w:rPr>
              <w:t>أراك بالوصل له تأسي</w:t>
            </w:r>
            <w:r w:rsidRPr="002C71B9">
              <w:rPr>
                <w:rStyle w:val="libFootnotenumChar"/>
                <w:rtl/>
              </w:rPr>
              <w:t>(</w:t>
            </w:r>
            <w:r w:rsidRPr="002C71B9">
              <w:rPr>
                <w:rStyle w:val="libFootnotenumChar"/>
                <w:rFonts w:hint="cs"/>
                <w:rtl/>
              </w:rPr>
              <w:t>1</w:t>
            </w:r>
            <w:r w:rsidRPr="002C71B9">
              <w:rPr>
                <w:rStyle w:val="libFootnotenumChar"/>
                <w:rtl/>
              </w:rPr>
              <w:t>)</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ما لَكَ إن أرسلتُ طرف الرجا</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تقطعْهُ بالحرمان واليأس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أذاك طبع فيك أم طالعي</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يجري المقادير على عكس؟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في مأتم منك فؤادي ومن</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 xml:space="preserve">عرس </w:t>
            </w:r>
            <w:r w:rsidR="005564A1">
              <w:rPr>
                <w:rtl/>
              </w:rPr>
              <w:t>«</w:t>
            </w:r>
            <w:r>
              <w:rPr>
                <w:rtl/>
              </w:rPr>
              <w:t>شريف</w:t>
            </w:r>
            <w:r w:rsidR="005564A1">
              <w:rPr>
                <w:rtl/>
              </w:rPr>
              <w:t>»</w:t>
            </w:r>
            <w:r>
              <w:rPr>
                <w:rtl/>
              </w:rPr>
              <w:t xml:space="preserve"> الندب في عرس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بكر العلا زفَّتْ إلى داره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فتهت بين البدر والشمس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فغنِّ لي والحنْ وأعربْ فقد</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أقبل من أهواه بالكأس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وهنِّ هادي الناس ربِّ الندى</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والبأس والنعماء والبؤس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أكفُّه فكَّت عناة العفا</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بنائل هم فيه في حبس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رب الحجى والمجد والجود والـ</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ـهيبة والنجدة والبأس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خضل الردا مغمورهُ عَفُّهُ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نَقِيُّهُ من دنس الرجس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sidRPr="00A5546B">
              <w:rPr>
                <w:rtl/>
              </w:rPr>
              <w:t>بحر ندى، فلك الاماني على</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sidRPr="00A5546B">
              <w:rPr>
                <w:rtl/>
              </w:rPr>
              <w:t>سواه لا تجري ولا ترسي</w:t>
            </w:r>
            <w:r w:rsidRPr="002C71B9">
              <w:rPr>
                <w:rStyle w:val="libFootnotenumChar"/>
                <w:rtl/>
              </w:rPr>
              <w:t>(</w:t>
            </w:r>
            <w:r w:rsidRPr="002C71B9">
              <w:rPr>
                <w:rStyle w:val="libFootnotenumChar"/>
                <w:rFonts w:hint="cs"/>
                <w:rtl/>
              </w:rPr>
              <w:t>2</w:t>
            </w:r>
            <w:r w:rsidRPr="002C71B9">
              <w:rPr>
                <w:rStyle w:val="libFootnotenumChar"/>
                <w:rtl/>
              </w:rPr>
              <w:t>)</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فلا تقل أجود من حاتم</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ولا تقل أفصح من قسِّ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أخرسَ بالبِرِّ الورى فالورى</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تشكره بالالسن الخرس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له يدٌ لا تفضل الابحرُ الـ</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ـسبعُ على أنملها الخمسِ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ومقول إن يتكلم فلا</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تسمع في الناس سوى الهمس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بيت الرجا بيتك بل كعبة الـ</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اَّمال لا بل دارة القدس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يا طيب المغرس غصن الرجا</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يثمر منك النجح في الغرس</w:t>
            </w:r>
            <w:r w:rsidRPr="00725071">
              <w:rPr>
                <w:rStyle w:val="libPoemTiniChar0"/>
                <w:rtl/>
              </w:rPr>
              <w:br/>
              <w:t> </w:t>
            </w:r>
          </w:p>
        </w:tc>
      </w:tr>
    </w:tbl>
    <w:p w:rsidR="002C71B9" w:rsidRDefault="003D6158" w:rsidP="00191E3C">
      <w:pPr>
        <w:pStyle w:val="libLine"/>
        <w:rPr>
          <w:rtl/>
        </w:rPr>
      </w:pPr>
      <w:r>
        <w:rPr>
          <w:rtl/>
        </w:rPr>
        <w:t>____________________</w:t>
      </w:r>
    </w:p>
    <w:p w:rsidR="002C71B9" w:rsidRDefault="002C71B9" w:rsidP="00A5546B">
      <w:pPr>
        <w:pStyle w:val="libFootnote0"/>
        <w:rPr>
          <w:rtl/>
        </w:rPr>
      </w:pPr>
      <w:r>
        <w:rPr>
          <w:rFonts w:hint="cs"/>
          <w:rtl/>
        </w:rPr>
        <w:t>1</w:t>
      </w:r>
      <w:r>
        <w:rPr>
          <w:rtl/>
        </w:rPr>
        <w:t xml:space="preserve"> - في لسان العرب: أسوت الجرح فأنا آسوه أسوا إذا داويته وأصلحته، ومثله في القاموس.</w:t>
      </w:r>
    </w:p>
    <w:p w:rsidR="00A5546B" w:rsidRDefault="002C71B9" w:rsidP="00A5546B">
      <w:pPr>
        <w:pStyle w:val="libFootnote0"/>
        <w:rPr>
          <w:rtl/>
        </w:rPr>
      </w:pPr>
      <w:r>
        <w:rPr>
          <w:rFonts w:hint="cs"/>
          <w:rtl/>
        </w:rPr>
        <w:t>2</w:t>
      </w:r>
      <w:r>
        <w:rPr>
          <w:rtl/>
        </w:rPr>
        <w:t xml:space="preserve"> - في لسان العرب: رست السفينة ترسو رُسوّا، بلغ أسفلها القعر وانتهى إلى قرار الماء...</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191E3C" w:rsidTr="00191E3C">
        <w:trPr>
          <w:trHeight w:val="350"/>
        </w:trPr>
        <w:tc>
          <w:tcPr>
            <w:tcW w:w="3536" w:type="dxa"/>
          </w:tcPr>
          <w:p w:rsidR="00191E3C" w:rsidRDefault="00191E3C" w:rsidP="00F8674B">
            <w:pPr>
              <w:pStyle w:val="libPoem"/>
            </w:pPr>
            <w:r>
              <w:rPr>
                <w:rtl/>
              </w:rPr>
              <w:t>سطاه وهو الحرّ يوم الوغى</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يعنو له عنترة العبس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بشراك بالسعد الذي لا ترى</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من بعده ما عشت من نحس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ودمت بالاقبال واليمن والـ</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ـبشرة والفرحة والانس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وهاك أبياتا سمت فاغتدت</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شامخة محكمة الاسِّ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وأسطرا تحسبها أنجما</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طالعة في فلك الطرس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من لفظها السلس المعاني أتت</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منقادة بالمقود السلس</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قد لبست ثوب وضوح فما</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شينت بتعقيد ولا لبس</w:t>
            </w:r>
            <w:r w:rsidRPr="00725071">
              <w:rPr>
                <w:rStyle w:val="libPoemTiniChar0"/>
                <w:rtl/>
              </w:rPr>
              <w:br/>
              <w:t> </w:t>
            </w:r>
          </w:p>
        </w:tc>
      </w:tr>
    </w:tbl>
    <w:p w:rsidR="00A5546B" w:rsidRDefault="00A5546B" w:rsidP="00A5546B">
      <w:pPr>
        <w:pStyle w:val="libNormal"/>
        <w:rPr>
          <w:rtl/>
        </w:rPr>
      </w:pPr>
      <w:r>
        <w:rPr>
          <w:rtl/>
        </w:rPr>
        <w:br w:type="page"/>
      </w:r>
    </w:p>
    <w:p w:rsidR="002C71B9" w:rsidRDefault="002C71B9" w:rsidP="00A5546B">
      <w:pPr>
        <w:pStyle w:val="Heading3Center"/>
        <w:rPr>
          <w:rtl/>
        </w:rPr>
      </w:pPr>
      <w:bookmarkStart w:id="42" w:name="26"/>
      <w:bookmarkStart w:id="43" w:name="_Toc430519760"/>
      <w:r w:rsidRPr="00A5546B">
        <w:rPr>
          <w:rtl/>
        </w:rPr>
        <w:t>نافسني دمعي</w:t>
      </w:r>
      <w:r w:rsidRPr="002C71B9">
        <w:rPr>
          <w:rStyle w:val="libFootnotenumChar"/>
          <w:rtl/>
        </w:rPr>
        <w:t>(</w:t>
      </w:r>
      <w:r w:rsidRPr="002C71B9">
        <w:rPr>
          <w:rStyle w:val="libFootnotenumChar"/>
          <w:rFonts w:hint="cs"/>
          <w:rtl/>
        </w:rPr>
        <w:t>1</w:t>
      </w:r>
      <w:r w:rsidRPr="002C71B9">
        <w:rPr>
          <w:rStyle w:val="libFootnotenumChar"/>
          <w:rtl/>
        </w:rPr>
        <w:t>)</w:t>
      </w:r>
      <w:bookmarkEnd w:id="42"/>
      <w:bookmarkEnd w:id="43"/>
    </w:p>
    <w:tbl>
      <w:tblPr>
        <w:tblStyle w:val="TableGrid"/>
        <w:bidiVisual/>
        <w:tblW w:w="4562" w:type="pct"/>
        <w:tblInd w:w="384" w:type="dxa"/>
        <w:tblLook w:val="04A0"/>
      </w:tblPr>
      <w:tblGrid>
        <w:gridCol w:w="3536"/>
        <w:gridCol w:w="272"/>
        <w:gridCol w:w="3502"/>
      </w:tblGrid>
      <w:tr w:rsidR="00191E3C" w:rsidTr="00191E3C">
        <w:trPr>
          <w:trHeight w:val="350"/>
        </w:trPr>
        <w:tc>
          <w:tcPr>
            <w:tcW w:w="3536" w:type="dxa"/>
          </w:tcPr>
          <w:p w:rsidR="00191E3C" w:rsidRDefault="00191E3C" w:rsidP="00F8674B">
            <w:pPr>
              <w:pStyle w:val="libPoem"/>
            </w:pPr>
            <w:r>
              <w:rPr>
                <w:rtl/>
              </w:rPr>
              <w:t>جاد السحاب الجون بالعذب الغدقْ</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حدائقا طاف بها ساهي الحدقْ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يزفُّ لي شمس حميّا بدَّلَتْ</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صبح مُحيَّاه إلى لون الشفق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صابحني بالكأس ظبيٌ لي من</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رضابه مصطبح ومغتبق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والطل من فوق الشقيق خلته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إيّاه إذ كلَّلَ خديه العرق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ورقَّ في الروض النسيم إذ كَسَتْ</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أيدي الربيع عاري الدوح ورق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يامسترقَّ الحسن كلُّ شائقٍ</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من المعاني فهو منك مسترقْ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شاق هواك مهجتي بل شقها</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وأي قلب بهواك لم يُشَقْ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أقلقتني منك بخصر ناحل</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حتى الوشاحان عليه في قلق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قرطك في جيدك لَجَّ خافقا</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فلا تلم قلبي فيك إن خفق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يا لائمي في الحب لو رأيته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للمت من أبصره وما عشق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أردت تطفي حرقي فهجتها</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شأنك واللوم وشاني والحرق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أقذى جفوني، إذ جفاني، أرقا</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ذو وجنة من ورق الورد أرق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وناظر غصِّ المآقي غنجٍ</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لم يبق لي من رمق لما رمق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أنشأه لي فتنة خالقه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أعيذه من شر كل ما خلق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حتّى النسيم اعتلَّ شوقا إذ سرى</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محتملا من مسك صدغيه العبق</w:t>
            </w:r>
            <w:r w:rsidRPr="00725071">
              <w:rPr>
                <w:rStyle w:val="libPoemTiniChar0"/>
                <w:rtl/>
              </w:rPr>
              <w:br/>
              <w:t> </w:t>
            </w:r>
          </w:p>
        </w:tc>
      </w:tr>
    </w:tbl>
    <w:p w:rsidR="00CC6F07" w:rsidRDefault="003D6158" w:rsidP="00191E3C">
      <w:pPr>
        <w:pStyle w:val="libLine"/>
        <w:rPr>
          <w:rtl/>
        </w:rPr>
      </w:pPr>
      <w:r>
        <w:rPr>
          <w:rtl/>
        </w:rPr>
        <w:t>____________________</w:t>
      </w:r>
    </w:p>
    <w:p w:rsidR="00A5546B" w:rsidRDefault="00CC6F07" w:rsidP="00A5546B">
      <w:pPr>
        <w:pStyle w:val="libFootnote0"/>
        <w:rPr>
          <w:rtl/>
        </w:rPr>
      </w:pPr>
      <w:r>
        <w:rPr>
          <w:rFonts w:hint="cs"/>
          <w:rtl/>
        </w:rPr>
        <w:t>1</w:t>
      </w:r>
      <w:r>
        <w:rPr>
          <w:rtl/>
        </w:rPr>
        <w:t xml:space="preserve"> - قالها في عرس السيد أمين السيد صافي.</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191E3C" w:rsidTr="00191E3C">
        <w:trPr>
          <w:trHeight w:val="350"/>
        </w:trPr>
        <w:tc>
          <w:tcPr>
            <w:tcW w:w="3536" w:type="dxa"/>
          </w:tcPr>
          <w:p w:rsidR="00191E3C" w:rsidRDefault="00191E3C" w:rsidP="00F8674B">
            <w:pPr>
              <w:pStyle w:val="libPoem"/>
            </w:pPr>
            <w:r>
              <w:rPr>
                <w:rtl/>
              </w:rPr>
              <w:t>والخال مسك نقَّط الورد به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أو كوكب في نيِّر الخدّ احترق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يقول من شاهد سيف لحظه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في جفنه أشهد أن الموت حق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نافسني دمعي على جماله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فإن أحاول نظرة منه سبق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صبرا على قضائه فإنّه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عدل وإن كلفني ما لم أطق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لم يجتمع منه البعاد والجفا</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إلاّ ونومي مع جفنيَّ افترق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قد أحرق القلب فلو لم يطفه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عرس الامين لاذابته الحرق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فتى أحبته العلا واعتلقت</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لما رأته بسواها ما اعتلق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مبرَّز من مجده في حلبةٍ</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حاز بها دون مجاريه السبق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أخلاقه مدامة لمن نشا</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بل هي مسك فائح لمن نشق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كل ثنائي عن معانيه التي</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جلَّت وإن كانت من السحر أدق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إن غسق الجهل ظلاما بزغت</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أفكاره الغرُّ نجوما في الغسق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أخي الرضا الخاتم للكرام والـ</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فاتح من باب الرجاء ما انغلق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لو أن بحر جوده يضربه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موسى الكليم بعصاه ما انفلق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لو أن طود حلمه كان له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يأوي ابن نوح لنجا من الغرق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من دوحة تزكو بأصل ثابت</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وكل فرع في المعالي قد بسق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كبيرهم صيت علاه طائر</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وفرخهم في المهد بالعلم يزق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براهمُ ربُّ السما من نوره</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لما برى كلَّ البرايا من علق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هم زينة المجلس إن ذكرٌ طرا</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وهم غياث الناس إن خطب طرق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لو كتبت مديحهم أيدي الورى</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أعوزت الاقلام عنه والورق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وكيف لا يخرس فيهم منطق الـ</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ـذاكر والذكر بعلياهم نطق</w:t>
            </w:r>
            <w:r w:rsidRPr="00725071">
              <w:rPr>
                <w:rStyle w:val="libPoemTiniChar0"/>
                <w:rtl/>
              </w:rPr>
              <w:br/>
              <w:t> </w:t>
            </w:r>
          </w:p>
        </w:tc>
      </w:tr>
      <w:tr w:rsidR="00191E3C" w:rsidTr="00191E3C">
        <w:trPr>
          <w:trHeight w:val="350"/>
        </w:trPr>
        <w:tc>
          <w:tcPr>
            <w:tcW w:w="3536" w:type="dxa"/>
          </w:tcPr>
          <w:p w:rsidR="00191E3C" w:rsidRDefault="00191E3C" w:rsidP="00F8674B">
            <w:pPr>
              <w:pStyle w:val="libPoem"/>
            </w:pPr>
            <w:r>
              <w:rPr>
                <w:rtl/>
              </w:rPr>
              <w:t>لا تتبع غيرهم في منهجٍ</w:t>
            </w:r>
            <w:r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191E3C" w:rsidP="00F8674B">
            <w:pPr>
              <w:pStyle w:val="libPoem"/>
            </w:pPr>
            <w:r>
              <w:rPr>
                <w:rtl/>
              </w:rPr>
              <w:t>فإن من يهدي إلى الحق أحق</w:t>
            </w:r>
            <w:r w:rsidRPr="00725071">
              <w:rPr>
                <w:rStyle w:val="libPoemTiniChar0"/>
                <w:rtl/>
              </w:rPr>
              <w:br/>
              <w:t> </w:t>
            </w:r>
          </w:p>
        </w:tc>
      </w:tr>
      <w:tr w:rsidR="00191E3C" w:rsidTr="00191E3C">
        <w:trPr>
          <w:trHeight w:val="350"/>
        </w:trPr>
        <w:tc>
          <w:tcPr>
            <w:tcW w:w="3536" w:type="dxa"/>
          </w:tcPr>
          <w:p w:rsidR="00191E3C" w:rsidRDefault="00F8674B" w:rsidP="00F8674B">
            <w:pPr>
              <w:pStyle w:val="libPoem"/>
            </w:pPr>
            <w:r>
              <w:rPr>
                <w:rtl/>
              </w:rPr>
              <w:t>تتابعوا إلى العلا تتابع الـ</w:t>
            </w:r>
            <w:r w:rsidR="00191E3C" w:rsidRPr="00725071">
              <w:rPr>
                <w:rStyle w:val="libPoemTiniChar0"/>
                <w:rtl/>
              </w:rPr>
              <w:br/>
              <w:t> </w:t>
            </w:r>
          </w:p>
        </w:tc>
        <w:tc>
          <w:tcPr>
            <w:tcW w:w="272" w:type="dxa"/>
          </w:tcPr>
          <w:p w:rsidR="00191E3C" w:rsidRDefault="00191E3C" w:rsidP="00F8674B">
            <w:pPr>
              <w:pStyle w:val="libPoem"/>
              <w:rPr>
                <w:rtl/>
              </w:rPr>
            </w:pPr>
          </w:p>
        </w:tc>
        <w:tc>
          <w:tcPr>
            <w:tcW w:w="3502" w:type="dxa"/>
          </w:tcPr>
          <w:p w:rsidR="00191E3C" w:rsidRDefault="00F8674B" w:rsidP="00F8674B">
            <w:pPr>
              <w:pStyle w:val="libPoem"/>
            </w:pPr>
            <w:r>
              <w:rPr>
                <w:rtl/>
              </w:rPr>
              <w:t>ـلؤلؤ إذ تنظمه على نَسَق</w:t>
            </w:r>
            <w:r w:rsidR="00191E3C" w:rsidRPr="00725071">
              <w:rPr>
                <w:rStyle w:val="libPoemTiniChar0"/>
                <w:rtl/>
              </w:rPr>
              <w:br/>
              <w:t> </w:t>
            </w:r>
          </w:p>
        </w:tc>
      </w:tr>
    </w:tbl>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F8674B" w:rsidTr="00F8674B">
        <w:trPr>
          <w:trHeight w:val="350"/>
        </w:trPr>
        <w:tc>
          <w:tcPr>
            <w:tcW w:w="3536" w:type="dxa"/>
          </w:tcPr>
          <w:p w:rsidR="00F8674B" w:rsidRDefault="00F8674B" w:rsidP="00F8674B">
            <w:pPr>
              <w:pStyle w:val="libPoem"/>
            </w:pPr>
            <w:r>
              <w:rPr>
                <w:rtl/>
              </w:rPr>
              <w:t>يشق غيظا قلب من جاراهمُ</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إذا رأى منهم غبارا لا يشق</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فهنِّهمْ يا سعد في عرس جلا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سحب الهموم برقه لما ائتلق</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وخُصَّ منهم جعفرا، فجعفرٌ</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يصدق فيه المدح كيفما اتفق</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صفه بما شئت من المجد فلا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تذكر وصفا حسنا إلاّ انطبق</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يا جعفر الصادق من يمدحه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فكل بيت قاله قيل: صدق</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لا زال كاسم جدكم موردكم</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صافٍ ولا كُدِّرَ يوما برنق</w:t>
            </w:r>
            <w:r w:rsidRPr="00725071">
              <w:rPr>
                <w:rStyle w:val="libPoemTiniChar0"/>
                <w:rtl/>
              </w:rPr>
              <w:br/>
              <w:t> </w:t>
            </w:r>
          </w:p>
        </w:tc>
      </w:tr>
    </w:tbl>
    <w:p w:rsidR="00A5546B" w:rsidRDefault="00A5546B" w:rsidP="00A5546B">
      <w:pPr>
        <w:pStyle w:val="libNormal"/>
        <w:rPr>
          <w:rtl/>
        </w:rPr>
      </w:pPr>
      <w:r>
        <w:rPr>
          <w:rtl/>
        </w:rPr>
        <w:br w:type="page"/>
      </w:r>
    </w:p>
    <w:p w:rsidR="00CC6F07" w:rsidRDefault="00CC6F07" w:rsidP="00A5546B">
      <w:pPr>
        <w:pStyle w:val="Heading3Center"/>
      </w:pPr>
      <w:bookmarkStart w:id="44" w:name="27"/>
      <w:bookmarkStart w:id="45" w:name="_Toc430519761"/>
      <w:r w:rsidRPr="00A5546B">
        <w:rPr>
          <w:rtl/>
        </w:rPr>
        <w:t>تُقَرِّبُكَ الذكرى</w:t>
      </w:r>
      <w:r w:rsidRPr="00CC6F07">
        <w:rPr>
          <w:rStyle w:val="libFootnotenumChar"/>
          <w:rtl/>
        </w:rPr>
        <w:t>(</w:t>
      </w:r>
      <w:r w:rsidRPr="00CC6F07">
        <w:rPr>
          <w:rStyle w:val="libFootnotenumChar"/>
          <w:rFonts w:hint="cs"/>
          <w:rtl/>
        </w:rPr>
        <w:t>1</w:t>
      </w:r>
      <w:r w:rsidRPr="00CC6F07">
        <w:rPr>
          <w:rStyle w:val="libFootnotenumChar"/>
          <w:rtl/>
        </w:rPr>
        <w:t>)</w:t>
      </w:r>
      <w:bookmarkEnd w:id="44"/>
      <w:bookmarkEnd w:id="45"/>
    </w:p>
    <w:tbl>
      <w:tblPr>
        <w:tblStyle w:val="TableGrid"/>
        <w:bidiVisual/>
        <w:tblW w:w="4562" w:type="pct"/>
        <w:tblInd w:w="384" w:type="dxa"/>
        <w:tblLook w:val="04A0"/>
      </w:tblPr>
      <w:tblGrid>
        <w:gridCol w:w="3536"/>
        <w:gridCol w:w="272"/>
        <w:gridCol w:w="3502"/>
      </w:tblGrid>
      <w:tr w:rsidR="00F8674B" w:rsidTr="00F8674B">
        <w:trPr>
          <w:trHeight w:val="350"/>
        </w:trPr>
        <w:tc>
          <w:tcPr>
            <w:tcW w:w="3536" w:type="dxa"/>
          </w:tcPr>
          <w:p w:rsidR="00F8674B" w:rsidRDefault="00F8674B" w:rsidP="00F8674B">
            <w:pPr>
              <w:pStyle w:val="libPoem"/>
            </w:pPr>
            <w:r>
              <w:rPr>
                <w:rtl/>
              </w:rPr>
              <w:t>غزال روت عن سحر عينيه بابل</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وما أشبهته في البغام البلابل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له معطف كالغصن ريان بالصبا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ولكنه في معرك الحب ذابل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يروق لقلبي خصره وهو ناقص</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ويصبيه بدر من محياه كامل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واستملح الممنوع من عذب ريقه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ويحلو لعيني جيده وهو عاطل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يعاتبني أني مطلت ديونه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ولو سمع الشكوى لبان المماطل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لقد جدَّ فتكابالحشا غير أنّني</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أجدُّ له بالحب وهو يهازل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قد استوعرت منه مسالك وصله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ولم تجدني الاشواق وهي وسائل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إذا عن قوانين الهوى حين قربه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تعدَّى فهل تغني إليه الرسائل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أحبةَ قلبي فيكم القلب آهلٌ</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وإن أوحشت منكم ومنّا المنازل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سقى عهدكم دمعى إذا غب سقيه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من الحافلات الضرع هامٍ وهاملُ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ترحلتمو عني وصبري ذاهب</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وسرتم ولبي بالصبابة ذاهل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فأصبح جسمي عنكم وهو نازح</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مقيم، وقلبي عندكم وهو راحل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ولم أنسكم حتى أقول ذكرتكم</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ولا طمعت يوما بعذلي العواذل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ولي فيكم خلُّ بقلبي وداده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صحيح وجسمي بعدما غاب ناحل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صفا عنده ودِّي وعندي ودُّه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سواء ومثلي بالجميل يقابل</w:t>
            </w:r>
            <w:r w:rsidRPr="00725071">
              <w:rPr>
                <w:rStyle w:val="libPoemTiniChar0"/>
                <w:rtl/>
              </w:rPr>
              <w:br/>
              <w:t> </w:t>
            </w:r>
          </w:p>
        </w:tc>
      </w:tr>
    </w:tbl>
    <w:p w:rsidR="00CC6F07" w:rsidRDefault="003D6158" w:rsidP="00191E3C">
      <w:pPr>
        <w:pStyle w:val="libLine"/>
        <w:rPr>
          <w:rtl/>
        </w:rPr>
      </w:pPr>
      <w:r>
        <w:rPr>
          <w:rtl/>
        </w:rPr>
        <w:t>____________________</w:t>
      </w:r>
    </w:p>
    <w:p w:rsidR="00A5546B" w:rsidRDefault="00CC6F07" w:rsidP="00A5546B">
      <w:pPr>
        <w:pStyle w:val="libFootnote0"/>
        <w:rPr>
          <w:rtl/>
        </w:rPr>
      </w:pPr>
      <w:r>
        <w:rPr>
          <w:rFonts w:hint="cs"/>
          <w:rtl/>
        </w:rPr>
        <w:t>1</w:t>
      </w:r>
      <w:r>
        <w:rPr>
          <w:rtl/>
        </w:rPr>
        <w:t xml:space="preserve"> - قالها متشوقا إلى صديق لم يذكر اسمه.</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F8674B" w:rsidTr="00F8674B">
        <w:trPr>
          <w:trHeight w:val="350"/>
        </w:trPr>
        <w:tc>
          <w:tcPr>
            <w:tcW w:w="3536" w:type="dxa"/>
          </w:tcPr>
          <w:p w:rsidR="00F8674B" w:rsidRDefault="00F8674B" w:rsidP="00F8674B">
            <w:pPr>
              <w:pStyle w:val="libPoem"/>
            </w:pPr>
            <w:r>
              <w:rPr>
                <w:rtl/>
              </w:rPr>
              <w:t>فلا بعدت منه شمائل لم تزل</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بها من رياض المجد تزهو خمائل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ولفظ إذا ما أنشأ الدرّ ناظما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تحلّت به لا بالجمان العقائل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إذا ما رقى الاعواد يوم خطابه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تشابه في الاعياء قسُّ وباقل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يحاكي نسيم الصبح لطفا وإن يكن</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ثبير حجى ما حركته الزلازل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فيا شيبة الحمد الذي أنا قاصر</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ثنائي عليه وهو للنجم طائل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إذا أنزل اللّه الكتاب بمدحه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فماذا ترى في شأنه أنا قائل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أقلني عثاري إن تجدني مقصرا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فها أناذا في ظلّ عفوك قائل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تقربك الذكرى إليَّ كأنّما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لعيني بعد البعد شخصك ماثل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لئن كان حكم الدهر بالبين جائرا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فما القلب يوما عن ولائك عادل</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هواك مقيم لا يحول وإن يحل</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من البعد ما بيني وبينك حائل</w:t>
            </w:r>
            <w:r w:rsidRPr="00725071">
              <w:rPr>
                <w:rStyle w:val="libPoemTiniChar0"/>
                <w:rtl/>
              </w:rPr>
              <w:br/>
              <w:t> </w:t>
            </w:r>
          </w:p>
        </w:tc>
      </w:tr>
    </w:tbl>
    <w:p w:rsidR="00A5546B" w:rsidRDefault="00A5546B" w:rsidP="00A5546B">
      <w:pPr>
        <w:pStyle w:val="libNormal"/>
        <w:rPr>
          <w:rtl/>
        </w:rPr>
      </w:pPr>
      <w:r>
        <w:rPr>
          <w:rtl/>
        </w:rPr>
        <w:br w:type="page"/>
      </w:r>
    </w:p>
    <w:p w:rsidR="00A0264F" w:rsidRPr="00CC6F07" w:rsidRDefault="00A0264F" w:rsidP="00CC6F07">
      <w:pPr>
        <w:pStyle w:val="libCenterBold1"/>
        <w:rPr>
          <w:rtl/>
        </w:rPr>
      </w:pPr>
      <w:r w:rsidRPr="00CC6F07">
        <w:rPr>
          <w:rtl/>
        </w:rPr>
        <w:t>سئمتُ عقلي</w:t>
      </w:r>
      <w:bookmarkStart w:id="46" w:name="سئمت_عقلي"/>
      <w:bookmarkEnd w:id="46"/>
      <w:r w:rsidR="00CC6F07" w:rsidRPr="00A0264F">
        <w:rPr>
          <w:rStyle w:val="libFootnotenumChar"/>
          <w:rtl/>
        </w:rPr>
        <w:t>(1)</w:t>
      </w:r>
    </w:p>
    <w:tbl>
      <w:tblPr>
        <w:tblStyle w:val="TableGrid"/>
        <w:bidiVisual/>
        <w:tblW w:w="4562" w:type="pct"/>
        <w:tblInd w:w="384" w:type="dxa"/>
        <w:tblLook w:val="04A0"/>
      </w:tblPr>
      <w:tblGrid>
        <w:gridCol w:w="3536"/>
        <w:gridCol w:w="272"/>
        <w:gridCol w:w="3502"/>
      </w:tblGrid>
      <w:tr w:rsidR="00F8674B" w:rsidTr="00F8674B">
        <w:trPr>
          <w:trHeight w:val="350"/>
        </w:trPr>
        <w:tc>
          <w:tcPr>
            <w:tcW w:w="3536" w:type="dxa"/>
          </w:tcPr>
          <w:p w:rsidR="00F8674B" w:rsidRDefault="00F8674B" w:rsidP="00F8674B">
            <w:pPr>
              <w:pStyle w:val="libPoem"/>
            </w:pPr>
            <w:r>
              <w:rPr>
                <w:rtl/>
              </w:rPr>
              <w:t>قد أولد السعد لي ما ألقحت هممي</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وعاد طفل رجائي بالغ الحلم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فزف لي بنت كرم من كرامتها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عليّ أبدلتها من دنها بفمي</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واجعل خضابي منها إنّني رجل</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في السلم والحرب لم أخضب بغير دم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سئمت عقلي فسلطها عليه فلا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أرى سواها ينجيني من السأم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حتى إذا قتلت عقلي بسورتها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فأحي سمعي بالاوتار والنغم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بذكر ظبي يرى قتلي وسفك دمي</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حلاٍّ وإن التجي‌ء منه إلى حرم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فمن تَذَكُّرِ ظبي بالحمى كلفي</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لا من تذكر جيران بذي سلم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صاغ البديع له من حسنه علما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فصار وجدي به نارا على علم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إذا مشى هزَّ أغصان الاراك فهل</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من النسيم براه بارى‌ء النسم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أَغُضُّ عنه وبرئي في ملاحظه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خوفا على ورد خديه من الالم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كلا ولكنني أخشى بنظرته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يميتني ما بعينيه من السقم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يا من سواه يخون العهد ابق على</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من طبعه فيك حفظ العهد والذمم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حزت الجمال فهلا كنت تقرنه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بأجمل الصفتين البخل والكرم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أحين أيقنت أني لا أرى قمرا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سواك أبقيتني بالهجر في ظلم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غفلت عمَّا أقاسي في هواك فلم</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تسهر، وأَرَّقْتَ أجفاني فلم أنم</w:t>
            </w:r>
            <w:r w:rsidRPr="00725071">
              <w:rPr>
                <w:rStyle w:val="libPoemTiniChar0"/>
                <w:rtl/>
              </w:rPr>
              <w:br/>
              <w:t> </w:t>
            </w:r>
          </w:p>
        </w:tc>
      </w:tr>
    </w:tbl>
    <w:p w:rsidR="00CC6F07" w:rsidRDefault="003D6158" w:rsidP="00191E3C">
      <w:pPr>
        <w:pStyle w:val="libLine"/>
        <w:rPr>
          <w:rtl/>
        </w:rPr>
      </w:pPr>
      <w:r>
        <w:rPr>
          <w:rtl/>
        </w:rPr>
        <w:t>____________________</w:t>
      </w:r>
    </w:p>
    <w:p w:rsidR="00A5546B" w:rsidRDefault="00CC6F07" w:rsidP="00A5546B">
      <w:pPr>
        <w:pStyle w:val="libFootnote0"/>
        <w:rPr>
          <w:rtl/>
        </w:rPr>
      </w:pPr>
      <w:r>
        <w:rPr>
          <w:rFonts w:hint="cs"/>
          <w:rtl/>
        </w:rPr>
        <w:t>1</w:t>
      </w:r>
      <w:r>
        <w:rPr>
          <w:rtl/>
        </w:rPr>
        <w:t xml:space="preserve"> - قالها في عرس الشيخ محمد حفيد الشيخ محمد طه نجف مهنيا جده به.</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F8674B" w:rsidTr="00F8674B">
        <w:trPr>
          <w:trHeight w:val="350"/>
        </w:trPr>
        <w:tc>
          <w:tcPr>
            <w:tcW w:w="3536" w:type="dxa"/>
          </w:tcPr>
          <w:p w:rsidR="00F8674B" w:rsidRDefault="00F8674B" w:rsidP="00F8674B">
            <w:pPr>
              <w:pStyle w:val="libPoem"/>
            </w:pPr>
            <w:r>
              <w:rPr>
                <w:rtl/>
              </w:rPr>
              <w:t>وتهت عجبا لانّي فيك مفتتن</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كأنّني أول العبَّاد للصنم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مهلا فما كل مخدوم يليق به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إظهار قدرته العظمى على الخدم</w:t>
            </w:r>
            <w:r w:rsidRPr="00725071">
              <w:rPr>
                <w:rStyle w:val="libPoemTiniChar0"/>
                <w:rtl/>
              </w:rPr>
              <w:br/>
              <w:t> </w:t>
            </w:r>
          </w:p>
        </w:tc>
      </w:tr>
    </w:tbl>
    <w:p w:rsidR="00CC6F07" w:rsidRDefault="00CC6F07" w:rsidP="00A5546B">
      <w:pPr>
        <w:pStyle w:val="libNormal"/>
        <w:rPr>
          <w:rtl/>
        </w:rPr>
      </w:pPr>
      <w:r>
        <w:rPr>
          <w:rtl/>
        </w:rPr>
        <w:t>وقال أخوه العلاّمة السيد باقر الهندي في أثنائها:</w:t>
      </w:r>
    </w:p>
    <w:tbl>
      <w:tblPr>
        <w:tblStyle w:val="TableGrid"/>
        <w:bidiVisual/>
        <w:tblW w:w="4562" w:type="pct"/>
        <w:tblInd w:w="384" w:type="dxa"/>
        <w:tblLook w:val="04A0"/>
      </w:tblPr>
      <w:tblGrid>
        <w:gridCol w:w="3536"/>
        <w:gridCol w:w="272"/>
        <w:gridCol w:w="3502"/>
      </w:tblGrid>
      <w:tr w:rsidR="00F8674B" w:rsidTr="00F8674B">
        <w:trPr>
          <w:trHeight w:val="350"/>
        </w:trPr>
        <w:tc>
          <w:tcPr>
            <w:tcW w:w="3536" w:type="dxa"/>
          </w:tcPr>
          <w:p w:rsidR="00F8674B" w:rsidRDefault="00F8674B" w:rsidP="00F8674B">
            <w:pPr>
              <w:pStyle w:val="libPoem"/>
            </w:pPr>
            <w:r>
              <w:rPr>
                <w:rtl/>
              </w:rPr>
              <w:t>رفقا بمن أوقفته فرط صبوته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في خطة الخسف بين الهم والهمم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أما كفاك الذي لاقاه من سقمٍ</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بادٍ وسرِّ غرام فيك مكتتم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حتى سلبت الكرى منه وقلت له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مستهزئا سترى لقياي في الحلم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زعمت أن الليالي ليس تسعفه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بعرس من عرسه من أفضل النعم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محمد شبل خير الناس زُوِّج من</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فتاة عليا نزار سادة الامم</w:t>
            </w:r>
            <w:r w:rsidRPr="00725071">
              <w:rPr>
                <w:rStyle w:val="libPoemTiniChar0"/>
                <w:rtl/>
              </w:rPr>
              <w:br/>
              <w:t> </w:t>
            </w:r>
          </w:p>
        </w:tc>
      </w:tr>
    </w:tbl>
    <w:p w:rsidR="00CC6F07" w:rsidRDefault="00CC6F07" w:rsidP="00A5546B">
      <w:pPr>
        <w:pStyle w:val="libNormal"/>
        <w:rPr>
          <w:rtl/>
        </w:rPr>
      </w:pPr>
      <w:r>
        <w:rPr>
          <w:rtl/>
        </w:rPr>
        <w:t>ثمّ واصل صاحب الديوان قائلا:</w:t>
      </w:r>
    </w:p>
    <w:tbl>
      <w:tblPr>
        <w:tblStyle w:val="TableGrid"/>
        <w:bidiVisual/>
        <w:tblW w:w="4562" w:type="pct"/>
        <w:tblInd w:w="384" w:type="dxa"/>
        <w:tblLook w:val="04A0"/>
      </w:tblPr>
      <w:tblGrid>
        <w:gridCol w:w="3536"/>
        <w:gridCol w:w="272"/>
        <w:gridCol w:w="3502"/>
      </w:tblGrid>
      <w:tr w:rsidR="00F8674B" w:rsidTr="00F8674B">
        <w:trPr>
          <w:trHeight w:val="350"/>
        </w:trPr>
        <w:tc>
          <w:tcPr>
            <w:tcW w:w="3536" w:type="dxa"/>
          </w:tcPr>
          <w:p w:rsidR="00F8674B" w:rsidRDefault="00F8674B" w:rsidP="00F8674B">
            <w:pPr>
              <w:pStyle w:val="libPoem"/>
            </w:pPr>
            <w:r>
              <w:rPr>
                <w:rtl/>
              </w:rPr>
              <w:t>فالدهر بلغنا فيه المنى وغدا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يفترُّ فيه الهدى عن ثغر مبتسم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ولاح في مطلع الاقبال كوكبه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مبشرا بزوال البؤس والنقم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لك الهنا يا أبا المهدي في خلف</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كفَّاه تخلف فينا صيِّبَ الديم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غذيت في حب طه عند مرضعتي</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بدرَّة أنا منها غير منفطم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لذاك فاخرت أقراني كما فخرت</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بالفضل أمة طه سائر الامم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سألت من قلمي يوما فقلت له: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اعمل معي فكرك النفاذ يا قلمي</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إني أروم لطه مدحة وأرى</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قد ضاق عن وسع ما حاولته كلمي</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وكيف أحصر ما قد حاز من شرف</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ومن فخار ومن زهد ومن كرم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فإن يقف من تراه العرب أفصحها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فكيف تفصح عنه أنت يا عجمي</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تراك تسعى بما أبغي فقال: نعم</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سعيا على الرأس لا سعيا على القدم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فجال في حلبة القرطاس أسمره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وضاق عنه مجال الشهب والدهم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يلف رقة ألفاظي بقوتها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كالخيل لفَّت سهول الارض والاكم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لكنني لم أطق ردا لجامحه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كما يرد جماح الخيل باللجم</w:t>
            </w:r>
            <w:r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F8674B" w:rsidTr="00F8674B">
        <w:trPr>
          <w:trHeight w:val="350"/>
        </w:trPr>
        <w:tc>
          <w:tcPr>
            <w:tcW w:w="3536" w:type="dxa"/>
          </w:tcPr>
          <w:p w:rsidR="00F8674B" w:rsidRDefault="00F8674B" w:rsidP="00F8674B">
            <w:pPr>
              <w:pStyle w:val="libPoem"/>
            </w:pPr>
            <w:r>
              <w:rPr>
                <w:rtl/>
              </w:rPr>
              <w:t>قف عن مدائح طه يا يراعي أو</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قل ما تشاء ونزهه من القدم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ولا تقل هو يحيي أو يميت وقل</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بالعلم أوجد أهليه من العدم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يا ثالث القمرين النيرين هدى</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وثاني العرش في قدر وفي عظم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وكعبة لحجيج العلم راحته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كالركن يفخر فيها كل مستلم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العذر يا من قبول العذر شيمته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قصرت عنك وما التقصير من شيمي</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أخرستني وأنا الشافي بمنطقه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مسامع الصخرة الصمَّا من الصمم</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كأنّما اللوح يوحي ما أخطّ إلى</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فكري فتمليه أفكاري على قلمي</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أقم مدى الدهر في خفض وفي دعة</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إن الهدى لك حلف إن تقم يقم</w:t>
            </w:r>
            <w:r w:rsidRPr="00725071">
              <w:rPr>
                <w:rStyle w:val="libPoemTiniChar0"/>
                <w:rtl/>
              </w:rPr>
              <w:br/>
              <w:t> </w:t>
            </w:r>
          </w:p>
        </w:tc>
      </w:tr>
    </w:tbl>
    <w:p w:rsidR="00A5546B" w:rsidRDefault="00A5546B" w:rsidP="00A5546B">
      <w:pPr>
        <w:pStyle w:val="libNormal"/>
      </w:pPr>
      <w:r>
        <w:rPr>
          <w:rtl/>
        </w:rPr>
        <w:br w:type="page"/>
      </w:r>
    </w:p>
    <w:p w:rsidR="00CC6F07" w:rsidRDefault="00CC6F07" w:rsidP="00A5546B">
      <w:pPr>
        <w:pStyle w:val="Heading3Center"/>
        <w:rPr>
          <w:rtl/>
        </w:rPr>
      </w:pPr>
      <w:bookmarkStart w:id="47" w:name="29"/>
      <w:bookmarkStart w:id="48" w:name="_Toc430519762"/>
      <w:r w:rsidRPr="00A5546B">
        <w:rPr>
          <w:rtl/>
        </w:rPr>
        <w:t>حالفتَ غيري</w:t>
      </w:r>
      <w:r w:rsidRPr="00CC6F07">
        <w:rPr>
          <w:rStyle w:val="libFootnotenumChar"/>
          <w:rtl/>
        </w:rPr>
        <w:t>(</w:t>
      </w:r>
      <w:r w:rsidRPr="00CC6F07">
        <w:rPr>
          <w:rStyle w:val="libFootnotenumChar"/>
          <w:rFonts w:hint="cs"/>
          <w:rtl/>
        </w:rPr>
        <w:t>1</w:t>
      </w:r>
      <w:r w:rsidRPr="00CC6F07">
        <w:rPr>
          <w:rStyle w:val="libFootnotenumChar"/>
          <w:rtl/>
        </w:rPr>
        <w:t>)</w:t>
      </w:r>
      <w:bookmarkEnd w:id="47"/>
      <w:bookmarkEnd w:id="48"/>
    </w:p>
    <w:tbl>
      <w:tblPr>
        <w:tblStyle w:val="TableGrid"/>
        <w:bidiVisual/>
        <w:tblW w:w="4562" w:type="pct"/>
        <w:tblInd w:w="384" w:type="dxa"/>
        <w:tblLook w:val="04A0"/>
      </w:tblPr>
      <w:tblGrid>
        <w:gridCol w:w="3536"/>
        <w:gridCol w:w="272"/>
        <w:gridCol w:w="3502"/>
      </w:tblGrid>
      <w:tr w:rsidR="00F8674B" w:rsidTr="00F8674B">
        <w:trPr>
          <w:trHeight w:val="350"/>
        </w:trPr>
        <w:tc>
          <w:tcPr>
            <w:tcW w:w="3536" w:type="dxa"/>
          </w:tcPr>
          <w:p w:rsidR="00F8674B" w:rsidRDefault="00F8674B" w:rsidP="00F8674B">
            <w:pPr>
              <w:pStyle w:val="libPoem"/>
            </w:pPr>
            <w:r>
              <w:rPr>
                <w:rtl/>
              </w:rPr>
              <w:t>حتام قلبي من بعادك خائفُ</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أوليس يأمن في حماك الطائف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ومتى يقضيّ نسكه صبُّ له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بمشاعر الشوق الشديد مواقف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حاشاك تطرد من فناك نزيله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وسوأٌ البادي به والعاكف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لك من هلال العيد بهجته ولي</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سهر الدجى منه وجسم ناحف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ولي الهيام من الغزال وإنّما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لك منه جيدٌ أتلعٌ وسوالف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يا من تخالف طبعه بقطيعتي</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وعليه طبعي مثله متخالف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فشمائل منهنّ طرفي مربع</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ولهيب شوق فيه قلبي صائف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حالفت غيري إذ قطعت مودَّتي</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فالهمُّ لي أبد الزمان محالف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فكأنّه المجد الاثيل ومهجتي</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عبد الحسين لكل مجد آلف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وسع القوافي مجده فعلاؤه</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متواتر وعطاؤه مترادف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يهنيك ما عين الرشاد قريرة</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فيه وأنف الغيّ منه راعف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جبتَ القفار على مضمَّرة بها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للبيد تُقْطَعُ أظهرٌ وتنائف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كالريح تستاق الغبار سحابة</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وتمرُّ فيها وهي برق خاطف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هي صرح بلقيس وزجرك مذ غدا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علم الكتاب علمت أنك آصف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ما مسَّها جوء وروضك ناضر</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كلا ولا ظمأ وغيثك واكف</w:t>
            </w:r>
            <w:r w:rsidRPr="00725071">
              <w:rPr>
                <w:rStyle w:val="libPoemTiniChar0"/>
                <w:rtl/>
              </w:rPr>
              <w:br/>
              <w:t> </w:t>
            </w:r>
          </w:p>
        </w:tc>
      </w:tr>
    </w:tbl>
    <w:p w:rsidR="00CC6F07" w:rsidRDefault="003D6158" w:rsidP="00191E3C">
      <w:pPr>
        <w:pStyle w:val="libLine"/>
        <w:rPr>
          <w:rtl/>
        </w:rPr>
      </w:pPr>
      <w:r>
        <w:rPr>
          <w:rtl/>
        </w:rPr>
        <w:t>____________________</w:t>
      </w:r>
    </w:p>
    <w:p w:rsidR="00A5546B" w:rsidRDefault="00CC6F07" w:rsidP="00A5546B">
      <w:pPr>
        <w:pStyle w:val="libFootnote0"/>
        <w:rPr>
          <w:rtl/>
        </w:rPr>
      </w:pPr>
      <w:r>
        <w:rPr>
          <w:rFonts w:hint="cs"/>
          <w:rtl/>
        </w:rPr>
        <w:t>1</w:t>
      </w:r>
      <w:r>
        <w:rPr>
          <w:rtl/>
        </w:rPr>
        <w:t xml:space="preserve"> - قالها مهنئا الميرزا عبد الحسين المدرس الاصفهاني برجوعه من الحج.</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F8674B" w:rsidTr="00F8674B">
        <w:trPr>
          <w:trHeight w:val="350"/>
        </w:trPr>
        <w:tc>
          <w:tcPr>
            <w:tcW w:w="3536" w:type="dxa"/>
          </w:tcPr>
          <w:p w:rsidR="00F8674B" w:rsidRDefault="00F8674B" w:rsidP="00F8674B">
            <w:pPr>
              <w:pStyle w:val="libPoem"/>
            </w:pPr>
            <w:r>
              <w:rPr>
                <w:rtl/>
              </w:rPr>
              <w:t>فأطفت بالبيت الحرام ملبيا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وبودِّه لو أنه بك طائف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يبني خباؤك للمؤمل كعبة</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وطوائف الحجاج فيه طوائف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أما رميض في ظلالك قائل</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أو ظامئ من بحر جودك غارف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أو لائذ في طود عزّك واثق</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أن لا يمرَّ عليه ريح عاصف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والدهر يمثل حول بيتك قائلا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بالباب عبد من عبيدك واقف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بسطت عصاك لمن عصاك مخالفا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هيهات ليس لما تقول مخالف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فالخائف اللاجي لعدلك آمن</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والامنُ العاصي لامرك خائف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عجبا وأنت لكل حق حافظ</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من أن يضيع فما لمالك تالف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أَلَهُمْ عليك غرامة بالضعف قد</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شرطت فأنت تفيهم وتضاعف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أم أنت والراجي نداك كلاكما</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أخوان فهو لما ورثت مناصف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لم تبق للاجواد من أثر فلم</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تقتصَّهُ حتى كأنّك قائف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جَمَّعْتَ تالد مجدهم وفضلتهم</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إذ فيك قد شفع التليد الطارف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أبدعت في العليا صفات لم تكن</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في الاولين فما يقول الواصف</w:t>
            </w:r>
            <w:r w:rsidRPr="00725071">
              <w:rPr>
                <w:rStyle w:val="libPoemTiniChar0"/>
                <w:rtl/>
              </w:rPr>
              <w:br/>
              <w:t> </w:t>
            </w:r>
          </w:p>
        </w:tc>
      </w:tr>
      <w:tr w:rsidR="00F8674B" w:rsidTr="00F8674B">
        <w:trPr>
          <w:trHeight w:val="350"/>
        </w:trPr>
        <w:tc>
          <w:tcPr>
            <w:tcW w:w="3536" w:type="dxa"/>
          </w:tcPr>
          <w:p w:rsidR="00F8674B" w:rsidRDefault="00F8674B" w:rsidP="00F8674B">
            <w:pPr>
              <w:pStyle w:val="libPoem"/>
            </w:pPr>
            <w:r>
              <w:rPr>
                <w:rtl/>
              </w:rPr>
              <w:t>لم أَلْفِ فيهم من يقول عجزت عن</w:t>
            </w:r>
            <w:r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F8674B" w:rsidP="00F8674B">
            <w:pPr>
              <w:pStyle w:val="libPoem"/>
            </w:pPr>
            <w:r>
              <w:rPr>
                <w:rtl/>
              </w:rPr>
              <w:t>عرفانه لاقول هذا العارف</w:t>
            </w:r>
            <w:r w:rsidRPr="00725071">
              <w:rPr>
                <w:rStyle w:val="libPoemTiniChar0"/>
                <w:rtl/>
              </w:rPr>
              <w:br/>
              <w:t> </w:t>
            </w:r>
          </w:p>
        </w:tc>
      </w:tr>
      <w:tr w:rsidR="00F8674B" w:rsidTr="00F8674B">
        <w:trPr>
          <w:trHeight w:val="350"/>
        </w:trPr>
        <w:tc>
          <w:tcPr>
            <w:tcW w:w="3536" w:type="dxa"/>
          </w:tcPr>
          <w:p w:rsidR="00F8674B" w:rsidRDefault="00253449" w:rsidP="00F8674B">
            <w:pPr>
              <w:pStyle w:val="libPoem"/>
            </w:pPr>
            <w:r>
              <w:rPr>
                <w:rtl/>
              </w:rPr>
              <w:t>وبقيت كهفا للعفاة ومأمنا</w:t>
            </w:r>
            <w:r w:rsidR="00F8674B" w:rsidRPr="00725071">
              <w:rPr>
                <w:rStyle w:val="libPoemTiniChar0"/>
                <w:rtl/>
              </w:rPr>
              <w:br/>
              <w:t> </w:t>
            </w:r>
          </w:p>
        </w:tc>
        <w:tc>
          <w:tcPr>
            <w:tcW w:w="272" w:type="dxa"/>
          </w:tcPr>
          <w:p w:rsidR="00F8674B" w:rsidRDefault="00F8674B" w:rsidP="00F8674B">
            <w:pPr>
              <w:pStyle w:val="libPoem"/>
              <w:rPr>
                <w:rtl/>
              </w:rPr>
            </w:pPr>
          </w:p>
        </w:tc>
        <w:tc>
          <w:tcPr>
            <w:tcW w:w="3502" w:type="dxa"/>
          </w:tcPr>
          <w:p w:rsidR="00F8674B" w:rsidRDefault="00253449" w:rsidP="00F8674B">
            <w:pPr>
              <w:pStyle w:val="libPoem"/>
            </w:pPr>
            <w:r>
              <w:rPr>
                <w:rtl/>
              </w:rPr>
              <w:t>أَوَليس يأمن في حماك الطائف؟</w:t>
            </w:r>
            <w:r w:rsidR="00F8674B" w:rsidRPr="00725071">
              <w:rPr>
                <w:rStyle w:val="libPoemTiniChar0"/>
                <w:rtl/>
              </w:rPr>
              <w:br/>
              <w:t> </w:t>
            </w:r>
          </w:p>
        </w:tc>
      </w:tr>
    </w:tbl>
    <w:p w:rsidR="00A5546B" w:rsidRDefault="00A5546B" w:rsidP="00A5546B">
      <w:pPr>
        <w:pStyle w:val="libNormal"/>
        <w:rPr>
          <w:rtl/>
        </w:rPr>
      </w:pPr>
      <w:r>
        <w:rPr>
          <w:rtl/>
        </w:rPr>
        <w:br w:type="page"/>
      </w:r>
    </w:p>
    <w:p w:rsidR="00CC6F07" w:rsidRDefault="00CC6F07" w:rsidP="00A5546B">
      <w:pPr>
        <w:pStyle w:val="Heading3Center"/>
        <w:rPr>
          <w:rtl/>
        </w:rPr>
      </w:pPr>
      <w:bookmarkStart w:id="49" w:name="30"/>
      <w:bookmarkStart w:id="50" w:name="_Toc430519763"/>
      <w:r w:rsidRPr="00A5546B">
        <w:rPr>
          <w:rtl/>
        </w:rPr>
        <w:t>كيف السلامة</w:t>
      </w:r>
      <w:r w:rsidRPr="00CC6F07">
        <w:rPr>
          <w:rStyle w:val="libFootnotenumChar"/>
          <w:rtl/>
        </w:rPr>
        <w:t>(</w:t>
      </w:r>
      <w:r w:rsidRPr="00CC6F07">
        <w:rPr>
          <w:rStyle w:val="libFootnotenumChar"/>
          <w:rFonts w:hint="cs"/>
          <w:rtl/>
        </w:rPr>
        <w:t>1</w:t>
      </w:r>
      <w:r w:rsidRPr="00CC6F07">
        <w:rPr>
          <w:rStyle w:val="libFootnotenumChar"/>
          <w:rtl/>
        </w:rPr>
        <w:t>)</w:t>
      </w:r>
      <w:bookmarkEnd w:id="49"/>
      <w:bookmarkEnd w:id="50"/>
    </w:p>
    <w:tbl>
      <w:tblPr>
        <w:tblStyle w:val="TableGrid"/>
        <w:bidiVisual/>
        <w:tblW w:w="4562" w:type="pct"/>
        <w:tblInd w:w="384" w:type="dxa"/>
        <w:tblLook w:val="04A0"/>
      </w:tblPr>
      <w:tblGrid>
        <w:gridCol w:w="3536"/>
        <w:gridCol w:w="272"/>
        <w:gridCol w:w="3502"/>
      </w:tblGrid>
      <w:tr w:rsidR="00253449" w:rsidTr="00253449">
        <w:trPr>
          <w:trHeight w:val="350"/>
        </w:trPr>
        <w:tc>
          <w:tcPr>
            <w:tcW w:w="3536" w:type="dxa"/>
          </w:tcPr>
          <w:p w:rsidR="00253449" w:rsidRDefault="00253449" w:rsidP="00811C59">
            <w:pPr>
              <w:pStyle w:val="libPoem"/>
            </w:pPr>
            <w:r>
              <w:rPr>
                <w:rtl/>
              </w:rPr>
              <w:t>ساقي الطلا وقف الابريق أم وكفا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حسبي بريق حبيبي خمرة وكفى</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أهلا ببدر جلا شمس الضحى فحلا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بُرد الهنا وضفا والوقت منه صفا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وأكمل الانس لي لما بدا قمرا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وكان ألزمني النقصان والكلفا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رأى اصفراري وما ألقى به فدرى</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بعلَّتي فسقاني ريقه فشفى</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ورديُّ خدٍّ به ماء الجمال جرى</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فكل لحظ رآه حائرا وقفا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أباح لي روض خديه ورخَّصني</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أن أغتدي بفمي للورد مقتطفا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فكاد يشبهني الصديان عنَّ له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وِرْدٌ فمدَّ إليه الكف مغترفا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رواية السحر عن عينيه ثابتة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وإن يكن خبرا يروى عن الضعفا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ما ضَرَّ مسكيَّ خال فوق مرشفه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أن لا يذوق سواه قطّ مرتشفا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لقد تجمعت الاهواء واتفقت</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عليك يا من جمعت الحسن مختلفا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بحاجب لك مثل النون ذي عوج</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وقامة في أعتدال تشبه الالفا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وكاد يحكيك جيد الريم ملتفتا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والبدر مكتملا والغصن منعطفا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كيف السلامة من قدٍّ ومن مقل</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قد أودعا قاتليَّ الغنج والهيفا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أقام بينهما قلبي على ثقة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بأنّه غير مضمون إذا تلفا</w:t>
            </w:r>
            <w:r w:rsidRPr="00725071">
              <w:rPr>
                <w:rStyle w:val="libPoemTiniChar0"/>
                <w:rtl/>
              </w:rPr>
              <w:br/>
              <w:t> </w:t>
            </w:r>
          </w:p>
        </w:tc>
      </w:tr>
    </w:tbl>
    <w:p w:rsidR="00CC6F07" w:rsidRDefault="003D6158" w:rsidP="00191E3C">
      <w:pPr>
        <w:pStyle w:val="libLine"/>
        <w:rPr>
          <w:rtl/>
        </w:rPr>
      </w:pPr>
      <w:r>
        <w:rPr>
          <w:rtl/>
        </w:rPr>
        <w:t>____________________</w:t>
      </w:r>
    </w:p>
    <w:p w:rsidR="00A5546B" w:rsidRDefault="00CC6F07" w:rsidP="00A5546B">
      <w:pPr>
        <w:pStyle w:val="libFootnote0"/>
        <w:rPr>
          <w:rtl/>
        </w:rPr>
      </w:pPr>
      <w:r>
        <w:rPr>
          <w:rFonts w:hint="cs"/>
          <w:rtl/>
        </w:rPr>
        <w:t>1</w:t>
      </w:r>
      <w:r>
        <w:rPr>
          <w:rtl/>
        </w:rPr>
        <w:t xml:space="preserve"> - قالها في عرس السيد جعفر وأخيه السيد عباس سليلي العلامة السيد محمد الطباطبائي.</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253449" w:rsidTr="00253449">
        <w:trPr>
          <w:trHeight w:val="350"/>
        </w:trPr>
        <w:tc>
          <w:tcPr>
            <w:tcW w:w="3536" w:type="dxa"/>
          </w:tcPr>
          <w:p w:rsidR="00253449" w:rsidRDefault="00253449" w:rsidP="00811C59">
            <w:pPr>
              <w:pStyle w:val="libPoem"/>
            </w:pPr>
            <w:r>
              <w:rPr>
                <w:rtl/>
              </w:rPr>
              <w:t>من لي بأغيد غضِّ الجسم مترفه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إذا انثنى غمرت أثوابه ترفا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سألته أن يفي وعدي فأخلفه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لو كنت أسأله ترك الوفا لوفى</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طورا يرق لاشجاني فيمنحني</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وصلا وطورا يريني قسوة وجفا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لا يستقيم على حال فأعرفه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كالدهر ما زال في الحالات مختلفا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كم أسلف الدهر ذنبا ثمّ أعقبه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من عرس جعفر ما يمحو الذي سلفا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حوى المفاخر في عدل ومعرفة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فلم يكن عن طريق الحق منصرفا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وكيف يقصر عن مجد ووالده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بحر العلوم ومن لُجيِّه اغترفا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محمد عُرف الحق المبين به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نعم. ولولا اتباع الحق ما عُرفا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من كان في الصحف الاولى مدائحه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لم يكف في مدحه أن أملا الصحفا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تفنى بوصفك ألفاظ الثنا وأرى</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في كنه ذاتك معنى بعدما وصفا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والعذر عندك مقبول وها أناذا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عن الثنا جئت بالتقصير معترفا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لا زال بيتك للاجي به حرما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وللوفود مدى الايام مُعْتَكَفَا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ودام كهفك بين الناس متفقا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على حماه وللاملاك مُخْتَلَفَا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ودمت للشرف الوضاح تحرسه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والدين ترفع من بنيانه الشرفا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بعرس جعفر والعباس دام لكم</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نيل المنى والهنا والبشر مؤتلفا</w:t>
            </w:r>
            <w:r w:rsidRPr="00725071">
              <w:rPr>
                <w:rStyle w:val="libPoemTiniChar0"/>
                <w:rtl/>
              </w:rPr>
              <w:br/>
              <w:t> </w:t>
            </w:r>
          </w:p>
        </w:tc>
      </w:tr>
    </w:tbl>
    <w:p w:rsidR="00A5546B" w:rsidRDefault="00A5546B" w:rsidP="00A5546B">
      <w:pPr>
        <w:pStyle w:val="libNormal"/>
        <w:rPr>
          <w:rtl/>
        </w:rPr>
      </w:pPr>
      <w:r>
        <w:rPr>
          <w:rtl/>
        </w:rPr>
        <w:br w:type="page"/>
      </w:r>
    </w:p>
    <w:p w:rsidR="00CC6F07" w:rsidRDefault="00CC6F07" w:rsidP="00A5546B">
      <w:pPr>
        <w:pStyle w:val="Heading3Center"/>
        <w:rPr>
          <w:rtl/>
        </w:rPr>
      </w:pPr>
      <w:bookmarkStart w:id="51" w:name="31"/>
      <w:bookmarkStart w:id="52" w:name="_Toc430519764"/>
      <w:r w:rsidRPr="00A5546B">
        <w:rPr>
          <w:rtl/>
        </w:rPr>
        <w:t>وحسبي اللّه</w:t>
      </w:r>
      <w:r w:rsidRPr="00CC6F07">
        <w:rPr>
          <w:rStyle w:val="libFootnotenumChar"/>
          <w:rtl/>
        </w:rPr>
        <w:t>(</w:t>
      </w:r>
      <w:r w:rsidRPr="00CC6F07">
        <w:rPr>
          <w:rStyle w:val="libFootnotenumChar"/>
          <w:rFonts w:hint="cs"/>
          <w:rtl/>
        </w:rPr>
        <w:t>1</w:t>
      </w:r>
      <w:r w:rsidRPr="00CC6F07">
        <w:rPr>
          <w:rStyle w:val="libFootnotenumChar"/>
          <w:rtl/>
        </w:rPr>
        <w:t>)</w:t>
      </w:r>
      <w:bookmarkEnd w:id="51"/>
      <w:bookmarkEnd w:id="52"/>
    </w:p>
    <w:tbl>
      <w:tblPr>
        <w:tblStyle w:val="TableGrid"/>
        <w:bidiVisual/>
        <w:tblW w:w="4562" w:type="pct"/>
        <w:tblInd w:w="384" w:type="dxa"/>
        <w:tblLook w:val="04A0"/>
      </w:tblPr>
      <w:tblGrid>
        <w:gridCol w:w="3536"/>
        <w:gridCol w:w="272"/>
        <w:gridCol w:w="3502"/>
      </w:tblGrid>
      <w:tr w:rsidR="00253449" w:rsidTr="00253449">
        <w:trPr>
          <w:trHeight w:val="350"/>
        </w:trPr>
        <w:tc>
          <w:tcPr>
            <w:tcW w:w="3536" w:type="dxa"/>
          </w:tcPr>
          <w:p w:rsidR="00253449" w:rsidRDefault="00253449" w:rsidP="00811C59">
            <w:pPr>
              <w:pStyle w:val="libPoem"/>
            </w:pPr>
            <w:r>
              <w:rPr>
                <w:rtl/>
              </w:rPr>
              <w:t>هل لي إلى ورد لماه سبيلْ</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فإن في ريقته السلسبيلْ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وليته جاد بتقبيلةٍ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يطفي بها الوجد ويشفي الغليل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فهو طبيبي وبه علَّتي</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ما ضرَّ لو رقَّ لحال العليل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رضيت منه بقليل وإن</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كان قليل الوصل غير القليل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يا فاتني عندك لي حاجة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فهل بها تسخو وأنت البخيل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رشف وتقبيل وضمُّ فإن</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منعتني منها فصبر جميل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وكلت طرفي بنجوم الدجى</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فحسبي اللّه ونعم الوكيل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يا جؤذر الرمل ألا لفتة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ويا قضيب البان لم لا تميل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أضحيتني منك بحرِّ الجفا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فهل بظلّ الصدغ لي من مقيل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إن رمت تشفيني فأرسل شذى</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صدغيك في طيِّ النسيم العليل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يا مالكا يهواه مملوكه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وقاتلا فيه يهيم القتيل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أنحلتَ جسمي بأليم الهوى</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لما تمايلت بخصر نحيل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والقلب بالاشواق أثقلته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لما تراءيت بردف ثقيل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وأعيني بالسهد كَحَّلْتَها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لما تغنجت بطرف كحيل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إن تضرم النيران في أضلعي</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وتحرق القلب بوجد دخيل</w:t>
            </w:r>
            <w:r w:rsidRPr="00725071">
              <w:rPr>
                <w:rStyle w:val="libPoemTiniChar0"/>
                <w:rtl/>
              </w:rPr>
              <w:br/>
              <w:t> </w:t>
            </w:r>
          </w:p>
        </w:tc>
      </w:tr>
    </w:tbl>
    <w:p w:rsidR="00CC6F07" w:rsidRDefault="003D6158" w:rsidP="00191E3C">
      <w:pPr>
        <w:pStyle w:val="libLine"/>
        <w:rPr>
          <w:rtl/>
        </w:rPr>
      </w:pPr>
      <w:r>
        <w:rPr>
          <w:rtl/>
        </w:rPr>
        <w:t>____________________</w:t>
      </w:r>
    </w:p>
    <w:p w:rsidR="00A5546B" w:rsidRDefault="00CC6F07" w:rsidP="00A5546B">
      <w:pPr>
        <w:pStyle w:val="libFootnote0"/>
        <w:rPr>
          <w:rtl/>
        </w:rPr>
      </w:pPr>
      <w:r>
        <w:rPr>
          <w:rFonts w:hint="cs"/>
          <w:rtl/>
        </w:rPr>
        <w:t>1</w:t>
      </w:r>
      <w:r>
        <w:rPr>
          <w:rtl/>
        </w:rPr>
        <w:t xml:space="preserve"> - قالها مهنئا الشيخ صادق الخليلي بزفاف ولده خليل سنة 1325 هـ.</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253449" w:rsidTr="00253449">
        <w:trPr>
          <w:trHeight w:val="350"/>
        </w:trPr>
        <w:tc>
          <w:tcPr>
            <w:tcW w:w="3536" w:type="dxa"/>
          </w:tcPr>
          <w:p w:rsidR="00253449" w:rsidRDefault="00253449" w:rsidP="00811C59">
            <w:pPr>
              <w:pStyle w:val="libPoem"/>
            </w:pPr>
            <w:r>
              <w:rPr>
                <w:rtl/>
              </w:rPr>
              <w:t>فالنار بردا وسلاما غدت</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عليَّ في ليلة عرس الخليل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يا ليلة في يمنها أصبحت</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على الليالي كلها تستطيل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فهنِّ يا سعد أباه الذي</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فاق على الناس بمجد أثيل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وجدَّه السامي إلى موضع</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يرمقه النجم بطرف كليل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بل هنِّ يا سعد به واحدا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فردا به يفخر كل القبيل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بل يفخر الناس به كلهم</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إذ ليس في الناس له من مثيل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وجوده بين الورى واجب</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لكنما المثل له مستحيل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تخافه كل الورى هيبة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ولم يخف إلاّ العظيم الجليل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مجتهد في اللّه لكنه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قلَّد أعناق الورى بالجميل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أبا التقي اسلم فكم عثرة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لولاك لم نلف لها من مقيل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فأنت حصنٌ للهدى شاهق</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عاش بك الناس بظلّ ظليل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أرعبت أهل الشرك من خيفةٍ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وبيتك العالي أمان النزيل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أجال فيك الناس أفكارهم</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هيهات قد أتعبت فكر المجيل</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فدمتم بالسعد ما أطلعت</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طلعا نضيرا باسقات النخيل</w:t>
            </w:r>
            <w:r w:rsidRPr="00725071">
              <w:rPr>
                <w:rStyle w:val="libPoemTiniChar0"/>
                <w:rtl/>
              </w:rPr>
              <w:br/>
              <w:t> </w:t>
            </w:r>
          </w:p>
        </w:tc>
      </w:tr>
    </w:tbl>
    <w:p w:rsidR="00A5546B" w:rsidRDefault="00A5546B" w:rsidP="00A5546B">
      <w:pPr>
        <w:pStyle w:val="libNormal"/>
        <w:rPr>
          <w:rtl/>
        </w:rPr>
      </w:pPr>
      <w:r>
        <w:rPr>
          <w:rtl/>
        </w:rPr>
        <w:br w:type="page"/>
      </w:r>
    </w:p>
    <w:p w:rsidR="00CC6F07" w:rsidRDefault="00CC6F07" w:rsidP="00A5546B">
      <w:pPr>
        <w:pStyle w:val="Heading3Center"/>
        <w:rPr>
          <w:rtl/>
        </w:rPr>
      </w:pPr>
      <w:bookmarkStart w:id="53" w:name="32"/>
      <w:bookmarkStart w:id="54" w:name="_Toc430519765"/>
      <w:r w:rsidRPr="00A5546B">
        <w:rPr>
          <w:rtl/>
        </w:rPr>
        <w:t>رجوع الروس عن إيران</w:t>
      </w:r>
      <w:r w:rsidRPr="00CC6F07">
        <w:rPr>
          <w:rStyle w:val="libFootnotenumChar"/>
          <w:rtl/>
        </w:rPr>
        <w:t>(</w:t>
      </w:r>
      <w:r w:rsidRPr="00CC6F07">
        <w:rPr>
          <w:rStyle w:val="libFootnotenumChar"/>
          <w:rFonts w:hint="cs"/>
          <w:rtl/>
        </w:rPr>
        <w:t>1</w:t>
      </w:r>
      <w:r w:rsidRPr="00CC6F07">
        <w:rPr>
          <w:rStyle w:val="libFootnotenumChar"/>
          <w:rtl/>
        </w:rPr>
        <w:t>)</w:t>
      </w:r>
      <w:bookmarkEnd w:id="53"/>
      <w:bookmarkEnd w:id="54"/>
    </w:p>
    <w:tbl>
      <w:tblPr>
        <w:tblStyle w:val="TableGrid"/>
        <w:bidiVisual/>
        <w:tblW w:w="4562" w:type="pct"/>
        <w:tblInd w:w="384" w:type="dxa"/>
        <w:tblLook w:val="04A0"/>
      </w:tblPr>
      <w:tblGrid>
        <w:gridCol w:w="3536"/>
        <w:gridCol w:w="272"/>
        <w:gridCol w:w="3502"/>
      </w:tblGrid>
      <w:tr w:rsidR="00253449" w:rsidTr="00253449">
        <w:trPr>
          <w:trHeight w:val="350"/>
        </w:trPr>
        <w:tc>
          <w:tcPr>
            <w:tcW w:w="3536" w:type="dxa"/>
          </w:tcPr>
          <w:p w:rsidR="00253449" w:rsidRDefault="00253449" w:rsidP="00811C59">
            <w:pPr>
              <w:pStyle w:val="libPoem"/>
            </w:pPr>
            <w:r>
              <w:rPr>
                <w:rtl/>
              </w:rPr>
              <w:t>قدَّرتَ أن جيوش الشرك تنكسُ</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ولا مَردَّ لما يأتي به القدرُ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وكيف تبقى بإيران جيوشهمو</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وبيض عزمك لا تبقى ولا تذر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تألبوا وتمنوا بالهدى ظفرا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فلا وربك ما برُّوا ولا ظفروا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وليس قصدهمو صلحا كما زعموا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لكنهم قدَّروا أمرا وما قدروا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إن غبت عنهم فمنك الرعب يحضرهم</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سيّان عندك إن غابوا وإن حضروا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ما دمت ترعى الهدى عينا مسهَّدةً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فليس تبقى لهم عين ولا أثر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للذبِّ أوردهم كسرى ممالكه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فعاد حيران لا ورد ولا صدر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وظنَّ أن سينال المسلمين بهم</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ضرُّ وفي راحتيك النفع والضرر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أو أن نور الهدى يُمحى بظلمتهم</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أنّى وأنت بآفاق الهدى قمر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أو أن سينجو إذا كانوا له وزرا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كلا إذا جاء أمر اللّه لا وزر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حتى إذا التجأ الاسلام منك إلى</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كهف به تستظلُّ الانجم الزهر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أرخصت من نفسك العليا جوهرة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كانت لنصرة دين اللّه تدَّخَرُ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فهب لنفسك منها غنية أو لم</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تعلم بأن إليها الناس تفتقر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وقمت بالامر فردا غير مكترثٍ</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إن قلَّ في نصرك الاعوان أو كثروا</w:t>
            </w:r>
            <w:r w:rsidRPr="00725071">
              <w:rPr>
                <w:rStyle w:val="libPoemTiniChar0"/>
                <w:rtl/>
              </w:rPr>
              <w:br/>
              <w:t> </w:t>
            </w:r>
          </w:p>
        </w:tc>
      </w:tr>
    </w:tbl>
    <w:p w:rsidR="00CC6F07" w:rsidRDefault="003D6158" w:rsidP="00191E3C">
      <w:pPr>
        <w:pStyle w:val="libLine"/>
        <w:rPr>
          <w:rtl/>
        </w:rPr>
      </w:pPr>
      <w:r>
        <w:rPr>
          <w:rtl/>
        </w:rPr>
        <w:t>____________________</w:t>
      </w:r>
    </w:p>
    <w:p w:rsidR="00A5546B" w:rsidRDefault="00CC6F07" w:rsidP="00A5546B">
      <w:pPr>
        <w:pStyle w:val="libFootnote0"/>
        <w:rPr>
          <w:rtl/>
        </w:rPr>
      </w:pPr>
      <w:r>
        <w:rPr>
          <w:rFonts w:hint="cs"/>
          <w:rtl/>
        </w:rPr>
        <w:t>1</w:t>
      </w:r>
      <w:r>
        <w:rPr>
          <w:rtl/>
        </w:rPr>
        <w:t xml:space="preserve"> - يهنى‌ء بهذه القصيدة حجة الاسلام الاخوند ملا كاظم الخراساني، نوّر اللّه مرقده، بمناسبة رجوع الروس عن إيران وخلع الشاه محمد علي.</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253449" w:rsidTr="00253449">
        <w:trPr>
          <w:trHeight w:val="350"/>
        </w:trPr>
        <w:tc>
          <w:tcPr>
            <w:tcW w:w="3536" w:type="dxa"/>
          </w:tcPr>
          <w:p w:rsidR="00253449" w:rsidRDefault="00253449" w:rsidP="00811C59">
            <w:pPr>
              <w:pStyle w:val="libPoem"/>
            </w:pPr>
            <w:r>
              <w:rPr>
                <w:rtl/>
              </w:rPr>
              <w:t>أبقيت مذ سرت عن أرض الغرى لها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قلبا يكاد من الاحزان ينفطر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والدين منتظر منك الاياب وهل</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سواك من قائم بالامر ينتظر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فمذ رأى اللّه قلب الدين منكسرا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وليس إن لم تعد بالفتح ينجبر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خلَّى الامور بما تبغيه جارية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والدهر تأمره عبدا فيأتمر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فعاد لابس ثوب الظلم مختلعا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والذلّ يشمله والعجز والخور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وأصبح المجلس الملِّي منتظما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من دونه أرؤس الاعداء تنتشر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مولاي هنيت بالعيد السعيد وبال</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شاه الجديد فدم تهدى لك الغرر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فقرَّ بل بك قرَّت للهدى مقل</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إذ عند غيرك لا يقضى له وطر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يا آية اللّه كم للّه فيك بدت</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من آية عاجزٌ عن مثلها البشر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أصبحت قرآن فضل إذ بك اجتمعت</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مناقب للمعالي كلها سور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يسعى الحسود ليخفيها فيظهرها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كأنّها المسك إذ يطوي فينتشر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sidRPr="00A5546B">
              <w:rPr>
                <w:rtl/>
              </w:rPr>
              <w:t>أو أنها السيف إن تكتمه أغمده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sidRPr="00A5546B">
              <w:rPr>
                <w:rtl/>
              </w:rPr>
              <w:t>فإنّه في الورى لا بدّ يشتهر</w:t>
            </w:r>
            <w:r w:rsidRPr="00CC6F07">
              <w:rPr>
                <w:rStyle w:val="libFootnotenumChar"/>
                <w:rtl/>
              </w:rPr>
              <w:t>(</w:t>
            </w:r>
            <w:r w:rsidRPr="00CC6F07">
              <w:rPr>
                <w:rStyle w:val="libFootnotenumChar"/>
                <w:rFonts w:hint="cs"/>
                <w:rtl/>
              </w:rPr>
              <w:t>1</w:t>
            </w:r>
            <w:r w:rsidRPr="00CC6F07">
              <w:rPr>
                <w:rStyle w:val="libFootnotenumChar"/>
                <w:rtl/>
              </w:rPr>
              <w:t>)</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وفي معانيك فقت الناس كلهم</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إذ كل معنى نراه فيك مبتكر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إذا علوت على الاعواد يابسة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تخضر زهوا ومنها يجتنى الثمر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وإن جرى منك في لوح القضا قلم</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جرى القضاء بما يجريه والقدر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هيهات يخفى عليك الظلم في بلد</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وأنت للمسلمين السمع والبصر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هُنْيِّتَ في أشبل للمجد منتشبٌ</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في قلب كل عدوٍّ منهمُ ظفر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توازنوا حيث لا يمتاز واحدهم</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على شقيقيه لولا السنُّ والكبر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هم خير نسل إذا أنت افتخرت بهم</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وأنت خير أب إن هم بك افتخروا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داموا ودمت حمىً للناس ثمّ لهم</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ما لاح بدر السما والانجم الزهر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حماك لا البيت فيه الناس تعتمر</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ولتستلم يدك البيضاء لا الحجر</w:t>
            </w:r>
            <w:r w:rsidRPr="00725071">
              <w:rPr>
                <w:rStyle w:val="libPoemTiniChar0"/>
                <w:rtl/>
              </w:rPr>
              <w:br/>
              <w:t> </w:t>
            </w:r>
          </w:p>
        </w:tc>
      </w:tr>
    </w:tbl>
    <w:p w:rsidR="00CC6F07" w:rsidRDefault="003D6158" w:rsidP="00191E3C">
      <w:pPr>
        <w:pStyle w:val="libLine"/>
        <w:rPr>
          <w:rtl/>
        </w:rPr>
      </w:pPr>
      <w:r>
        <w:rPr>
          <w:rtl/>
        </w:rPr>
        <w:t>____________________</w:t>
      </w:r>
    </w:p>
    <w:p w:rsidR="00A5546B" w:rsidRDefault="00CC6F07" w:rsidP="00A5546B">
      <w:pPr>
        <w:pStyle w:val="libFootnote0"/>
        <w:rPr>
          <w:rtl/>
        </w:rPr>
      </w:pPr>
      <w:r>
        <w:rPr>
          <w:rFonts w:hint="cs"/>
          <w:rtl/>
        </w:rPr>
        <w:t>1</w:t>
      </w:r>
      <w:r>
        <w:rPr>
          <w:rtl/>
        </w:rPr>
        <w:t xml:space="preserve"> - أحسب عجز البيت هكذا: فإنه في الوغى لا بدّ يشتهر.</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253449" w:rsidTr="00253449">
        <w:trPr>
          <w:trHeight w:val="350"/>
        </w:trPr>
        <w:tc>
          <w:tcPr>
            <w:tcW w:w="3536" w:type="dxa"/>
          </w:tcPr>
          <w:p w:rsidR="00253449" w:rsidRDefault="00253449" w:rsidP="00811C59">
            <w:pPr>
              <w:pStyle w:val="libPoem"/>
            </w:pPr>
            <w:r>
              <w:rPr>
                <w:rtl/>
              </w:rPr>
              <w:t>يا من به دهرنا أضحى بأجمعه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عيدا لان أعاديه به نحروا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ترمي الوغى جمرات في بيوتهمُ</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يطير منها إلى أوج السما شرر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حتى يكون تمام الحج أن يقعوا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من هوة المكر في البئر التي احتفروا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كذاك من لم يكن بالغير معتبرا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فغيره عن قريب فيه يعتبر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ليت الحسين يرى ما نال شانئه</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أو ليت يبلغه في قبره الخبر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أبا التقيِّ سقت مثواك غادية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وطفاء صيِّبُها الرضوان لا المطر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إن تخل منك محاريب بك امتلات</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أنوار قدس وجنح الليل معتكر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فقد ركزت مدى الايام ألوية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من العدالة بين الناس تنتشر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أضحت بهمتك الاحرار في دعةٍ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وأدركوا أحسن العقبى بما صبروا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أماجد بذلوا للّه أنفسهم</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وتاجروا اللّه أعمارا فما خسروا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فتلك هيئة أهل العلم بارزة</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من خوفها أنفس الاعداء تستتر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إن سددت أسهم الاراء فكرتهم</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لم يُنجِ أعداءهم قوس ولا وتر</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والمستبدون أمسوا من مهابتهم</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موتى ولكن بترب الذل قد قبروا</w:t>
            </w:r>
            <w:r w:rsidRPr="00725071">
              <w:rPr>
                <w:rStyle w:val="libPoemTiniChar0"/>
                <w:rtl/>
              </w:rPr>
              <w:br/>
              <w:t> </w:t>
            </w:r>
          </w:p>
        </w:tc>
      </w:tr>
      <w:tr w:rsidR="00253449" w:rsidTr="00253449">
        <w:trPr>
          <w:trHeight w:val="350"/>
        </w:trPr>
        <w:tc>
          <w:tcPr>
            <w:tcW w:w="3536" w:type="dxa"/>
          </w:tcPr>
          <w:p w:rsidR="00253449" w:rsidRDefault="00253449" w:rsidP="00811C59">
            <w:pPr>
              <w:pStyle w:val="libPoem"/>
            </w:pPr>
            <w:r>
              <w:rPr>
                <w:rtl/>
              </w:rPr>
              <w:t>لا يستقرون في أوطانهم حذرا</w:t>
            </w:r>
            <w:r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253449" w:rsidP="00811C59">
            <w:pPr>
              <w:pStyle w:val="libPoem"/>
            </w:pPr>
            <w:r>
              <w:rPr>
                <w:rtl/>
              </w:rPr>
              <w:t>لو كان يدفع محتوم القضا الحذر</w:t>
            </w:r>
            <w:r w:rsidRPr="00725071">
              <w:rPr>
                <w:rStyle w:val="libPoemTiniChar0"/>
                <w:rtl/>
              </w:rPr>
              <w:br/>
              <w:t> </w:t>
            </w:r>
          </w:p>
        </w:tc>
      </w:tr>
      <w:tr w:rsidR="00253449" w:rsidTr="00253449">
        <w:trPr>
          <w:trHeight w:val="350"/>
        </w:trPr>
        <w:tc>
          <w:tcPr>
            <w:tcW w:w="3536" w:type="dxa"/>
          </w:tcPr>
          <w:p w:rsidR="00253449" w:rsidRDefault="00811C59" w:rsidP="00811C59">
            <w:pPr>
              <w:pStyle w:val="libPoem"/>
            </w:pPr>
            <w:r>
              <w:rPr>
                <w:rtl/>
              </w:rPr>
              <w:t>أنّى ينالون بالفتح المرام وقد</w:t>
            </w:r>
            <w:r w:rsidR="00253449" w:rsidRPr="00725071">
              <w:rPr>
                <w:rStyle w:val="libPoemTiniChar0"/>
                <w:rtl/>
              </w:rPr>
              <w:br/>
              <w:t> </w:t>
            </w:r>
          </w:p>
        </w:tc>
        <w:tc>
          <w:tcPr>
            <w:tcW w:w="272" w:type="dxa"/>
          </w:tcPr>
          <w:p w:rsidR="00253449" w:rsidRDefault="00253449" w:rsidP="00811C59">
            <w:pPr>
              <w:pStyle w:val="libPoem"/>
              <w:rPr>
                <w:rtl/>
              </w:rPr>
            </w:pPr>
          </w:p>
        </w:tc>
        <w:tc>
          <w:tcPr>
            <w:tcW w:w="3502" w:type="dxa"/>
          </w:tcPr>
          <w:p w:rsidR="00253449" w:rsidRDefault="00811C59" w:rsidP="00811C59">
            <w:pPr>
              <w:pStyle w:val="libPoem"/>
            </w:pPr>
            <w:r>
              <w:rPr>
                <w:rtl/>
              </w:rPr>
              <w:t>قدَّرْتَ أن جيوش الشرك تنكسر</w:t>
            </w:r>
            <w:r w:rsidR="00253449" w:rsidRPr="00725071">
              <w:rPr>
                <w:rStyle w:val="libPoemTiniChar0"/>
                <w:rtl/>
              </w:rPr>
              <w:br/>
              <w:t> </w:t>
            </w:r>
          </w:p>
        </w:tc>
      </w:tr>
    </w:tbl>
    <w:p w:rsidR="00A5546B" w:rsidRDefault="00A5546B" w:rsidP="00A5546B">
      <w:pPr>
        <w:pStyle w:val="libNormal"/>
        <w:rPr>
          <w:rtl/>
        </w:rPr>
      </w:pPr>
      <w:r>
        <w:rPr>
          <w:rtl/>
        </w:rPr>
        <w:br w:type="page"/>
      </w:r>
    </w:p>
    <w:p w:rsidR="00CC6F07" w:rsidRDefault="00CC6F07" w:rsidP="00A5546B">
      <w:pPr>
        <w:pStyle w:val="Heading3Center"/>
        <w:rPr>
          <w:rtl/>
        </w:rPr>
      </w:pPr>
      <w:bookmarkStart w:id="55" w:name="33"/>
      <w:bookmarkStart w:id="56" w:name="_Toc430519766"/>
      <w:r w:rsidRPr="00A5546B">
        <w:rPr>
          <w:rtl/>
        </w:rPr>
        <w:t>زد وبارك على محمد</w:t>
      </w:r>
      <w:r w:rsidRPr="00CC6F07">
        <w:rPr>
          <w:rStyle w:val="libFootnotenumChar"/>
          <w:rtl/>
        </w:rPr>
        <w:t>(</w:t>
      </w:r>
      <w:r w:rsidRPr="00CC6F07">
        <w:rPr>
          <w:rStyle w:val="libFootnotenumChar"/>
          <w:rFonts w:hint="cs"/>
          <w:rtl/>
        </w:rPr>
        <w:t>1</w:t>
      </w:r>
      <w:r w:rsidRPr="00CC6F07">
        <w:rPr>
          <w:rStyle w:val="libFootnotenumChar"/>
          <w:rtl/>
        </w:rPr>
        <w:t>)</w:t>
      </w:r>
      <w:bookmarkEnd w:id="55"/>
      <w:bookmarkEnd w:id="56"/>
    </w:p>
    <w:tbl>
      <w:tblPr>
        <w:tblStyle w:val="TableGrid"/>
        <w:bidiVisual/>
        <w:tblW w:w="4562" w:type="pct"/>
        <w:tblInd w:w="384" w:type="dxa"/>
        <w:tblLook w:val="04A0"/>
      </w:tblPr>
      <w:tblGrid>
        <w:gridCol w:w="3536"/>
        <w:gridCol w:w="272"/>
        <w:gridCol w:w="3502"/>
      </w:tblGrid>
      <w:tr w:rsidR="00811C59" w:rsidTr="00811C59">
        <w:trPr>
          <w:trHeight w:val="350"/>
        </w:trPr>
        <w:tc>
          <w:tcPr>
            <w:tcW w:w="3536" w:type="dxa"/>
          </w:tcPr>
          <w:p w:rsidR="00811C59" w:rsidRDefault="00811C59" w:rsidP="00811C59">
            <w:pPr>
              <w:pStyle w:val="libPoem"/>
            </w:pPr>
            <w:r>
              <w:rPr>
                <w:rtl/>
              </w:rPr>
              <w:t>بدر المسرات قد تجلَّى</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فطالعي في لقاه أسعد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وفي موعدي فوافى</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وحيَّى فعدت حيَّا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وبدر الملاح طاف</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بشمس من الحميَّا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إذا قابل السلافا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بوجه له محيَّا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من نشوة الراح ماس دلا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وبالحيا خدُّه تورَّد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بديع له معاني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بها حارت العقول</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إذا لاح للعيان</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ومالت به الشمول</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تلجلجتُ في بياني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فلم أدر ما أقول</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إن قلت كالبدر قال: كلاّ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أين له شعري المجعَّد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تعدَّيت لا تقسني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إذا ما بدا جمالي</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بظبيٍ ولا بغصنٍ</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وبدر ولا هلال</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فما للظباء حسني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وما الغصن في اعتدالي</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والظبى يقلى إذا تحلَّى</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والغصن يجفا إذا تجرَّد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فتفاح ورد خدي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من الخال فيه عنبر</w:t>
            </w:r>
            <w:r w:rsidRPr="00725071">
              <w:rPr>
                <w:rStyle w:val="libPoemTiniChar0"/>
                <w:rtl/>
              </w:rPr>
              <w:br/>
              <w:t> </w:t>
            </w:r>
          </w:p>
        </w:tc>
      </w:tr>
    </w:tbl>
    <w:p w:rsidR="00CC6F07" w:rsidRDefault="003D6158" w:rsidP="00191E3C">
      <w:pPr>
        <w:pStyle w:val="libLine"/>
        <w:rPr>
          <w:rtl/>
        </w:rPr>
      </w:pPr>
      <w:r>
        <w:rPr>
          <w:rtl/>
        </w:rPr>
        <w:t>____________________</w:t>
      </w:r>
    </w:p>
    <w:p w:rsidR="00A5546B" w:rsidRDefault="00CC6F07" w:rsidP="00A5546B">
      <w:pPr>
        <w:pStyle w:val="libFootnote0"/>
        <w:rPr>
          <w:rtl/>
        </w:rPr>
      </w:pPr>
      <w:r>
        <w:rPr>
          <w:rFonts w:hint="cs"/>
          <w:rtl/>
        </w:rPr>
        <w:t>1</w:t>
      </w:r>
      <w:r>
        <w:rPr>
          <w:rtl/>
        </w:rPr>
        <w:t xml:space="preserve"> - قالها في عرس الشيخ محمد علي نجل حجة الاسلام الشيخ ميرزا حسين الميرزا خليل مهنيا إياه وأخويه.</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811C59" w:rsidTr="00811C59">
        <w:trPr>
          <w:trHeight w:val="350"/>
        </w:trPr>
        <w:tc>
          <w:tcPr>
            <w:tcW w:w="3536" w:type="dxa"/>
          </w:tcPr>
          <w:p w:rsidR="00811C59" w:rsidRDefault="00811C59" w:rsidP="00811C59">
            <w:pPr>
              <w:pStyle w:val="libPoem"/>
            </w:pPr>
            <w:r>
              <w:rPr>
                <w:rtl/>
              </w:rPr>
              <w:t>وثغري كنظم عقدي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وريقي كطعم سُكَّر</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وإن تلتفت لجعدي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تجد منه حين يُنْشَر</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عنقود كرم وقد تدلَّى</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من وجنتي فوق وردتي خد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تطيَّبْ بآس شعري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وفي ظله تَقَيَّلْ</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وإن ترم رشف ثغري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ففي وجنتي تنقل</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ومنها ففزْ لعمري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بتفاحة تُقَبَّلْ</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إذا سقاها الحياء طلا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من مائه جمرها توقَّد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فبتنا وللاغاني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صدى بالقلوب عابث</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برجع من المثاني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ونغم من المثالث</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ولي من أحب ثاني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وبدر السماء ثالث</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فلم ندع للهموم شملا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إلاّ وباللهو قد تبدَّد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بليلٍ به المجره</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جرى نهرها المسلسل</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ولي بالوصال نظرة</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شفت قلبي المبلبل</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فتمت به المسرة</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ونلنا الذي يؤمل</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لم يحكه في السرور إلاّ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عرس عليِّ الذرى محمد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فتى قد حوى خصالا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بها امتاز في الانام</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روى المجد والكمالا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عن آبائه الكرام</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أجل حسبه جلالا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بأن كان من إمام</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فاق جميع الانام فضلا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فهو بكل الصفات مفرد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إمام له الزعامة</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على حاضر وباد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له منصب الامامة</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له الامر في البلاد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به تمت الكرامة</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من اللّه للعباد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إن كان ركن الهدى ليبلى</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لو لم يكن فيه قد تجدّد</w:t>
            </w:r>
            <w:r w:rsidRPr="00725071">
              <w:rPr>
                <w:rStyle w:val="libPoemTiniChar0"/>
                <w:rtl/>
              </w:rPr>
              <w:br/>
              <w:t> </w:t>
            </w:r>
          </w:p>
        </w:tc>
      </w:tr>
    </w:tbl>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811C59" w:rsidTr="00811C59">
        <w:trPr>
          <w:trHeight w:val="350"/>
        </w:trPr>
        <w:tc>
          <w:tcPr>
            <w:tcW w:w="3536" w:type="dxa"/>
          </w:tcPr>
          <w:p w:rsidR="00811C59" w:rsidRDefault="00811C59" w:rsidP="00811C59">
            <w:pPr>
              <w:pStyle w:val="libPoem"/>
            </w:pPr>
            <w:r>
              <w:rPr>
                <w:rtl/>
              </w:rPr>
              <w:t>له الحكم والسياسة</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له الفضل والعلاء</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له الحزم والفراسة</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له العزّ والاباء</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له الامر والرياسة</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له المجد والبهاء</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فكلما في النديِّ حلا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عليه تاج البهاء يعقد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إذا ما أجلت فكرا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بما فيه من معان</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يقول اللسان عذرا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فقد حرت في البيان</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فكم في الطروس أجرى</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منايا وكم أماني</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في قلم إن جرى وصلَّى</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خَرَّت جميع الملوك سُجَّد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ومايبلغُ الثنأُ</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بمن أنجب التقيَّا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كريما له سخأُ</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طوى الاكرمين طيا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فلا تبلغ السماء</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مقاما له عليّا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بدر هدى قد سما محلا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له نجوم السماء حُسَّد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فيا سعد قم وأنشدْ</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قصيد الهنا لديه</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ورجِّعْ بها وغرّد</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واهدِ الثنا إليه</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أعد لفظها وردّد</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وكن ناشرا عليه</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صحف مديح عليه تتلى</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وزد وبارك على محمد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أخيه الفتى المهذب</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أبي القاسم النبيل</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هو الموئل المجرب</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من الحادث الجليل</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وكم للرشاد كوكب</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بدا من بني الخليل</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داموا لاهل الزمان ظلا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ما الركب غنى بهم وغرَّد</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إلى ربعهم زففتُ</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من الفكر أيَّ بكر</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ولولاهم وقفت</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ولم أهد بنت فكري</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وما غيرهم عرفت</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بنظمي ولا بنثري</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ولم أزل منذ كنت طفلا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ناصرهم باللسان واليد</w:t>
            </w:r>
            <w:r w:rsidRPr="00725071">
              <w:rPr>
                <w:rStyle w:val="libPoemTiniChar0"/>
                <w:rtl/>
              </w:rPr>
              <w:br/>
              <w:t> </w:t>
            </w:r>
          </w:p>
        </w:tc>
      </w:tr>
    </w:tbl>
    <w:p w:rsidR="00A5546B" w:rsidRDefault="00A5546B" w:rsidP="00A5546B">
      <w:pPr>
        <w:pStyle w:val="libNormal"/>
        <w:rPr>
          <w:rtl/>
        </w:rPr>
      </w:pPr>
      <w:r>
        <w:rPr>
          <w:rtl/>
        </w:rPr>
        <w:br w:type="page"/>
      </w:r>
    </w:p>
    <w:p w:rsidR="000B1036" w:rsidRDefault="000B1036" w:rsidP="00A5546B">
      <w:pPr>
        <w:pStyle w:val="Heading3Center"/>
      </w:pPr>
      <w:bookmarkStart w:id="57" w:name="34"/>
      <w:bookmarkStart w:id="58" w:name="_Toc430519767"/>
      <w:r w:rsidRPr="00A5546B">
        <w:rPr>
          <w:rtl/>
        </w:rPr>
        <w:t>دمي ودمعي</w:t>
      </w:r>
      <w:r w:rsidRPr="000B1036">
        <w:rPr>
          <w:rStyle w:val="libFootnotenumChar"/>
          <w:rtl/>
        </w:rPr>
        <w:t>(</w:t>
      </w:r>
      <w:r w:rsidRPr="000B1036">
        <w:rPr>
          <w:rStyle w:val="libFootnotenumChar"/>
          <w:rFonts w:hint="cs"/>
          <w:rtl/>
        </w:rPr>
        <w:t>1</w:t>
      </w:r>
      <w:r w:rsidRPr="000B1036">
        <w:rPr>
          <w:rStyle w:val="libFootnotenumChar"/>
          <w:rtl/>
        </w:rPr>
        <w:t>)</w:t>
      </w:r>
      <w:bookmarkEnd w:id="57"/>
      <w:bookmarkEnd w:id="58"/>
    </w:p>
    <w:tbl>
      <w:tblPr>
        <w:tblStyle w:val="TableGrid"/>
        <w:bidiVisual/>
        <w:tblW w:w="4562" w:type="pct"/>
        <w:tblInd w:w="384" w:type="dxa"/>
        <w:tblLook w:val="04A0"/>
      </w:tblPr>
      <w:tblGrid>
        <w:gridCol w:w="3536"/>
        <w:gridCol w:w="272"/>
        <w:gridCol w:w="3502"/>
      </w:tblGrid>
      <w:tr w:rsidR="00811C59" w:rsidTr="00811C59">
        <w:trPr>
          <w:trHeight w:val="350"/>
        </w:trPr>
        <w:tc>
          <w:tcPr>
            <w:tcW w:w="3536" w:type="dxa"/>
          </w:tcPr>
          <w:p w:rsidR="00811C59" w:rsidRDefault="00811C59" w:rsidP="00811C59">
            <w:pPr>
              <w:pStyle w:val="libPoem"/>
            </w:pPr>
            <w:r>
              <w:rPr>
                <w:rtl/>
              </w:rPr>
              <w:t>مالك يا قاتلي ومالي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حملتني في جفاك مالا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أترمي بي المرامي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ولم تعطني المراما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ودمعي عليك هامي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وفيك الفؤاد هاما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هب القلب فيك دامي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وفيه الغرام داما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فالجور في الحب قد حلا لي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وإن تُصَيِّرْ دمي حلالا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فيا من سبى المعنّى</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بعينيه سحر بابل</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وغصنا متى تثنَّى</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يهج في الحشا بلابل</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لئن جار أو تجنَّى</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فما القلب عنه عادل</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أنفقت صبري به ومالي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وليته رقَّ لي ومالا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بنفسي فديت بدرا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به العارفون تاهوا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حمى باللحاظ ثغرا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روى القلب في لماه</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أحال الوصال هجرا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وما حلتُ عن هواه</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هيهات يغدو الفؤاد سالي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دمي ودمعي عليه سالا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حماني عن الرقاد</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وشمل الوصال شتّتْ</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وأصفيته ودادي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ولكن لحبله بت</w:t>
            </w:r>
            <w:r w:rsidRPr="00725071">
              <w:rPr>
                <w:rStyle w:val="libPoemTiniChar0"/>
                <w:rtl/>
              </w:rPr>
              <w:br/>
              <w:t> </w:t>
            </w:r>
          </w:p>
        </w:tc>
      </w:tr>
    </w:tbl>
    <w:p w:rsidR="000B1036" w:rsidRDefault="003D6158" w:rsidP="00191E3C">
      <w:pPr>
        <w:pStyle w:val="libLine"/>
        <w:rPr>
          <w:rtl/>
        </w:rPr>
      </w:pPr>
      <w:r>
        <w:rPr>
          <w:rtl/>
        </w:rPr>
        <w:t>____________________</w:t>
      </w:r>
    </w:p>
    <w:p w:rsidR="00A5546B" w:rsidRDefault="00DC3F77" w:rsidP="00A5546B">
      <w:pPr>
        <w:pStyle w:val="libFootnote0"/>
        <w:rPr>
          <w:rtl/>
        </w:rPr>
      </w:pPr>
      <w:r>
        <w:rPr>
          <w:rFonts w:hint="cs"/>
          <w:rtl/>
        </w:rPr>
        <w:t>1</w:t>
      </w:r>
      <w:r w:rsidR="000B1036">
        <w:rPr>
          <w:rtl/>
        </w:rPr>
        <w:t xml:space="preserve"> - قالها في صديقه الشاعر العلامة الشيخ رضا الاصفهاني.</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811C59" w:rsidTr="00811C59">
        <w:trPr>
          <w:trHeight w:val="350"/>
        </w:trPr>
        <w:tc>
          <w:tcPr>
            <w:tcW w:w="3536" w:type="dxa"/>
          </w:tcPr>
          <w:p w:rsidR="00811C59" w:rsidRDefault="00811C59" w:rsidP="00811C59">
            <w:pPr>
              <w:pStyle w:val="libPoem"/>
            </w:pPr>
            <w:r>
              <w:rPr>
                <w:rtl/>
              </w:rPr>
              <w:t>وذي حبة الفؤاد</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على وجنتيه فُتَّتْ</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ما زال منّي الفؤاد خالي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حتى تراءت عليه خالا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رشا من نواه خفت</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لان اللقا أماني</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رماني وقد ألفت</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هواه إلى هواني</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ولكن به شغفت</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وإن كان قد قلاني</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لم أستمع فيه وهو قالي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قيلا لعذَّاله وقالا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دعوني فكل صبِّ</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بذا العيسوي‌يُعْذَرْ</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ففي وجنتيه لبي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كماء الصبا تحيَّر</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sidRPr="00A5546B">
              <w:rPr>
                <w:rtl/>
              </w:rPr>
              <w:t>وما حيلتي وقلبي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sidRPr="00A5546B">
              <w:rPr>
                <w:rtl/>
              </w:rPr>
              <w:t>بشرع الهوى تَنَصَّرْ</w:t>
            </w:r>
            <w:r w:rsidRPr="000B1036">
              <w:rPr>
                <w:rStyle w:val="libFootnotenumChar"/>
                <w:rtl/>
              </w:rPr>
              <w:t>(</w:t>
            </w:r>
            <w:r w:rsidRPr="000B1036">
              <w:rPr>
                <w:rStyle w:val="libFootnotenumChar"/>
                <w:rFonts w:hint="cs"/>
                <w:rtl/>
              </w:rPr>
              <w:t>1</w:t>
            </w:r>
            <w:r w:rsidRPr="000B1036">
              <w:rPr>
                <w:rStyle w:val="libFootnotenumChar"/>
                <w:rtl/>
              </w:rPr>
              <w:t>)</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ليس لعيني سواه حالي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فالرشد والنسك فيه حالا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فعطفا على مولَّهْ</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بدين الهوى يدينك</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أغصنَ الاراك لِنْ لَهْ</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فقد جاء يستلينك</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له في حماك قبله</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وقرآنه جبينك</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في وجهك الحسن قد تلا لي</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سورة والشمس إذا تلالا</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بشهدٍ ملات فاكا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وعوضتني بصبري</w:t>
            </w:r>
            <w:r w:rsidRPr="00725071">
              <w:rPr>
                <w:rStyle w:val="libPoemTiniChar0"/>
                <w:rtl/>
              </w:rPr>
              <w:br/>
              <w:t> </w:t>
            </w:r>
          </w:p>
        </w:tc>
      </w:tr>
      <w:tr w:rsidR="00811C59" w:rsidTr="00811C59">
        <w:trPr>
          <w:trHeight w:val="350"/>
        </w:trPr>
        <w:tc>
          <w:tcPr>
            <w:tcW w:w="3536" w:type="dxa"/>
          </w:tcPr>
          <w:p w:rsidR="00811C59" w:rsidRDefault="00811C59" w:rsidP="00811C59">
            <w:pPr>
              <w:pStyle w:val="libPoem"/>
            </w:pPr>
            <w:r>
              <w:rPr>
                <w:rtl/>
              </w:rPr>
              <w:t>فإن متُّ في جفاكا</w:t>
            </w:r>
            <w:r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811C59" w:rsidP="00811C59">
            <w:pPr>
              <w:pStyle w:val="libPoem"/>
            </w:pPr>
            <w:r>
              <w:rPr>
                <w:rtl/>
              </w:rPr>
              <w:t>فدعني هواي عذري</w:t>
            </w:r>
            <w:r w:rsidRPr="00725071">
              <w:rPr>
                <w:rStyle w:val="libPoemTiniChar0"/>
                <w:rtl/>
              </w:rPr>
              <w:br/>
              <w:t> </w:t>
            </w:r>
          </w:p>
        </w:tc>
      </w:tr>
      <w:tr w:rsidR="00811C59" w:rsidTr="00811C59">
        <w:trPr>
          <w:trHeight w:val="350"/>
        </w:trPr>
        <w:tc>
          <w:tcPr>
            <w:tcW w:w="3536" w:type="dxa"/>
          </w:tcPr>
          <w:p w:rsidR="00811C59" w:rsidRDefault="00D566F0" w:rsidP="00811C59">
            <w:pPr>
              <w:pStyle w:val="libPoem"/>
            </w:pPr>
            <w:r>
              <w:rPr>
                <w:rtl/>
              </w:rPr>
              <w:t>وإن استمل وفاكا</w:t>
            </w:r>
            <w:r w:rsidR="00811C59" w:rsidRPr="00725071">
              <w:rPr>
                <w:rStyle w:val="libPoemTiniChar0"/>
                <w:rtl/>
              </w:rPr>
              <w:br/>
              <w:t> </w:t>
            </w:r>
          </w:p>
        </w:tc>
        <w:tc>
          <w:tcPr>
            <w:tcW w:w="272" w:type="dxa"/>
          </w:tcPr>
          <w:p w:rsidR="00811C59" w:rsidRDefault="00811C59" w:rsidP="00811C59">
            <w:pPr>
              <w:pStyle w:val="libPoem"/>
              <w:rPr>
                <w:rtl/>
              </w:rPr>
            </w:pPr>
          </w:p>
        </w:tc>
        <w:tc>
          <w:tcPr>
            <w:tcW w:w="3502" w:type="dxa"/>
          </w:tcPr>
          <w:p w:rsidR="00811C59" w:rsidRDefault="00D566F0" w:rsidP="00811C59">
            <w:pPr>
              <w:pStyle w:val="libPoem"/>
            </w:pPr>
            <w:r>
              <w:rPr>
                <w:rtl/>
              </w:rPr>
              <w:t>بشعري فليت شعري</w:t>
            </w:r>
            <w:r w:rsidR="00811C59" w:rsidRPr="00725071">
              <w:rPr>
                <w:rStyle w:val="libPoemTiniChar0"/>
                <w:rtl/>
              </w:rPr>
              <w:br/>
              <w:t> </w:t>
            </w:r>
          </w:p>
        </w:tc>
      </w:tr>
    </w:tbl>
    <w:p w:rsidR="000B1036" w:rsidRDefault="003D6158" w:rsidP="00191E3C">
      <w:pPr>
        <w:pStyle w:val="libLine"/>
        <w:rPr>
          <w:rtl/>
        </w:rPr>
      </w:pPr>
      <w:r>
        <w:rPr>
          <w:rtl/>
        </w:rPr>
        <w:t>____________________</w:t>
      </w:r>
    </w:p>
    <w:p w:rsidR="000B1036" w:rsidRDefault="00DC3F77" w:rsidP="00A5546B">
      <w:pPr>
        <w:pStyle w:val="libFootnote0"/>
        <w:rPr>
          <w:rtl/>
        </w:rPr>
      </w:pPr>
      <w:r>
        <w:rPr>
          <w:rFonts w:hint="cs"/>
          <w:rtl/>
        </w:rPr>
        <w:t>1</w:t>
      </w:r>
      <w:r w:rsidR="000B1036">
        <w:rPr>
          <w:rtl/>
        </w:rPr>
        <w:t xml:space="preserve"> - كتب السيد الرضا بعد فراغه من نظم هذه القصيدة يقول: هذا البيت تلميح إلى مطلع قصيدة نظمها الشيخ المزبور أولها:</w:t>
      </w:r>
    </w:p>
    <w:tbl>
      <w:tblPr>
        <w:tblStyle w:val="TableGrid"/>
        <w:bidiVisual/>
        <w:tblW w:w="4562" w:type="pct"/>
        <w:tblInd w:w="384" w:type="dxa"/>
        <w:tblLook w:val="04A0"/>
      </w:tblPr>
      <w:tblGrid>
        <w:gridCol w:w="3536"/>
        <w:gridCol w:w="272"/>
        <w:gridCol w:w="3502"/>
      </w:tblGrid>
      <w:tr w:rsidR="00811C59" w:rsidTr="00811C59">
        <w:trPr>
          <w:trHeight w:val="350"/>
        </w:trPr>
        <w:tc>
          <w:tcPr>
            <w:tcW w:w="3536" w:type="dxa"/>
          </w:tcPr>
          <w:p w:rsidR="00811C59" w:rsidRDefault="00D566F0" w:rsidP="00D566F0">
            <w:pPr>
              <w:pStyle w:val="libPoemFootnote"/>
            </w:pPr>
            <w:r>
              <w:rPr>
                <w:rtl/>
              </w:rPr>
              <w:t>قلبي بشرع الهوى تنصر</w:t>
            </w:r>
            <w:r w:rsidR="00811C59" w:rsidRPr="00725071">
              <w:rPr>
                <w:rStyle w:val="libPoemTiniChar0"/>
                <w:rtl/>
              </w:rPr>
              <w:br/>
              <w:t> </w:t>
            </w:r>
          </w:p>
        </w:tc>
        <w:tc>
          <w:tcPr>
            <w:tcW w:w="272" w:type="dxa"/>
          </w:tcPr>
          <w:p w:rsidR="00811C59" w:rsidRDefault="00811C59" w:rsidP="00D566F0">
            <w:pPr>
              <w:pStyle w:val="libPoemFootnote"/>
              <w:rPr>
                <w:rtl/>
              </w:rPr>
            </w:pPr>
          </w:p>
        </w:tc>
        <w:tc>
          <w:tcPr>
            <w:tcW w:w="3502" w:type="dxa"/>
          </w:tcPr>
          <w:p w:rsidR="00811C59" w:rsidRDefault="00D566F0" w:rsidP="00D566F0">
            <w:pPr>
              <w:pStyle w:val="libPoemFootnote"/>
            </w:pPr>
            <w:r>
              <w:rPr>
                <w:rtl/>
              </w:rPr>
              <w:t>شوقا إلى خصره المزنَّرْ</w:t>
            </w:r>
            <w:r w:rsidR="00811C59" w:rsidRPr="00725071">
              <w:rPr>
                <w:rStyle w:val="libPoemTiniChar0"/>
                <w:rtl/>
              </w:rPr>
              <w:br/>
              <w:t> </w:t>
            </w:r>
          </w:p>
        </w:tc>
      </w:tr>
    </w:tbl>
    <w:p w:rsidR="000B1036" w:rsidRDefault="000B1036" w:rsidP="00A5546B">
      <w:pPr>
        <w:pStyle w:val="libFootnote0"/>
        <w:rPr>
          <w:rtl/>
        </w:rPr>
      </w:pPr>
      <w:r>
        <w:rPr>
          <w:rtl/>
        </w:rPr>
        <w:t>وما أحسن قوله منها:</w:t>
      </w:r>
    </w:p>
    <w:tbl>
      <w:tblPr>
        <w:tblStyle w:val="TableGrid"/>
        <w:bidiVisual/>
        <w:tblW w:w="4562" w:type="pct"/>
        <w:tblInd w:w="384" w:type="dxa"/>
        <w:tblLook w:val="04A0"/>
      </w:tblPr>
      <w:tblGrid>
        <w:gridCol w:w="3536"/>
        <w:gridCol w:w="272"/>
        <w:gridCol w:w="3502"/>
      </w:tblGrid>
      <w:tr w:rsidR="00811C59" w:rsidTr="00811C59">
        <w:trPr>
          <w:trHeight w:val="350"/>
        </w:trPr>
        <w:tc>
          <w:tcPr>
            <w:tcW w:w="3536" w:type="dxa"/>
          </w:tcPr>
          <w:p w:rsidR="00811C59" w:rsidRDefault="00D566F0" w:rsidP="00D566F0">
            <w:pPr>
              <w:pStyle w:val="libPoemFootnote"/>
            </w:pPr>
            <w:r>
              <w:rPr>
                <w:rtl/>
              </w:rPr>
              <w:t>وربَّ وعد بلثم خد</w:t>
            </w:r>
            <w:r w:rsidR="00811C59" w:rsidRPr="00725071">
              <w:rPr>
                <w:rStyle w:val="libPoemTiniChar0"/>
                <w:rtl/>
              </w:rPr>
              <w:br/>
              <w:t> </w:t>
            </w:r>
          </w:p>
        </w:tc>
        <w:tc>
          <w:tcPr>
            <w:tcW w:w="272" w:type="dxa"/>
          </w:tcPr>
          <w:p w:rsidR="00811C59" w:rsidRDefault="00811C59" w:rsidP="00D566F0">
            <w:pPr>
              <w:pStyle w:val="libPoemFootnote"/>
              <w:rPr>
                <w:rtl/>
              </w:rPr>
            </w:pPr>
          </w:p>
        </w:tc>
        <w:tc>
          <w:tcPr>
            <w:tcW w:w="3502" w:type="dxa"/>
          </w:tcPr>
          <w:p w:rsidR="00811C59" w:rsidRDefault="00D566F0" w:rsidP="00D566F0">
            <w:pPr>
              <w:pStyle w:val="libPoemFootnote"/>
            </w:pPr>
            <w:r>
              <w:rPr>
                <w:rtl/>
              </w:rPr>
              <w:t>جاد به بعدما تعذر</w:t>
            </w:r>
            <w:r w:rsidR="00811C59" w:rsidRPr="00725071">
              <w:rPr>
                <w:rStyle w:val="libPoemTiniChar0"/>
                <w:rtl/>
              </w:rPr>
              <w:br/>
              <w:t> </w:t>
            </w:r>
          </w:p>
        </w:tc>
      </w:tr>
    </w:tbl>
    <w:p w:rsidR="000B1036" w:rsidRDefault="000B1036" w:rsidP="00A5546B">
      <w:pPr>
        <w:pStyle w:val="libFootnote0"/>
        <w:rPr>
          <w:rtl/>
        </w:rPr>
      </w:pPr>
      <w:r>
        <w:rPr>
          <w:rtl/>
        </w:rPr>
        <w:t>وقوله:</w:t>
      </w:r>
    </w:p>
    <w:tbl>
      <w:tblPr>
        <w:tblStyle w:val="TableGrid"/>
        <w:bidiVisual/>
        <w:tblW w:w="4562" w:type="pct"/>
        <w:tblInd w:w="384" w:type="dxa"/>
        <w:tblLook w:val="04A0"/>
      </w:tblPr>
      <w:tblGrid>
        <w:gridCol w:w="3536"/>
        <w:gridCol w:w="272"/>
        <w:gridCol w:w="3502"/>
      </w:tblGrid>
      <w:tr w:rsidR="00811C59" w:rsidTr="00811C59">
        <w:trPr>
          <w:trHeight w:val="350"/>
        </w:trPr>
        <w:tc>
          <w:tcPr>
            <w:tcW w:w="3536" w:type="dxa"/>
          </w:tcPr>
          <w:p w:rsidR="00811C59" w:rsidRDefault="00D566F0" w:rsidP="00D566F0">
            <w:pPr>
              <w:pStyle w:val="libPoemFootnote"/>
            </w:pPr>
            <w:r>
              <w:rPr>
                <w:rtl/>
              </w:rPr>
              <w:t>صغَّره عاذلي ولما</w:t>
            </w:r>
            <w:r w:rsidR="00811C59" w:rsidRPr="00725071">
              <w:rPr>
                <w:rStyle w:val="libPoemTiniChar0"/>
                <w:rtl/>
              </w:rPr>
              <w:br/>
              <w:t> </w:t>
            </w:r>
          </w:p>
        </w:tc>
        <w:tc>
          <w:tcPr>
            <w:tcW w:w="272" w:type="dxa"/>
          </w:tcPr>
          <w:p w:rsidR="00811C59" w:rsidRDefault="00811C59" w:rsidP="00D566F0">
            <w:pPr>
              <w:pStyle w:val="libPoemFootnote"/>
              <w:rPr>
                <w:rtl/>
              </w:rPr>
            </w:pPr>
          </w:p>
        </w:tc>
        <w:tc>
          <w:tcPr>
            <w:tcW w:w="3502" w:type="dxa"/>
          </w:tcPr>
          <w:p w:rsidR="00811C59" w:rsidRDefault="00D566F0" w:rsidP="00D566F0">
            <w:pPr>
              <w:pStyle w:val="libPoemFootnote"/>
            </w:pPr>
            <w:r>
              <w:rPr>
                <w:rtl/>
              </w:rPr>
              <w:t>شاهد ذاك الجمال كَبَّرْ</w:t>
            </w:r>
            <w:r w:rsidR="00811C59" w:rsidRPr="00725071">
              <w:rPr>
                <w:rStyle w:val="libPoemTiniChar0"/>
                <w:rtl/>
              </w:rPr>
              <w:br/>
              <w:t> </w:t>
            </w:r>
          </w:p>
        </w:tc>
      </w:tr>
    </w:tbl>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D566F0" w:rsidTr="00D566F0">
        <w:trPr>
          <w:trHeight w:val="350"/>
        </w:trPr>
        <w:tc>
          <w:tcPr>
            <w:tcW w:w="3536" w:type="dxa"/>
          </w:tcPr>
          <w:p w:rsidR="00D566F0" w:rsidRDefault="00D566F0" w:rsidP="003D16CF">
            <w:pPr>
              <w:pStyle w:val="libPoem"/>
            </w:pPr>
            <w:r>
              <w:rPr>
                <w:rtl/>
              </w:rPr>
              <w:t>تنعم لي خاطري وبالي</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أم فيك تغدو المنى وبالا</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تعللت عن لقاه</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بطيف من الخيال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ولم يبق في جفاه</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بقلبي سوى توالي</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قضى اللّه لي نواه</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رضا بالذي قضى لي</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عسى الرضا منعشا توالي</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قلبي بجود له توالي</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بحبل الرضا تمسَّكْ</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وكن ماسكا عراه</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وفي ذكره تمسك</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فالمسك في شذاه</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حمى الدهر إن تمسك</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عواديه في حماه</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لانّه للامور والي</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له الزمان العنيد والى</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نماه إلى الجلال</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أب ماجد وجدُّ</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وخصاه بالكمال</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له همة وجد</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مجاروه في المعالي</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وإن شمروا وجدوا</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تسافلوا عن أشم عالي</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سمح بكل الانام عالا</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بما فيك من معاني</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بديع البيان كلا</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وكلفتها لساني</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فكانت عليه كلا</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وما العجز في بياني</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لفرط القصور كلا</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بل يا أبا المجد أنت عالي</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معناك عن وهمنا تعالى</w:t>
            </w:r>
            <w:r w:rsidRPr="00725071">
              <w:rPr>
                <w:rStyle w:val="libPoemTiniChar0"/>
                <w:rtl/>
              </w:rPr>
              <w:br/>
              <w:t> </w:t>
            </w:r>
          </w:p>
        </w:tc>
      </w:tr>
    </w:tbl>
    <w:p w:rsidR="00A5546B" w:rsidRDefault="00A5546B" w:rsidP="00A5546B">
      <w:pPr>
        <w:pStyle w:val="libNormal"/>
        <w:rPr>
          <w:rtl/>
        </w:rPr>
      </w:pPr>
      <w:r>
        <w:rPr>
          <w:rtl/>
        </w:rPr>
        <w:br w:type="page"/>
      </w:r>
    </w:p>
    <w:p w:rsidR="000B1036" w:rsidRDefault="000B1036" w:rsidP="00A5546B">
      <w:pPr>
        <w:pStyle w:val="Heading3Center"/>
        <w:rPr>
          <w:rtl/>
        </w:rPr>
      </w:pPr>
      <w:bookmarkStart w:id="59" w:name="35"/>
      <w:bookmarkStart w:id="60" w:name="_Toc430519768"/>
      <w:r w:rsidRPr="00A5546B">
        <w:rPr>
          <w:rtl/>
        </w:rPr>
        <w:t>أقبل نشوان</w:t>
      </w:r>
      <w:r w:rsidRPr="000B1036">
        <w:rPr>
          <w:rStyle w:val="libFootnotenumChar"/>
          <w:rtl/>
        </w:rPr>
        <w:t>(</w:t>
      </w:r>
      <w:r w:rsidRPr="000B1036">
        <w:rPr>
          <w:rStyle w:val="libFootnotenumChar"/>
          <w:rFonts w:hint="cs"/>
          <w:rtl/>
        </w:rPr>
        <w:t>1</w:t>
      </w:r>
      <w:r w:rsidRPr="000B1036">
        <w:rPr>
          <w:rStyle w:val="libFootnotenumChar"/>
          <w:rtl/>
        </w:rPr>
        <w:t>)</w:t>
      </w:r>
      <w:bookmarkEnd w:id="59"/>
      <w:bookmarkEnd w:id="60"/>
    </w:p>
    <w:tbl>
      <w:tblPr>
        <w:tblStyle w:val="TableGrid"/>
        <w:bidiVisual/>
        <w:tblW w:w="4562" w:type="pct"/>
        <w:tblInd w:w="384" w:type="dxa"/>
        <w:tblLook w:val="04A0"/>
      </w:tblPr>
      <w:tblGrid>
        <w:gridCol w:w="3536"/>
        <w:gridCol w:w="272"/>
        <w:gridCol w:w="3502"/>
      </w:tblGrid>
      <w:tr w:rsidR="00D566F0" w:rsidTr="00D566F0">
        <w:trPr>
          <w:trHeight w:val="350"/>
        </w:trPr>
        <w:tc>
          <w:tcPr>
            <w:tcW w:w="3536" w:type="dxa"/>
          </w:tcPr>
          <w:p w:rsidR="00D566F0" w:rsidRDefault="00D566F0" w:rsidP="003D16CF">
            <w:pPr>
              <w:pStyle w:val="libPoem"/>
            </w:pPr>
            <w:r>
              <w:rPr>
                <w:rtl/>
              </w:rPr>
              <w:t>في مطلع الاقبال بدر الحسان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لاح وفي كفيه شمس الطلا</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فاسعد مدى الدهر بهذا القران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واستقبل العيش فقد أقبلا</w:t>
            </w:r>
            <w:r w:rsidRPr="00725071">
              <w:rPr>
                <w:rStyle w:val="libPoemTiniChar0"/>
                <w:rtl/>
              </w:rPr>
              <w:br/>
              <w:t> </w:t>
            </w:r>
          </w:p>
        </w:tc>
      </w:tr>
    </w:tbl>
    <w:p w:rsidR="000B1036" w:rsidRDefault="000B1036" w:rsidP="00A5546B">
      <w:pPr>
        <w:pStyle w:val="libPoemCenter"/>
        <w:rPr>
          <w:rtl/>
        </w:rPr>
      </w:pPr>
      <w:r>
        <w:rPr>
          <w:rtl/>
        </w:rPr>
        <w:t>***</w:t>
      </w:r>
    </w:p>
    <w:tbl>
      <w:tblPr>
        <w:tblStyle w:val="TableGrid"/>
        <w:bidiVisual/>
        <w:tblW w:w="4562" w:type="pct"/>
        <w:tblInd w:w="384" w:type="dxa"/>
        <w:tblLook w:val="04A0"/>
      </w:tblPr>
      <w:tblGrid>
        <w:gridCol w:w="3536"/>
        <w:gridCol w:w="272"/>
        <w:gridCol w:w="3502"/>
      </w:tblGrid>
      <w:tr w:rsidR="00D566F0" w:rsidTr="00D566F0">
        <w:trPr>
          <w:trHeight w:val="350"/>
        </w:trPr>
        <w:tc>
          <w:tcPr>
            <w:tcW w:w="3536" w:type="dxa"/>
          </w:tcPr>
          <w:p w:rsidR="00D566F0" w:rsidRDefault="00D566F0" w:rsidP="003D16CF">
            <w:pPr>
              <w:pStyle w:val="libPoem"/>
            </w:pPr>
            <w:r>
              <w:rPr>
                <w:rtl/>
              </w:rPr>
              <w:t>أقبل نشوان وفرط الحيا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مكلل وجنته بالعرقْ</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ما الورد مطلولا بماء الحيا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أشف منها حمرة أو أرقْ</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يرنو بنجلاوين كم أوحيا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سحرا يزيد الوجد لي والارق</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منعطف فوقهما حاجبان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كنوني الكاتب إن مُثِّلا</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أو مثل قوسين ولا يرميان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إلاّ أصابا منِّي المقتلا</w:t>
            </w:r>
            <w:r w:rsidRPr="00725071">
              <w:rPr>
                <w:rStyle w:val="libPoemTiniChar0"/>
                <w:rtl/>
              </w:rPr>
              <w:br/>
              <w:t> </w:t>
            </w:r>
          </w:p>
        </w:tc>
      </w:tr>
    </w:tbl>
    <w:p w:rsidR="000B1036" w:rsidRDefault="000B1036" w:rsidP="00A5546B">
      <w:pPr>
        <w:pStyle w:val="libPoemCenter"/>
        <w:rPr>
          <w:rtl/>
        </w:rPr>
      </w:pPr>
      <w:r>
        <w:rPr>
          <w:rtl/>
        </w:rPr>
        <w:t>***</w:t>
      </w:r>
    </w:p>
    <w:tbl>
      <w:tblPr>
        <w:tblStyle w:val="TableGrid"/>
        <w:bidiVisual/>
        <w:tblW w:w="4562" w:type="pct"/>
        <w:tblInd w:w="384" w:type="dxa"/>
        <w:tblLook w:val="04A0"/>
      </w:tblPr>
      <w:tblGrid>
        <w:gridCol w:w="3536"/>
        <w:gridCol w:w="272"/>
        <w:gridCol w:w="3502"/>
      </w:tblGrid>
      <w:tr w:rsidR="00D566F0" w:rsidTr="00D566F0">
        <w:trPr>
          <w:trHeight w:val="350"/>
        </w:trPr>
        <w:tc>
          <w:tcPr>
            <w:tcW w:w="3536" w:type="dxa"/>
          </w:tcPr>
          <w:p w:rsidR="00D566F0" w:rsidRDefault="00D566F0" w:rsidP="003D16CF">
            <w:pPr>
              <w:pStyle w:val="libPoem"/>
            </w:pPr>
            <w:r>
              <w:rPr>
                <w:rtl/>
              </w:rPr>
              <w:t>أقبل يثني لي من قدِّه</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غصنا له الدلُّ نسيم الصبا</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والحسن قد فتَّح في خده</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وردا عليه ماج ماء الصبا</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فأرسل المسود من جعده</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أفعى ولوَّى صدغه عقربا</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كيف اجتناء الورد والحارسان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بحفظ ذاك الروض قد وكِّلا</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من لي لو أنهمايغفلان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وآفة الحارس أن يغفلا</w:t>
            </w:r>
            <w:r w:rsidRPr="00725071">
              <w:rPr>
                <w:rStyle w:val="libPoemTiniChar0"/>
                <w:rtl/>
              </w:rPr>
              <w:br/>
              <w:t> </w:t>
            </w:r>
          </w:p>
        </w:tc>
      </w:tr>
    </w:tbl>
    <w:p w:rsidR="000B1036" w:rsidRDefault="000B1036" w:rsidP="00A5546B">
      <w:pPr>
        <w:pStyle w:val="libPoemCenter"/>
        <w:rPr>
          <w:rtl/>
        </w:rPr>
      </w:pPr>
      <w:r>
        <w:rPr>
          <w:rtl/>
        </w:rPr>
        <w:t>***</w:t>
      </w:r>
    </w:p>
    <w:p w:rsidR="000B1036" w:rsidRDefault="003D6158" w:rsidP="00191E3C">
      <w:pPr>
        <w:pStyle w:val="libLine"/>
        <w:rPr>
          <w:rtl/>
        </w:rPr>
      </w:pPr>
      <w:r>
        <w:rPr>
          <w:rtl/>
        </w:rPr>
        <w:t>____________________</w:t>
      </w:r>
    </w:p>
    <w:p w:rsidR="00A5546B" w:rsidRDefault="000B1036" w:rsidP="00A5546B">
      <w:pPr>
        <w:pStyle w:val="libFootnote0"/>
        <w:rPr>
          <w:rtl/>
        </w:rPr>
      </w:pPr>
      <w:r>
        <w:rPr>
          <w:rFonts w:hint="cs"/>
          <w:rtl/>
        </w:rPr>
        <w:t>1</w:t>
      </w:r>
      <w:r>
        <w:rPr>
          <w:rtl/>
        </w:rPr>
        <w:t xml:space="preserve"> - قالها في عرس الشيخ سعيد الشيخ اسماعيل الخليلي، ولم نعثر إلاّ على هذا الجزء من القصيدة.</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D566F0" w:rsidTr="00D566F0">
        <w:trPr>
          <w:trHeight w:val="350"/>
        </w:trPr>
        <w:tc>
          <w:tcPr>
            <w:tcW w:w="3536" w:type="dxa"/>
          </w:tcPr>
          <w:p w:rsidR="00D566F0" w:rsidRDefault="00D566F0" w:rsidP="003D16CF">
            <w:pPr>
              <w:pStyle w:val="libPoem"/>
            </w:pPr>
            <w:r>
              <w:rPr>
                <w:rtl/>
              </w:rPr>
              <w:t>أقبل يسقي من كؤوس الرحيق</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صرفا أطال الدنُّ تعتيقَهُ</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ويصبغ الدر بلون العقيق</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إن صبَّ في الكأس أباريقه</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لكنه جاد بمرٍّ عتيق</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على الندامى وأبى ريقه</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صرفان لو أنهما يمزجان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لانعشا الاموات بعد البلى</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فخذ من المحبوب كأس الدنان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واصبر فكم بالصبر مرُّ حلا</w:t>
            </w:r>
            <w:r w:rsidRPr="00725071">
              <w:rPr>
                <w:rStyle w:val="libPoemTiniChar0"/>
                <w:rtl/>
              </w:rPr>
              <w:br/>
              <w:t> </w:t>
            </w:r>
          </w:p>
        </w:tc>
      </w:tr>
    </w:tbl>
    <w:p w:rsidR="000B1036" w:rsidRDefault="000B1036" w:rsidP="00A5546B">
      <w:pPr>
        <w:pStyle w:val="libPoemCenter"/>
        <w:rPr>
          <w:rtl/>
        </w:rPr>
      </w:pPr>
      <w:r>
        <w:rPr>
          <w:rtl/>
        </w:rPr>
        <w:t>***</w:t>
      </w:r>
    </w:p>
    <w:tbl>
      <w:tblPr>
        <w:tblStyle w:val="TableGrid"/>
        <w:bidiVisual/>
        <w:tblW w:w="4562" w:type="pct"/>
        <w:tblInd w:w="384" w:type="dxa"/>
        <w:tblLook w:val="04A0"/>
      </w:tblPr>
      <w:tblGrid>
        <w:gridCol w:w="3536"/>
        <w:gridCol w:w="272"/>
        <w:gridCol w:w="3502"/>
      </w:tblGrid>
      <w:tr w:rsidR="00D566F0" w:rsidTr="00D566F0">
        <w:trPr>
          <w:trHeight w:val="350"/>
        </w:trPr>
        <w:tc>
          <w:tcPr>
            <w:tcW w:w="3536" w:type="dxa"/>
          </w:tcPr>
          <w:p w:rsidR="00D566F0" w:rsidRDefault="00D566F0" w:rsidP="003D16CF">
            <w:pPr>
              <w:pStyle w:val="libPoem"/>
            </w:pPr>
            <w:r>
              <w:rPr>
                <w:rtl/>
              </w:rPr>
              <w:t>يا سالبا عيني طيب الهجود</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وملبسا جسمي ثوب الضنى</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لا أنت بالوصل علينا تجود</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ولا أنا أسلو لطول العنا</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ولم يزل حظّي منك الصدود</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أعلل النفس بطول المنى</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إن شئت فارحم مستهام الجنان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وباللقا فامنحه بعد القلى</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أو لا، فقد أرخى إليك العنان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فافعل به ما شئت أن تفعلا</w:t>
            </w:r>
            <w:r w:rsidRPr="00725071">
              <w:rPr>
                <w:rStyle w:val="libPoemTiniChar0"/>
                <w:rtl/>
              </w:rPr>
              <w:br/>
              <w:t> </w:t>
            </w:r>
          </w:p>
        </w:tc>
      </w:tr>
    </w:tbl>
    <w:p w:rsidR="000B1036" w:rsidRDefault="000B1036" w:rsidP="00A5546B">
      <w:pPr>
        <w:pStyle w:val="libPoemCenter"/>
        <w:rPr>
          <w:rtl/>
        </w:rPr>
      </w:pPr>
      <w:r>
        <w:rPr>
          <w:rtl/>
        </w:rPr>
        <w:t>***</w:t>
      </w:r>
    </w:p>
    <w:tbl>
      <w:tblPr>
        <w:tblStyle w:val="TableGrid"/>
        <w:bidiVisual/>
        <w:tblW w:w="4562" w:type="pct"/>
        <w:tblInd w:w="384" w:type="dxa"/>
        <w:tblLook w:val="04A0"/>
      </w:tblPr>
      <w:tblGrid>
        <w:gridCol w:w="3536"/>
        <w:gridCol w:w="272"/>
        <w:gridCol w:w="3502"/>
      </w:tblGrid>
      <w:tr w:rsidR="00D566F0" w:rsidTr="00D566F0">
        <w:trPr>
          <w:trHeight w:val="350"/>
        </w:trPr>
        <w:tc>
          <w:tcPr>
            <w:tcW w:w="3536" w:type="dxa"/>
          </w:tcPr>
          <w:p w:rsidR="00D566F0" w:rsidRDefault="00D566F0" w:rsidP="003D16CF">
            <w:pPr>
              <w:pStyle w:val="libPoem"/>
            </w:pPr>
            <w:r>
              <w:rPr>
                <w:rtl/>
              </w:rPr>
              <w:t>إن كنت فينا مبديا للجفا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فالدهر للامال فينا معيد</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وطاب لي الانس ووقتي صفا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إذ أسعد الدهر بعرس السعيد</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يا فرحة فيها زماني وفى</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فكل يوم لي بالبشر عيد</w:t>
            </w:r>
            <w:r w:rsidRPr="00725071">
              <w:rPr>
                <w:rStyle w:val="libPoemTiniChar0"/>
                <w:rtl/>
              </w:rPr>
              <w:br/>
              <w:t> </w:t>
            </w:r>
          </w:p>
        </w:tc>
      </w:tr>
    </w:tbl>
    <w:p w:rsidR="00A5546B" w:rsidRDefault="00A5546B" w:rsidP="00A5546B">
      <w:pPr>
        <w:pStyle w:val="libNormal"/>
        <w:rPr>
          <w:rtl/>
        </w:rPr>
      </w:pPr>
      <w:r>
        <w:rPr>
          <w:rtl/>
        </w:rPr>
        <w:br w:type="page"/>
      </w:r>
    </w:p>
    <w:p w:rsidR="000B1036" w:rsidRDefault="000B1036" w:rsidP="00A5546B">
      <w:pPr>
        <w:pStyle w:val="Heading3Center"/>
        <w:rPr>
          <w:rtl/>
        </w:rPr>
      </w:pPr>
      <w:bookmarkStart w:id="61" w:name="36"/>
      <w:bookmarkStart w:id="62" w:name="_Toc430519769"/>
      <w:r w:rsidRPr="00A5546B">
        <w:rPr>
          <w:rtl/>
        </w:rPr>
        <w:t>عرس الحسين</w:t>
      </w:r>
      <w:r w:rsidRPr="000B1036">
        <w:rPr>
          <w:rStyle w:val="libFootnotenumChar"/>
          <w:rtl/>
        </w:rPr>
        <w:t>(</w:t>
      </w:r>
      <w:r w:rsidRPr="000B1036">
        <w:rPr>
          <w:rStyle w:val="libFootnotenumChar"/>
          <w:rFonts w:hint="cs"/>
          <w:rtl/>
        </w:rPr>
        <w:t>1</w:t>
      </w:r>
      <w:r w:rsidRPr="000B1036">
        <w:rPr>
          <w:rStyle w:val="libFootnotenumChar"/>
          <w:rtl/>
        </w:rPr>
        <w:t>)</w:t>
      </w:r>
      <w:bookmarkEnd w:id="61"/>
      <w:bookmarkEnd w:id="62"/>
    </w:p>
    <w:tbl>
      <w:tblPr>
        <w:tblStyle w:val="TableGrid"/>
        <w:bidiVisual/>
        <w:tblW w:w="4562" w:type="pct"/>
        <w:tblInd w:w="384" w:type="dxa"/>
        <w:tblLook w:val="04A0"/>
      </w:tblPr>
      <w:tblGrid>
        <w:gridCol w:w="3536"/>
        <w:gridCol w:w="272"/>
        <w:gridCol w:w="3502"/>
      </w:tblGrid>
      <w:tr w:rsidR="00D566F0" w:rsidTr="00D566F0">
        <w:trPr>
          <w:trHeight w:val="350"/>
        </w:trPr>
        <w:tc>
          <w:tcPr>
            <w:tcW w:w="3536" w:type="dxa"/>
          </w:tcPr>
          <w:p w:rsidR="00D566F0" w:rsidRDefault="00D566F0" w:rsidP="003D16CF">
            <w:pPr>
              <w:pStyle w:val="libPoem"/>
            </w:pPr>
            <w:r>
              <w:rPr>
                <w:rtl/>
              </w:rPr>
              <w:t>عن ريقه روت الشمول</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معنى تطيش به العقولُ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وبجفنه مرَّ النسيم</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الغضُّ فهو به عليل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وبخده ولع الشقيـ</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ـقُ فشفَّ نضرته الذبول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والغصن مال لقدَّه</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ذلاًّ كذا من يستطيل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والطود حاول أن يوا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زنَ ردفه وكذا الثقيل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رشأ كحيل الناظريـ</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ـنِ فداؤه الرشأ الكحيل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حكَّمت عدل قوامه</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في مهجتي فغدا يميل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فسأرفض التحكيم إن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كانت كقامته العدول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إن قلت: أضناني النحو</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لُ يقول: بل خصري النحيل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أو قلت: قد طال الصدو</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دُ يقول: عادته يطول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أو قلت: أجملْ قال لي:</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أولى بك الصبر الجميل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لا تكثرنَّ من الشكا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يةِ إنني ظبيٌ ملول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أنا عالم بجميع ما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تخفي فقل ماذا تقول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اقنع بلقيا ساعة</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فالصب يرضيه القليل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يا سعد قد سمح الزما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نُ وقلما يسخو البخيل</w:t>
            </w:r>
            <w:r w:rsidRPr="00725071">
              <w:rPr>
                <w:rStyle w:val="libPoemTiniChar0"/>
                <w:rtl/>
              </w:rPr>
              <w:br/>
              <w:t> </w:t>
            </w:r>
          </w:p>
        </w:tc>
      </w:tr>
    </w:tbl>
    <w:p w:rsidR="000B1036" w:rsidRDefault="003D6158" w:rsidP="00191E3C">
      <w:pPr>
        <w:pStyle w:val="libLine"/>
        <w:rPr>
          <w:rtl/>
        </w:rPr>
      </w:pPr>
      <w:r>
        <w:rPr>
          <w:rtl/>
        </w:rPr>
        <w:t>____________________</w:t>
      </w:r>
    </w:p>
    <w:p w:rsidR="00A5546B" w:rsidRDefault="000B1036" w:rsidP="00A5546B">
      <w:pPr>
        <w:pStyle w:val="libFootnote0"/>
        <w:rPr>
          <w:rtl/>
        </w:rPr>
      </w:pPr>
      <w:r>
        <w:rPr>
          <w:rFonts w:hint="cs"/>
          <w:rtl/>
        </w:rPr>
        <w:t>1</w:t>
      </w:r>
      <w:r>
        <w:rPr>
          <w:rtl/>
        </w:rPr>
        <w:t xml:space="preserve"> - قالها في عرس ابن أخيه، العلامة السيد حسين نجل العلامة السيد باقر سنة 1345 هـ.</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D566F0" w:rsidTr="00D566F0">
        <w:trPr>
          <w:trHeight w:val="350"/>
        </w:trPr>
        <w:tc>
          <w:tcPr>
            <w:tcW w:w="3536" w:type="dxa"/>
          </w:tcPr>
          <w:p w:rsidR="00D566F0" w:rsidRDefault="00D566F0" w:rsidP="003D16CF">
            <w:pPr>
              <w:pStyle w:val="libPoem"/>
            </w:pPr>
            <w:r>
              <w:rPr>
                <w:rtl/>
              </w:rPr>
              <w:t>فأدر بكأسك جذوة</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بلهيبها يُطفى الغليل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واشرب فقد رقَّ الشما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لُ ضحى وروقت الشمول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والروض جنات من الـ</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أنهار فيها سلسبيل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والعندليب بلحنه للغصـ</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ـنِ أصبح يستميل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يروي لنا عرس الحسيـ</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ـنِ فكلنا طربا نميل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فرع نما وكذا الفرو</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ع إذا زكت منها الاصول</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فغدا مثالا للعلا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فلذاك عزَّ له المثيل</w:t>
            </w:r>
            <w:r w:rsidRPr="00725071">
              <w:rPr>
                <w:rStyle w:val="libPoemTiniChar0"/>
                <w:rtl/>
              </w:rPr>
              <w:br/>
              <w:t> </w:t>
            </w:r>
          </w:p>
        </w:tc>
      </w:tr>
    </w:tbl>
    <w:p w:rsidR="00A5546B" w:rsidRDefault="00A5546B" w:rsidP="00A5546B">
      <w:pPr>
        <w:pStyle w:val="libNormal"/>
        <w:rPr>
          <w:rtl/>
        </w:rPr>
      </w:pPr>
      <w:r>
        <w:rPr>
          <w:rtl/>
        </w:rPr>
        <w:br w:type="page"/>
      </w:r>
    </w:p>
    <w:p w:rsidR="000B1036" w:rsidRDefault="000B1036" w:rsidP="00A5546B">
      <w:pPr>
        <w:pStyle w:val="Heading3Center"/>
        <w:rPr>
          <w:rtl/>
        </w:rPr>
      </w:pPr>
      <w:bookmarkStart w:id="63" w:name="37"/>
      <w:bookmarkStart w:id="64" w:name="_Toc430519770"/>
      <w:r w:rsidRPr="00A5546B">
        <w:rPr>
          <w:rtl/>
        </w:rPr>
        <w:t>دعه يكابد</w:t>
      </w:r>
      <w:r w:rsidRPr="000B1036">
        <w:rPr>
          <w:rStyle w:val="libFootnotenumChar"/>
          <w:rtl/>
        </w:rPr>
        <w:t>(</w:t>
      </w:r>
      <w:r w:rsidRPr="000B1036">
        <w:rPr>
          <w:rStyle w:val="libFootnotenumChar"/>
          <w:rFonts w:hint="cs"/>
          <w:rtl/>
        </w:rPr>
        <w:t>1</w:t>
      </w:r>
      <w:r w:rsidRPr="000B1036">
        <w:rPr>
          <w:rStyle w:val="libFootnotenumChar"/>
          <w:rtl/>
        </w:rPr>
        <w:t>)</w:t>
      </w:r>
      <w:bookmarkEnd w:id="63"/>
      <w:bookmarkEnd w:id="64"/>
    </w:p>
    <w:tbl>
      <w:tblPr>
        <w:tblStyle w:val="TableGrid"/>
        <w:bidiVisual/>
        <w:tblW w:w="4562" w:type="pct"/>
        <w:tblInd w:w="384" w:type="dxa"/>
        <w:tblLook w:val="04A0"/>
      </w:tblPr>
      <w:tblGrid>
        <w:gridCol w:w="3536"/>
        <w:gridCol w:w="272"/>
        <w:gridCol w:w="3502"/>
      </w:tblGrid>
      <w:tr w:rsidR="00D566F0" w:rsidTr="00D566F0">
        <w:trPr>
          <w:trHeight w:val="350"/>
        </w:trPr>
        <w:tc>
          <w:tcPr>
            <w:tcW w:w="3536" w:type="dxa"/>
          </w:tcPr>
          <w:p w:rsidR="00D566F0" w:rsidRDefault="00D566F0" w:rsidP="003D16CF">
            <w:pPr>
              <w:pStyle w:val="libPoem"/>
            </w:pPr>
            <w:r>
              <w:rPr>
                <w:rtl/>
              </w:rPr>
              <w:t>الخال في وجنتيك قد لثمك</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والشُعر أهوى مقبلا قدمك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ولم تنلني الذي أنلتهما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فليتني قد لثمت مَنْ لثمك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نَحلتُ مثل السواك فيك فما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ضرَّك لو أنني رشفت فمك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يا كشحه طال عدل قامته</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فاشك إليه من الذي هضمك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يا جفنه اعتاد بالضنى جسدي</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فليحتمل فوق سقمه سقمك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دعه يكابد سقمين فيك فما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أهون أمرا كلَّفتَهُ خدمك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يا غصنُ طاولت قدَّه فلئن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يقصفك ريح الصبا فما ظلمك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ويا عنيقيد قسْتَ وفرته</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فيك فإن استطع شربت دمك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يا كعبة الحسن ليس يحسن أن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تريع بالصد من أتى حرمك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يا أسعد الخال فوق وجنته</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لقد قضى حجَّهُ من استلمك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يا آس فوق الشقيق من رقمك</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يا درُّ بين العقيق من نظمك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من ملا الريق بالرحيق ومن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بمسكِ خال عليه قد ختمك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مَنْ فيك أجرى نواظري سُحُبا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لما رأت كالوميض مبتسمك</w:t>
            </w:r>
            <w:r w:rsidRPr="00725071">
              <w:rPr>
                <w:rStyle w:val="libPoemTiniChar0"/>
                <w:rtl/>
              </w:rPr>
              <w:br/>
              <w:t> </w:t>
            </w:r>
          </w:p>
        </w:tc>
      </w:tr>
      <w:tr w:rsidR="00D566F0" w:rsidTr="00D566F0">
        <w:trPr>
          <w:trHeight w:val="350"/>
        </w:trPr>
        <w:tc>
          <w:tcPr>
            <w:tcW w:w="3536" w:type="dxa"/>
          </w:tcPr>
          <w:p w:rsidR="00D566F0" w:rsidRDefault="00C43951" w:rsidP="003D16CF">
            <w:pPr>
              <w:pStyle w:val="libPoem"/>
            </w:pPr>
            <w:r>
              <w:rPr>
                <w:rtl/>
              </w:rPr>
              <w:t>بميسم الشوق قد كوى كبدي</w:t>
            </w:r>
            <w:r w:rsidR="00D566F0"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C43951" w:rsidP="003D16CF">
            <w:pPr>
              <w:pStyle w:val="libPoem"/>
            </w:pPr>
            <w:r>
              <w:rPr>
                <w:rtl/>
              </w:rPr>
              <w:t>مَنْ بِسِماتِ الجمال قد وسمك</w:t>
            </w:r>
            <w:r w:rsidR="00D566F0" w:rsidRPr="00725071">
              <w:rPr>
                <w:rStyle w:val="libPoemTiniChar0"/>
                <w:rtl/>
              </w:rPr>
              <w:br/>
              <w:t> </w:t>
            </w:r>
          </w:p>
        </w:tc>
      </w:tr>
    </w:tbl>
    <w:p w:rsidR="000B1036" w:rsidRDefault="003D6158" w:rsidP="00191E3C">
      <w:pPr>
        <w:pStyle w:val="libLine"/>
        <w:rPr>
          <w:rtl/>
        </w:rPr>
      </w:pPr>
      <w:r>
        <w:rPr>
          <w:rtl/>
        </w:rPr>
        <w:t>____________________</w:t>
      </w:r>
    </w:p>
    <w:p w:rsidR="00A5546B" w:rsidRDefault="000B1036" w:rsidP="00A5546B">
      <w:pPr>
        <w:pStyle w:val="libFootnote0"/>
        <w:rPr>
          <w:rtl/>
        </w:rPr>
      </w:pPr>
      <w:r>
        <w:rPr>
          <w:rFonts w:hint="cs"/>
          <w:rtl/>
        </w:rPr>
        <w:t>1</w:t>
      </w:r>
      <w:r>
        <w:rPr>
          <w:rtl/>
        </w:rPr>
        <w:t xml:space="preserve"> - قالها مهنئا حجة الاسلام ميرزا حسين الخليلي بعرس نجله الشيخ محمد علي سنة 1326 هـ.</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D566F0" w:rsidTr="00D566F0">
        <w:trPr>
          <w:trHeight w:val="350"/>
        </w:trPr>
        <w:tc>
          <w:tcPr>
            <w:tcW w:w="3536" w:type="dxa"/>
          </w:tcPr>
          <w:p w:rsidR="00D566F0" w:rsidRDefault="00D566F0" w:rsidP="003D16CF">
            <w:pPr>
              <w:pStyle w:val="libPoem"/>
            </w:pPr>
            <w:r>
              <w:rPr>
                <w:rtl/>
              </w:rPr>
              <w:t>أنشاك لي نشوةً ومنتزها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من أودع الراح والاقاح فمك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مولاي هل أنت راحم كلفا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لو كنت يوما مكانه رحمك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لو أنه بالجفا غدا سئما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من كل لذاته لما سئمك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أضللتني في هواك يا صنمي</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لما اتخذت الواشي بنا صنمك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مذ ملتَ عنّي وأنت غصن نقا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ظنك مني مللت واتهمك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تذكر كم ليلة أتيت بها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سرّا وقلب الظلام قد كتمك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فكيف لم ترع في الهوى ذممي</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ولم أزل فيه راعيا ذممك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أقسمت ألا تخون عهدي يا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ريم فأفسدت بالجفا قسمك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ما كنت قدما زعمت تتبع الوا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شي أو تغتدي كما زعمك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يا طرف كم تشتفي بنظرته</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ألم تكن منه تشتكي ألمك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ترعى نجوم السما تعدُّ بها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آثار مولى على السماك سمك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لا تدجُ يا همُّ فالحسين لنا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بدر كشفنا بنوره ظلمك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يا حاضرا ناب أمر غائبنا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احكم فإن الاله قد عصمك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ما فيك من وصمة تشين سوى</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أن العدى لا تطيق أن تصمك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أنت نظام الهدى تبارك من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في سلك هذا الوجود قد نظمك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قد جمع المكرمات فيك كما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في العلم والحلم والتقى قسمك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وسرُّ غيب القديم أنت فمن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قاسك بالحادثات ما فهمك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ما البيت إلاّ حمى نزلت به</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ما الحج إلاّ لمن أتى حرمك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ما اللوح إلا صحائف نُشِرَتْ</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وكنت فيهنَّ مجريا قلمك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ما الشهب تسمو على جلالتها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صعيدَ أرضٍ أوطأتها قدمك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يا بحر من فيضك ارتوى البرّ</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والفاجر لما أبحتهم نعمك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هنيت في عرس شبلك العلم الرا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كز في هامة السها علمك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أنجبت بدرين قصَّرا همم الدهـ</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رِ علا إذا تورثا هممك</w:t>
            </w:r>
            <w:r w:rsidRPr="00725071">
              <w:rPr>
                <w:rStyle w:val="libPoemTiniChar0"/>
                <w:rtl/>
              </w:rPr>
              <w:br/>
              <w:t> </w:t>
            </w:r>
          </w:p>
        </w:tc>
      </w:tr>
    </w:tbl>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D566F0" w:rsidTr="00D566F0">
        <w:trPr>
          <w:trHeight w:val="350"/>
        </w:trPr>
        <w:tc>
          <w:tcPr>
            <w:tcW w:w="3536" w:type="dxa"/>
          </w:tcPr>
          <w:p w:rsidR="00D566F0" w:rsidRDefault="00D566F0" w:rsidP="003D16CF">
            <w:pPr>
              <w:pStyle w:val="libPoem"/>
            </w:pPr>
            <w:r>
              <w:rPr>
                <w:rtl/>
              </w:rPr>
              <w:t>فذا تقى قضى بفضلك من</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حق المعالي جميع ما لزمك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ليثا ترى الناس فيه بأسك يا ليـ</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ـثُ وغيثا يريهم كرمك</w:t>
            </w:r>
            <w:r w:rsidRPr="00725071">
              <w:rPr>
                <w:rStyle w:val="libPoemTiniChar0"/>
                <w:rtl/>
              </w:rPr>
              <w:br/>
              <w:t> </w:t>
            </w:r>
          </w:p>
        </w:tc>
      </w:tr>
      <w:tr w:rsidR="00D566F0" w:rsidTr="00D566F0">
        <w:trPr>
          <w:trHeight w:val="350"/>
        </w:trPr>
        <w:tc>
          <w:tcPr>
            <w:tcW w:w="3536" w:type="dxa"/>
          </w:tcPr>
          <w:p w:rsidR="00D566F0" w:rsidRDefault="00D566F0" w:rsidP="003D16CF">
            <w:pPr>
              <w:pStyle w:val="libPoem"/>
            </w:pPr>
            <w:r>
              <w:rPr>
                <w:rtl/>
              </w:rPr>
              <w:t>وذا أبو القاسم المبين لنا</w:t>
            </w:r>
            <w:r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D566F0" w:rsidP="003D16CF">
            <w:pPr>
              <w:pStyle w:val="libPoem"/>
            </w:pPr>
            <w:r>
              <w:rPr>
                <w:rtl/>
              </w:rPr>
              <w:t>حكمك عند البيان أو حكمك</w:t>
            </w:r>
            <w:r w:rsidRPr="00725071">
              <w:rPr>
                <w:rStyle w:val="libPoemTiniChar0"/>
                <w:rtl/>
              </w:rPr>
              <w:br/>
              <w:t> </w:t>
            </w:r>
          </w:p>
        </w:tc>
      </w:tr>
      <w:tr w:rsidR="00D566F0" w:rsidTr="00D566F0">
        <w:trPr>
          <w:trHeight w:val="350"/>
        </w:trPr>
        <w:tc>
          <w:tcPr>
            <w:tcW w:w="3536" w:type="dxa"/>
          </w:tcPr>
          <w:p w:rsidR="00D566F0" w:rsidRDefault="003D16CF" w:rsidP="003D16CF">
            <w:pPr>
              <w:pStyle w:val="libPoem"/>
            </w:pPr>
            <w:r>
              <w:rPr>
                <w:rtl/>
              </w:rPr>
              <w:t>قف يا يراع الثنا فحسبك أن</w:t>
            </w:r>
            <w:r w:rsidR="00D566F0" w:rsidRPr="00725071">
              <w:rPr>
                <w:rStyle w:val="libPoemTiniChar0"/>
                <w:rtl/>
              </w:rPr>
              <w:br/>
              <w:t> </w:t>
            </w:r>
          </w:p>
        </w:tc>
        <w:tc>
          <w:tcPr>
            <w:tcW w:w="272" w:type="dxa"/>
          </w:tcPr>
          <w:p w:rsidR="00D566F0" w:rsidRDefault="00D566F0" w:rsidP="003D16CF">
            <w:pPr>
              <w:pStyle w:val="libPoem"/>
              <w:rPr>
                <w:rtl/>
              </w:rPr>
            </w:pPr>
          </w:p>
        </w:tc>
        <w:tc>
          <w:tcPr>
            <w:tcW w:w="3502" w:type="dxa"/>
          </w:tcPr>
          <w:p w:rsidR="00D566F0" w:rsidRDefault="003D16CF" w:rsidP="003D16CF">
            <w:pPr>
              <w:pStyle w:val="libPoem"/>
            </w:pPr>
            <w:r>
              <w:rPr>
                <w:rtl/>
              </w:rPr>
              <w:t>يكون فيه محمد ختمك</w:t>
            </w:r>
            <w:r w:rsidR="00D566F0" w:rsidRPr="00725071">
              <w:rPr>
                <w:rStyle w:val="libPoemTiniChar0"/>
                <w:rtl/>
              </w:rPr>
              <w:br/>
              <w:t> </w:t>
            </w:r>
          </w:p>
        </w:tc>
      </w:tr>
    </w:tbl>
    <w:p w:rsidR="00A5546B" w:rsidRDefault="00A5546B" w:rsidP="00A5546B">
      <w:pPr>
        <w:pStyle w:val="libNormal"/>
        <w:rPr>
          <w:rtl/>
        </w:rPr>
      </w:pPr>
      <w:r>
        <w:rPr>
          <w:rtl/>
        </w:rPr>
        <w:br w:type="page"/>
      </w:r>
    </w:p>
    <w:p w:rsidR="000B1036" w:rsidRDefault="000B1036" w:rsidP="00A5546B">
      <w:pPr>
        <w:pStyle w:val="Heading3Center"/>
        <w:rPr>
          <w:rtl/>
        </w:rPr>
      </w:pPr>
      <w:bookmarkStart w:id="65" w:name="38"/>
      <w:bookmarkStart w:id="66" w:name="_Toc430519771"/>
      <w:r w:rsidRPr="00A5546B">
        <w:rPr>
          <w:rtl/>
        </w:rPr>
        <w:t>ما زلت أشكو</w:t>
      </w:r>
      <w:r w:rsidRPr="000B1036">
        <w:rPr>
          <w:rStyle w:val="libFootnotenumChar"/>
          <w:rtl/>
        </w:rPr>
        <w:t>(</w:t>
      </w:r>
      <w:r w:rsidRPr="000B1036">
        <w:rPr>
          <w:rStyle w:val="libFootnotenumChar"/>
          <w:rFonts w:hint="cs"/>
          <w:rtl/>
        </w:rPr>
        <w:t>1</w:t>
      </w:r>
      <w:r w:rsidRPr="000B1036">
        <w:rPr>
          <w:rStyle w:val="libFootnotenumChar"/>
          <w:rtl/>
        </w:rPr>
        <w:t>)</w:t>
      </w:r>
      <w:bookmarkEnd w:id="65"/>
      <w:bookmarkEnd w:id="66"/>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
            </w:pPr>
            <w:r>
              <w:rPr>
                <w:rtl/>
              </w:rPr>
              <w:t>ماضي الجراز ولحظه سيان</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هذا يُسَلُّ وذاك في الاجفان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يرنو إليَّ بلحظه فيصيبني</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ومن العجائب أن يصيب الراني</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رشأ لطلعة وجهه ولجيده</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ما للبدور سنا وللغزلان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وبخده خال كأنَّ سواده</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خال بخد شقائق النعمان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فإذا تثنى بين أغصان النقا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فضح الغصون بقدِّه النشوان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وإذا رنا بين الظباء بطرفه</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فتن الظباء بطرفه الفتان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وإذا تكلّم خلت درا لفظه</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وإذا تبسم خلت عقد جمان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لو كان للاوثان بعض صفاته</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جازت لديَّ عبادة الاوثان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ما زلت أشكو للتصابي منَّةً</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حتى جفاني ناعس الاجفان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لم يصف لي من بعد طول صدوده،</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إلاّ بعرس للجواد، زماني</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فلذاك عرس عمّني بسروره</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وبه بلغت مقاصدا وأماني</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فاهنأ بعيشٍ يا جواد مرغَّدٍ</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ما غرّدت ورق على الاغصان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فالانس نحوك مقبل لا مدبر</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والبؤس نأٍ عنك ليس بداني</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زُفَّتْ إلى بدر الدجى شمس فقل:</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قمران باتا ليلة بقران</w:t>
            </w:r>
            <w:r w:rsidRPr="00725071">
              <w:rPr>
                <w:rStyle w:val="libPoemTiniChar0"/>
                <w:rtl/>
              </w:rPr>
              <w:br/>
              <w:t> </w:t>
            </w:r>
          </w:p>
        </w:tc>
      </w:tr>
    </w:tbl>
    <w:p w:rsidR="000B1036" w:rsidRDefault="003D6158" w:rsidP="00191E3C">
      <w:pPr>
        <w:pStyle w:val="libLine"/>
        <w:rPr>
          <w:rtl/>
        </w:rPr>
      </w:pPr>
      <w:r>
        <w:rPr>
          <w:rtl/>
        </w:rPr>
        <w:t>____________________</w:t>
      </w:r>
    </w:p>
    <w:p w:rsidR="00A5546B" w:rsidRDefault="000B1036" w:rsidP="00A5546B">
      <w:pPr>
        <w:pStyle w:val="libFootnote0"/>
        <w:rPr>
          <w:rtl/>
        </w:rPr>
      </w:pPr>
      <w:r>
        <w:rPr>
          <w:rFonts w:hint="cs"/>
          <w:rtl/>
        </w:rPr>
        <w:t>1</w:t>
      </w:r>
      <w:r>
        <w:rPr>
          <w:rtl/>
        </w:rPr>
        <w:t xml:space="preserve"> - قالها في عرس العلامة الشيخ محمد جواد البلاغي ووجه التهنئة إلى العلامة السيد محمد الهندي الذي كان المهنئون يتوجهون إليه بها.</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
            </w:pPr>
            <w:r>
              <w:rPr>
                <w:rtl/>
              </w:rPr>
              <w:t>شمس الضحى قد أدركت قمر الدجى</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فهما إذا ضدّان مجتمعان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منحته وصلا بعد طول صدودها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ولطالما قتلته بالهجران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وأتت تثنى والدلال يهزها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فقل النسيم يهزّ غصن البان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هب أن دهرك قد جنى ببعادها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فالان تاب وليس بعدُ بجان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فبه أهني واحد الزمن الذي</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ساد الانام وماله من ثاني</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وبه أهني عمه الندب الذي</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جاز المدى فغدا بلا أقران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دمتم جميعا والهنا حلف لكم</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تشدو به الورقاء بالالحان</w:t>
            </w:r>
            <w:r w:rsidRPr="00725071">
              <w:rPr>
                <w:rStyle w:val="libPoemTiniChar0"/>
                <w:rtl/>
              </w:rPr>
              <w:br/>
              <w:t> </w:t>
            </w:r>
          </w:p>
        </w:tc>
      </w:tr>
    </w:tbl>
    <w:p w:rsidR="000B1036" w:rsidRDefault="000B1036" w:rsidP="00A5546B">
      <w:pPr>
        <w:pStyle w:val="libNormal"/>
        <w:rPr>
          <w:rtl/>
        </w:rPr>
      </w:pPr>
      <w:r>
        <w:rPr>
          <w:rtl/>
        </w:rPr>
        <w:t>وقال في صدر كتاب إلى الشيخ عبد الواحد الحاج سكر سنة 1346:</w:t>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
            </w:pPr>
            <w:r>
              <w:rPr>
                <w:rtl/>
              </w:rPr>
              <w:t>يا كتابي بلغ سلامي إلى من</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لا يزال السلام منّي عليه</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ثمّ خبِّره أن لي منه شكوى</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غير أنّي شكوت منه إليه</w:t>
            </w:r>
            <w:r w:rsidRPr="00725071">
              <w:rPr>
                <w:rStyle w:val="libPoemTiniChar0"/>
                <w:rtl/>
              </w:rPr>
              <w:br/>
              <w:t> </w:t>
            </w:r>
          </w:p>
        </w:tc>
      </w:tr>
    </w:tbl>
    <w:p w:rsidR="000B1036" w:rsidRDefault="000B1036" w:rsidP="00A5546B">
      <w:pPr>
        <w:pStyle w:val="libNormal"/>
        <w:rPr>
          <w:rtl/>
        </w:rPr>
      </w:pPr>
      <w:r>
        <w:rPr>
          <w:rtl/>
        </w:rPr>
        <w:t>وله في صدر كتاب:</w:t>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
            </w:pPr>
            <w:r>
              <w:rPr>
                <w:rtl/>
              </w:rPr>
              <w:t>كتبتُ ومن دهشةِ الاشتيا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قِ حرتُ فلم أدرِ ما أكتب</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لاني أكابد ما لا يبين</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عنه اليراع ولا يعرب</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أكاد إذا عَنَّ تذكاركم</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لسمعي، أغصُّ بما أشرب</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يُقلبني الهمُّ فوق الفرا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ش كمن بات تلسعه العقرب</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فلا أبعد اللّه عهدي بكم</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فأقصى رجائي أن تقربوا</w:t>
            </w:r>
            <w:r w:rsidRPr="00725071">
              <w:rPr>
                <w:rStyle w:val="libPoemTiniChar0"/>
                <w:rtl/>
              </w:rPr>
              <w:br/>
              <w:t> </w:t>
            </w:r>
          </w:p>
        </w:tc>
      </w:tr>
    </w:tbl>
    <w:p w:rsidR="000B1036" w:rsidRDefault="000B1036" w:rsidP="00A5546B">
      <w:pPr>
        <w:pStyle w:val="libNormal"/>
        <w:rPr>
          <w:rtl/>
        </w:rPr>
      </w:pPr>
      <w:r>
        <w:rPr>
          <w:rtl/>
        </w:rPr>
        <w:t>كتب في صدر رسالة إلى أخيه المرحوم العلاّمة السيد باقر:</w:t>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
            </w:pPr>
            <w:r>
              <w:rPr>
                <w:rtl/>
              </w:rPr>
              <w:t>لو كنتُ أعلم أن الحبَّ أوله</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حلو وآخره يفضي إلى التلف</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لما بعثتُ إلى قلبي هوى أحد</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حتى إذا غاب عنّي متُّ من أسفي</w:t>
            </w:r>
            <w:r w:rsidRPr="00725071">
              <w:rPr>
                <w:rStyle w:val="libPoemTiniChar0"/>
                <w:rtl/>
              </w:rPr>
              <w:br/>
              <w:t> </w:t>
            </w:r>
          </w:p>
        </w:tc>
      </w:tr>
    </w:tbl>
    <w:p w:rsidR="00A5546B" w:rsidRDefault="00A5546B" w:rsidP="00A5546B">
      <w:pPr>
        <w:pStyle w:val="libNormal"/>
        <w:rPr>
          <w:rtl/>
        </w:rPr>
      </w:pPr>
      <w:r>
        <w:rPr>
          <w:rtl/>
        </w:rPr>
        <w:br w:type="page"/>
      </w:r>
    </w:p>
    <w:p w:rsidR="000B1036" w:rsidRDefault="000B1036" w:rsidP="00A5546B">
      <w:pPr>
        <w:pStyle w:val="libNormal"/>
        <w:rPr>
          <w:rtl/>
        </w:rPr>
      </w:pPr>
      <w:r>
        <w:rPr>
          <w:rtl/>
        </w:rPr>
        <w:t xml:space="preserve">وقال مقرظا كتاب </w:t>
      </w:r>
      <w:r w:rsidR="005564A1">
        <w:rPr>
          <w:rtl/>
        </w:rPr>
        <w:t>«</w:t>
      </w:r>
      <w:r>
        <w:rPr>
          <w:rtl/>
        </w:rPr>
        <w:t>بشارة الاسلام</w:t>
      </w:r>
      <w:r w:rsidR="005564A1">
        <w:rPr>
          <w:rtl/>
        </w:rPr>
        <w:t>»</w:t>
      </w:r>
      <w:r>
        <w:rPr>
          <w:rtl/>
        </w:rPr>
        <w:t xml:space="preserve"> للسيد مصطفى الحيدري:</w:t>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
            </w:pPr>
            <w:r>
              <w:rPr>
                <w:rtl/>
              </w:rPr>
              <w:t>حكَمٌ تسيل على فم الاقلام</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أم ذي لال في يدي نظَّام</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ورسالة قالوا أتانا المصطفى</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فيها فقلت: بشارة الاسلام</w:t>
            </w:r>
            <w:r w:rsidRPr="00725071">
              <w:rPr>
                <w:rStyle w:val="libPoemTiniChar0"/>
                <w:rtl/>
              </w:rPr>
              <w:br/>
              <w:t> </w:t>
            </w:r>
          </w:p>
        </w:tc>
      </w:tr>
    </w:tbl>
    <w:p w:rsidR="000B1036" w:rsidRDefault="000B1036" w:rsidP="00A5546B">
      <w:pPr>
        <w:pStyle w:val="libNormal"/>
        <w:rPr>
          <w:rtl/>
        </w:rPr>
      </w:pPr>
      <w:r>
        <w:rPr>
          <w:rtl/>
        </w:rPr>
        <w:t>وكتب إلى ولده العلاّمة السيد أحمد الذي كان يومذاك في صيدا بلبنان:</w:t>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
            </w:pPr>
            <w:r>
              <w:rPr>
                <w:rtl/>
              </w:rPr>
              <w:t>وكنّا إن أردنا منك وصلا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أصبناه وإن نمشي رويدا</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فصرنا نستعين على التلاقي</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 xml:space="preserve">بأشراك الكرى لنصيد </w:t>
            </w:r>
            <w:r w:rsidR="005564A1">
              <w:rPr>
                <w:rtl/>
              </w:rPr>
              <w:t>«</w:t>
            </w:r>
            <w:r>
              <w:rPr>
                <w:rtl/>
              </w:rPr>
              <w:t>صيدا</w:t>
            </w:r>
            <w:r w:rsidR="005564A1">
              <w:rPr>
                <w:rtl/>
              </w:rPr>
              <w:t>»</w:t>
            </w:r>
            <w:r w:rsidRPr="00725071">
              <w:rPr>
                <w:rStyle w:val="libPoemTiniChar0"/>
                <w:rtl/>
              </w:rPr>
              <w:br/>
              <w:t> </w:t>
            </w:r>
          </w:p>
        </w:tc>
      </w:tr>
    </w:tbl>
    <w:p w:rsidR="000B1036" w:rsidRDefault="000B1036" w:rsidP="00A5546B">
      <w:pPr>
        <w:pStyle w:val="libNormal"/>
        <w:rPr>
          <w:rtl/>
        </w:rPr>
      </w:pPr>
      <w:r>
        <w:rPr>
          <w:rtl/>
        </w:rPr>
        <w:t xml:space="preserve">وكتب في صدر رسالة إلى ابنته الصغرى وكانت مع زوجها العلاّمة السيد حسين الموسوي الهندي في مدينة </w:t>
      </w:r>
      <w:r w:rsidR="005564A1">
        <w:rPr>
          <w:rtl/>
        </w:rPr>
        <w:t>«</w:t>
      </w:r>
      <w:r>
        <w:rPr>
          <w:rtl/>
        </w:rPr>
        <w:t>بلد</w:t>
      </w:r>
      <w:r w:rsidR="005564A1">
        <w:rPr>
          <w:rtl/>
        </w:rPr>
        <w:t>»</w:t>
      </w:r>
      <w:r>
        <w:rPr>
          <w:rtl/>
        </w:rPr>
        <w:t xml:space="preserve"> وذلك في 8 ربيع الاول سنة 1347 هـ:</w:t>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
            </w:pPr>
            <w:r>
              <w:rPr>
                <w:rtl/>
              </w:rPr>
              <w:t>كيف يطيب العيش أو ينفى الكمد</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ولاعج الاشواق في القلب أتقد</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وها أنا أيدي الفراق أودعت</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 xml:space="preserve">في بلد جسمي وقلبي في </w:t>
            </w:r>
            <w:r w:rsidR="005564A1">
              <w:rPr>
                <w:rtl/>
              </w:rPr>
              <w:t>«</w:t>
            </w:r>
            <w:r>
              <w:rPr>
                <w:rtl/>
              </w:rPr>
              <w:t>بلد</w:t>
            </w:r>
            <w:r w:rsidR="005564A1">
              <w:rPr>
                <w:rtl/>
              </w:rPr>
              <w:t>»</w:t>
            </w:r>
            <w:r w:rsidRPr="00725071">
              <w:rPr>
                <w:rStyle w:val="libPoemTiniChar0"/>
                <w:rtl/>
              </w:rPr>
              <w:br/>
              <w:t> </w:t>
            </w:r>
          </w:p>
        </w:tc>
      </w:tr>
    </w:tbl>
    <w:p w:rsidR="000B1036" w:rsidRDefault="000B1036" w:rsidP="00A5546B">
      <w:pPr>
        <w:pStyle w:val="libNormal"/>
        <w:rPr>
          <w:rtl/>
        </w:rPr>
      </w:pPr>
      <w:r>
        <w:rPr>
          <w:rtl/>
        </w:rPr>
        <w:t>وله وقد كتب كتابا بمداد أحمر اتفاقا فخطر بذهنه هذا المعنى:</w:t>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
            </w:pPr>
            <w:r>
              <w:rPr>
                <w:rtl/>
              </w:rPr>
              <w:t>إذا جرى أحمرا دمعي فليس لما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أني حبست سواد العين عن قلمي</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لكن لاخبركم أن الفراق نضا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عليَّ أسيافه حتى أراق دمي</w:t>
            </w:r>
            <w:r w:rsidRPr="00725071">
              <w:rPr>
                <w:rStyle w:val="libPoemTiniChar0"/>
                <w:rtl/>
              </w:rPr>
              <w:br/>
              <w:t> </w:t>
            </w:r>
          </w:p>
        </w:tc>
      </w:tr>
    </w:tbl>
    <w:p w:rsidR="000B1036" w:rsidRDefault="000B1036" w:rsidP="00A5546B">
      <w:pPr>
        <w:pStyle w:val="libNormal"/>
        <w:rPr>
          <w:rtl/>
        </w:rPr>
      </w:pPr>
      <w:r>
        <w:rPr>
          <w:rtl/>
        </w:rPr>
        <w:t>وله في دار كان يسكنها الشيخ محسن حرج وفيها شبهة غصب ثمّ أعيدت بحكم الزعيم الديني الشيخ محمد طه نجف إلى صاحبها الشيخ مولى نجف فقال يخاطبه:</w:t>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
            </w:pPr>
            <w:r>
              <w:rPr>
                <w:rtl/>
              </w:rPr>
              <w:t>صبرت يا مولى فنلت المنى</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والصبر مفتاح لباب الفرج</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فالحمد للّه الذي لم يكن</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 xml:space="preserve">يُدخلني الدار وفيها </w:t>
            </w:r>
            <w:r w:rsidR="005564A1">
              <w:rPr>
                <w:rtl/>
              </w:rPr>
              <w:t>«</w:t>
            </w:r>
            <w:r>
              <w:rPr>
                <w:rtl/>
              </w:rPr>
              <w:t>حرج</w:t>
            </w:r>
            <w:r w:rsidR="005564A1">
              <w:rPr>
                <w:rtl/>
              </w:rPr>
              <w:t>»</w:t>
            </w:r>
            <w:r w:rsidRPr="00725071">
              <w:rPr>
                <w:rStyle w:val="libPoemTiniChar0"/>
                <w:rtl/>
              </w:rPr>
              <w:br/>
              <w:t> </w:t>
            </w:r>
          </w:p>
        </w:tc>
      </w:tr>
    </w:tbl>
    <w:p w:rsidR="00A5546B" w:rsidRDefault="000B1036" w:rsidP="00A5546B">
      <w:pPr>
        <w:pStyle w:val="libNormal"/>
        <w:rPr>
          <w:rtl/>
        </w:rPr>
      </w:pPr>
      <w:r>
        <w:rPr>
          <w:rtl/>
        </w:rPr>
        <w:t xml:space="preserve">وقال في صدر رسالة بعث بها إلى الشيخ محمد علي اليعقوبي </w:t>
      </w:r>
    </w:p>
    <w:p w:rsidR="00A5546B" w:rsidRDefault="00A5546B" w:rsidP="00A5546B">
      <w:pPr>
        <w:pStyle w:val="libNormal"/>
        <w:rPr>
          <w:rtl/>
        </w:rPr>
      </w:pPr>
      <w:r>
        <w:rPr>
          <w:rtl/>
        </w:rPr>
        <w:br w:type="page"/>
      </w:r>
    </w:p>
    <w:p w:rsidR="00CC6F07" w:rsidRDefault="000B1036" w:rsidP="00A5546B">
      <w:pPr>
        <w:pStyle w:val="libNormal"/>
        <w:rPr>
          <w:rtl/>
        </w:rPr>
      </w:pPr>
      <w:r>
        <w:rPr>
          <w:rtl/>
        </w:rPr>
        <w:t>سنة 1333 هـ:</w:t>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
            </w:pPr>
            <w:r>
              <w:rPr>
                <w:rtl/>
              </w:rPr>
              <w:t>رسالة صبّ بعيد الوطن</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قليلِ العزأِ كثيرِ المحن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بتذكاره للياليكمُ</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يكادُ يجن إذا الليل جنّ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يُسِرُّ ويعلن أشواقكم</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فطاب بكم سرُّه والعلن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ولما تملكتمُ من لذيذ</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لقاكم هواي بأغلى ثمن</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sidRPr="00A5546B">
              <w:rPr>
                <w:rtl/>
              </w:rPr>
              <w:t>طلبتُ من الدهر لقياكم</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sidRPr="00A5546B">
              <w:rPr>
                <w:rtl/>
              </w:rPr>
              <w:t>فمنَّ قليلا به ثمّ من</w:t>
            </w:r>
            <w:r w:rsidRPr="000B1036">
              <w:rPr>
                <w:rStyle w:val="libFootnotenumChar"/>
                <w:rtl/>
              </w:rPr>
              <w:t>(</w:t>
            </w:r>
            <w:r w:rsidRPr="000B1036">
              <w:rPr>
                <w:rStyle w:val="libFootnotenumChar"/>
                <w:rFonts w:hint="cs"/>
                <w:rtl/>
              </w:rPr>
              <w:t>1</w:t>
            </w:r>
            <w:r w:rsidRPr="000B1036">
              <w:rPr>
                <w:rStyle w:val="libFootnotenumChar"/>
                <w:rtl/>
              </w:rPr>
              <w:t>)</w:t>
            </w:r>
            <w:r w:rsidRPr="00725071">
              <w:rPr>
                <w:rStyle w:val="libPoemTiniChar0"/>
                <w:rtl/>
              </w:rPr>
              <w:br/>
              <w:t> </w:t>
            </w:r>
          </w:p>
        </w:tc>
      </w:tr>
    </w:tbl>
    <w:p w:rsidR="000B1036" w:rsidRDefault="000B1036" w:rsidP="00A5546B">
      <w:pPr>
        <w:pStyle w:val="libNormal"/>
        <w:rPr>
          <w:rtl/>
        </w:rPr>
      </w:pPr>
      <w:r>
        <w:rPr>
          <w:rtl/>
        </w:rPr>
        <w:t>وله في صدر رسالة أخرى إلى الشيخ محمد علي اليعقوبي:</w:t>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
            </w:pPr>
            <w:r>
              <w:rPr>
                <w:rtl/>
              </w:rPr>
              <w:t>قل لابن يعقوب الذي</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ثوب الكمال عليه يضفو</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من أرتجي منه الصفا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إن كان ودّك ليس يصفو</w:t>
            </w:r>
            <w:r w:rsidRPr="00725071">
              <w:rPr>
                <w:rStyle w:val="libPoemTiniChar0"/>
                <w:rtl/>
              </w:rPr>
              <w:br/>
              <w:t> </w:t>
            </w:r>
          </w:p>
        </w:tc>
      </w:tr>
      <w:tr w:rsidR="003D16CF" w:rsidTr="003D16CF">
        <w:trPr>
          <w:trHeight w:val="350"/>
        </w:trPr>
        <w:tc>
          <w:tcPr>
            <w:tcW w:w="3536" w:type="dxa"/>
          </w:tcPr>
          <w:p w:rsidR="003D16CF" w:rsidRDefault="005564A1" w:rsidP="003D16CF">
            <w:pPr>
              <w:pStyle w:val="libPoem"/>
            </w:pPr>
            <w:r>
              <w:rPr>
                <w:rtl/>
              </w:rPr>
              <w:t>«</w:t>
            </w:r>
            <w:r w:rsidR="003D16CF" w:rsidRPr="00A5546B">
              <w:rPr>
                <w:rtl/>
              </w:rPr>
              <w:t>أأخي ما عودتني</w:t>
            </w:r>
            <w:r w:rsidR="003D16CF"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sidRPr="00A5546B">
              <w:rPr>
                <w:rtl/>
              </w:rPr>
              <w:t>منك الجفا فإلى مَ تجفو</w:t>
            </w:r>
            <w:r w:rsidR="005564A1">
              <w:rPr>
                <w:rtl/>
              </w:rPr>
              <w:t>»</w:t>
            </w:r>
            <w:r w:rsidRPr="000B1036">
              <w:rPr>
                <w:rStyle w:val="libFootnotenumChar"/>
                <w:rtl/>
              </w:rPr>
              <w:t>(</w:t>
            </w:r>
            <w:r w:rsidRPr="000B1036">
              <w:rPr>
                <w:rStyle w:val="libFootnotenumChar"/>
                <w:rFonts w:hint="cs"/>
                <w:rtl/>
              </w:rPr>
              <w:t>2</w:t>
            </w:r>
            <w:r w:rsidRPr="000B1036">
              <w:rPr>
                <w:rStyle w:val="libFootnotenumChar"/>
                <w:rtl/>
              </w:rPr>
              <w:t>)</w:t>
            </w:r>
            <w:r w:rsidRPr="00725071">
              <w:rPr>
                <w:rStyle w:val="libPoemTiniChar0"/>
                <w:rtl/>
              </w:rPr>
              <w:br/>
              <w:t> </w:t>
            </w:r>
          </w:p>
        </w:tc>
      </w:tr>
    </w:tbl>
    <w:p w:rsidR="000B1036" w:rsidRDefault="003D6158" w:rsidP="00191E3C">
      <w:pPr>
        <w:pStyle w:val="libLine"/>
        <w:rPr>
          <w:rtl/>
        </w:rPr>
      </w:pPr>
      <w:r>
        <w:rPr>
          <w:rtl/>
        </w:rPr>
        <w:t>____________________</w:t>
      </w:r>
    </w:p>
    <w:p w:rsidR="000B1036" w:rsidRDefault="000B1036" w:rsidP="00A5546B">
      <w:pPr>
        <w:pStyle w:val="libFootnote0"/>
        <w:rPr>
          <w:rtl/>
        </w:rPr>
      </w:pPr>
      <w:r>
        <w:rPr>
          <w:rFonts w:hint="cs"/>
          <w:rtl/>
        </w:rPr>
        <w:t>1</w:t>
      </w:r>
      <w:r>
        <w:rPr>
          <w:rtl/>
        </w:rPr>
        <w:t xml:space="preserve"> - في الترجمة التي أثبتها الشيخ محمد علي اليعقوبي لنفسه في كتابه </w:t>
      </w:r>
      <w:r w:rsidR="005564A1">
        <w:rPr>
          <w:rtl/>
        </w:rPr>
        <w:t>«</w:t>
      </w:r>
      <w:r>
        <w:rPr>
          <w:rtl/>
        </w:rPr>
        <w:t>البابليات</w:t>
      </w:r>
      <w:r w:rsidR="005564A1">
        <w:rPr>
          <w:rtl/>
        </w:rPr>
        <w:t>»</w:t>
      </w:r>
      <w:r>
        <w:rPr>
          <w:rtl/>
        </w:rPr>
        <w:t xml:space="preserve"> قال: واتفق مرة للعلامة السيد رضا الهندي أن زار الحلّة سنة 1333 هـ، فكتب إلى المترجم</w:t>
      </w:r>
      <w:r w:rsidR="00A327D5">
        <w:rPr>
          <w:rtl/>
        </w:rPr>
        <w:t xml:space="preserve"> - </w:t>
      </w:r>
      <w:r>
        <w:rPr>
          <w:rtl/>
        </w:rPr>
        <w:t>يعني نفسه</w:t>
      </w:r>
      <w:r w:rsidR="00A327D5">
        <w:rPr>
          <w:rtl/>
        </w:rPr>
        <w:t xml:space="preserve"> - </w:t>
      </w:r>
      <w:r>
        <w:rPr>
          <w:rtl/>
        </w:rPr>
        <w:t>بعد رجوعه إلى النجف رسالة صدرها بقوله، وذكر الابيات السابقة.</w:t>
      </w:r>
    </w:p>
    <w:p w:rsidR="000B1036" w:rsidRDefault="000B1036" w:rsidP="00A5546B">
      <w:pPr>
        <w:pStyle w:val="libFootnote0"/>
        <w:rPr>
          <w:rtl/>
        </w:rPr>
      </w:pPr>
      <w:r>
        <w:rPr>
          <w:rtl/>
        </w:rPr>
        <w:t>وفي ديوان المرحوم اليعقوبي أثبت جوابا على تلك الابيات يقول:</w:t>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Footnote"/>
            </w:pPr>
            <w:r>
              <w:rPr>
                <w:rtl/>
              </w:rPr>
              <w:t>أحبة قلبي بأرض الغري</w:t>
            </w:r>
            <w:r w:rsidRPr="00725071">
              <w:rPr>
                <w:rStyle w:val="libPoemTiniChar0"/>
                <w:rtl/>
              </w:rPr>
              <w:br/>
              <w:t> </w:t>
            </w:r>
          </w:p>
        </w:tc>
        <w:tc>
          <w:tcPr>
            <w:tcW w:w="272" w:type="dxa"/>
          </w:tcPr>
          <w:p w:rsidR="003D16CF" w:rsidRDefault="003D16CF" w:rsidP="003D16CF">
            <w:pPr>
              <w:pStyle w:val="libPoemFootnote"/>
              <w:rPr>
                <w:rtl/>
              </w:rPr>
            </w:pPr>
          </w:p>
        </w:tc>
        <w:tc>
          <w:tcPr>
            <w:tcW w:w="3502" w:type="dxa"/>
          </w:tcPr>
          <w:p w:rsidR="003D16CF" w:rsidRDefault="003D16CF" w:rsidP="003D16CF">
            <w:pPr>
              <w:pStyle w:val="libPoemFootnote"/>
            </w:pPr>
            <w:r>
              <w:rPr>
                <w:rtl/>
              </w:rPr>
              <w:t>سقى عهدكم مستهل المزن</w:t>
            </w:r>
            <w:r w:rsidRPr="00725071">
              <w:rPr>
                <w:rStyle w:val="libPoemTiniChar0"/>
                <w:rtl/>
              </w:rPr>
              <w:br/>
              <w:t> </w:t>
            </w:r>
          </w:p>
        </w:tc>
      </w:tr>
      <w:tr w:rsidR="003D16CF" w:rsidTr="003D16CF">
        <w:trPr>
          <w:trHeight w:val="350"/>
        </w:trPr>
        <w:tc>
          <w:tcPr>
            <w:tcW w:w="3536" w:type="dxa"/>
          </w:tcPr>
          <w:p w:rsidR="003D16CF" w:rsidRDefault="003D16CF" w:rsidP="003D16CF">
            <w:pPr>
              <w:pStyle w:val="libPoemFootnote"/>
            </w:pPr>
            <w:r>
              <w:rPr>
                <w:rtl/>
              </w:rPr>
              <w:t>على القرب أهواكم والبعاد</w:t>
            </w:r>
            <w:r w:rsidRPr="00725071">
              <w:rPr>
                <w:rStyle w:val="libPoemTiniChar0"/>
                <w:rtl/>
              </w:rPr>
              <w:br/>
              <w:t> </w:t>
            </w:r>
          </w:p>
        </w:tc>
        <w:tc>
          <w:tcPr>
            <w:tcW w:w="272" w:type="dxa"/>
          </w:tcPr>
          <w:p w:rsidR="003D16CF" w:rsidRDefault="003D16CF" w:rsidP="003D16CF">
            <w:pPr>
              <w:pStyle w:val="libPoemFootnote"/>
              <w:rPr>
                <w:rtl/>
              </w:rPr>
            </w:pPr>
          </w:p>
        </w:tc>
        <w:tc>
          <w:tcPr>
            <w:tcW w:w="3502" w:type="dxa"/>
          </w:tcPr>
          <w:p w:rsidR="003D16CF" w:rsidRDefault="003D16CF" w:rsidP="003D16CF">
            <w:pPr>
              <w:pStyle w:val="libPoemFootnote"/>
            </w:pPr>
            <w:r>
              <w:rPr>
                <w:rtl/>
              </w:rPr>
              <w:t>وفي السر أذكركم والعلن</w:t>
            </w:r>
            <w:r w:rsidRPr="00725071">
              <w:rPr>
                <w:rStyle w:val="libPoemTiniChar0"/>
                <w:rtl/>
              </w:rPr>
              <w:br/>
              <w:t> </w:t>
            </w:r>
          </w:p>
        </w:tc>
      </w:tr>
      <w:tr w:rsidR="003D16CF" w:rsidTr="003D16CF">
        <w:trPr>
          <w:trHeight w:val="350"/>
        </w:trPr>
        <w:tc>
          <w:tcPr>
            <w:tcW w:w="3536" w:type="dxa"/>
          </w:tcPr>
          <w:p w:rsidR="003D16CF" w:rsidRDefault="003D16CF" w:rsidP="003D16CF">
            <w:pPr>
              <w:pStyle w:val="libPoemFootnote"/>
            </w:pPr>
            <w:r>
              <w:rPr>
                <w:rtl/>
              </w:rPr>
              <w:t>حنيني إليك أبا أحمد</w:t>
            </w:r>
            <w:r w:rsidRPr="00725071">
              <w:rPr>
                <w:rStyle w:val="libPoemTiniChar0"/>
                <w:rtl/>
              </w:rPr>
              <w:br/>
              <w:t> </w:t>
            </w:r>
          </w:p>
        </w:tc>
        <w:tc>
          <w:tcPr>
            <w:tcW w:w="272" w:type="dxa"/>
          </w:tcPr>
          <w:p w:rsidR="003D16CF" w:rsidRDefault="003D16CF" w:rsidP="003D16CF">
            <w:pPr>
              <w:pStyle w:val="libPoemFootnote"/>
              <w:rPr>
                <w:rtl/>
              </w:rPr>
            </w:pPr>
          </w:p>
        </w:tc>
        <w:tc>
          <w:tcPr>
            <w:tcW w:w="3502" w:type="dxa"/>
          </w:tcPr>
          <w:p w:rsidR="003D16CF" w:rsidRDefault="003D16CF" w:rsidP="003D16CF">
            <w:pPr>
              <w:pStyle w:val="libPoemFootnote"/>
            </w:pPr>
            <w:r>
              <w:rPr>
                <w:rtl/>
              </w:rPr>
              <w:t>حنين أخي غربة للوطن</w:t>
            </w:r>
            <w:r w:rsidRPr="00725071">
              <w:rPr>
                <w:rStyle w:val="libPoemTiniChar0"/>
                <w:rtl/>
              </w:rPr>
              <w:br/>
              <w:t> </w:t>
            </w:r>
          </w:p>
        </w:tc>
      </w:tr>
      <w:tr w:rsidR="003D16CF" w:rsidTr="003D16CF">
        <w:trPr>
          <w:trHeight w:val="350"/>
        </w:trPr>
        <w:tc>
          <w:tcPr>
            <w:tcW w:w="3536" w:type="dxa"/>
          </w:tcPr>
          <w:p w:rsidR="003D16CF" w:rsidRDefault="003D16CF" w:rsidP="003D16CF">
            <w:pPr>
              <w:pStyle w:val="libPoemFootnote"/>
            </w:pPr>
            <w:r>
              <w:rPr>
                <w:rtl/>
              </w:rPr>
              <w:t>فيا ساكنا بحمى المرتضى</w:t>
            </w:r>
            <w:r w:rsidRPr="00725071">
              <w:rPr>
                <w:rStyle w:val="libPoemTiniChar0"/>
                <w:rtl/>
              </w:rPr>
              <w:br/>
              <w:t> </w:t>
            </w:r>
          </w:p>
        </w:tc>
        <w:tc>
          <w:tcPr>
            <w:tcW w:w="272" w:type="dxa"/>
          </w:tcPr>
          <w:p w:rsidR="003D16CF" w:rsidRDefault="003D16CF" w:rsidP="003D16CF">
            <w:pPr>
              <w:pStyle w:val="libPoemFootnote"/>
              <w:rPr>
                <w:rtl/>
              </w:rPr>
            </w:pPr>
          </w:p>
        </w:tc>
        <w:tc>
          <w:tcPr>
            <w:tcW w:w="3502" w:type="dxa"/>
          </w:tcPr>
          <w:p w:rsidR="003D16CF" w:rsidRDefault="003D16CF" w:rsidP="003D16CF">
            <w:pPr>
              <w:pStyle w:val="libPoemFootnote"/>
            </w:pPr>
            <w:r>
              <w:rPr>
                <w:rtl/>
              </w:rPr>
              <w:t>وما لك إلاّ فؤادي سكن</w:t>
            </w:r>
            <w:r w:rsidRPr="00725071">
              <w:rPr>
                <w:rStyle w:val="libPoemTiniChar0"/>
                <w:rtl/>
              </w:rPr>
              <w:br/>
              <w:t> </w:t>
            </w:r>
          </w:p>
        </w:tc>
      </w:tr>
      <w:tr w:rsidR="003D16CF" w:rsidTr="003D16CF">
        <w:trPr>
          <w:trHeight w:val="350"/>
        </w:trPr>
        <w:tc>
          <w:tcPr>
            <w:tcW w:w="3536" w:type="dxa"/>
          </w:tcPr>
          <w:p w:rsidR="003D16CF" w:rsidRDefault="003D16CF" w:rsidP="003D16CF">
            <w:pPr>
              <w:pStyle w:val="libPoemFootnote"/>
            </w:pPr>
            <w:r>
              <w:rPr>
                <w:rtl/>
              </w:rPr>
              <w:t>أهل لبثة لي بتلك الربوع</w:t>
            </w:r>
            <w:r w:rsidRPr="00725071">
              <w:rPr>
                <w:rStyle w:val="libPoemTiniChar0"/>
                <w:rtl/>
              </w:rPr>
              <w:br/>
              <w:t> </w:t>
            </w:r>
          </w:p>
        </w:tc>
        <w:tc>
          <w:tcPr>
            <w:tcW w:w="272" w:type="dxa"/>
          </w:tcPr>
          <w:p w:rsidR="003D16CF" w:rsidRDefault="003D16CF" w:rsidP="003D16CF">
            <w:pPr>
              <w:pStyle w:val="libPoemFootnote"/>
              <w:rPr>
                <w:rtl/>
              </w:rPr>
            </w:pPr>
          </w:p>
        </w:tc>
        <w:tc>
          <w:tcPr>
            <w:tcW w:w="3502" w:type="dxa"/>
          </w:tcPr>
          <w:p w:rsidR="003D16CF" w:rsidRDefault="003D16CF" w:rsidP="003D16CF">
            <w:pPr>
              <w:pStyle w:val="libPoemFootnote"/>
            </w:pPr>
            <w:r>
              <w:rPr>
                <w:rtl/>
              </w:rPr>
              <w:t>سقاها ملتُّ الغمام الهتن</w:t>
            </w:r>
            <w:r w:rsidRPr="00725071">
              <w:rPr>
                <w:rStyle w:val="libPoemTiniChar0"/>
                <w:rtl/>
              </w:rPr>
              <w:br/>
              <w:t> </w:t>
            </w:r>
          </w:p>
        </w:tc>
      </w:tr>
      <w:tr w:rsidR="003D16CF" w:rsidTr="003D16CF">
        <w:trPr>
          <w:trHeight w:val="350"/>
        </w:trPr>
        <w:tc>
          <w:tcPr>
            <w:tcW w:w="3536" w:type="dxa"/>
          </w:tcPr>
          <w:p w:rsidR="003D16CF" w:rsidRDefault="003D16CF" w:rsidP="003D16CF">
            <w:pPr>
              <w:pStyle w:val="libPoemFootnote"/>
            </w:pPr>
            <w:r>
              <w:rPr>
                <w:rtl/>
              </w:rPr>
              <w:t>عسى أجتلي منك وجها سناه</w:t>
            </w:r>
            <w:r w:rsidRPr="00725071">
              <w:rPr>
                <w:rStyle w:val="libPoemTiniChar0"/>
                <w:rtl/>
              </w:rPr>
              <w:br/>
              <w:t> </w:t>
            </w:r>
          </w:p>
        </w:tc>
        <w:tc>
          <w:tcPr>
            <w:tcW w:w="272" w:type="dxa"/>
          </w:tcPr>
          <w:p w:rsidR="003D16CF" w:rsidRDefault="003D16CF" w:rsidP="003D16CF">
            <w:pPr>
              <w:pStyle w:val="libPoemFootnote"/>
              <w:rPr>
                <w:rtl/>
              </w:rPr>
            </w:pPr>
          </w:p>
        </w:tc>
        <w:tc>
          <w:tcPr>
            <w:tcW w:w="3502" w:type="dxa"/>
          </w:tcPr>
          <w:p w:rsidR="003D16CF" w:rsidRDefault="003D16CF" w:rsidP="003D16CF">
            <w:pPr>
              <w:pStyle w:val="libPoemFootnote"/>
            </w:pPr>
            <w:r>
              <w:rPr>
                <w:rtl/>
              </w:rPr>
              <w:t>يفوق الهلال إذا الليل جن</w:t>
            </w:r>
            <w:r w:rsidRPr="00725071">
              <w:rPr>
                <w:rStyle w:val="libPoemTiniChar0"/>
                <w:rtl/>
              </w:rPr>
              <w:br/>
              <w:t> </w:t>
            </w:r>
          </w:p>
        </w:tc>
      </w:tr>
      <w:tr w:rsidR="003D16CF" w:rsidTr="003D16CF">
        <w:trPr>
          <w:trHeight w:val="350"/>
        </w:trPr>
        <w:tc>
          <w:tcPr>
            <w:tcW w:w="3536" w:type="dxa"/>
          </w:tcPr>
          <w:p w:rsidR="003D16CF" w:rsidRDefault="003D16CF" w:rsidP="003D16CF">
            <w:pPr>
              <w:pStyle w:val="libPoemFootnote"/>
            </w:pPr>
            <w:r>
              <w:rPr>
                <w:rtl/>
              </w:rPr>
              <w:t>ولم أنس تلك الليالي القصار</w:t>
            </w:r>
            <w:r w:rsidRPr="00725071">
              <w:rPr>
                <w:rStyle w:val="libPoemTiniChar0"/>
                <w:rtl/>
              </w:rPr>
              <w:br/>
              <w:t> </w:t>
            </w:r>
          </w:p>
        </w:tc>
        <w:tc>
          <w:tcPr>
            <w:tcW w:w="272" w:type="dxa"/>
          </w:tcPr>
          <w:p w:rsidR="003D16CF" w:rsidRDefault="003D16CF" w:rsidP="003D16CF">
            <w:pPr>
              <w:pStyle w:val="libPoemFootnote"/>
              <w:rPr>
                <w:rtl/>
              </w:rPr>
            </w:pPr>
          </w:p>
        </w:tc>
        <w:tc>
          <w:tcPr>
            <w:tcW w:w="3502" w:type="dxa"/>
          </w:tcPr>
          <w:p w:rsidR="003D16CF" w:rsidRDefault="003D16CF" w:rsidP="003D16CF">
            <w:pPr>
              <w:pStyle w:val="libPoemFootnote"/>
            </w:pPr>
            <w:r>
              <w:rPr>
                <w:rtl/>
              </w:rPr>
              <w:t>تقضت بقربك، طول الزمن</w:t>
            </w:r>
            <w:r w:rsidRPr="00725071">
              <w:rPr>
                <w:rStyle w:val="libPoemTiniChar0"/>
                <w:rtl/>
              </w:rPr>
              <w:br/>
              <w:t> </w:t>
            </w:r>
          </w:p>
        </w:tc>
      </w:tr>
      <w:tr w:rsidR="003D16CF" w:rsidTr="003D16CF">
        <w:trPr>
          <w:trHeight w:val="350"/>
        </w:trPr>
        <w:tc>
          <w:tcPr>
            <w:tcW w:w="3536" w:type="dxa"/>
          </w:tcPr>
          <w:p w:rsidR="003D16CF" w:rsidRDefault="003D16CF" w:rsidP="003D16CF">
            <w:pPr>
              <w:pStyle w:val="libPoemFootnote"/>
            </w:pPr>
            <w:r>
              <w:rPr>
                <w:rtl/>
              </w:rPr>
              <w:t>ليالي فيها اجتديت الزمان</w:t>
            </w:r>
            <w:r w:rsidRPr="00725071">
              <w:rPr>
                <w:rStyle w:val="libPoemTiniChar0"/>
                <w:rtl/>
              </w:rPr>
              <w:br/>
              <w:t> </w:t>
            </w:r>
          </w:p>
        </w:tc>
        <w:tc>
          <w:tcPr>
            <w:tcW w:w="272" w:type="dxa"/>
          </w:tcPr>
          <w:p w:rsidR="003D16CF" w:rsidRDefault="003D16CF" w:rsidP="003D16CF">
            <w:pPr>
              <w:pStyle w:val="libPoemFootnote"/>
              <w:rPr>
                <w:rtl/>
              </w:rPr>
            </w:pPr>
          </w:p>
        </w:tc>
        <w:tc>
          <w:tcPr>
            <w:tcW w:w="3502" w:type="dxa"/>
          </w:tcPr>
          <w:p w:rsidR="003D16CF" w:rsidRDefault="003D16CF" w:rsidP="003D16CF">
            <w:pPr>
              <w:pStyle w:val="libPoemFootnote"/>
            </w:pPr>
            <w:r>
              <w:rPr>
                <w:rtl/>
              </w:rPr>
              <w:t>فجاد بها برهة ثمّ ضن</w:t>
            </w:r>
            <w:r w:rsidRPr="00725071">
              <w:rPr>
                <w:rStyle w:val="libPoemTiniChar0"/>
                <w:rtl/>
              </w:rPr>
              <w:br/>
              <w:t> </w:t>
            </w:r>
          </w:p>
        </w:tc>
      </w:tr>
    </w:tbl>
    <w:p w:rsidR="000B1036" w:rsidRDefault="000B1036" w:rsidP="00A5546B">
      <w:pPr>
        <w:pStyle w:val="libFootnote0"/>
        <w:rPr>
          <w:rtl/>
        </w:rPr>
      </w:pPr>
      <w:r>
        <w:rPr>
          <w:rFonts w:hint="cs"/>
          <w:rtl/>
        </w:rPr>
        <w:t>2</w:t>
      </w:r>
      <w:r>
        <w:rPr>
          <w:rtl/>
        </w:rPr>
        <w:t xml:space="preserve"> - البيت الثالث من الكامل وقد أخذ السيد مجزوءه وهو لاحد المتأخرين وأصله:</w:t>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Footnote"/>
            </w:pPr>
            <w:r>
              <w:rPr>
                <w:rtl/>
              </w:rPr>
              <w:t>أأخيّ ما عودتني منك الجفا</w:t>
            </w:r>
            <w:r w:rsidRPr="00725071">
              <w:rPr>
                <w:rStyle w:val="libPoemTiniChar0"/>
                <w:rtl/>
              </w:rPr>
              <w:br/>
              <w:t> </w:t>
            </w:r>
          </w:p>
        </w:tc>
        <w:tc>
          <w:tcPr>
            <w:tcW w:w="272" w:type="dxa"/>
          </w:tcPr>
          <w:p w:rsidR="003D16CF" w:rsidRDefault="003D16CF" w:rsidP="003D16CF">
            <w:pPr>
              <w:pStyle w:val="libPoemFootnote"/>
              <w:rPr>
                <w:rtl/>
              </w:rPr>
            </w:pPr>
          </w:p>
        </w:tc>
        <w:tc>
          <w:tcPr>
            <w:tcW w:w="3502" w:type="dxa"/>
          </w:tcPr>
          <w:p w:rsidR="003D16CF" w:rsidRDefault="003D16CF" w:rsidP="003D16CF">
            <w:pPr>
              <w:pStyle w:val="libPoemFootnote"/>
            </w:pPr>
            <w:r>
              <w:rPr>
                <w:rtl/>
              </w:rPr>
              <w:t>فإلى م تجفوني وتجفو من معي</w:t>
            </w:r>
            <w:r w:rsidRPr="00725071">
              <w:rPr>
                <w:rStyle w:val="libPoemTiniChar0"/>
                <w:rtl/>
              </w:rPr>
              <w:br/>
              <w:t> </w:t>
            </w:r>
          </w:p>
        </w:tc>
      </w:tr>
    </w:tbl>
    <w:p w:rsidR="00A5546B" w:rsidRDefault="00A5546B" w:rsidP="00A5546B">
      <w:pPr>
        <w:pStyle w:val="libNormal"/>
        <w:rPr>
          <w:rtl/>
        </w:rPr>
      </w:pPr>
      <w:r>
        <w:rPr>
          <w:rtl/>
        </w:rPr>
        <w:br w:type="page"/>
      </w:r>
    </w:p>
    <w:p w:rsidR="00A0264F" w:rsidRPr="00A0264F" w:rsidRDefault="00A0264F" w:rsidP="00A5546B">
      <w:pPr>
        <w:pStyle w:val="libNormal"/>
      </w:pPr>
      <w:r w:rsidRPr="00A0264F">
        <w:rPr>
          <w:rtl/>
        </w:rPr>
        <w:t>كان الشيخ الخطيب محمد علي اليعقوبي قد نظم مقصورة في فضائل أمير المؤمنين علي (عليه السّلام) سنة 1344 هـ</w:t>
      </w:r>
      <w:r w:rsidR="00A327D5">
        <w:rPr>
          <w:rtl/>
        </w:rPr>
        <w:t>،</w:t>
      </w:r>
      <w:r w:rsidRPr="00A0264F">
        <w:rPr>
          <w:rtl/>
        </w:rPr>
        <w:t xml:space="preserve"> فقال السيد رضا مقرظاً</w:t>
      </w:r>
      <w:r w:rsidR="003D6158">
        <w:rPr>
          <w:rtl/>
        </w:rPr>
        <w:t>:</w:t>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
            </w:pPr>
            <w:r w:rsidRPr="00A0264F">
              <w:rPr>
                <w:rtl/>
              </w:rPr>
              <w:t>مـدحتَ</w:t>
            </w:r>
            <w:r w:rsidR="0076657C">
              <w:rPr>
                <w:rtl/>
              </w:rPr>
              <w:t xml:space="preserve"> </w:t>
            </w:r>
            <w:r w:rsidRPr="00A0264F">
              <w:rPr>
                <w:rtl/>
              </w:rPr>
              <w:t>مولاكَ</w:t>
            </w:r>
            <w:r w:rsidR="0076657C">
              <w:rPr>
                <w:rtl/>
              </w:rPr>
              <w:t xml:space="preserve"> </w:t>
            </w:r>
            <w:r w:rsidRPr="00A0264F">
              <w:rPr>
                <w:rtl/>
              </w:rPr>
              <w:t>بمقصورة</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sidRPr="00A0264F">
              <w:rPr>
                <w:rtl/>
              </w:rPr>
              <w:t>بها</w:t>
            </w:r>
            <w:r>
              <w:rPr>
                <w:rtl/>
              </w:rPr>
              <w:t xml:space="preserve"> </w:t>
            </w:r>
            <w:r w:rsidRPr="00A0264F">
              <w:rPr>
                <w:rtl/>
              </w:rPr>
              <w:t>تغنّي</w:t>
            </w:r>
            <w:r w:rsidR="0076657C">
              <w:rPr>
                <w:rtl/>
              </w:rPr>
              <w:t xml:space="preserve"> </w:t>
            </w:r>
            <w:r w:rsidRPr="00A0264F">
              <w:rPr>
                <w:rtl/>
              </w:rPr>
              <w:t>الحورُ</w:t>
            </w:r>
            <w:r w:rsidR="0076657C">
              <w:rPr>
                <w:rtl/>
              </w:rPr>
              <w:t xml:space="preserve"> </w:t>
            </w:r>
            <w:r w:rsidRPr="00A0264F">
              <w:rPr>
                <w:rtl/>
              </w:rPr>
              <w:t>مقصوره</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sidRPr="00A0264F">
              <w:rPr>
                <w:rtl/>
              </w:rPr>
              <w:t>أتحفتَ</w:t>
            </w:r>
            <w:r w:rsidR="0076657C">
              <w:rPr>
                <w:rtl/>
              </w:rPr>
              <w:t xml:space="preserve"> </w:t>
            </w:r>
            <w:r w:rsidRPr="00A0264F">
              <w:rPr>
                <w:rtl/>
              </w:rPr>
              <w:t>فيها</w:t>
            </w:r>
            <w:r w:rsidR="0076657C">
              <w:rPr>
                <w:rtl/>
              </w:rPr>
              <w:t xml:space="preserve"> </w:t>
            </w:r>
            <w:r w:rsidRPr="00A0264F">
              <w:rPr>
                <w:rtl/>
              </w:rPr>
              <w:t>سرَّ</w:t>
            </w:r>
            <w:r w:rsidR="0076657C">
              <w:rPr>
                <w:rtl/>
              </w:rPr>
              <w:t xml:space="preserve"> </w:t>
            </w:r>
            <w:r w:rsidRPr="00A0264F">
              <w:rPr>
                <w:rtl/>
              </w:rPr>
              <w:t>قدسٍ</w:t>
            </w:r>
            <w:r w:rsidR="0076657C">
              <w:rPr>
                <w:rtl/>
              </w:rPr>
              <w:t xml:space="preserve"> </w:t>
            </w:r>
            <w:r w:rsidRPr="00A0264F">
              <w:rPr>
                <w:rtl/>
              </w:rPr>
              <w:t>على</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sidRPr="00A0264F">
              <w:rPr>
                <w:rtl/>
              </w:rPr>
              <w:t>صـفاتهِ</w:t>
            </w:r>
            <w:r>
              <w:rPr>
                <w:rtl/>
              </w:rPr>
              <w:t xml:space="preserve"> </w:t>
            </w:r>
            <w:r w:rsidRPr="00A0264F">
              <w:rPr>
                <w:rtl/>
              </w:rPr>
              <w:t>العلياء</w:t>
            </w:r>
            <w:r w:rsidR="0076657C">
              <w:rPr>
                <w:rtl/>
              </w:rPr>
              <w:t xml:space="preserve"> </w:t>
            </w:r>
            <w:r w:rsidRPr="00A0264F">
              <w:rPr>
                <w:rtl/>
              </w:rPr>
              <w:t>مقصوره</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sidRPr="00A0264F">
              <w:rPr>
                <w:rtl/>
              </w:rPr>
              <w:t>إن</w:t>
            </w:r>
            <w:r>
              <w:rPr>
                <w:rtl/>
              </w:rPr>
              <w:t xml:space="preserve"> </w:t>
            </w:r>
            <w:r w:rsidRPr="00A0264F">
              <w:rPr>
                <w:rtl/>
              </w:rPr>
              <w:t>تـولهِ</w:t>
            </w:r>
            <w:r w:rsidR="0076657C">
              <w:rPr>
                <w:rtl/>
              </w:rPr>
              <w:t xml:space="preserve"> </w:t>
            </w:r>
            <w:r w:rsidRPr="00A0264F">
              <w:rPr>
                <w:rtl/>
              </w:rPr>
              <w:t>منكَ</w:t>
            </w:r>
            <w:r w:rsidR="0076657C">
              <w:rPr>
                <w:rtl/>
              </w:rPr>
              <w:t xml:space="preserve"> </w:t>
            </w:r>
            <w:r w:rsidRPr="00A0264F">
              <w:rPr>
                <w:rtl/>
              </w:rPr>
              <w:t>بمقصورة</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sidRPr="00A0264F">
              <w:rPr>
                <w:rtl/>
              </w:rPr>
              <w:t>يجزكَ</w:t>
            </w:r>
            <w:r w:rsidR="0076657C">
              <w:rPr>
                <w:rtl/>
              </w:rPr>
              <w:t xml:space="preserve"> </w:t>
            </w:r>
            <w:r w:rsidRPr="00A0264F">
              <w:rPr>
                <w:rtl/>
              </w:rPr>
              <w:t>عنها</w:t>
            </w:r>
            <w:r w:rsidR="0076657C">
              <w:rPr>
                <w:rtl/>
              </w:rPr>
              <w:t xml:space="preserve"> </w:t>
            </w:r>
            <w:r w:rsidRPr="00A0264F">
              <w:rPr>
                <w:rtl/>
              </w:rPr>
              <w:t>ألف</w:t>
            </w:r>
            <w:r w:rsidR="0076657C">
              <w:rPr>
                <w:rtl/>
              </w:rPr>
              <w:t xml:space="preserve"> </w:t>
            </w:r>
            <w:r w:rsidRPr="00A0264F">
              <w:rPr>
                <w:rtl/>
              </w:rPr>
              <w:t>مقصوره</w:t>
            </w:r>
            <w:r w:rsidRPr="00725071">
              <w:rPr>
                <w:rStyle w:val="libPoemTiniChar0"/>
                <w:rtl/>
              </w:rPr>
              <w:br/>
              <w:t> </w:t>
            </w:r>
          </w:p>
        </w:tc>
      </w:tr>
    </w:tbl>
    <w:p w:rsidR="000B1036" w:rsidRDefault="000B1036" w:rsidP="00A5546B">
      <w:pPr>
        <w:pStyle w:val="libNormal"/>
        <w:rPr>
          <w:rtl/>
        </w:rPr>
      </w:pPr>
      <w:r>
        <w:rPr>
          <w:rtl/>
        </w:rPr>
        <w:t>روى رحمه اللّه، أن جماعة الفضلاء في سامراء اتفقوا على خطف خروف كان قد ربّاه الشيخ اسماعيل ملا علي الخليلي لابنه يوسف، وكان أثيرا لديه عزيزا عليه، واهتبلوا فرصة غياب الشيخ</w:t>
      </w:r>
    </w:p>
    <w:p w:rsidR="000B1036" w:rsidRDefault="000B1036" w:rsidP="00A5546B">
      <w:pPr>
        <w:pStyle w:val="libNormal"/>
        <w:rPr>
          <w:rtl/>
        </w:rPr>
      </w:pPr>
      <w:r>
        <w:rPr>
          <w:rtl/>
        </w:rPr>
        <w:t>فخطفوا الخروف وذبحوه وأعدوا منه غدأً شهيا دُعي إليه الصحب ومنهم الشيخ اسماعيل نفسه، فكان يشرق بالطعام ويغصّ مرارا ويقول: إن الطعام على حسنه لم يهنأ لي. وبعد انتهائهم من الطعام تليت</w:t>
      </w:r>
    </w:p>
    <w:p w:rsidR="000B1036" w:rsidRDefault="000B1036" w:rsidP="00A5546B">
      <w:pPr>
        <w:pStyle w:val="libNormal"/>
        <w:rPr>
          <w:rtl/>
        </w:rPr>
      </w:pPr>
      <w:r>
        <w:rPr>
          <w:rtl/>
        </w:rPr>
        <w:t>للسيد رضا قصيدة يرثي فيها خروف الشيخ ويداعبه، ومما بقي على حفظه منها قوله:</w:t>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
            </w:pPr>
            <w:r>
              <w:rPr>
                <w:rtl/>
              </w:rPr>
              <w:t>أيُّ بدر للمجد عاد ضئيلا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وبليل التمام شاء أفولا</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يا لفصل الخريف أي خروف</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فيه أمسى مجدلا مقتولا</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هو فصل أهل العراق نفاقا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ذبحوا فيها كبش اسماعيلا</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وتمنى الذبيح لو يقبل الحتف</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بديلا بأن يكون بديلا</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يا سليل الخليل صبرا وإن كا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ن جليلا فقد الخليل الخليلا</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وكأنّي به يقول دع العذ</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ل فلن يسمع المشوق عذولا</w:t>
            </w:r>
            <w:r w:rsidRPr="00725071">
              <w:rPr>
                <w:rStyle w:val="libPoemTiniChar0"/>
                <w:rtl/>
              </w:rPr>
              <w:br/>
              <w:t> </w:t>
            </w:r>
          </w:p>
        </w:tc>
      </w:tr>
    </w:tbl>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5564A1" w:rsidP="003D16CF">
            <w:pPr>
              <w:pStyle w:val="libPoem"/>
            </w:pPr>
            <w:r>
              <w:rPr>
                <w:rtl/>
              </w:rPr>
              <w:t>«</w:t>
            </w:r>
            <w:r w:rsidR="003D16CF" w:rsidRPr="00A5546B">
              <w:rPr>
                <w:rtl/>
              </w:rPr>
              <w:t>وخلاف الجميل قولك للذا</w:t>
            </w:r>
            <w:r w:rsidR="003D16CF"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sidRPr="00A5546B">
              <w:rPr>
                <w:rtl/>
              </w:rPr>
              <w:t>كرِ عهد الاحباب صبرا جميلا</w:t>
            </w:r>
            <w:r w:rsidR="005564A1">
              <w:rPr>
                <w:rtl/>
              </w:rPr>
              <w:t>»</w:t>
            </w:r>
            <w:r w:rsidRPr="000B1036">
              <w:rPr>
                <w:rStyle w:val="libFootnotenumChar"/>
                <w:rtl/>
              </w:rPr>
              <w:t>(</w:t>
            </w:r>
            <w:r w:rsidRPr="000B1036">
              <w:rPr>
                <w:rStyle w:val="libFootnotenumChar"/>
                <w:rFonts w:hint="cs"/>
                <w:rtl/>
              </w:rPr>
              <w:t>1</w:t>
            </w:r>
            <w:r w:rsidRPr="000B1036">
              <w:rPr>
                <w:rStyle w:val="libFootnotenumChar"/>
                <w:rtl/>
              </w:rPr>
              <w:t>)</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لهف نفسي ليوسف وهو يبكي</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ويطيل الشجى ويبدي العويلا</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ويروِّي الثرى دموعا وهيها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ت يروِّي صوب الدموع غليلا</w:t>
            </w:r>
            <w:r w:rsidRPr="00725071">
              <w:rPr>
                <w:rStyle w:val="libPoemTiniChar0"/>
                <w:rtl/>
              </w:rPr>
              <w:br/>
              <w:t> </w:t>
            </w:r>
          </w:p>
        </w:tc>
      </w:tr>
    </w:tbl>
    <w:p w:rsidR="000B1036" w:rsidRDefault="003D6158" w:rsidP="00191E3C">
      <w:pPr>
        <w:pStyle w:val="libLine"/>
        <w:rPr>
          <w:rtl/>
        </w:rPr>
      </w:pPr>
      <w:r>
        <w:rPr>
          <w:rtl/>
        </w:rPr>
        <w:t>____________________</w:t>
      </w:r>
    </w:p>
    <w:p w:rsidR="000B1036" w:rsidRDefault="000B1036" w:rsidP="00A5546B">
      <w:pPr>
        <w:pStyle w:val="libFootnote0"/>
        <w:rPr>
          <w:rtl/>
        </w:rPr>
      </w:pPr>
      <w:r>
        <w:rPr>
          <w:rFonts w:hint="cs"/>
          <w:rtl/>
        </w:rPr>
        <w:t>1</w:t>
      </w:r>
      <w:r>
        <w:rPr>
          <w:rtl/>
        </w:rPr>
        <w:t xml:space="preserve"> - البيت للبحتري من قصيدة يمدح فيها محمد بن علي عيسى القمي، وأولها:</w:t>
      </w:r>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Footnote"/>
            </w:pPr>
            <w:r>
              <w:rPr>
                <w:rtl/>
              </w:rPr>
              <w:t>ذاك وادي الاراك فاحبس قليلا</w:t>
            </w:r>
            <w:r w:rsidRPr="00725071">
              <w:rPr>
                <w:rStyle w:val="libPoemTiniChar0"/>
                <w:rtl/>
              </w:rPr>
              <w:br/>
              <w:t> </w:t>
            </w:r>
          </w:p>
        </w:tc>
        <w:tc>
          <w:tcPr>
            <w:tcW w:w="272" w:type="dxa"/>
          </w:tcPr>
          <w:p w:rsidR="003D16CF" w:rsidRDefault="003D16CF" w:rsidP="003D16CF">
            <w:pPr>
              <w:pStyle w:val="libPoemFootnote"/>
              <w:rPr>
                <w:rtl/>
              </w:rPr>
            </w:pPr>
          </w:p>
        </w:tc>
        <w:tc>
          <w:tcPr>
            <w:tcW w:w="3502" w:type="dxa"/>
          </w:tcPr>
          <w:p w:rsidR="003D16CF" w:rsidRDefault="003D16CF" w:rsidP="003D16CF">
            <w:pPr>
              <w:pStyle w:val="libPoemFootnote"/>
            </w:pPr>
            <w:r>
              <w:rPr>
                <w:rtl/>
              </w:rPr>
              <w:t>مقصرا من صبابة أو مطيلا</w:t>
            </w:r>
            <w:r w:rsidRPr="00725071">
              <w:rPr>
                <w:rStyle w:val="libPoemTiniChar0"/>
                <w:rtl/>
              </w:rPr>
              <w:br/>
              <w:t> </w:t>
            </w:r>
          </w:p>
        </w:tc>
      </w:tr>
    </w:tbl>
    <w:p w:rsidR="00A5546B" w:rsidRDefault="00A5546B" w:rsidP="00A5546B">
      <w:pPr>
        <w:pStyle w:val="libNormal"/>
        <w:rPr>
          <w:rtl/>
        </w:rPr>
      </w:pPr>
      <w:r>
        <w:rPr>
          <w:rtl/>
        </w:rPr>
        <w:br w:type="page"/>
      </w:r>
    </w:p>
    <w:p w:rsidR="000B1036" w:rsidRDefault="000B1036" w:rsidP="00A5546B">
      <w:pPr>
        <w:pStyle w:val="Heading3Center"/>
        <w:rPr>
          <w:rtl/>
        </w:rPr>
      </w:pPr>
      <w:bookmarkStart w:id="67" w:name="39"/>
      <w:bookmarkStart w:id="68" w:name="_Toc430519772"/>
      <w:r w:rsidRPr="00A5546B">
        <w:rPr>
          <w:rtl/>
        </w:rPr>
        <w:t>يا جذوة للهدى</w:t>
      </w:r>
      <w:r w:rsidRPr="000B1036">
        <w:rPr>
          <w:rStyle w:val="libFootnotenumChar"/>
          <w:rtl/>
        </w:rPr>
        <w:t>(</w:t>
      </w:r>
      <w:r w:rsidRPr="000B1036">
        <w:rPr>
          <w:rStyle w:val="libFootnotenumChar"/>
          <w:rFonts w:hint="cs"/>
          <w:rtl/>
        </w:rPr>
        <w:t>1</w:t>
      </w:r>
      <w:r w:rsidRPr="000B1036">
        <w:rPr>
          <w:rStyle w:val="libFootnotenumChar"/>
          <w:rtl/>
        </w:rPr>
        <w:t>)</w:t>
      </w:r>
      <w:bookmarkEnd w:id="67"/>
      <w:bookmarkEnd w:id="68"/>
    </w:p>
    <w:tbl>
      <w:tblPr>
        <w:tblStyle w:val="TableGrid"/>
        <w:bidiVisual/>
        <w:tblW w:w="4562" w:type="pct"/>
        <w:tblInd w:w="384" w:type="dxa"/>
        <w:tblLook w:val="04A0"/>
      </w:tblPr>
      <w:tblGrid>
        <w:gridCol w:w="3536"/>
        <w:gridCol w:w="272"/>
        <w:gridCol w:w="3502"/>
      </w:tblGrid>
      <w:tr w:rsidR="003D16CF" w:rsidTr="003D16CF">
        <w:trPr>
          <w:trHeight w:val="350"/>
        </w:trPr>
        <w:tc>
          <w:tcPr>
            <w:tcW w:w="3536" w:type="dxa"/>
          </w:tcPr>
          <w:p w:rsidR="003D16CF" w:rsidRDefault="003D16CF" w:rsidP="003D16CF">
            <w:pPr>
              <w:pStyle w:val="libPoem"/>
            </w:pPr>
            <w:r>
              <w:rPr>
                <w:rtl/>
              </w:rPr>
              <w:t>حاولتُ نظم الرثا فاستعصت الكلمُ</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وهل لاهل الهدى بعد الحسين فمُ</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وقطع الحزن أحشائي عليك فذي</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أفلاذ قلبي، لا الالفاظ، تنتظم</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ما كنت أحسب يجري بالرثا قلمي</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ما حيلتي قد جرى في ذلك القلم</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أبا التقيِّ وذي العليا محمد والـ</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ـمهدي، بل يا أبا للناس كلهمُ</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قد كنتَ غيثا وليثا للعفاة وللـ</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ـعداة فاليوم غابَ البأسُ والكرم</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قد كنتَ مرتبعا للوافدين، حمىً</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للخائفين فأنت الحِلُّ والحرم</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أبكي بك العيش قد زالت غضارته</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والدهر ألوى فلا بؤس ولا نعم</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أبكى محاريب في الظلمأِ قمت بها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للّه حتى أنجلت في نورك الظلم</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أبكي منابر قد أوسعتها حكَما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واليوم فارقها الاحكامُ والحِكم</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تكاد أعوادها تخضر مثمرة</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إذا علاها سحابٌ منكَ مرتكم</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أبكي بك الدين والدنيا وأنت هما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أبكي النبي وسبطيه وأنت هم</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أبكي بك العروة الوثقى التي انفصمت</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ولم أخلها مدى الايام تنفصم</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أبكي بك الركن ركن الحق منهدما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ولم أخل أن ركن الحق ينهدم</w:t>
            </w:r>
            <w:r w:rsidRPr="00725071">
              <w:rPr>
                <w:rStyle w:val="libPoemTiniChar0"/>
                <w:rtl/>
              </w:rPr>
              <w:br/>
              <w:t> </w:t>
            </w:r>
          </w:p>
        </w:tc>
      </w:tr>
      <w:tr w:rsidR="003D16CF" w:rsidTr="003D16CF">
        <w:trPr>
          <w:trHeight w:val="350"/>
        </w:trPr>
        <w:tc>
          <w:tcPr>
            <w:tcW w:w="3536" w:type="dxa"/>
          </w:tcPr>
          <w:p w:rsidR="003D16CF" w:rsidRDefault="003D16CF" w:rsidP="003D16CF">
            <w:pPr>
              <w:pStyle w:val="libPoem"/>
            </w:pPr>
            <w:r>
              <w:rPr>
                <w:rtl/>
              </w:rPr>
              <w:t>أبكي بك النور تحت الارض منكتما</w:t>
            </w:r>
            <w:r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3D16CF" w:rsidP="003D16CF">
            <w:pPr>
              <w:pStyle w:val="libPoem"/>
            </w:pPr>
            <w:r>
              <w:rPr>
                <w:rtl/>
              </w:rPr>
              <w:t>وما توهمت نور اللّه ينكتم</w:t>
            </w:r>
            <w:r w:rsidRPr="00725071">
              <w:rPr>
                <w:rStyle w:val="libPoemTiniChar0"/>
                <w:rtl/>
              </w:rPr>
              <w:br/>
              <w:t> </w:t>
            </w:r>
          </w:p>
        </w:tc>
      </w:tr>
      <w:tr w:rsidR="003D16CF" w:rsidTr="003D16CF">
        <w:trPr>
          <w:trHeight w:val="350"/>
        </w:trPr>
        <w:tc>
          <w:tcPr>
            <w:tcW w:w="3536" w:type="dxa"/>
          </w:tcPr>
          <w:p w:rsidR="003D16CF" w:rsidRDefault="00ED414B" w:rsidP="003D16CF">
            <w:pPr>
              <w:pStyle w:val="libPoem"/>
            </w:pPr>
            <w:r>
              <w:rPr>
                <w:rtl/>
              </w:rPr>
              <w:t>أبكي بك العالمين السابقين مضوا</w:t>
            </w:r>
            <w:r w:rsidR="003D16CF" w:rsidRPr="00725071">
              <w:rPr>
                <w:rStyle w:val="libPoemTiniChar0"/>
                <w:rtl/>
              </w:rPr>
              <w:br/>
              <w:t> </w:t>
            </w:r>
          </w:p>
        </w:tc>
        <w:tc>
          <w:tcPr>
            <w:tcW w:w="272" w:type="dxa"/>
          </w:tcPr>
          <w:p w:rsidR="003D16CF" w:rsidRDefault="003D16CF" w:rsidP="003D16CF">
            <w:pPr>
              <w:pStyle w:val="libPoem"/>
              <w:rPr>
                <w:rtl/>
              </w:rPr>
            </w:pPr>
          </w:p>
        </w:tc>
        <w:tc>
          <w:tcPr>
            <w:tcW w:w="3502" w:type="dxa"/>
          </w:tcPr>
          <w:p w:rsidR="003D16CF" w:rsidRDefault="00ED414B" w:rsidP="003D16CF">
            <w:pPr>
              <w:pStyle w:val="libPoem"/>
            </w:pPr>
            <w:r>
              <w:rPr>
                <w:rtl/>
              </w:rPr>
              <w:t>ولو سلمت لشرع المصطفى سلموا</w:t>
            </w:r>
            <w:r w:rsidR="003D16CF" w:rsidRPr="00725071">
              <w:rPr>
                <w:rStyle w:val="libPoemTiniChar0"/>
                <w:rtl/>
              </w:rPr>
              <w:br/>
              <w:t> </w:t>
            </w:r>
          </w:p>
        </w:tc>
      </w:tr>
    </w:tbl>
    <w:p w:rsidR="000B1036" w:rsidRDefault="003D6158" w:rsidP="00191E3C">
      <w:pPr>
        <w:pStyle w:val="libLine"/>
        <w:rPr>
          <w:rtl/>
        </w:rPr>
      </w:pPr>
      <w:r>
        <w:rPr>
          <w:rtl/>
        </w:rPr>
        <w:t>____________________</w:t>
      </w:r>
    </w:p>
    <w:p w:rsidR="00A5546B" w:rsidRDefault="000B1036" w:rsidP="00A5546B">
      <w:pPr>
        <w:pStyle w:val="libFootnote0"/>
        <w:rPr>
          <w:rtl/>
        </w:rPr>
      </w:pPr>
      <w:r>
        <w:rPr>
          <w:rFonts w:hint="cs"/>
          <w:rtl/>
        </w:rPr>
        <w:t>1</w:t>
      </w:r>
      <w:r w:rsidR="00A327D5">
        <w:rPr>
          <w:rtl/>
        </w:rPr>
        <w:t xml:space="preserve"> - </w:t>
      </w:r>
      <w:r>
        <w:rPr>
          <w:rtl/>
        </w:rPr>
        <w:t>قالها راثيا العلامة ميرزا حسين ابن الميرزا خليل.</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ED414B" w:rsidTr="00ED414B">
        <w:trPr>
          <w:trHeight w:val="350"/>
        </w:trPr>
        <w:tc>
          <w:tcPr>
            <w:tcW w:w="3536" w:type="dxa"/>
          </w:tcPr>
          <w:p w:rsidR="00ED414B" w:rsidRDefault="00ED414B" w:rsidP="005C3FDA">
            <w:pPr>
              <w:pStyle w:val="libPoem"/>
            </w:pPr>
            <w:r>
              <w:rPr>
                <w:rtl/>
              </w:rPr>
              <w:t>للّه كل الورى ماذا ألمَّ بهم</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لقد أصيبوا بفقد العلم لو علموا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اليوم قد آمن الاسلام ثلمته</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لو كان بعدك إسلام فينثلم</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ما زلت مجتهدا في اللّه تعبده</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فلا يصيبك من طول المدى سأم</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تزداد ضعفا فتقوى في عبادته</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يصح عزمك مهما شفَّهُ السقم</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ولم تثقِّلك في الدنيا الهموم بها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إلاّ وطارت إلى الاخرى بك الهمم</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حتى أتتك ببيت اللّه دعوته</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ولم تزل فرص اللذات تغتنم</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واستقبل الحور والولدان نفسك فلـ</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ـتقرَّ عينا بك الازواج والخدم</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للّه يومك أهل الارض فيه شقوا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إذ غبت عنهم كما أهل السما نعموا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للّه نعشك من سارٍ وما وطأت</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له على غير هامات الورى قدم</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ولم تزل تخفق الاعلام منه على</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نعش به قد توارى للهدى علم</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يا جذوة للهدى لم تخب شعلتها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إلاّ وفي كل قلب بعدها ضرم</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يا كوكبا كان يهدي العالمين وكم</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به شياطين أهل البغي قد رجموا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يا ظلّ عدل تولَّى الظلم حين مضى</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وشمسُ رشدٍ توالت بعدها الظلم</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يا أولا فيه أهل الفضل قد بدأوا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وآخرا فيه أهل العلم قد ختموا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sidRPr="00A5546B">
              <w:rPr>
                <w:rtl/>
              </w:rPr>
              <w:t>لم يخل منك محل كنت تملاه</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5564A1" w:rsidP="005C3FDA">
            <w:pPr>
              <w:pStyle w:val="libPoem"/>
            </w:pPr>
            <w:r>
              <w:rPr>
                <w:rtl/>
              </w:rPr>
              <w:t>«</w:t>
            </w:r>
            <w:r w:rsidR="00ED414B" w:rsidRPr="00A5546B">
              <w:rPr>
                <w:rtl/>
              </w:rPr>
              <w:t>هذا التقى النقي الطاهر العلم</w:t>
            </w:r>
            <w:r>
              <w:rPr>
                <w:rtl/>
              </w:rPr>
              <w:t>»</w:t>
            </w:r>
            <w:r w:rsidR="00ED414B" w:rsidRPr="000B1036">
              <w:rPr>
                <w:rStyle w:val="libFootnotenumChar"/>
                <w:rtl/>
              </w:rPr>
              <w:t>(</w:t>
            </w:r>
            <w:r w:rsidR="00ED414B" w:rsidRPr="000B1036">
              <w:rPr>
                <w:rStyle w:val="libFootnotenumChar"/>
                <w:rFonts w:hint="cs"/>
                <w:rtl/>
              </w:rPr>
              <w:t>1</w:t>
            </w:r>
            <w:r w:rsidR="00ED414B" w:rsidRPr="000B1036">
              <w:rPr>
                <w:rStyle w:val="libFootnotenumChar"/>
                <w:rtl/>
              </w:rPr>
              <w:t>)</w:t>
            </w:r>
            <w:r w:rsidR="00ED414B"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لما رأوا قبسا للرشد لاح به</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مثل الفراش أحاطوا فيه وازدحموا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وذا محمد السامي إلى رتب</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دانت له عرب الاسلام والعجم</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ذا عصمة من ضروب النائبات وذا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للحق حبل به أهل الهدى اعتصموا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وذا بدرِّ العلى والمجد مرتضع</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وذا من الذم والفحشاء منفطم</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شبلان يرسو بأعراق الثرى لهما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خِيمٌ وتبنى على هام السها خيم</w:t>
            </w:r>
            <w:r w:rsidRPr="00725071">
              <w:rPr>
                <w:rStyle w:val="libPoemTiniChar0"/>
                <w:rtl/>
              </w:rPr>
              <w:br/>
              <w:t> </w:t>
            </w:r>
          </w:p>
        </w:tc>
      </w:tr>
    </w:tbl>
    <w:p w:rsidR="000B1036" w:rsidRDefault="003D6158" w:rsidP="00191E3C">
      <w:pPr>
        <w:pStyle w:val="libLine"/>
        <w:rPr>
          <w:rtl/>
        </w:rPr>
      </w:pPr>
      <w:r>
        <w:rPr>
          <w:rtl/>
        </w:rPr>
        <w:t>____________________</w:t>
      </w:r>
    </w:p>
    <w:p w:rsidR="000B1036" w:rsidRDefault="000B1036" w:rsidP="00A5546B">
      <w:pPr>
        <w:pStyle w:val="libFootnote0"/>
        <w:rPr>
          <w:rtl/>
        </w:rPr>
      </w:pPr>
      <w:r>
        <w:rPr>
          <w:rFonts w:hint="cs"/>
          <w:rtl/>
        </w:rPr>
        <w:t>1</w:t>
      </w:r>
      <w:r>
        <w:rPr>
          <w:rtl/>
        </w:rPr>
        <w:t xml:space="preserve"> - إشارة إلى ابن الفقيد الشيخ تقي الخليلي، وقد ضمن الشاعر عجز بيت للفرزدق في الامام زين العابدين (ع) من قصيدته المشهورة.</w:t>
      </w:r>
    </w:p>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ED414B" w:rsidTr="00ED414B">
        <w:trPr>
          <w:trHeight w:val="350"/>
        </w:trPr>
        <w:tc>
          <w:tcPr>
            <w:tcW w:w="3536" w:type="dxa"/>
          </w:tcPr>
          <w:p w:rsidR="00ED414B" w:rsidRDefault="00ED414B" w:rsidP="005C3FDA">
            <w:pPr>
              <w:pStyle w:val="libPoem"/>
            </w:pPr>
            <w:r w:rsidRPr="00A5546B">
              <w:rPr>
                <w:rtl/>
              </w:rPr>
              <w:t>لا يشمت الناس يا غيظ الذي لهما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sidRPr="00A5546B">
              <w:rPr>
                <w:rtl/>
              </w:rPr>
              <w:t>غيظُ العدى بهما باق وإن زعموا</w:t>
            </w:r>
            <w:r w:rsidRPr="000B1036">
              <w:rPr>
                <w:rStyle w:val="libFootnotenumChar"/>
                <w:rtl/>
              </w:rPr>
              <w:t>(</w:t>
            </w:r>
            <w:r w:rsidRPr="000B1036">
              <w:rPr>
                <w:rStyle w:val="libFootnotenumChar"/>
                <w:rFonts w:hint="cs"/>
                <w:rtl/>
              </w:rPr>
              <w:t>1</w:t>
            </w:r>
            <w:r w:rsidRPr="000B1036">
              <w:rPr>
                <w:rStyle w:val="libFootnotenumChar"/>
                <w:rtl/>
              </w:rPr>
              <w:t>)</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وليغن عن ديمة مثواك تمطره</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فمن أكفك فيه قد ثوت ديم</w:t>
            </w:r>
            <w:r w:rsidRPr="00725071">
              <w:rPr>
                <w:rStyle w:val="libPoemTiniChar0"/>
                <w:rtl/>
              </w:rPr>
              <w:br/>
              <w:t> </w:t>
            </w:r>
          </w:p>
        </w:tc>
      </w:tr>
    </w:tbl>
    <w:p w:rsidR="000B1036" w:rsidRDefault="003D6158" w:rsidP="00191E3C">
      <w:pPr>
        <w:pStyle w:val="libLine"/>
        <w:rPr>
          <w:rtl/>
        </w:rPr>
      </w:pPr>
      <w:r>
        <w:rPr>
          <w:rtl/>
        </w:rPr>
        <w:t>____________________</w:t>
      </w:r>
    </w:p>
    <w:p w:rsidR="000B1036" w:rsidRDefault="000B1036" w:rsidP="00A5546B">
      <w:pPr>
        <w:pStyle w:val="libFootnote0"/>
        <w:rPr>
          <w:rtl/>
        </w:rPr>
      </w:pPr>
      <w:r>
        <w:rPr>
          <w:rFonts w:hint="cs"/>
          <w:rtl/>
        </w:rPr>
        <w:t>1</w:t>
      </w:r>
      <w:r>
        <w:rPr>
          <w:rtl/>
        </w:rPr>
        <w:t xml:space="preserve"> - وجدنا هذه القصيدة في ترجمة السيد التي وردت في كتاب </w:t>
      </w:r>
      <w:r w:rsidR="005564A1">
        <w:rPr>
          <w:rtl/>
        </w:rPr>
        <w:t>«</w:t>
      </w:r>
      <w:r>
        <w:rPr>
          <w:rtl/>
        </w:rPr>
        <w:t>شعراء الغري</w:t>
      </w:r>
      <w:r w:rsidR="005564A1">
        <w:rPr>
          <w:rtl/>
        </w:rPr>
        <w:t>»</w:t>
      </w:r>
      <w:r>
        <w:rPr>
          <w:rtl/>
        </w:rPr>
        <w:t xml:space="preserve"> 4 / 108، ويبدو في صدر البيت اضطراب واضح، لعل توجيهه هو:</w:t>
      </w:r>
    </w:p>
    <w:tbl>
      <w:tblPr>
        <w:tblStyle w:val="TableGrid"/>
        <w:bidiVisual/>
        <w:tblW w:w="4562" w:type="pct"/>
        <w:tblInd w:w="384" w:type="dxa"/>
        <w:tblLook w:val="04A0"/>
      </w:tblPr>
      <w:tblGrid>
        <w:gridCol w:w="3536"/>
        <w:gridCol w:w="272"/>
        <w:gridCol w:w="3502"/>
      </w:tblGrid>
      <w:tr w:rsidR="00ED414B" w:rsidTr="005C3FDA">
        <w:trPr>
          <w:trHeight w:val="350"/>
        </w:trPr>
        <w:tc>
          <w:tcPr>
            <w:tcW w:w="3536" w:type="dxa"/>
          </w:tcPr>
          <w:p w:rsidR="00ED414B" w:rsidRDefault="00ED414B" w:rsidP="00ED414B">
            <w:pPr>
              <w:pStyle w:val="libPoemFootnote"/>
            </w:pPr>
            <w:r>
              <w:rPr>
                <w:rtl/>
              </w:rPr>
              <w:t>لا يشمت الناس يا غيظ العدى بهما</w:t>
            </w:r>
            <w:r w:rsidRPr="00725071">
              <w:rPr>
                <w:rStyle w:val="libPoemTiniChar0"/>
                <w:rtl/>
              </w:rPr>
              <w:br/>
              <w:t> </w:t>
            </w:r>
          </w:p>
        </w:tc>
        <w:tc>
          <w:tcPr>
            <w:tcW w:w="272" w:type="dxa"/>
          </w:tcPr>
          <w:p w:rsidR="00ED414B" w:rsidRDefault="00ED414B" w:rsidP="00ED414B">
            <w:pPr>
              <w:pStyle w:val="libPoemFootnote"/>
              <w:rPr>
                <w:rtl/>
              </w:rPr>
            </w:pPr>
          </w:p>
        </w:tc>
        <w:tc>
          <w:tcPr>
            <w:tcW w:w="3502" w:type="dxa"/>
          </w:tcPr>
          <w:p w:rsidR="00ED414B" w:rsidRDefault="00ED414B" w:rsidP="00ED414B">
            <w:pPr>
              <w:pStyle w:val="libPoemFootnote"/>
            </w:pPr>
            <w:r>
              <w:rPr>
                <w:rtl/>
              </w:rPr>
              <w:t>غيظ العدى بهما باق وإن زعموا</w:t>
            </w:r>
            <w:r w:rsidRPr="00725071">
              <w:rPr>
                <w:rStyle w:val="libPoemTiniChar0"/>
                <w:rtl/>
              </w:rPr>
              <w:br/>
              <w:t> </w:t>
            </w:r>
          </w:p>
        </w:tc>
      </w:tr>
    </w:tbl>
    <w:p w:rsidR="00A5546B" w:rsidRDefault="00A5546B" w:rsidP="00A5546B">
      <w:pPr>
        <w:pStyle w:val="libNormal"/>
        <w:rPr>
          <w:rtl/>
        </w:rPr>
      </w:pPr>
      <w:r>
        <w:rPr>
          <w:rtl/>
        </w:rPr>
        <w:br w:type="page"/>
      </w:r>
    </w:p>
    <w:p w:rsidR="000B1036" w:rsidRDefault="000B1036" w:rsidP="00A5546B">
      <w:pPr>
        <w:pStyle w:val="Heading3Center"/>
        <w:rPr>
          <w:rtl/>
        </w:rPr>
      </w:pPr>
      <w:bookmarkStart w:id="69" w:name="40"/>
      <w:bookmarkStart w:id="70" w:name="_Toc430519773"/>
      <w:r w:rsidRPr="00A5546B">
        <w:rPr>
          <w:rtl/>
        </w:rPr>
        <w:t>ساهر العزمة</w:t>
      </w:r>
      <w:r w:rsidRPr="000B1036">
        <w:rPr>
          <w:rStyle w:val="libFootnotenumChar"/>
          <w:rtl/>
        </w:rPr>
        <w:t>(</w:t>
      </w:r>
      <w:r w:rsidRPr="000B1036">
        <w:rPr>
          <w:rStyle w:val="libFootnotenumChar"/>
          <w:rFonts w:hint="cs"/>
          <w:rtl/>
        </w:rPr>
        <w:t>1</w:t>
      </w:r>
      <w:r w:rsidRPr="000B1036">
        <w:rPr>
          <w:rStyle w:val="libFootnotenumChar"/>
          <w:rtl/>
        </w:rPr>
        <w:t>)</w:t>
      </w:r>
      <w:bookmarkEnd w:id="69"/>
      <w:bookmarkEnd w:id="70"/>
    </w:p>
    <w:tbl>
      <w:tblPr>
        <w:tblStyle w:val="TableGrid"/>
        <w:bidiVisual/>
        <w:tblW w:w="4562" w:type="pct"/>
        <w:tblInd w:w="384" w:type="dxa"/>
        <w:tblLook w:val="04A0"/>
      </w:tblPr>
      <w:tblGrid>
        <w:gridCol w:w="3536"/>
        <w:gridCol w:w="272"/>
        <w:gridCol w:w="3502"/>
      </w:tblGrid>
      <w:tr w:rsidR="00ED414B" w:rsidTr="00ED414B">
        <w:trPr>
          <w:trHeight w:val="350"/>
        </w:trPr>
        <w:tc>
          <w:tcPr>
            <w:tcW w:w="3536" w:type="dxa"/>
          </w:tcPr>
          <w:p w:rsidR="00ED414B" w:rsidRDefault="00ED414B" w:rsidP="005C3FDA">
            <w:pPr>
              <w:pStyle w:val="libPoem"/>
            </w:pPr>
            <w:r>
              <w:rPr>
                <w:rtl/>
              </w:rPr>
              <w:t>لا تنه عين المجد عن شأنها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فإنما تبكي لانسانها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ولا تلم مُهجة هذي العلى</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إن تدمها أظفار أحزانها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عجبت للحتف أرتقى للسما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وعاد مغتالا لكيوانها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لشائد العليا وعمارها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ومحكم التقوى وسلمانها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فيا معدّا للورى أصبحت</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تندبه أسرة عدنانها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من للعويصات إذا أظلمت</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جلا بها واضحَ برهانها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أقمت أركان المعالي فمن</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بعدك من ممسك أركانها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بعدك من ذا لعفاة الورى</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تطفى به غلة ظمآنها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قد كنتَ أقصى قصدها منتهى</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رجائها كعبة إحسانها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كانت تنام الليل مكلوءة</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بساهر العزمة يقظانها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فأصبحت بعدك مذعورة</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قد باعدت ما بين أجفانها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لا تعرف القطع لاحزانها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كلا ولا الوصل لسلوانها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لهفي لعدل قد طوته الثرى</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كان الندى غامر أردانها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ومنطق يوحي لسمع الورى</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إعجازه آيات قرآنها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وبشرة بالضيف تسلو بها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عن أهلها القربى وأوطانها</w:t>
            </w:r>
            <w:r w:rsidRPr="00725071">
              <w:rPr>
                <w:rStyle w:val="libPoemTiniChar0"/>
                <w:rtl/>
              </w:rPr>
              <w:br/>
              <w:t> </w:t>
            </w:r>
          </w:p>
        </w:tc>
      </w:tr>
    </w:tbl>
    <w:p w:rsidR="000B1036" w:rsidRDefault="003D6158" w:rsidP="00191E3C">
      <w:pPr>
        <w:pStyle w:val="libLine"/>
        <w:rPr>
          <w:rtl/>
        </w:rPr>
      </w:pPr>
      <w:r>
        <w:rPr>
          <w:rtl/>
        </w:rPr>
        <w:t>____________________</w:t>
      </w:r>
    </w:p>
    <w:p w:rsidR="000B1036" w:rsidRDefault="000B1036" w:rsidP="00A5546B">
      <w:pPr>
        <w:pStyle w:val="libFootnote0"/>
        <w:rPr>
          <w:rtl/>
        </w:rPr>
      </w:pPr>
      <w:r>
        <w:rPr>
          <w:rFonts w:hint="cs"/>
          <w:rtl/>
        </w:rPr>
        <w:t>1</w:t>
      </w:r>
      <w:r>
        <w:rPr>
          <w:rtl/>
        </w:rPr>
        <w:t xml:space="preserve"> - قالها في رثاء صديقه العلاّمة الشيخ علي الشيخ عباس الجعفري.</w:t>
      </w:r>
    </w:p>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ED414B" w:rsidTr="00ED414B">
        <w:trPr>
          <w:trHeight w:val="350"/>
        </w:trPr>
        <w:tc>
          <w:tcPr>
            <w:tcW w:w="3536" w:type="dxa"/>
          </w:tcPr>
          <w:p w:rsidR="00ED414B" w:rsidRDefault="00ED414B" w:rsidP="005C3FDA">
            <w:pPr>
              <w:pStyle w:val="libPoem"/>
            </w:pPr>
            <w:r>
              <w:rPr>
                <w:rtl/>
              </w:rPr>
              <w:t>ونجدة تحمي الورى كلها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كأنّها من بعض جيرانها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وفكرة يثقب وقادها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كنه المعاني قبل إمعانها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ورغبة في اللّه قد أنكرت</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لذة دنياها لعرفانها</w:t>
            </w:r>
            <w:r w:rsidRPr="00725071">
              <w:rPr>
                <w:rStyle w:val="libPoemTiniChar0"/>
                <w:rtl/>
              </w:rPr>
              <w:br/>
              <w:t> </w:t>
            </w:r>
          </w:p>
        </w:tc>
      </w:tr>
    </w:tbl>
    <w:p w:rsidR="00A5546B" w:rsidRDefault="00A5546B" w:rsidP="00A5546B">
      <w:pPr>
        <w:pStyle w:val="libNormal"/>
        <w:rPr>
          <w:rtl/>
        </w:rPr>
      </w:pPr>
      <w:r>
        <w:rPr>
          <w:rtl/>
        </w:rPr>
        <w:br w:type="page"/>
      </w:r>
    </w:p>
    <w:p w:rsidR="000B1036" w:rsidRDefault="000B1036" w:rsidP="00A5546B">
      <w:pPr>
        <w:pStyle w:val="Heading3Center"/>
      </w:pPr>
      <w:bookmarkStart w:id="71" w:name="41"/>
      <w:bookmarkStart w:id="72" w:name="_Toc430519774"/>
      <w:r w:rsidRPr="00A5546B">
        <w:rPr>
          <w:rtl/>
        </w:rPr>
        <w:t>بدر المعالي</w:t>
      </w:r>
      <w:r w:rsidRPr="000B1036">
        <w:rPr>
          <w:rStyle w:val="libFootnotenumChar"/>
          <w:rtl/>
        </w:rPr>
        <w:t>(</w:t>
      </w:r>
      <w:r w:rsidRPr="000B1036">
        <w:rPr>
          <w:rStyle w:val="libFootnotenumChar"/>
          <w:rFonts w:hint="cs"/>
          <w:rtl/>
        </w:rPr>
        <w:t>1</w:t>
      </w:r>
      <w:r w:rsidRPr="000B1036">
        <w:rPr>
          <w:rStyle w:val="libFootnotenumChar"/>
          <w:rtl/>
        </w:rPr>
        <w:t>)</w:t>
      </w:r>
      <w:bookmarkEnd w:id="71"/>
      <w:bookmarkEnd w:id="72"/>
    </w:p>
    <w:tbl>
      <w:tblPr>
        <w:tblStyle w:val="TableGrid"/>
        <w:bidiVisual/>
        <w:tblW w:w="4562" w:type="pct"/>
        <w:tblInd w:w="384" w:type="dxa"/>
        <w:tblLook w:val="04A0"/>
      </w:tblPr>
      <w:tblGrid>
        <w:gridCol w:w="3536"/>
        <w:gridCol w:w="272"/>
        <w:gridCol w:w="3502"/>
      </w:tblGrid>
      <w:tr w:rsidR="00ED414B" w:rsidTr="00ED414B">
        <w:trPr>
          <w:trHeight w:val="350"/>
        </w:trPr>
        <w:tc>
          <w:tcPr>
            <w:tcW w:w="3536" w:type="dxa"/>
          </w:tcPr>
          <w:p w:rsidR="00ED414B" w:rsidRDefault="00ED414B" w:rsidP="005C3FDA">
            <w:pPr>
              <w:pStyle w:val="libPoem"/>
            </w:pPr>
            <w:r>
              <w:rPr>
                <w:rtl/>
              </w:rPr>
              <w:t>من لم يُقَطِّع من الدنيا علائقها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متى يهون عليه أن يفارقها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تبدو ليعشقها من ليس يعرفها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وليتها محضت بالود عاشقها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عجبت من سحرها تبدي تلوَّنها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لعينه وهو يستحلي خلائقها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إن عانقته لترديه توهَّمها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لانت، فمال إليها كي يعانقها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طوبى لمن رافق التقوى لسفرته</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إلى المعاد ولم يبرح مرافقها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صفيةً لم تخن يوما لصاحبها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عهدا ولا نقضت منه مواثقها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كلا ولا اختلفت يوما طرائقها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على أخي رَشَدٍ يقفو طرائقها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يا لاهيا سالكا أوعار معصية</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يعدو عليها ولا يخش مزالقها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قد شاق نفسك مُلْكٌ لا دوام له</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ألا يكون نعيم الخلد شائقها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فالعقل متَّبعٌ والنفس آبقة</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عنه فردَّ إليه اليوم آبقها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واجعله للرشد والايمان قائدها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أما ترى الاجل المحتوم سائقها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فليس ينفك هذا الدهر من حسدٍ</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للامجدين بسهم الحقد راشقها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يرمي فتخطي تلاع الارض رميته</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لكن تصيب من الاقدار شاهقها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بالامس قد طرقتنا بالخليل له</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نوائب أنزلت بالمجد طارقها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واليوم وارى باسماعيل شمس هدى</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أمست مغاربها تبكي مشارقها</w:t>
            </w:r>
            <w:r w:rsidRPr="00725071">
              <w:rPr>
                <w:rStyle w:val="libPoemTiniChar0"/>
                <w:rtl/>
              </w:rPr>
              <w:br/>
              <w:t> </w:t>
            </w:r>
          </w:p>
        </w:tc>
      </w:tr>
    </w:tbl>
    <w:p w:rsidR="000B1036" w:rsidRDefault="003D6158" w:rsidP="00191E3C">
      <w:pPr>
        <w:pStyle w:val="libLine"/>
        <w:rPr>
          <w:rtl/>
        </w:rPr>
      </w:pPr>
      <w:r>
        <w:rPr>
          <w:rtl/>
        </w:rPr>
        <w:t>____________________</w:t>
      </w:r>
    </w:p>
    <w:p w:rsidR="00A5546B" w:rsidRDefault="000B1036" w:rsidP="00A5546B">
      <w:pPr>
        <w:pStyle w:val="libFootnote0"/>
        <w:rPr>
          <w:rtl/>
        </w:rPr>
      </w:pPr>
      <w:r>
        <w:rPr>
          <w:rFonts w:hint="cs"/>
          <w:rtl/>
        </w:rPr>
        <w:t>1</w:t>
      </w:r>
      <w:r>
        <w:rPr>
          <w:rtl/>
        </w:rPr>
        <w:t xml:space="preserve"> - قالها في رثاء الشيخ اسماعيل الشيخ ملا علي الخليلي رحمهما اللّه.</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ED414B" w:rsidTr="00ED414B">
        <w:trPr>
          <w:trHeight w:val="350"/>
        </w:trPr>
        <w:tc>
          <w:tcPr>
            <w:tcW w:w="3536" w:type="dxa"/>
          </w:tcPr>
          <w:p w:rsidR="00ED414B" w:rsidRDefault="00ED414B" w:rsidP="005C3FDA">
            <w:pPr>
              <w:pStyle w:val="libPoem"/>
            </w:pPr>
            <w:r>
              <w:rPr>
                <w:rtl/>
              </w:rPr>
              <w:t>قد جبَّ فيه من العليا غواربها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وجذَّ فيه من التقوى مرافقها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لهفي على مصعب قَرَّت شقاشقه</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والاسد كانت له تخفى شقاشقها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ومنطقٍ منه تحت الارض كلَّ وكم</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أكلَّ من خطباء العصر ناطقها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وحسن خلق إذا من طيبه انتشقت</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ريح الصبا عبقت بالنشر ناشقها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يا ذائقا كأس حتفٍ كل ذي نفس</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يكون عند حضور الوقت ذائقها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قد كنت لا تسأل المخلوق مسألة</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ولا تؤمل إلاّ اللّه خالقها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فاذهب إلى دار رضوانٍ على سرر</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فيها لك الحور قد صفت نمارقها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واشرب كؤوس رحيق راق مطعمها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ولم تمازج يد الاكدار رائقها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واترك لنا عبرة في الخد إن دفقت</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لم يستطع أن يردَّ الصبر دافقها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ما مثل يومك في الايام يوم شجى</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أشاب من لمم العليا مفارقها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قد أوشكت تزهق الارواح فيه وبالـ</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مولى الحسين أعاد اللّه زاهقها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مولى إذا وافقت شيئا إرادته</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فليس للدهر بدُّ أن يوافقها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من حطَّ عن آمليه وزر فاقتهم</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نعم، وثقَّلَ بالنعمى عواتقها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فكفه ديمة ينهلُّ وابلها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طورا وآونة ترمي صواعقها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قد حلَّ للعلم والايمان أخبيةً</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عليه كف التقى مدت سرادقها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حزنا به ثمرات العلم حين غدت</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منه شرايعها تسقي حدائقها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فكلما غسقت ظلمأُ مشكلةٍ</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جلا بنور الهدى والعلم غاسقها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يا سالكا من مجازاتِ التُقى سبلا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بها الخفايا له أبدت حقائقها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إن حلَّ في الدينِ كسرٌ كنتَ جابره</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أو بالمكارم فتقٌ كنت راتقها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فقتَ النجوم ولو أيقنت منزلة</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فوق التي نلت كنت اليوم فائقها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أنتَ الجواد الذي لم تبق سابقةً</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في حلبةِ المجد إلاّ كنتَ سابقها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حتى لحقت من العليا بمرتبةٍ</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عدمت حتى من الاوهام لاحقها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أنت العزأُ لنا والحرز إن نزلت</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بنا الخطوب ولم نأمن بوائقها</w:t>
            </w:r>
            <w:r w:rsidRPr="00725071">
              <w:rPr>
                <w:rStyle w:val="libPoemTiniChar0"/>
                <w:rtl/>
              </w:rPr>
              <w:br/>
              <w:t> </w:t>
            </w:r>
          </w:p>
        </w:tc>
      </w:tr>
    </w:tbl>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ED414B" w:rsidTr="00ED414B">
        <w:trPr>
          <w:trHeight w:val="350"/>
        </w:trPr>
        <w:tc>
          <w:tcPr>
            <w:tcW w:w="3536" w:type="dxa"/>
          </w:tcPr>
          <w:p w:rsidR="00ED414B" w:rsidRDefault="00ED414B" w:rsidP="005C3FDA">
            <w:pPr>
              <w:pStyle w:val="libPoem"/>
            </w:pPr>
            <w:r>
              <w:rPr>
                <w:rtl/>
              </w:rPr>
              <w:t>إن غاب بدر المعالي عن مشارقها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فإن أولاده زانوا مشارقها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أو شيم بارقه تحت الصفيح فمن</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إخوانه سلَّت العليا بوارقها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أهلة في سماء المجد قد طلعت</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فلا غدا الدهر بعد التم ماحقها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ولا تزل سحب الرضوان ساكبةً</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على ثرى حَلَّها تسقي حدائقها</w:t>
            </w:r>
            <w:r w:rsidRPr="00725071">
              <w:rPr>
                <w:rStyle w:val="libPoemTiniChar0"/>
                <w:rtl/>
              </w:rPr>
              <w:br/>
              <w:t> </w:t>
            </w:r>
          </w:p>
        </w:tc>
      </w:tr>
    </w:tbl>
    <w:p w:rsidR="00A5546B" w:rsidRDefault="00A5546B" w:rsidP="00A5546B">
      <w:pPr>
        <w:pStyle w:val="libNormal"/>
        <w:rPr>
          <w:rtl/>
        </w:rPr>
      </w:pPr>
      <w:r>
        <w:rPr>
          <w:rtl/>
        </w:rPr>
        <w:br w:type="page"/>
      </w:r>
    </w:p>
    <w:p w:rsidR="000B1036" w:rsidRDefault="000B1036" w:rsidP="00A5546B">
      <w:pPr>
        <w:pStyle w:val="Heading3Center"/>
        <w:rPr>
          <w:rtl/>
        </w:rPr>
      </w:pPr>
      <w:bookmarkStart w:id="73" w:name="42"/>
      <w:bookmarkStart w:id="74" w:name="_Toc430519775"/>
      <w:r w:rsidRPr="00A5546B">
        <w:rPr>
          <w:rtl/>
        </w:rPr>
        <w:t>أحين نضاك الدين</w:t>
      </w:r>
      <w:r w:rsidRPr="000B1036">
        <w:rPr>
          <w:rStyle w:val="libFootnotenumChar"/>
          <w:rtl/>
        </w:rPr>
        <w:t>(</w:t>
      </w:r>
      <w:r w:rsidRPr="000B1036">
        <w:rPr>
          <w:rStyle w:val="libFootnotenumChar"/>
          <w:rFonts w:hint="cs"/>
          <w:rtl/>
        </w:rPr>
        <w:t>1</w:t>
      </w:r>
      <w:r w:rsidRPr="000B1036">
        <w:rPr>
          <w:rStyle w:val="libFootnotenumChar"/>
          <w:rtl/>
        </w:rPr>
        <w:t>)</w:t>
      </w:r>
      <w:bookmarkEnd w:id="73"/>
      <w:bookmarkEnd w:id="74"/>
    </w:p>
    <w:tbl>
      <w:tblPr>
        <w:tblStyle w:val="TableGrid"/>
        <w:bidiVisual/>
        <w:tblW w:w="4562" w:type="pct"/>
        <w:tblInd w:w="384" w:type="dxa"/>
        <w:tblLook w:val="04A0"/>
      </w:tblPr>
      <w:tblGrid>
        <w:gridCol w:w="3536"/>
        <w:gridCol w:w="272"/>
        <w:gridCol w:w="3502"/>
      </w:tblGrid>
      <w:tr w:rsidR="00ED414B" w:rsidTr="00ED414B">
        <w:trPr>
          <w:trHeight w:val="350"/>
        </w:trPr>
        <w:tc>
          <w:tcPr>
            <w:tcW w:w="3536" w:type="dxa"/>
          </w:tcPr>
          <w:p w:rsidR="00ED414B" w:rsidRDefault="00ED414B" w:rsidP="005C3FDA">
            <w:pPr>
              <w:pStyle w:val="libPoem"/>
            </w:pPr>
            <w:r>
              <w:rPr>
                <w:rtl/>
              </w:rPr>
              <w:t>نهضت لحفظ الدين فاعتاقك الردى</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أحين ترجيناك تستأصل العدى</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فديت نفوس المسلمين بمهجةٍ</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نفوس جميع المسلمين لها الفدا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وقمت بأمر اللّه لا متهيبا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من الحرب عقباها ولا مترددا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فلو أن ماء البحر سال كتائبا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أو أنهار رمل الارض جندا مجنّدا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وأفردك الجمع الذي كان حاشدا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عليك للاقيت الكتائب مفردا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ولم أنس إذ تستنفر الناس للوغى</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وتؤذن أن النفر موعده غدا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فقلت متى يطوي الظلام وينجلي</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فتنجز للدين الحنيفي موعدا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ولو كنت أدري ما أرى في صباحه</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تمنيت أن الليل أطبق سرمدا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فيا حافظا دين النبيّ محمد</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فقدنا بمثواك النبيّ محمدا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مضيت حثيث السير لم تشك علَّةً</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ولا بتَّ في فرشِ السقام مسهدا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ولا احتجت في وصف الدواء ممرضا</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ولا اختلف الاحباب نحوك عوَّدا</w:t>
            </w:r>
            <w:r w:rsidRPr="00725071">
              <w:rPr>
                <w:rStyle w:val="libPoemTiniChar0"/>
                <w:rtl/>
              </w:rPr>
              <w:br/>
              <w:t> </w:t>
            </w:r>
          </w:p>
        </w:tc>
      </w:tr>
      <w:tr w:rsidR="00ED414B" w:rsidTr="00ED414B">
        <w:trPr>
          <w:trHeight w:val="350"/>
        </w:trPr>
        <w:tc>
          <w:tcPr>
            <w:tcW w:w="3536" w:type="dxa"/>
          </w:tcPr>
          <w:p w:rsidR="00ED414B" w:rsidRDefault="00ED414B" w:rsidP="005C3FDA">
            <w:pPr>
              <w:pStyle w:val="libPoem"/>
            </w:pPr>
            <w:r>
              <w:rPr>
                <w:rtl/>
              </w:rPr>
              <w:t>لانك لا تنفك تطلب راحة الـ</w:t>
            </w:r>
            <w:r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ED414B" w:rsidP="005C3FDA">
            <w:pPr>
              <w:pStyle w:val="libPoem"/>
            </w:pPr>
            <w:r>
              <w:rPr>
                <w:rtl/>
              </w:rPr>
              <w:t>ـبرايا ولم تبرح لنفسك مجهدا</w:t>
            </w:r>
            <w:r w:rsidRPr="00725071">
              <w:rPr>
                <w:rStyle w:val="libPoemTiniChar0"/>
                <w:rtl/>
              </w:rPr>
              <w:br/>
              <w:t> </w:t>
            </w:r>
          </w:p>
        </w:tc>
      </w:tr>
      <w:tr w:rsidR="00ED414B" w:rsidTr="00ED414B">
        <w:trPr>
          <w:trHeight w:val="350"/>
        </w:trPr>
        <w:tc>
          <w:tcPr>
            <w:tcW w:w="3536" w:type="dxa"/>
          </w:tcPr>
          <w:p w:rsidR="00ED414B" w:rsidRDefault="005C3FDA" w:rsidP="005C3FDA">
            <w:pPr>
              <w:pStyle w:val="libPoem"/>
            </w:pPr>
            <w:r w:rsidRPr="00A5546B">
              <w:rPr>
                <w:rtl/>
              </w:rPr>
              <w:t>خلائق قد عوِّدتهنَّ وإنما</w:t>
            </w:r>
            <w:r w:rsidR="00ED414B"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5C3FDA" w:rsidP="005C3FDA">
            <w:pPr>
              <w:pStyle w:val="libPoem"/>
            </w:pPr>
            <w:r w:rsidRPr="00A5546B">
              <w:rPr>
                <w:rtl/>
              </w:rPr>
              <w:t>(لكل امرئٍ من دهره ما تعوّدا)</w:t>
            </w:r>
            <w:r w:rsidRPr="000B1036">
              <w:rPr>
                <w:rStyle w:val="libFootnotenumChar"/>
                <w:rtl/>
              </w:rPr>
              <w:t>(</w:t>
            </w:r>
            <w:r w:rsidRPr="000B1036">
              <w:rPr>
                <w:rStyle w:val="libFootnotenumChar"/>
                <w:rFonts w:hint="cs"/>
                <w:rtl/>
              </w:rPr>
              <w:t>2</w:t>
            </w:r>
            <w:r w:rsidRPr="000B1036">
              <w:rPr>
                <w:rStyle w:val="libFootnotenumChar"/>
                <w:rtl/>
              </w:rPr>
              <w:t>)</w:t>
            </w:r>
            <w:r w:rsidR="00ED414B" w:rsidRPr="00725071">
              <w:rPr>
                <w:rStyle w:val="libPoemTiniChar0"/>
                <w:rtl/>
              </w:rPr>
              <w:br/>
              <w:t> </w:t>
            </w:r>
          </w:p>
        </w:tc>
      </w:tr>
    </w:tbl>
    <w:p w:rsidR="000B1036" w:rsidRDefault="003D6158" w:rsidP="00191E3C">
      <w:pPr>
        <w:pStyle w:val="libLine"/>
        <w:rPr>
          <w:rtl/>
        </w:rPr>
      </w:pPr>
      <w:r>
        <w:rPr>
          <w:rtl/>
        </w:rPr>
        <w:t>____________________</w:t>
      </w:r>
    </w:p>
    <w:p w:rsidR="000B1036" w:rsidRDefault="000B1036" w:rsidP="00A5546B">
      <w:pPr>
        <w:pStyle w:val="libFootnote0"/>
        <w:rPr>
          <w:rtl/>
        </w:rPr>
      </w:pPr>
      <w:r>
        <w:rPr>
          <w:rFonts w:hint="cs"/>
          <w:rtl/>
        </w:rPr>
        <w:t>1</w:t>
      </w:r>
      <w:r>
        <w:rPr>
          <w:rtl/>
        </w:rPr>
        <w:t xml:space="preserve"> - قالها في رثاء الزعيم الراحل حجة الاسلام الملا كاظم الخراساني.</w:t>
      </w:r>
    </w:p>
    <w:p w:rsidR="000B1036" w:rsidRDefault="000B1036" w:rsidP="00A5546B">
      <w:pPr>
        <w:pStyle w:val="libFootnote0"/>
        <w:rPr>
          <w:rtl/>
        </w:rPr>
      </w:pPr>
      <w:r>
        <w:rPr>
          <w:rFonts w:hint="cs"/>
          <w:rtl/>
        </w:rPr>
        <w:t>2</w:t>
      </w:r>
      <w:r>
        <w:rPr>
          <w:rtl/>
        </w:rPr>
        <w:t xml:space="preserve"> - تضمين لصدر مطلع القصيدة التي مدح بها المتنبي سيف الدولة، وهو:</w:t>
      </w:r>
    </w:p>
    <w:tbl>
      <w:tblPr>
        <w:tblStyle w:val="TableGrid"/>
        <w:bidiVisual/>
        <w:tblW w:w="4562" w:type="pct"/>
        <w:tblInd w:w="384" w:type="dxa"/>
        <w:tblLook w:val="04A0"/>
      </w:tblPr>
      <w:tblGrid>
        <w:gridCol w:w="3536"/>
        <w:gridCol w:w="272"/>
        <w:gridCol w:w="3502"/>
      </w:tblGrid>
      <w:tr w:rsidR="00ED414B" w:rsidTr="005C3FDA">
        <w:trPr>
          <w:trHeight w:val="350"/>
        </w:trPr>
        <w:tc>
          <w:tcPr>
            <w:tcW w:w="3536" w:type="dxa"/>
          </w:tcPr>
          <w:p w:rsidR="00ED414B" w:rsidRDefault="00ED414B" w:rsidP="00ED414B">
            <w:pPr>
              <w:pStyle w:val="libPoemFootnote"/>
            </w:pPr>
            <w:r>
              <w:rPr>
                <w:rtl/>
              </w:rPr>
              <w:t>لكل امرئ من دهره ما تعودا</w:t>
            </w:r>
            <w:r w:rsidRPr="00725071">
              <w:rPr>
                <w:rStyle w:val="libPoemTiniChar0"/>
                <w:rtl/>
              </w:rPr>
              <w:br/>
              <w:t> </w:t>
            </w:r>
          </w:p>
        </w:tc>
        <w:tc>
          <w:tcPr>
            <w:tcW w:w="272" w:type="dxa"/>
          </w:tcPr>
          <w:p w:rsidR="00ED414B" w:rsidRDefault="00ED414B" w:rsidP="00ED414B">
            <w:pPr>
              <w:pStyle w:val="libPoemFootnote"/>
              <w:rPr>
                <w:rtl/>
              </w:rPr>
            </w:pPr>
          </w:p>
        </w:tc>
        <w:tc>
          <w:tcPr>
            <w:tcW w:w="3502" w:type="dxa"/>
          </w:tcPr>
          <w:p w:rsidR="00ED414B" w:rsidRDefault="00ED414B" w:rsidP="00ED414B">
            <w:pPr>
              <w:pStyle w:val="libPoemFootnote"/>
            </w:pPr>
            <w:r>
              <w:rPr>
                <w:rtl/>
              </w:rPr>
              <w:t>وعادة سيف الدولة الطعن في العدى</w:t>
            </w:r>
            <w:r w:rsidRPr="00725071">
              <w:rPr>
                <w:rStyle w:val="libPoemTiniChar0"/>
                <w:rtl/>
              </w:rPr>
              <w:br/>
              <w:t> </w:t>
            </w:r>
          </w:p>
        </w:tc>
      </w:tr>
    </w:tbl>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ED414B" w:rsidTr="005C3FDA">
        <w:trPr>
          <w:trHeight w:val="350"/>
        </w:trPr>
        <w:tc>
          <w:tcPr>
            <w:tcW w:w="3536" w:type="dxa"/>
          </w:tcPr>
          <w:p w:rsidR="00ED414B" w:rsidRDefault="005C3FDA" w:rsidP="005C3FDA">
            <w:pPr>
              <w:pStyle w:val="libPoem"/>
            </w:pPr>
            <w:r>
              <w:rPr>
                <w:rFonts w:hint="cs"/>
                <w:rtl/>
              </w:rPr>
              <w:t>.....................................</w:t>
            </w:r>
            <w:r w:rsidR="00ED414B" w:rsidRPr="00725071">
              <w:rPr>
                <w:rStyle w:val="libPoemTiniChar0"/>
                <w:rtl/>
              </w:rPr>
              <w:br/>
              <w:t> </w:t>
            </w:r>
          </w:p>
        </w:tc>
        <w:tc>
          <w:tcPr>
            <w:tcW w:w="272" w:type="dxa"/>
          </w:tcPr>
          <w:p w:rsidR="00ED414B" w:rsidRDefault="00ED414B" w:rsidP="005C3FDA">
            <w:pPr>
              <w:pStyle w:val="libPoem"/>
              <w:rPr>
                <w:rtl/>
              </w:rPr>
            </w:pPr>
          </w:p>
        </w:tc>
        <w:tc>
          <w:tcPr>
            <w:tcW w:w="3502" w:type="dxa"/>
          </w:tcPr>
          <w:p w:rsidR="00ED414B" w:rsidRDefault="005C3FDA" w:rsidP="005C3FDA">
            <w:pPr>
              <w:pStyle w:val="libPoem"/>
            </w:pPr>
            <w:r>
              <w:rPr>
                <w:rFonts w:hint="cs"/>
                <w:rtl/>
              </w:rPr>
              <w:t>...................................</w:t>
            </w:r>
            <w:r w:rsidRPr="000B1036">
              <w:rPr>
                <w:rStyle w:val="libFootnotenumChar"/>
                <w:rtl/>
              </w:rPr>
              <w:t>(</w:t>
            </w:r>
            <w:r w:rsidRPr="000B1036">
              <w:rPr>
                <w:rStyle w:val="libFootnotenumChar"/>
                <w:rFonts w:hint="cs"/>
                <w:rtl/>
              </w:rPr>
              <w:t>1</w:t>
            </w:r>
            <w:r w:rsidRPr="000B1036">
              <w:rPr>
                <w:rStyle w:val="libFootnotenumChar"/>
                <w:rtl/>
              </w:rPr>
              <w:t>)</w:t>
            </w:r>
            <w:r w:rsidR="00ED414B" w:rsidRPr="00725071">
              <w:rPr>
                <w:rStyle w:val="libPoemTiniChar0"/>
                <w:rtl/>
              </w:rPr>
              <w:br/>
              <w:t> </w:t>
            </w:r>
          </w:p>
        </w:tc>
      </w:tr>
    </w:tbl>
    <w:p w:rsidR="000B1036" w:rsidRDefault="000B1036" w:rsidP="00A5546B">
      <w:pPr>
        <w:pStyle w:val="libPoemCenter"/>
        <w:rPr>
          <w:rtl/>
        </w:rPr>
      </w:pPr>
      <w:r>
        <w:rPr>
          <w:rtl/>
        </w:rPr>
        <w:t>***</w:t>
      </w:r>
    </w:p>
    <w:tbl>
      <w:tblPr>
        <w:tblStyle w:val="TableGrid"/>
        <w:bidiVisual/>
        <w:tblW w:w="4562" w:type="pct"/>
        <w:tblInd w:w="384" w:type="dxa"/>
        <w:tblLook w:val="04A0"/>
      </w:tblPr>
      <w:tblGrid>
        <w:gridCol w:w="3536"/>
        <w:gridCol w:w="272"/>
        <w:gridCol w:w="3502"/>
      </w:tblGrid>
      <w:tr w:rsidR="005C3FDA" w:rsidTr="005C3FDA">
        <w:trPr>
          <w:trHeight w:val="350"/>
        </w:trPr>
        <w:tc>
          <w:tcPr>
            <w:tcW w:w="3536" w:type="dxa"/>
          </w:tcPr>
          <w:p w:rsidR="005C3FDA" w:rsidRDefault="005C3FDA" w:rsidP="005C3FDA">
            <w:pPr>
              <w:pStyle w:val="libPoem"/>
            </w:pPr>
            <w:r>
              <w:rPr>
                <w:rtl/>
              </w:rPr>
              <w:t>فهدَّ من الاسلام حصنا ممنعا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وهدَّم للايمان قصرا مشيَّدا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وقمت ثقيل الخطو حتى كأنني</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أُجَرُّ بأغلال القيود مصفَّدا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إذا انطلقت رجلي كبوت لوجهتي</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لانّي في نعماك أمسِ مقيدا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ولم يدمِ قلبي يوم فقدك إنّنا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فقدنا أعزَّ الناس مجدا وسؤددا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وأحسن أهل الارض خلقا ومنطقا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وأصدق من فيها وعيدا وموعدا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وأعلاهمُ كعبا وأدناهمُ ندىً</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وأقربهم خطوا وأبعدهم مدى</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وأثبتهم رجلا إذا وقفوّاعلى</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مزلٍّ وأقواهم إذا بسطوا يدا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وشخصا بأبراد الفضائل كاسيا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وسيفا على أهل الضلال مجردا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وكعبة نسك حولها باب حِطّة</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إليها ملوك الارض تدخل سُجَّدا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ولكن شجاني أن شملا جمعته</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مَعاذا له قد كاد أن يتبدّدا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وأن عيون الشرك قرَّت بفادح</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به ناظر التوحيد أمسى مسهّدا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أحين نضاك الدين سيفا مجردا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تعود بأطباق الصفايح مغمدا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وفي حين أعلام الضلال خوافق</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تنكسك الاقدار يا علم الهدى</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مضيت فكم أبكيت للعلم منبرا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وأوحشت من فقدِ العبادة مسجدا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وكم صارخٍ لم يلف بعدك مصرخا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ومستنجد لم يلف بعدك منجدا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وكم حازمٍ يبكي الفضائل والنهى</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وذي عيلة يبكي السماحة والندى</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أقام عليك المسلمون مآتما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بيومٍ أقام المسلمين وأقعدا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ولم يندب الاسلام إلاّ لانه</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يُخاف بأن تمسي فقيدا فيُفقدا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فيا علماء الدين هبوا لنصره</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فإن قناهُ كاد أن يتقصدا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ألا نهضة ملِّيةٌ تنسف الربى</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وتقذفُ موجَ البحرِ بالدم مزبدا</w:t>
            </w:r>
            <w:r w:rsidRPr="00725071">
              <w:rPr>
                <w:rStyle w:val="libPoemTiniChar0"/>
                <w:rtl/>
              </w:rPr>
              <w:br/>
              <w:t> </w:t>
            </w:r>
          </w:p>
        </w:tc>
      </w:tr>
    </w:tbl>
    <w:p w:rsidR="000B1036" w:rsidRDefault="003D6158" w:rsidP="00191E3C">
      <w:pPr>
        <w:pStyle w:val="libLine"/>
        <w:rPr>
          <w:rtl/>
        </w:rPr>
      </w:pPr>
      <w:r>
        <w:rPr>
          <w:rtl/>
        </w:rPr>
        <w:t>____________________</w:t>
      </w:r>
    </w:p>
    <w:p w:rsidR="00A5546B" w:rsidRDefault="005C3FDA" w:rsidP="00A5546B">
      <w:pPr>
        <w:pStyle w:val="libFootnote0"/>
        <w:rPr>
          <w:rtl/>
        </w:rPr>
      </w:pPr>
      <w:r>
        <w:rPr>
          <w:rFonts w:hint="cs"/>
          <w:rtl/>
        </w:rPr>
        <w:t>1</w:t>
      </w:r>
      <w:r w:rsidR="000B1036">
        <w:rPr>
          <w:rtl/>
        </w:rPr>
        <w:t xml:space="preserve"> - فراغ في الاصل لم نعثر على ما يسده في كل المظان المتوافرة.</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5C3FDA" w:rsidTr="005C3FDA">
        <w:trPr>
          <w:trHeight w:val="350"/>
        </w:trPr>
        <w:tc>
          <w:tcPr>
            <w:tcW w:w="3536" w:type="dxa"/>
          </w:tcPr>
          <w:p w:rsidR="005C3FDA" w:rsidRDefault="005C3FDA" w:rsidP="005C3FDA">
            <w:pPr>
              <w:pStyle w:val="libPoem"/>
            </w:pPr>
            <w:r>
              <w:rPr>
                <w:rtl/>
              </w:rPr>
              <w:t>تحيل صباح الكفر بالنقع قاتما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وتلبسه قطعا من الليل أسودا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وتغشى الصليبيين فيها كتائب</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ينادون في نقع العجاج محمدا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إذا أبرقت أسيافهم سالت الدما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ولم يرهبوا صوت المدافع مرعدا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متى تتغنَّ البندقياتُ يسرعوا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لشرب كؤوس الحتف مثنى وموحدا</w:t>
            </w:r>
            <w:r w:rsidRPr="00725071">
              <w:rPr>
                <w:rStyle w:val="libPoemTiniChar0"/>
                <w:rtl/>
              </w:rPr>
              <w:br/>
              <w:t> </w:t>
            </w:r>
          </w:p>
        </w:tc>
      </w:tr>
    </w:tbl>
    <w:p w:rsidR="00A5546B" w:rsidRDefault="00A5546B" w:rsidP="00A5546B">
      <w:pPr>
        <w:pStyle w:val="libNormal"/>
        <w:rPr>
          <w:rtl/>
        </w:rPr>
      </w:pPr>
      <w:r>
        <w:rPr>
          <w:rtl/>
        </w:rPr>
        <w:br w:type="page"/>
      </w:r>
    </w:p>
    <w:p w:rsidR="000B1036" w:rsidRDefault="000B1036" w:rsidP="00A5546B">
      <w:pPr>
        <w:pStyle w:val="Heading3Center"/>
        <w:rPr>
          <w:rtl/>
        </w:rPr>
      </w:pPr>
      <w:bookmarkStart w:id="75" w:name="43"/>
      <w:bookmarkStart w:id="76" w:name="_Toc430519776"/>
      <w:r w:rsidRPr="00A5546B">
        <w:rPr>
          <w:rtl/>
        </w:rPr>
        <w:t>مضيت قويم النهج</w:t>
      </w:r>
      <w:r w:rsidRPr="000B1036">
        <w:rPr>
          <w:rStyle w:val="libFootnotenumChar"/>
          <w:rtl/>
        </w:rPr>
        <w:t>(</w:t>
      </w:r>
      <w:r w:rsidRPr="000B1036">
        <w:rPr>
          <w:rStyle w:val="libFootnotenumChar"/>
          <w:rFonts w:hint="cs"/>
          <w:rtl/>
        </w:rPr>
        <w:t>1</w:t>
      </w:r>
      <w:r w:rsidRPr="000B1036">
        <w:rPr>
          <w:rStyle w:val="libFootnotenumChar"/>
          <w:rtl/>
        </w:rPr>
        <w:t>)</w:t>
      </w:r>
      <w:bookmarkEnd w:id="75"/>
      <w:bookmarkEnd w:id="76"/>
    </w:p>
    <w:tbl>
      <w:tblPr>
        <w:tblStyle w:val="TableGrid"/>
        <w:bidiVisual/>
        <w:tblW w:w="4562" w:type="pct"/>
        <w:tblInd w:w="384" w:type="dxa"/>
        <w:tblLook w:val="04A0"/>
      </w:tblPr>
      <w:tblGrid>
        <w:gridCol w:w="3536"/>
        <w:gridCol w:w="272"/>
        <w:gridCol w:w="3502"/>
      </w:tblGrid>
      <w:tr w:rsidR="005C3FDA" w:rsidTr="005C3FDA">
        <w:trPr>
          <w:trHeight w:val="350"/>
        </w:trPr>
        <w:tc>
          <w:tcPr>
            <w:tcW w:w="3536" w:type="dxa"/>
          </w:tcPr>
          <w:p w:rsidR="005C3FDA" w:rsidRDefault="005C3FDA" w:rsidP="005C3FDA">
            <w:pPr>
              <w:pStyle w:val="libPoem"/>
            </w:pPr>
            <w:r>
              <w:rPr>
                <w:rtl/>
              </w:rPr>
              <w:t>أجدَّك هل قبل القيامة ملتقى</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فقد هام في فقدانك العلم والتقى</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وأرَّقت جفن الدين حزنا لكافل</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له كان يولي الليل جفنا مؤرقا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وأذويت أعواد المنابر بعدما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بعلمك منها اليابس اخضرَّ مورقا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وكاد من الاشواق يحمرُّ دمعه</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لفقدك محراب له كنت شيِّقا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وخوف لقاء اللّه كم قمت باكيا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حزينا فهذا اليوم بشراك باللقا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وأنفقت غالي العمر في اللّه فارتبح</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بأضعاف ما قد كنت في اللّه منفقا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سكنت ببطن الارض أوسع منزل</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فعاد الفضاء الرحب بعدك ضيّقا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وجددت بالاكفان أثواب سندس</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ولكن ثوب الصبر بعدك أخلقا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وأبدلت أزواجا من الحور كنَّسا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بدنيا لها من قبل كنت مطلقا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وصبحُ الهدى قد عاد بعدك مظلما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وبطنُ الثرى من نور وجهك مشرقا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عذرت الردى حيث انتقاك وما ارتضى</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سواك فأنت الدرُّ والدرُّ يُنتقى</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لعمرك ما أدري وأنت فقيدنا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بمن أتسلى أو أقول لك البقا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خُلقت من التقوى فهل عنك سلوٍة</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لنا بالذي يبدي التُقى متخلقا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سأبكيك ما أبقى لي الحزنُ ناظرا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وأرثيك لو أبقى لي الخطب منطقا</w:t>
            </w:r>
            <w:r w:rsidRPr="00725071">
              <w:rPr>
                <w:rStyle w:val="libPoemTiniChar0"/>
                <w:rtl/>
              </w:rPr>
              <w:br/>
              <w:t> </w:t>
            </w:r>
          </w:p>
        </w:tc>
      </w:tr>
    </w:tbl>
    <w:p w:rsidR="000B1036" w:rsidRDefault="003D6158" w:rsidP="00191E3C">
      <w:pPr>
        <w:pStyle w:val="libLine"/>
        <w:rPr>
          <w:rtl/>
        </w:rPr>
      </w:pPr>
      <w:r>
        <w:rPr>
          <w:rtl/>
        </w:rPr>
        <w:t>____________________</w:t>
      </w:r>
    </w:p>
    <w:p w:rsidR="00A5546B" w:rsidRDefault="000B1036" w:rsidP="00A5546B">
      <w:pPr>
        <w:pStyle w:val="libFootnote0"/>
        <w:rPr>
          <w:rtl/>
        </w:rPr>
      </w:pPr>
      <w:r>
        <w:rPr>
          <w:rFonts w:hint="cs"/>
          <w:rtl/>
        </w:rPr>
        <w:t>1</w:t>
      </w:r>
      <w:r>
        <w:rPr>
          <w:rtl/>
        </w:rPr>
        <w:t xml:space="preserve"> - قالها راثيا حجة الاسلام محمد طه نجف ومعزيا العلامة الحجة السيد محمد بحر العلوم.</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5C3FDA" w:rsidTr="005C3FDA">
        <w:trPr>
          <w:trHeight w:val="350"/>
        </w:trPr>
        <w:tc>
          <w:tcPr>
            <w:tcW w:w="3536" w:type="dxa"/>
          </w:tcPr>
          <w:p w:rsidR="005C3FDA" w:rsidRDefault="005C3FDA" w:rsidP="005C3FDA">
            <w:pPr>
              <w:pStyle w:val="libPoem"/>
            </w:pPr>
            <w:r>
              <w:rPr>
                <w:rtl/>
              </w:rPr>
              <w:t>وأبكي جبينا بالسجود معفَّرا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ولكنه أبهى من البدر رونقا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وأبكي لسانا بالصواب مقيدا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ولكنه أجرى من السيل مطلقا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وأبكي لفكر في المشاكل نافذٍ</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فتحت به منهنَّ ما كان مغلقا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مضيت سليم القلب ما فيك مغمز</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سوى كثرة الاسراف في العلم والتقى</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مضيت عديم المثل قد حزت غاية</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يطأطى‌ء عن إدراكها الوهم مطرقا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مضيت قويم النهج ما هزَّك الهوى</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ولا خفت من حب الرئاسة مزلقا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مضيت كريم النفس فردا مجمعا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من المجد ما في الناس كان مفرَّقا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مضيت مقيم الذكر والمسك طبعه</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إذا ما مضى أبقى النسيم معبقا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مضيت عظيم القدر في الناس طبقت</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مصيبتك الاكوان غربا ومشرقا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ونار الاسى لولا الاُسى بمحمد</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لاضرم ذاكيها القلوب وأحرقا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كريم إلى طه انتمى وهو جده</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فشابهه خَلقا وخُلقا ومنطقا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فتى كأبيه لا يزال وجده</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إلى الخير مهديا وفيه موفقا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إلى أن نرى إرشاده لشرايع</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بها يغتدي علاّمةً ومحققا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فإنّا نرى بالجد والسعي يُرتقى</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إلى موضع الفرزان ما كان بيدقا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ألست ترى، فرع النبيّ، محمدا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إلى ذروة الاباء في جدّه ارتقى</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سحاب أغاث المعتفين بوبله</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فدام علينا برقه متألقا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طمى بحره بالعلم يمتد مزبدا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كما غيثه بالجود ينهلُّ مغدقا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له قدم أرست على ذروة العلا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وداست من العلياء هاما ومفرقا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له راحة فيها لنا أي راحة</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غدا كل جيد في نداها مطوقا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فدام لنا حصنا وكهفا وجُنّةً</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له يُلتَجَا من كل خطب ويُتقى</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وأحدق ريحان الجنان وروحها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بمثوى به الايمان والعلم أحدقا</w:t>
            </w:r>
            <w:r w:rsidRPr="00725071">
              <w:rPr>
                <w:rStyle w:val="libPoemTiniChar0"/>
                <w:rtl/>
              </w:rPr>
              <w:br/>
              <w:t> </w:t>
            </w:r>
          </w:p>
        </w:tc>
      </w:tr>
    </w:tbl>
    <w:p w:rsidR="00A5546B" w:rsidRDefault="00A5546B" w:rsidP="00A5546B">
      <w:pPr>
        <w:pStyle w:val="libNormal"/>
        <w:rPr>
          <w:rtl/>
        </w:rPr>
      </w:pPr>
      <w:r>
        <w:rPr>
          <w:rtl/>
        </w:rPr>
        <w:br w:type="page"/>
      </w:r>
    </w:p>
    <w:p w:rsidR="000B1036" w:rsidRDefault="000B1036" w:rsidP="00A5546B">
      <w:pPr>
        <w:pStyle w:val="Heading3Center"/>
        <w:rPr>
          <w:rtl/>
        </w:rPr>
      </w:pPr>
      <w:bookmarkStart w:id="77" w:name="44"/>
      <w:bookmarkStart w:id="78" w:name="_Toc430519777"/>
      <w:r w:rsidRPr="00A5546B">
        <w:rPr>
          <w:rtl/>
        </w:rPr>
        <w:t>بحر الجود</w:t>
      </w:r>
      <w:r w:rsidRPr="000B1036">
        <w:rPr>
          <w:rStyle w:val="libFootnotenumChar"/>
          <w:rtl/>
        </w:rPr>
        <w:t>(</w:t>
      </w:r>
      <w:r w:rsidRPr="000B1036">
        <w:rPr>
          <w:rStyle w:val="libFootnotenumChar"/>
          <w:rFonts w:hint="cs"/>
          <w:rtl/>
        </w:rPr>
        <w:t>1</w:t>
      </w:r>
      <w:r w:rsidRPr="000B1036">
        <w:rPr>
          <w:rStyle w:val="libFootnotenumChar"/>
          <w:rtl/>
        </w:rPr>
        <w:t>)</w:t>
      </w:r>
      <w:bookmarkEnd w:id="77"/>
      <w:bookmarkEnd w:id="78"/>
    </w:p>
    <w:tbl>
      <w:tblPr>
        <w:tblStyle w:val="TableGrid"/>
        <w:bidiVisual/>
        <w:tblW w:w="4562" w:type="pct"/>
        <w:tblInd w:w="384" w:type="dxa"/>
        <w:tblLook w:val="04A0"/>
      </w:tblPr>
      <w:tblGrid>
        <w:gridCol w:w="3536"/>
        <w:gridCol w:w="272"/>
        <w:gridCol w:w="3502"/>
      </w:tblGrid>
      <w:tr w:rsidR="005C3FDA" w:rsidTr="005C3FDA">
        <w:trPr>
          <w:trHeight w:val="350"/>
        </w:trPr>
        <w:tc>
          <w:tcPr>
            <w:tcW w:w="3536" w:type="dxa"/>
          </w:tcPr>
          <w:p w:rsidR="005C3FDA" w:rsidRDefault="005C3FDA" w:rsidP="005C3FDA">
            <w:pPr>
              <w:pStyle w:val="libPoem"/>
            </w:pPr>
            <w:r>
              <w:rPr>
                <w:rtl/>
              </w:rPr>
              <w:t>لئن يغدُ شرق الارض والغرب مأتما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فرزُ حسين جلَّ في الارض والسما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دهانا بشهر العيد رزؤك طارقا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فأصبح شهر العيد فينا محرما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فلست ترى إلاّ مصابا بوالدٍ</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رماه به صرف الزمان فأيتما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فأجرت مآقينا النوائبُ أدمعا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وفجرت الاحزانُ أحشاءنا دما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ألم تك للاسلام ركنا مشيدا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أعيذ بناه أن يقال تهدما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ألست الحمى للناس من كل طارق</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ينوب فيا ذلاه من طرق الحمى</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ألست لافق الرشد بدرا فما له</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أجيلُ به طرفي فألفيه مظلما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مضيت حميد المأثرات ولا أرى</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خلافك هذا العيش إلاّ مذمما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وكم منبرٍ أبكيته كان قبل ذا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يكاد إذا ترقاه أن يتبسما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فلا بعدك تلك الليالي التي بها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سهرت وباتت أعين الناس نوَّما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تقوم إلى المحرابِ ترعدُ خِيفةً</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كأنّك قد أبصرتَ فيه جهنّما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يُشوقك أن ترقى إلى اللّه عارجا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فتنصب للُّقيا صلاتك سُلَّما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أصابك صرف الدهر للدينِ حافظا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وللمالِ متلافا وللعلمِ عيلما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أصاب قلوب المسلمين وإنهم</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ليرضون أن يفنوا جميعا وتسلما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ولما رماك الدهر أيقن أنه</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أصاب وكلاّ لو أصاب لما رمى</w:t>
            </w:r>
            <w:r w:rsidRPr="00725071">
              <w:rPr>
                <w:rStyle w:val="libPoemTiniChar0"/>
                <w:rtl/>
              </w:rPr>
              <w:br/>
              <w:t> </w:t>
            </w:r>
          </w:p>
        </w:tc>
      </w:tr>
    </w:tbl>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5C3FDA" w:rsidTr="005C3FDA">
        <w:trPr>
          <w:trHeight w:val="350"/>
        </w:trPr>
        <w:tc>
          <w:tcPr>
            <w:tcW w:w="3536" w:type="dxa"/>
          </w:tcPr>
          <w:p w:rsidR="005C3FDA" w:rsidRDefault="005C3FDA" w:rsidP="005C3FDA">
            <w:pPr>
              <w:pStyle w:val="libPoem"/>
            </w:pPr>
            <w:r>
              <w:rPr>
                <w:rtl/>
              </w:rPr>
              <w:t>برغمي يا غيظ الحواسد أن نرى</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عدوَّك قد أمسى قريرا ونرغما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برغمي أن لا تستجيب لمن أتى</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يبثك شكوى خصمه متظلما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برغمي ياسرا يضيق بكتمه</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رحيب الفضا في اللحد تمسي مكتما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برغمي يا بدر الهدى أن تميل للـ</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ـغروب وإن شعت مزاياك أنجما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برغمي أن يجري القضاء محتما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عليك وقد كنت القضأَ المحتما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نعمت وأشقيت البرايا ولم أخل</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تطيب بأن تشقى البرايا وتنعما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وأجريت من أبناء فهرٍ مدامعا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لغير حسين دمعها قط ما همى</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فإن لم تكن منهم قديما فإنهم</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يرونك في الفضل الامام المقدما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ولو لم تكن للهاشميين سيدا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لما عقدت ساداتهم لك مأتما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وحنُّوا حنين اليعملات بمحفلٍ</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به لا ترى إلاّ هزبرا وضيغما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إذا أرخص الهادي وموسى لفادح</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دموعا فعين ليس تبكي لها العمى</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همامان قد حلا من المجد موضعا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تمنته لو تجدي المنى أنجم السما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إذا قيل من أزكى الورى وأعزَّهم</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مقاما وأوفاهم ذماما فقل: هما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خليليَّ بالصبر الجميل تدرَّعا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وإن جلَّ خطبا ما به قد أُصبتما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فهذا التقي ابن الحسين وصنوه</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محمد في برج المعالي تسنما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لنا منهما كهلا حجىً إن تأخرا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زمانا فقد فاتا علا وتقدما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قد احتذيا في كل فضلٍ أباهما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وهل أرقمٌ إلاّ ويعقب أرقما</w:t>
            </w:r>
            <w:r w:rsidRPr="00725071">
              <w:rPr>
                <w:rStyle w:val="libPoemTiniChar0"/>
                <w:rtl/>
              </w:rPr>
              <w:br/>
              <w:t> </w:t>
            </w:r>
          </w:p>
        </w:tc>
      </w:tr>
      <w:tr w:rsidR="005C3FDA" w:rsidTr="005C3FDA">
        <w:trPr>
          <w:trHeight w:val="350"/>
        </w:trPr>
        <w:tc>
          <w:tcPr>
            <w:tcW w:w="3536" w:type="dxa"/>
          </w:tcPr>
          <w:p w:rsidR="005C3FDA" w:rsidRDefault="005C3FDA" w:rsidP="005C3FDA">
            <w:pPr>
              <w:pStyle w:val="libPoem"/>
            </w:pPr>
            <w:r>
              <w:rPr>
                <w:rtl/>
              </w:rPr>
              <w:t>ودوما مَناخا للركائب وأبقيا</w:t>
            </w:r>
            <w:r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5C3FDA" w:rsidP="005C3FDA">
            <w:pPr>
              <w:pStyle w:val="libPoem"/>
            </w:pPr>
            <w:r>
              <w:rPr>
                <w:rtl/>
              </w:rPr>
              <w:t>حمىً من تصاريف النوائب واسلما</w:t>
            </w:r>
            <w:r w:rsidRPr="00725071">
              <w:rPr>
                <w:rStyle w:val="libPoemTiniChar0"/>
                <w:rtl/>
              </w:rPr>
              <w:br/>
              <w:t> </w:t>
            </w:r>
          </w:p>
        </w:tc>
      </w:tr>
      <w:tr w:rsidR="005C3FDA" w:rsidTr="005C3FDA">
        <w:trPr>
          <w:trHeight w:val="350"/>
        </w:trPr>
        <w:tc>
          <w:tcPr>
            <w:tcW w:w="3536" w:type="dxa"/>
          </w:tcPr>
          <w:p w:rsidR="005C3FDA" w:rsidRDefault="00C43951" w:rsidP="005C3FDA">
            <w:pPr>
              <w:pStyle w:val="libPoem"/>
            </w:pPr>
            <w:r>
              <w:rPr>
                <w:rtl/>
              </w:rPr>
              <w:t>ولست بمستسقٍ سحابا لحفرةٍ</w:t>
            </w:r>
            <w:r w:rsidR="005C3FDA" w:rsidRPr="00725071">
              <w:rPr>
                <w:rStyle w:val="libPoemTiniChar0"/>
                <w:rtl/>
              </w:rPr>
              <w:br/>
              <w:t> </w:t>
            </w:r>
          </w:p>
        </w:tc>
        <w:tc>
          <w:tcPr>
            <w:tcW w:w="272" w:type="dxa"/>
          </w:tcPr>
          <w:p w:rsidR="005C3FDA" w:rsidRDefault="005C3FDA" w:rsidP="005C3FDA">
            <w:pPr>
              <w:pStyle w:val="libPoem"/>
              <w:rPr>
                <w:rtl/>
              </w:rPr>
            </w:pPr>
          </w:p>
        </w:tc>
        <w:tc>
          <w:tcPr>
            <w:tcW w:w="3502" w:type="dxa"/>
          </w:tcPr>
          <w:p w:rsidR="005C3FDA" w:rsidRDefault="00C43951" w:rsidP="005C3FDA">
            <w:pPr>
              <w:pStyle w:val="libPoem"/>
            </w:pPr>
            <w:r>
              <w:rPr>
                <w:rtl/>
              </w:rPr>
              <w:t>بها حلَّ بحر الجود والعلم مفعما</w:t>
            </w:r>
            <w:r w:rsidR="005C3FDA" w:rsidRPr="00725071">
              <w:rPr>
                <w:rStyle w:val="libPoemTiniChar0"/>
                <w:rtl/>
              </w:rPr>
              <w:br/>
              <w:t> </w:t>
            </w:r>
          </w:p>
        </w:tc>
      </w:tr>
    </w:tbl>
    <w:p w:rsidR="00A5546B" w:rsidRDefault="00A5546B" w:rsidP="00A5546B">
      <w:pPr>
        <w:pStyle w:val="libNormal"/>
        <w:rPr>
          <w:rtl/>
        </w:rPr>
      </w:pPr>
      <w:r>
        <w:rPr>
          <w:rtl/>
        </w:rPr>
        <w:br w:type="page"/>
      </w:r>
    </w:p>
    <w:p w:rsidR="00A0264F" w:rsidRPr="00A5546B" w:rsidRDefault="00A0264F" w:rsidP="00A5546B">
      <w:pPr>
        <w:pStyle w:val="Heading3Center"/>
      </w:pPr>
      <w:bookmarkStart w:id="79" w:name="_Toc430519778"/>
      <w:r w:rsidRPr="00A0264F">
        <w:rPr>
          <w:rtl/>
        </w:rPr>
        <w:t>في رثاء والديه وأخيه</w:t>
      </w:r>
      <w:bookmarkEnd w:id="79"/>
    </w:p>
    <w:tbl>
      <w:tblPr>
        <w:tblStyle w:val="TableGrid"/>
        <w:bidiVisual/>
        <w:tblW w:w="4562" w:type="pct"/>
        <w:tblInd w:w="384" w:type="dxa"/>
        <w:tblLook w:val="04A0"/>
      </w:tblPr>
      <w:tblGrid>
        <w:gridCol w:w="3536"/>
        <w:gridCol w:w="272"/>
        <w:gridCol w:w="3502"/>
      </w:tblGrid>
      <w:tr w:rsidR="00C43951" w:rsidTr="00C43951">
        <w:trPr>
          <w:trHeight w:val="350"/>
        </w:trPr>
        <w:tc>
          <w:tcPr>
            <w:tcW w:w="3536" w:type="dxa"/>
          </w:tcPr>
          <w:p w:rsidR="00C43951" w:rsidRDefault="00C43951" w:rsidP="00F5394E">
            <w:pPr>
              <w:pStyle w:val="libPoem"/>
            </w:pPr>
            <w:r w:rsidRPr="00A0264F">
              <w:rPr>
                <w:rtl/>
              </w:rPr>
              <w:t>أبـتـاهُ</w:t>
            </w:r>
            <w:r>
              <w:rPr>
                <w:rtl/>
              </w:rPr>
              <w:t xml:space="preserve"> </w:t>
            </w:r>
            <w:r w:rsidRPr="00A0264F">
              <w:rPr>
                <w:rtl/>
              </w:rPr>
              <w:t>حـسبكَ</w:t>
            </w:r>
            <w:r w:rsidR="0076657C">
              <w:rPr>
                <w:rtl/>
              </w:rPr>
              <w:t xml:space="preserve"> </w:t>
            </w:r>
            <w:r w:rsidRPr="00A0264F">
              <w:rPr>
                <w:rtl/>
              </w:rPr>
              <w:t>رقـدةَ</w:t>
            </w:r>
            <w:r w:rsidR="0076657C">
              <w:rPr>
                <w:rtl/>
              </w:rPr>
              <w:t xml:space="preserve"> </w:t>
            </w:r>
            <w:r w:rsidRPr="00A0264F">
              <w:rPr>
                <w:rtl/>
              </w:rPr>
              <w:t>الـوسنان</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فـالليلُ</w:t>
            </w:r>
            <w:r>
              <w:rPr>
                <w:rtl/>
              </w:rPr>
              <w:t xml:space="preserve"> </w:t>
            </w:r>
            <w:r w:rsidRPr="00A0264F">
              <w:rPr>
                <w:rtl/>
              </w:rPr>
              <w:t>مـنهُ</w:t>
            </w:r>
            <w:r w:rsidR="0076657C">
              <w:rPr>
                <w:rtl/>
              </w:rPr>
              <w:t xml:space="preserve"> </w:t>
            </w:r>
            <w:r w:rsidRPr="00A0264F">
              <w:rPr>
                <w:rtl/>
              </w:rPr>
              <w:t>قـد</w:t>
            </w:r>
            <w:r w:rsidR="0076657C">
              <w:rPr>
                <w:rtl/>
              </w:rPr>
              <w:t xml:space="preserve"> </w:t>
            </w:r>
            <w:r w:rsidRPr="00A0264F">
              <w:rPr>
                <w:rtl/>
              </w:rPr>
              <w:t>انـقضى</w:t>
            </w:r>
            <w:r w:rsidR="0076657C">
              <w:rPr>
                <w:rtl/>
              </w:rPr>
              <w:t xml:space="preserve"> </w:t>
            </w:r>
            <w:r w:rsidRPr="00A0264F">
              <w:rPr>
                <w:rtl/>
              </w:rPr>
              <w:t>ثلثانِ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قــمْ</w:t>
            </w:r>
            <w:r>
              <w:rPr>
                <w:rtl/>
              </w:rPr>
              <w:t xml:space="preserve"> </w:t>
            </w:r>
            <w:r w:rsidRPr="00A0264F">
              <w:rPr>
                <w:rtl/>
              </w:rPr>
              <w:t>لـلقراءةِ</w:t>
            </w:r>
            <w:r w:rsidR="0076657C">
              <w:rPr>
                <w:rtl/>
              </w:rPr>
              <w:t xml:space="preserve"> </w:t>
            </w:r>
            <w:r w:rsidRPr="00A0264F">
              <w:rPr>
                <w:rtl/>
              </w:rPr>
              <w:t>والـتهجدِ</w:t>
            </w:r>
            <w:r w:rsidR="0076657C">
              <w:rPr>
                <w:rtl/>
              </w:rPr>
              <w:t xml:space="preserve"> </w:t>
            </w:r>
            <w:r w:rsidRPr="00A0264F">
              <w:rPr>
                <w:rtl/>
              </w:rPr>
              <w:t>والـبكا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والـذكـرِ</w:t>
            </w:r>
            <w:r w:rsidR="0076657C">
              <w:rPr>
                <w:rtl/>
              </w:rPr>
              <w:t xml:space="preserve"> </w:t>
            </w:r>
            <w:r w:rsidRPr="00A0264F">
              <w:rPr>
                <w:rtl/>
              </w:rPr>
              <w:t>والـدعـواتِ</w:t>
            </w:r>
            <w:r w:rsidR="0076657C">
              <w:rPr>
                <w:rtl/>
              </w:rPr>
              <w:t xml:space="preserve"> </w:t>
            </w:r>
            <w:r w:rsidRPr="00A0264F">
              <w:rPr>
                <w:rtl/>
              </w:rPr>
              <w:t>والـقرآنِ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قـمْ</w:t>
            </w:r>
            <w:r>
              <w:rPr>
                <w:rtl/>
              </w:rPr>
              <w:t xml:space="preserve"> </w:t>
            </w:r>
            <w:r w:rsidRPr="00A0264F">
              <w:rPr>
                <w:rtl/>
              </w:rPr>
              <w:t>لـلصلاةِ</w:t>
            </w:r>
            <w:r w:rsidR="0076657C">
              <w:rPr>
                <w:rtl/>
              </w:rPr>
              <w:t xml:space="preserve"> </w:t>
            </w:r>
            <w:r w:rsidRPr="00A0264F">
              <w:rPr>
                <w:rtl/>
              </w:rPr>
              <w:t>فـقد</w:t>
            </w:r>
            <w:r w:rsidR="0076657C">
              <w:rPr>
                <w:rtl/>
              </w:rPr>
              <w:t xml:space="preserve"> </w:t>
            </w:r>
            <w:r w:rsidRPr="00A0264F">
              <w:rPr>
                <w:rtl/>
              </w:rPr>
              <w:t>أتـتكَ</w:t>
            </w:r>
            <w:r w:rsidR="0076657C">
              <w:rPr>
                <w:rtl/>
              </w:rPr>
              <w:t xml:space="preserve"> </w:t>
            </w:r>
            <w:r w:rsidRPr="00A0264F">
              <w:rPr>
                <w:rtl/>
              </w:rPr>
              <w:t>محافظا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أن</w:t>
            </w:r>
            <w:r>
              <w:rPr>
                <w:rtl/>
              </w:rPr>
              <w:t xml:space="preserve"> </w:t>
            </w:r>
            <w:r w:rsidRPr="00A0264F">
              <w:rPr>
                <w:rtl/>
              </w:rPr>
              <w:t>لا</w:t>
            </w:r>
            <w:r w:rsidR="0076657C">
              <w:rPr>
                <w:rtl/>
              </w:rPr>
              <w:t xml:space="preserve"> </w:t>
            </w:r>
            <w:r w:rsidRPr="00A0264F">
              <w:rPr>
                <w:rtl/>
              </w:rPr>
              <w:t>تـضـيعَ</w:t>
            </w:r>
            <w:r w:rsidR="0076657C">
              <w:rPr>
                <w:rtl/>
              </w:rPr>
              <w:t xml:space="preserve"> </w:t>
            </w:r>
            <w:r w:rsidRPr="00A0264F">
              <w:rPr>
                <w:rtl/>
              </w:rPr>
              <w:t>وديـعةِ</w:t>
            </w:r>
            <w:r w:rsidR="0076657C">
              <w:rPr>
                <w:rtl/>
              </w:rPr>
              <w:t xml:space="preserve"> </w:t>
            </w:r>
            <w:r w:rsidRPr="00A0264F">
              <w:rPr>
                <w:rtl/>
              </w:rPr>
              <w:t>الـرحمنِ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أولـم</w:t>
            </w:r>
            <w:r>
              <w:rPr>
                <w:rtl/>
              </w:rPr>
              <w:t xml:space="preserve"> </w:t>
            </w:r>
            <w:r w:rsidRPr="00A0264F">
              <w:rPr>
                <w:rtl/>
              </w:rPr>
              <w:t>تـكن</w:t>
            </w:r>
            <w:r w:rsidR="0076657C">
              <w:rPr>
                <w:rtl/>
              </w:rPr>
              <w:t xml:space="preserve"> </w:t>
            </w:r>
            <w:r w:rsidRPr="00A0264F">
              <w:rPr>
                <w:rtl/>
              </w:rPr>
              <w:t>مـهما</w:t>
            </w:r>
            <w:r w:rsidR="0076657C">
              <w:rPr>
                <w:rtl/>
              </w:rPr>
              <w:t xml:space="preserve"> </w:t>
            </w:r>
            <w:r w:rsidRPr="00A0264F">
              <w:rPr>
                <w:rtl/>
              </w:rPr>
              <w:t>دنـت</w:t>
            </w:r>
            <w:r w:rsidR="0076657C">
              <w:rPr>
                <w:rtl/>
              </w:rPr>
              <w:t xml:space="preserve"> </w:t>
            </w:r>
            <w:r w:rsidRPr="00A0264F">
              <w:rPr>
                <w:rtl/>
              </w:rPr>
              <w:t>أوقاتها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مـتـحفّزاً</w:t>
            </w:r>
            <w:r w:rsidR="0076657C">
              <w:rPr>
                <w:rtl/>
              </w:rPr>
              <w:t xml:space="preserve"> </w:t>
            </w:r>
            <w:r w:rsidRPr="00A0264F">
              <w:rPr>
                <w:rtl/>
              </w:rPr>
              <w:t>تـصغي</w:t>
            </w:r>
            <w:r w:rsidR="0076657C">
              <w:rPr>
                <w:rtl/>
              </w:rPr>
              <w:t xml:space="preserve"> </w:t>
            </w:r>
            <w:r w:rsidRPr="00A0264F">
              <w:rPr>
                <w:rtl/>
              </w:rPr>
              <w:t>لـصوتِ</w:t>
            </w:r>
            <w:r w:rsidR="0076657C">
              <w:rPr>
                <w:rtl/>
              </w:rPr>
              <w:t xml:space="preserve"> </w:t>
            </w:r>
            <w:r w:rsidRPr="00A0264F">
              <w:rPr>
                <w:rtl/>
              </w:rPr>
              <w:t>أذانِ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لازمـتها</w:t>
            </w:r>
            <w:r>
              <w:rPr>
                <w:rtl/>
              </w:rPr>
              <w:t xml:space="preserve"> </w:t>
            </w:r>
            <w:r w:rsidRPr="00A0264F">
              <w:rPr>
                <w:rtl/>
              </w:rPr>
              <w:t>حـتى</w:t>
            </w:r>
            <w:r w:rsidR="0076657C">
              <w:rPr>
                <w:rtl/>
              </w:rPr>
              <w:t xml:space="preserve"> </w:t>
            </w:r>
            <w:r w:rsidRPr="00A0264F">
              <w:rPr>
                <w:rtl/>
              </w:rPr>
              <w:t>الـممات</w:t>
            </w:r>
            <w:r w:rsidR="0076657C">
              <w:rPr>
                <w:rtl/>
              </w:rPr>
              <w:t xml:space="preserve"> </w:t>
            </w:r>
            <w:r w:rsidRPr="00A0264F">
              <w:rPr>
                <w:rtl/>
              </w:rPr>
              <w:t>فلم</w:t>
            </w:r>
            <w:r w:rsidR="0076657C">
              <w:rPr>
                <w:rtl/>
              </w:rPr>
              <w:t xml:space="preserve"> </w:t>
            </w:r>
            <w:r w:rsidRPr="00A0264F">
              <w:rPr>
                <w:rtl/>
              </w:rPr>
              <w:t>تكن</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لـكَ</w:t>
            </w:r>
            <w:r w:rsidR="0076657C">
              <w:rPr>
                <w:rtl/>
              </w:rPr>
              <w:t xml:space="preserve"> </w:t>
            </w:r>
            <w:r w:rsidRPr="00A0264F">
              <w:rPr>
                <w:rtl/>
              </w:rPr>
              <w:t>فـي</w:t>
            </w:r>
            <w:r w:rsidR="0076657C">
              <w:rPr>
                <w:rtl/>
              </w:rPr>
              <w:t xml:space="preserve"> </w:t>
            </w:r>
            <w:r w:rsidRPr="00A0264F">
              <w:rPr>
                <w:rtl/>
              </w:rPr>
              <w:t>سـواها</w:t>
            </w:r>
            <w:r w:rsidR="0076657C">
              <w:rPr>
                <w:rtl/>
              </w:rPr>
              <w:t xml:space="preserve"> </w:t>
            </w:r>
            <w:r w:rsidRPr="00A0264F">
              <w:rPr>
                <w:rtl/>
              </w:rPr>
              <w:t>أطـبقت</w:t>
            </w:r>
            <w:r w:rsidR="0076657C">
              <w:rPr>
                <w:rtl/>
              </w:rPr>
              <w:t xml:space="preserve"> </w:t>
            </w:r>
            <w:r w:rsidRPr="00A0264F">
              <w:rPr>
                <w:rtl/>
              </w:rPr>
              <w:t>شفتانِ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لو لم</w:t>
            </w:r>
            <w:r w:rsidR="0076657C">
              <w:rPr>
                <w:rtl/>
              </w:rPr>
              <w:t xml:space="preserve"> </w:t>
            </w:r>
            <w:r w:rsidRPr="00A0264F">
              <w:rPr>
                <w:rtl/>
              </w:rPr>
              <w:t>يكن</w:t>
            </w:r>
            <w:r w:rsidR="0076657C">
              <w:rPr>
                <w:rtl/>
              </w:rPr>
              <w:t xml:space="preserve"> </w:t>
            </w:r>
            <w:r w:rsidRPr="00A0264F">
              <w:rPr>
                <w:rtl/>
              </w:rPr>
              <w:t>لكَ</w:t>
            </w:r>
            <w:r w:rsidR="0076657C">
              <w:rPr>
                <w:rtl/>
              </w:rPr>
              <w:t xml:space="preserve"> </w:t>
            </w:r>
            <w:r w:rsidRPr="00A0264F">
              <w:rPr>
                <w:rtl/>
              </w:rPr>
              <w:t>غيرها</w:t>
            </w:r>
            <w:r w:rsidR="0076657C">
              <w:rPr>
                <w:rtl/>
              </w:rPr>
              <w:t xml:space="preserve"> </w:t>
            </w:r>
            <w:r w:rsidRPr="00A0264F">
              <w:rPr>
                <w:rtl/>
              </w:rPr>
              <w:t>رجحت</w:t>
            </w:r>
            <w:r w:rsidR="0076657C">
              <w:rPr>
                <w:rtl/>
              </w:rPr>
              <w:t xml:space="preserve"> </w:t>
            </w:r>
            <w:r w:rsidRPr="00A0264F">
              <w:rPr>
                <w:rtl/>
              </w:rPr>
              <w:t>على</w:t>
            </w:r>
            <w:r w:rsidR="0076657C">
              <w:rPr>
                <w:rtl/>
              </w:rPr>
              <w:t xml:space="preserve"> </w:t>
            </w:r>
            <w:r w:rsidRPr="00A0264F">
              <w:rPr>
                <w:rtl/>
              </w:rPr>
              <w:t>الـ</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أعـمالِ</w:t>
            </w:r>
            <w:r w:rsidR="0076657C">
              <w:rPr>
                <w:rtl/>
              </w:rPr>
              <w:t xml:space="preserve"> </w:t>
            </w:r>
            <w:r w:rsidRPr="00A0264F">
              <w:rPr>
                <w:rtl/>
              </w:rPr>
              <w:t>يـوم</w:t>
            </w:r>
            <w:r w:rsidR="0076657C">
              <w:rPr>
                <w:rtl/>
              </w:rPr>
              <w:t xml:space="preserve"> </w:t>
            </w:r>
            <w:r w:rsidRPr="00A0264F">
              <w:rPr>
                <w:rtl/>
              </w:rPr>
              <w:t>تـحطُّ</w:t>
            </w:r>
            <w:r w:rsidR="0076657C">
              <w:rPr>
                <w:rtl/>
              </w:rPr>
              <w:t xml:space="preserve"> </w:t>
            </w:r>
            <w:r w:rsidRPr="00A0264F">
              <w:rPr>
                <w:rtl/>
              </w:rPr>
              <w:t>فـي</w:t>
            </w:r>
            <w:r w:rsidR="0076657C">
              <w:rPr>
                <w:rtl/>
              </w:rPr>
              <w:t xml:space="preserve"> </w:t>
            </w:r>
            <w:r w:rsidRPr="00A0264F">
              <w:rPr>
                <w:rtl/>
              </w:rPr>
              <w:t>الميزانِ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أنّـى</w:t>
            </w:r>
            <w:r>
              <w:rPr>
                <w:rtl/>
              </w:rPr>
              <w:t xml:space="preserve"> </w:t>
            </w:r>
            <w:r w:rsidRPr="00A0264F">
              <w:rPr>
                <w:rtl/>
              </w:rPr>
              <w:t>وقـد</w:t>
            </w:r>
            <w:r w:rsidR="0076657C">
              <w:rPr>
                <w:rtl/>
              </w:rPr>
              <w:t xml:space="preserve"> </w:t>
            </w:r>
            <w:r w:rsidRPr="00A0264F">
              <w:rPr>
                <w:rtl/>
              </w:rPr>
              <w:t>مـلا</w:t>
            </w:r>
            <w:r w:rsidR="0076657C">
              <w:rPr>
                <w:rtl/>
              </w:rPr>
              <w:t xml:space="preserve"> </w:t>
            </w:r>
            <w:r w:rsidRPr="00A0264F">
              <w:rPr>
                <w:rtl/>
              </w:rPr>
              <w:t>الـزمانُ</w:t>
            </w:r>
            <w:r w:rsidR="0076657C">
              <w:rPr>
                <w:rtl/>
              </w:rPr>
              <w:t xml:space="preserve"> </w:t>
            </w:r>
            <w:r w:rsidRPr="00A0264F">
              <w:rPr>
                <w:rtl/>
              </w:rPr>
              <w:t>فضائلا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لـكَ</w:t>
            </w:r>
            <w:r w:rsidR="0076657C">
              <w:rPr>
                <w:rtl/>
              </w:rPr>
              <w:t xml:space="preserve"> </w:t>
            </w:r>
            <w:r w:rsidRPr="00A0264F">
              <w:rPr>
                <w:rtl/>
              </w:rPr>
              <w:t>ليسَ</w:t>
            </w:r>
            <w:r w:rsidR="0076657C">
              <w:rPr>
                <w:rtl/>
              </w:rPr>
              <w:t xml:space="preserve"> </w:t>
            </w:r>
            <w:r w:rsidRPr="00A0264F">
              <w:rPr>
                <w:rtl/>
              </w:rPr>
              <w:t>يُفني</w:t>
            </w:r>
            <w:r w:rsidR="0076657C">
              <w:rPr>
                <w:rtl/>
              </w:rPr>
              <w:t xml:space="preserve"> </w:t>
            </w:r>
            <w:r w:rsidRPr="00A0264F">
              <w:rPr>
                <w:rtl/>
              </w:rPr>
              <w:t>ذكرها</w:t>
            </w:r>
            <w:r w:rsidR="0076657C">
              <w:rPr>
                <w:rtl/>
              </w:rPr>
              <w:t xml:space="preserve"> </w:t>
            </w:r>
            <w:r w:rsidRPr="00A0264F">
              <w:rPr>
                <w:rtl/>
              </w:rPr>
              <w:t>الملوانِ</w:t>
            </w:r>
            <w:r w:rsidRPr="00A0264F">
              <w:rPr>
                <w:rStyle w:val="libFootnotenumChar"/>
                <w:rtl/>
              </w:rPr>
              <w:t>(1)</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وعـلـيكِ</w:t>
            </w:r>
            <w:r w:rsidR="0076657C">
              <w:rPr>
                <w:rtl/>
              </w:rPr>
              <w:t xml:space="preserve"> </w:t>
            </w:r>
            <w:r w:rsidRPr="00A0264F">
              <w:rPr>
                <w:rtl/>
              </w:rPr>
              <w:t>يـا</w:t>
            </w:r>
            <w:r w:rsidR="0076657C">
              <w:rPr>
                <w:rtl/>
              </w:rPr>
              <w:t xml:space="preserve"> </w:t>
            </w:r>
            <w:r w:rsidRPr="00A0264F">
              <w:rPr>
                <w:rtl/>
              </w:rPr>
              <w:t>أُمّـاهُ</w:t>
            </w:r>
            <w:r w:rsidR="0076657C">
              <w:rPr>
                <w:rtl/>
              </w:rPr>
              <w:t xml:space="preserve"> </w:t>
            </w:r>
            <w:r w:rsidRPr="00A0264F">
              <w:rPr>
                <w:rtl/>
              </w:rPr>
              <w:t>ألـف</w:t>
            </w:r>
            <w:r w:rsidR="0076657C">
              <w:rPr>
                <w:rtl/>
              </w:rPr>
              <w:t xml:space="preserve"> </w:t>
            </w:r>
            <w:r w:rsidRPr="00A0264F">
              <w:rPr>
                <w:rtl/>
              </w:rPr>
              <w:t>تـحية</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مـشـفوعةً</w:t>
            </w:r>
            <w:r>
              <w:rPr>
                <w:rtl/>
              </w:rPr>
              <w:t xml:space="preserve"> </w:t>
            </w:r>
            <w:r w:rsidRPr="00A0264F">
              <w:rPr>
                <w:rtl/>
              </w:rPr>
              <w:t>بـالعفو</w:t>
            </w:r>
            <w:r w:rsidR="0076657C">
              <w:rPr>
                <w:rtl/>
              </w:rPr>
              <w:t xml:space="preserve"> </w:t>
            </w:r>
            <w:r w:rsidRPr="00A0264F">
              <w:rPr>
                <w:rtl/>
              </w:rPr>
              <w:t>والـرضوانِ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وقـف</w:t>
            </w:r>
            <w:r>
              <w:rPr>
                <w:rtl/>
              </w:rPr>
              <w:t xml:space="preserve"> </w:t>
            </w:r>
            <w:r w:rsidRPr="00A0264F">
              <w:rPr>
                <w:rtl/>
              </w:rPr>
              <w:t>على</w:t>
            </w:r>
            <w:r w:rsidR="0076657C">
              <w:rPr>
                <w:rtl/>
              </w:rPr>
              <w:t xml:space="preserve"> </w:t>
            </w:r>
            <w:r w:rsidRPr="00A0264F">
              <w:rPr>
                <w:rtl/>
              </w:rPr>
              <w:t>الزفراتِ</w:t>
            </w:r>
            <w:r w:rsidR="0076657C">
              <w:rPr>
                <w:rtl/>
              </w:rPr>
              <w:t xml:space="preserve"> </w:t>
            </w:r>
            <w:r w:rsidRPr="00A0264F">
              <w:rPr>
                <w:rtl/>
              </w:rPr>
              <w:t>فيكَ</w:t>
            </w:r>
            <w:r w:rsidR="0076657C">
              <w:rPr>
                <w:rtl/>
              </w:rPr>
              <w:t xml:space="preserve"> </w:t>
            </w:r>
            <w:r w:rsidRPr="00A0264F">
              <w:rPr>
                <w:rtl/>
              </w:rPr>
              <w:t>جوانحي</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ونـواظري</w:t>
            </w:r>
            <w:r>
              <w:rPr>
                <w:rtl/>
              </w:rPr>
              <w:t xml:space="preserve"> </w:t>
            </w:r>
            <w:r w:rsidRPr="00A0264F">
              <w:rPr>
                <w:rtl/>
              </w:rPr>
              <w:t>وقـف</w:t>
            </w:r>
            <w:r w:rsidR="0076657C">
              <w:rPr>
                <w:rtl/>
              </w:rPr>
              <w:t xml:space="preserve"> </w:t>
            </w:r>
            <w:r w:rsidRPr="00A0264F">
              <w:rPr>
                <w:rtl/>
              </w:rPr>
              <w:t>عـلى</w:t>
            </w:r>
            <w:r w:rsidR="0076657C">
              <w:rPr>
                <w:rtl/>
              </w:rPr>
              <w:t xml:space="preserve"> </w:t>
            </w:r>
            <w:r w:rsidRPr="00A0264F">
              <w:rPr>
                <w:rtl/>
              </w:rPr>
              <w:t>الهملانِ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مـا</w:t>
            </w:r>
            <w:r>
              <w:rPr>
                <w:rtl/>
              </w:rPr>
              <w:t xml:space="preserve"> </w:t>
            </w:r>
            <w:r w:rsidRPr="00A0264F">
              <w:rPr>
                <w:rtl/>
              </w:rPr>
              <w:t>كنتُ</w:t>
            </w:r>
            <w:r w:rsidR="0076657C">
              <w:rPr>
                <w:rtl/>
              </w:rPr>
              <w:t xml:space="preserve"> </w:t>
            </w:r>
            <w:r w:rsidRPr="00A0264F">
              <w:rPr>
                <w:rtl/>
              </w:rPr>
              <w:t>منفرداً</w:t>
            </w:r>
            <w:r w:rsidR="0076657C">
              <w:rPr>
                <w:rtl/>
              </w:rPr>
              <w:t xml:space="preserve"> </w:t>
            </w:r>
            <w:r w:rsidRPr="00A0264F">
              <w:rPr>
                <w:rtl/>
              </w:rPr>
              <w:t>برزئكِ</w:t>
            </w:r>
            <w:r w:rsidR="0076657C">
              <w:rPr>
                <w:rtl/>
              </w:rPr>
              <w:t xml:space="preserve"> </w:t>
            </w:r>
            <w:r w:rsidRPr="00A0264F">
              <w:rPr>
                <w:rtl/>
              </w:rPr>
              <w:t>في</w:t>
            </w:r>
            <w:r w:rsidR="0076657C">
              <w:rPr>
                <w:rtl/>
              </w:rPr>
              <w:t xml:space="preserve"> </w:t>
            </w:r>
            <w:r w:rsidRPr="00A0264F">
              <w:rPr>
                <w:rtl/>
              </w:rPr>
              <w:t>الورى</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لـو</w:t>
            </w:r>
            <w:r w:rsidR="0076657C">
              <w:rPr>
                <w:rtl/>
              </w:rPr>
              <w:t xml:space="preserve"> </w:t>
            </w:r>
            <w:r w:rsidRPr="00A0264F">
              <w:rPr>
                <w:rtl/>
              </w:rPr>
              <w:t>كـانَ</w:t>
            </w:r>
            <w:r w:rsidR="0076657C">
              <w:rPr>
                <w:rtl/>
              </w:rPr>
              <w:t xml:space="preserve"> </w:t>
            </w:r>
            <w:r w:rsidRPr="00A0264F">
              <w:rPr>
                <w:rtl/>
              </w:rPr>
              <w:t>تـعرفكِ</w:t>
            </w:r>
            <w:r w:rsidR="0076657C">
              <w:rPr>
                <w:rtl/>
              </w:rPr>
              <w:t xml:space="preserve"> </w:t>
            </w:r>
            <w:r w:rsidRPr="00A0264F">
              <w:rPr>
                <w:rtl/>
              </w:rPr>
              <w:t>الورى</w:t>
            </w:r>
            <w:r w:rsidR="0076657C">
              <w:rPr>
                <w:rtl/>
              </w:rPr>
              <w:t xml:space="preserve"> </w:t>
            </w:r>
            <w:r w:rsidRPr="00A0264F">
              <w:rPr>
                <w:rtl/>
              </w:rPr>
              <w:t>عرفاني</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أولـم</w:t>
            </w:r>
            <w:r w:rsidR="0076657C">
              <w:rPr>
                <w:rtl/>
              </w:rPr>
              <w:t xml:space="preserve"> </w:t>
            </w:r>
            <w:r w:rsidRPr="00A0264F">
              <w:rPr>
                <w:rtl/>
              </w:rPr>
              <w:t>تـعانِ</w:t>
            </w:r>
            <w:r w:rsidR="0076657C">
              <w:rPr>
                <w:rtl/>
              </w:rPr>
              <w:t xml:space="preserve"> </w:t>
            </w:r>
            <w:r w:rsidRPr="00A0264F">
              <w:rPr>
                <w:rtl/>
              </w:rPr>
              <w:t>في</w:t>
            </w:r>
            <w:r w:rsidR="0076657C">
              <w:rPr>
                <w:rtl/>
              </w:rPr>
              <w:t xml:space="preserve"> </w:t>
            </w:r>
            <w:r w:rsidRPr="00A0264F">
              <w:rPr>
                <w:rtl/>
              </w:rPr>
              <w:t>رضاءِ</w:t>
            </w:r>
            <w:r w:rsidR="0076657C">
              <w:rPr>
                <w:rtl/>
              </w:rPr>
              <w:t xml:space="preserve"> </w:t>
            </w:r>
            <w:r w:rsidRPr="00A0264F">
              <w:rPr>
                <w:rtl/>
              </w:rPr>
              <w:t>محمّد</w:t>
            </w:r>
            <w:r w:rsidRPr="00A0264F">
              <w:rPr>
                <w:rStyle w:val="libFootnotenumChar"/>
                <w:rtl/>
              </w:rPr>
              <w:t>(2)</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مـا لا</w:t>
            </w:r>
            <w:r w:rsidR="0076657C">
              <w:rPr>
                <w:rtl/>
              </w:rPr>
              <w:t xml:space="preserve"> </w:t>
            </w:r>
            <w:r w:rsidRPr="00A0264F">
              <w:rPr>
                <w:rtl/>
              </w:rPr>
              <w:t>تـكادُ</w:t>
            </w:r>
            <w:r w:rsidR="0076657C">
              <w:rPr>
                <w:rtl/>
              </w:rPr>
              <w:t xml:space="preserve"> </w:t>
            </w:r>
            <w:r w:rsidRPr="00A0264F">
              <w:rPr>
                <w:rtl/>
              </w:rPr>
              <w:t>لـهُ</w:t>
            </w:r>
            <w:r w:rsidR="0076657C">
              <w:rPr>
                <w:rtl/>
              </w:rPr>
              <w:t xml:space="preserve"> </w:t>
            </w:r>
            <w:r w:rsidRPr="00A0264F">
              <w:rPr>
                <w:rtl/>
              </w:rPr>
              <w:t>الـرجالُ</w:t>
            </w:r>
            <w:r w:rsidR="0076657C">
              <w:rPr>
                <w:rtl/>
              </w:rPr>
              <w:t xml:space="preserve"> </w:t>
            </w:r>
            <w:r w:rsidRPr="00A0264F">
              <w:rPr>
                <w:rtl/>
              </w:rPr>
              <w:t>تـعاني</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هـيهات</w:t>
            </w:r>
            <w:r>
              <w:rPr>
                <w:rtl/>
              </w:rPr>
              <w:t xml:space="preserve"> </w:t>
            </w:r>
            <w:r w:rsidRPr="00A0264F">
              <w:rPr>
                <w:rtl/>
              </w:rPr>
              <w:t>لا</w:t>
            </w:r>
            <w:r w:rsidR="0076657C">
              <w:rPr>
                <w:rtl/>
              </w:rPr>
              <w:t xml:space="preserve"> </w:t>
            </w:r>
            <w:r w:rsidRPr="00A0264F">
              <w:rPr>
                <w:rtl/>
              </w:rPr>
              <w:t>أقضي</w:t>
            </w:r>
            <w:r w:rsidR="0076657C">
              <w:rPr>
                <w:rtl/>
              </w:rPr>
              <w:t xml:space="preserve"> </w:t>
            </w:r>
            <w:r w:rsidRPr="00A0264F">
              <w:rPr>
                <w:rtl/>
              </w:rPr>
              <w:t>حقوقكِ</w:t>
            </w:r>
            <w:r w:rsidR="0076657C">
              <w:rPr>
                <w:rtl/>
              </w:rPr>
              <w:t xml:space="preserve"> </w:t>
            </w:r>
            <w:r w:rsidRPr="00A0264F">
              <w:rPr>
                <w:rtl/>
              </w:rPr>
              <w:t>إن</w:t>
            </w:r>
            <w:r w:rsidR="0076657C">
              <w:rPr>
                <w:rtl/>
              </w:rPr>
              <w:t xml:space="preserve"> </w:t>
            </w:r>
            <w:r w:rsidRPr="00A0264F">
              <w:rPr>
                <w:rtl/>
              </w:rPr>
              <w:t>يُذبْ</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قـلبي</w:t>
            </w:r>
            <w:r w:rsidR="0076657C">
              <w:rPr>
                <w:rtl/>
              </w:rPr>
              <w:t xml:space="preserve"> </w:t>
            </w:r>
            <w:r w:rsidRPr="00A0264F">
              <w:rPr>
                <w:rtl/>
              </w:rPr>
              <w:t>الـجوى</w:t>
            </w:r>
            <w:r w:rsidR="0076657C">
              <w:rPr>
                <w:rtl/>
              </w:rPr>
              <w:t xml:space="preserve"> </w:t>
            </w:r>
            <w:r w:rsidRPr="00A0264F">
              <w:rPr>
                <w:rtl/>
              </w:rPr>
              <w:t>ويـذِلْه</w:t>
            </w:r>
            <w:r w:rsidR="0076657C">
              <w:rPr>
                <w:rtl/>
              </w:rPr>
              <w:t xml:space="preserve"> </w:t>
            </w:r>
            <w:r w:rsidRPr="00A0264F">
              <w:rPr>
                <w:rtl/>
              </w:rPr>
              <w:t>من</w:t>
            </w:r>
            <w:r w:rsidR="0076657C">
              <w:rPr>
                <w:rtl/>
              </w:rPr>
              <w:t xml:space="preserve"> </w:t>
            </w:r>
            <w:r w:rsidRPr="00A0264F">
              <w:rPr>
                <w:rtl/>
              </w:rPr>
              <w:t>أجفاني</w:t>
            </w:r>
            <w:r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الملوان</w:t>
      </w:r>
      <w:r w:rsidR="003D6158">
        <w:rPr>
          <w:rtl/>
        </w:rPr>
        <w:t>:</w:t>
      </w:r>
      <w:r w:rsidRPr="00A0264F">
        <w:rPr>
          <w:rtl/>
        </w:rPr>
        <w:t xml:space="preserve"> الليل والنهار</w:t>
      </w:r>
      <w:r w:rsidR="00A327D5">
        <w:rPr>
          <w:rtl/>
        </w:rPr>
        <w:t>.</w:t>
      </w:r>
    </w:p>
    <w:p w:rsidR="00A0264F" w:rsidRPr="00A5546B" w:rsidRDefault="00A0264F" w:rsidP="00A5546B">
      <w:pPr>
        <w:pStyle w:val="libFootnote0"/>
      </w:pPr>
      <w:r w:rsidRPr="00A0264F">
        <w:rPr>
          <w:rtl/>
        </w:rPr>
        <w:t>2</w:t>
      </w:r>
      <w:r w:rsidR="00A327D5">
        <w:rPr>
          <w:rtl/>
        </w:rPr>
        <w:t xml:space="preserve"> - </w:t>
      </w:r>
      <w:r w:rsidRPr="00A0264F">
        <w:rPr>
          <w:rtl/>
        </w:rPr>
        <w:t>لعلّه أراد بقوله</w:t>
      </w:r>
      <w:r w:rsidR="003D6158">
        <w:rPr>
          <w:rtl/>
        </w:rPr>
        <w:t>:</w:t>
      </w:r>
      <w:r w:rsidRPr="00A0264F">
        <w:rPr>
          <w:rtl/>
        </w:rPr>
        <w:t xml:space="preserve"> في رضاء محمّد</w:t>
      </w:r>
      <w:r w:rsidR="00A327D5">
        <w:rPr>
          <w:rtl/>
        </w:rPr>
        <w:t>،</w:t>
      </w:r>
      <w:r w:rsidRPr="00A0264F">
        <w:rPr>
          <w:rtl/>
        </w:rPr>
        <w:t xml:space="preserve"> تورية</w:t>
      </w:r>
      <w:r w:rsidR="00A327D5">
        <w:rPr>
          <w:rtl/>
        </w:rPr>
        <w:t>؛</w:t>
      </w:r>
      <w:r w:rsidRPr="00A0264F">
        <w:rPr>
          <w:rtl/>
        </w:rPr>
        <w:t xml:space="preserve"> فالمعنى القريب</w:t>
      </w:r>
      <w:r w:rsidR="003D6158">
        <w:rPr>
          <w:rtl/>
        </w:rPr>
        <w:t>:</w:t>
      </w:r>
      <w:r w:rsidRPr="00A0264F">
        <w:rPr>
          <w:rtl/>
        </w:rPr>
        <w:t xml:space="preserve"> رضاء زوجها السيد محمّد</w:t>
      </w:r>
      <w:r w:rsidR="00A327D5">
        <w:rPr>
          <w:rtl/>
        </w:rPr>
        <w:t>،</w:t>
      </w:r>
      <w:r w:rsidRPr="00A0264F">
        <w:rPr>
          <w:rtl/>
        </w:rPr>
        <w:t xml:space="preserve"> والبعيد رضا ابن السيد محمّد وهو الشاعر نفسه</w:t>
      </w:r>
      <w:r w:rsidR="00A327D5">
        <w:rPr>
          <w:rtl/>
        </w:rPr>
        <w:t>،</w:t>
      </w:r>
      <w:r w:rsidRPr="00A0264F">
        <w:rPr>
          <w:rtl/>
        </w:rPr>
        <w:t xml:space="preserve"> ويساعد هذا المعنى وقربه البيت الذي بعده</w:t>
      </w:r>
      <w:r w:rsidR="00A327D5">
        <w:rPr>
          <w:rtl/>
        </w:rPr>
        <w:t>.</w:t>
      </w:r>
    </w:p>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C43951" w:rsidTr="00C43951">
        <w:trPr>
          <w:trHeight w:val="350"/>
        </w:trPr>
        <w:tc>
          <w:tcPr>
            <w:tcW w:w="3536" w:type="dxa"/>
          </w:tcPr>
          <w:p w:rsidR="00C43951" w:rsidRDefault="00C43951" w:rsidP="00F5394E">
            <w:pPr>
              <w:pStyle w:val="libPoem"/>
            </w:pPr>
            <w:r w:rsidRPr="00A0264F">
              <w:rPr>
                <w:rtl/>
              </w:rPr>
              <w:t>أَنّــى</w:t>
            </w:r>
            <w:r w:rsidR="0076657C">
              <w:rPr>
                <w:rtl/>
              </w:rPr>
              <w:t xml:space="preserve"> </w:t>
            </w:r>
            <w:r w:rsidRPr="00A0264F">
              <w:rPr>
                <w:rtl/>
              </w:rPr>
              <w:t>وقــد</w:t>
            </w:r>
            <w:r w:rsidR="0076657C">
              <w:rPr>
                <w:rtl/>
              </w:rPr>
              <w:t xml:space="preserve"> </w:t>
            </w:r>
            <w:r w:rsidRPr="00A0264F">
              <w:rPr>
                <w:rtl/>
              </w:rPr>
              <w:t>ربّـيتني</w:t>
            </w:r>
            <w:r w:rsidR="0076657C">
              <w:rPr>
                <w:rtl/>
              </w:rPr>
              <w:t xml:space="preserve"> </w:t>
            </w:r>
            <w:r w:rsidRPr="00A0264F">
              <w:rPr>
                <w:rtl/>
              </w:rPr>
              <w:t>وكـفلتني</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وغـذوتـني</w:t>
            </w:r>
            <w:r>
              <w:rPr>
                <w:rtl/>
              </w:rPr>
              <w:t xml:space="preserve"> </w:t>
            </w:r>
            <w:r w:rsidRPr="00A0264F">
              <w:rPr>
                <w:rtl/>
              </w:rPr>
              <w:t>بـالـبرِّ</w:t>
            </w:r>
            <w:r w:rsidR="0076657C">
              <w:rPr>
                <w:rtl/>
              </w:rPr>
              <w:t xml:space="preserve"> </w:t>
            </w:r>
            <w:r w:rsidRPr="00A0264F">
              <w:rPr>
                <w:rtl/>
              </w:rPr>
              <w:t>والإحـسانِ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وحـملتِ</w:t>
            </w:r>
            <w:r>
              <w:rPr>
                <w:rtl/>
              </w:rPr>
              <w:t xml:space="preserve"> </w:t>
            </w:r>
            <w:r w:rsidRPr="00A0264F">
              <w:rPr>
                <w:rtl/>
              </w:rPr>
              <w:t>ثـقلي</w:t>
            </w:r>
            <w:r w:rsidR="0076657C">
              <w:rPr>
                <w:rtl/>
              </w:rPr>
              <w:t xml:space="preserve"> </w:t>
            </w:r>
            <w:r w:rsidRPr="00A0264F">
              <w:rPr>
                <w:rtl/>
              </w:rPr>
              <w:t>نحو</w:t>
            </w:r>
            <w:r w:rsidR="0076657C">
              <w:rPr>
                <w:rtl/>
              </w:rPr>
              <w:t xml:space="preserve"> </w:t>
            </w:r>
            <w:r w:rsidRPr="00A0264F">
              <w:rPr>
                <w:rtl/>
              </w:rPr>
              <w:t>عشرةِ</w:t>
            </w:r>
            <w:r w:rsidR="0076657C">
              <w:rPr>
                <w:rtl/>
              </w:rPr>
              <w:t xml:space="preserve"> </w:t>
            </w:r>
            <w:r w:rsidRPr="00A0264F">
              <w:rPr>
                <w:rtl/>
              </w:rPr>
              <w:t>أشهرٍ</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وبـمصّ</w:t>
            </w:r>
            <w:r>
              <w:rPr>
                <w:rtl/>
              </w:rPr>
              <w:t xml:space="preserve"> </w:t>
            </w:r>
            <w:r w:rsidRPr="00A0264F">
              <w:rPr>
                <w:rtl/>
              </w:rPr>
              <w:t>ثـديكِ</w:t>
            </w:r>
            <w:r w:rsidR="0076657C">
              <w:rPr>
                <w:rtl/>
              </w:rPr>
              <w:t xml:space="preserve"> </w:t>
            </w:r>
            <w:r w:rsidRPr="00A0264F">
              <w:rPr>
                <w:rtl/>
              </w:rPr>
              <w:t>تـمَّ</w:t>
            </w:r>
            <w:r w:rsidR="0076657C">
              <w:rPr>
                <w:rtl/>
              </w:rPr>
              <w:t xml:space="preserve"> </w:t>
            </w:r>
            <w:r w:rsidRPr="00A0264F">
              <w:rPr>
                <w:rtl/>
              </w:rPr>
              <w:t>لـي</w:t>
            </w:r>
            <w:r w:rsidR="0076657C">
              <w:rPr>
                <w:rtl/>
              </w:rPr>
              <w:t xml:space="preserve"> </w:t>
            </w:r>
            <w:r w:rsidRPr="00A0264F">
              <w:rPr>
                <w:rtl/>
              </w:rPr>
              <w:t>حولانِ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فـعليَّ</w:t>
            </w:r>
            <w:r w:rsidR="0076657C">
              <w:rPr>
                <w:rtl/>
              </w:rPr>
              <w:t xml:space="preserve"> </w:t>
            </w:r>
            <w:r w:rsidRPr="00A0264F">
              <w:rPr>
                <w:rtl/>
              </w:rPr>
              <w:t>يـا</w:t>
            </w:r>
            <w:r w:rsidR="0076657C">
              <w:rPr>
                <w:rtl/>
              </w:rPr>
              <w:t xml:space="preserve"> </w:t>
            </w:r>
            <w:r w:rsidRPr="00A0264F">
              <w:rPr>
                <w:rtl/>
              </w:rPr>
              <w:t>أُمّـاهُ</w:t>
            </w:r>
            <w:r w:rsidR="0076657C">
              <w:rPr>
                <w:rtl/>
              </w:rPr>
              <w:t xml:space="preserve"> </w:t>
            </w:r>
            <w:r w:rsidRPr="00A0264F">
              <w:rPr>
                <w:rtl/>
              </w:rPr>
              <w:t>شـكركِ</w:t>
            </w:r>
            <w:r w:rsidR="0076657C">
              <w:rPr>
                <w:rtl/>
              </w:rPr>
              <w:t xml:space="preserve"> </w:t>
            </w:r>
            <w:r w:rsidRPr="00A0264F">
              <w:rPr>
                <w:rtl/>
              </w:rPr>
              <w:t>واجـب</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مـن</w:t>
            </w:r>
            <w:r w:rsidR="0076657C">
              <w:rPr>
                <w:rtl/>
              </w:rPr>
              <w:t xml:space="preserve"> </w:t>
            </w:r>
            <w:r w:rsidRPr="00A0264F">
              <w:rPr>
                <w:rtl/>
              </w:rPr>
              <w:t>بـعدِ</w:t>
            </w:r>
            <w:r w:rsidR="0076657C">
              <w:rPr>
                <w:rtl/>
              </w:rPr>
              <w:t xml:space="preserve"> </w:t>
            </w:r>
            <w:r w:rsidRPr="00A0264F">
              <w:rPr>
                <w:rtl/>
              </w:rPr>
              <w:t>شـكرِ</w:t>
            </w:r>
            <w:r w:rsidR="0076657C">
              <w:rPr>
                <w:rtl/>
              </w:rPr>
              <w:t xml:space="preserve"> </w:t>
            </w:r>
            <w:r w:rsidRPr="00A0264F">
              <w:rPr>
                <w:rtl/>
              </w:rPr>
              <w:t>الـواحدِ</w:t>
            </w:r>
            <w:r w:rsidR="0076657C">
              <w:rPr>
                <w:rtl/>
              </w:rPr>
              <w:t xml:space="preserve"> </w:t>
            </w:r>
            <w:r w:rsidRPr="00A0264F">
              <w:rPr>
                <w:rtl/>
              </w:rPr>
              <w:t>الـديّانِ</w:t>
            </w:r>
            <w:r w:rsidRPr="00725071">
              <w:rPr>
                <w:rStyle w:val="libPoemTiniChar0"/>
                <w:rtl/>
              </w:rPr>
              <w:br/>
              <w:t> </w:t>
            </w:r>
          </w:p>
        </w:tc>
      </w:tr>
    </w:tbl>
    <w:p w:rsidR="00A0264F" w:rsidRPr="00A0264F" w:rsidRDefault="00A0264F" w:rsidP="00A5546B">
      <w:pPr>
        <w:pStyle w:val="libCenter"/>
      </w:pPr>
      <w:r w:rsidRPr="00A0264F">
        <w:rPr>
          <w:rtl/>
        </w:rPr>
        <w:t>***</w:t>
      </w:r>
    </w:p>
    <w:tbl>
      <w:tblPr>
        <w:tblStyle w:val="TableGrid"/>
        <w:bidiVisual/>
        <w:tblW w:w="4562" w:type="pct"/>
        <w:tblInd w:w="384" w:type="dxa"/>
        <w:tblLook w:val="04A0"/>
      </w:tblPr>
      <w:tblGrid>
        <w:gridCol w:w="3536"/>
        <w:gridCol w:w="272"/>
        <w:gridCol w:w="3502"/>
      </w:tblGrid>
      <w:tr w:rsidR="00C43951" w:rsidTr="00C43951">
        <w:trPr>
          <w:trHeight w:val="350"/>
        </w:trPr>
        <w:tc>
          <w:tcPr>
            <w:tcW w:w="3536" w:type="dxa"/>
          </w:tcPr>
          <w:p w:rsidR="00C43951" w:rsidRDefault="00C43951" w:rsidP="00F5394E">
            <w:pPr>
              <w:pStyle w:val="libPoem"/>
            </w:pPr>
            <w:r w:rsidRPr="00A0264F">
              <w:rPr>
                <w:rtl/>
              </w:rPr>
              <w:t>وإلـيكَ</w:t>
            </w:r>
            <w:r>
              <w:rPr>
                <w:rtl/>
              </w:rPr>
              <w:t xml:space="preserve"> </w:t>
            </w:r>
            <w:r w:rsidRPr="00A0264F">
              <w:rPr>
                <w:rtl/>
              </w:rPr>
              <w:t>مـنّي</w:t>
            </w:r>
            <w:r w:rsidR="0076657C">
              <w:rPr>
                <w:rtl/>
              </w:rPr>
              <w:t xml:space="preserve"> </w:t>
            </w:r>
            <w:r w:rsidRPr="00A0264F">
              <w:rPr>
                <w:rtl/>
              </w:rPr>
              <w:t>يـا</w:t>
            </w:r>
            <w:r w:rsidR="0076657C">
              <w:rPr>
                <w:rtl/>
              </w:rPr>
              <w:t xml:space="preserve"> </w:t>
            </w:r>
            <w:r w:rsidRPr="00A0264F">
              <w:rPr>
                <w:rtl/>
              </w:rPr>
              <w:t>بنَ</w:t>
            </w:r>
            <w:r w:rsidR="0076657C">
              <w:rPr>
                <w:rtl/>
              </w:rPr>
              <w:t xml:space="preserve"> </w:t>
            </w:r>
            <w:r w:rsidRPr="00A0264F">
              <w:rPr>
                <w:rtl/>
              </w:rPr>
              <w:t>أمِّ</w:t>
            </w:r>
            <w:r w:rsidR="0076657C">
              <w:rPr>
                <w:rtl/>
              </w:rPr>
              <w:t xml:space="preserve"> </w:t>
            </w:r>
            <w:r w:rsidRPr="00A0264F">
              <w:rPr>
                <w:rtl/>
              </w:rPr>
              <w:t>شكاية</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لـو</w:t>
            </w:r>
            <w:r>
              <w:rPr>
                <w:rtl/>
              </w:rPr>
              <w:t xml:space="preserve"> </w:t>
            </w:r>
            <w:r w:rsidRPr="00A0264F">
              <w:rPr>
                <w:rtl/>
              </w:rPr>
              <w:t>كنتَ</w:t>
            </w:r>
            <w:r w:rsidR="0076657C">
              <w:rPr>
                <w:rtl/>
              </w:rPr>
              <w:t xml:space="preserve"> </w:t>
            </w:r>
            <w:r w:rsidRPr="00A0264F">
              <w:rPr>
                <w:rtl/>
              </w:rPr>
              <w:t>تسمعُ</w:t>
            </w:r>
            <w:r w:rsidR="0076657C">
              <w:rPr>
                <w:rtl/>
              </w:rPr>
              <w:t xml:space="preserve"> </w:t>
            </w:r>
            <w:r w:rsidRPr="00A0264F">
              <w:rPr>
                <w:rtl/>
              </w:rPr>
              <w:t>منطقي</w:t>
            </w:r>
            <w:r w:rsidR="0076657C">
              <w:rPr>
                <w:rtl/>
              </w:rPr>
              <w:t xml:space="preserve"> </w:t>
            </w:r>
            <w:r w:rsidRPr="00A0264F">
              <w:rPr>
                <w:rtl/>
              </w:rPr>
              <w:t>وتراني</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ما</w:t>
            </w:r>
            <w:r w:rsidR="0076657C">
              <w:rPr>
                <w:rtl/>
              </w:rPr>
              <w:t xml:space="preserve"> </w:t>
            </w:r>
            <w:r w:rsidRPr="00A0264F">
              <w:rPr>
                <w:rtl/>
              </w:rPr>
              <w:t>بالكَ</w:t>
            </w:r>
            <w:r w:rsidR="0076657C">
              <w:rPr>
                <w:rtl/>
              </w:rPr>
              <w:t xml:space="preserve"> </w:t>
            </w:r>
            <w:r w:rsidRPr="00A0264F">
              <w:rPr>
                <w:rtl/>
              </w:rPr>
              <w:t>استأثرتَ</w:t>
            </w:r>
            <w:r w:rsidR="0076657C">
              <w:rPr>
                <w:rtl/>
              </w:rPr>
              <w:t xml:space="preserve"> </w:t>
            </w:r>
            <w:r w:rsidRPr="00A0264F">
              <w:rPr>
                <w:rtl/>
              </w:rPr>
              <w:t>في</w:t>
            </w:r>
            <w:r w:rsidR="0076657C">
              <w:rPr>
                <w:rtl/>
              </w:rPr>
              <w:t xml:space="preserve"> </w:t>
            </w:r>
            <w:r w:rsidRPr="00A0264F">
              <w:rPr>
                <w:rtl/>
              </w:rPr>
              <w:t>وردِ</w:t>
            </w:r>
            <w:r w:rsidR="0076657C">
              <w:rPr>
                <w:rtl/>
              </w:rPr>
              <w:t xml:space="preserve"> </w:t>
            </w:r>
            <w:r w:rsidRPr="00A0264F">
              <w:rPr>
                <w:rtl/>
              </w:rPr>
              <w:t>الردى</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دونـي</w:t>
            </w:r>
            <w:r>
              <w:rPr>
                <w:rtl/>
              </w:rPr>
              <w:t xml:space="preserve"> </w:t>
            </w:r>
            <w:r w:rsidRPr="00A0264F">
              <w:rPr>
                <w:rtl/>
              </w:rPr>
              <w:t>الـغداةَ</w:t>
            </w:r>
            <w:r w:rsidR="0076657C">
              <w:rPr>
                <w:rtl/>
              </w:rPr>
              <w:t xml:space="preserve"> </w:t>
            </w:r>
            <w:r w:rsidRPr="00A0264F">
              <w:rPr>
                <w:rtl/>
              </w:rPr>
              <w:t>وإنّـنا</w:t>
            </w:r>
            <w:r w:rsidR="0076657C">
              <w:rPr>
                <w:rtl/>
              </w:rPr>
              <w:t xml:space="preserve"> </w:t>
            </w:r>
            <w:r w:rsidRPr="00A0264F">
              <w:rPr>
                <w:rtl/>
              </w:rPr>
              <w:t>أَخـوانِ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وسكنتَ</w:t>
            </w:r>
            <w:r>
              <w:rPr>
                <w:rtl/>
              </w:rPr>
              <w:t xml:space="preserve"> </w:t>
            </w:r>
            <w:r w:rsidRPr="00A0264F">
              <w:rPr>
                <w:rtl/>
              </w:rPr>
              <w:t>في</w:t>
            </w:r>
            <w:r w:rsidR="0076657C">
              <w:rPr>
                <w:rtl/>
              </w:rPr>
              <w:t xml:space="preserve"> </w:t>
            </w:r>
            <w:r w:rsidRPr="00A0264F">
              <w:rPr>
                <w:rtl/>
              </w:rPr>
              <w:t>غرفِ</w:t>
            </w:r>
            <w:r w:rsidR="0076657C">
              <w:rPr>
                <w:rtl/>
              </w:rPr>
              <w:t xml:space="preserve"> </w:t>
            </w:r>
            <w:r w:rsidRPr="00A0264F">
              <w:rPr>
                <w:rtl/>
              </w:rPr>
              <w:t>الجنانِ</w:t>
            </w:r>
            <w:r w:rsidR="0076657C">
              <w:rPr>
                <w:rtl/>
              </w:rPr>
              <w:t xml:space="preserve"> </w:t>
            </w:r>
            <w:r w:rsidRPr="00A0264F">
              <w:rPr>
                <w:rtl/>
              </w:rPr>
              <w:t>منعّما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وطـويتَ</w:t>
            </w:r>
            <w:r w:rsidR="0076657C">
              <w:rPr>
                <w:rtl/>
              </w:rPr>
              <w:t xml:space="preserve"> </w:t>
            </w:r>
            <w:r w:rsidRPr="00A0264F">
              <w:rPr>
                <w:rtl/>
              </w:rPr>
              <w:t>أضلاعي</w:t>
            </w:r>
            <w:r w:rsidR="0076657C">
              <w:rPr>
                <w:rtl/>
              </w:rPr>
              <w:t xml:space="preserve"> </w:t>
            </w:r>
            <w:r w:rsidRPr="00A0264F">
              <w:rPr>
                <w:rtl/>
              </w:rPr>
              <w:t>على</w:t>
            </w:r>
            <w:r w:rsidR="0076657C">
              <w:rPr>
                <w:rtl/>
              </w:rPr>
              <w:t xml:space="preserve"> </w:t>
            </w:r>
            <w:r w:rsidRPr="00A0264F">
              <w:rPr>
                <w:rtl/>
              </w:rPr>
              <w:t>النيرانِ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أقـصاكَ</w:t>
            </w:r>
            <w:r w:rsidR="0076657C">
              <w:rPr>
                <w:rtl/>
              </w:rPr>
              <w:t xml:space="preserve"> </w:t>
            </w:r>
            <w:r w:rsidRPr="00A0264F">
              <w:rPr>
                <w:rtl/>
              </w:rPr>
              <w:t>عن</w:t>
            </w:r>
            <w:r w:rsidR="0076657C">
              <w:rPr>
                <w:rtl/>
              </w:rPr>
              <w:t xml:space="preserve"> </w:t>
            </w:r>
            <w:r w:rsidRPr="00A0264F">
              <w:rPr>
                <w:rtl/>
              </w:rPr>
              <w:t>قربي</w:t>
            </w:r>
            <w:r w:rsidR="0076657C">
              <w:rPr>
                <w:rtl/>
              </w:rPr>
              <w:t xml:space="preserve"> </w:t>
            </w:r>
            <w:r w:rsidRPr="00A0264F">
              <w:rPr>
                <w:rtl/>
              </w:rPr>
              <w:t>الحمامُ</w:t>
            </w:r>
            <w:r w:rsidR="0076657C">
              <w:rPr>
                <w:rtl/>
              </w:rPr>
              <w:t xml:space="preserve"> </w:t>
            </w:r>
            <w:r w:rsidRPr="00A0264F">
              <w:rPr>
                <w:rtl/>
              </w:rPr>
              <w:t>وليته</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مـن</w:t>
            </w:r>
            <w:r w:rsidR="0076657C">
              <w:rPr>
                <w:rtl/>
              </w:rPr>
              <w:t xml:space="preserve"> </w:t>
            </w:r>
            <w:r w:rsidRPr="00A0264F">
              <w:rPr>
                <w:rtl/>
              </w:rPr>
              <w:t>قـربِ</w:t>
            </w:r>
            <w:r w:rsidR="0076657C">
              <w:rPr>
                <w:rtl/>
              </w:rPr>
              <w:t xml:space="preserve"> </w:t>
            </w:r>
            <w:r w:rsidRPr="00A0264F">
              <w:rPr>
                <w:rtl/>
              </w:rPr>
              <w:t>داركَ</w:t>
            </w:r>
            <w:r w:rsidR="0076657C">
              <w:rPr>
                <w:rtl/>
              </w:rPr>
              <w:t xml:space="preserve"> </w:t>
            </w:r>
            <w:r w:rsidRPr="00A0264F">
              <w:rPr>
                <w:rtl/>
              </w:rPr>
              <w:t>عاجلاً</w:t>
            </w:r>
            <w:r w:rsidR="0076657C">
              <w:rPr>
                <w:rtl/>
              </w:rPr>
              <w:t xml:space="preserve"> </w:t>
            </w:r>
            <w:r w:rsidRPr="00A0264F">
              <w:rPr>
                <w:rtl/>
              </w:rPr>
              <w:t>أدناني</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فلئن</w:t>
            </w:r>
            <w:r>
              <w:rPr>
                <w:rtl/>
              </w:rPr>
              <w:t xml:space="preserve"> </w:t>
            </w:r>
            <w:r w:rsidRPr="00A0264F">
              <w:rPr>
                <w:rtl/>
              </w:rPr>
              <w:t>أمتْ</w:t>
            </w:r>
            <w:r w:rsidR="0076657C">
              <w:rPr>
                <w:rtl/>
              </w:rPr>
              <w:t xml:space="preserve"> </w:t>
            </w:r>
            <w:r w:rsidRPr="00A0264F">
              <w:rPr>
                <w:rtl/>
              </w:rPr>
              <w:t>فهو</w:t>
            </w:r>
            <w:r w:rsidR="0076657C">
              <w:rPr>
                <w:rtl/>
              </w:rPr>
              <w:t xml:space="preserve"> </w:t>
            </w:r>
            <w:r w:rsidRPr="00A0264F">
              <w:rPr>
                <w:rtl/>
              </w:rPr>
              <w:t>المُنى</w:t>
            </w:r>
            <w:r w:rsidR="0076657C">
              <w:rPr>
                <w:rtl/>
              </w:rPr>
              <w:t xml:space="preserve"> </w:t>
            </w:r>
            <w:r w:rsidRPr="00A0264F">
              <w:rPr>
                <w:rtl/>
              </w:rPr>
              <w:t>ولئن</w:t>
            </w:r>
            <w:r w:rsidR="0076657C">
              <w:rPr>
                <w:rtl/>
              </w:rPr>
              <w:t xml:space="preserve"> </w:t>
            </w:r>
            <w:r w:rsidRPr="00A0264F">
              <w:rPr>
                <w:rtl/>
              </w:rPr>
              <w:t>أعش</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فـلأقضينَّ</w:t>
            </w:r>
            <w:r>
              <w:rPr>
                <w:rtl/>
              </w:rPr>
              <w:t xml:space="preserve"> </w:t>
            </w:r>
            <w:r w:rsidRPr="00A0264F">
              <w:rPr>
                <w:rtl/>
              </w:rPr>
              <w:t>الـعمرَ</w:t>
            </w:r>
            <w:r w:rsidR="0076657C">
              <w:rPr>
                <w:rtl/>
              </w:rPr>
              <w:t xml:space="preserve"> </w:t>
            </w:r>
            <w:r w:rsidRPr="00A0264F">
              <w:rPr>
                <w:rtl/>
              </w:rPr>
              <w:t>بـالأشجانِ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ولأجـرينَّ</w:t>
            </w:r>
            <w:r>
              <w:rPr>
                <w:rtl/>
              </w:rPr>
              <w:t xml:space="preserve"> </w:t>
            </w:r>
            <w:r w:rsidRPr="00A0264F">
              <w:rPr>
                <w:rtl/>
              </w:rPr>
              <w:t>الـدمعَ</w:t>
            </w:r>
            <w:r w:rsidR="0076657C">
              <w:rPr>
                <w:rtl/>
              </w:rPr>
              <w:t xml:space="preserve"> </w:t>
            </w:r>
            <w:r w:rsidRPr="00A0264F">
              <w:rPr>
                <w:rtl/>
              </w:rPr>
              <w:t>طوفاناً</w:t>
            </w:r>
            <w:r w:rsidR="0076657C">
              <w:rPr>
                <w:rtl/>
              </w:rPr>
              <w:t xml:space="preserve"> </w:t>
            </w:r>
            <w:r w:rsidRPr="00A0264F">
              <w:rPr>
                <w:rtl/>
              </w:rPr>
              <w:t>على</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تـرابٍ</w:t>
            </w:r>
            <w:r>
              <w:rPr>
                <w:rtl/>
              </w:rPr>
              <w:t xml:space="preserve"> </w:t>
            </w:r>
            <w:r w:rsidRPr="00A0264F">
              <w:rPr>
                <w:rtl/>
              </w:rPr>
              <w:t>أهـالوهُ</w:t>
            </w:r>
            <w:r w:rsidR="0076657C">
              <w:rPr>
                <w:rtl/>
              </w:rPr>
              <w:t xml:space="preserve"> </w:t>
            </w:r>
            <w:r w:rsidRPr="00A0264F">
              <w:rPr>
                <w:rtl/>
              </w:rPr>
              <w:t>عـلى</w:t>
            </w:r>
            <w:r w:rsidR="0076657C">
              <w:rPr>
                <w:rtl/>
              </w:rPr>
              <w:t xml:space="preserve"> </w:t>
            </w:r>
            <w:r w:rsidRPr="00A0264F">
              <w:rPr>
                <w:rtl/>
              </w:rPr>
              <w:t>طوفانِ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حـتى</w:t>
            </w:r>
            <w:r w:rsidR="0076657C">
              <w:rPr>
                <w:rtl/>
              </w:rPr>
              <w:t xml:space="preserve"> </w:t>
            </w:r>
            <w:r w:rsidRPr="00A0264F">
              <w:rPr>
                <w:rtl/>
              </w:rPr>
              <w:t>يـعدَّ</w:t>
            </w:r>
            <w:r w:rsidR="0076657C">
              <w:rPr>
                <w:rtl/>
              </w:rPr>
              <w:t xml:space="preserve"> </w:t>
            </w:r>
            <w:r w:rsidRPr="00A0264F">
              <w:rPr>
                <w:rtl/>
              </w:rPr>
              <w:t>الـدمعُ</w:t>
            </w:r>
            <w:r w:rsidR="0076657C">
              <w:rPr>
                <w:rtl/>
              </w:rPr>
              <w:t xml:space="preserve"> </w:t>
            </w:r>
            <w:r w:rsidRPr="00A0264F">
              <w:rPr>
                <w:rtl/>
              </w:rPr>
              <w:t>في</w:t>
            </w:r>
            <w:r w:rsidR="0076657C">
              <w:rPr>
                <w:rtl/>
              </w:rPr>
              <w:t xml:space="preserve"> </w:t>
            </w:r>
            <w:r w:rsidRPr="00A0264F">
              <w:rPr>
                <w:rtl/>
              </w:rPr>
              <w:t>قطراته</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مـا</w:t>
            </w:r>
            <w:r>
              <w:rPr>
                <w:rtl/>
              </w:rPr>
              <w:t xml:space="preserve"> </w:t>
            </w:r>
            <w:r w:rsidRPr="00A0264F">
              <w:rPr>
                <w:rtl/>
              </w:rPr>
              <w:t>كـنتَ</w:t>
            </w:r>
            <w:r w:rsidR="0076657C">
              <w:rPr>
                <w:rtl/>
              </w:rPr>
              <w:t xml:space="preserve"> </w:t>
            </w:r>
            <w:r w:rsidRPr="00A0264F">
              <w:rPr>
                <w:rtl/>
              </w:rPr>
              <w:t>توليني</w:t>
            </w:r>
            <w:r w:rsidR="0076657C">
              <w:rPr>
                <w:rtl/>
              </w:rPr>
              <w:t xml:space="preserve"> </w:t>
            </w:r>
            <w:r w:rsidRPr="00A0264F">
              <w:rPr>
                <w:rtl/>
              </w:rPr>
              <w:t>من</w:t>
            </w:r>
            <w:r w:rsidR="0076657C">
              <w:rPr>
                <w:rtl/>
              </w:rPr>
              <w:t xml:space="preserve"> </w:t>
            </w:r>
            <w:r w:rsidRPr="00A0264F">
              <w:rPr>
                <w:rtl/>
              </w:rPr>
              <w:t>الإحسانِ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وأحيلُ</w:t>
            </w:r>
            <w:r>
              <w:rPr>
                <w:rtl/>
              </w:rPr>
              <w:t xml:space="preserve"> </w:t>
            </w:r>
            <w:r w:rsidRPr="00A0264F">
              <w:rPr>
                <w:rtl/>
              </w:rPr>
              <w:t>رمسكَ</w:t>
            </w:r>
            <w:r w:rsidR="0076657C">
              <w:rPr>
                <w:rtl/>
              </w:rPr>
              <w:t xml:space="preserve"> </w:t>
            </w:r>
            <w:r w:rsidRPr="00A0264F">
              <w:rPr>
                <w:rtl/>
              </w:rPr>
              <w:t>روضةً</w:t>
            </w:r>
            <w:r w:rsidR="0076657C">
              <w:rPr>
                <w:rtl/>
              </w:rPr>
              <w:t xml:space="preserve"> </w:t>
            </w:r>
            <w:r w:rsidRPr="00A0264F">
              <w:rPr>
                <w:rtl/>
              </w:rPr>
              <w:t>تحكي</w:t>
            </w:r>
            <w:r w:rsidR="0076657C">
              <w:rPr>
                <w:rtl/>
              </w:rPr>
              <w:t xml:space="preserve"> </w:t>
            </w:r>
            <w:r w:rsidRPr="00A0264F">
              <w:rPr>
                <w:rtl/>
              </w:rPr>
              <w:t>بها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حـمرُ</w:t>
            </w:r>
            <w:r>
              <w:rPr>
                <w:rtl/>
              </w:rPr>
              <w:t xml:space="preserve"> </w:t>
            </w:r>
            <w:r w:rsidRPr="00A0264F">
              <w:rPr>
                <w:rtl/>
              </w:rPr>
              <w:t>الـدموعِ</w:t>
            </w:r>
            <w:r w:rsidR="0076657C">
              <w:rPr>
                <w:rtl/>
              </w:rPr>
              <w:t xml:space="preserve"> </w:t>
            </w:r>
            <w:r w:rsidRPr="00A0264F">
              <w:rPr>
                <w:rtl/>
              </w:rPr>
              <w:t>شقائقَ</w:t>
            </w:r>
            <w:r w:rsidR="0076657C">
              <w:rPr>
                <w:rtl/>
              </w:rPr>
              <w:t xml:space="preserve"> </w:t>
            </w:r>
            <w:r w:rsidRPr="00A0264F">
              <w:rPr>
                <w:rtl/>
              </w:rPr>
              <w:t>النعمانِ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ولـسوفَ</w:t>
            </w:r>
            <w:r>
              <w:rPr>
                <w:rtl/>
              </w:rPr>
              <w:t xml:space="preserve"> </w:t>
            </w:r>
            <w:r w:rsidRPr="00A0264F">
              <w:rPr>
                <w:rtl/>
              </w:rPr>
              <w:t>أغذو</w:t>
            </w:r>
            <w:r w:rsidR="0076657C">
              <w:rPr>
                <w:rtl/>
              </w:rPr>
              <w:t xml:space="preserve"> </w:t>
            </w:r>
            <w:r w:rsidRPr="00A0264F">
              <w:rPr>
                <w:rtl/>
              </w:rPr>
              <w:t>في</w:t>
            </w:r>
            <w:r w:rsidR="0076657C">
              <w:rPr>
                <w:rtl/>
              </w:rPr>
              <w:t xml:space="preserve"> </w:t>
            </w:r>
            <w:r w:rsidRPr="00A0264F">
              <w:rPr>
                <w:rtl/>
              </w:rPr>
              <w:t>رثاكَ</w:t>
            </w:r>
            <w:r w:rsidR="0076657C">
              <w:rPr>
                <w:rtl/>
              </w:rPr>
              <w:t xml:space="preserve"> </w:t>
            </w:r>
            <w:r w:rsidRPr="00A0264F">
              <w:rPr>
                <w:rtl/>
              </w:rPr>
              <w:t>متمّما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عـمري</w:t>
            </w:r>
            <w:r w:rsidR="0076657C">
              <w:rPr>
                <w:rtl/>
              </w:rPr>
              <w:t xml:space="preserve"> </w:t>
            </w:r>
            <w:r w:rsidRPr="00A0264F">
              <w:rPr>
                <w:rtl/>
              </w:rPr>
              <w:t>لأنّـكَ</w:t>
            </w:r>
            <w:r w:rsidR="0076657C">
              <w:rPr>
                <w:rtl/>
              </w:rPr>
              <w:t xml:space="preserve"> </w:t>
            </w:r>
            <w:r w:rsidRPr="00A0264F">
              <w:rPr>
                <w:rtl/>
              </w:rPr>
              <w:t>مـالكٌ</w:t>
            </w:r>
            <w:r w:rsidR="0076657C">
              <w:rPr>
                <w:rtl/>
              </w:rPr>
              <w:t xml:space="preserve"> </w:t>
            </w:r>
            <w:r w:rsidRPr="00A0264F">
              <w:rPr>
                <w:rtl/>
              </w:rPr>
              <w:t>لـعناني</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وتهيجُ</w:t>
            </w:r>
            <w:r>
              <w:rPr>
                <w:rtl/>
              </w:rPr>
              <w:t xml:space="preserve"> </w:t>
            </w:r>
            <w:r w:rsidRPr="00A0264F">
              <w:rPr>
                <w:rtl/>
              </w:rPr>
              <w:t>في</w:t>
            </w:r>
            <w:r w:rsidR="0076657C">
              <w:rPr>
                <w:rtl/>
              </w:rPr>
              <w:t xml:space="preserve"> </w:t>
            </w:r>
            <w:r w:rsidRPr="00A0264F">
              <w:rPr>
                <w:rtl/>
              </w:rPr>
              <w:t>صدري</w:t>
            </w:r>
            <w:r w:rsidR="0076657C">
              <w:rPr>
                <w:rtl/>
              </w:rPr>
              <w:t xml:space="preserve"> </w:t>
            </w:r>
            <w:r w:rsidRPr="00A0264F">
              <w:rPr>
                <w:rtl/>
              </w:rPr>
              <w:t>بلابلَ</w:t>
            </w:r>
            <w:r w:rsidR="0076657C">
              <w:rPr>
                <w:rtl/>
              </w:rPr>
              <w:t xml:space="preserve"> </w:t>
            </w:r>
            <w:r w:rsidRPr="00A0264F">
              <w:rPr>
                <w:rtl/>
              </w:rPr>
              <w:t>للجوى</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فـأنوحُ</w:t>
            </w:r>
            <w:r>
              <w:rPr>
                <w:rtl/>
              </w:rPr>
              <w:t xml:space="preserve"> </w:t>
            </w:r>
            <w:r w:rsidRPr="00A0264F">
              <w:rPr>
                <w:rtl/>
              </w:rPr>
              <w:t>نـوحَ</w:t>
            </w:r>
            <w:r w:rsidR="0076657C">
              <w:rPr>
                <w:rtl/>
              </w:rPr>
              <w:t xml:space="preserve"> </w:t>
            </w:r>
            <w:r w:rsidRPr="00A0264F">
              <w:rPr>
                <w:rtl/>
              </w:rPr>
              <w:t>حمائمِ</w:t>
            </w:r>
            <w:r w:rsidR="0076657C">
              <w:rPr>
                <w:rtl/>
              </w:rPr>
              <w:t xml:space="preserve"> </w:t>
            </w:r>
            <w:r w:rsidRPr="00A0264F">
              <w:rPr>
                <w:rtl/>
              </w:rPr>
              <w:t>الأغصانِ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يـا</w:t>
            </w:r>
            <w:r w:rsidR="0076657C">
              <w:rPr>
                <w:rtl/>
              </w:rPr>
              <w:t xml:space="preserve"> </w:t>
            </w:r>
            <w:r w:rsidRPr="00A0264F">
              <w:rPr>
                <w:rtl/>
              </w:rPr>
              <w:t>رايـةَ</w:t>
            </w:r>
            <w:r w:rsidR="0076657C">
              <w:rPr>
                <w:rtl/>
              </w:rPr>
              <w:t xml:space="preserve"> </w:t>
            </w:r>
            <w:r w:rsidRPr="00A0264F">
              <w:rPr>
                <w:rtl/>
              </w:rPr>
              <w:t>الـتوحيدِ</w:t>
            </w:r>
            <w:r w:rsidR="0076657C">
              <w:rPr>
                <w:rtl/>
              </w:rPr>
              <w:t xml:space="preserve"> </w:t>
            </w:r>
            <w:r w:rsidRPr="00A0264F">
              <w:rPr>
                <w:rtl/>
              </w:rPr>
              <w:t>لا</w:t>
            </w:r>
            <w:r w:rsidR="0076657C">
              <w:rPr>
                <w:rtl/>
              </w:rPr>
              <w:t xml:space="preserve"> </w:t>
            </w:r>
            <w:r w:rsidRPr="00A0264F">
              <w:rPr>
                <w:rtl/>
              </w:rPr>
              <w:t>تنفكّ</w:t>
            </w:r>
            <w:r w:rsidR="0076657C">
              <w:rPr>
                <w:rtl/>
              </w:rPr>
              <w:t xml:space="preserve"> </w:t>
            </w:r>
            <w:r w:rsidRPr="00A0264F">
              <w:rPr>
                <w:rtl/>
              </w:rPr>
              <w:t>لي</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كـبدٌ</w:t>
            </w:r>
            <w:r>
              <w:rPr>
                <w:rtl/>
              </w:rPr>
              <w:t xml:space="preserve"> </w:t>
            </w:r>
            <w:r w:rsidRPr="00A0264F">
              <w:rPr>
                <w:rtl/>
              </w:rPr>
              <w:t>عـليكِ</w:t>
            </w:r>
            <w:r w:rsidR="0076657C">
              <w:rPr>
                <w:rtl/>
              </w:rPr>
              <w:t xml:space="preserve"> </w:t>
            </w:r>
            <w:r w:rsidRPr="00A0264F">
              <w:rPr>
                <w:rtl/>
              </w:rPr>
              <w:t>شـديدةُ</w:t>
            </w:r>
            <w:r w:rsidR="0076657C">
              <w:rPr>
                <w:rtl/>
              </w:rPr>
              <w:t xml:space="preserve"> </w:t>
            </w:r>
            <w:r w:rsidRPr="00A0264F">
              <w:rPr>
                <w:rtl/>
              </w:rPr>
              <w:t>الـخفقانِ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يـا</w:t>
            </w:r>
            <w:r w:rsidR="0076657C">
              <w:rPr>
                <w:rtl/>
              </w:rPr>
              <w:t xml:space="preserve"> </w:t>
            </w:r>
            <w:r w:rsidRPr="00A0264F">
              <w:rPr>
                <w:rtl/>
              </w:rPr>
              <w:t>مخذمَ</w:t>
            </w:r>
            <w:r w:rsidR="0076657C">
              <w:rPr>
                <w:rtl/>
              </w:rPr>
              <w:t xml:space="preserve"> </w:t>
            </w:r>
            <w:r w:rsidRPr="00A0264F">
              <w:rPr>
                <w:rtl/>
              </w:rPr>
              <w:t>الإسلام</w:t>
            </w:r>
            <w:r w:rsidR="0076657C">
              <w:rPr>
                <w:rtl/>
              </w:rPr>
              <w:t xml:space="preserve"> </w:t>
            </w:r>
            <w:r w:rsidRPr="00A0264F">
              <w:rPr>
                <w:rtl/>
              </w:rPr>
              <w:t>ليسَ</w:t>
            </w:r>
            <w:r w:rsidR="0076657C">
              <w:rPr>
                <w:rtl/>
              </w:rPr>
              <w:t xml:space="preserve"> </w:t>
            </w:r>
            <w:r w:rsidRPr="00A0264F">
              <w:rPr>
                <w:rtl/>
              </w:rPr>
              <w:t>يزال</w:t>
            </w:r>
            <w:r w:rsidR="0076657C">
              <w:rPr>
                <w:rtl/>
              </w:rPr>
              <w:t xml:space="preserve"> </w:t>
            </w:r>
            <w:r w:rsidRPr="00A0264F">
              <w:rPr>
                <w:rtl/>
              </w:rPr>
              <w:t>في</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قـلبي</w:t>
            </w:r>
            <w:r w:rsidR="0076657C">
              <w:rPr>
                <w:rtl/>
              </w:rPr>
              <w:t xml:space="preserve"> </w:t>
            </w:r>
            <w:r w:rsidRPr="00A0264F">
              <w:rPr>
                <w:rtl/>
              </w:rPr>
              <w:t>لـفقدكَ</w:t>
            </w:r>
            <w:r w:rsidR="0076657C">
              <w:rPr>
                <w:rtl/>
              </w:rPr>
              <w:t xml:space="preserve"> </w:t>
            </w:r>
            <w:r w:rsidRPr="00A0264F">
              <w:rPr>
                <w:rtl/>
              </w:rPr>
              <w:t>مـثلُ</w:t>
            </w:r>
            <w:r w:rsidR="0076657C">
              <w:rPr>
                <w:rtl/>
              </w:rPr>
              <w:t xml:space="preserve"> </w:t>
            </w:r>
            <w:r w:rsidRPr="00A0264F">
              <w:rPr>
                <w:rtl/>
              </w:rPr>
              <w:t>وخزِ</w:t>
            </w:r>
            <w:r w:rsidR="0076657C">
              <w:rPr>
                <w:rtl/>
              </w:rPr>
              <w:t xml:space="preserve"> </w:t>
            </w:r>
            <w:r w:rsidRPr="00A0264F">
              <w:rPr>
                <w:rtl/>
              </w:rPr>
              <w:t>سنانِ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يـا</w:t>
            </w:r>
            <w:r>
              <w:rPr>
                <w:rtl/>
              </w:rPr>
              <w:t xml:space="preserve"> </w:t>
            </w:r>
            <w:r w:rsidRPr="00A0264F">
              <w:rPr>
                <w:rtl/>
              </w:rPr>
              <w:t>جُـنَّةَ</w:t>
            </w:r>
            <w:r w:rsidR="0076657C">
              <w:rPr>
                <w:rtl/>
              </w:rPr>
              <w:t xml:space="preserve"> </w:t>
            </w:r>
            <w:r w:rsidRPr="00A0264F">
              <w:rPr>
                <w:rtl/>
              </w:rPr>
              <w:t>الإيمان</w:t>
            </w:r>
            <w:r w:rsidR="0076657C">
              <w:rPr>
                <w:rtl/>
              </w:rPr>
              <w:t xml:space="preserve"> </w:t>
            </w:r>
            <w:r w:rsidRPr="00A0264F">
              <w:rPr>
                <w:rtl/>
              </w:rPr>
              <w:t>بعدكَ</w:t>
            </w:r>
            <w:r w:rsidR="0076657C">
              <w:rPr>
                <w:rtl/>
              </w:rPr>
              <w:t xml:space="preserve"> </w:t>
            </w:r>
            <w:r w:rsidRPr="00A0264F">
              <w:rPr>
                <w:rtl/>
              </w:rPr>
              <w:t>مهجتي</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أضـحت</w:t>
            </w:r>
            <w:r>
              <w:rPr>
                <w:rtl/>
              </w:rPr>
              <w:t xml:space="preserve"> </w:t>
            </w:r>
            <w:r w:rsidRPr="00A0264F">
              <w:rPr>
                <w:rtl/>
              </w:rPr>
              <w:t>رمـيةَ</w:t>
            </w:r>
            <w:r w:rsidR="0076657C">
              <w:rPr>
                <w:rtl/>
              </w:rPr>
              <w:t xml:space="preserve"> </w:t>
            </w:r>
            <w:r w:rsidRPr="00A0264F">
              <w:rPr>
                <w:rtl/>
              </w:rPr>
              <w:t>أسهمِ</w:t>
            </w:r>
            <w:r w:rsidR="0076657C">
              <w:rPr>
                <w:rtl/>
              </w:rPr>
              <w:t xml:space="preserve"> </w:t>
            </w:r>
            <w:r w:rsidRPr="00A0264F">
              <w:rPr>
                <w:rtl/>
              </w:rPr>
              <w:t>الحدثانِ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سـرعانَ</w:t>
            </w:r>
            <w:r>
              <w:rPr>
                <w:rtl/>
              </w:rPr>
              <w:t xml:space="preserve"> </w:t>
            </w:r>
            <w:r w:rsidRPr="00A0264F">
              <w:rPr>
                <w:rtl/>
              </w:rPr>
              <w:t>ما</w:t>
            </w:r>
            <w:r w:rsidR="0076657C">
              <w:rPr>
                <w:rtl/>
              </w:rPr>
              <w:t xml:space="preserve"> </w:t>
            </w:r>
            <w:r w:rsidRPr="00A0264F">
              <w:rPr>
                <w:rtl/>
              </w:rPr>
              <w:t>قد</w:t>
            </w:r>
            <w:r w:rsidR="0076657C">
              <w:rPr>
                <w:rtl/>
              </w:rPr>
              <w:t xml:space="preserve"> </w:t>
            </w:r>
            <w:r w:rsidRPr="00A0264F">
              <w:rPr>
                <w:rtl/>
              </w:rPr>
              <w:t>عادَ</w:t>
            </w:r>
            <w:r w:rsidR="0076657C">
              <w:rPr>
                <w:rtl/>
              </w:rPr>
              <w:t xml:space="preserve"> </w:t>
            </w:r>
            <w:r w:rsidRPr="00A0264F">
              <w:rPr>
                <w:rtl/>
              </w:rPr>
              <w:t>ربعي</w:t>
            </w:r>
            <w:r w:rsidR="0076657C">
              <w:rPr>
                <w:rtl/>
              </w:rPr>
              <w:t xml:space="preserve"> </w:t>
            </w:r>
            <w:r w:rsidRPr="00A0264F">
              <w:rPr>
                <w:rtl/>
              </w:rPr>
              <w:t>بلقعا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وهـتفنَ</w:t>
            </w:r>
            <w:r w:rsidR="0076657C">
              <w:rPr>
                <w:rtl/>
              </w:rPr>
              <w:t xml:space="preserve"> </w:t>
            </w:r>
            <w:r w:rsidRPr="00A0264F">
              <w:rPr>
                <w:rtl/>
              </w:rPr>
              <w:t>فـيهِ</w:t>
            </w:r>
            <w:r w:rsidR="0076657C">
              <w:rPr>
                <w:rtl/>
              </w:rPr>
              <w:t xml:space="preserve"> </w:t>
            </w:r>
            <w:r w:rsidRPr="00A0264F">
              <w:rPr>
                <w:rtl/>
              </w:rPr>
              <w:t>نـواعبُ</w:t>
            </w:r>
            <w:r w:rsidR="0076657C">
              <w:rPr>
                <w:rtl/>
              </w:rPr>
              <w:t xml:space="preserve"> </w:t>
            </w:r>
            <w:r w:rsidRPr="00A0264F">
              <w:rPr>
                <w:rtl/>
              </w:rPr>
              <w:t>الغربانِ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سرعانَ</w:t>
            </w:r>
            <w:r w:rsidR="0076657C">
              <w:rPr>
                <w:rtl/>
              </w:rPr>
              <w:t xml:space="preserve"> </w:t>
            </w:r>
            <w:r w:rsidRPr="00A0264F">
              <w:rPr>
                <w:rtl/>
              </w:rPr>
              <w:t>ما</w:t>
            </w:r>
            <w:r w:rsidR="0076657C">
              <w:rPr>
                <w:rtl/>
              </w:rPr>
              <w:t xml:space="preserve"> </w:t>
            </w:r>
            <w:r w:rsidRPr="00A0264F">
              <w:rPr>
                <w:rtl/>
              </w:rPr>
              <w:t>اختلستكَ</w:t>
            </w:r>
            <w:r w:rsidR="0076657C">
              <w:rPr>
                <w:rtl/>
              </w:rPr>
              <w:t xml:space="preserve"> </w:t>
            </w:r>
            <w:r w:rsidRPr="00A0264F">
              <w:rPr>
                <w:rtl/>
              </w:rPr>
              <w:t>أنيابُ</w:t>
            </w:r>
            <w:r w:rsidR="0076657C">
              <w:rPr>
                <w:rtl/>
              </w:rPr>
              <w:t xml:space="preserve"> </w:t>
            </w:r>
            <w:r w:rsidRPr="00A0264F">
              <w:rPr>
                <w:rtl/>
              </w:rPr>
              <w:t>الردى</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مـنّي</w:t>
            </w:r>
            <w:r>
              <w:rPr>
                <w:rtl/>
              </w:rPr>
              <w:t xml:space="preserve"> </w:t>
            </w:r>
            <w:r w:rsidRPr="00A0264F">
              <w:rPr>
                <w:rtl/>
              </w:rPr>
              <w:t>وأضـلاعي</w:t>
            </w:r>
            <w:r w:rsidR="0076657C">
              <w:rPr>
                <w:rtl/>
              </w:rPr>
              <w:t xml:space="preserve"> </w:t>
            </w:r>
            <w:r w:rsidRPr="00A0264F">
              <w:rPr>
                <w:rtl/>
              </w:rPr>
              <w:t>عليكَ</w:t>
            </w:r>
            <w:r w:rsidR="0076657C">
              <w:rPr>
                <w:rtl/>
              </w:rPr>
              <w:t xml:space="preserve"> </w:t>
            </w:r>
            <w:r w:rsidRPr="00A0264F">
              <w:rPr>
                <w:rtl/>
              </w:rPr>
              <w:t>حوانِ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أبـقت</w:t>
            </w:r>
            <w:r>
              <w:rPr>
                <w:rtl/>
              </w:rPr>
              <w:t xml:space="preserve"> </w:t>
            </w:r>
            <w:r w:rsidRPr="00A0264F">
              <w:rPr>
                <w:rtl/>
              </w:rPr>
              <w:t>فـؤادي</w:t>
            </w:r>
            <w:r w:rsidR="0076657C">
              <w:rPr>
                <w:rtl/>
              </w:rPr>
              <w:t xml:space="preserve"> </w:t>
            </w:r>
            <w:r w:rsidRPr="00A0264F">
              <w:rPr>
                <w:rtl/>
              </w:rPr>
              <w:t>وانتقتكَ</w:t>
            </w:r>
            <w:r w:rsidR="0076657C">
              <w:rPr>
                <w:rtl/>
              </w:rPr>
              <w:t xml:space="preserve"> </w:t>
            </w:r>
            <w:r w:rsidRPr="00A0264F">
              <w:rPr>
                <w:rtl/>
              </w:rPr>
              <w:t>وكنتما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مـتـعادلينِ</w:t>
            </w:r>
            <w:r w:rsidR="0076657C">
              <w:rPr>
                <w:rtl/>
              </w:rPr>
              <w:t xml:space="preserve"> </w:t>
            </w:r>
            <w:r w:rsidRPr="00A0264F">
              <w:rPr>
                <w:rtl/>
              </w:rPr>
              <w:t>كـكـفتيْ</w:t>
            </w:r>
            <w:r w:rsidR="0076657C">
              <w:rPr>
                <w:rtl/>
              </w:rPr>
              <w:t xml:space="preserve"> </w:t>
            </w:r>
            <w:r w:rsidRPr="00A0264F">
              <w:rPr>
                <w:rtl/>
              </w:rPr>
              <w:t>مـيزانِ</w:t>
            </w:r>
            <w:r w:rsidRPr="00725071">
              <w:rPr>
                <w:rStyle w:val="libPoemTiniChar0"/>
                <w:rtl/>
              </w:rPr>
              <w:br/>
              <w:t> </w:t>
            </w:r>
          </w:p>
        </w:tc>
      </w:tr>
    </w:tbl>
    <w:p w:rsidR="00A5546B" w:rsidRDefault="00A5546B" w:rsidP="00A5546B">
      <w:pPr>
        <w:pStyle w:val="libNormal"/>
      </w:pPr>
      <w:r>
        <w:rPr>
          <w:rtl/>
        </w:rPr>
        <w:br w:type="page"/>
      </w:r>
    </w:p>
    <w:p w:rsidR="00A0264F" w:rsidRPr="00A5546B" w:rsidRDefault="00A0264F" w:rsidP="00A5546B">
      <w:pPr>
        <w:pStyle w:val="Heading3Center"/>
      </w:pPr>
      <w:bookmarkStart w:id="80" w:name="يا_راية_التوحيد"/>
      <w:bookmarkStart w:id="81" w:name="_Toc430519779"/>
      <w:r w:rsidRPr="00A0264F">
        <w:rPr>
          <w:rtl/>
        </w:rPr>
        <w:t>يا راية التوحيد</w:t>
      </w:r>
      <w:r w:rsidRPr="00A0264F">
        <w:rPr>
          <w:rStyle w:val="libFootnotenumChar"/>
          <w:rtl/>
        </w:rPr>
        <w:t>(1)</w:t>
      </w:r>
      <w:bookmarkEnd w:id="80"/>
      <w:bookmarkEnd w:id="81"/>
    </w:p>
    <w:tbl>
      <w:tblPr>
        <w:tblStyle w:val="TableGrid"/>
        <w:bidiVisual/>
        <w:tblW w:w="4562" w:type="pct"/>
        <w:tblInd w:w="384" w:type="dxa"/>
        <w:tblLook w:val="04A0"/>
      </w:tblPr>
      <w:tblGrid>
        <w:gridCol w:w="3536"/>
        <w:gridCol w:w="272"/>
        <w:gridCol w:w="3502"/>
      </w:tblGrid>
      <w:tr w:rsidR="00C43951" w:rsidTr="00C43951">
        <w:trPr>
          <w:trHeight w:val="350"/>
        </w:trPr>
        <w:tc>
          <w:tcPr>
            <w:tcW w:w="3536" w:type="dxa"/>
          </w:tcPr>
          <w:p w:rsidR="00C43951" w:rsidRDefault="00C43951" w:rsidP="00F5394E">
            <w:pPr>
              <w:pStyle w:val="libPoem"/>
            </w:pPr>
            <w:r w:rsidRPr="00A0264F">
              <w:rPr>
                <w:rtl/>
              </w:rPr>
              <w:t>مـا</w:t>
            </w:r>
            <w:r>
              <w:rPr>
                <w:rtl/>
              </w:rPr>
              <w:t xml:space="preserve"> </w:t>
            </w:r>
            <w:r w:rsidRPr="00A0264F">
              <w:rPr>
                <w:rtl/>
              </w:rPr>
              <w:t>كـانَ</w:t>
            </w:r>
            <w:r w:rsidR="0076657C">
              <w:rPr>
                <w:rtl/>
              </w:rPr>
              <w:t xml:space="preserve"> </w:t>
            </w:r>
            <w:r w:rsidRPr="00A0264F">
              <w:rPr>
                <w:rtl/>
              </w:rPr>
              <w:t>ضـرَّ</w:t>
            </w:r>
            <w:r w:rsidR="0076657C">
              <w:rPr>
                <w:rtl/>
              </w:rPr>
              <w:t xml:space="preserve"> </w:t>
            </w:r>
            <w:r w:rsidRPr="00A0264F">
              <w:rPr>
                <w:rtl/>
              </w:rPr>
              <w:t>فـوادحُ</w:t>
            </w:r>
            <w:r w:rsidR="0076657C">
              <w:rPr>
                <w:rtl/>
              </w:rPr>
              <w:t xml:space="preserve"> </w:t>
            </w:r>
            <w:r w:rsidRPr="00A0264F">
              <w:rPr>
                <w:rtl/>
              </w:rPr>
              <w:t>الـحدثان</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لـو</w:t>
            </w:r>
            <w:r>
              <w:rPr>
                <w:rtl/>
              </w:rPr>
              <w:t xml:space="preserve"> </w:t>
            </w:r>
            <w:r w:rsidRPr="00A0264F">
              <w:rPr>
                <w:rtl/>
              </w:rPr>
              <w:t>كـانَ</w:t>
            </w:r>
            <w:r w:rsidR="0076657C">
              <w:rPr>
                <w:rtl/>
              </w:rPr>
              <w:t xml:space="preserve"> </w:t>
            </w:r>
            <w:r w:rsidRPr="00A0264F">
              <w:rPr>
                <w:rtl/>
              </w:rPr>
              <w:t>قـبلكَ</w:t>
            </w:r>
            <w:r w:rsidR="0076657C">
              <w:rPr>
                <w:rtl/>
              </w:rPr>
              <w:t xml:space="preserve"> </w:t>
            </w:r>
            <w:r w:rsidRPr="00A0264F">
              <w:rPr>
                <w:rtl/>
              </w:rPr>
              <w:t>سـهمهنَّ</w:t>
            </w:r>
            <w:r w:rsidR="0076657C">
              <w:rPr>
                <w:rtl/>
              </w:rPr>
              <w:t xml:space="preserve"> </w:t>
            </w:r>
            <w:r w:rsidRPr="00A0264F">
              <w:rPr>
                <w:rtl/>
              </w:rPr>
              <w:t>رمـاني</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مـا</w:t>
            </w:r>
            <w:r>
              <w:rPr>
                <w:rtl/>
              </w:rPr>
              <w:t xml:space="preserve"> </w:t>
            </w:r>
            <w:r w:rsidRPr="00A0264F">
              <w:rPr>
                <w:rtl/>
              </w:rPr>
              <w:t>ضـرَّ</w:t>
            </w:r>
            <w:r w:rsidR="0076657C">
              <w:rPr>
                <w:rtl/>
              </w:rPr>
              <w:t xml:space="preserve"> </w:t>
            </w:r>
            <w:r w:rsidRPr="00A0264F">
              <w:rPr>
                <w:rtl/>
              </w:rPr>
              <w:t>لـحداً</w:t>
            </w:r>
            <w:r w:rsidR="0076657C">
              <w:rPr>
                <w:rtl/>
              </w:rPr>
              <w:t xml:space="preserve"> </w:t>
            </w:r>
            <w:r w:rsidRPr="00A0264F">
              <w:rPr>
                <w:rtl/>
              </w:rPr>
              <w:t>قـد</w:t>
            </w:r>
            <w:r w:rsidR="0076657C">
              <w:rPr>
                <w:rtl/>
              </w:rPr>
              <w:t xml:space="preserve"> </w:t>
            </w:r>
            <w:r w:rsidRPr="00A0264F">
              <w:rPr>
                <w:rtl/>
              </w:rPr>
              <w:t>ذكا</w:t>
            </w:r>
            <w:r w:rsidR="0076657C">
              <w:rPr>
                <w:rtl/>
              </w:rPr>
              <w:t xml:space="preserve"> </w:t>
            </w:r>
            <w:r w:rsidRPr="00A0264F">
              <w:rPr>
                <w:rtl/>
              </w:rPr>
              <w:t>بكَ</w:t>
            </w:r>
            <w:r w:rsidR="0076657C">
              <w:rPr>
                <w:rtl/>
              </w:rPr>
              <w:t xml:space="preserve"> </w:t>
            </w:r>
            <w:r w:rsidRPr="00A0264F">
              <w:rPr>
                <w:rtl/>
              </w:rPr>
              <w:t>نشرُه</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لــو</w:t>
            </w:r>
            <w:r w:rsidR="0076657C">
              <w:rPr>
                <w:rtl/>
              </w:rPr>
              <w:t xml:space="preserve"> </w:t>
            </w:r>
            <w:r w:rsidRPr="00A0264F">
              <w:rPr>
                <w:rtl/>
              </w:rPr>
              <w:t>أنّــهُ</w:t>
            </w:r>
            <w:r w:rsidR="0076657C">
              <w:rPr>
                <w:rtl/>
              </w:rPr>
              <w:t xml:space="preserve"> </w:t>
            </w:r>
            <w:r w:rsidRPr="00A0264F">
              <w:rPr>
                <w:rtl/>
              </w:rPr>
              <w:t>لـمّا</w:t>
            </w:r>
            <w:r w:rsidR="0076657C">
              <w:rPr>
                <w:rtl/>
              </w:rPr>
              <w:t xml:space="preserve"> </w:t>
            </w:r>
            <w:r w:rsidRPr="00A0264F">
              <w:rPr>
                <w:rtl/>
              </w:rPr>
              <w:t>طـواكَ</w:t>
            </w:r>
            <w:r w:rsidR="0076657C">
              <w:rPr>
                <w:rtl/>
              </w:rPr>
              <w:t xml:space="preserve"> </w:t>
            </w:r>
            <w:r w:rsidRPr="00A0264F">
              <w:rPr>
                <w:rtl/>
              </w:rPr>
              <w:t>طـواني</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يـا</w:t>
            </w:r>
            <w:r w:rsidR="0076657C">
              <w:rPr>
                <w:rtl/>
              </w:rPr>
              <w:t xml:space="preserve"> </w:t>
            </w:r>
            <w:r w:rsidRPr="00A0264F">
              <w:rPr>
                <w:rtl/>
              </w:rPr>
              <w:t>لـيتَ</w:t>
            </w:r>
            <w:r w:rsidR="0076657C">
              <w:rPr>
                <w:rtl/>
              </w:rPr>
              <w:t xml:space="preserve"> </w:t>
            </w:r>
            <w:r w:rsidRPr="00A0264F">
              <w:rPr>
                <w:rtl/>
              </w:rPr>
              <w:t>أخـطأكَ</w:t>
            </w:r>
            <w:r w:rsidR="0076657C">
              <w:rPr>
                <w:rtl/>
              </w:rPr>
              <w:t xml:space="preserve"> </w:t>
            </w:r>
            <w:r w:rsidRPr="00A0264F">
              <w:rPr>
                <w:rtl/>
              </w:rPr>
              <w:t>الـردى</w:t>
            </w:r>
            <w:r w:rsidR="0076657C">
              <w:rPr>
                <w:rtl/>
              </w:rPr>
              <w:t xml:space="preserve"> </w:t>
            </w:r>
            <w:r w:rsidRPr="00A0264F">
              <w:rPr>
                <w:rtl/>
              </w:rPr>
              <w:t>أولـيته</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لـمّا</w:t>
            </w:r>
            <w:r>
              <w:rPr>
                <w:rtl/>
              </w:rPr>
              <w:t xml:space="preserve"> </w:t>
            </w:r>
            <w:r w:rsidRPr="00A0264F">
              <w:rPr>
                <w:rtl/>
              </w:rPr>
              <w:t>أصـابكَ</w:t>
            </w:r>
            <w:r w:rsidR="0076657C">
              <w:rPr>
                <w:rtl/>
              </w:rPr>
              <w:t xml:space="preserve"> </w:t>
            </w:r>
            <w:r w:rsidRPr="00A0264F">
              <w:rPr>
                <w:rtl/>
              </w:rPr>
              <w:t>لـم</w:t>
            </w:r>
            <w:r w:rsidR="0076657C">
              <w:rPr>
                <w:rtl/>
              </w:rPr>
              <w:t xml:space="preserve"> </w:t>
            </w:r>
            <w:r w:rsidRPr="00A0264F">
              <w:rPr>
                <w:rtl/>
              </w:rPr>
              <w:t>يـكن</w:t>
            </w:r>
            <w:r w:rsidR="0076657C">
              <w:rPr>
                <w:rtl/>
              </w:rPr>
              <w:t xml:space="preserve"> </w:t>
            </w:r>
            <w:r w:rsidRPr="00A0264F">
              <w:rPr>
                <w:rtl/>
              </w:rPr>
              <w:t>أخـطاني</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يـا</w:t>
            </w:r>
            <w:r w:rsidR="0076657C">
              <w:rPr>
                <w:rtl/>
              </w:rPr>
              <w:t xml:space="preserve"> </w:t>
            </w:r>
            <w:r w:rsidRPr="00A0264F">
              <w:rPr>
                <w:rtl/>
              </w:rPr>
              <w:t>زيـنةَ</w:t>
            </w:r>
            <w:r w:rsidR="0076657C">
              <w:rPr>
                <w:rtl/>
              </w:rPr>
              <w:t xml:space="preserve"> </w:t>
            </w:r>
            <w:r w:rsidRPr="00A0264F">
              <w:rPr>
                <w:rtl/>
              </w:rPr>
              <w:t>الـنادي</w:t>
            </w:r>
            <w:r w:rsidR="0076657C">
              <w:rPr>
                <w:rtl/>
              </w:rPr>
              <w:t xml:space="preserve"> </w:t>
            </w:r>
            <w:r w:rsidRPr="00A0264F">
              <w:rPr>
                <w:rtl/>
              </w:rPr>
              <w:t>ونـاقعَ</w:t>
            </w:r>
            <w:r w:rsidR="0076657C">
              <w:rPr>
                <w:rtl/>
              </w:rPr>
              <w:t xml:space="preserve"> </w:t>
            </w:r>
            <w:r w:rsidRPr="00A0264F">
              <w:rPr>
                <w:rtl/>
              </w:rPr>
              <w:t>غـلّة</w:t>
            </w:r>
            <w:r w:rsidR="0076657C">
              <w:rPr>
                <w:rtl/>
              </w:rPr>
              <w:t xml:space="preserve"> </w:t>
            </w:r>
            <w:r w:rsidRPr="00A0264F">
              <w:rPr>
                <w:rtl/>
              </w:rPr>
              <w:t>الـ</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صــادي</w:t>
            </w:r>
            <w:r w:rsidR="0076657C">
              <w:rPr>
                <w:rtl/>
              </w:rPr>
              <w:t xml:space="preserve"> </w:t>
            </w:r>
            <w:r w:rsidRPr="00A0264F">
              <w:rPr>
                <w:rtl/>
              </w:rPr>
              <w:t>ونـجمَ</w:t>
            </w:r>
            <w:r w:rsidR="0076657C">
              <w:rPr>
                <w:rtl/>
              </w:rPr>
              <w:t xml:space="preserve"> </w:t>
            </w:r>
            <w:r w:rsidRPr="00A0264F">
              <w:rPr>
                <w:rtl/>
              </w:rPr>
              <w:t>هـدايةِ</w:t>
            </w:r>
            <w:r w:rsidR="0076657C">
              <w:rPr>
                <w:rtl/>
              </w:rPr>
              <w:t xml:space="preserve"> </w:t>
            </w:r>
            <w:r w:rsidRPr="00A0264F">
              <w:rPr>
                <w:rtl/>
              </w:rPr>
              <w:t>الـحيرانِ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يــا</w:t>
            </w:r>
            <w:r>
              <w:rPr>
                <w:rtl/>
              </w:rPr>
              <w:t xml:space="preserve"> </w:t>
            </w:r>
            <w:r w:rsidRPr="00A0264F">
              <w:rPr>
                <w:rtl/>
              </w:rPr>
              <w:t>واحـداً</w:t>
            </w:r>
            <w:r w:rsidR="0076657C">
              <w:rPr>
                <w:rtl/>
              </w:rPr>
              <w:t xml:space="preserve"> </w:t>
            </w:r>
            <w:r w:rsidRPr="00A0264F">
              <w:rPr>
                <w:rtl/>
              </w:rPr>
              <w:t>فـيهِ</w:t>
            </w:r>
            <w:r w:rsidR="0076657C">
              <w:rPr>
                <w:rtl/>
              </w:rPr>
              <w:t xml:space="preserve"> </w:t>
            </w:r>
            <w:r w:rsidRPr="00A0264F">
              <w:rPr>
                <w:rtl/>
              </w:rPr>
              <w:t>اتّـفقنَ</w:t>
            </w:r>
            <w:r w:rsidR="0076657C">
              <w:rPr>
                <w:rtl/>
              </w:rPr>
              <w:t xml:space="preserve"> </w:t>
            </w:r>
            <w:r w:rsidRPr="00A0264F">
              <w:rPr>
                <w:rtl/>
              </w:rPr>
              <w:t>مـناقبٌ</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لــم</w:t>
            </w:r>
            <w:r w:rsidR="0076657C">
              <w:rPr>
                <w:rtl/>
              </w:rPr>
              <w:t xml:space="preserve"> </w:t>
            </w:r>
            <w:r w:rsidRPr="00A0264F">
              <w:rPr>
                <w:rtl/>
              </w:rPr>
              <w:t>يـختلف</w:t>
            </w:r>
            <w:r w:rsidR="0076657C">
              <w:rPr>
                <w:rtl/>
              </w:rPr>
              <w:t xml:space="preserve"> </w:t>
            </w:r>
            <w:r w:rsidRPr="00A0264F">
              <w:rPr>
                <w:rtl/>
              </w:rPr>
              <w:t>فـي</w:t>
            </w:r>
            <w:r w:rsidR="0076657C">
              <w:rPr>
                <w:rtl/>
              </w:rPr>
              <w:t xml:space="preserve"> </w:t>
            </w:r>
            <w:r w:rsidRPr="00A0264F">
              <w:rPr>
                <w:rtl/>
              </w:rPr>
              <w:t>عـدّهنَّ</w:t>
            </w:r>
            <w:r w:rsidR="0076657C">
              <w:rPr>
                <w:rtl/>
              </w:rPr>
              <w:t xml:space="preserve"> </w:t>
            </w:r>
            <w:r w:rsidRPr="00A0264F">
              <w:rPr>
                <w:rtl/>
              </w:rPr>
              <w:t>اثـنانِ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يـا</w:t>
            </w:r>
            <w:r>
              <w:rPr>
                <w:rtl/>
              </w:rPr>
              <w:t xml:space="preserve"> </w:t>
            </w:r>
            <w:r w:rsidRPr="00A0264F">
              <w:rPr>
                <w:rtl/>
              </w:rPr>
              <w:t>أوّلاً</w:t>
            </w:r>
            <w:r w:rsidR="0076657C">
              <w:rPr>
                <w:rtl/>
              </w:rPr>
              <w:t xml:space="preserve"> </w:t>
            </w:r>
            <w:r w:rsidRPr="00A0264F">
              <w:rPr>
                <w:rtl/>
              </w:rPr>
              <w:t>فـي</w:t>
            </w:r>
            <w:r w:rsidR="0076657C">
              <w:rPr>
                <w:rtl/>
              </w:rPr>
              <w:t xml:space="preserve"> </w:t>
            </w:r>
            <w:r w:rsidRPr="00A0264F">
              <w:rPr>
                <w:rtl/>
              </w:rPr>
              <w:t>الـمكرماتِ</w:t>
            </w:r>
            <w:r w:rsidR="0076657C">
              <w:rPr>
                <w:rtl/>
              </w:rPr>
              <w:t xml:space="preserve"> </w:t>
            </w:r>
            <w:r w:rsidRPr="00A0264F">
              <w:rPr>
                <w:rtl/>
              </w:rPr>
              <w:t>فـما</w:t>
            </w:r>
            <w:r w:rsidR="0076657C">
              <w:rPr>
                <w:rtl/>
              </w:rPr>
              <w:t xml:space="preserve"> </w:t>
            </w:r>
            <w:r w:rsidRPr="00A0264F">
              <w:rPr>
                <w:rtl/>
              </w:rPr>
              <w:t>لـه</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فـيـها</w:t>
            </w:r>
            <w:r w:rsidR="0076657C">
              <w:rPr>
                <w:rtl/>
              </w:rPr>
              <w:t xml:space="preserve"> </w:t>
            </w:r>
            <w:r w:rsidRPr="00A0264F">
              <w:rPr>
                <w:rtl/>
              </w:rPr>
              <w:t>وعـنها</w:t>
            </w:r>
            <w:r w:rsidR="0076657C">
              <w:rPr>
                <w:rtl/>
              </w:rPr>
              <w:t xml:space="preserve"> </w:t>
            </w:r>
            <w:r w:rsidRPr="00A0264F">
              <w:rPr>
                <w:rtl/>
              </w:rPr>
              <w:t>فـي</w:t>
            </w:r>
            <w:r w:rsidR="0076657C">
              <w:rPr>
                <w:rtl/>
              </w:rPr>
              <w:t xml:space="preserve"> </w:t>
            </w:r>
            <w:r w:rsidRPr="00A0264F">
              <w:rPr>
                <w:rtl/>
              </w:rPr>
              <w:t>الـبريةِ</w:t>
            </w:r>
            <w:r w:rsidR="0076657C">
              <w:rPr>
                <w:rtl/>
              </w:rPr>
              <w:t xml:space="preserve"> </w:t>
            </w:r>
            <w:r w:rsidRPr="00A0264F">
              <w:rPr>
                <w:rtl/>
              </w:rPr>
              <w:t>ثـاني</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يـا</w:t>
            </w:r>
            <w:r w:rsidR="0076657C">
              <w:rPr>
                <w:rtl/>
              </w:rPr>
              <w:t xml:space="preserve"> </w:t>
            </w:r>
            <w:r w:rsidRPr="00A0264F">
              <w:rPr>
                <w:rtl/>
              </w:rPr>
              <w:t>لـهجةَ</w:t>
            </w:r>
            <w:r w:rsidR="0076657C">
              <w:rPr>
                <w:rtl/>
              </w:rPr>
              <w:t xml:space="preserve"> </w:t>
            </w:r>
            <w:r w:rsidRPr="00A0264F">
              <w:rPr>
                <w:rtl/>
              </w:rPr>
              <w:t>الـمدّاحِ</w:t>
            </w:r>
            <w:r w:rsidR="0076657C">
              <w:rPr>
                <w:rtl/>
              </w:rPr>
              <w:t xml:space="preserve"> </w:t>
            </w:r>
            <w:r w:rsidRPr="00A0264F">
              <w:rPr>
                <w:rtl/>
              </w:rPr>
              <w:t>بـل</w:t>
            </w:r>
            <w:r w:rsidR="0076657C">
              <w:rPr>
                <w:rtl/>
              </w:rPr>
              <w:t xml:space="preserve"> </w:t>
            </w:r>
            <w:r w:rsidRPr="00A0264F">
              <w:rPr>
                <w:rtl/>
              </w:rPr>
              <w:t>يا</w:t>
            </w:r>
            <w:r w:rsidR="0076657C">
              <w:rPr>
                <w:rtl/>
              </w:rPr>
              <w:t xml:space="preserve"> </w:t>
            </w:r>
            <w:r w:rsidRPr="00A0264F">
              <w:rPr>
                <w:rtl/>
              </w:rPr>
              <w:t>بهجةَ</w:t>
            </w:r>
            <w:r w:rsidR="0076657C">
              <w:rPr>
                <w:rtl/>
              </w:rPr>
              <w:t xml:space="preserve"> </w:t>
            </w:r>
            <w:r w:rsidRPr="00A0264F">
              <w:rPr>
                <w:rtl/>
              </w:rPr>
              <w:t>الـ</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أرواحِ</w:t>
            </w:r>
            <w:r>
              <w:rPr>
                <w:rtl/>
              </w:rPr>
              <w:t xml:space="preserve"> </w:t>
            </w:r>
            <w:r w:rsidRPr="00A0264F">
              <w:rPr>
                <w:rtl/>
              </w:rPr>
              <w:t>بــل</w:t>
            </w:r>
            <w:r w:rsidR="0076657C">
              <w:rPr>
                <w:rtl/>
              </w:rPr>
              <w:t xml:space="preserve"> </w:t>
            </w:r>
            <w:r w:rsidRPr="00A0264F">
              <w:rPr>
                <w:rtl/>
              </w:rPr>
              <w:t>يـا</w:t>
            </w:r>
            <w:r w:rsidR="0076657C">
              <w:rPr>
                <w:rtl/>
              </w:rPr>
              <w:t xml:space="preserve"> </w:t>
            </w:r>
            <w:r w:rsidRPr="00A0264F">
              <w:rPr>
                <w:rtl/>
              </w:rPr>
              <w:t>مـهجةَ</w:t>
            </w:r>
            <w:r w:rsidR="0076657C">
              <w:rPr>
                <w:rtl/>
              </w:rPr>
              <w:t xml:space="preserve"> </w:t>
            </w:r>
            <w:r w:rsidRPr="00A0264F">
              <w:rPr>
                <w:rtl/>
              </w:rPr>
              <w:t>الإيـمانِ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إن</w:t>
            </w:r>
            <w:r w:rsidR="0076657C">
              <w:rPr>
                <w:rtl/>
              </w:rPr>
              <w:t xml:space="preserve"> </w:t>
            </w:r>
            <w:r w:rsidRPr="00A0264F">
              <w:rPr>
                <w:rtl/>
              </w:rPr>
              <w:t>غبتَ</w:t>
            </w:r>
            <w:r w:rsidR="0076657C">
              <w:rPr>
                <w:rtl/>
              </w:rPr>
              <w:t xml:space="preserve"> </w:t>
            </w:r>
            <w:r w:rsidRPr="00A0264F">
              <w:rPr>
                <w:rtl/>
              </w:rPr>
              <w:t>عن</w:t>
            </w:r>
            <w:r w:rsidR="0076657C">
              <w:rPr>
                <w:rtl/>
              </w:rPr>
              <w:t xml:space="preserve"> </w:t>
            </w:r>
            <w:r w:rsidRPr="00A0264F">
              <w:rPr>
                <w:rtl/>
              </w:rPr>
              <w:t>بصري</w:t>
            </w:r>
            <w:r w:rsidR="0076657C">
              <w:rPr>
                <w:rtl/>
              </w:rPr>
              <w:t xml:space="preserve"> </w:t>
            </w:r>
            <w:r w:rsidRPr="00A0264F">
              <w:rPr>
                <w:rtl/>
              </w:rPr>
              <w:t>فشخصكَ</w:t>
            </w:r>
            <w:r w:rsidR="0076657C">
              <w:rPr>
                <w:rtl/>
              </w:rPr>
              <w:t xml:space="preserve"> </w:t>
            </w:r>
            <w:r w:rsidRPr="00A0264F">
              <w:rPr>
                <w:rtl/>
              </w:rPr>
              <w:t>حاضرٌ</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أو</w:t>
            </w:r>
            <w:r w:rsidR="0076657C">
              <w:rPr>
                <w:rtl/>
              </w:rPr>
              <w:t xml:space="preserve"> </w:t>
            </w:r>
            <w:r w:rsidRPr="00A0264F">
              <w:rPr>
                <w:rtl/>
              </w:rPr>
              <w:t>تـنـأَ</w:t>
            </w:r>
            <w:r w:rsidR="0076657C">
              <w:rPr>
                <w:rtl/>
              </w:rPr>
              <w:t xml:space="preserve"> </w:t>
            </w:r>
            <w:r w:rsidRPr="00A0264F">
              <w:rPr>
                <w:rtl/>
              </w:rPr>
              <w:t>عـنهُ</w:t>
            </w:r>
            <w:r w:rsidR="0076657C">
              <w:rPr>
                <w:rtl/>
              </w:rPr>
              <w:t xml:space="preserve"> </w:t>
            </w:r>
            <w:r w:rsidRPr="00A0264F">
              <w:rPr>
                <w:rtl/>
              </w:rPr>
              <w:t>فـأنتَ</w:t>
            </w:r>
            <w:r w:rsidR="0076657C">
              <w:rPr>
                <w:rtl/>
              </w:rPr>
              <w:t xml:space="preserve"> </w:t>
            </w:r>
            <w:r w:rsidRPr="00A0264F">
              <w:rPr>
                <w:rtl/>
              </w:rPr>
              <w:t>مـنهُ</w:t>
            </w:r>
            <w:r w:rsidR="0076657C">
              <w:rPr>
                <w:rtl/>
              </w:rPr>
              <w:t xml:space="preserve"> </w:t>
            </w:r>
            <w:r w:rsidRPr="00A0264F">
              <w:rPr>
                <w:rtl/>
              </w:rPr>
              <w:t>دانـي</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مـا</w:t>
            </w:r>
            <w:r>
              <w:rPr>
                <w:rtl/>
              </w:rPr>
              <w:t xml:space="preserve"> </w:t>
            </w:r>
            <w:r w:rsidRPr="00A0264F">
              <w:rPr>
                <w:rtl/>
              </w:rPr>
              <w:t>إن</w:t>
            </w:r>
            <w:r w:rsidR="0076657C">
              <w:rPr>
                <w:rtl/>
              </w:rPr>
              <w:t xml:space="preserve"> </w:t>
            </w:r>
            <w:r w:rsidRPr="00A0264F">
              <w:rPr>
                <w:rtl/>
              </w:rPr>
              <w:t>أصـرِّفُ</w:t>
            </w:r>
            <w:r w:rsidR="0076657C">
              <w:rPr>
                <w:rtl/>
              </w:rPr>
              <w:t xml:space="preserve"> </w:t>
            </w:r>
            <w:r w:rsidRPr="00A0264F">
              <w:rPr>
                <w:rtl/>
              </w:rPr>
              <w:t>أعـيني</w:t>
            </w:r>
            <w:r w:rsidR="0076657C">
              <w:rPr>
                <w:rtl/>
              </w:rPr>
              <w:t xml:space="preserve"> </w:t>
            </w:r>
            <w:r w:rsidRPr="00A0264F">
              <w:rPr>
                <w:rtl/>
              </w:rPr>
              <w:t>في</w:t>
            </w:r>
            <w:r w:rsidR="0076657C">
              <w:rPr>
                <w:rtl/>
              </w:rPr>
              <w:t xml:space="preserve"> </w:t>
            </w:r>
            <w:r w:rsidRPr="00A0264F">
              <w:rPr>
                <w:rtl/>
              </w:rPr>
              <w:t>وجهةٍ</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إلاّ</w:t>
            </w:r>
            <w:r w:rsidR="0076657C">
              <w:rPr>
                <w:rtl/>
              </w:rPr>
              <w:t xml:space="preserve"> </w:t>
            </w:r>
            <w:r w:rsidRPr="00A0264F">
              <w:rPr>
                <w:rtl/>
              </w:rPr>
              <w:t>رأيــتـكَ</w:t>
            </w:r>
            <w:r w:rsidR="0076657C">
              <w:rPr>
                <w:rtl/>
              </w:rPr>
              <w:t xml:space="preserve"> </w:t>
            </w:r>
            <w:r w:rsidRPr="00A0264F">
              <w:rPr>
                <w:rtl/>
              </w:rPr>
              <w:t>مــاثـلاً</w:t>
            </w:r>
            <w:r w:rsidR="0076657C">
              <w:rPr>
                <w:rtl/>
              </w:rPr>
              <w:t xml:space="preserve"> </w:t>
            </w:r>
            <w:r w:rsidRPr="00A0264F">
              <w:rPr>
                <w:rtl/>
              </w:rPr>
              <w:t>لـعـياني</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لـم</w:t>
            </w:r>
            <w:r w:rsidR="0076657C">
              <w:rPr>
                <w:rtl/>
              </w:rPr>
              <w:t xml:space="preserve"> </w:t>
            </w:r>
            <w:r w:rsidRPr="00A0264F">
              <w:rPr>
                <w:rtl/>
              </w:rPr>
              <w:t>يـخلُ</w:t>
            </w:r>
            <w:r w:rsidR="0076657C">
              <w:rPr>
                <w:rtl/>
              </w:rPr>
              <w:t xml:space="preserve"> </w:t>
            </w:r>
            <w:r w:rsidRPr="00A0264F">
              <w:rPr>
                <w:rtl/>
              </w:rPr>
              <w:t>مـنكَ</w:t>
            </w:r>
            <w:r w:rsidR="0076657C">
              <w:rPr>
                <w:rtl/>
              </w:rPr>
              <w:t xml:space="preserve"> </w:t>
            </w:r>
            <w:r w:rsidRPr="00A0264F">
              <w:rPr>
                <w:rtl/>
              </w:rPr>
              <w:t>سـوى</w:t>
            </w:r>
            <w:r w:rsidR="0076657C">
              <w:rPr>
                <w:rtl/>
              </w:rPr>
              <w:t xml:space="preserve"> </w:t>
            </w:r>
            <w:r w:rsidRPr="00A0264F">
              <w:rPr>
                <w:rtl/>
              </w:rPr>
              <w:t>مكانٌ</w:t>
            </w:r>
            <w:r w:rsidR="0076657C">
              <w:rPr>
                <w:rtl/>
              </w:rPr>
              <w:t xml:space="preserve"> </w:t>
            </w:r>
            <w:r w:rsidRPr="00A0264F">
              <w:rPr>
                <w:rtl/>
              </w:rPr>
              <w:t>واحد</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ومـلأتَ</w:t>
            </w:r>
            <w:r>
              <w:rPr>
                <w:rtl/>
              </w:rPr>
              <w:t xml:space="preserve"> </w:t>
            </w:r>
            <w:r w:rsidRPr="00A0264F">
              <w:rPr>
                <w:rtl/>
              </w:rPr>
              <w:t>فـي</w:t>
            </w:r>
            <w:r w:rsidR="0076657C">
              <w:rPr>
                <w:rtl/>
              </w:rPr>
              <w:t xml:space="preserve"> </w:t>
            </w:r>
            <w:r w:rsidRPr="00A0264F">
              <w:rPr>
                <w:rtl/>
              </w:rPr>
              <w:t>عـينيَّ</w:t>
            </w:r>
            <w:r w:rsidR="0076657C">
              <w:rPr>
                <w:rtl/>
              </w:rPr>
              <w:t xml:space="preserve"> </w:t>
            </w:r>
            <w:r w:rsidRPr="00A0264F">
              <w:rPr>
                <w:rtl/>
              </w:rPr>
              <w:t>كـلَّ</w:t>
            </w:r>
            <w:r w:rsidR="0076657C">
              <w:rPr>
                <w:rtl/>
              </w:rPr>
              <w:t xml:space="preserve"> </w:t>
            </w:r>
            <w:r w:rsidRPr="00A0264F">
              <w:rPr>
                <w:rtl/>
              </w:rPr>
              <w:t>مـكانِ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نـفسي</w:t>
            </w:r>
            <w:r>
              <w:rPr>
                <w:rtl/>
              </w:rPr>
              <w:t xml:space="preserve"> </w:t>
            </w:r>
            <w:r w:rsidRPr="00A0264F">
              <w:rPr>
                <w:rtl/>
              </w:rPr>
              <w:t>فـداؤكَ</w:t>
            </w:r>
            <w:r w:rsidR="0076657C">
              <w:rPr>
                <w:rtl/>
              </w:rPr>
              <w:t xml:space="preserve"> </w:t>
            </w:r>
            <w:r w:rsidRPr="00A0264F">
              <w:rPr>
                <w:rtl/>
              </w:rPr>
              <w:t>مـن</w:t>
            </w:r>
            <w:r w:rsidR="0076657C">
              <w:rPr>
                <w:rtl/>
              </w:rPr>
              <w:t xml:space="preserve"> </w:t>
            </w:r>
            <w:r w:rsidRPr="00A0264F">
              <w:rPr>
                <w:rtl/>
              </w:rPr>
              <w:t>قـريبٍ</w:t>
            </w:r>
            <w:r w:rsidR="0076657C">
              <w:rPr>
                <w:rtl/>
              </w:rPr>
              <w:t xml:space="preserve"> </w:t>
            </w:r>
            <w:r w:rsidRPr="00A0264F">
              <w:rPr>
                <w:rtl/>
              </w:rPr>
              <w:t>نازحِ</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أوحشتني</w:t>
            </w:r>
            <w:r>
              <w:rPr>
                <w:rtl/>
              </w:rPr>
              <w:t xml:space="preserve"> </w:t>
            </w:r>
            <w:r w:rsidRPr="00A0264F">
              <w:rPr>
                <w:rtl/>
              </w:rPr>
              <w:t>إذ</w:t>
            </w:r>
            <w:r w:rsidR="0076657C">
              <w:rPr>
                <w:rtl/>
              </w:rPr>
              <w:t xml:space="preserve"> </w:t>
            </w:r>
            <w:r w:rsidRPr="00A0264F">
              <w:rPr>
                <w:rtl/>
              </w:rPr>
              <w:t>صرتَ</w:t>
            </w:r>
            <w:r w:rsidR="0076657C">
              <w:rPr>
                <w:rtl/>
              </w:rPr>
              <w:t xml:space="preserve"> </w:t>
            </w:r>
            <w:r w:rsidRPr="00A0264F">
              <w:rPr>
                <w:rtl/>
              </w:rPr>
              <w:t>من</w:t>
            </w:r>
            <w:r w:rsidR="0076657C">
              <w:rPr>
                <w:rtl/>
              </w:rPr>
              <w:t xml:space="preserve"> </w:t>
            </w:r>
            <w:r w:rsidRPr="00A0264F">
              <w:rPr>
                <w:rtl/>
              </w:rPr>
              <w:t>جيراني</w:t>
            </w:r>
            <w:r w:rsidRPr="00A0264F">
              <w:rPr>
                <w:rStyle w:val="libFootnotenumChar"/>
                <w:rtl/>
              </w:rPr>
              <w:t>(2)</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فـلسوفَ</w:t>
            </w:r>
            <w:r>
              <w:rPr>
                <w:rtl/>
              </w:rPr>
              <w:t xml:space="preserve"> </w:t>
            </w:r>
            <w:r w:rsidRPr="00A0264F">
              <w:rPr>
                <w:rtl/>
              </w:rPr>
              <w:t>أغـدو</w:t>
            </w:r>
            <w:r w:rsidR="0076657C">
              <w:rPr>
                <w:rtl/>
              </w:rPr>
              <w:t xml:space="preserve"> </w:t>
            </w:r>
            <w:r w:rsidRPr="00A0264F">
              <w:rPr>
                <w:rtl/>
              </w:rPr>
              <w:t>فـي</w:t>
            </w:r>
            <w:r w:rsidR="0076657C">
              <w:rPr>
                <w:rtl/>
              </w:rPr>
              <w:t xml:space="preserve"> </w:t>
            </w:r>
            <w:r w:rsidRPr="00A0264F">
              <w:rPr>
                <w:rtl/>
              </w:rPr>
              <w:t>رثـاكَ</w:t>
            </w:r>
            <w:r w:rsidR="0076657C">
              <w:rPr>
                <w:rtl/>
              </w:rPr>
              <w:t xml:space="preserve"> </w:t>
            </w:r>
            <w:r w:rsidRPr="00A0264F">
              <w:rPr>
                <w:rtl/>
              </w:rPr>
              <w:t>متمّما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عـمري</w:t>
            </w:r>
            <w:r w:rsidR="0076657C">
              <w:rPr>
                <w:rtl/>
              </w:rPr>
              <w:t xml:space="preserve"> </w:t>
            </w:r>
            <w:r w:rsidRPr="00A0264F">
              <w:rPr>
                <w:rtl/>
              </w:rPr>
              <w:t>لانّـكَ</w:t>
            </w:r>
            <w:r w:rsidR="0076657C">
              <w:rPr>
                <w:rtl/>
              </w:rPr>
              <w:t xml:space="preserve"> </w:t>
            </w:r>
            <w:r w:rsidRPr="00A0264F">
              <w:rPr>
                <w:rtl/>
              </w:rPr>
              <w:t>(مـالكٌ)</w:t>
            </w:r>
            <w:r w:rsidR="0076657C">
              <w:rPr>
                <w:rtl/>
              </w:rPr>
              <w:t xml:space="preserve"> </w:t>
            </w:r>
            <w:r w:rsidRPr="00A0264F">
              <w:rPr>
                <w:rtl/>
              </w:rPr>
              <w:t>لعناني</w:t>
            </w:r>
            <w:r w:rsidRPr="00A0264F">
              <w:rPr>
                <w:rStyle w:val="libFootnotenumChar"/>
                <w:rtl/>
              </w:rPr>
              <w:t>(3)</w:t>
            </w:r>
            <w:r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قالها في رثاء أخيه المرحوم العلاّمة السيد باقر المتوفى سنة 1329 هـ</w:t>
      </w:r>
      <w:r w:rsidR="00A327D5">
        <w:rPr>
          <w:rtl/>
        </w:rPr>
        <w:t>.</w:t>
      </w:r>
      <w:r w:rsidRPr="00A0264F">
        <w:rPr>
          <w:rtl/>
        </w:rPr>
        <w:t xml:space="preserve"> ويبدو أنّ الشاعر لم يستوفِ التعبير عن حزنه على فقد أخيه في القصيدة التي سبقت</w:t>
      </w:r>
      <w:r w:rsidR="00A327D5">
        <w:rPr>
          <w:rtl/>
        </w:rPr>
        <w:t>؛</w:t>
      </w:r>
      <w:r w:rsidRPr="00A0264F">
        <w:rPr>
          <w:rtl/>
        </w:rPr>
        <w:t xml:space="preserve"> فواصل الرثاء في هذه وضمّنها العديد من أبيات تلك</w:t>
      </w:r>
      <w:r w:rsidR="00A327D5">
        <w:rPr>
          <w:rtl/>
        </w:rPr>
        <w:t>.</w:t>
      </w:r>
    </w:p>
    <w:p w:rsidR="00A0264F" w:rsidRPr="00A5546B" w:rsidRDefault="00A0264F" w:rsidP="00A5546B">
      <w:pPr>
        <w:pStyle w:val="libFootnote0"/>
      </w:pPr>
      <w:r w:rsidRPr="00A0264F">
        <w:rPr>
          <w:rtl/>
        </w:rPr>
        <w:t>2</w:t>
      </w:r>
      <w:r w:rsidR="00A327D5">
        <w:rPr>
          <w:rtl/>
        </w:rPr>
        <w:t xml:space="preserve"> - </w:t>
      </w:r>
      <w:r w:rsidRPr="00A0264F">
        <w:rPr>
          <w:rtl/>
        </w:rPr>
        <w:t>يشير إلى أنّه دُفنَ في مقبرة الأسرة ضمن الدار التي يسكنها السيد رضا</w:t>
      </w:r>
      <w:r w:rsidR="00A327D5">
        <w:rPr>
          <w:rtl/>
        </w:rPr>
        <w:t>.</w:t>
      </w:r>
    </w:p>
    <w:p w:rsidR="00A0264F" w:rsidRPr="00A5546B" w:rsidRDefault="00A0264F" w:rsidP="00A5546B">
      <w:pPr>
        <w:pStyle w:val="libFootnote0"/>
      </w:pPr>
      <w:r w:rsidRPr="00A0264F">
        <w:rPr>
          <w:rtl/>
        </w:rPr>
        <w:t>3</w:t>
      </w:r>
      <w:r w:rsidR="00A327D5">
        <w:rPr>
          <w:rtl/>
        </w:rPr>
        <w:t xml:space="preserve"> - </w:t>
      </w:r>
      <w:r w:rsidRPr="00A0264F">
        <w:rPr>
          <w:rtl/>
        </w:rPr>
        <w:t>يشير إلى متمّم بن نويرة الذي رثى أخاه مالكاً بالقصيدة المعروفة بأُمّ المراثي</w:t>
      </w:r>
      <w:r w:rsidR="00A327D5">
        <w:rPr>
          <w:rtl/>
        </w:rPr>
        <w:t>،</w:t>
      </w:r>
      <w:r w:rsidRPr="00A0264F">
        <w:rPr>
          <w:rtl/>
        </w:rPr>
        <w:t xml:space="preserve"> وأوّلها</w:t>
      </w:r>
      <w:r w:rsidR="003D6158">
        <w:rPr>
          <w:rtl/>
        </w:rPr>
        <w:t>:</w:t>
      </w:r>
    </w:p>
    <w:tbl>
      <w:tblPr>
        <w:tblStyle w:val="TableGrid"/>
        <w:bidiVisual/>
        <w:tblW w:w="4562" w:type="pct"/>
        <w:tblInd w:w="384" w:type="dxa"/>
        <w:tblLook w:val="04A0"/>
      </w:tblPr>
      <w:tblGrid>
        <w:gridCol w:w="3536"/>
        <w:gridCol w:w="272"/>
        <w:gridCol w:w="3502"/>
      </w:tblGrid>
      <w:tr w:rsidR="00C43951" w:rsidTr="00F5394E">
        <w:trPr>
          <w:trHeight w:val="350"/>
        </w:trPr>
        <w:tc>
          <w:tcPr>
            <w:tcW w:w="3536" w:type="dxa"/>
          </w:tcPr>
          <w:p w:rsidR="00C43951" w:rsidRDefault="00C43951" w:rsidP="00C43951">
            <w:pPr>
              <w:pStyle w:val="libPoemFootnote"/>
            </w:pPr>
            <w:r w:rsidRPr="00A0264F">
              <w:rPr>
                <w:rtl/>
              </w:rPr>
              <w:t>لعمري وما دهري بتأبينِ مالك</w:t>
            </w:r>
            <w:r w:rsidRPr="00725071">
              <w:rPr>
                <w:rStyle w:val="libPoemTiniChar0"/>
                <w:rtl/>
              </w:rPr>
              <w:br/>
              <w:t> </w:t>
            </w:r>
          </w:p>
        </w:tc>
        <w:tc>
          <w:tcPr>
            <w:tcW w:w="272" w:type="dxa"/>
          </w:tcPr>
          <w:p w:rsidR="00C43951" w:rsidRDefault="00C43951" w:rsidP="00C43951">
            <w:pPr>
              <w:pStyle w:val="libPoemFootnote"/>
              <w:rPr>
                <w:rtl/>
              </w:rPr>
            </w:pPr>
          </w:p>
        </w:tc>
        <w:tc>
          <w:tcPr>
            <w:tcW w:w="3502" w:type="dxa"/>
          </w:tcPr>
          <w:p w:rsidR="00C43951" w:rsidRDefault="00C43951" w:rsidP="00C43951">
            <w:pPr>
              <w:pStyle w:val="libPoemFootnote"/>
            </w:pPr>
            <w:r w:rsidRPr="00A0264F">
              <w:rPr>
                <w:rtl/>
              </w:rPr>
              <w:t>ولا جزعاً ممّا أَلمَّ فأرجعا</w:t>
            </w:r>
            <w:r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C43951" w:rsidTr="00C43951">
        <w:trPr>
          <w:trHeight w:val="350"/>
        </w:trPr>
        <w:tc>
          <w:tcPr>
            <w:tcW w:w="3536" w:type="dxa"/>
          </w:tcPr>
          <w:p w:rsidR="00C43951" w:rsidRDefault="00C43951" w:rsidP="00F5394E">
            <w:pPr>
              <w:pStyle w:val="libPoem"/>
            </w:pPr>
            <w:r w:rsidRPr="00A0264F">
              <w:rPr>
                <w:rtl/>
              </w:rPr>
              <w:t>أسـهرتَ</w:t>
            </w:r>
            <w:r>
              <w:rPr>
                <w:rtl/>
              </w:rPr>
              <w:t xml:space="preserve"> </w:t>
            </w:r>
            <w:r w:rsidRPr="00A0264F">
              <w:rPr>
                <w:rtl/>
              </w:rPr>
              <w:t>أجـفاني</w:t>
            </w:r>
            <w:r w:rsidR="0076657C">
              <w:rPr>
                <w:rtl/>
              </w:rPr>
              <w:t xml:space="preserve"> </w:t>
            </w:r>
            <w:r w:rsidRPr="00A0264F">
              <w:rPr>
                <w:rtl/>
              </w:rPr>
              <w:t>وكـم</w:t>
            </w:r>
            <w:r w:rsidR="0076657C">
              <w:rPr>
                <w:rtl/>
              </w:rPr>
              <w:t xml:space="preserve"> </w:t>
            </w:r>
            <w:r w:rsidRPr="00A0264F">
              <w:rPr>
                <w:rtl/>
              </w:rPr>
              <w:t>قد</w:t>
            </w:r>
            <w:r w:rsidR="0076657C">
              <w:rPr>
                <w:rtl/>
              </w:rPr>
              <w:t xml:space="preserve"> </w:t>
            </w:r>
            <w:r w:rsidRPr="00A0264F">
              <w:rPr>
                <w:rtl/>
              </w:rPr>
              <w:t>بتُّ</w:t>
            </w:r>
            <w:r w:rsidR="0076657C">
              <w:rPr>
                <w:rtl/>
              </w:rPr>
              <w:t xml:space="preserve"> </w:t>
            </w:r>
            <w:r w:rsidRPr="00A0264F">
              <w:rPr>
                <w:rtl/>
              </w:rPr>
              <w:t>في</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أرقٍ</w:t>
            </w:r>
            <w:r w:rsidR="0076657C">
              <w:rPr>
                <w:rtl/>
              </w:rPr>
              <w:t xml:space="preserve"> </w:t>
            </w:r>
            <w:r w:rsidRPr="00A0264F">
              <w:rPr>
                <w:rtl/>
              </w:rPr>
              <w:t>لـتـملأ</w:t>
            </w:r>
            <w:r w:rsidR="0076657C">
              <w:rPr>
                <w:rtl/>
              </w:rPr>
              <w:t xml:space="preserve"> </w:t>
            </w:r>
            <w:r w:rsidRPr="00A0264F">
              <w:rPr>
                <w:rtl/>
              </w:rPr>
              <w:t>بـالـكرى</w:t>
            </w:r>
            <w:r w:rsidR="0076657C">
              <w:rPr>
                <w:rtl/>
              </w:rPr>
              <w:t xml:space="preserve"> </w:t>
            </w:r>
            <w:r w:rsidRPr="00A0264F">
              <w:rPr>
                <w:rtl/>
              </w:rPr>
              <w:t>أجـفـاني</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فـلأرثـينَّك</w:t>
            </w:r>
            <w:r>
              <w:rPr>
                <w:rtl/>
              </w:rPr>
              <w:t xml:space="preserve"> </w:t>
            </w:r>
            <w:r w:rsidRPr="00A0264F">
              <w:rPr>
                <w:rtl/>
              </w:rPr>
              <w:t>بـالـلواعجِ</w:t>
            </w:r>
            <w:r w:rsidR="0076657C">
              <w:rPr>
                <w:rtl/>
              </w:rPr>
              <w:t xml:space="preserve"> </w:t>
            </w:r>
            <w:r w:rsidRPr="00A0264F">
              <w:rPr>
                <w:rtl/>
              </w:rPr>
              <w:t>والأسـى</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إن</w:t>
            </w:r>
            <w:r>
              <w:rPr>
                <w:rtl/>
              </w:rPr>
              <w:t xml:space="preserve"> </w:t>
            </w:r>
            <w:r w:rsidRPr="00A0264F">
              <w:rPr>
                <w:rtl/>
              </w:rPr>
              <w:t>كَـلَّ</w:t>
            </w:r>
            <w:r w:rsidR="0076657C">
              <w:rPr>
                <w:rtl/>
              </w:rPr>
              <w:t xml:space="preserve"> </w:t>
            </w:r>
            <w:r w:rsidRPr="00A0264F">
              <w:rPr>
                <w:rtl/>
              </w:rPr>
              <w:t>عـن</w:t>
            </w:r>
            <w:r w:rsidR="0076657C">
              <w:rPr>
                <w:rtl/>
              </w:rPr>
              <w:t xml:space="preserve"> </w:t>
            </w:r>
            <w:r w:rsidRPr="00A0264F">
              <w:rPr>
                <w:rtl/>
              </w:rPr>
              <w:t>نـظمِ</w:t>
            </w:r>
            <w:r w:rsidR="0076657C">
              <w:rPr>
                <w:rtl/>
              </w:rPr>
              <w:t xml:space="preserve"> </w:t>
            </w:r>
            <w:r w:rsidRPr="00A0264F">
              <w:rPr>
                <w:rtl/>
              </w:rPr>
              <w:t>الـرثاءِ</w:t>
            </w:r>
            <w:r w:rsidR="0076657C">
              <w:rPr>
                <w:rtl/>
              </w:rPr>
              <w:t xml:space="preserve"> </w:t>
            </w:r>
            <w:r w:rsidRPr="00A0264F">
              <w:rPr>
                <w:rtl/>
              </w:rPr>
              <w:t>لساني</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ولأجـريـنَّ</w:t>
            </w:r>
            <w:r w:rsidR="0076657C">
              <w:rPr>
                <w:rtl/>
              </w:rPr>
              <w:t xml:space="preserve"> </w:t>
            </w:r>
            <w:r w:rsidRPr="00A0264F">
              <w:rPr>
                <w:rtl/>
              </w:rPr>
              <w:t>الـدمعَ</w:t>
            </w:r>
            <w:r w:rsidR="0076657C">
              <w:rPr>
                <w:rtl/>
              </w:rPr>
              <w:t xml:space="preserve"> </w:t>
            </w:r>
            <w:r w:rsidRPr="00A0264F">
              <w:rPr>
                <w:rtl/>
              </w:rPr>
              <w:t>طـوفاناً</w:t>
            </w:r>
            <w:r w:rsidR="0076657C">
              <w:rPr>
                <w:rtl/>
              </w:rPr>
              <w:t xml:space="preserve"> </w:t>
            </w:r>
            <w:r w:rsidRPr="00A0264F">
              <w:rPr>
                <w:rtl/>
              </w:rPr>
              <w:t>عـلى</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تُــرْبٍ</w:t>
            </w:r>
            <w:r>
              <w:rPr>
                <w:rtl/>
              </w:rPr>
              <w:t xml:space="preserve"> </w:t>
            </w:r>
            <w:r w:rsidRPr="00A0264F">
              <w:rPr>
                <w:rtl/>
              </w:rPr>
              <w:t>أهـالـوهُ</w:t>
            </w:r>
            <w:r w:rsidR="0076657C">
              <w:rPr>
                <w:rtl/>
              </w:rPr>
              <w:t xml:space="preserve"> </w:t>
            </w:r>
            <w:r w:rsidRPr="00A0264F">
              <w:rPr>
                <w:rtl/>
              </w:rPr>
              <w:t>عـلى</w:t>
            </w:r>
            <w:r w:rsidR="0076657C">
              <w:rPr>
                <w:rtl/>
              </w:rPr>
              <w:t xml:space="preserve"> </w:t>
            </w:r>
            <w:r w:rsidRPr="00A0264F">
              <w:rPr>
                <w:rtl/>
              </w:rPr>
              <w:t>طـوفانِ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حـتى</w:t>
            </w:r>
            <w:r>
              <w:rPr>
                <w:rtl/>
              </w:rPr>
              <w:t xml:space="preserve"> </w:t>
            </w:r>
            <w:r w:rsidRPr="00A0264F">
              <w:rPr>
                <w:rtl/>
              </w:rPr>
              <w:t>يـعدّ</w:t>
            </w:r>
            <w:r w:rsidR="0076657C">
              <w:rPr>
                <w:rtl/>
              </w:rPr>
              <w:t xml:space="preserve"> </w:t>
            </w:r>
            <w:r w:rsidRPr="00A0264F">
              <w:rPr>
                <w:rtl/>
              </w:rPr>
              <w:t>الـدمعَ</w:t>
            </w:r>
            <w:r w:rsidR="0076657C">
              <w:rPr>
                <w:rtl/>
              </w:rPr>
              <w:t xml:space="preserve"> </w:t>
            </w:r>
            <w:r w:rsidRPr="00A0264F">
              <w:rPr>
                <w:rtl/>
              </w:rPr>
              <w:t>فـي</w:t>
            </w:r>
            <w:r w:rsidR="0076657C">
              <w:rPr>
                <w:rtl/>
              </w:rPr>
              <w:t xml:space="preserve"> </w:t>
            </w:r>
            <w:r w:rsidRPr="00A0264F">
              <w:rPr>
                <w:rtl/>
              </w:rPr>
              <w:t>قـطراتهِ</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مـا</w:t>
            </w:r>
            <w:r w:rsidR="0076657C">
              <w:rPr>
                <w:rtl/>
              </w:rPr>
              <w:t xml:space="preserve"> </w:t>
            </w:r>
            <w:r w:rsidRPr="00A0264F">
              <w:rPr>
                <w:rtl/>
              </w:rPr>
              <w:t>كـنتَ</w:t>
            </w:r>
            <w:r w:rsidR="0076657C">
              <w:rPr>
                <w:rtl/>
              </w:rPr>
              <w:t xml:space="preserve"> </w:t>
            </w:r>
            <w:r w:rsidRPr="00A0264F">
              <w:rPr>
                <w:rtl/>
              </w:rPr>
              <w:t>تـوليني</w:t>
            </w:r>
            <w:r w:rsidR="0076657C">
              <w:rPr>
                <w:rtl/>
              </w:rPr>
              <w:t xml:space="preserve"> </w:t>
            </w:r>
            <w:r w:rsidRPr="00A0264F">
              <w:rPr>
                <w:rtl/>
              </w:rPr>
              <w:t>مـن</w:t>
            </w:r>
            <w:r w:rsidR="0076657C">
              <w:rPr>
                <w:rtl/>
              </w:rPr>
              <w:t xml:space="preserve"> </w:t>
            </w:r>
            <w:r w:rsidRPr="00A0264F">
              <w:rPr>
                <w:rtl/>
              </w:rPr>
              <w:t>الإحـسانِ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وأحـيلُ</w:t>
            </w:r>
            <w:r w:rsidR="0076657C">
              <w:rPr>
                <w:rtl/>
              </w:rPr>
              <w:t xml:space="preserve"> </w:t>
            </w:r>
            <w:r w:rsidRPr="00A0264F">
              <w:rPr>
                <w:rtl/>
              </w:rPr>
              <w:t>رمـسكَ</w:t>
            </w:r>
            <w:r w:rsidR="0076657C">
              <w:rPr>
                <w:rtl/>
              </w:rPr>
              <w:t xml:space="preserve"> </w:t>
            </w:r>
            <w:r w:rsidRPr="00A0264F">
              <w:rPr>
                <w:rtl/>
              </w:rPr>
              <w:t>روضـةً</w:t>
            </w:r>
            <w:r w:rsidR="0076657C">
              <w:rPr>
                <w:rtl/>
              </w:rPr>
              <w:t xml:space="preserve"> </w:t>
            </w:r>
            <w:r w:rsidRPr="00A0264F">
              <w:rPr>
                <w:rtl/>
              </w:rPr>
              <w:t>تحكي</w:t>
            </w:r>
            <w:r w:rsidR="0076657C">
              <w:rPr>
                <w:rtl/>
              </w:rPr>
              <w:t xml:space="preserve"> </w:t>
            </w:r>
            <w:r w:rsidRPr="00A0264F">
              <w:rPr>
                <w:rtl/>
              </w:rPr>
              <w:t>بها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حـمـرُ</w:t>
            </w:r>
            <w:r>
              <w:rPr>
                <w:rtl/>
              </w:rPr>
              <w:t xml:space="preserve"> </w:t>
            </w:r>
            <w:r w:rsidRPr="00A0264F">
              <w:rPr>
                <w:rtl/>
              </w:rPr>
              <w:t>الـدموعِ</w:t>
            </w:r>
            <w:r w:rsidR="0076657C">
              <w:rPr>
                <w:rtl/>
              </w:rPr>
              <w:t xml:space="preserve"> </w:t>
            </w:r>
            <w:r w:rsidRPr="00A0264F">
              <w:rPr>
                <w:rtl/>
              </w:rPr>
              <w:t>شـقائقَ</w:t>
            </w:r>
            <w:r w:rsidR="0076657C">
              <w:rPr>
                <w:rtl/>
              </w:rPr>
              <w:t xml:space="preserve"> </w:t>
            </w:r>
            <w:r w:rsidRPr="00A0264F">
              <w:rPr>
                <w:rtl/>
              </w:rPr>
              <w:t>الـنعمانِ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وتـهيجَ</w:t>
            </w:r>
            <w:r w:rsidR="0076657C">
              <w:rPr>
                <w:rtl/>
              </w:rPr>
              <w:t xml:space="preserve"> </w:t>
            </w:r>
            <w:r w:rsidRPr="00A0264F">
              <w:rPr>
                <w:rtl/>
              </w:rPr>
              <w:t>فـي</w:t>
            </w:r>
            <w:r w:rsidR="0076657C">
              <w:rPr>
                <w:rtl/>
              </w:rPr>
              <w:t xml:space="preserve"> </w:t>
            </w:r>
            <w:r w:rsidRPr="00A0264F">
              <w:rPr>
                <w:rtl/>
              </w:rPr>
              <w:t>صـدري</w:t>
            </w:r>
            <w:r w:rsidR="0076657C">
              <w:rPr>
                <w:rtl/>
              </w:rPr>
              <w:t xml:space="preserve"> </w:t>
            </w:r>
            <w:r w:rsidRPr="00A0264F">
              <w:rPr>
                <w:rtl/>
              </w:rPr>
              <w:t>بلابلَ</w:t>
            </w:r>
            <w:r w:rsidR="0076657C">
              <w:rPr>
                <w:rtl/>
              </w:rPr>
              <w:t xml:space="preserve"> </w:t>
            </w:r>
            <w:r w:rsidRPr="00A0264F">
              <w:rPr>
                <w:rtl/>
              </w:rPr>
              <w:t>للجوى</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فـأنـوحُ</w:t>
            </w:r>
            <w:r w:rsidR="0076657C">
              <w:rPr>
                <w:rtl/>
              </w:rPr>
              <w:t xml:space="preserve"> </w:t>
            </w:r>
            <w:r w:rsidRPr="00A0264F">
              <w:rPr>
                <w:rtl/>
              </w:rPr>
              <w:t>نـوحَ</w:t>
            </w:r>
            <w:r w:rsidR="0076657C">
              <w:rPr>
                <w:rtl/>
              </w:rPr>
              <w:t xml:space="preserve"> </w:t>
            </w:r>
            <w:r w:rsidRPr="00A0264F">
              <w:rPr>
                <w:rtl/>
              </w:rPr>
              <w:t>حـمائمِ</w:t>
            </w:r>
            <w:r w:rsidR="0076657C">
              <w:rPr>
                <w:rtl/>
              </w:rPr>
              <w:t xml:space="preserve"> </w:t>
            </w:r>
            <w:r w:rsidRPr="00A0264F">
              <w:rPr>
                <w:rtl/>
              </w:rPr>
              <w:t>الأغـصانِ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يـا</w:t>
            </w:r>
            <w:r>
              <w:rPr>
                <w:rtl/>
              </w:rPr>
              <w:t xml:space="preserve"> </w:t>
            </w:r>
            <w:r w:rsidRPr="00A0264F">
              <w:rPr>
                <w:rtl/>
              </w:rPr>
              <w:t>رايـةَ</w:t>
            </w:r>
            <w:r w:rsidR="0076657C">
              <w:rPr>
                <w:rtl/>
              </w:rPr>
              <w:t xml:space="preserve"> </w:t>
            </w:r>
            <w:r w:rsidRPr="00A0264F">
              <w:rPr>
                <w:rtl/>
              </w:rPr>
              <w:t>الـتوحيدِ</w:t>
            </w:r>
            <w:r w:rsidR="0076657C">
              <w:rPr>
                <w:rtl/>
              </w:rPr>
              <w:t xml:space="preserve"> </w:t>
            </w:r>
            <w:r w:rsidRPr="00A0264F">
              <w:rPr>
                <w:rtl/>
              </w:rPr>
              <w:t>لا</w:t>
            </w:r>
            <w:r w:rsidR="0076657C">
              <w:rPr>
                <w:rtl/>
              </w:rPr>
              <w:t xml:space="preserve"> </w:t>
            </w:r>
            <w:r w:rsidRPr="00A0264F">
              <w:rPr>
                <w:rtl/>
              </w:rPr>
              <w:t>تـنفكَ</w:t>
            </w:r>
            <w:r w:rsidR="0076657C">
              <w:rPr>
                <w:rtl/>
              </w:rPr>
              <w:t xml:space="preserve"> </w:t>
            </w:r>
            <w:r w:rsidRPr="00A0264F">
              <w:rPr>
                <w:rtl/>
              </w:rPr>
              <w:t>لـي</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كـبـدٌ</w:t>
            </w:r>
            <w:r>
              <w:rPr>
                <w:rtl/>
              </w:rPr>
              <w:t xml:space="preserve"> </w:t>
            </w:r>
            <w:r w:rsidRPr="00A0264F">
              <w:rPr>
                <w:rtl/>
              </w:rPr>
              <w:t>عـلـيكَ</w:t>
            </w:r>
            <w:r w:rsidR="0076657C">
              <w:rPr>
                <w:rtl/>
              </w:rPr>
              <w:t xml:space="preserve"> </w:t>
            </w:r>
            <w:r w:rsidRPr="00A0264F">
              <w:rPr>
                <w:rtl/>
              </w:rPr>
              <w:t>تـلـجُّ</w:t>
            </w:r>
            <w:r w:rsidR="0076657C">
              <w:rPr>
                <w:rtl/>
              </w:rPr>
              <w:t xml:space="preserve"> </w:t>
            </w:r>
            <w:r w:rsidRPr="00A0264F">
              <w:rPr>
                <w:rtl/>
              </w:rPr>
              <w:t>بـالخفقانِ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يـا</w:t>
            </w:r>
            <w:r w:rsidR="0076657C">
              <w:rPr>
                <w:rtl/>
              </w:rPr>
              <w:t xml:space="preserve"> </w:t>
            </w:r>
            <w:r w:rsidRPr="00A0264F">
              <w:rPr>
                <w:rtl/>
              </w:rPr>
              <w:t>مـخذمَ</w:t>
            </w:r>
            <w:r w:rsidR="0076657C">
              <w:rPr>
                <w:rtl/>
              </w:rPr>
              <w:t xml:space="preserve"> </w:t>
            </w:r>
            <w:r w:rsidRPr="00A0264F">
              <w:rPr>
                <w:rtl/>
              </w:rPr>
              <w:t>الإسـلامِ</w:t>
            </w:r>
            <w:r w:rsidR="0076657C">
              <w:rPr>
                <w:rtl/>
              </w:rPr>
              <w:t xml:space="preserve"> </w:t>
            </w:r>
            <w:r w:rsidRPr="00A0264F">
              <w:rPr>
                <w:rtl/>
              </w:rPr>
              <w:t>لـيسَ</w:t>
            </w:r>
            <w:r w:rsidR="0076657C">
              <w:rPr>
                <w:rtl/>
              </w:rPr>
              <w:t xml:space="preserve"> </w:t>
            </w:r>
            <w:r w:rsidRPr="00A0264F">
              <w:rPr>
                <w:rtl/>
              </w:rPr>
              <w:t>يزال</w:t>
            </w:r>
            <w:r w:rsidR="0076657C">
              <w:rPr>
                <w:rtl/>
              </w:rPr>
              <w:t xml:space="preserve"> </w:t>
            </w:r>
            <w:r w:rsidRPr="00A0264F">
              <w:rPr>
                <w:rtl/>
              </w:rPr>
              <w:t>في</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قـلبي</w:t>
            </w:r>
            <w:r>
              <w:rPr>
                <w:rtl/>
              </w:rPr>
              <w:t xml:space="preserve"> </w:t>
            </w:r>
            <w:r w:rsidRPr="00A0264F">
              <w:rPr>
                <w:rtl/>
              </w:rPr>
              <w:t>لـفقدكَ</w:t>
            </w:r>
            <w:r w:rsidR="0076657C">
              <w:rPr>
                <w:rtl/>
              </w:rPr>
              <w:t xml:space="preserve"> </w:t>
            </w:r>
            <w:r w:rsidRPr="00A0264F">
              <w:rPr>
                <w:rtl/>
              </w:rPr>
              <w:t>مـثلُ</w:t>
            </w:r>
            <w:r w:rsidR="0076657C">
              <w:rPr>
                <w:rtl/>
              </w:rPr>
              <w:t xml:space="preserve"> </w:t>
            </w:r>
            <w:r w:rsidRPr="00A0264F">
              <w:rPr>
                <w:rtl/>
              </w:rPr>
              <w:t>وخـزِ</w:t>
            </w:r>
            <w:r w:rsidR="0076657C">
              <w:rPr>
                <w:rtl/>
              </w:rPr>
              <w:t xml:space="preserve"> </w:t>
            </w:r>
            <w:r w:rsidRPr="00A0264F">
              <w:rPr>
                <w:rtl/>
              </w:rPr>
              <w:t>سـنانِ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يـا</w:t>
            </w:r>
            <w:r w:rsidR="0076657C">
              <w:rPr>
                <w:rtl/>
              </w:rPr>
              <w:t xml:space="preserve"> </w:t>
            </w:r>
            <w:r w:rsidRPr="00A0264F">
              <w:rPr>
                <w:rtl/>
              </w:rPr>
              <w:t>جُـنَّةَ</w:t>
            </w:r>
            <w:r w:rsidR="0076657C">
              <w:rPr>
                <w:rtl/>
              </w:rPr>
              <w:t xml:space="preserve"> </w:t>
            </w:r>
            <w:r w:rsidRPr="00A0264F">
              <w:rPr>
                <w:rtl/>
              </w:rPr>
              <w:t>الإيـمانِ</w:t>
            </w:r>
            <w:r w:rsidR="0076657C">
              <w:rPr>
                <w:rtl/>
              </w:rPr>
              <w:t xml:space="preserve"> </w:t>
            </w:r>
            <w:r w:rsidRPr="00A0264F">
              <w:rPr>
                <w:rtl/>
              </w:rPr>
              <w:t>بـعدكَ</w:t>
            </w:r>
            <w:r w:rsidR="0076657C">
              <w:rPr>
                <w:rtl/>
              </w:rPr>
              <w:t xml:space="preserve"> </w:t>
            </w:r>
            <w:r w:rsidRPr="00A0264F">
              <w:rPr>
                <w:rtl/>
              </w:rPr>
              <w:t>مـهجتي</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أضـحـت</w:t>
            </w:r>
            <w:r>
              <w:rPr>
                <w:rtl/>
              </w:rPr>
              <w:t xml:space="preserve"> </w:t>
            </w:r>
            <w:r w:rsidRPr="00A0264F">
              <w:rPr>
                <w:rtl/>
              </w:rPr>
              <w:t>رمـيَّةَ</w:t>
            </w:r>
            <w:r w:rsidR="0076657C">
              <w:rPr>
                <w:rtl/>
              </w:rPr>
              <w:t xml:space="preserve"> </w:t>
            </w:r>
            <w:r w:rsidRPr="00A0264F">
              <w:rPr>
                <w:rtl/>
              </w:rPr>
              <w:t>أسـهمِ</w:t>
            </w:r>
            <w:r w:rsidR="0076657C">
              <w:rPr>
                <w:rtl/>
              </w:rPr>
              <w:t xml:space="preserve"> </w:t>
            </w:r>
            <w:r w:rsidRPr="00A0264F">
              <w:rPr>
                <w:rtl/>
              </w:rPr>
              <w:t>الـحدثانِ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سـرعانَ</w:t>
            </w:r>
            <w:r>
              <w:rPr>
                <w:rtl/>
              </w:rPr>
              <w:t xml:space="preserve"> </w:t>
            </w:r>
            <w:r w:rsidRPr="00A0264F">
              <w:rPr>
                <w:rtl/>
              </w:rPr>
              <w:t>مـا</w:t>
            </w:r>
            <w:r w:rsidR="0076657C">
              <w:rPr>
                <w:rtl/>
              </w:rPr>
              <w:t xml:space="preserve"> </w:t>
            </w:r>
            <w:r w:rsidRPr="00A0264F">
              <w:rPr>
                <w:rtl/>
              </w:rPr>
              <w:t>قـد</w:t>
            </w:r>
            <w:r w:rsidR="0076657C">
              <w:rPr>
                <w:rtl/>
              </w:rPr>
              <w:t xml:space="preserve"> </w:t>
            </w:r>
            <w:r w:rsidRPr="00A0264F">
              <w:rPr>
                <w:rtl/>
              </w:rPr>
              <w:t>عـادَ</w:t>
            </w:r>
            <w:r w:rsidR="0076657C">
              <w:rPr>
                <w:rtl/>
              </w:rPr>
              <w:t xml:space="preserve"> </w:t>
            </w:r>
            <w:r w:rsidRPr="00A0264F">
              <w:rPr>
                <w:rtl/>
              </w:rPr>
              <w:t>ربعي</w:t>
            </w:r>
            <w:r w:rsidR="0076657C">
              <w:rPr>
                <w:rtl/>
              </w:rPr>
              <w:t xml:space="preserve"> </w:t>
            </w:r>
            <w:r w:rsidRPr="00A0264F">
              <w:rPr>
                <w:rtl/>
              </w:rPr>
              <w:t>بلقعا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وهـتـفنَ</w:t>
            </w:r>
            <w:r>
              <w:rPr>
                <w:rtl/>
              </w:rPr>
              <w:t xml:space="preserve"> </w:t>
            </w:r>
            <w:r w:rsidRPr="00A0264F">
              <w:rPr>
                <w:rtl/>
              </w:rPr>
              <w:t>فـيهِ</w:t>
            </w:r>
            <w:r w:rsidR="0076657C">
              <w:rPr>
                <w:rtl/>
              </w:rPr>
              <w:t xml:space="preserve"> </w:t>
            </w:r>
            <w:r w:rsidRPr="00A0264F">
              <w:rPr>
                <w:rtl/>
              </w:rPr>
              <w:t>نـواعبُ</w:t>
            </w:r>
            <w:r w:rsidR="0076657C">
              <w:rPr>
                <w:rtl/>
              </w:rPr>
              <w:t xml:space="preserve"> </w:t>
            </w:r>
            <w:r w:rsidRPr="00A0264F">
              <w:rPr>
                <w:rtl/>
              </w:rPr>
              <w:t>الـغربانِ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سـرعانَ</w:t>
            </w:r>
            <w:r>
              <w:rPr>
                <w:rtl/>
              </w:rPr>
              <w:t xml:space="preserve"> </w:t>
            </w:r>
            <w:r w:rsidRPr="00A0264F">
              <w:rPr>
                <w:rtl/>
              </w:rPr>
              <w:t>مـا</w:t>
            </w:r>
            <w:r w:rsidR="0076657C">
              <w:rPr>
                <w:rtl/>
              </w:rPr>
              <w:t xml:space="preserve"> </w:t>
            </w:r>
            <w:r w:rsidRPr="00A0264F">
              <w:rPr>
                <w:rtl/>
              </w:rPr>
              <w:t>اختلستكَ</w:t>
            </w:r>
            <w:r w:rsidR="0076657C">
              <w:rPr>
                <w:rtl/>
              </w:rPr>
              <w:t xml:space="preserve"> </w:t>
            </w:r>
            <w:r w:rsidRPr="00A0264F">
              <w:rPr>
                <w:rtl/>
              </w:rPr>
              <w:t>أنيابُ</w:t>
            </w:r>
            <w:r w:rsidR="0076657C">
              <w:rPr>
                <w:rtl/>
              </w:rPr>
              <w:t xml:space="preserve"> </w:t>
            </w:r>
            <w:r w:rsidRPr="00A0264F">
              <w:rPr>
                <w:rtl/>
              </w:rPr>
              <w:t>الردى</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مـنّـي</w:t>
            </w:r>
            <w:r w:rsidR="0076657C">
              <w:rPr>
                <w:rtl/>
              </w:rPr>
              <w:t xml:space="preserve"> </w:t>
            </w:r>
            <w:r w:rsidRPr="00A0264F">
              <w:rPr>
                <w:rtl/>
              </w:rPr>
              <w:t>وأضـلاعي</w:t>
            </w:r>
            <w:r w:rsidR="0076657C">
              <w:rPr>
                <w:rtl/>
              </w:rPr>
              <w:t xml:space="preserve"> </w:t>
            </w:r>
            <w:r w:rsidRPr="00A0264F">
              <w:rPr>
                <w:rtl/>
              </w:rPr>
              <w:t>عـليكَ</w:t>
            </w:r>
            <w:r w:rsidR="0076657C">
              <w:rPr>
                <w:rtl/>
              </w:rPr>
              <w:t xml:space="preserve"> </w:t>
            </w:r>
            <w:r w:rsidRPr="00A0264F">
              <w:rPr>
                <w:rtl/>
              </w:rPr>
              <w:t>حـوانِ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أبـقـت</w:t>
            </w:r>
            <w:r>
              <w:rPr>
                <w:rtl/>
              </w:rPr>
              <w:t xml:space="preserve"> </w:t>
            </w:r>
            <w:r w:rsidRPr="00A0264F">
              <w:rPr>
                <w:rtl/>
              </w:rPr>
              <w:t>فـؤادي</w:t>
            </w:r>
            <w:r w:rsidR="0076657C">
              <w:rPr>
                <w:rtl/>
              </w:rPr>
              <w:t xml:space="preserve"> </w:t>
            </w:r>
            <w:r w:rsidRPr="00A0264F">
              <w:rPr>
                <w:rtl/>
              </w:rPr>
              <w:t>وانـتقتكَ</w:t>
            </w:r>
            <w:r w:rsidR="0076657C">
              <w:rPr>
                <w:rtl/>
              </w:rPr>
              <w:t xml:space="preserve"> </w:t>
            </w:r>
            <w:r w:rsidRPr="00A0264F">
              <w:rPr>
                <w:rtl/>
              </w:rPr>
              <w:t>وكـنتما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مـتـعـادلين</w:t>
            </w:r>
            <w:r w:rsidR="0076657C">
              <w:rPr>
                <w:rtl/>
              </w:rPr>
              <w:t xml:space="preserve"> </w:t>
            </w:r>
            <w:r w:rsidRPr="00A0264F">
              <w:rPr>
                <w:rtl/>
              </w:rPr>
              <w:t>كـكـفـتيْ</w:t>
            </w:r>
            <w:r w:rsidR="0076657C">
              <w:rPr>
                <w:rtl/>
              </w:rPr>
              <w:t xml:space="preserve"> </w:t>
            </w:r>
            <w:r w:rsidRPr="00A0264F">
              <w:rPr>
                <w:rtl/>
              </w:rPr>
              <w:t>مـيـزانِ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يـا</w:t>
            </w:r>
            <w:r>
              <w:rPr>
                <w:rtl/>
              </w:rPr>
              <w:t xml:space="preserve"> </w:t>
            </w:r>
            <w:r w:rsidRPr="00A0264F">
              <w:rPr>
                <w:rtl/>
              </w:rPr>
              <w:t>مَـنْ</w:t>
            </w:r>
            <w:r w:rsidR="0076657C">
              <w:rPr>
                <w:rtl/>
              </w:rPr>
              <w:t xml:space="preserve"> </w:t>
            </w:r>
            <w:r w:rsidRPr="00A0264F">
              <w:rPr>
                <w:rtl/>
              </w:rPr>
              <w:t>بـهِ</w:t>
            </w:r>
            <w:r w:rsidR="0076657C">
              <w:rPr>
                <w:rtl/>
              </w:rPr>
              <w:t xml:space="preserve"> </w:t>
            </w:r>
            <w:r w:rsidRPr="00A0264F">
              <w:rPr>
                <w:rtl/>
              </w:rPr>
              <w:t>افتخرتْ</w:t>
            </w:r>
            <w:r w:rsidR="0076657C">
              <w:rPr>
                <w:rtl/>
              </w:rPr>
              <w:t xml:space="preserve"> </w:t>
            </w:r>
            <w:r w:rsidRPr="00A0264F">
              <w:rPr>
                <w:rtl/>
              </w:rPr>
              <w:t>لويُّ</w:t>
            </w:r>
            <w:r w:rsidR="0076657C">
              <w:rPr>
                <w:rtl/>
              </w:rPr>
              <w:t xml:space="preserve"> </w:t>
            </w:r>
            <w:r w:rsidRPr="00A0264F">
              <w:rPr>
                <w:rtl/>
              </w:rPr>
              <w:t>ومَنْ</w:t>
            </w:r>
            <w:r w:rsidR="0076657C">
              <w:rPr>
                <w:rtl/>
              </w:rPr>
              <w:t xml:space="preserve"> </w:t>
            </w:r>
            <w:r w:rsidRPr="00A0264F">
              <w:rPr>
                <w:rtl/>
              </w:rPr>
              <w:t>له</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ألـقـت</w:t>
            </w:r>
            <w:r>
              <w:rPr>
                <w:rtl/>
              </w:rPr>
              <w:t xml:space="preserve"> </w:t>
            </w:r>
            <w:r w:rsidRPr="00A0264F">
              <w:rPr>
                <w:rtl/>
              </w:rPr>
              <w:t>زعـامـتها</w:t>
            </w:r>
            <w:r w:rsidR="0076657C">
              <w:rPr>
                <w:rtl/>
              </w:rPr>
              <w:t xml:space="preserve"> </w:t>
            </w:r>
            <w:r w:rsidRPr="00A0264F">
              <w:rPr>
                <w:rtl/>
              </w:rPr>
              <w:t>بـنو</w:t>
            </w:r>
            <w:r w:rsidR="0076657C">
              <w:rPr>
                <w:rtl/>
              </w:rPr>
              <w:t xml:space="preserve"> </w:t>
            </w:r>
            <w:r w:rsidRPr="00A0264F">
              <w:rPr>
                <w:rtl/>
              </w:rPr>
              <w:t>عـدنانِ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طـالت</w:t>
            </w:r>
            <w:r w:rsidR="0076657C">
              <w:rPr>
                <w:rtl/>
              </w:rPr>
              <w:t xml:space="preserve"> </w:t>
            </w:r>
            <w:r w:rsidRPr="00A0264F">
              <w:rPr>
                <w:rtl/>
              </w:rPr>
              <w:t>بـهِ</w:t>
            </w:r>
            <w:r w:rsidR="0076657C">
              <w:rPr>
                <w:rtl/>
              </w:rPr>
              <w:t xml:space="preserve"> </w:t>
            </w:r>
            <w:r w:rsidRPr="00A0264F">
              <w:rPr>
                <w:rtl/>
              </w:rPr>
              <w:t>العربُ</w:t>
            </w:r>
            <w:r w:rsidR="0076657C">
              <w:rPr>
                <w:rtl/>
              </w:rPr>
              <w:t xml:space="preserve"> </w:t>
            </w:r>
            <w:r w:rsidRPr="00A0264F">
              <w:rPr>
                <w:rtl/>
              </w:rPr>
              <w:t>الملوكَ</w:t>
            </w:r>
            <w:r w:rsidR="0076657C">
              <w:rPr>
                <w:rtl/>
              </w:rPr>
              <w:t xml:space="preserve"> </w:t>
            </w:r>
            <w:r w:rsidRPr="00A0264F">
              <w:rPr>
                <w:rtl/>
              </w:rPr>
              <w:t>وأصبحت</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تـزهـو</w:t>
            </w:r>
            <w:r>
              <w:rPr>
                <w:rtl/>
              </w:rPr>
              <w:t xml:space="preserve"> </w:t>
            </w:r>
            <w:r w:rsidRPr="00A0264F">
              <w:rPr>
                <w:rtl/>
              </w:rPr>
              <w:t>عـمائمها</w:t>
            </w:r>
            <w:r w:rsidR="0076657C">
              <w:rPr>
                <w:rtl/>
              </w:rPr>
              <w:t xml:space="preserve"> </w:t>
            </w:r>
            <w:r w:rsidRPr="00A0264F">
              <w:rPr>
                <w:rtl/>
              </w:rPr>
              <w:t>عـلى</w:t>
            </w:r>
            <w:r w:rsidR="0076657C">
              <w:rPr>
                <w:rtl/>
              </w:rPr>
              <w:t xml:space="preserve"> </w:t>
            </w:r>
            <w:r w:rsidRPr="00A0264F">
              <w:rPr>
                <w:rtl/>
              </w:rPr>
              <w:t>الـتيجانِ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الـديـنُ</w:t>
            </w:r>
            <w:r>
              <w:rPr>
                <w:rtl/>
              </w:rPr>
              <w:t xml:space="preserve"> </w:t>
            </w:r>
            <w:r w:rsidRPr="00A0264F">
              <w:rPr>
                <w:rtl/>
              </w:rPr>
              <w:t>بـعـدكَ</w:t>
            </w:r>
            <w:r w:rsidR="0076657C">
              <w:rPr>
                <w:rtl/>
              </w:rPr>
              <w:t xml:space="preserve"> </w:t>
            </w:r>
            <w:r w:rsidRPr="00A0264F">
              <w:rPr>
                <w:rtl/>
              </w:rPr>
              <w:t>مـستباحٌ</w:t>
            </w:r>
            <w:r w:rsidR="0076657C">
              <w:rPr>
                <w:rtl/>
              </w:rPr>
              <w:t xml:space="preserve"> </w:t>
            </w:r>
            <w:r w:rsidRPr="00A0264F">
              <w:rPr>
                <w:rtl/>
              </w:rPr>
              <w:t>رحـله</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فـابـعث</w:t>
            </w:r>
            <w:r>
              <w:rPr>
                <w:rtl/>
              </w:rPr>
              <w:t xml:space="preserve"> </w:t>
            </w:r>
            <w:r w:rsidRPr="00A0264F">
              <w:rPr>
                <w:rtl/>
              </w:rPr>
              <w:t>إلـيهِ</w:t>
            </w:r>
            <w:r w:rsidR="0076657C">
              <w:rPr>
                <w:rtl/>
              </w:rPr>
              <w:t xml:space="preserve"> </w:t>
            </w:r>
            <w:r w:rsidRPr="00A0264F">
              <w:rPr>
                <w:rtl/>
              </w:rPr>
              <w:t>بـنصرةِ</w:t>
            </w:r>
            <w:r w:rsidR="0076657C">
              <w:rPr>
                <w:rtl/>
              </w:rPr>
              <w:t xml:space="preserve"> </w:t>
            </w:r>
            <w:r w:rsidRPr="00A0264F">
              <w:rPr>
                <w:rtl/>
              </w:rPr>
              <w:t>الـغيرانِ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قـد</w:t>
            </w:r>
            <w:r>
              <w:rPr>
                <w:rtl/>
              </w:rPr>
              <w:t xml:space="preserve"> </w:t>
            </w:r>
            <w:r w:rsidRPr="00A0264F">
              <w:rPr>
                <w:rtl/>
              </w:rPr>
              <w:t>نـامَ</w:t>
            </w:r>
            <w:r w:rsidR="0076657C">
              <w:rPr>
                <w:rtl/>
              </w:rPr>
              <w:t xml:space="preserve"> </w:t>
            </w:r>
            <w:r w:rsidRPr="00A0264F">
              <w:rPr>
                <w:rtl/>
              </w:rPr>
              <w:t>عـنهُ</w:t>
            </w:r>
            <w:r w:rsidR="0076657C">
              <w:rPr>
                <w:rtl/>
              </w:rPr>
              <w:t xml:space="preserve"> </w:t>
            </w:r>
            <w:r w:rsidRPr="00A0264F">
              <w:rPr>
                <w:rtl/>
              </w:rPr>
              <w:t>حماتهُ</w:t>
            </w:r>
            <w:r w:rsidR="0076657C">
              <w:rPr>
                <w:rtl/>
              </w:rPr>
              <w:t xml:space="preserve"> </w:t>
            </w:r>
            <w:r w:rsidRPr="00A0264F">
              <w:rPr>
                <w:rtl/>
              </w:rPr>
              <w:t>ومضى</w:t>
            </w:r>
            <w:r w:rsidR="0076657C">
              <w:rPr>
                <w:rtl/>
              </w:rPr>
              <w:t xml:space="preserve"> </w:t>
            </w:r>
            <w:r w:rsidRPr="00A0264F">
              <w:rPr>
                <w:rtl/>
              </w:rPr>
              <w:t>الذي</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يـحـمي</w:t>
            </w:r>
            <w:r>
              <w:rPr>
                <w:rtl/>
              </w:rPr>
              <w:t xml:space="preserve"> </w:t>
            </w:r>
            <w:r w:rsidRPr="00A0264F">
              <w:rPr>
                <w:rtl/>
              </w:rPr>
              <w:t>حـمـاهُ</w:t>
            </w:r>
            <w:r w:rsidR="0076657C">
              <w:rPr>
                <w:rtl/>
              </w:rPr>
              <w:t xml:space="preserve"> </w:t>
            </w:r>
            <w:r w:rsidRPr="00A0264F">
              <w:rPr>
                <w:rtl/>
              </w:rPr>
              <w:t>بـناظرٍ</w:t>
            </w:r>
            <w:r w:rsidR="0076657C">
              <w:rPr>
                <w:rtl/>
              </w:rPr>
              <w:t xml:space="preserve"> </w:t>
            </w:r>
            <w:r w:rsidRPr="00A0264F">
              <w:rPr>
                <w:rtl/>
              </w:rPr>
              <w:t>يـقظانِ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بـمَ</w:t>
            </w:r>
            <w:r w:rsidR="0076657C">
              <w:rPr>
                <w:rtl/>
              </w:rPr>
              <w:t xml:space="preserve"> </w:t>
            </w:r>
            <w:r w:rsidRPr="00A0264F">
              <w:rPr>
                <w:rtl/>
              </w:rPr>
              <w:t>يـشمتُ</w:t>
            </w:r>
            <w:r w:rsidR="0076657C">
              <w:rPr>
                <w:rtl/>
              </w:rPr>
              <w:t xml:space="preserve"> </w:t>
            </w:r>
            <w:r w:rsidRPr="00A0264F">
              <w:rPr>
                <w:rtl/>
              </w:rPr>
              <w:t>الأعـداءُ</w:t>
            </w:r>
            <w:r w:rsidR="0076657C">
              <w:rPr>
                <w:rtl/>
              </w:rPr>
              <w:t xml:space="preserve"> </w:t>
            </w:r>
            <w:r w:rsidRPr="00A0264F">
              <w:rPr>
                <w:rtl/>
              </w:rPr>
              <w:t>بعدكَ</w:t>
            </w:r>
            <w:r w:rsidR="0076657C">
              <w:rPr>
                <w:rtl/>
              </w:rPr>
              <w:t xml:space="preserve"> </w:t>
            </w:r>
            <w:r w:rsidRPr="00A0264F">
              <w:rPr>
                <w:rtl/>
              </w:rPr>
              <w:t>لا</w:t>
            </w:r>
            <w:r w:rsidR="0076657C">
              <w:rPr>
                <w:rtl/>
              </w:rPr>
              <w:t xml:space="preserve"> </w:t>
            </w:r>
            <w:r w:rsidRPr="00A0264F">
              <w:rPr>
                <w:rtl/>
              </w:rPr>
              <w:t>غفوا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إلاّ</w:t>
            </w:r>
            <w:r>
              <w:rPr>
                <w:rtl/>
              </w:rPr>
              <w:t xml:space="preserve"> </w:t>
            </w:r>
            <w:r w:rsidRPr="00A0264F">
              <w:rPr>
                <w:rtl/>
              </w:rPr>
              <w:t>عـلـى</w:t>
            </w:r>
            <w:r w:rsidR="0076657C">
              <w:rPr>
                <w:rtl/>
              </w:rPr>
              <w:t xml:space="preserve"> </w:t>
            </w:r>
            <w:r w:rsidRPr="00A0264F">
              <w:rPr>
                <w:rtl/>
              </w:rPr>
              <w:t>حـسكٍ</w:t>
            </w:r>
            <w:r w:rsidR="0076657C">
              <w:rPr>
                <w:rtl/>
              </w:rPr>
              <w:t xml:space="preserve"> </w:t>
            </w:r>
            <w:r w:rsidRPr="00A0264F">
              <w:rPr>
                <w:rtl/>
              </w:rPr>
              <w:t>مـن</w:t>
            </w:r>
            <w:r w:rsidR="0076657C">
              <w:rPr>
                <w:rtl/>
              </w:rPr>
              <w:t xml:space="preserve"> </w:t>
            </w:r>
            <w:r w:rsidRPr="00A0264F">
              <w:rPr>
                <w:rtl/>
              </w:rPr>
              <w:t>الـسعدانِ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بـبقاءِ</w:t>
            </w:r>
            <w:r>
              <w:rPr>
                <w:rtl/>
              </w:rPr>
              <w:t xml:space="preserve"> </w:t>
            </w:r>
            <w:r w:rsidRPr="00A0264F">
              <w:rPr>
                <w:rtl/>
              </w:rPr>
              <w:t>ذكـرك</w:t>
            </w:r>
            <w:r w:rsidR="0076657C">
              <w:rPr>
                <w:rtl/>
              </w:rPr>
              <w:t xml:space="preserve"> </w:t>
            </w:r>
            <w:r w:rsidRPr="00A0264F">
              <w:rPr>
                <w:rtl/>
              </w:rPr>
              <w:t>فـي</w:t>
            </w:r>
            <w:r w:rsidR="0076657C">
              <w:rPr>
                <w:rtl/>
              </w:rPr>
              <w:t xml:space="preserve"> </w:t>
            </w:r>
            <w:r w:rsidRPr="00A0264F">
              <w:rPr>
                <w:rtl/>
              </w:rPr>
              <w:t>الـزمانِ</w:t>
            </w:r>
            <w:r w:rsidR="0076657C">
              <w:rPr>
                <w:rtl/>
              </w:rPr>
              <w:t xml:space="preserve"> </w:t>
            </w:r>
            <w:r w:rsidRPr="00A0264F">
              <w:rPr>
                <w:rtl/>
              </w:rPr>
              <w:t>مخلّدا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أم</w:t>
            </w:r>
            <w:r>
              <w:rPr>
                <w:rtl/>
              </w:rPr>
              <w:t xml:space="preserve"> </w:t>
            </w:r>
            <w:r w:rsidRPr="00A0264F">
              <w:rPr>
                <w:rtl/>
              </w:rPr>
              <w:t>بـالـفناءِ</w:t>
            </w:r>
            <w:r w:rsidR="0076657C">
              <w:rPr>
                <w:rtl/>
              </w:rPr>
              <w:t xml:space="preserve"> </w:t>
            </w:r>
            <w:r w:rsidRPr="00A0264F">
              <w:rPr>
                <w:rtl/>
              </w:rPr>
              <w:t>وكــلّ</w:t>
            </w:r>
            <w:r w:rsidR="0076657C">
              <w:rPr>
                <w:rtl/>
              </w:rPr>
              <w:t xml:space="preserve"> </w:t>
            </w:r>
            <w:r w:rsidRPr="00A0264F">
              <w:rPr>
                <w:rtl/>
              </w:rPr>
              <w:t>حــيٍّ</w:t>
            </w:r>
            <w:r w:rsidR="0076657C">
              <w:rPr>
                <w:rtl/>
              </w:rPr>
              <w:t xml:space="preserve"> </w:t>
            </w:r>
            <w:r w:rsidRPr="00A0264F">
              <w:rPr>
                <w:rtl/>
              </w:rPr>
              <w:t>فـانِ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أم</w:t>
            </w:r>
            <w:r w:rsidR="0076657C">
              <w:rPr>
                <w:rtl/>
              </w:rPr>
              <w:t xml:space="preserve"> </w:t>
            </w:r>
            <w:r w:rsidRPr="00A0264F">
              <w:rPr>
                <w:rtl/>
              </w:rPr>
              <w:t>بـانـتقالكَ</w:t>
            </w:r>
            <w:r w:rsidR="0076657C">
              <w:rPr>
                <w:rtl/>
              </w:rPr>
              <w:t xml:space="preserve"> </w:t>
            </w:r>
            <w:r w:rsidRPr="00A0264F">
              <w:rPr>
                <w:rtl/>
              </w:rPr>
              <w:t>مـن</w:t>
            </w:r>
            <w:r w:rsidR="0076657C">
              <w:rPr>
                <w:rtl/>
              </w:rPr>
              <w:t xml:space="preserve"> </w:t>
            </w:r>
            <w:r w:rsidRPr="00A0264F">
              <w:rPr>
                <w:rtl/>
              </w:rPr>
              <w:t>مـجاورةِ</w:t>
            </w:r>
            <w:r w:rsidR="0076657C">
              <w:rPr>
                <w:rtl/>
              </w:rPr>
              <w:t xml:space="preserve"> </w:t>
            </w:r>
            <w:r w:rsidRPr="00A0264F">
              <w:rPr>
                <w:rtl/>
              </w:rPr>
              <w:t>الـعنا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والـهـمِّ</w:t>
            </w:r>
            <w:r>
              <w:rPr>
                <w:rtl/>
              </w:rPr>
              <w:t xml:space="preserve"> </w:t>
            </w:r>
            <w:r w:rsidRPr="00A0264F">
              <w:rPr>
                <w:rtl/>
              </w:rPr>
              <w:t>نـحو</w:t>
            </w:r>
            <w:r w:rsidR="0076657C">
              <w:rPr>
                <w:rtl/>
              </w:rPr>
              <w:t xml:space="preserve"> </w:t>
            </w:r>
            <w:r w:rsidRPr="00A0264F">
              <w:rPr>
                <w:rtl/>
              </w:rPr>
              <w:t>الـروحِ</w:t>
            </w:r>
            <w:r w:rsidR="0076657C">
              <w:rPr>
                <w:rtl/>
              </w:rPr>
              <w:t xml:space="preserve"> </w:t>
            </w:r>
            <w:r w:rsidRPr="00A0264F">
              <w:rPr>
                <w:rtl/>
              </w:rPr>
              <w:t>والـريحانِ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فـلـيشمتوا</w:t>
            </w:r>
            <w:r>
              <w:rPr>
                <w:rtl/>
              </w:rPr>
              <w:t xml:space="preserve"> </w:t>
            </w:r>
            <w:r w:rsidRPr="00A0264F">
              <w:rPr>
                <w:rtl/>
              </w:rPr>
              <w:t>فـمـصابُ</w:t>
            </w:r>
            <w:r w:rsidR="0076657C">
              <w:rPr>
                <w:rtl/>
              </w:rPr>
              <w:t xml:space="preserve"> </w:t>
            </w:r>
            <w:r w:rsidRPr="00A0264F">
              <w:rPr>
                <w:rtl/>
              </w:rPr>
              <w:t>آلِ</w:t>
            </w:r>
            <w:r w:rsidR="0076657C">
              <w:rPr>
                <w:rtl/>
              </w:rPr>
              <w:t xml:space="preserve"> </w:t>
            </w:r>
            <w:r w:rsidRPr="00A0264F">
              <w:rPr>
                <w:rtl/>
              </w:rPr>
              <w:t>مـحمّد</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مـمّـا</w:t>
            </w:r>
            <w:r>
              <w:rPr>
                <w:rtl/>
              </w:rPr>
              <w:t xml:space="preserve"> </w:t>
            </w:r>
            <w:r w:rsidRPr="00A0264F">
              <w:rPr>
                <w:rtl/>
              </w:rPr>
              <w:t>يُـسَـرُّ</w:t>
            </w:r>
            <w:r w:rsidR="0076657C">
              <w:rPr>
                <w:rtl/>
              </w:rPr>
              <w:t xml:space="preserve"> </w:t>
            </w:r>
            <w:r w:rsidRPr="00A0264F">
              <w:rPr>
                <w:rtl/>
              </w:rPr>
              <w:t>بـهِ</w:t>
            </w:r>
            <w:r w:rsidR="0076657C">
              <w:rPr>
                <w:rtl/>
              </w:rPr>
              <w:t xml:space="preserve"> </w:t>
            </w:r>
            <w:r w:rsidRPr="00A0264F">
              <w:rPr>
                <w:rtl/>
              </w:rPr>
              <w:t>بـنو</w:t>
            </w:r>
            <w:r w:rsidR="0076657C">
              <w:rPr>
                <w:rtl/>
              </w:rPr>
              <w:t xml:space="preserve"> </w:t>
            </w:r>
            <w:r w:rsidRPr="00A0264F">
              <w:rPr>
                <w:rtl/>
              </w:rPr>
              <w:t>مـروانِ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إن</w:t>
            </w:r>
            <w:r>
              <w:rPr>
                <w:rtl/>
              </w:rPr>
              <w:t xml:space="preserve"> </w:t>
            </w:r>
            <w:r w:rsidRPr="00A0264F">
              <w:rPr>
                <w:rtl/>
              </w:rPr>
              <w:t>يـشمتوا</w:t>
            </w:r>
            <w:r w:rsidR="0076657C">
              <w:rPr>
                <w:rtl/>
              </w:rPr>
              <w:t xml:space="preserve"> </w:t>
            </w:r>
            <w:r w:rsidRPr="00A0264F">
              <w:rPr>
                <w:rtl/>
              </w:rPr>
              <w:t>فـلقد</w:t>
            </w:r>
            <w:r w:rsidR="0076657C">
              <w:rPr>
                <w:rtl/>
              </w:rPr>
              <w:t xml:space="preserve"> </w:t>
            </w:r>
            <w:r w:rsidRPr="00A0264F">
              <w:rPr>
                <w:rtl/>
              </w:rPr>
              <w:t>رغـمتَ</w:t>
            </w:r>
            <w:r w:rsidR="0076657C">
              <w:rPr>
                <w:rtl/>
              </w:rPr>
              <w:t xml:space="preserve"> </w:t>
            </w:r>
            <w:r w:rsidRPr="00A0264F">
              <w:rPr>
                <w:rtl/>
              </w:rPr>
              <w:t>أنـوفهم</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بـمـفاخرٍ</w:t>
            </w:r>
            <w:r w:rsidR="0076657C">
              <w:rPr>
                <w:rtl/>
              </w:rPr>
              <w:t xml:space="preserve"> </w:t>
            </w:r>
            <w:r w:rsidRPr="00A0264F">
              <w:rPr>
                <w:rtl/>
              </w:rPr>
              <w:t>شـهـدت</w:t>
            </w:r>
            <w:r w:rsidR="0076657C">
              <w:rPr>
                <w:rtl/>
              </w:rPr>
              <w:t xml:space="preserve"> </w:t>
            </w:r>
            <w:r w:rsidRPr="00A0264F">
              <w:rPr>
                <w:rtl/>
              </w:rPr>
              <w:t>بـها</w:t>
            </w:r>
            <w:r w:rsidR="0076657C">
              <w:rPr>
                <w:rtl/>
              </w:rPr>
              <w:t xml:space="preserve"> </w:t>
            </w:r>
            <w:r w:rsidRPr="00A0264F">
              <w:rPr>
                <w:rtl/>
              </w:rPr>
              <w:t>الـثقلانِ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قـد</w:t>
            </w:r>
            <w:r>
              <w:rPr>
                <w:rtl/>
              </w:rPr>
              <w:t xml:space="preserve"> </w:t>
            </w:r>
            <w:r w:rsidRPr="00A0264F">
              <w:rPr>
                <w:rtl/>
              </w:rPr>
              <w:t>عـادَ</w:t>
            </w:r>
            <w:r w:rsidR="0076657C">
              <w:rPr>
                <w:rtl/>
              </w:rPr>
              <w:t xml:space="preserve"> </w:t>
            </w:r>
            <w:r w:rsidRPr="00A0264F">
              <w:rPr>
                <w:rtl/>
              </w:rPr>
              <w:t>حـزنكَ</w:t>
            </w:r>
            <w:r w:rsidR="0076657C">
              <w:rPr>
                <w:rtl/>
              </w:rPr>
              <w:t xml:space="preserve"> </w:t>
            </w:r>
            <w:r w:rsidRPr="00A0264F">
              <w:rPr>
                <w:rtl/>
              </w:rPr>
              <w:t>مـلَ</w:t>
            </w:r>
            <w:r w:rsidR="0076657C">
              <w:rPr>
                <w:rtl/>
              </w:rPr>
              <w:t xml:space="preserve"> </w:t>
            </w:r>
            <w:r w:rsidRPr="00A0264F">
              <w:rPr>
                <w:rtl/>
              </w:rPr>
              <w:t>كلّ</w:t>
            </w:r>
            <w:r w:rsidR="0076657C">
              <w:rPr>
                <w:rtl/>
              </w:rPr>
              <w:t xml:space="preserve"> </w:t>
            </w:r>
            <w:r w:rsidRPr="00A0264F">
              <w:rPr>
                <w:rtl/>
              </w:rPr>
              <w:t>حشاشة</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وجـمـيلُ</w:t>
            </w:r>
            <w:r w:rsidR="0076657C">
              <w:rPr>
                <w:rtl/>
              </w:rPr>
              <w:t xml:space="preserve"> </w:t>
            </w:r>
            <w:r w:rsidRPr="00A0264F">
              <w:rPr>
                <w:rtl/>
              </w:rPr>
              <w:t>ذكـرك</w:t>
            </w:r>
            <w:r w:rsidR="0076657C">
              <w:rPr>
                <w:rtl/>
              </w:rPr>
              <w:t xml:space="preserve"> </w:t>
            </w:r>
            <w:r w:rsidRPr="00A0264F">
              <w:rPr>
                <w:rtl/>
              </w:rPr>
              <w:t>وردَ</w:t>
            </w:r>
            <w:r w:rsidR="0076657C">
              <w:rPr>
                <w:rtl/>
              </w:rPr>
              <w:t xml:space="preserve"> </w:t>
            </w:r>
            <w:r w:rsidRPr="00A0264F">
              <w:rPr>
                <w:rtl/>
              </w:rPr>
              <w:t>كـلّ</w:t>
            </w:r>
            <w:r w:rsidR="0076657C">
              <w:rPr>
                <w:rtl/>
              </w:rPr>
              <w:t xml:space="preserve"> </w:t>
            </w:r>
            <w:r w:rsidRPr="00A0264F">
              <w:rPr>
                <w:rtl/>
              </w:rPr>
              <w:t>لـسانِ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فـارقتنا</w:t>
            </w:r>
            <w:r w:rsidR="0076657C">
              <w:rPr>
                <w:rtl/>
              </w:rPr>
              <w:t xml:space="preserve"> </w:t>
            </w:r>
            <w:r w:rsidRPr="00A0264F">
              <w:rPr>
                <w:rtl/>
              </w:rPr>
              <w:t>فـي</w:t>
            </w:r>
            <w:r w:rsidR="0076657C">
              <w:rPr>
                <w:rtl/>
              </w:rPr>
              <w:t xml:space="preserve"> </w:t>
            </w:r>
            <w:r w:rsidRPr="00A0264F">
              <w:rPr>
                <w:rtl/>
              </w:rPr>
              <w:t>شـهرِ</w:t>
            </w:r>
            <w:r w:rsidR="0076657C">
              <w:rPr>
                <w:rtl/>
              </w:rPr>
              <w:t xml:space="preserve"> </w:t>
            </w:r>
            <w:r w:rsidRPr="00A0264F">
              <w:rPr>
                <w:rtl/>
              </w:rPr>
              <w:t>عـاشوراء</w:t>
            </w:r>
            <w:r w:rsidR="0076657C">
              <w:rPr>
                <w:rtl/>
              </w:rPr>
              <w:t xml:space="preserve"> </w:t>
            </w:r>
            <w:r w:rsidRPr="00A0264F">
              <w:rPr>
                <w:rtl/>
              </w:rPr>
              <w:t>فـا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تـصلتْ</w:t>
            </w:r>
            <w:r>
              <w:rPr>
                <w:rtl/>
              </w:rPr>
              <w:t xml:space="preserve"> </w:t>
            </w:r>
            <w:r w:rsidRPr="00A0264F">
              <w:rPr>
                <w:rtl/>
              </w:rPr>
              <w:t>بـهِ</w:t>
            </w:r>
            <w:r w:rsidR="0076657C">
              <w:rPr>
                <w:rtl/>
              </w:rPr>
              <w:t xml:space="preserve"> </w:t>
            </w:r>
            <w:r w:rsidRPr="00A0264F">
              <w:rPr>
                <w:rtl/>
              </w:rPr>
              <w:t>الأحـزانُ</w:t>
            </w:r>
            <w:r w:rsidR="0076657C">
              <w:rPr>
                <w:rtl/>
              </w:rPr>
              <w:t xml:space="preserve"> </w:t>
            </w:r>
            <w:r w:rsidRPr="00A0264F">
              <w:rPr>
                <w:rtl/>
              </w:rPr>
              <w:t>بـالأحزانِ</w:t>
            </w:r>
            <w:r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C43951" w:rsidTr="00C43951">
        <w:trPr>
          <w:trHeight w:val="350"/>
        </w:trPr>
        <w:tc>
          <w:tcPr>
            <w:tcW w:w="3536" w:type="dxa"/>
          </w:tcPr>
          <w:p w:rsidR="00C43951" w:rsidRDefault="00C43951" w:rsidP="00F5394E">
            <w:pPr>
              <w:pStyle w:val="libPoem"/>
            </w:pPr>
            <w:r w:rsidRPr="00A0264F">
              <w:rPr>
                <w:rtl/>
              </w:rPr>
              <w:t>نـبـكي</w:t>
            </w:r>
            <w:r w:rsidR="0076657C">
              <w:rPr>
                <w:rtl/>
              </w:rPr>
              <w:t xml:space="preserve"> </w:t>
            </w:r>
            <w:r w:rsidRPr="00A0264F">
              <w:rPr>
                <w:rtl/>
              </w:rPr>
              <w:t>الـمغسَّلَ</w:t>
            </w:r>
            <w:r w:rsidR="0076657C">
              <w:rPr>
                <w:rtl/>
              </w:rPr>
              <w:t xml:space="preserve"> </w:t>
            </w:r>
            <w:r w:rsidRPr="00A0264F">
              <w:rPr>
                <w:rtl/>
              </w:rPr>
              <w:t>بـالقراحِ</w:t>
            </w:r>
            <w:r w:rsidR="0076657C">
              <w:rPr>
                <w:rtl/>
              </w:rPr>
              <w:t xml:space="preserve"> </w:t>
            </w:r>
            <w:r w:rsidRPr="00A0264F">
              <w:rPr>
                <w:rtl/>
              </w:rPr>
              <w:t>وتـارة</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نـبـكي</w:t>
            </w:r>
            <w:r w:rsidR="0076657C">
              <w:rPr>
                <w:rtl/>
              </w:rPr>
              <w:t xml:space="preserve"> </w:t>
            </w:r>
            <w:r w:rsidRPr="00A0264F">
              <w:rPr>
                <w:rtl/>
              </w:rPr>
              <w:t>الـمغسَّلَ</w:t>
            </w:r>
            <w:r w:rsidR="0076657C">
              <w:rPr>
                <w:rtl/>
              </w:rPr>
              <w:t xml:space="preserve"> </w:t>
            </w:r>
            <w:r w:rsidRPr="00A0264F">
              <w:rPr>
                <w:rtl/>
              </w:rPr>
              <w:t>بـالنجيعِ</w:t>
            </w:r>
            <w:r w:rsidR="0076657C">
              <w:rPr>
                <w:rtl/>
              </w:rPr>
              <w:t xml:space="preserve"> </w:t>
            </w:r>
            <w:r w:rsidRPr="00A0264F">
              <w:rPr>
                <w:rtl/>
              </w:rPr>
              <w:t>الـقاني</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ونـنـوحُ</w:t>
            </w:r>
            <w:r w:rsidR="0076657C">
              <w:rPr>
                <w:rtl/>
              </w:rPr>
              <w:t xml:space="preserve"> </w:t>
            </w:r>
            <w:r w:rsidRPr="00A0264F">
              <w:rPr>
                <w:rtl/>
              </w:rPr>
              <w:t>لـلـمطويِّ</w:t>
            </w:r>
            <w:r w:rsidR="0076657C">
              <w:rPr>
                <w:rtl/>
              </w:rPr>
              <w:t xml:space="preserve"> </w:t>
            </w:r>
            <w:r w:rsidRPr="00A0264F">
              <w:rPr>
                <w:rtl/>
              </w:rPr>
              <w:t>فـي</w:t>
            </w:r>
            <w:r w:rsidR="0076657C">
              <w:rPr>
                <w:rtl/>
              </w:rPr>
              <w:t xml:space="preserve"> </w:t>
            </w:r>
            <w:r w:rsidRPr="00A0264F">
              <w:rPr>
                <w:rtl/>
              </w:rPr>
              <w:t>أكـفانه</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أمْ</w:t>
            </w:r>
            <w:r>
              <w:rPr>
                <w:rtl/>
              </w:rPr>
              <w:t xml:space="preserve"> </w:t>
            </w:r>
            <w:r w:rsidRPr="00A0264F">
              <w:rPr>
                <w:rtl/>
              </w:rPr>
              <w:t>لـلـطريحِ</w:t>
            </w:r>
            <w:r w:rsidR="0076657C">
              <w:rPr>
                <w:rtl/>
              </w:rPr>
              <w:t xml:space="preserve"> </w:t>
            </w:r>
            <w:r w:rsidRPr="00A0264F">
              <w:rPr>
                <w:rtl/>
              </w:rPr>
              <w:t>لـقـىً</w:t>
            </w:r>
            <w:r w:rsidR="0076657C">
              <w:rPr>
                <w:rtl/>
              </w:rPr>
              <w:t xml:space="preserve"> </w:t>
            </w:r>
            <w:r w:rsidRPr="00A0264F">
              <w:rPr>
                <w:rtl/>
              </w:rPr>
              <w:t>بـلا</w:t>
            </w:r>
            <w:r w:rsidR="0076657C">
              <w:rPr>
                <w:rtl/>
              </w:rPr>
              <w:t xml:space="preserve"> </w:t>
            </w:r>
            <w:r w:rsidRPr="00A0264F">
              <w:rPr>
                <w:rtl/>
              </w:rPr>
              <w:t>أكـفانِ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أمْ</w:t>
            </w:r>
            <w:r w:rsidR="0076657C">
              <w:rPr>
                <w:rtl/>
              </w:rPr>
              <w:t xml:space="preserve"> </w:t>
            </w:r>
            <w:r w:rsidRPr="00A0264F">
              <w:rPr>
                <w:rtl/>
              </w:rPr>
              <w:t>لـلـمقلّبِ</w:t>
            </w:r>
            <w:r w:rsidR="0076657C">
              <w:rPr>
                <w:rtl/>
              </w:rPr>
              <w:t xml:space="preserve"> </w:t>
            </w:r>
            <w:r w:rsidRPr="00A0264F">
              <w:rPr>
                <w:rtl/>
              </w:rPr>
              <w:t>بـالأكـفّ</w:t>
            </w:r>
            <w:r w:rsidR="0076657C">
              <w:rPr>
                <w:rtl/>
              </w:rPr>
              <w:t xml:space="preserve"> </w:t>
            </w:r>
            <w:r w:rsidRPr="00A0264F">
              <w:rPr>
                <w:rtl/>
              </w:rPr>
              <w:t>أمْ</w:t>
            </w:r>
            <w:r w:rsidR="0076657C">
              <w:rPr>
                <w:rtl/>
              </w:rPr>
              <w:t xml:space="preserve"> </w:t>
            </w:r>
            <w:r w:rsidRPr="00A0264F">
              <w:rPr>
                <w:rtl/>
              </w:rPr>
              <w:t>الــذي</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قــد</w:t>
            </w:r>
            <w:r w:rsidR="0076657C">
              <w:rPr>
                <w:rtl/>
              </w:rPr>
              <w:t xml:space="preserve"> </w:t>
            </w:r>
            <w:r w:rsidRPr="00A0264F">
              <w:rPr>
                <w:rtl/>
              </w:rPr>
              <w:t>قـلَّـبتهُ</w:t>
            </w:r>
            <w:r w:rsidR="0076657C">
              <w:rPr>
                <w:rtl/>
              </w:rPr>
              <w:t xml:space="preserve"> </w:t>
            </w:r>
            <w:r w:rsidRPr="00A0264F">
              <w:rPr>
                <w:rtl/>
              </w:rPr>
              <w:t>الـخـيلُ</w:t>
            </w:r>
            <w:r w:rsidR="0076657C">
              <w:rPr>
                <w:rtl/>
              </w:rPr>
              <w:t xml:space="preserve"> </w:t>
            </w:r>
            <w:r w:rsidRPr="00A0264F">
              <w:rPr>
                <w:rtl/>
              </w:rPr>
              <w:t>بـالجَوَلانِ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أمْ</w:t>
            </w:r>
            <w:r>
              <w:rPr>
                <w:rtl/>
              </w:rPr>
              <w:t xml:space="preserve"> </w:t>
            </w:r>
            <w:r w:rsidRPr="00A0264F">
              <w:rPr>
                <w:rtl/>
              </w:rPr>
              <w:t>لـلـمشيَّعِ</w:t>
            </w:r>
            <w:r w:rsidR="0076657C">
              <w:rPr>
                <w:rtl/>
              </w:rPr>
              <w:t xml:space="preserve"> </w:t>
            </w:r>
            <w:r w:rsidRPr="00A0264F">
              <w:rPr>
                <w:rtl/>
              </w:rPr>
              <w:t>بـالـسريرِ</w:t>
            </w:r>
            <w:r w:rsidR="0076657C">
              <w:rPr>
                <w:rtl/>
              </w:rPr>
              <w:t xml:space="preserve"> </w:t>
            </w:r>
            <w:r w:rsidRPr="00A0264F">
              <w:rPr>
                <w:rtl/>
              </w:rPr>
              <w:t>أو</w:t>
            </w:r>
            <w:r w:rsidR="0076657C">
              <w:rPr>
                <w:rtl/>
              </w:rPr>
              <w:t xml:space="preserve"> </w:t>
            </w:r>
            <w:r w:rsidRPr="00A0264F">
              <w:rPr>
                <w:rtl/>
              </w:rPr>
              <w:t>الـذي</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فـي</w:t>
            </w:r>
            <w:r w:rsidR="0076657C">
              <w:rPr>
                <w:rtl/>
              </w:rPr>
              <w:t xml:space="preserve"> </w:t>
            </w:r>
            <w:r w:rsidRPr="00A0264F">
              <w:rPr>
                <w:rtl/>
              </w:rPr>
              <w:t>رأسـهِ</w:t>
            </w:r>
            <w:r w:rsidR="0076657C">
              <w:rPr>
                <w:rtl/>
              </w:rPr>
              <w:t xml:space="preserve"> </w:t>
            </w:r>
            <w:r w:rsidRPr="00A0264F">
              <w:rPr>
                <w:rtl/>
              </w:rPr>
              <w:t>طـافوا</w:t>
            </w:r>
            <w:r w:rsidR="0076657C">
              <w:rPr>
                <w:rtl/>
              </w:rPr>
              <w:t xml:space="preserve"> </w:t>
            </w:r>
            <w:r w:rsidRPr="00A0264F">
              <w:rPr>
                <w:rtl/>
              </w:rPr>
              <w:t>بـرأسِ</w:t>
            </w:r>
            <w:r w:rsidR="0076657C">
              <w:rPr>
                <w:rtl/>
              </w:rPr>
              <w:t xml:space="preserve"> </w:t>
            </w:r>
            <w:r w:rsidRPr="00A0264F">
              <w:rPr>
                <w:rtl/>
              </w:rPr>
              <w:t>سـنانِ</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أمْ</w:t>
            </w:r>
            <w:r>
              <w:rPr>
                <w:rtl/>
              </w:rPr>
              <w:t xml:space="preserve"> </w:t>
            </w:r>
            <w:r w:rsidRPr="00A0264F">
              <w:rPr>
                <w:rtl/>
              </w:rPr>
              <w:t>لـلموارى</w:t>
            </w:r>
            <w:r w:rsidR="0076657C">
              <w:rPr>
                <w:rtl/>
              </w:rPr>
              <w:t xml:space="preserve"> </w:t>
            </w:r>
            <w:r w:rsidRPr="00A0264F">
              <w:rPr>
                <w:rtl/>
              </w:rPr>
              <w:t>فـي</w:t>
            </w:r>
            <w:r w:rsidR="0076657C">
              <w:rPr>
                <w:rtl/>
              </w:rPr>
              <w:t xml:space="preserve"> </w:t>
            </w:r>
            <w:r w:rsidRPr="00A0264F">
              <w:rPr>
                <w:rtl/>
              </w:rPr>
              <w:t>الـترابِ</w:t>
            </w:r>
            <w:r w:rsidR="0076657C">
              <w:rPr>
                <w:rtl/>
              </w:rPr>
              <w:t xml:space="preserve"> </w:t>
            </w:r>
            <w:r w:rsidRPr="00A0264F">
              <w:rPr>
                <w:rtl/>
              </w:rPr>
              <w:t>أمْ</w:t>
            </w:r>
            <w:r w:rsidR="0076657C">
              <w:rPr>
                <w:rtl/>
              </w:rPr>
              <w:t xml:space="preserve"> </w:t>
            </w:r>
            <w:r w:rsidRPr="00A0264F">
              <w:rPr>
                <w:rtl/>
              </w:rPr>
              <w:t>الذي</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أمـسى</w:t>
            </w:r>
            <w:r>
              <w:rPr>
                <w:rtl/>
              </w:rPr>
              <w:t xml:space="preserve"> </w:t>
            </w:r>
            <w:r w:rsidRPr="00A0264F">
              <w:rPr>
                <w:rtl/>
              </w:rPr>
              <w:t>بـلا</w:t>
            </w:r>
            <w:r w:rsidR="0076657C">
              <w:rPr>
                <w:rtl/>
              </w:rPr>
              <w:t xml:space="preserve"> </w:t>
            </w:r>
            <w:r w:rsidRPr="00A0264F">
              <w:rPr>
                <w:rtl/>
              </w:rPr>
              <w:t>دفـنٍ</w:t>
            </w:r>
            <w:r w:rsidR="0076657C">
              <w:rPr>
                <w:rtl/>
              </w:rPr>
              <w:t xml:space="preserve"> </w:t>
            </w:r>
            <w:r w:rsidRPr="00A0264F">
              <w:rPr>
                <w:rtl/>
              </w:rPr>
              <w:t>عـلى</w:t>
            </w:r>
            <w:r w:rsidR="0076657C">
              <w:rPr>
                <w:rtl/>
              </w:rPr>
              <w:t xml:space="preserve"> </w:t>
            </w:r>
            <w:r w:rsidRPr="00A0264F">
              <w:rPr>
                <w:rtl/>
              </w:rPr>
              <w:t>الـكثبانِ</w:t>
            </w:r>
            <w:r w:rsidRPr="00725071">
              <w:rPr>
                <w:rStyle w:val="libPoemTiniChar0"/>
                <w:rtl/>
              </w:rPr>
              <w:br/>
              <w:t> </w:t>
            </w:r>
          </w:p>
        </w:tc>
      </w:tr>
    </w:tbl>
    <w:p w:rsidR="00A5546B" w:rsidRDefault="00A5546B" w:rsidP="00A5546B">
      <w:pPr>
        <w:pStyle w:val="libNormal"/>
        <w:rPr>
          <w:rtl/>
        </w:rPr>
      </w:pPr>
      <w:r>
        <w:rPr>
          <w:rtl/>
        </w:rPr>
        <w:br w:type="page"/>
      </w:r>
    </w:p>
    <w:p w:rsidR="00A0264F" w:rsidRPr="00A5546B" w:rsidRDefault="00A0264F" w:rsidP="00A5546B">
      <w:pPr>
        <w:pStyle w:val="Heading3Center"/>
      </w:pPr>
      <w:bookmarkStart w:id="82" w:name="_Toc430519780"/>
      <w:r w:rsidRPr="00A0264F">
        <w:rPr>
          <w:rtl/>
        </w:rPr>
        <w:t>كنت ذا همَّةٍ</w:t>
      </w:r>
      <w:bookmarkStart w:id="83" w:name="كنت_ذاهمة"/>
      <w:bookmarkEnd w:id="83"/>
      <w:r w:rsidRPr="00A0264F">
        <w:rPr>
          <w:rStyle w:val="libFootnotenumChar"/>
          <w:rtl/>
        </w:rPr>
        <w:t>(1)</w:t>
      </w:r>
      <w:bookmarkEnd w:id="82"/>
    </w:p>
    <w:tbl>
      <w:tblPr>
        <w:tblStyle w:val="TableGrid"/>
        <w:bidiVisual/>
        <w:tblW w:w="4562" w:type="pct"/>
        <w:tblInd w:w="384" w:type="dxa"/>
        <w:tblLook w:val="04A0"/>
      </w:tblPr>
      <w:tblGrid>
        <w:gridCol w:w="3536"/>
        <w:gridCol w:w="272"/>
        <w:gridCol w:w="3502"/>
      </w:tblGrid>
      <w:tr w:rsidR="00C43951" w:rsidTr="00C43951">
        <w:trPr>
          <w:trHeight w:val="350"/>
        </w:trPr>
        <w:tc>
          <w:tcPr>
            <w:tcW w:w="3536" w:type="dxa"/>
          </w:tcPr>
          <w:p w:rsidR="00C43951" w:rsidRDefault="00C43951" w:rsidP="00F5394E">
            <w:pPr>
              <w:pStyle w:val="libPoem"/>
            </w:pPr>
            <w:r w:rsidRPr="00A0264F">
              <w:rPr>
                <w:rtl/>
              </w:rPr>
              <w:t>كـلما</w:t>
            </w:r>
            <w:r w:rsidR="0076657C">
              <w:rPr>
                <w:rtl/>
              </w:rPr>
              <w:t xml:space="preserve"> </w:t>
            </w:r>
            <w:r w:rsidRPr="00A0264F">
              <w:rPr>
                <w:rtl/>
              </w:rPr>
              <w:t>عـن</w:t>
            </w:r>
            <w:r w:rsidR="0076657C">
              <w:rPr>
                <w:rtl/>
              </w:rPr>
              <w:t xml:space="preserve"> </w:t>
            </w:r>
            <w:r w:rsidRPr="00A0264F">
              <w:rPr>
                <w:rtl/>
              </w:rPr>
              <w:t>رثائك</w:t>
            </w:r>
            <w:r w:rsidR="0076657C">
              <w:rPr>
                <w:rtl/>
              </w:rPr>
              <w:t xml:space="preserve"> </w:t>
            </w:r>
            <w:r w:rsidRPr="00A0264F">
              <w:rPr>
                <w:rtl/>
              </w:rPr>
              <w:t>الفكر</w:t>
            </w:r>
            <w:r w:rsidR="0076657C">
              <w:rPr>
                <w:rtl/>
              </w:rPr>
              <w:t xml:space="preserve"> </w:t>
            </w:r>
            <w:r w:rsidRPr="00A0264F">
              <w:rPr>
                <w:rtl/>
              </w:rPr>
              <w:t>كلا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أسـعد</w:t>
            </w:r>
            <w:r>
              <w:rPr>
                <w:rtl/>
              </w:rPr>
              <w:t xml:space="preserve"> </w:t>
            </w:r>
            <w:r w:rsidRPr="00A0264F">
              <w:rPr>
                <w:rtl/>
              </w:rPr>
              <w:t>الدمع</w:t>
            </w:r>
            <w:r w:rsidR="0076657C">
              <w:rPr>
                <w:rtl/>
              </w:rPr>
              <w:t xml:space="preserve"> </w:t>
            </w:r>
            <w:r w:rsidRPr="00A0264F">
              <w:rPr>
                <w:rtl/>
              </w:rPr>
              <w:t>مقولي</w:t>
            </w:r>
            <w:r w:rsidR="0076657C">
              <w:rPr>
                <w:rtl/>
              </w:rPr>
              <w:t xml:space="preserve"> </w:t>
            </w:r>
            <w:r w:rsidRPr="00A0264F">
              <w:rPr>
                <w:rtl/>
              </w:rPr>
              <w:t>فاستهلا</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لا</w:t>
            </w:r>
            <w:r>
              <w:rPr>
                <w:rtl/>
              </w:rPr>
              <w:t xml:space="preserve"> </w:t>
            </w:r>
            <w:r w:rsidRPr="00A0264F">
              <w:rPr>
                <w:rtl/>
              </w:rPr>
              <w:t>أقـولُ</w:t>
            </w:r>
            <w:r w:rsidR="0076657C">
              <w:rPr>
                <w:rtl/>
              </w:rPr>
              <w:t xml:space="preserve"> </w:t>
            </w:r>
            <w:r w:rsidRPr="00A0264F">
              <w:rPr>
                <w:rtl/>
              </w:rPr>
              <w:t>الديارَ</w:t>
            </w:r>
            <w:r w:rsidR="0076657C">
              <w:rPr>
                <w:rtl/>
              </w:rPr>
              <w:t xml:space="preserve"> </w:t>
            </w:r>
            <w:r w:rsidRPr="00A0264F">
              <w:rPr>
                <w:rtl/>
              </w:rPr>
              <w:t>بعدكَ</w:t>
            </w:r>
            <w:r w:rsidR="0076657C">
              <w:rPr>
                <w:rtl/>
              </w:rPr>
              <w:t xml:space="preserve"> </w:t>
            </w:r>
            <w:r w:rsidRPr="00A0264F">
              <w:rPr>
                <w:rtl/>
              </w:rPr>
              <w:t>أقوتْ</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أَوَ هل</w:t>
            </w:r>
            <w:r w:rsidR="0076657C">
              <w:rPr>
                <w:rtl/>
              </w:rPr>
              <w:t xml:space="preserve"> </w:t>
            </w:r>
            <w:r w:rsidRPr="00A0264F">
              <w:rPr>
                <w:rtl/>
              </w:rPr>
              <w:t>قد</w:t>
            </w:r>
            <w:r w:rsidR="0076657C">
              <w:rPr>
                <w:rtl/>
              </w:rPr>
              <w:t xml:space="preserve"> </w:t>
            </w:r>
            <w:r w:rsidRPr="00A0264F">
              <w:rPr>
                <w:rtl/>
              </w:rPr>
              <w:t>ألفتَ</w:t>
            </w:r>
            <w:r w:rsidR="0076657C">
              <w:rPr>
                <w:rtl/>
              </w:rPr>
              <w:t xml:space="preserve"> </w:t>
            </w:r>
            <w:r w:rsidRPr="00A0264F">
              <w:rPr>
                <w:rtl/>
              </w:rPr>
              <w:t>غيرَ</w:t>
            </w:r>
            <w:r w:rsidR="0076657C">
              <w:rPr>
                <w:rtl/>
              </w:rPr>
              <w:t xml:space="preserve"> </w:t>
            </w:r>
            <w:r w:rsidRPr="00A0264F">
              <w:rPr>
                <w:rtl/>
              </w:rPr>
              <w:t>المصلّى؟</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لا</w:t>
            </w:r>
            <w:r w:rsidR="0076657C">
              <w:rPr>
                <w:rtl/>
              </w:rPr>
              <w:t xml:space="preserve"> </w:t>
            </w:r>
            <w:r w:rsidRPr="00A0264F">
              <w:rPr>
                <w:rtl/>
              </w:rPr>
              <w:t>ولا</w:t>
            </w:r>
            <w:r w:rsidR="0076657C">
              <w:rPr>
                <w:rtl/>
              </w:rPr>
              <w:t xml:space="preserve"> </w:t>
            </w:r>
            <w:r w:rsidRPr="00A0264F">
              <w:rPr>
                <w:rtl/>
              </w:rPr>
              <w:t>بـعدكَ</w:t>
            </w:r>
            <w:r w:rsidR="0076657C">
              <w:rPr>
                <w:rtl/>
              </w:rPr>
              <w:t xml:space="preserve"> </w:t>
            </w:r>
            <w:r w:rsidRPr="00A0264F">
              <w:rPr>
                <w:rtl/>
              </w:rPr>
              <w:t>الـعبّادُ</w:t>
            </w:r>
            <w:r w:rsidR="0076657C">
              <w:rPr>
                <w:rtl/>
              </w:rPr>
              <w:t xml:space="preserve"> </w:t>
            </w:r>
            <w:r w:rsidRPr="00A0264F">
              <w:rPr>
                <w:rtl/>
              </w:rPr>
              <w:t>بـثكلٍ</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إنّـما</w:t>
            </w:r>
            <w:r>
              <w:rPr>
                <w:rtl/>
              </w:rPr>
              <w:t xml:space="preserve"> </w:t>
            </w:r>
            <w:r w:rsidRPr="00A0264F">
              <w:rPr>
                <w:rtl/>
              </w:rPr>
              <w:t>بـعدكَ</w:t>
            </w:r>
            <w:r w:rsidR="0076657C">
              <w:rPr>
                <w:rtl/>
              </w:rPr>
              <w:t xml:space="preserve"> </w:t>
            </w:r>
            <w:r w:rsidRPr="00A0264F">
              <w:rPr>
                <w:rtl/>
              </w:rPr>
              <w:t>الـعبادةُ</w:t>
            </w:r>
            <w:r w:rsidR="0076657C">
              <w:rPr>
                <w:rtl/>
              </w:rPr>
              <w:t xml:space="preserve"> </w:t>
            </w:r>
            <w:r w:rsidRPr="00A0264F">
              <w:rPr>
                <w:rtl/>
              </w:rPr>
              <w:t>ثكلى</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جارَ</w:t>
            </w:r>
            <w:r>
              <w:rPr>
                <w:rtl/>
              </w:rPr>
              <w:t xml:space="preserve"> </w:t>
            </w:r>
            <w:r w:rsidRPr="00A0264F">
              <w:rPr>
                <w:rtl/>
              </w:rPr>
              <w:t>حكمُ</w:t>
            </w:r>
            <w:r w:rsidR="0076657C">
              <w:rPr>
                <w:rtl/>
              </w:rPr>
              <w:t xml:space="preserve"> </w:t>
            </w:r>
            <w:r w:rsidRPr="00A0264F">
              <w:rPr>
                <w:rtl/>
              </w:rPr>
              <w:t>القضا</w:t>
            </w:r>
            <w:r w:rsidR="0076657C">
              <w:rPr>
                <w:rtl/>
              </w:rPr>
              <w:t xml:space="preserve"> </w:t>
            </w:r>
            <w:r w:rsidRPr="00A0264F">
              <w:rPr>
                <w:rtl/>
              </w:rPr>
              <w:t>بفقدكَ</w:t>
            </w:r>
            <w:r w:rsidR="0076657C">
              <w:rPr>
                <w:rtl/>
              </w:rPr>
              <w:t xml:space="preserve"> </w:t>
            </w:r>
            <w:r w:rsidRPr="00A0264F">
              <w:rPr>
                <w:rtl/>
              </w:rPr>
              <w:t>يا</w:t>
            </w:r>
            <w:r w:rsidR="0076657C">
              <w:rPr>
                <w:rtl/>
              </w:rPr>
              <w:t xml:space="preserve"> </w:t>
            </w:r>
            <w:r w:rsidRPr="00A0264F">
              <w:rPr>
                <w:rtl/>
              </w:rPr>
              <w:t>من</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وسعَ</w:t>
            </w:r>
            <w:r>
              <w:rPr>
                <w:rtl/>
              </w:rPr>
              <w:t xml:space="preserve"> </w:t>
            </w:r>
            <w:r w:rsidRPr="00A0264F">
              <w:rPr>
                <w:rtl/>
              </w:rPr>
              <w:t>الناسَ</w:t>
            </w:r>
            <w:r w:rsidR="0076657C">
              <w:rPr>
                <w:rtl/>
              </w:rPr>
              <w:t xml:space="preserve"> </w:t>
            </w:r>
            <w:r w:rsidRPr="00A0264F">
              <w:rPr>
                <w:rtl/>
              </w:rPr>
              <w:t>منهُ</w:t>
            </w:r>
            <w:r w:rsidR="0076657C">
              <w:rPr>
                <w:rtl/>
              </w:rPr>
              <w:t xml:space="preserve"> </w:t>
            </w:r>
            <w:r w:rsidRPr="00A0264F">
              <w:rPr>
                <w:rtl/>
              </w:rPr>
              <w:t>قسطاً</w:t>
            </w:r>
            <w:r w:rsidR="0076657C">
              <w:rPr>
                <w:rtl/>
              </w:rPr>
              <w:t xml:space="preserve"> </w:t>
            </w:r>
            <w:r w:rsidRPr="00A0264F">
              <w:rPr>
                <w:rtl/>
              </w:rPr>
              <w:t>وعدلا</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كـنتَ</w:t>
            </w:r>
            <w:r w:rsidR="0076657C">
              <w:rPr>
                <w:rtl/>
              </w:rPr>
              <w:t xml:space="preserve"> </w:t>
            </w:r>
            <w:r w:rsidRPr="00A0264F">
              <w:rPr>
                <w:rtl/>
              </w:rPr>
              <w:t>للمهتدي</w:t>
            </w:r>
            <w:r w:rsidR="0076657C">
              <w:rPr>
                <w:rtl/>
              </w:rPr>
              <w:t xml:space="preserve"> </w:t>
            </w:r>
            <w:r w:rsidRPr="00A0264F">
              <w:rPr>
                <w:rtl/>
              </w:rPr>
              <w:t>برشدكَ</w:t>
            </w:r>
            <w:r w:rsidR="0076657C">
              <w:rPr>
                <w:rtl/>
              </w:rPr>
              <w:t xml:space="preserve"> </w:t>
            </w:r>
            <w:r w:rsidRPr="00A0264F">
              <w:rPr>
                <w:rtl/>
              </w:rPr>
              <w:t>شمسا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كـنتَ</w:t>
            </w:r>
            <w:r>
              <w:rPr>
                <w:rtl/>
              </w:rPr>
              <w:t xml:space="preserve"> </w:t>
            </w:r>
            <w:r w:rsidRPr="00A0264F">
              <w:rPr>
                <w:rtl/>
              </w:rPr>
              <w:t>لـلملتجي</w:t>
            </w:r>
            <w:r w:rsidR="0076657C">
              <w:rPr>
                <w:rtl/>
              </w:rPr>
              <w:t xml:space="preserve"> </w:t>
            </w:r>
            <w:r w:rsidRPr="00A0264F">
              <w:rPr>
                <w:rtl/>
              </w:rPr>
              <w:t>بعدلكَ</w:t>
            </w:r>
            <w:r w:rsidR="0076657C">
              <w:rPr>
                <w:rtl/>
              </w:rPr>
              <w:t xml:space="preserve"> </w:t>
            </w:r>
            <w:r w:rsidRPr="00A0264F">
              <w:rPr>
                <w:rtl/>
              </w:rPr>
              <w:t>ظلا</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كـنتَ</w:t>
            </w:r>
            <w:r>
              <w:rPr>
                <w:rtl/>
              </w:rPr>
              <w:t xml:space="preserve"> </w:t>
            </w:r>
            <w:r w:rsidRPr="00A0264F">
              <w:rPr>
                <w:rtl/>
              </w:rPr>
              <w:t>لـلعلمِ</w:t>
            </w:r>
            <w:r w:rsidR="0076657C">
              <w:rPr>
                <w:rtl/>
              </w:rPr>
              <w:t xml:space="preserve"> </w:t>
            </w:r>
            <w:r w:rsidRPr="00A0264F">
              <w:rPr>
                <w:rtl/>
              </w:rPr>
              <w:t>والرشادِ</w:t>
            </w:r>
            <w:r w:rsidR="0076657C">
              <w:rPr>
                <w:rtl/>
              </w:rPr>
              <w:t xml:space="preserve"> </w:t>
            </w:r>
            <w:r w:rsidRPr="00A0264F">
              <w:rPr>
                <w:rtl/>
              </w:rPr>
              <w:t>معزّا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كـنتَ</w:t>
            </w:r>
            <w:r>
              <w:rPr>
                <w:rtl/>
              </w:rPr>
              <w:t xml:space="preserve"> </w:t>
            </w:r>
            <w:r w:rsidRPr="00A0264F">
              <w:rPr>
                <w:rtl/>
              </w:rPr>
              <w:t>لـلغيِّ</w:t>
            </w:r>
            <w:r w:rsidR="0076657C">
              <w:rPr>
                <w:rtl/>
              </w:rPr>
              <w:t xml:space="preserve"> </w:t>
            </w:r>
            <w:r w:rsidRPr="00A0264F">
              <w:rPr>
                <w:rtl/>
              </w:rPr>
              <w:t>والـعنادِ</w:t>
            </w:r>
            <w:r w:rsidR="0076657C">
              <w:rPr>
                <w:rtl/>
              </w:rPr>
              <w:t xml:space="preserve"> </w:t>
            </w:r>
            <w:r w:rsidRPr="00A0264F">
              <w:rPr>
                <w:rtl/>
              </w:rPr>
              <w:t>مُذِلا</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كنتَ</w:t>
            </w:r>
            <w:r w:rsidR="0076657C">
              <w:rPr>
                <w:rtl/>
              </w:rPr>
              <w:t xml:space="preserve"> </w:t>
            </w:r>
            <w:r w:rsidRPr="00A0264F">
              <w:rPr>
                <w:rtl/>
              </w:rPr>
              <w:t>ذا</w:t>
            </w:r>
            <w:r w:rsidR="0076657C">
              <w:rPr>
                <w:rtl/>
              </w:rPr>
              <w:t xml:space="preserve"> </w:t>
            </w:r>
            <w:r w:rsidRPr="00A0264F">
              <w:rPr>
                <w:rtl/>
              </w:rPr>
              <w:t>راحةٍ</w:t>
            </w:r>
            <w:r w:rsidR="0076657C">
              <w:rPr>
                <w:rtl/>
              </w:rPr>
              <w:t xml:space="preserve"> </w:t>
            </w:r>
            <w:r w:rsidRPr="00A0264F">
              <w:rPr>
                <w:rtl/>
              </w:rPr>
              <w:t>من</w:t>
            </w:r>
            <w:r w:rsidR="0076657C">
              <w:rPr>
                <w:rtl/>
              </w:rPr>
              <w:t xml:space="preserve"> </w:t>
            </w:r>
            <w:r w:rsidRPr="00A0264F">
              <w:rPr>
                <w:rtl/>
              </w:rPr>
              <w:t>الغيثِ</w:t>
            </w:r>
            <w:r w:rsidR="0076657C">
              <w:rPr>
                <w:rtl/>
              </w:rPr>
              <w:t xml:space="preserve"> </w:t>
            </w:r>
            <w:r w:rsidRPr="00A0264F">
              <w:rPr>
                <w:rtl/>
              </w:rPr>
              <w:t>أندى</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كنتَ</w:t>
            </w:r>
            <w:r w:rsidR="0076657C">
              <w:rPr>
                <w:rtl/>
              </w:rPr>
              <w:t xml:space="preserve"> </w:t>
            </w:r>
            <w:r w:rsidRPr="00A0264F">
              <w:rPr>
                <w:rtl/>
              </w:rPr>
              <w:t>ذا</w:t>
            </w:r>
            <w:r w:rsidR="0076657C">
              <w:rPr>
                <w:rtl/>
              </w:rPr>
              <w:t xml:space="preserve"> </w:t>
            </w:r>
            <w:r w:rsidRPr="00A0264F">
              <w:rPr>
                <w:rtl/>
              </w:rPr>
              <w:t>همّةٍ</w:t>
            </w:r>
            <w:r w:rsidR="0076657C">
              <w:rPr>
                <w:rtl/>
              </w:rPr>
              <w:t xml:space="preserve"> </w:t>
            </w:r>
            <w:r w:rsidRPr="00A0264F">
              <w:rPr>
                <w:rtl/>
              </w:rPr>
              <w:t>من</w:t>
            </w:r>
            <w:r w:rsidR="0076657C">
              <w:rPr>
                <w:rtl/>
              </w:rPr>
              <w:t xml:space="preserve"> </w:t>
            </w:r>
            <w:r w:rsidRPr="00A0264F">
              <w:rPr>
                <w:rtl/>
              </w:rPr>
              <w:t>الشهبِ</w:t>
            </w:r>
            <w:r w:rsidR="0076657C">
              <w:rPr>
                <w:rtl/>
              </w:rPr>
              <w:t xml:space="preserve"> </w:t>
            </w:r>
            <w:r w:rsidRPr="00A0264F">
              <w:rPr>
                <w:rtl/>
              </w:rPr>
              <w:t>أعلى</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كـنتَ</w:t>
            </w:r>
            <w:r w:rsidR="0076657C">
              <w:rPr>
                <w:rtl/>
              </w:rPr>
              <w:t xml:space="preserve"> </w:t>
            </w:r>
            <w:r w:rsidRPr="00A0264F">
              <w:rPr>
                <w:rtl/>
              </w:rPr>
              <w:t>ذا</w:t>
            </w:r>
            <w:r w:rsidR="0076657C">
              <w:rPr>
                <w:rtl/>
              </w:rPr>
              <w:t xml:space="preserve"> </w:t>
            </w:r>
            <w:r w:rsidRPr="00A0264F">
              <w:rPr>
                <w:rtl/>
              </w:rPr>
              <w:t>شدّة</w:t>
            </w:r>
            <w:r w:rsidR="0076657C">
              <w:rPr>
                <w:rtl/>
              </w:rPr>
              <w:t xml:space="preserve"> </w:t>
            </w:r>
            <w:r w:rsidRPr="00A0264F">
              <w:rPr>
                <w:rtl/>
              </w:rPr>
              <w:t>أمرَّ</w:t>
            </w:r>
            <w:r w:rsidR="0076657C">
              <w:rPr>
                <w:rtl/>
              </w:rPr>
              <w:t xml:space="preserve"> </w:t>
            </w:r>
            <w:r w:rsidRPr="00A0264F">
              <w:rPr>
                <w:rtl/>
              </w:rPr>
              <w:t>من</w:t>
            </w:r>
            <w:r w:rsidR="0076657C">
              <w:rPr>
                <w:rtl/>
              </w:rPr>
              <w:t xml:space="preserve"> </w:t>
            </w:r>
            <w:r w:rsidRPr="00A0264F">
              <w:rPr>
                <w:rtl/>
              </w:rPr>
              <w:t>الصبـ</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رِ</w:t>
            </w:r>
            <w:r>
              <w:rPr>
                <w:rtl/>
              </w:rPr>
              <w:t xml:space="preserve"> </w:t>
            </w:r>
            <w:r w:rsidRPr="00A0264F">
              <w:rPr>
                <w:rtl/>
              </w:rPr>
              <w:t>وذا</w:t>
            </w:r>
            <w:r w:rsidR="0076657C">
              <w:rPr>
                <w:rtl/>
              </w:rPr>
              <w:t xml:space="preserve"> </w:t>
            </w:r>
            <w:r w:rsidRPr="00A0264F">
              <w:rPr>
                <w:rtl/>
              </w:rPr>
              <w:t>رقّـةٍ</w:t>
            </w:r>
            <w:r w:rsidR="0076657C">
              <w:rPr>
                <w:rtl/>
              </w:rPr>
              <w:t xml:space="preserve"> </w:t>
            </w:r>
            <w:r w:rsidRPr="00A0264F">
              <w:rPr>
                <w:rtl/>
              </w:rPr>
              <w:t>من</w:t>
            </w:r>
            <w:r w:rsidR="0076657C">
              <w:rPr>
                <w:rtl/>
              </w:rPr>
              <w:t xml:space="preserve"> </w:t>
            </w:r>
            <w:r w:rsidRPr="00A0264F">
              <w:rPr>
                <w:rtl/>
              </w:rPr>
              <w:t>الشهدِ</w:t>
            </w:r>
            <w:r w:rsidR="0076657C">
              <w:rPr>
                <w:rtl/>
              </w:rPr>
              <w:t xml:space="preserve"> </w:t>
            </w:r>
            <w:r w:rsidRPr="00A0264F">
              <w:rPr>
                <w:rtl/>
              </w:rPr>
              <w:t>أحلى</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ولـسبعِ</w:t>
            </w:r>
            <w:r w:rsidR="0076657C">
              <w:rPr>
                <w:rtl/>
              </w:rPr>
              <w:t xml:space="preserve"> </w:t>
            </w:r>
            <w:r w:rsidRPr="00A0264F">
              <w:rPr>
                <w:rtl/>
              </w:rPr>
              <w:t>الأفلاكِ</w:t>
            </w:r>
            <w:r w:rsidR="0076657C">
              <w:rPr>
                <w:rtl/>
              </w:rPr>
              <w:t xml:space="preserve"> </w:t>
            </w:r>
            <w:r w:rsidRPr="00A0264F">
              <w:rPr>
                <w:rtl/>
              </w:rPr>
              <w:t>قد</w:t>
            </w:r>
            <w:r w:rsidR="0076657C">
              <w:rPr>
                <w:rtl/>
              </w:rPr>
              <w:t xml:space="preserve"> </w:t>
            </w:r>
            <w:r w:rsidRPr="00A0264F">
              <w:rPr>
                <w:rtl/>
              </w:rPr>
              <w:t>كنتَ</w:t>
            </w:r>
            <w:r w:rsidR="0076657C">
              <w:rPr>
                <w:rtl/>
              </w:rPr>
              <w:t xml:space="preserve"> </w:t>
            </w:r>
            <w:r w:rsidRPr="00A0264F">
              <w:rPr>
                <w:rtl/>
              </w:rPr>
              <w:t>قطبا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ولـعشرِ</w:t>
            </w:r>
            <w:r w:rsidR="0076657C">
              <w:rPr>
                <w:rtl/>
              </w:rPr>
              <w:t xml:space="preserve"> </w:t>
            </w:r>
            <w:r w:rsidRPr="00A0264F">
              <w:rPr>
                <w:rtl/>
              </w:rPr>
              <w:t>العقولِ</w:t>
            </w:r>
            <w:r w:rsidR="0076657C">
              <w:rPr>
                <w:rtl/>
              </w:rPr>
              <w:t xml:space="preserve"> </w:t>
            </w:r>
            <w:r w:rsidRPr="00A0264F">
              <w:rPr>
                <w:rtl/>
              </w:rPr>
              <w:t>قد</w:t>
            </w:r>
            <w:r w:rsidR="0076657C">
              <w:rPr>
                <w:rtl/>
              </w:rPr>
              <w:t xml:space="preserve"> </w:t>
            </w:r>
            <w:r w:rsidRPr="00A0264F">
              <w:rPr>
                <w:rtl/>
              </w:rPr>
              <w:t>كنتَ</w:t>
            </w:r>
            <w:r w:rsidR="0076657C">
              <w:rPr>
                <w:rtl/>
              </w:rPr>
              <w:t xml:space="preserve"> </w:t>
            </w:r>
            <w:r w:rsidRPr="00A0264F">
              <w:rPr>
                <w:rtl/>
              </w:rPr>
              <w:t>عقلا</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كنتَ</w:t>
            </w:r>
            <w:r>
              <w:rPr>
                <w:rtl/>
              </w:rPr>
              <w:t xml:space="preserve"> </w:t>
            </w:r>
            <w:r w:rsidRPr="00A0264F">
              <w:rPr>
                <w:rtl/>
              </w:rPr>
              <w:t>بعض</w:t>
            </w:r>
            <w:r w:rsidR="0076657C">
              <w:rPr>
                <w:rtl/>
              </w:rPr>
              <w:t xml:space="preserve"> </w:t>
            </w:r>
            <w:r w:rsidRPr="00A0264F">
              <w:rPr>
                <w:rtl/>
              </w:rPr>
              <w:t>الورى</w:t>
            </w:r>
            <w:r w:rsidR="0076657C">
              <w:rPr>
                <w:rtl/>
              </w:rPr>
              <w:t xml:space="preserve"> </w:t>
            </w:r>
            <w:r w:rsidRPr="00A0264F">
              <w:rPr>
                <w:rtl/>
              </w:rPr>
              <w:t>تُعَدُّ</w:t>
            </w:r>
            <w:r w:rsidR="0076657C">
              <w:rPr>
                <w:rtl/>
              </w:rPr>
              <w:t xml:space="preserve"> </w:t>
            </w:r>
            <w:r w:rsidRPr="00A0264F">
              <w:rPr>
                <w:rtl/>
              </w:rPr>
              <w:t>ولكن</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كنتَ</w:t>
            </w:r>
            <w:r w:rsidR="0076657C">
              <w:rPr>
                <w:rtl/>
              </w:rPr>
              <w:t xml:space="preserve"> </w:t>
            </w:r>
            <w:r w:rsidRPr="00A0264F">
              <w:rPr>
                <w:rtl/>
              </w:rPr>
              <w:t>بالفضلِ</w:t>
            </w:r>
            <w:r w:rsidR="0076657C">
              <w:rPr>
                <w:rtl/>
              </w:rPr>
              <w:t xml:space="preserve"> </w:t>
            </w:r>
            <w:r w:rsidRPr="00A0264F">
              <w:rPr>
                <w:rtl/>
              </w:rPr>
              <w:t>تعدلُ</w:t>
            </w:r>
            <w:r w:rsidR="0076657C">
              <w:rPr>
                <w:rtl/>
              </w:rPr>
              <w:t xml:space="preserve"> </w:t>
            </w:r>
            <w:r w:rsidRPr="00A0264F">
              <w:rPr>
                <w:rtl/>
              </w:rPr>
              <w:t>الناسَ</w:t>
            </w:r>
            <w:r w:rsidR="0076657C">
              <w:rPr>
                <w:rtl/>
              </w:rPr>
              <w:t xml:space="preserve"> </w:t>
            </w:r>
            <w:r w:rsidRPr="00A0264F">
              <w:rPr>
                <w:rtl/>
              </w:rPr>
              <w:t>كُلا</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مثرياً</w:t>
            </w:r>
            <w:r w:rsidR="0076657C">
              <w:rPr>
                <w:rtl/>
              </w:rPr>
              <w:t xml:space="preserve"> </w:t>
            </w:r>
            <w:r w:rsidRPr="00A0264F">
              <w:rPr>
                <w:rtl/>
              </w:rPr>
              <w:t>كنتَ</w:t>
            </w:r>
            <w:r w:rsidR="0076657C">
              <w:rPr>
                <w:rtl/>
              </w:rPr>
              <w:t xml:space="preserve"> </w:t>
            </w:r>
            <w:r w:rsidRPr="00A0264F">
              <w:rPr>
                <w:rtl/>
              </w:rPr>
              <w:t>من</w:t>
            </w:r>
            <w:r w:rsidR="0076657C">
              <w:rPr>
                <w:rtl/>
              </w:rPr>
              <w:t xml:space="preserve"> </w:t>
            </w:r>
            <w:r w:rsidRPr="00A0264F">
              <w:rPr>
                <w:rtl/>
              </w:rPr>
              <w:t>صلاحٍ</w:t>
            </w:r>
            <w:r w:rsidR="0076657C">
              <w:rPr>
                <w:rtl/>
              </w:rPr>
              <w:t xml:space="preserve"> </w:t>
            </w:r>
            <w:r w:rsidRPr="00A0264F">
              <w:rPr>
                <w:rtl/>
              </w:rPr>
              <w:t>وفضل</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ومـن</w:t>
            </w:r>
            <w:r>
              <w:rPr>
                <w:rtl/>
              </w:rPr>
              <w:t xml:space="preserve"> </w:t>
            </w:r>
            <w:r w:rsidRPr="00A0264F">
              <w:rPr>
                <w:rtl/>
              </w:rPr>
              <w:t>المالِ</w:t>
            </w:r>
            <w:r w:rsidR="0076657C">
              <w:rPr>
                <w:rtl/>
              </w:rPr>
              <w:t xml:space="preserve"> </w:t>
            </w:r>
            <w:r w:rsidRPr="00A0264F">
              <w:rPr>
                <w:rtl/>
              </w:rPr>
              <w:t>حيثُ</w:t>
            </w:r>
            <w:r w:rsidR="0076657C">
              <w:rPr>
                <w:rtl/>
              </w:rPr>
              <w:t xml:space="preserve"> </w:t>
            </w:r>
            <w:r w:rsidRPr="00A0264F">
              <w:rPr>
                <w:rtl/>
              </w:rPr>
              <w:t>يفنى</w:t>
            </w:r>
            <w:r w:rsidR="0076657C">
              <w:rPr>
                <w:rtl/>
              </w:rPr>
              <w:t xml:space="preserve"> </w:t>
            </w:r>
            <w:r w:rsidRPr="00A0264F">
              <w:rPr>
                <w:rtl/>
              </w:rPr>
              <w:t>مُقلا</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يـالخطبِ</w:t>
            </w:r>
            <w:r>
              <w:rPr>
                <w:rtl/>
              </w:rPr>
              <w:t xml:space="preserve"> </w:t>
            </w:r>
            <w:r w:rsidRPr="00A0264F">
              <w:rPr>
                <w:rtl/>
              </w:rPr>
              <w:t>دهى</w:t>
            </w:r>
            <w:r w:rsidR="0076657C">
              <w:rPr>
                <w:rtl/>
              </w:rPr>
              <w:t xml:space="preserve"> </w:t>
            </w:r>
            <w:r w:rsidRPr="00A0264F">
              <w:rPr>
                <w:rtl/>
              </w:rPr>
              <w:t>الرشادَ</w:t>
            </w:r>
            <w:r w:rsidR="0076657C">
              <w:rPr>
                <w:rtl/>
              </w:rPr>
              <w:t xml:space="preserve"> </w:t>
            </w:r>
            <w:r w:rsidRPr="00A0264F">
              <w:rPr>
                <w:rtl/>
              </w:rPr>
              <w:t>فجلا</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رحلَ</w:t>
            </w:r>
            <w:r>
              <w:rPr>
                <w:rtl/>
              </w:rPr>
              <w:t xml:space="preserve"> </w:t>
            </w:r>
            <w:r w:rsidRPr="00A0264F">
              <w:rPr>
                <w:rtl/>
              </w:rPr>
              <w:t>الزهدِ</w:t>
            </w:r>
            <w:r w:rsidR="0076657C">
              <w:rPr>
                <w:rtl/>
              </w:rPr>
              <w:t xml:space="preserve"> </w:t>
            </w:r>
            <w:r w:rsidRPr="00A0264F">
              <w:rPr>
                <w:rtl/>
              </w:rPr>
              <w:t>والتُقى</w:t>
            </w:r>
            <w:r w:rsidR="0076657C">
              <w:rPr>
                <w:rtl/>
              </w:rPr>
              <w:t xml:space="preserve"> </w:t>
            </w:r>
            <w:r w:rsidRPr="00A0264F">
              <w:rPr>
                <w:rtl/>
              </w:rPr>
              <w:t>حينَ</w:t>
            </w:r>
            <w:r w:rsidR="0076657C">
              <w:rPr>
                <w:rtl/>
              </w:rPr>
              <w:t xml:space="preserve"> </w:t>
            </w:r>
            <w:r w:rsidRPr="00A0264F">
              <w:rPr>
                <w:rtl/>
              </w:rPr>
              <w:t>حلا</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أيّ</w:t>
            </w:r>
            <w:r w:rsidR="0076657C">
              <w:rPr>
                <w:rtl/>
              </w:rPr>
              <w:t xml:space="preserve"> </w:t>
            </w:r>
            <w:r w:rsidRPr="00A0264F">
              <w:rPr>
                <w:rtl/>
              </w:rPr>
              <w:t>عـقدٍ</w:t>
            </w:r>
            <w:r w:rsidR="0076657C">
              <w:rPr>
                <w:rtl/>
              </w:rPr>
              <w:t xml:space="preserve"> </w:t>
            </w:r>
            <w:r w:rsidRPr="00A0264F">
              <w:rPr>
                <w:rtl/>
              </w:rPr>
              <w:t>بـدونهِ</w:t>
            </w:r>
            <w:r w:rsidR="0076657C">
              <w:rPr>
                <w:rtl/>
              </w:rPr>
              <w:t xml:space="preserve"> </w:t>
            </w:r>
            <w:r w:rsidRPr="00A0264F">
              <w:rPr>
                <w:rtl/>
              </w:rPr>
              <w:t>نوبُ</w:t>
            </w:r>
            <w:r w:rsidR="0076657C">
              <w:rPr>
                <w:rtl/>
              </w:rPr>
              <w:t xml:space="preserve"> </w:t>
            </w:r>
            <w:r w:rsidRPr="00A0264F">
              <w:rPr>
                <w:rtl/>
              </w:rPr>
              <w:t>الدهر</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وفـيهِ</w:t>
            </w:r>
            <w:r>
              <w:rPr>
                <w:rtl/>
              </w:rPr>
              <w:t xml:space="preserve"> </w:t>
            </w:r>
            <w:r w:rsidRPr="00A0264F">
              <w:rPr>
                <w:rtl/>
              </w:rPr>
              <w:t>جـيدُ</w:t>
            </w:r>
            <w:r w:rsidR="0076657C">
              <w:rPr>
                <w:rtl/>
              </w:rPr>
              <w:t xml:space="preserve"> </w:t>
            </w:r>
            <w:r w:rsidRPr="00A0264F">
              <w:rPr>
                <w:rtl/>
              </w:rPr>
              <w:t>الـحمامِ</w:t>
            </w:r>
            <w:r w:rsidR="0076657C">
              <w:rPr>
                <w:rtl/>
              </w:rPr>
              <w:t xml:space="preserve"> </w:t>
            </w:r>
            <w:r w:rsidRPr="00A0264F">
              <w:rPr>
                <w:rtl/>
              </w:rPr>
              <w:t>تحلَّى</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أي</w:t>
            </w:r>
            <w:r>
              <w:rPr>
                <w:rtl/>
              </w:rPr>
              <w:t xml:space="preserve"> </w:t>
            </w:r>
            <w:r w:rsidRPr="00A0264F">
              <w:rPr>
                <w:rtl/>
              </w:rPr>
              <w:t>طـودٍ</w:t>
            </w:r>
            <w:r w:rsidR="0076657C">
              <w:rPr>
                <w:rtl/>
              </w:rPr>
              <w:t xml:space="preserve"> </w:t>
            </w:r>
            <w:r w:rsidRPr="00A0264F">
              <w:rPr>
                <w:rtl/>
              </w:rPr>
              <w:t>أشمَّ</w:t>
            </w:r>
            <w:r w:rsidR="0076657C">
              <w:rPr>
                <w:rtl/>
              </w:rPr>
              <w:t xml:space="preserve"> </w:t>
            </w:r>
            <w:r w:rsidRPr="00A0264F">
              <w:rPr>
                <w:rtl/>
              </w:rPr>
              <w:t>صدَّعهُ</w:t>
            </w:r>
            <w:r w:rsidR="0076657C">
              <w:rPr>
                <w:rtl/>
              </w:rPr>
              <w:t xml:space="preserve"> </w:t>
            </w:r>
            <w:r w:rsidRPr="00A0264F">
              <w:rPr>
                <w:rtl/>
              </w:rPr>
              <w:t>الخط</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بُ</w:t>
            </w:r>
            <w:r w:rsidR="0076657C">
              <w:rPr>
                <w:rtl/>
              </w:rPr>
              <w:t xml:space="preserve"> </w:t>
            </w:r>
            <w:r w:rsidRPr="00A0264F">
              <w:rPr>
                <w:rtl/>
              </w:rPr>
              <w:t>وعرشُ</w:t>
            </w:r>
            <w:r w:rsidR="0076657C">
              <w:rPr>
                <w:rtl/>
              </w:rPr>
              <w:t xml:space="preserve"> </w:t>
            </w:r>
            <w:r w:rsidRPr="00A0264F">
              <w:rPr>
                <w:rtl/>
              </w:rPr>
              <w:t>أركانَهِ</w:t>
            </w:r>
            <w:r w:rsidR="0076657C">
              <w:rPr>
                <w:rtl/>
              </w:rPr>
              <w:t xml:space="preserve"> </w:t>
            </w:r>
            <w:r w:rsidRPr="00A0264F">
              <w:rPr>
                <w:rtl/>
              </w:rPr>
              <w:t>الحتفُ</w:t>
            </w:r>
            <w:r w:rsidR="0076657C">
              <w:rPr>
                <w:rtl/>
              </w:rPr>
              <w:t xml:space="preserve"> </w:t>
            </w:r>
            <w:r w:rsidRPr="00A0264F">
              <w:rPr>
                <w:rtl/>
              </w:rPr>
              <w:t>ثلا</w:t>
            </w:r>
            <w:r w:rsidRPr="00725071">
              <w:rPr>
                <w:rStyle w:val="libPoemTiniChar0"/>
                <w:rtl/>
              </w:rPr>
              <w:br/>
              <w:t> </w:t>
            </w:r>
          </w:p>
        </w:tc>
      </w:tr>
      <w:tr w:rsidR="00C43951" w:rsidTr="00C43951">
        <w:trPr>
          <w:trHeight w:val="350"/>
        </w:trPr>
        <w:tc>
          <w:tcPr>
            <w:tcW w:w="3536" w:type="dxa"/>
          </w:tcPr>
          <w:p w:rsidR="00C43951" w:rsidRDefault="00C43951" w:rsidP="00F5394E">
            <w:pPr>
              <w:pStyle w:val="libPoem"/>
            </w:pPr>
            <w:r w:rsidRPr="00A0264F">
              <w:rPr>
                <w:rtl/>
              </w:rPr>
              <w:t>أي</w:t>
            </w:r>
            <w:r w:rsidR="0076657C">
              <w:rPr>
                <w:rtl/>
              </w:rPr>
              <w:t xml:space="preserve"> </w:t>
            </w:r>
            <w:r w:rsidRPr="00A0264F">
              <w:rPr>
                <w:rtl/>
              </w:rPr>
              <w:t>نـجمٍ</w:t>
            </w:r>
            <w:r w:rsidR="0076657C">
              <w:rPr>
                <w:rtl/>
              </w:rPr>
              <w:t xml:space="preserve"> </w:t>
            </w:r>
            <w:r w:rsidRPr="00A0264F">
              <w:rPr>
                <w:rtl/>
              </w:rPr>
              <w:t>مـن</w:t>
            </w:r>
            <w:r w:rsidR="0076657C">
              <w:rPr>
                <w:rtl/>
              </w:rPr>
              <w:t xml:space="preserve"> </w:t>
            </w:r>
            <w:r w:rsidRPr="00A0264F">
              <w:rPr>
                <w:rtl/>
              </w:rPr>
              <w:t>الهدايةِ</w:t>
            </w:r>
            <w:r w:rsidR="0076657C">
              <w:rPr>
                <w:rtl/>
              </w:rPr>
              <w:t xml:space="preserve"> </w:t>
            </w:r>
            <w:r w:rsidRPr="00A0264F">
              <w:rPr>
                <w:rtl/>
              </w:rPr>
              <w:t>أهوى</w:t>
            </w:r>
            <w:r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C43951" w:rsidP="00F5394E">
            <w:pPr>
              <w:pStyle w:val="libPoem"/>
            </w:pPr>
            <w:r w:rsidRPr="00A0264F">
              <w:rPr>
                <w:rtl/>
              </w:rPr>
              <w:t>صـعقاً</w:t>
            </w:r>
            <w:r w:rsidR="0076657C">
              <w:rPr>
                <w:rtl/>
              </w:rPr>
              <w:t xml:space="preserve"> </w:t>
            </w:r>
            <w:r w:rsidRPr="00A0264F">
              <w:rPr>
                <w:rtl/>
              </w:rPr>
              <w:t>مـذ</w:t>
            </w:r>
            <w:r w:rsidR="0076657C">
              <w:rPr>
                <w:rtl/>
              </w:rPr>
              <w:t xml:space="preserve"> </w:t>
            </w:r>
            <w:r w:rsidRPr="00A0264F">
              <w:rPr>
                <w:rtl/>
              </w:rPr>
              <w:t>لـهُ</w:t>
            </w:r>
            <w:r w:rsidR="0076657C">
              <w:rPr>
                <w:rtl/>
              </w:rPr>
              <w:t xml:space="preserve"> </w:t>
            </w:r>
            <w:r w:rsidRPr="00A0264F">
              <w:rPr>
                <w:rtl/>
              </w:rPr>
              <w:t>الإلهُ</w:t>
            </w:r>
            <w:r w:rsidR="0076657C">
              <w:rPr>
                <w:rtl/>
              </w:rPr>
              <w:t xml:space="preserve"> </w:t>
            </w:r>
            <w:r w:rsidRPr="00A0264F">
              <w:rPr>
                <w:rtl/>
              </w:rPr>
              <w:t>تجلّى</w:t>
            </w:r>
            <w:r w:rsidRPr="00725071">
              <w:rPr>
                <w:rStyle w:val="libPoemTiniChar0"/>
                <w:rtl/>
              </w:rPr>
              <w:br/>
              <w:t> </w:t>
            </w:r>
          </w:p>
        </w:tc>
      </w:tr>
      <w:tr w:rsidR="00C43951" w:rsidTr="00C43951">
        <w:trPr>
          <w:trHeight w:val="350"/>
        </w:trPr>
        <w:tc>
          <w:tcPr>
            <w:tcW w:w="3536" w:type="dxa"/>
          </w:tcPr>
          <w:p w:rsidR="00C43951" w:rsidRDefault="00F5394E" w:rsidP="00F5394E">
            <w:pPr>
              <w:pStyle w:val="libPoem"/>
            </w:pPr>
            <w:r w:rsidRPr="00A0264F">
              <w:rPr>
                <w:rtl/>
              </w:rPr>
              <w:t>يومَ</w:t>
            </w:r>
            <w:r w:rsidR="0076657C">
              <w:rPr>
                <w:rtl/>
              </w:rPr>
              <w:t xml:space="preserve"> </w:t>
            </w:r>
            <w:r w:rsidRPr="00A0264F">
              <w:rPr>
                <w:rtl/>
              </w:rPr>
              <w:t>أضحى</w:t>
            </w:r>
            <w:r w:rsidR="0076657C">
              <w:rPr>
                <w:rtl/>
              </w:rPr>
              <w:t xml:space="preserve"> </w:t>
            </w:r>
            <w:r w:rsidRPr="00A0264F">
              <w:rPr>
                <w:rtl/>
              </w:rPr>
              <w:t>الحسينُ</w:t>
            </w:r>
            <w:r w:rsidR="0076657C">
              <w:rPr>
                <w:rtl/>
              </w:rPr>
              <w:t xml:space="preserve"> </w:t>
            </w:r>
            <w:r w:rsidRPr="00A0264F">
              <w:rPr>
                <w:rtl/>
              </w:rPr>
              <w:t>جارَ</w:t>
            </w:r>
            <w:r w:rsidR="0076657C">
              <w:rPr>
                <w:rtl/>
              </w:rPr>
              <w:t xml:space="preserve"> </w:t>
            </w:r>
            <w:r w:rsidRPr="00A0264F">
              <w:rPr>
                <w:rtl/>
              </w:rPr>
              <w:t>عليٍّ</w:t>
            </w:r>
            <w:r w:rsidR="00C43951" w:rsidRPr="00725071">
              <w:rPr>
                <w:rStyle w:val="libPoemTiniChar0"/>
                <w:rtl/>
              </w:rPr>
              <w:br/>
              <w:t> </w:t>
            </w:r>
          </w:p>
        </w:tc>
        <w:tc>
          <w:tcPr>
            <w:tcW w:w="272" w:type="dxa"/>
          </w:tcPr>
          <w:p w:rsidR="00C43951" w:rsidRDefault="00C43951" w:rsidP="00F5394E">
            <w:pPr>
              <w:pStyle w:val="libPoem"/>
              <w:rPr>
                <w:rtl/>
              </w:rPr>
            </w:pPr>
          </w:p>
        </w:tc>
        <w:tc>
          <w:tcPr>
            <w:tcW w:w="3502" w:type="dxa"/>
          </w:tcPr>
          <w:p w:rsidR="00C43951" w:rsidRDefault="00F5394E" w:rsidP="00F5394E">
            <w:pPr>
              <w:pStyle w:val="libPoem"/>
            </w:pPr>
            <w:r w:rsidRPr="00A0264F">
              <w:rPr>
                <w:rtl/>
              </w:rPr>
              <w:t>ولـطه</w:t>
            </w:r>
            <w:r>
              <w:rPr>
                <w:rtl/>
              </w:rPr>
              <w:t xml:space="preserve"> </w:t>
            </w:r>
            <w:r w:rsidRPr="00A0264F">
              <w:rPr>
                <w:rtl/>
              </w:rPr>
              <w:t>أبـقى</w:t>
            </w:r>
            <w:r w:rsidR="0076657C">
              <w:rPr>
                <w:rtl/>
              </w:rPr>
              <w:t xml:space="preserve"> </w:t>
            </w:r>
            <w:r w:rsidRPr="00A0264F">
              <w:rPr>
                <w:rtl/>
              </w:rPr>
              <w:t>شجوناً</w:t>
            </w:r>
            <w:r w:rsidR="0076657C">
              <w:rPr>
                <w:rtl/>
              </w:rPr>
              <w:t xml:space="preserve"> </w:t>
            </w:r>
            <w:r w:rsidRPr="00A0264F">
              <w:rPr>
                <w:rtl/>
              </w:rPr>
              <w:t>وثكلا</w:t>
            </w:r>
            <w:r w:rsidR="00C43951"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قالها في رثاء العالم الشهير الشيخ حسين الشيخ يعقوب آل نجف المتوفى سنة 1315 هـ أو سنة 1317 هـ. ولم نقف إلا على هذا الجزء من القصيدة</w:t>
      </w:r>
      <w:r w:rsidR="00A327D5">
        <w:rPr>
          <w:rtl/>
        </w:rPr>
        <w:t>.</w:t>
      </w:r>
    </w:p>
    <w:p w:rsidR="00A5546B" w:rsidRDefault="00A5546B" w:rsidP="00A5546B">
      <w:pPr>
        <w:pStyle w:val="libNormal"/>
      </w:pPr>
      <w:r>
        <w:rPr>
          <w:rtl/>
        </w:rPr>
        <w:br w:type="page"/>
      </w:r>
    </w:p>
    <w:p w:rsidR="00A0264F" w:rsidRPr="00A5546B" w:rsidRDefault="00A0264F" w:rsidP="00A5546B">
      <w:pPr>
        <w:pStyle w:val="Heading3Center"/>
      </w:pPr>
      <w:bookmarkStart w:id="84" w:name="كأن_السما_تبكي"/>
      <w:bookmarkStart w:id="85" w:name="_Toc430519781"/>
      <w:r w:rsidRPr="00A0264F">
        <w:rPr>
          <w:rtl/>
        </w:rPr>
        <w:t>كأنّ السما تبكي</w:t>
      </w:r>
      <w:r w:rsidRPr="00A0264F">
        <w:rPr>
          <w:rStyle w:val="libFootnotenumChar"/>
          <w:rtl/>
        </w:rPr>
        <w:t>(1)</w:t>
      </w:r>
      <w:bookmarkEnd w:id="84"/>
      <w:bookmarkEnd w:id="85"/>
    </w:p>
    <w:tbl>
      <w:tblPr>
        <w:tblStyle w:val="TableGrid"/>
        <w:bidiVisual/>
        <w:tblW w:w="4562" w:type="pct"/>
        <w:tblInd w:w="384" w:type="dxa"/>
        <w:tblLook w:val="04A0"/>
      </w:tblPr>
      <w:tblGrid>
        <w:gridCol w:w="3536"/>
        <w:gridCol w:w="272"/>
        <w:gridCol w:w="3502"/>
      </w:tblGrid>
      <w:tr w:rsidR="00F5394E" w:rsidTr="00F5394E">
        <w:trPr>
          <w:trHeight w:val="350"/>
        </w:trPr>
        <w:tc>
          <w:tcPr>
            <w:tcW w:w="3536" w:type="dxa"/>
          </w:tcPr>
          <w:p w:rsidR="00F5394E" w:rsidRDefault="00F5394E" w:rsidP="00F5394E">
            <w:pPr>
              <w:pStyle w:val="libPoem"/>
            </w:pPr>
            <w:r w:rsidRPr="00A0264F">
              <w:rPr>
                <w:rtl/>
              </w:rPr>
              <w:t>عـذرتـكَ</w:t>
            </w:r>
            <w:r>
              <w:rPr>
                <w:rtl/>
              </w:rPr>
              <w:t xml:space="preserve"> </w:t>
            </w:r>
            <w:r w:rsidRPr="00A0264F">
              <w:rPr>
                <w:rtl/>
              </w:rPr>
              <w:t>إذ</w:t>
            </w:r>
            <w:r w:rsidR="0076657C">
              <w:rPr>
                <w:rtl/>
              </w:rPr>
              <w:t xml:space="preserve"> </w:t>
            </w:r>
            <w:r w:rsidRPr="00A0264F">
              <w:rPr>
                <w:rtl/>
              </w:rPr>
              <w:t>يـنهلُّ</w:t>
            </w:r>
            <w:r w:rsidR="0076657C">
              <w:rPr>
                <w:rtl/>
              </w:rPr>
              <w:t xml:space="preserve"> </w:t>
            </w:r>
            <w:r w:rsidRPr="00A0264F">
              <w:rPr>
                <w:rtl/>
              </w:rPr>
              <w:t>دمـعكَ</w:t>
            </w:r>
            <w:r w:rsidR="0076657C">
              <w:rPr>
                <w:rtl/>
              </w:rPr>
              <w:t xml:space="preserve"> </w:t>
            </w:r>
            <w:r w:rsidRPr="00A0264F">
              <w:rPr>
                <w:rtl/>
              </w:rPr>
              <w:t>جـاريا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لـمثلِ</w:t>
            </w:r>
            <w:r w:rsidR="0076657C">
              <w:rPr>
                <w:rtl/>
              </w:rPr>
              <w:t xml:space="preserve"> </w:t>
            </w:r>
            <w:r w:rsidRPr="00A0264F">
              <w:rPr>
                <w:rtl/>
              </w:rPr>
              <w:t>حـسينٍ</w:t>
            </w:r>
            <w:r w:rsidR="0076657C">
              <w:rPr>
                <w:rtl/>
              </w:rPr>
              <w:t xml:space="preserve"> </w:t>
            </w:r>
            <w:r w:rsidRPr="00A0264F">
              <w:rPr>
                <w:rtl/>
              </w:rPr>
              <w:t>فـابكِ</w:t>
            </w:r>
            <w:r w:rsidR="0076657C">
              <w:rPr>
                <w:rtl/>
              </w:rPr>
              <w:t xml:space="preserve"> </w:t>
            </w:r>
            <w:r w:rsidRPr="00A0264F">
              <w:rPr>
                <w:rtl/>
              </w:rPr>
              <w:t>إن</w:t>
            </w:r>
            <w:r w:rsidR="0076657C">
              <w:rPr>
                <w:rtl/>
              </w:rPr>
              <w:t xml:space="preserve"> </w:t>
            </w:r>
            <w:r w:rsidRPr="00A0264F">
              <w:rPr>
                <w:rtl/>
              </w:rPr>
              <w:t>كـنتَ</w:t>
            </w:r>
            <w:r w:rsidR="0076657C">
              <w:rPr>
                <w:rtl/>
              </w:rPr>
              <w:t xml:space="preserve"> </w:t>
            </w:r>
            <w:r w:rsidRPr="00A0264F">
              <w:rPr>
                <w:rtl/>
              </w:rPr>
              <w:t>باكيا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سـأبكي</w:t>
            </w:r>
            <w:r w:rsidR="0076657C">
              <w:rPr>
                <w:rtl/>
              </w:rPr>
              <w:t xml:space="preserve"> </w:t>
            </w:r>
            <w:r w:rsidRPr="00A0264F">
              <w:rPr>
                <w:rtl/>
              </w:rPr>
              <w:t>حـسيناً</w:t>
            </w:r>
            <w:r w:rsidR="0076657C">
              <w:rPr>
                <w:rtl/>
              </w:rPr>
              <w:t xml:space="preserve"> </w:t>
            </w:r>
            <w:r w:rsidRPr="00A0264F">
              <w:rPr>
                <w:rtl/>
              </w:rPr>
              <w:t>ثاوياً</w:t>
            </w:r>
            <w:r w:rsidR="0076657C">
              <w:rPr>
                <w:rtl/>
              </w:rPr>
              <w:t xml:space="preserve"> </w:t>
            </w:r>
            <w:r w:rsidRPr="00A0264F">
              <w:rPr>
                <w:rtl/>
              </w:rPr>
              <w:t>في</w:t>
            </w:r>
            <w:r w:rsidR="0076657C">
              <w:rPr>
                <w:rtl/>
              </w:rPr>
              <w:t xml:space="preserve"> </w:t>
            </w:r>
            <w:r w:rsidRPr="00A0264F">
              <w:rPr>
                <w:rtl/>
              </w:rPr>
              <w:t>ثرى</w:t>
            </w:r>
            <w:r w:rsidR="0076657C">
              <w:rPr>
                <w:rtl/>
              </w:rPr>
              <w:t xml:space="preserve"> </w:t>
            </w:r>
            <w:r w:rsidRPr="00A0264F">
              <w:rPr>
                <w:rtl/>
              </w:rPr>
              <w:t>الحمى</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بـكائي</w:t>
            </w:r>
            <w:r w:rsidR="0076657C">
              <w:rPr>
                <w:rtl/>
              </w:rPr>
              <w:t xml:space="preserve"> </w:t>
            </w:r>
            <w:r w:rsidRPr="00A0264F">
              <w:rPr>
                <w:rtl/>
              </w:rPr>
              <w:t>حـسيناً</w:t>
            </w:r>
            <w:r w:rsidR="0076657C">
              <w:rPr>
                <w:rtl/>
              </w:rPr>
              <w:t xml:space="preserve"> </w:t>
            </w:r>
            <w:r w:rsidRPr="00A0264F">
              <w:rPr>
                <w:rtl/>
              </w:rPr>
              <w:t>فـي</w:t>
            </w:r>
            <w:r w:rsidR="0076657C">
              <w:rPr>
                <w:rtl/>
              </w:rPr>
              <w:t xml:space="preserve"> </w:t>
            </w:r>
            <w:r w:rsidRPr="00A0264F">
              <w:rPr>
                <w:rtl/>
              </w:rPr>
              <w:t>ثرى</w:t>
            </w:r>
            <w:r w:rsidR="0076657C">
              <w:rPr>
                <w:rtl/>
              </w:rPr>
              <w:t xml:space="preserve"> </w:t>
            </w:r>
            <w:r w:rsidRPr="00A0264F">
              <w:rPr>
                <w:rtl/>
              </w:rPr>
              <w:t>الطفّ</w:t>
            </w:r>
            <w:r w:rsidR="0076657C">
              <w:rPr>
                <w:rtl/>
              </w:rPr>
              <w:t xml:space="preserve"> </w:t>
            </w:r>
            <w:r w:rsidRPr="00A0264F">
              <w:rPr>
                <w:rtl/>
              </w:rPr>
              <w:t>ثاويا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وأبـكي</w:t>
            </w:r>
            <w:r>
              <w:rPr>
                <w:rtl/>
              </w:rPr>
              <w:t xml:space="preserve"> </w:t>
            </w:r>
            <w:r w:rsidRPr="00A0264F">
              <w:rPr>
                <w:rtl/>
              </w:rPr>
              <w:t>حـسيناً</w:t>
            </w:r>
            <w:r w:rsidR="0076657C">
              <w:rPr>
                <w:rtl/>
              </w:rPr>
              <w:t xml:space="preserve"> </w:t>
            </w:r>
            <w:r w:rsidRPr="00A0264F">
              <w:rPr>
                <w:rtl/>
              </w:rPr>
              <w:t>فـي</w:t>
            </w:r>
            <w:r w:rsidR="0076657C">
              <w:rPr>
                <w:rtl/>
              </w:rPr>
              <w:t xml:space="preserve"> </w:t>
            </w:r>
            <w:r w:rsidRPr="00A0264F">
              <w:rPr>
                <w:rtl/>
              </w:rPr>
              <w:t>قميصيهِ</w:t>
            </w:r>
            <w:r w:rsidR="0076657C">
              <w:rPr>
                <w:rtl/>
              </w:rPr>
              <w:t xml:space="preserve"> </w:t>
            </w:r>
            <w:r w:rsidRPr="00A0264F">
              <w:rPr>
                <w:rtl/>
              </w:rPr>
              <w:t>مدرجا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بـكائي</w:t>
            </w:r>
            <w:r w:rsidR="0076657C">
              <w:rPr>
                <w:rtl/>
              </w:rPr>
              <w:t xml:space="preserve"> </w:t>
            </w:r>
            <w:r w:rsidRPr="00A0264F">
              <w:rPr>
                <w:rtl/>
              </w:rPr>
              <w:t>حـسيناً</w:t>
            </w:r>
            <w:r w:rsidR="0076657C">
              <w:rPr>
                <w:rtl/>
              </w:rPr>
              <w:t xml:space="preserve"> </w:t>
            </w:r>
            <w:r w:rsidRPr="00A0264F">
              <w:rPr>
                <w:rtl/>
              </w:rPr>
              <w:t>مـن</w:t>
            </w:r>
            <w:r w:rsidR="0076657C">
              <w:rPr>
                <w:rtl/>
              </w:rPr>
              <w:t xml:space="preserve"> </w:t>
            </w:r>
            <w:r w:rsidRPr="00A0264F">
              <w:rPr>
                <w:rtl/>
              </w:rPr>
              <w:t>قـميصيهِ</w:t>
            </w:r>
            <w:r w:rsidR="0076657C">
              <w:rPr>
                <w:rtl/>
              </w:rPr>
              <w:t xml:space="preserve"> </w:t>
            </w:r>
            <w:r w:rsidRPr="00A0264F">
              <w:rPr>
                <w:rtl/>
              </w:rPr>
              <w:t>عاريا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ألا</w:t>
            </w:r>
            <w:r>
              <w:rPr>
                <w:rtl/>
              </w:rPr>
              <w:t xml:space="preserve"> </w:t>
            </w:r>
            <w:r w:rsidRPr="00A0264F">
              <w:rPr>
                <w:rtl/>
              </w:rPr>
              <w:t>أرخـصِ</w:t>
            </w:r>
            <w:r w:rsidR="0076657C">
              <w:rPr>
                <w:rtl/>
              </w:rPr>
              <w:t xml:space="preserve"> </w:t>
            </w:r>
            <w:r w:rsidRPr="00A0264F">
              <w:rPr>
                <w:rtl/>
              </w:rPr>
              <w:t>الـدمعَ</w:t>
            </w:r>
            <w:r w:rsidR="0076657C">
              <w:rPr>
                <w:rtl/>
              </w:rPr>
              <w:t xml:space="preserve"> </w:t>
            </w:r>
            <w:r w:rsidRPr="00A0264F">
              <w:rPr>
                <w:rtl/>
              </w:rPr>
              <w:t>المصونَ</w:t>
            </w:r>
            <w:r w:rsidR="0076657C">
              <w:rPr>
                <w:rtl/>
              </w:rPr>
              <w:t xml:space="preserve"> </w:t>
            </w:r>
            <w:r w:rsidRPr="00A0264F">
              <w:rPr>
                <w:rtl/>
              </w:rPr>
              <w:t>لِمَنْ</w:t>
            </w:r>
            <w:r w:rsidR="0076657C">
              <w:rPr>
                <w:rtl/>
              </w:rPr>
              <w:t xml:space="preserve"> </w:t>
            </w:r>
            <w:r w:rsidRPr="00A0264F">
              <w:rPr>
                <w:rtl/>
              </w:rPr>
              <w:t>له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غـدا</w:t>
            </w:r>
            <w:r w:rsidR="0076657C">
              <w:rPr>
                <w:rtl/>
              </w:rPr>
              <w:t xml:space="preserve"> </w:t>
            </w:r>
            <w:r w:rsidRPr="00A0264F">
              <w:rPr>
                <w:rtl/>
              </w:rPr>
              <w:t>مـرجلُ</w:t>
            </w:r>
            <w:r w:rsidR="0076657C">
              <w:rPr>
                <w:rtl/>
              </w:rPr>
              <w:t xml:space="preserve"> </w:t>
            </w:r>
            <w:r w:rsidRPr="00A0264F">
              <w:rPr>
                <w:rtl/>
              </w:rPr>
              <w:t>الأحزانِ</w:t>
            </w:r>
            <w:r w:rsidR="0076657C">
              <w:rPr>
                <w:rtl/>
              </w:rPr>
              <w:t xml:space="preserve"> </w:t>
            </w:r>
            <w:r w:rsidRPr="00A0264F">
              <w:rPr>
                <w:rtl/>
              </w:rPr>
              <w:t>في</w:t>
            </w:r>
            <w:r w:rsidR="0076657C">
              <w:rPr>
                <w:rtl/>
              </w:rPr>
              <w:t xml:space="preserve"> </w:t>
            </w:r>
            <w:r w:rsidRPr="00A0264F">
              <w:rPr>
                <w:rtl/>
              </w:rPr>
              <w:t>القلبِ</w:t>
            </w:r>
            <w:r w:rsidR="0076657C">
              <w:rPr>
                <w:rtl/>
              </w:rPr>
              <w:t xml:space="preserve"> </w:t>
            </w:r>
            <w:r w:rsidRPr="00A0264F">
              <w:rPr>
                <w:rtl/>
              </w:rPr>
              <w:t>غاليا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ومـا</w:t>
            </w:r>
            <w:r>
              <w:rPr>
                <w:rtl/>
              </w:rPr>
              <w:t xml:space="preserve"> </w:t>
            </w:r>
            <w:r w:rsidRPr="00A0264F">
              <w:rPr>
                <w:rtl/>
              </w:rPr>
              <w:t>هـو</w:t>
            </w:r>
            <w:r w:rsidR="0076657C">
              <w:rPr>
                <w:rtl/>
              </w:rPr>
              <w:t xml:space="preserve"> </w:t>
            </w:r>
            <w:r w:rsidRPr="00A0264F">
              <w:rPr>
                <w:rtl/>
              </w:rPr>
              <w:t>إلاّ</w:t>
            </w:r>
            <w:r w:rsidR="0076657C">
              <w:rPr>
                <w:rtl/>
              </w:rPr>
              <w:t xml:space="preserve"> </w:t>
            </w:r>
            <w:r w:rsidRPr="00A0264F">
              <w:rPr>
                <w:rtl/>
              </w:rPr>
              <w:t>الـجفنُ</w:t>
            </w:r>
            <w:r w:rsidR="0076657C">
              <w:rPr>
                <w:rtl/>
              </w:rPr>
              <w:t xml:space="preserve"> </w:t>
            </w:r>
            <w:r w:rsidRPr="00A0264F">
              <w:rPr>
                <w:rtl/>
              </w:rPr>
              <w:t>يـنهلُّ</w:t>
            </w:r>
            <w:r w:rsidR="0076657C">
              <w:rPr>
                <w:rtl/>
              </w:rPr>
              <w:t xml:space="preserve"> </w:t>
            </w:r>
            <w:r w:rsidRPr="00A0264F">
              <w:rPr>
                <w:rtl/>
              </w:rPr>
              <w:t>دامـعا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إذا</w:t>
            </w:r>
            <w:r>
              <w:rPr>
                <w:rtl/>
              </w:rPr>
              <w:t xml:space="preserve"> </w:t>
            </w:r>
            <w:r w:rsidRPr="00A0264F">
              <w:rPr>
                <w:rtl/>
              </w:rPr>
              <w:t>مـا</w:t>
            </w:r>
            <w:r w:rsidR="0076657C">
              <w:rPr>
                <w:rtl/>
              </w:rPr>
              <w:t xml:space="preserve"> </w:t>
            </w:r>
            <w:r w:rsidRPr="00A0264F">
              <w:rPr>
                <w:rtl/>
              </w:rPr>
              <w:t>أحـسَّ</w:t>
            </w:r>
            <w:r w:rsidR="0076657C">
              <w:rPr>
                <w:rtl/>
              </w:rPr>
              <w:t xml:space="preserve"> </w:t>
            </w:r>
            <w:r w:rsidRPr="00A0264F">
              <w:rPr>
                <w:rtl/>
              </w:rPr>
              <w:t>الـقلبُ</w:t>
            </w:r>
            <w:r w:rsidR="0076657C">
              <w:rPr>
                <w:rtl/>
              </w:rPr>
              <w:t xml:space="preserve"> </w:t>
            </w:r>
            <w:r w:rsidRPr="00A0264F">
              <w:rPr>
                <w:rtl/>
              </w:rPr>
              <w:t>بـالوجدِ</w:t>
            </w:r>
            <w:r w:rsidR="0076657C">
              <w:rPr>
                <w:rtl/>
              </w:rPr>
              <w:t xml:space="preserve"> </w:t>
            </w:r>
            <w:r w:rsidRPr="00A0264F">
              <w:rPr>
                <w:rtl/>
              </w:rPr>
              <w:t>داميا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أبـا</w:t>
            </w:r>
            <w:r w:rsidR="0076657C">
              <w:rPr>
                <w:rtl/>
              </w:rPr>
              <w:t xml:space="preserve"> </w:t>
            </w:r>
            <w:r w:rsidRPr="00A0264F">
              <w:rPr>
                <w:rtl/>
              </w:rPr>
              <w:t>مـحسنٍ</w:t>
            </w:r>
            <w:r w:rsidR="0076657C">
              <w:rPr>
                <w:rtl/>
              </w:rPr>
              <w:t xml:space="preserve"> </w:t>
            </w:r>
            <w:r w:rsidRPr="00A0264F">
              <w:rPr>
                <w:rtl/>
              </w:rPr>
              <w:t>حـالَ</w:t>
            </w:r>
            <w:r w:rsidR="0076657C">
              <w:rPr>
                <w:rtl/>
              </w:rPr>
              <w:t xml:space="preserve"> </w:t>
            </w:r>
            <w:r w:rsidRPr="00A0264F">
              <w:rPr>
                <w:rtl/>
              </w:rPr>
              <w:t>الـقضاءُ</w:t>
            </w:r>
            <w:r w:rsidR="0076657C">
              <w:rPr>
                <w:rtl/>
              </w:rPr>
              <w:t xml:space="preserve"> </w:t>
            </w:r>
            <w:r w:rsidRPr="00A0264F">
              <w:rPr>
                <w:rtl/>
              </w:rPr>
              <w:t>فـلم</w:t>
            </w:r>
            <w:r w:rsidR="0076657C">
              <w:rPr>
                <w:rtl/>
              </w:rPr>
              <w:t xml:space="preserve"> </w:t>
            </w:r>
            <w:r w:rsidRPr="00A0264F">
              <w:rPr>
                <w:rtl/>
              </w:rPr>
              <w:t>تكن</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تـعـي</w:t>
            </w:r>
            <w:r>
              <w:rPr>
                <w:rtl/>
              </w:rPr>
              <w:t xml:space="preserve"> </w:t>
            </w:r>
            <w:r w:rsidRPr="00A0264F">
              <w:rPr>
                <w:rtl/>
              </w:rPr>
              <w:t>داعـياً</w:t>
            </w:r>
            <w:r w:rsidR="0076657C">
              <w:rPr>
                <w:rtl/>
              </w:rPr>
              <w:t xml:space="preserve"> </w:t>
            </w:r>
            <w:r w:rsidRPr="00A0264F">
              <w:rPr>
                <w:rtl/>
              </w:rPr>
              <w:t>أو</w:t>
            </w:r>
            <w:r w:rsidR="0076657C">
              <w:rPr>
                <w:rtl/>
              </w:rPr>
              <w:t xml:space="preserve"> </w:t>
            </w:r>
            <w:r w:rsidRPr="00A0264F">
              <w:rPr>
                <w:rtl/>
              </w:rPr>
              <w:t>تـستجيبُ</w:t>
            </w:r>
            <w:r w:rsidR="0076657C">
              <w:rPr>
                <w:rtl/>
              </w:rPr>
              <w:t xml:space="preserve"> </w:t>
            </w:r>
            <w:r w:rsidRPr="00A0264F">
              <w:rPr>
                <w:rtl/>
              </w:rPr>
              <w:t>مـناديا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رجـوتـكَ</w:t>
            </w:r>
            <w:r w:rsidR="0076657C">
              <w:rPr>
                <w:rtl/>
              </w:rPr>
              <w:t xml:space="preserve"> </w:t>
            </w:r>
            <w:r w:rsidRPr="00A0264F">
              <w:rPr>
                <w:rtl/>
              </w:rPr>
              <w:t>لـلجلِى</w:t>
            </w:r>
            <w:r w:rsidR="0076657C">
              <w:rPr>
                <w:rtl/>
              </w:rPr>
              <w:t xml:space="preserve"> </w:t>
            </w:r>
            <w:r w:rsidRPr="00A0264F">
              <w:rPr>
                <w:rtl/>
              </w:rPr>
              <w:t>فـخيّبني</w:t>
            </w:r>
            <w:r w:rsidR="0076657C">
              <w:rPr>
                <w:rtl/>
              </w:rPr>
              <w:t xml:space="preserve"> </w:t>
            </w:r>
            <w:r w:rsidRPr="00A0264F">
              <w:rPr>
                <w:rtl/>
              </w:rPr>
              <w:t>الـردى</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ومــا</w:t>
            </w:r>
            <w:r w:rsidR="0076657C">
              <w:rPr>
                <w:rtl/>
              </w:rPr>
              <w:t xml:space="preserve"> </w:t>
            </w:r>
            <w:r w:rsidRPr="00A0264F">
              <w:rPr>
                <w:rtl/>
              </w:rPr>
              <w:t>كـنتَ</w:t>
            </w:r>
            <w:r w:rsidR="0076657C">
              <w:rPr>
                <w:rtl/>
              </w:rPr>
              <w:t xml:space="preserve"> </w:t>
            </w:r>
            <w:r w:rsidRPr="00A0264F">
              <w:rPr>
                <w:rtl/>
              </w:rPr>
              <w:t>لـولاهُ</w:t>
            </w:r>
            <w:r w:rsidR="0076657C">
              <w:rPr>
                <w:rtl/>
              </w:rPr>
              <w:t xml:space="preserve"> </w:t>
            </w:r>
            <w:r w:rsidRPr="00A0264F">
              <w:rPr>
                <w:rtl/>
              </w:rPr>
              <w:t>تـخيِّبُ</w:t>
            </w:r>
            <w:r w:rsidR="0076657C">
              <w:rPr>
                <w:rtl/>
              </w:rPr>
              <w:t xml:space="preserve"> </w:t>
            </w:r>
            <w:r w:rsidRPr="00A0264F">
              <w:rPr>
                <w:rtl/>
              </w:rPr>
              <w:t>راجـيا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مـصابٌ</w:t>
            </w:r>
            <w:r w:rsidR="0076657C">
              <w:rPr>
                <w:rtl/>
              </w:rPr>
              <w:t xml:space="preserve"> </w:t>
            </w:r>
            <w:r w:rsidRPr="00A0264F">
              <w:rPr>
                <w:rtl/>
              </w:rPr>
              <w:t>بـأهلِ</w:t>
            </w:r>
            <w:r w:rsidR="0076657C">
              <w:rPr>
                <w:rtl/>
              </w:rPr>
              <w:t xml:space="preserve"> </w:t>
            </w:r>
            <w:r w:rsidRPr="00A0264F">
              <w:rPr>
                <w:rtl/>
              </w:rPr>
              <w:t>الـبيتِ</w:t>
            </w:r>
            <w:r w:rsidR="0076657C">
              <w:rPr>
                <w:rtl/>
              </w:rPr>
              <w:t xml:space="preserve"> </w:t>
            </w:r>
            <w:r w:rsidRPr="00A0264F">
              <w:rPr>
                <w:rtl/>
              </w:rPr>
              <w:t>بـرَّح</w:t>
            </w:r>
            <w:r w:rsidR="0076657C">
              <w:rPr>
                <w:rtl/>
              </w:rPr>
              <w:t xml:space="preserve"> </w:t>
            </w:r>
            <w:r w:rsidRPr="00A0264F">
              <w:rPr>
                <w:rtl/>
              </w:rPr>
              <w:t>شجوه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إذ</w:t>
            </w:r>
            <w:r>
              <w:rPr>
                <w:rtl/>
              </w:rPr>
              <w:t xml:space="preserve"> </w:t>
            </w:r>
            <w:r w:rsidRPr="00A0264F">
              <w:rPr>
                <w:rtl/>
              </w:rPr>
              <w:t>الـبـيتُ</w:t>
            </w:r>
            <w:r w:rsidR="0076657C">
              <w:rPr>
                <w:rtl/>
              </w:rPr>
              <w:t xml:space="preserve"> </w:t>
            </w:r>
            <w:r w:rsidRPr="00A0264F">
              <w:rPr>
                <w:rtl/>
              </w:rPr>
              <w:t>أمـسى</w:t>
            </w:r>
            <w:r w:rsidR="0076657C">
              <w:rPr>
                <w:rtl/>
              </w:rPr>
              <w:t xml:space="preserve"> </w:t>
            </w:r>
            <w:r w:rsidRPr="00A0264F">
              <w:rPr>
                <w:rtl/>
              </w:rPr>
              <w:t>ركـنهُ</w:t>
            </w:r>
            <w:r w:rsidR="0076657C">
              <w:rPr>
                <w:rtl/>
              </w:rPr>
              <w:t xml:space="preserve"> </w:t>
            </w:r>
            <w:r w:rsidRPr="00A0264F">
              <w:rPr>
                <w:rtl/>
              </w:rPr>
              <w:t>مـتداعيا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عـجبتُ</w:t>
            </w:r>
            <w:r>
              <w:rPr>
                <w:rtl/>
              </w:rPr>
              <w:t xml:space="preserve"> </w:t>
            </w:r>
            <w:r w:rsidRPr="00A0264F">
              <w:rPr>
                <w:rtl/>
              </w:rPr>
              <w:t>لِـمَنْ</w:t>
            </w:r>
            <w:r w:rsidR="0076657C">
              <w:rPr>
                <w:rtl/>
              </w:rPr>
              <w:t xml:space="preserve"> </w:t>
            </w:r>
            <w:r w:rsidRPr="00A0264F">
              <w:rPr>
                <w:rtl/>
              </w:rPr>
              <w:t>لم</w:t>
            </w:r>
            <w:r w:rsidR="0076657C">
              <w:rPr>
                <w:rtl/>
              </w:rPr>
              <w:t xml:space="preserve"> </w:t>
            </w:r>
            <w:r w:rsidRPr="00A0264F">
              <w:rPr>
                <w:rtl/>
              </w:rPr>
              <w:t>يمسِ</w:t>
            </w:r>
            <w:r w:rsidR="0076657C">
              <w:rPr>
                <w:rtl/>
              </w:rPr>
              <w:t xml:space="preserve"> </w:t>
            </w:r>
            <w:r w:rsidRPr="00A0264F">
              <w:rPr>
                <w:rtl/>
              </w:rPr>
              <w:t>للعيش</w:t>
            </w:r>
            <w:r w:rsidR="0076657C">
              <w:rPr>
                <w:rtl/>
              </w:rPr>
              <w:t xml:space="preserve"> </w:t>
            </w:r>
            <w:r w:rsidRPr="00A0264F">
              <w:rPr>
                <w:rtl/>
              </w:rPr>
              <w:t>ساخطا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بـيومٍ</w:t>
            </w:r>
            <w:r w:rsidR="0076657C">
              <w:rPr>
                <w:rtl/>
              </w:rPr>
              <w:t xml:space="preserve"> </w:t>
            </w:r>
            <w:r w:rsidRPr="00A0264F">
              <w:rPr>
                <w:rtl/>
              </w:rPr>
              <w:t>بـهِ</w:t>
            </w:r>
            <w:r w:rsidR="0076657C">
              <w:rPr>
                <w:rtl/>
              </w:rPr>
              <w:t xml:space="preserve"> </w:t>
            </w:r>
            <w:r w:rsidRPr="00A0264F">
              <w:rPr>
                <w:rtl/>
              </w:rPr>
              <w:t>أصـبحتَ</w:t>
            </w:r>
            <w:r w:rsidR="0076657C">
              <w:rPr>
                <w:rtl/>
              </w:rPr>
              <w:t xml:space="preserve"> </w:t>
            </w:r>
            <w:r w:rsidRPr="00A0264F">
              <w:rPr>
                <w:rtl/>
              </w:rPr>
              <w:t>لـلموتِ</w:t>
            </w:r>
            <w:r w:rsidR="0076657C">
              <w:rPr>
                <w:rtl/>
              </w:rPr>
              <w:t xml:space="preserve"> </w:t>
            </w:r>
            <w:r w:rsidRPr="00A0264F">
              <w:rPr>
                <w:rtl/>
              </w:rPr>
              <w:t>راضيا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بـيومٍ</w:t>
            </w:r>
            <w:r w:rsidR="0076657C">
              <w:rPr>
                <w:rtl/>
              </w:rPr>
              <w:t xml:space="preserve"> </w:t>
            </w:r>
            <w:r w:rsidRPr="00A0264F">
              <w:rPr>
                <w:rtl/>
              </w:rPr>
              <w:t>حـنى</w:t>
            </w:r>
            <w:r w:rsidR="0076657C">
              <w:rPr>
                <w:rtl/>
              </w:rPr>
              <w:t xml:space="preserve"> </w:t>
            </w:r>
            <w:r w:rsidRPr="00A0264F">
              <w:rPr>
                <w:rtl/>
              </w:rPr>
              <w:t>ظـهري</w:t>
            </w:r>
            <w:r w:rsidR="0076657C">
              <w:rPr>
                <w:rtl/>
              </w:rPr>
              <w:t xml:space="preserve"> </w:t>
            </w:r>
            <w:r w:rsidRPr="00A0264F">
              <w:rPr>
                <w:rtl/>
              </w:rPr>
              <w:t>وكـانَ</w:t>
            </w:r>
            <w:r w:rsidR="0076657C">
              <w:rPr>
                <w:rtl/>
              </w:rPr>
              <w:t xml:space="preserve"> </w:t>
            </w:r>
            <w:r w:rsidRPr="00A0264F">
              <w:rPr>
                <w:rtl/>
              </w:rPr>
              <w:t>مـقوَّما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وقــوَّم</w:t>
            </w:r>
            <w:r w:rsidR="0076657C">
              <w:rPr>
                <w:rtl/>
              </w:rPr>
              <w:t xml:space="preserve"> </w:t>
            </w:r>
            <w:r w:rsidRPr="00A0264F">
              <w:rPr>
                <w:rtl/>
              </w:rPr>
              <w:t>أضـلاعـي</w:t>
            </w:r>
            <w:r w:rsidR="0076657C">
              <w:rPr>
                <w:rtl/>
              </w:rPr>
              <w:t xml:space="preserve"> </w:t>
            </w:r>
            <w:r w:rsidRPr="00A0264F">
              <w:rPr>
                <w:rtl/>
              </w:rPr>
              <w:t>وكـنَّ</w:t>
            </w:r>
            <w:r w:rsidR="0076657C">
              <w:rPr>
                <w:rtl/>
              </w:rPr>
              <w:t xml:space="preserve"> </w:t>
            </w:r>
            <w:r w:rsidRPr="00A0264F">
              <w:rPr>
                <w:rtl/>
              </w:rPr>
              <w:t>حـوانيا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بـيومٍ</w:t>
            </w:r>
            <w:r w:rsidR="0076657C">
              <w:rPr>
                <w:rtl/>
              </w:rPr>
              <w:t xml:space="preserve"> </w:t>
            </w:r>
            <w:r w:rsidRPr="00A0264F">
              <w:rPr>
                <w:rtl/>
              </w:rPr>
              <w:t>بـهِ</w:t>
            </w:r>
            <w:r w:rsidR="0076657C">
              <w:rPr>
                <w:rtl/>
              </w:rPr>
              <w:t xml:space="preserve"> </w:t>
            </w:r>
            <w:r w:rsidRPr="00A0264F">
              <w:rPr>
                <w:rtl/>
              </w:rPr>
              <w:t>قـد</w:t>
            </w:r>
            <w:r w:rsidR="0076657C">
              <w:rPr>
                <w:rtl/>
              </w:rPr>
              <w:t xml:space="preserve"> </w:t>
            </w:r>
            <w:r w:rsidRPr="00A0264F">
              <w:rPr>
                <w:rtl/>
              </w:rPr>
              <w:t>أخرسَ</w:t>
            </w:r>
            <w:r w:rsidR="0076657C">
              <w:rPr>
                <w:rtl/>
              </w:rPr>
              <w:t xml:space="preserve"> </w:t>
            </w:r>
            <w:r w:rsidRPr="00A0264F">
              <w:rPr>
                <w:rtl/>
              </w:rPr>
              <w:t>الخطبُ</w:t>
            </w:r>
            <w:r w:rsidR="0076657C">
              <w:rPr>
                <w:rtl/>
              </w:rPr>
              <w:t xml:space="preserve"> </w:t>
            </w:r>
            <w:r w:rsidRPr="00A0264F">
              <w:rPr>
                <w:rtl/>
              </w:rPr>
              <w:t>منطقي</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وإلاّ</w:t>
            </w:r>
            <w:r>
              <w:rPr>
                <w:rtl/>
              </w:rPr>
              <w:t xml:space="preserve"> </w:t>
            </w:r>
            <w:r w:rsidRPr="00A0264F">
              <w:rPr>
                <w:rtl/>
              </w:rPr>
              <w:t>لأدَّى</w:t>
            </w:r>
            <w:r w:rsidR="0076657C">
              <w:rPr>
                <w:rtl/>
              </w:rPr>
              <w:t xml:space="preserve"> </w:t>
            </w:r>
            <w:r w:rsidRPr="00A0264F">
              <w:rPr>
                <w:rtl/>
              </w:rPr>
              <w:t>مـــا</w:t>
            </w:r>
            <w:r w:rsidR="0076657C">
              <w:rPr>
                <w:rtl/>
              </w:rPr>
              <w:t xml:space="preserve"> </w:t>
            </w:r>
            <w:r w:rsidRPr="00A0264F">
              <w:rPr>
                <w:rtl/>
              </w:rPr>
              <w:t>عـلـيهِ</w:t>
            </w:r>
            <w:r w:rsidR="0076657C">
              <w:rPr>
                <w:rtl/>
              </w:rPr>
              <w:t xml:space="preserve"> </w:t>
            </w:r>
            <w:r w:rsidRPr="00A0264F">
              <w:rPr>
                <w:rtl/>
              </w:rPr>
              <w:t>لـسـانيا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لـكـنتُ</w:t>
            </w:r>
            <w:r w:rsidR="0076657C">
              <w:rPr>
                <w:rtl/>
              </w:rPr>
              <w:t xml:space="preserve"> </w:t>
            </w:r>
            <w:r w:rsidRPr="00A0264F">
              <w:rPr>
                <w:rtl/>
              </w:rPr>
              <w:t>إذن</w:t>
            </w:r>
            <w:r w:rsidR="0076657C">
              <w:rPr>
                <w:rtl/>
              </w:rPr>
              <w:t xml:space="preserve"> </w:t>
            </w:r>
            <w:r w:rsidRPr="00A0264F">
              <w:rPr>
                <w:rtl/>
              </w:rPr>
              <w:t>أبـكي</w:t>
            </w:r>
            <w:r w:rsidR="0076657C">
              <w:rPr>
                <w:rtl/>
              </w:rPr>
              <w:t xml:space="preserve"> </w:t>
            </w:r>
            <w:r w:rsidRPr="00A0264F">
              <w:rPr>
                <w:rtl/>
              </w:rPr>
              <w:t>عـقيقاً</w:t>
            </w:r>
            <w:r w:rsidR="0076657C">
              <w:rPr>
                <w:rtl/>
              </w:rPr>
              <w:t xml:space="preserve"> </w:t>
            </w:r>
            <w:r w:rsidRPr="00A0264F">
              <w:rPr>
                <w:rtl/>
              </w:rPr>
              <w:t>بـأدمعي</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وأبـكي</w:t>
            </w:r>
            <w:r>
              <w:rPr>
                <w:rtl/>
              </w:rPr>
              <w:t xml:space="preserve"> </w:t>
            </w:r>
            <w:r w:rsidRPr="00A0264F">
              <w:rPr>
                <w:rtl/>
              </w:rPr>
              <w:t>يـراعي</w:t>
            </w:r>
            <w:r w:rsidR="0076657C">
              <w:rPr>
                <w:rtl/>
              </w:rPr>
              <w:t xml:space="preserve"> </w:t>
            </w:r>
            <w:r w:rsidRPr="00A0264F">
              <w:rPr>
                <w:rtl/>
              </w:rPr>
              <w:t>فـي</w:t>
            </w:r>
            <w:r w:rsidR="0076657C">
              <w:rPr>
                <w:rtl/>
              </w:rPr>
              <w:t xml:space="preserve"> </w:t>
            </w:r>
            <w:r w:rsidRPr="00A0264F">
              <w:rPr>
                <w:rtl/>
              </w:rPr>
              <w:t>الطروسِ</w:t>
            </w:r>
            <w:r w:rsidR="0076657C">
              <w:rPr>
                <w:rtl/>
              </w:rPr>
              <w:t xml:space="preserve"> </w:t>
            </w:r>
            <w:r w:rsidRPr="00A0264F">
              <w:rPr>
                <w:rtl/>
              </w:rPr>
              <w:t>لئاليا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رثـيتك</w:t>
            </w:r>
            <w:r w:rsidR="0076657C">
              <w:rPr>
                <w:rtl/>
              </w:rPr>
              <w:t xml:space="preserve"> </w:t>
            </w:r>
            <w:r w:rsidRPr="00A0264F">
              <w:rPr>
                <w:rtl/>
              </w:rPr>
              <w:t>لـكن</w:t>
            </w:r>
            <w:r w:rsidR="0076657C">
              <w:rPr>
                <w:rtl/>
              </w:rPr>
              <w:t xml:space="preserve"> </w:t>
            </w:r>
            <w:r w:rsidRPr="00A0264F">
              <w:rPr>
                <w:rtl/>
              </w:rPr>
              <w:t>لـو</w:t>
            </w:r>
            <w:r w:rsidR="0076657C">
              <w:rPr>
                <w:rtl/>
              </w:rPr>
              <w:t xml:space="preserve"> </w:t>
            </w:r>
            <w:r w:rsidRPr="00A0264F">
              <w:rPr>
                <w:rtl/>
              </w:rPr>
              <w:t>رأيـتَ</w:t>
            </w:r>
            <w:r w:rsidR="0076657C">
              <w:rPr>
                <w:rtl/>
              </w:rPr>
              <w:t xml:space="preserve"> </w:t>
            </w:r>
            <w:r w:rsidRPr="00A0264F">
              <w:rPr>
                <w:rtl/>
              </w:rPr>
              <w:t>لـواعجي</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لـكـنتَ</w:t>
            </w:r>
            <w:r w:rsidR="0076657C">
              <w:rPr>
                <w:rtl/>
              </w:rPr>
              <w:t xml:space="preserve"> </w:t>
            </w:r>
            <w:r w:rsidRPr="00A0264F">
              <w:rPr>
                <w:rtl/>
              </w:rPr>
              <w:t>لـحالي</w:t>
            </w:r>
            <w:r w:rsidR="0076657C">
              <w:rPr>
                <w:rtl/>
              </w:rPr>
              <w:t xml:space="preserve"> </w:t>
            </w:r>
            <w:r w:rsidRPr="00A0264F">
              <w:rPr>
                <w:rtl/>
              </w:rPr>
              <w:t>بـعد</w:t>
            </w:r>
            <w:r w:rsidR="0076657C">
              <w:rPr>
                <w:rtl/>
              </w:rPr>
              <w:t xml:space="preserve"> </w:t>
            </w:r>
            <w:r w:rsidRPr="00A0264F">
              <w:rPr>
                <w:rtl/>
              </w:rPr>
              <w:t>فـقدكَ</w:t>
            </w:r>
            <w:r w:rsidR="0076657C">
              <w:rPr>
                <w:rtl/>
              </w:rPr>
              <w:t xml:space="preserve"> </w:t>
            </w:r>
            <w:r w:rsidRPr="00A0264F">
              <w:rPr>
                <w:rtl/>
              </w:rPr>
              <w:t>راثـيا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بـرغمي</w:t>
            </w:r>
            <w:r>
              <w:rPr>
                <w:rtl/>
              </w:rPr>
              <w:t xml:space="preserve"> </w:t>
            </w:r>
            <w:r w:rsidRPr="00A0264F">
              <w:rPr>
                <w:rtl/>
              </w:rPr>
              <w:t>غدا</w:t>
            </w:r>
            <w:r w:rsidR="0076657C">
              <w:rPr>
                <w:rtl/>
              </w:rPr>
              <w:t xml:space="preserve"> </w:t>
            </w:r>
            <w:r w:rsidRPr="00A0264F">
              <w:rPr>
                <w:rtl/>
              </w:rPr>
              <w:t>ظهرُ</w:t>
            </w:r>
            <w:r w:rsidR="0076657C">
              <w:rPr>
                <w:rtl/>
              </w:rPr>
              <w:t xml:space="preserve"> </w:t>
            </w:r>
            <w:r w:rsidRPr="00A0264F">
              <w:rPr>
                <w:rtl/>
              </w:rPr>
              <w:t>الثرى</w:t>
            </w:r>
            <w:r w:rsidR="0076657C">
              <w:rPr>
                <w:rtl/>
              </w:rPr>
              <w:t xml:space="preserve"> </w:t>
            </w:r>
            <w:r w:rsidRPr="00A0264F">
              <w:rPr>
                <w:rtl/>
              </w:rPr>
              <w:t>منكَ</w:t>
            </w:r>
            <w:r w:rsidR="0076657C">
              <w:rPr>
                <w:rtl/>
              </w:rPr>
              <w:t xml:space="preserve"> </w:t>
            </w:r>
            <w:r w:rsidRPr="00A0264F">
              <w:rPr>
                <w:rtl/>
              </w:rPr>
              <w:t>موحشا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يـنوحُ</w:t>
            </w:r>
            <w:r w:rsidR="0076657C">
              <w:rPr>
                <w:rtl/>
              </w:rPr>
              <w:t xml:space="preserve"> </w:t>
            </w:r>
            <w:r w:rsidRPr="00A0264F">
              <w:rPr>
                <w:rtl/>
              </w:rPr>
              <w:t>وأمـسى</w:t>
            </w:r>
            <w:r w:rsidR="0076657C">
              <w:rPr>
                <w:rtl/>
              </w:rPr>
              <w:t xml:space="preserve"> </w:t>
            </w:r>
            <w:r w:rsidRPr="00A0264F">
              <w:rPr>
                <w:rtl/>
              </w:rPr>
              <w:t>بـطنها</w:t>
            </w:r>
            <w:r w:rsidR="0076657C">
              <w:rPr>
                <w:rtl/>
              </w:rPr>
              <w:t xml:space="preserve"> </w:t>
            </w:r>
            <w:r w:rsidRPr="00A0264F">
              <w:rPr>
                <w:rtl/>
              </w:rPr>
              <w:t>بـكَ</w:t>
            </w:r>
            <w:r w:rsidR="0076657C">
              <w:rPr>
                <w:rtl/>
              </w:rPr>
              <w:t xml:space="preserve"> </w:t>
            </w:r>
            <w:r w:rsidRPr="00A0264F">
              <w:rPr>
                <w:rtl/>
              </w:rPr>
              <w:t>زاهـيا</w:t>
            </w:r>
            <w:r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قالها في رثاء العلامة السيد حسين نجل العلاّمة الكبير السيد مهدي القزويني المتوفّى ليلة الأحد 21 من ذي الحجّة سنة 1325 هـ</w:t>
      </w:r>
      <w:r w:rsidR="00A327D5">
        <w:rPr>
          <w:rtl/>
        </w:rPr>
        <w:t>،</w:t>
      </w:r>
      <w:r w:rsidRPr="00A0264F">
        <w:rPr>
          <w:rtl/>
        </w:rPr>
        <w:t xml:space="preserve"> وقد صادف إنشادها قرب شهر محرّم</w:t>
      </w:r>
      <w:r w:rsidR="00A327D5">
        <w:rPr>
          <w:rtl/>
        </w:rPr>
        <w:t>.</w:t>
      </w:r>
    </w:p>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F5394E" w:rsidTr="00F5394E">
        <w:trPr>
          <w:trHeight w:val="350"/>
        </w:trPr>
        <w:tc>
          <w:tcPr>
            <w:tcW w:w="3536" w:type="dxa"/>
          </w:tcPr>
          <w:p w:rsidR="00F5394E" w:rsidRDefault="00F5394E" w:rsidP="00F5394E">
            <w:pPr>
              <w:pStyle w:val="libPoem"/>
            </w:pPr>
            <w:r w:rsidRPr="00A0264F">
              <w:rPr>
                <w:rtl/>
              </w:rPr>
              <w:t>وبـينا</w:t>
            </w:r>
            <w:r>
              <w:rPr>
                <w:rtl/>
              </w:rPr>
              <w:t xml:space="preserve"> </w:t>
            </w:r>
            <w:r w:rsidRPr="00A0264F">
              <w:rPr>
                <w:rtl/>
              </w:rPr>
              <w:t>يُرى</w:t>
            </w:r>
            <w:r w:rsidR="0076657C">
              <w:rPr>
                <w:rtl/>
              </w:rPr>
              <w:t xml:space="preserve"> </w:t>
            </w:r>
            <w:r w:rsidRPr="00A0264F">
              <w:rPr>
                <w:rtl/>
              </w:rPr>
              <w:t>في</w:t>
            </w:r>
            <w:r w:rsidR="0076657C">
              <w:rPr>
                <w:rtl/>
              </w:rPr>
              <w:t xml:space="preserve"> </w:t>
            </w:r>
            <w:r w:rsidRPr="00A0264F">
              <w:rPr>
                <w:rtl/>
              </w:rPr>
              <w:t>الناسِ</w:t>
            </w:r>
            <w:r w:rsidR="0076657C">
              <w:rPr>
                <w:rtl/>
              </w:rPr>
              <w:t xml:space="preserve"> </w:t>
            </w:r>
            <w:r w:rsidRPr="00A0264F">
              <w:rPr>
                <w:rtl/>
              </w:rPr>
              <w:t>شخصُكَ</w:t>
            </w:r>
            <w:r w:rsidR="0076657C">
              <w:rPr>
                <w:rtl/>
              </w:rPr>
              <w:t xml:space="preserve"> </w:t>
            </w:r>
            <w:r w:rsidRPr="00A0264F">
              <w:rPr>
                <w:rtl/>
              </w:rPr>
              <w:t>سائرا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إذا</w:t>
            </w:r>
            <w:r w:rsidR="0076657C">
              <w:rPr>
                <w:rtl/>
              </w:rPr>
              <w:t xml:space="preserve"> </w:t>
            </w:r>
            <w:r w:rsidRPr="00A0264F">
              <w:rPr>
                <w:rtl/>
              </w:rPr>
              <w:t>قـد</w:t>
            </w:r>
            <w:r w:rsidR="0076657C">
              <w:rPr>
                <w:rtl/>
              </w:rPr>
              <w:t xml:space="preserve"> </w:t>
            </w:r>
            <w:r w:rsidRPr="00A0264F">
              <w:rPr>
                <w:rtl/>
              </w:rPr>
              <w:t>عـلا</w:t>
            </w:r>
            <w:r w:rsidR="0076657C">
              <w:rPr>
                <w:rtl/>
              </w:rPr>
              <w:t xml:space="preserve"> </w:t>
            </w:r>
            <w:r w:rsidRPr="00A0264F">
              <w:rPr>
                <w:rtl/>
              </w:rPr>
              <w:t>الأكـتافَ</w:t>
            </w:r>
            <w:r w:rsidR="0076657C">
              <w:rPr>
                <w:rtl/>
              </w:rPr>
              <w:t xml:space="preserve"> </w:t>
            </w:r>
            <w:r w:rsidRPr="00A0264F">
              <w:rPr>
                <w:rtl/>
              </w:rPr>
              <w:t>نـعشكَ</w:t>
            </w:r>
            <w:r w:rsidR="0076657C">
              <w:rPr>
                <w:rtl/>
              </w:rPr>
              <w:t xml:space="preserve"> </w:t>
            </w:r>
            <w:r w:rsidRPr="00A0264F">
              <w:rPr>
                <w:rtl/>
              </w:rPr>
              <w:t>ساريا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يُـثَـقِّلُ</w:t>
            </w:r>
            <w:r w:rsidR="0076657C">
              <w:rPr>
                <w:rtl/>
              </w:rPr>
              <w:t xml:space="preserve"> </w:t>
            </w:r>
            <w:r w:rsidRPr="00A0264F">
              <w:rPr>
                <w:rtl/>
              </w:rPr>
              <w:t>أعـنـاقاً</w:t>
            </w:r>
            <w:r w:rsidR="0076657C">
              <w:rPr>
                <w:rtl/>
              </w:rPr>
              <w:t xml:space="preserve"> </w:t>
            </w:r>
            <w:r w:rsidRPr="00A0264F">
              <w:rPr>
                <w:rtl/>
              </w:rPr>
              <w:t>خـواضـعَ</w:t>
            </w:r>
            <w:r w:rsidR="0076657C">
              <w:rPr>
                <w:rtl/>
              </w:rPr>
              <w:t xml:space="preserve"> </w:t>
            </w:r>
            <w:r w:rsidRPr="00A0264F">
              <w:rPr>
                <w:rtl/>
              </w:rPr>
              <w:t>تـحته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بـأيـديكَ</w:t>
            </w:r>
            <w:r>
              <w:rPr>
                <w:rtl/>
              </w:rPr>
              <w:t xml:space="preserve"> </w:t>
            </w:r>
            <w:r w:rsidRPr="00A0264F">
              <w:rPr>
                <w:rtl/>
              </w:rPr>
              <w:t>كــم</w:t>
            </w:r>
            <w:r w:rsidR="0076657C">
              <w:rPr>
                <w:rtl/>
              </w:rPr>
              <w:t xml:space="preserve"> </w:t>
            </w:r>
            <w:r w:rsidRPr="00A0264F">
              <w:rPr>
                <w:rtl/>
              </w:rPr>
              <w:t>ثـقـلتهنَّ</w:t>
            </w:r>
            <w:r w:rsidR="0076657C">
              <w:rPr>
                <w:rtl/>
              </w:rPr>
              <w:t xml:space="preserve"> </w:t>
            </w:r>
            <w:r w:rsidRPr="00A0264F">
              <w:rPr>
                <w:rtl/>
              </w:rPr>
              <w:t>أيـاديـا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أطـفـنا</w:t>
            </w:r>
            <w:r w:rsidR="0076657C">
              <w:rPr>
                <w:rtl/>
              </w:rPr>
              <w:t xml:space="preserve"> </w:t>
            </w:r>
            <w:r w:rsidRPr="00A0264F">
              <w:rPr>
                <w:rtl/>
              </w:rPr>
              <w:t>بــهِ</w:t>
            </w:r>
            <w:r w:rsidR="0076657C">
              <w:rPr>
                <w:rtl/>
              </w:rPr>
              <w:t xml:space="preserve"> </w:t>
            </w:r>
            <w:r w:rsidRPr="00A0264F">
              <w:rPr>
                <w:rtl/>
              </w:rPr>
              <w:t>والـيومُ</w:t>
            </w:r>
            <w:r w:rsidR="0076657C">
              <w:rPr>
                <w:rtl/>
              </w:rPr>
              <w:t xml:space="preserve"> </w:t>
            </w:r>
            <w:r w:rsidRPr="00A0264F">
              <w:rPr>
                <w:rtl/>
              </w:rPr>
              <w:t>أقـتمُ</w:t>
            </w:r>
            <w:r w:rsidR="0076657C">
              <w:rPr>
                <w:rtl/>
              </w:rPr>
              <w:t xml:space="preserve"> </w:t>
            </w:r>
            <w:r w:rsidRPr="00A0264F">
              <w:rPr>
                <w:rtl/>
              </w:rPr>
              <w:t>غـائم</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ولـستَ</w:t>
            </w:r>
            <w:r>
              <w:rPr>
                <w:rtl/>
              </w:rPr>
              <w:t xml:space="preserve"> </w:t>
            </w:r>
            <w:r w:rsidRPr="00A0264F">
              <w:rPr>
                <w:rtl/>
              </w:rPr>
              <w:t>تـرى</w:t>
            </w:r>
            <w:r w:rsidR="0076657C">
              <w:rPr>
                <w:rtl/>
              </w:rPr>
              <w:t xml:space="preserve"> </w:t>
            </w:r>
            <w:r w:rsidRPr="00A0264F">
              <w:rPr>
                <w:rtl/>
              </w:rPr>
              <w:t>فينا</w:t>
            </w:r>
            <w:r w:rsidR="0076657C">
              <w:rPr>
                <w:rtl/>
              </w:rPr>
              <w:t xml:space="preserve"> </w:t>
            </w:r>
            <w:r w:rsidRPr="00A0264F">
              <w:rPr>
                <w:rtl/>
              </w:rPr>
              <w:t>من</w:t>
            </w:r>
            <w:r w:rsidR="0076657C">
              <w:rPr>
                <w:rtl/>
              </w:rPr>
              <w:t xml:space="preserve"> </w:t>
            </w:r>
            <w:r w:rsidRPr="00A0264F">
              <w:rPr>
                <w:rtl/>
              </w:rPr>
              <w:t>الوجدِ</w:t>
            </w:r>
            <w:r w:rsidR="0076657C">
              <w:rPr>
                <w:rtl/>
              </w:rPr>
              <w:t xml:space="preserve"> </w:t>
            </w:r>
            <w:r w:rsidRPr="00A0264F">
              <w:rPr>
                <w:rtl/>
              </w:rPr>
              <w:t>صاحيا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كـأنَّ</w:t>
            </w:r>
            <w:r w:rsidR="0076657C">
              <w:rPr>
                <w:rtl/>
              </w:rPr>
              <w:t xml:space="preserve"> </w:t>
            </w:r>
            <w:r w:rsidRPr="00A0264F">
              <w:rPr>
                <w:rtl/>
              </w:rPr>
              <w:t>الـسما</w:t>
            </w:r>
            <w:r w:rsidR="0076657C">
              <w:rPr>
                <w:rtl/>
              </w:rPr>
              <w:t xml:space="preserve"> </w:t>
            </w:r>
            <w:r w:rsidRPr="00A0264F">
              <w:rPr>
                <w:rtl/>
              </w:rPr>
              <w:t>تـبكي</w:t>
            </w:r>
            <w:r w:rsidR="0076657C">
              <w:rPr>
                <w:rtl/>
              </w:rPr>
              <w:t xml:space="preserve"> </w:t>
            </w:r>
            <w:r w:rsidRPr="00A0264F">
              <w:rPr>
                <w:rtl/>
              </w:rPr>
              <w:t>حـسيناً</w:t>
            </w:r>
            <w:r w:rsidR="0076657C">
              <w:rPr>
                <w:rtl/>
              </w:rPr>
              <w:t xml:space="preserve"> </w:t>
            </w:r>
            <w:r w:rsidRPr="00A0264F">
              <w:rPr>
                <w:rtl/>
              </w:rPr>
              <w:t>بـساجم</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حـكى</w:t>
            </w:r>
            <w:r w:rsidR="0076657C">
              <w:rPr>
                <w:rtl/>
              </w:rPr>
              <w:t xml:space="preserve"> </w:t>
            </w:r>
            <w:r w:rsidRPr="00A0264F">
              <w:rPr>
                <w:rtl/>
              </w:rPr>
              <w:t>عـبرتي</w:t>
            </w:r>
            <w:r w:rsidR="0076657C">
              <w:rPr>
                <w:rtl/>
              </w:rPr>
              <w:t xml:space="preserve"> </w:t>
            </w:r>
            <w:r w:rsidRPr="00A0264F">
              <w:rPr>
                <w:rtl/>
              </w:rPr>
              <w:t>لـو</w:t>
            </w:r>
            <w:r w:rsidR="0076657C">
              <w:rPr>
                <w:rtl/>
              </w:rPr>
              <w:t xml:space="preserve"> </w:t>
            </w:r>
            <w:r w:rsidRPr="00A0264F">
              <w:rPr>
                <w:rtl/>
              </w:rPr>
              <w:t>كـانَ</w:t>
            </w:r>
            <w:r w:rsidR="0076657C">
              <w:rPr>
                <w:rtl/>
              </w:rPr>
              <w:t xml:space="preserve"> </w:t>
            </w:r>
            <w:r w:rsidRPr="00A0264F">
              <w:rPr>
                <w:rtl/>
              </w:rPr>
              <w:t>أحمرَ</w:t>
            </w:r>
            <w:r w:rsidR="0076657C">
              <w:rPr>
                <w:rtl/>
              </w:rPr>
              <w:t xml:space="preserve"> </w:t>
            </w:r>
            <w:r w:rsidRPr="00A0264F">
              <w:rPr>
                <w:rtl/>
              </w:rPr>
              <w:t>قانيا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ومـهما</w:t>
            </w:r>
            <w:r w:rsidR="0076657C">
              <w:rPr>
                <w:rtl/>
              </w:rPr>
              <w:t xml:space="preserve"> </w:t>
            </w:r>
            <w:r w:rsidRPr="00A0264F">
              <w:rPr>
                <w:rtl/>
              </w:rPr>
              <w:t>أُردّدُ</w:t>
            </w:r>
            <w:r w:rsidR="0076657C">
              <w:rPr>
                <w:rtl/>
              </w:rPr>
              <w:t xml:space="preserve"> </w:t>
            </w:r>
            <w:r w:rsidRPr="00A0264F">
              <w:rPr>
                <w:rtl/>
              </w:rPr>
              <w:t>فـي</w:t>
            </w:r>
            <w:r w:rsidR="0076657C">
              <w:rPr>
                <w:rtl/>
              </w:rPr>
              <w:t xml:space="preserve"> </w:t>
            </w:r>
            <w:r w:rsidRPr="00A0264F">
              <w:rPr>
                <w:rtl/>
              </w:rPr>
              <w:t>الـمحافلِ</w:t>
            </w:r>
            <w:r w:rsidR="0076657C">
              <w:rPr>
                <w:rtl/>
              </w:rPr>
              <w:t xml:space="preserve"> </w:t>
            </w:r>
            <w:r w:rsidRPr="00A0264F">
              <w:rPr>
                <w:rtl/>
              </w:rPr>
              <w:t>نـاظري</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أرى</w:t>
            </w:r>
            <w:r>
              <w:rPr>
                <w:rtl/>
              </w:rPr>
              <w:t xml:space="preserve"> </w:t>
            </w:r>
            <w:r w:rsidRPr="00A0264F">
              <w:rPr>
                <w:rtl/>
              </w:rPr>
              <w:t>الـصدرَ</w:t>
            </w:r>
            <w:r w:rsidR="0076657C">
              <w:rPr>
                <w:rtl/>
              </w:rPr>
              <w:t xml:space="preserve"> </w:t>
            </w:r>
            <w:r w:rsidRPr="00A0264F">
              <w:rPr>
                <w:rtl/>
              </w:rPr>
              <w:t>يا</w:t>
            </w:r>
            <w:r w:rsidR="0076657C">
              <w:rPr>
                <w:rtl/>
              </w:rPr>
              <w:t xml:space="preserve"> </w:t>
            </w:r>
            <w:r w:rsidRPr="00A0264F">
              <w:rPr>
                <w:rtl/>
              </w:rPr>
              <w:t>قلبَ</w:t>
            </w:r>
            <w:r w:rsidR="0076657C">
              <w:rPr>
                <w:rtl/>
              </w:rPr>
              <w:t xml:space="preserve"> </w:t>
            </w:r>
            <w:r w:rsidRPr="00A0264F">
              <w:rPr>
                <w:rtl/>
              </w:rPr>
              <w:t>الهدى</w:t>
            </w:r>
            <w:r w:rsidR="0076657C">
              <w:rPr>
                <w:rtl/>
              </w:rPr>
              <w:t xml:space="preserve"> </w:t>
            </w:r>
            <w:r w:rsidRPr="00A0264F">
              <w:rPr>
                <w:rtl/>
              </w:rPr>
              <w:t>منكَ</w:t>
            </w:r>
            <w:r w:rsidR="0076657C">
              <w:rPr>
                <w:rtl/>
              </w:rPr>
              <w:t xml:space="preserve"> </w:t>
            </w:r>
            <w:r w:rsidRPr="00A0264F">
              <w:rPr>
                <w:rtl/>
              </w:rPr>
              <w:t>خاليا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فـلـيتَ</w:t>
            </w:r>
            <w:r>
              <w:rPr>
                <w:rtl/>
              </w:rPr>
              <w:t xml:space="preserve"> </w:t>
            </w:r>
            <w:r w:rsidRPr="00A0264F">
              <w:rPr>
                <w:rtl/>
              </w:rPr>
              <w:t>الـمـنايا</w:t>
            </w:r>
            <w:r w:rsidR="0076657C">
              <w:rPr>
                <w:rtl/>
              </w:rPr>
              <w:t xml:space="preserve"> </w:t>
            </w:r>
            <w:r w:rsidRPr="00A0264F">
              <w:rPr>
                <w:rtl/>
              </w:rPr>
              <w:t>آذنـتني</w:t>
            </w:r>
            <w:r w:rsidR="0076657C">
              <w:rPr>
                <w:rtl/>
              </w:rPr>
              <w:t xml:space="preserve"> </w:t>
            </w:r>
            <w:r w:rsidRPr="00A0264F">
              <w:rPr>
                <w:rtl/>
              </w:rPr>
              <w:t>بـقربها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(وحـسبُ</w:t>
            </w:r>
            <w:r>
              <w:rPr>
                <w:rtl/>
              </w:rPr>
              <w:t xml:space="preserve"> </w:t>
            </w:r>
            <w:r w:rsidRPr="00A0264F">
              <w:rPr>
                <w:rtl/>
              </w:rPr>
              <w:t>الـمنايا</w:t>
            </w:r>
            <w:r w:rsidR="0076657C">
              <w:rPr>
                <w:rtl/>
              </w:rPr>
              <w:t xml:space="preserve"> </w:t>
            </w:r>
            <w:r w:rsidRPr="00A0264F">
              <w:rPr>
                <w:rtl/>
              </w:rPr>
              <w:t>أن</w:t>
            </w:r>
            <w:r w:rsidR="0076657C">
              <w:rPr>
                <w:rtl/>
              </w:rPr>
              <w:t xml:space="preserve"> </w:t>
            </w:r>
            <w:r w:rsidRPr="00A0264F">
              <w:rPr>
                <w:rtl/>
              </w:rPr>
              <w:t>يـكنَّ</w:t>
            </w:r>
            <w:r w:rsidR="0076657C">
              <w:rPr>
                <w:rtl/>
              </w:rPr>
              <w:t xml:space="preserve"> </w:t>
            </w:r>
            <w:r w:rsidRPr="00A0264F">
              <w:rPr>
                <w:rtl/>
              </w:rPr>
              <w:t>أمـانيا)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ويـا قلبُ</w:t>
            </w:r>
            <w:r w:rsidR="0076657C">
              <w:rPr>
                <w:rtl/>
              </w:rPr>
              <w:t xml:space="preserve"> </w:t>
            </w:r>
            <w:r w:rsidRPr="00A0264F">
              <w:rPr>
                <w:rtl/>
              </w:rPr>
              <w:t>هل</w:t>
            </w:r>
            <w:r w:rsidR="0076657C">
              <w:rPr>
                <w:rtl/>
              </w:rPr>
              <w:t xml:space="preserve"> </w:t>
            </w:r>
            <w:r w:rsidRPr="00A0264F">
              <w:rPr>
                <w:rtl/>
              </w:rPr>
              <w:t>يشفيكَ</w:t>
            </w:r>
            <w:r w:rsidR="0076657C">
              <w:rPr>
                <w:rtl/>
              </w:rPr>
              <w:t xml:space="preserve"> </w:t>
            </w:r>
            <w:r w:rsidRPr="00A0264F">
              <w:rPr>
                <w:rtl/>
              </w:rPr>
              <w:t>شي‌ءٌ</w:t>
            </w:r>
            <w:r w:rsidR="0076657C">
              <w:rPr>
                <w:rtl/>
              </w:rPr>
              <w:t xml:space="preserve"> </w:t>
            </w:r>
            <w:r w:rsidRPr="00A0264F">
              <w:rPr>
                <w:rtl/>
              </w:rPr>
              <w:t>سوى</w:t>
            </w:r>
            <w:r w:rsidR="0076657C">
              <w:rPr>
                <w:rtl/>
              </w:rPr>
              <w:t xml:space="preserve"> </w:t>
            </w:r>
            <w:r w:rsidRPr="00A0264F">
              <w:rPr>
                <w:rtl/>
              </w:rPr>
              <w:t>الردى</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(كفى</w:t>
            </w:r>
            <w:r w:rsidR="0076657C">
              <w:rPr>
                <w:rtl/>
              </w:rPr>
              <w:t xml:space="preserve"> </w:t>
            </w:r>
            <w:r w:rsidRPr="00A0264F">
              <w:rPr>
                <w:rtl/>
              </w:rPr>
              <w:t>بكَ</w:t>
            </w:r>
            <w:r w:rsidR="0076657C">
              <w:rPr>
                <w:rtl/>
              </w:rPr>
              <w:t xml:space="preserve"> </w:t>
            </w:r>
            <w:r w:rsidRPr="00A0264F">
              <w:rPr>
                <w:rtl/>
              </w:rPr>
              <w:t>داءً</w:t>
            </w:r>
            <w:r w:rsidR="0076657C">
              <w:rPr>
                <w:rtl/>
              </w:rPr>
              <w:t xml:space="preserve"> </w:t>
            </w:r>
            <w:r w:rsidRPr="00A0264F">
              <w:rPr>
                <w:rtl/>
              </w:rPr>
              <w:t>أن</w:t>
            </w:r>
            <w:r w:rsidR="0076657C">
              <w:rPr>
                <w:rtl/>
              </w:rPr>
              <w:t xml:space="preserve"> </w:t>
            </w:r>
            <w:r w:rsidRPr="00A0264F">
              <w:rPr>
                <w:rtl/>
              </w:rPr>
              <w:t>ترى</w:t>
            </w:r>
            <w:r w:rsidR="0076657C">
              <w:rPr>
                <w:rtl/>
              </w:rPr>
              <w:t xml:space="preserve"> </w:t>
            </w:r>
            <w:r w:rsidRPr="00A0264F">
              <w:rPr>
                <w:rtl/>
              </w:rPr>
              <w:t>الموتَ</w:t>
            </w:r>
            <w:r w:rsidR="0076657C">
              <w:rPr>
                <w:rtl/>
              </w:rPr>
              <w:t xml:space="preserve"> </w:t>
            </w:r>
            <w:r w:rsidRPr="00A0264F">
              <w:rPr>
                <w:rtl/>
              </w:rPr>
              <w:t>شافيا)</w:t>
            </w:r>
            <w:r w:rsidRPr="00A0264F">
              <w:rPr>
                <w:rStyle w:val="libFootnotenumChar"/>
                <w:rtl/>
              </w:rPr>
              <w:t>(1)</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سـليت</w:t>
            </w:r>
            <w:r w:rsidR="0076657C">
              <w:rPr>
                <w:rtl/>
              </w:rPr>
              <w:t xml:space="preserve"> </w:t>
            </w:r>
            <w:r w:rsidRPr="00A0264F">
              <w:rPr>
                <w:rtl/>
              </w:rPr>
              <w:t>عـلى</w:t>
            </w:r>
            <w:r w:rsidR="0076657C">
              <w:rPr>
                <w:rtl/>
              </w:rPr>
              <w:t xml:space="preserve"> </w:t>
            </w:r>
            <w:r w:rsidRPr="00A0264F">
              <w:rPr>
                <w:rtl/>
              </w:rPr>
              <w:t>جـمرِ</w:t>
            </w:r>
            <w:r w:rsidR="0076657C">
              <w:rPr>
                <w:rtl/>
              </w:rPr>
              <w:t xml:space="preserve"> </w:t>
            </w:r>
            <w:r w:rsidRPr="00A0264F">
              <w:rPr>
                <w:rtl/>
              </w:rPr>
              <w:t>اللواعجِ</w:t>
            </w:r>
            <w:r w:rsidR="0076657C">
              <w:rPr>
                <w:rtl/>
              </w:rPr>
              <w:t xml:space="preserve"> </w:t>
            </w:r>
            <w:r w:rsidRPr="00A0264F">
              <w:rPr>
                <w:rtl/>
              </w:rPr>
              <w:t>إن</w:t>
            </w:r>
            <w:r w:rsidR="0076657C">
              <w:rPr>
                <w:rtl/>
              </w:rPr>
              <w:t xml:space="preserve"> </w:t>
            </w:r>
            <w:r w:rsidRPr="00A0264F">
              <w:rPr>
                <w:rtl/>
              </w:rPr>
              <w:t>تكن</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لـرزءِ</w:t>
            </w:r>
            <w:r w:rsidR="0076657C">
              <w:rPr>
                <w:rtl/>
              </w:rPr>
              <w:t xml:space="preserve"> </w:t>
            </w:r>
            <w:r w:rsidRPr="00A0264F">
              <w:rPr>
                <w:rtl/>
              </w:rPr>
              <w:t>حـسينٍ</w:t>
            </w:r>
            <w:r w:rsidR="0076657C">
              <w:rPr>
                <w:rtl/>
              </w:rPr>
              <w:t xml:space="preserve"> </w:t>
            </w:r>
            <w:r w:rsidRPr="00A0264F">
              <w:rPr>
                <w:rtl/>
              </w:rPr>
              <w:t>آخـرَ</w:t>
            </w:r>
            <w:r w:rsidR="0076657C">
              <w:rPr>
                <w:rtl/>
              </w:rPr>
              <w:t xml:space="preserve"> </w:t>
            </w:r>
            <w:r w:rsidRPr="00A0264F">
              <w:rPr>
                <w:rtl/>
              </w:rPr>
              <w:t>الـدهرِ</w:t>
            </w:r>
            <w:r w:rsidR="0076657C">
              <w:rPr>
                <w:rtl/>
              </w:rPr>
              <w:t xml:space="preserve"> </w:t>
            </w:r>
            <w:r w:rsidRPr="00A0264F">
              <w:rPr>
                <w:rtl/>
              </w:rPr>
              <w:t>سـاليا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فـيا</w:t>
            </w:r>
            <w:r>
              <w:rPr>
                <w:rtl/>
              </w:rPr>
              <w:t xml:space="preserve"> </w:t>
            </w:r>
            <w:r w:rsidRPr="00A0264F">
              <w:rPr>
                <w:rtl/>
              </w:rPr>
              <w:t>مَـنْ</w:t>
            </w:r>
            <w:r w:rsidR="0076657C">
              <w:rPr>
                <w:rtl/>
              </w:rPr>
              <w:t xml:space="preserve"> </w:t>
            </w:r>
            <w:r w:rsidRPr="00A0264F">
              <w:rPr>
                <w:rtl/>
              </w:rPr>
              <w:t>أماتَ</w:t>
            </w:r>
            <w:r w:rsidR="0076657C">
              <w:rPr>
                <w:rtl/>
              </w:rPr>
              <w:t xml:space="preserve"> </w:t>
            </w:r>
            <w:r w:rsidRPr="00A0264F">
              <w:rPr>
                <w:rtl/>
              </w:rPr>
              <w:t>الشركَ</w:t>
            </w:r>
            <w:r w:rsidR="0076657C">
              <w:rPr>
                <w:rtl/>
              </w:rPr>
              <w:t xml:space="preserve"> </w:t>
            </w:r>
            <w:r w:rsidRPr="00A0264F">
              <w:rPr>
                <w:rtl/>
              </w:rPr>
              <w:t>والجهلَ</w:t>
            </w:r>
            <w:r w:rsidR="0076657C">
              <w:rPr>
                <w:rtl/>
              </w:rPr>
              <w:t xml:space="preserve"> </w:t>
            </w:r>
            <w:r w:rsidRPr="00A0264F">
              <w:rPr>
                <w:rtl/>
              </w:rPr>
              <w:t>علمه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ومـا</w:t>
            </w:r>
            <w:r w:rsidR="0076657C">
              <w:rPr>
                <w:rtl/>
              </w:rPr>
              <w:t xml:space="preserve"> </w:t>
            </w:r>
            <w:r w:rsidRPr="00A0264F">
              <w:rPr>
                <w:rtl/>
              </w:rPr>
              <w:t>زالَ</w:t>
            </w:r>
            <w:r w:rsidR="0076657C">
              <w:rPr>
                <w:rtl/>
              </w:rPr>
              <w:t xml:space="preserve"> </w:t>
            </w:r>
            <w:r w:rsidRPr="00A0264F">
              <w:rPr>
                <w:rtl/>
              </w:rPr>
              <w:t>فـي</w:t>
            </w:r>
            <w:r w:rsidR="0076657C">
              <w:rPr>
                <w:rtl/>
              </w:rPr>
              <w:t xml:space="preserve"> </w:t>
            </w:r>
            <w:r w:rsidRPr="00A0264F">
              <w:rPr>
                <w:rtl/>
              </w:rPr>
              <w:t>المحرابِ</w:t>
            </w:r>
            <w:r w:rsidR="0076657C">
              <w:rPr>
                <w:rtl/>
              </w:rPr>
              <w:t xml:space="preserve"> </w:t>
            </w:r>
            <w:r w:rsidRPr="00A0264F">
              <w:rPr>
                <w:rtl/>
              </w:rPr>
              <w:t>يحيي</w:t>
            </w:r>
            <w:r w:rsidR="0076657C">
              <w:rPr>
                <w:rtl/>
              </w:rPr>
              <w:t xml:space="preserve"> </w:t>
            </w:r>
            <w:r w:rsidRPr="00A0264F">
              <w:rPr>
                <w:rtl/>
              </w:rPr>
              <w:t>اللياليا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بـنا</w:t>
            </w:r>
            <w:r>
              <w:rPr>
                <w:rtl/>
              </w:rPr>
              <w:t xml:space="preserve"> </w:t>
            </w:r>
            <w:r w:rsidRPr="00A0264F">
              <w:rPr>
                <w:rtl/>
              </w:rPr>
              <w:t>شـمتَ</w:t>
            </w:r>
            <w:r w:rsidR="0076657C">
              <w:rPr>
                <w:rtl/>
              </w:rPr>
              <w:t xml:space="preserve"> </w:t>
            </w:r>
            <w:r w:rsidRPr="00A0264F">
              <w:rPr>
                <w:rtl/>
              </w:rPr>
              <w:t>الأعـداءُ</w:t>
            </w:r>
            <w:r w:rsidR="0076657C">
              <w:rPr>
                <w:rtl/>
              </w:rPr>
              <w:t xml:space="preserve"> </w:t>
            </w:r>
            <w:r w:rsidRPr="00A0264F">
              <w:rPr>
                <w:rtl/>
              </w:rPr>
              <w:t>جهلاً</w:t>
            </w:r>
            <w:r w:rsidR="0076657C">
              <w:rPr>
                <w:rtl/>
              </w:rPr>
              <w:t xml:space="preserve"> </w:t>
            </w:r>
            <w:r w:rsidRPr="00A0264F">
              <w:rPr>
                <w:rtl/>
              </w:rPr>
              <w:t>ولا</w:t>
            </w:r>
            <w:r w:rsidR="0076657C">
              <w:rPr>
                <w:rtl/>
              </w:rPr>
              <w:t xml:space="preserve"> </w:t>
            </w:r>
            <w:r w:rsidRPr="00A0264F">
              <w:rPr>
                <w:rtl/>
              </w:rPr>
              <w:t>أرى</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مـن</w:t>
            </w:r>
            <w:r>
              <w:rPr>
                <w:rtl/>
              </w:rPr>
              <w:t xml:space="preserve"> </w:t>
            </w:r>
            <w:r w:rsidRPr="00A0264F">
              <w:rPr>
                <w:rtl/>
              </w:rPr>
              <w:t>الـخطبِ</w:t>
            </w:r>
            <w:r w:rsidR="0076657C">
              <w:rPr>
                <w:rtl/>
              </w:rPr>
              <w:t xml:space="preserve"> </w:t>
            </w:r>
            <w:r w:rsidRPr="00A0264F">
              <w:rPr>
                <w:rtl/>
              </w:rPr>
              <w:t>فـينا</w:t>
            </w:r>
            <w:r w:rsidR="0076657C">
              <w:rPr>
                <w:rtl/>
              </w:rPr>
              <w:t xml:space="preserve"> </w:t>
            </w:r>
            <w:r w:rsidRPr="00A0264F">
              <w:rPr>
                <w:rtl/>
              </w:rPr>
              <w:t>ما</w:t>
            </w:r>
            <w:r w:rsidR="0076657C">
              <w:rPr>
                <w:rtl/>
              </w:rPr>
              <w:t xml:space="preserve"> </w:t>
            </w:r>
            <w:r w:rsidRPr="00A0264F">
              <w:rPr>
                <w:rtl/>
              </w:rPr>
              <w:t>يسرُّ</w:t>
            </w:r>
            <w:r w:rsidR="0076657C">
              <w:rPr>
                <w:rtl/>
              </w:rPr>
              <w:t xml:space="preserve"> </w:t>
            </w:r>
            <w:r w:rsidRPr="00A0264F">
              <w:rPr>
                <w:rtl/>
              </w:rPr>
              <w:t>الأعاديا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لأنّــي</w:t>
            </w:r>
            <w:r w:rsidR="0076657C">
              <w:rPr>
                <w:rtl/>
              </w:rPr>
              <w:t xml:space="preserve"> </w:t>
            </w:r>
            <w:r w:rsidRPr="00A0264F">
              <w:rPr>
                <w:rtl/>
              </w:rPr>
              <w:t>رأيـتُ</w:t>
            </w:r>
            <w:r w:rsidR="0076657C">
              <w:rPr>
                <w:rtl/>
              </w:rPr>
              <w:t xml:space="preserve"> </w:t>
            </w:r>
            <w:r w:rsidRPr="00A0264F">
              <w:rPr>
                <w:rtl/>
              </w:rPr>
              <w:t>الـيومَ</w:t>
            </w:r>
            <w:r w:rsidR="0076657C">
              <w:rPr>
                <w:rtl/>
              </w:rPr>
              <w:t xml:space="preserve"> </w:t>
            </w:r>
            <w:r w:rsidRPr="00A0264F">
              <w:rPr>
                <w:rtl/>
              </w:rPr>
              <w:t>حـالكَ</w:t>
            </w:r>
            <w:r w:rsidR="0076657C">
              <w:rPr>
                <w:rtl/>
              </w:rPr>
              <w:t xml:space="preserve"> </w:t>
            </w:r>
            <w:r w:rsidRPr="00A0264F">
              <w:rPr>
                <w:rtl/>
              </w:rPr>
              <w:t>مـيّتا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لـحـالكَ</w:t>
            </w:r>
            <w:r>
              <w:rPr>
                <w:rtl/>
              </w:rPr>
              <w:t xml:space="preserve"> </w:t>
            </w:r>
            <w:r w:rsidRPr="00A0264F">
              <w:rPr>
                <w:rtl/>
              </w:rPr>
              <w:t>حـيّـا</w:t>
            </w:r>
            <w:r w:rsidR="0076657C">
              <w:rPr>
                <w:rtl/>
              </w:rPr>
              <w:t xml:space="preserve"> </w:t>
            </w:r>
            <w:r w:rsidRPr="00A0264F">
              <w:rPr>
                <w:rtl/>
              </w:rPr>
              <w:t>مـشـبهاً</w:t>
            </w:r>
            <w:r w:rsidR="0076657C">
              <w:rPr>
                <w:rtl/>
              </w:rPr>
              <w:t xml:space="preserve"> </w:t>
            </w:r>
            <w:r w:rsidRPr="00A0264F">
              <w:rPr>
                <w:rtl/>
              </w:rPr>
              <w:t>ومـدانيا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ولـولا</w:t>
            </w:r>
            <w:r>
              <w:rPr>
                <w:rtl/>
              </w:rPr>
              <w:t xml:space="preserve"> </w:t>
            </w:r>
            <w:r w:rsidRPr="00A0264F">
              <w:rPr>
                <w:rtl/>
              </w:rPr>
              <w:t>يـتامى</w:t>
            </w:r>
            <w:r w:rsidR="0076657C">
              <w:rPr>
                <w:rtl/>
              </w:rPr>
              <w:t xml:space="preserve"> </w:t>
            </w:r>
            <w:r w:rsidRPr="00A0264F">
              <w:rPr>
                <w:rtl/>
              </w:rPr>
              <w:t>أو</w:t>
            </w:r>
            <w:r w:rsidR="0076657C">
              <w:rPr>
                <w:rtl/>
              </w:rPr>
              <w:t xml:space="preserve"> </w:t>
            </w:r>
            <w:r w:rsidRPr="00A0264F">
              <w:rPr>
                <w:rtl/>
              </w:rPr>
              <w:t>أيـامى</w:t>
            </w:r>
            <w:r w:rsidR="0076657C">
              <w:rPr>
                <w:rtl/>
              </w:rPr>
              <w:t xml:space="preserve"> </w:t>
            </w:r>
            <w:r w:rsidRPr="00A0264F">
              <w:rPr>
                <w:rtl/>
              </w:rPr>
              <w:t>عـليكَ</w:t>
            </w:r>
            <w:r w:rsidR="0076657C">
              <w:rPr>
                <w:rtl/>
              </w:rPr>
              <w:t xml:space="preserve"> </w:t>
            </w:r>
            <w:r w:rsidRPr="00A0264F">
              <w:rPr>
                <w:rtl/>
              </w:rPr>
              <w:t>قد</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غـدا</w:t>
            </w:r>
            <w:r>
              <w:rPr>
                <w:rtl/>
              </w:rPr>
              <w:t xml:space="preserve"> </w:t>
            </w:r>
            <w:r w:rsidRPr="00A0264F">
              <w:rPr>
                <w:rtl/>
              </w:rPr>
              <w:t>يـسعدُ</w:t>
            </w:r>
            <w:r w:rsidR="0076657C">
              <w:rPr>
                <w:rtl/>
              </w:rPr>
              <w:t xml:space="preserve"> </w:t>
            </w:r>
            <w:r w:rsidRPr="00A0264F">
              <w:rPr>
                <w:rtl/>
              </w:rPr>
              <w:t>الـباكون</w:t>
            </w:r>
            <w:r w:rsidR="0076657C">
              <w:rPr>
                <w:rtl/>
              </w:rPr>
              <w:t xml:space="preserve"> </w:t>
            </w:r>
            <w:r w:rsidRPr="00A0264F">
              <w:rPr>
                <w:rtl/>
              </w:rPr>
              <w:t>مـنها</w:t>
            </w:r>
            <w:r w:rsidR="0076657C">
              <w:rPr>
                <w:rtl/>
              </w:rPr>
              <w:t xml:space="preserve"> </w:t>
            </w:r>
            <w:r w:rsidRPr="00A0264F">
              <w:rPr>
                <w:rtl/>
              </w:rPr>
              <w:t>البواكيا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نـعـم</w:t>
            </w:r>
            <w:r>
              <w:rPr>
                <w:rtl/>
              </w:rPr>
              <w:t xml:space="preserve"> </w:t>
            </w:r>
            <w:r w:rsidRPr="00A0264F">
              <w:rPr>
                <w:rtl/>
              </w:rPr>
              <w:t>وبـيـوتٌ</w:t>
            </w:r>
            <w:r w:rsidR="0076657C">
              <w:rPr>
                <w:rtl/>
              </w:rPr>
              <w:t xml:space="preserve"> </w:t>
            </w:r>
            <w:r w:rsidRPr="00A0264F">
              <w:rPr>
                <w:rtl/>
              </w:rPr>
              <w:t>لـلتُقى</w:t>
            </w:r>
            <w:r w:rsidR="0076657C">
              <w:rPr>
                <w:rtl/>
              </w:rPr>
              <w:t xml:space="preserve"> </w:t>
            </w:r>
            <w:r w:rsidRPr="00A0264F">
              <w:rPr>
                <w:rtl/>
              </w:rPr>
              <w:t>ومـدارسُ</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خـلت</w:t>
            </w:r>
            <w:r w:rsidR="0076657C">
              <w:rPr>
                <w:rtl/>
              </w:rPr>
              <w:t xml:space="preserve"> </w:t>
            </w:r>
            <w:r w:rsidRPr="00A0264F">
              <w:rPr>
                <w:rtl/>
              </w:rPr>
              <w:t>فـغدت</w:t>
            </w:r>
            <w:r w:rsidR="0076657C">
              <w:rPr>
                <w:rtl/>
              </w:rPr>
              <w:t xml:space="preserve"> </w:t>
            </w:r>
            <w:r w:rsidRPr="00A0264F">
              <w:rPr>
                <w:rtl/>
              </w:rPr>
              <w:t>تـنعى</w:t>
            </w:r>
            <w:r w:rsidR="0076657C">
              <w:rPr>
                <w:rtl/>
              </w:rPr>
              <w:t xml:space="preserve"> </w:t>
            </w:r>
            <w:r w:rsidRPr="00A0264F">
              <w:rPr>
                <w:rtl/>
              </w:rPr>
              <w:t>السنينَ</w:t>
            </w:r>
            <w:r w:rsidR="0076657C">
              <w:rPr>
                <w:rtl/>
              </w:rPr>
              <w:t xml:space="preserve"> </w:t>
            </w:r>
            <w:r w:rsidRPr="00A0264F">
              <w:rPr>
                <w:rtl/>
              </w:rPr>
              <w:t>الخواليا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لـكـنتُ</w:t>
            </w:r>
            <w:r w:rsidR="0076657C">
              <w:rPr>
                <w:rtl/>
              </w:rPr>
              <w:t xml:space="preserve"> </w:t>
            </w:r>
            <w:r w:rsidRPr="00A0264F">
              <w:rPr>
                <w:rtl/>
              </w:rPr>
              <w:t>أعــدُّ</w:t>
            </w:r>
            <w:r w:rsidR="0076657C">
              <w:rPr>
                <w:rtl/>
              </w:rPr>
              <w:t xml:space="preserve"> </w:t>
            </w:r>
            <w:r w:rsidRPr="00A0264F">
              <w:rPr>
                <w:rtl/>
              </w:rPr>
              <w:t>الـيوم</w:t>
            </w:r>
            <w:r w:rsidR="0076657C">
              <w:rPr>
                <w:rtl/>
              </w:rPr>
              <w:t xml:space="preserve"> </w:t>
            </w:r>
            <w:r w:rsidRPr="00A0264F">
              <w:rPr>
                <w:rtl/>
              </w:rPr>
              <w:t>عـيداً</w:t>
            </w:r>
            <w:r w:rsidR="0076657C">
              <w:rPr>
                <w:rtl/>
              </w:rPr>
              <w:t xml:space="preserve"> </w:t>
            </w:r>
            <w:r w:rsidRPr="00A0264F">
              <w:rPr>
                <w:rtl/>
              </w:rPr>
              <w:t>لأنّـه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بـهِ</w:t>
            </w:r>
            <w:r>
              <w:rPr>
                <w:rtl/>
              </w:rPr>
              <w:t xml:space="preserve"> </w:t>
            </w:r>
            <w:r w:rsidRPr="00A0264F">
              <w:rPr>
                <w:rtl/>
              </w:rPr>
              <w:t>عـدتَ</w:t>
            </w:r>
            <w:r w:rsidR="0076657C">
              <w:rPr>
                <w:rtl/>
              </w:rPr>
              <w:t xml:space="preserve"> </w:t>
            </w:r>
            <w:r w:rsidRPr="00A0264F">
              <w:rPr>
                <w:rtl/>
              </w:rPr>
              <w:t>مـن</w:t>
            </w:r>
            <w:r w:rsidR="0076657C">
              <w:rPr>
                <w:rtl/>
              </w:rPr>
              <w:t xml:space="preserve"> </w:t>
            </w:r>
            <w:r w:rsidRPr="00A0264F">
              <w:rPr>
                <w:rtl/>
              </w:rPr>
              <w:t>سجنِ</w:t>
            </w:r>
            <w:r w:rsidR="0076657C">
              <w:rPr>
                <w:rtl/>
              </w:rPr>
              <w:t xml:space="preserve"> </w:t>
            </w:r>
            <w:r w:rsidRPr="00A0264F">
              <w:rPr>
                <w:rtl/>
              </w:rPr>
              <w:t>المكارهِ</w:t>
            </w:r>
            <w:r w:rsidR="0076657C">
              <w:rPr>
                <w:rtl/>
              </w:rPr>
              <w:t xml:space="preserve"> </w:t>
            </w:r>
            <w:r w:rsidRPr="00A0264F">
              <w:rPr>
                <w:rtl/>
              </w:rPr>
              <w:t>ناجيا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ويـا</w:t>
            </w:r>
            <w:r w:rsidR="0076657C">
              <w:rPr>
                <w:rtl/>
              </w:rPr>
              <w:t xml:space="preserve"> </w:t>
            </w:r>
            <w:r w:rsidRPr="00A0264F">
              <w:rPr>
                <w:rtl/>
              </w:rPr>
              <w:t>مـربعَ</w:t>
            </w:r>
            <w:r w:rsidR="0076657C">
              <w:rPr>
                <w:rtl/>
              </w:rPr>
              <w:t xml:space="preserve"> </w:t>
            </w:r>
            <w:r w:rsidRPr="00A0264F">
              <w:rPr>
                <w:rtl/>
              </w:rPr>
              <w:t>الإحـسانِ</w:t>
            </w:r>
            <w:r w:rsidR="0076657C">
              <w:rPr>
                <w:rtl/>
              </w:rPr>
              <w:t xml:space="preserve"> </w:t>
            </w:r>
            <w:r w:rsidRPr="00A0264F">
              <w:rPr>
                <w:rtl/>
              </w:rPr>
              <w:t>عاصفةُ</w:t>
            </w:r>
            <w:r w:rsidR="0076657C">
              <w:rPr>
                <w:rtl/>
              </w:rPr>
              <w:t xml:space="preserve"> </w:t>
            </w:r>
            <w:r w:rsidRPr="00A0264F">
              <w:rPr>
                <w:rtl/>
              </w:rPr>
              <w:t>الردى</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دهـتكَ</w:t>
            </w:r>
            <w:r>
              <w:rPr>
                <w:rtl/>
              </w:rPr>
              <w:t xml:space="preserve"> </w:t>
            </w:r>
            <w:r w:rsidRPr="00A0264F">
              <w:rPr>
                <w:rtl/>
              </w:rPr>
              <w:t>إلـى</w:t>
            </w:r>
            <w:r w:rsidR="0076657C">
              <w:rPr>
                <w:rtl/>
              </w:rPr>
              <w:t xml:space="preserve"> </w:t>
            </w:r>
            <w:r w:rsidRPr="00A0264F">
              <w:rPr>
                <w:rtl/>
              </w:rPr>
              <w:t>أن</w:t>
            </w:r>
            <w:r w:rsidR="0076657C">
              <w:rPr>
                <w:rtl/>
              </w:rPr>
              <w:t xml:space="preserve"> </w:t>
            </w:r>
            <w:r w:rsidRPr="00A0264F">
              <w:rPr>
                <w:rtl/>
              </w:rPr>
              <w:t>عـدتَ</w:t>
            </w:r>
            <w:r w:rsidR="0076657C">
              <w:rPr>
                <w:rtl/>
              </w:rPr>
              <w:t xml:space="preserve"> </w:t>
            </w:r>
            <w:r w:rsidRPr="00A0264F">
              <w:rPr>
                <w:rtl/>
              </w:rPr>
              <w:t>يا</w:t>
            </w:r>
            <w:r w:rsidR="0076657C">
              <w:rPr>
                <w:rtl/>
              </w:rPr>
              <w:t xml:space="preserve"> </w:t>
            </w:r>
            <w:r w:rsidRPr="00A0264F">
              <w:rPr>
                <w:rtl/>
              </w:rPr>
              <w:t>ربعُ</w:t>
            </w:r>
            <w:r w:rsidR="0076657C">
              <w:rPr>
                <w:rtl/>
              </w:rPr>
              <w:t xml:space="preserve"> </w:t>
            </w:r>
            <w:r w:rsidRPr="00A0264F">
              <w:rPr>
                <w:rtl/>
              </w:rPr>
              <w:t>عافيا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بـلـيتُ</w:t>
            </w:r>
            <w:r w:rsidR="0076657C">
              <w:rPr>
                <w:rtl/>
              </w:rPr>
              <w:t xml:space="preserve"> </w:t>
            </w:r>
            <w:r w:rsidRPr="00A0264F">
              <w:rPr>
                <w:rtl/>
              </w:rPr>
              <w:t>فـأنـعم</w:t>
            </w:r>
            <w:r w:rsidR="0076657C">
              <w:rPr>
                <w:rtl/>
              </w:rPr>
              <w:t xml:space="preserve"> </w:t>
            </w:r>
            <w:r w:rsidRPr="00A0264F">
              <w:rPr>
                <w:rtl/>
              </w:rPr>
              <w:t>بـالدموعِ</w:t>
            </w:r>
            <w:r w:rsidR="0076657C">
              <w:rPr>
                <w:rtl/>
              </w:rPr>
              <w:t xml:space="preserve"> </w:t>
            </w:r>
            <w:r w:rsidRPr="00A0264F">
              <w:rPr>
                <w:rtl/>
              </w:rPr>
              <w:t>جـواريا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لـو</w:t>
            </w:r>
            <w:r w:rsidR="0076657C">
              <w:rPr>
                <w:rtl/>
              </w:rPr>
              <w:t xml:space="preserve"> </w:t>
            </w:r>
            <w:r w:rsidRPr="00A0264F">
              <w:rPr>
                <w:rtl/>
              </w:rPr>
              <w:t>أنَّ</w:t>
            </w:r>
            <w:r w:rsidR="0076657C">
              <w:rPr>
                <w:rtl/>
              </w:rPr>
              <w:t xml:space="preserve"> </w:t>
            </w:r>
            <w:r w:rsidRPr="00A0264F">
              <w:rPr>
                <w:rtl/>
              </w:rPr>
              <w:t>انـسجامَ</w:t>
            </w:r>
            <w:r w:rsidR="0076657C">
              <w:rPr>
                <w:rtl/>
              </w:rPr>
              <w:t xml:space="preserve"> </w:t>
            </w:r>
            <w:r w:rsidRPr="00A0264F">
              <w:rPr>
                <w:rtl/>
              </w:rPr>
              <w:t>الـدمعِ</w:t>
            </w:r>
            <w:r w:rsidR="0076657C">
              <w:rPr>
                <w:rtl/>
              </w:rPr>
              <w:t xml:space="preserve"> </w:t>
            </w:r>
            <w:r w:rsidRPr="00A0264F">
              <w:rPr>
                <w:rtl/>
              </w:rPr>
              <w:t>يـنعمُ</w:t>
            </w:r>
            <w:r w:rsidR="0076657C">
              <w:rPr>
                <w:rtl/>
              </w:rPr>
              <w:t xml:space="preserve"> </w:t>
            </w:r>
            <w:r w:rsidRPr="00A0264F">
              <w:rPr>
                <w:rtl/>
              </w:rPr>
              <w:t>بـاليا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لـئن</w:t>
            </w:r>
            <w:r w:rsidR="0076657C">
              <w:rPr>
                <w:rtl/>
              </w:rPr>
              <w:t xml:space="preserve"> </w:t>
            </w:r>
            <w:r w:rsidRPr="00A0264F">
              <w:rPr>
                <w:rtl/>
              </w:rPr>
              <w:t>بـلغتْ</w:t>
            </w:r>
            <w:r w:rsidR="0076657C">
              <w:rPr>
                <w:rtl/>
              </w:rPr>
              <w:t xml:space="preserve"> </w:t>
            </w:r>
            <w:r w:rsidRPr="00A0264F">
              <w:rPr>
                <w:rtl/>
              </w:rPr>
              <w:t>فـيكَ</w:t>
            </w:r>
            <w:r w:rsidR="0076657C">
              <w:rPr>
                <w:rtl/>
              </w:rPr>
              <w:t xml:space="preserve"> </w:t>
            </w:r>
            <w:r w:rsidRPr="00A0264F">
              <w:rPr>
                <w:rtl/>
              </w:rPr>
              <w:t>الـحوادثُ</w:t>
            </w:r>
            <w:r w:rsidR="0076657C">
              <w:rPr>
                <w:rtl/>
              </w:rPr>
              <w:t xml:space="preserve"> </w:t>
            </w:r>
            <w:r w:rsidRPr="00A0264F">
              <w:rPr>
                <w:rtl/>
              </w:rPr>
              <w:t>قصدها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فـقد</w:t>
            </w:r>
            <w:r w:rsidR="0076657C">
              <w:rPr>
                <w:rtl/>
              </w:rPr>
              <w:t xml:space="preserve"> </w:t>
            </w:r>
            <w:r w:rsidRPr="00A0264F">
              <w:rPr>
                <w:rtl/>
              </w:rPr>
              <w:t>بـلغتْ</w:t>
            </w:r>
            <w:r w:rsidR="0076657C">
              <w:rPr>
                <w:rtl/>
              </w:rPr>
              <w:t xml:space="preserve"> </w:t>
            </w:r>
            <w:r w:rsidRPr="00A0264F">
              <w:rPr>
                <w:rtl/>
              </w:rPr>
              <w:t>نـفسي</w:t>
            </w:r>
            <w:r w:rsidR="0076657C">
              <w:rPr>
                <w:rtl/>
              </w:rPr>
              <w:t xml:space="preserve"> </w:t>
            </w:r>
            <w:r w:rsidRPr="00A0264F">
              <w:rPr>
                <w:rtl/>
              </w:rPr>
              <w:t>عـليكَ</w:t>
            </w:r>
            <w:r w:rsidR="0076657C">
              <w:rPr>
                <w:rtl/>
              </w:rPr>
              <w:t xml:space="preserve"> </w:t>
            </w:r>
            <w:r w:rsidRPr="00A0264F">
              <w:rPr>
                <w:rtl/>
              </w:rPr>
              <w:t>الـتراقيا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هـلـمَّ</w:t>
            </w:r>
            <w:r>
              <w:rPr>
                <w:rtl/>
              </w:rPr>
              <w:t xml:space="preserve"> </w:t>
            </w:r>
            <w:r w:rsidRPr="00A0264F">
              <w:rPr>
                <w:rtl/>
              </w:rPr>
              <w:t>فـأسـعدني</w:t>
            </w:r>
            <w:r w:rsidR="0076657C">
              <w:rPr>
                <w:rtl/>
              </w:rPr>
              <w:t xml:space="preserve"> </w:t>
            </w:r>
            <w:r w:rsidRPr="00A0264F">
              <w:rPr>
                <w:rtl/>
              </w:rPr>
              <w:t>بـنـوحكَ</w:t>
            </w:r>
            <w:r w:rsidR="0076657C">
              <w:rPr>
                <w:rtl/>
              </w:rPr>
              <w:t xml:space="preserve"> </w:t>
            </w:r>
            <w:r w:rsidRPr="00A0264F">
              <w:rPr>
                <w:rtl/>
              </w:rPr>
              <w:t>إنّـما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عـراكَ</w:t>
            </w:r>
            <w:r>
              <w:rPr>
                <w:rtl/>
              </w:rPr>
              <w:t xml:space="preserve"> </w:t>
            </w:r>
            <w:r w:rsidRPr="00A0264F">
              <w:rPr>
                <w:rtl/>
              </w:rPr>
              <w:t>مـن</w:t>
            </w:r>
            <w:r w:rsidR="0076657C">
              <w:rPr>
                <w:rtl/>
              </w:rPr>
              <w:t xml:space="preserve"> </w:t>
            </w:r>
            <w:r w:rsidRPr="00A0264F">
              <w:rPr>
                <w:rtl/>
              </w:rPr>
              <w:t>الأحـزانِ</w:t>
            </w:r>
            <w:r w:rsidR="0076657C">
              <w:rPr>
                <w:rtl/>
              </w:rPr>
              <w:t xml:space="preserve"> </w:t>
            </w:r>
            <w:r w:rsidRPr="00A0264F">
              <w:rPr>
                <w:rtl/>
              </w:rPr>
              <w:t>ما</w:t>
            </w:r>
            <w:r w:rsidR="0076657C">
              <w:rPr>
                <w:rtl/>
              </w:rPr>
              <w:t xml:space="preserve"> </w:t>
            </w:r>
            <w:r w:rsidRPr="00A0264F">
              <w:rPr>
                <w:rtl/>
              </w:rPr>
              <w:t>قد</w:t>
            </w:r>
            <w:r w:rsidR="0076657C">
              <w:rPr>
                <w:rtl/>
              </w:rPr>
              <w:t xml:space="preserve"> </w:t>
            </w:r>
            <w:r w:rsidRPr="00A0264F">
              <w:rPr>
                <w:rtl/>
              </w:rPr>
              <w:t>عرانيا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فـذلـكَ</w:t>
            </w:r>
            <w:r w:rsidR="0076657C">
              <w:rPr>
                <w:rtl/>
              </w:rPr>
              <w:t xml:space="preserve"> </w:t>
            </w:r>
            <w:r w:rsidRPr="00A0264F">
              <w:rPr>
                <w:rtl/>
              </w:rPr>
              <w:t>رزٌ</w:t>
            </w:r>
            <w:r w:rsidR="0076657C">
              <w:rPr>
                <w:rtl/>
              </w:rPr>
              <w:t xml:space="preserve"> </w:t>
            </w:r>
            <w:r w:rsidRPr="00A0264F">
              <w:rPr>
                <w:rtl/>
              </w:rPr>
              <w:t>عــادَ</w:t>
            </w:r>
            <w:r w:rsidR="0076657C">
              <w:rPr>
                <w:rtl/>
              </w:rPr>
              <w:t xml:space="preserve"> </w:t>
            </w:r>
            <w:r w:rsidRPr="00A0264F">
              <w:rPr>
                <w:rtl/>
              </w:rPr>
              <w:t>فـيـهِ</w:t>
            </w:r>
            <w:r w:rsidR="0076657C">
              <w:rPr>
                <w:rtl/>
              </w:rPr>
              <w:t xml:space="preserve"> </w:t>
            </w:r>
            <w:r w:rsidRPr="00A0264F">
              <w:rPr>
                <w:rtl/>
              </w:rPr>
              <w:t>مـحـمّد</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عـلى</w:t>
            </w:r>
            <w:r w:rsidR="0076657C">
              <w:rPr>
                <w:rtl/>
              </w:rPr>
              <w:t xml:space="preserve"> </w:t>
            </w:r>
            <w:r w:rsidRPr="00A0264F">
              <w:rPr>
                <w:rtl/>
              </w:rPr>
              <w:t>صـبرهِ</w:t>
            </w:r>
            <w:r w:rsidR="0076657C">
              <w:rPr>
                <w:rtl/>
              </w:rPr>
              <w:t xml:space="preserve"> </w:t>
            </w:r>
            <w:r w:rsidRPr="00A0264F">
              <w:rPr>
                <w:rtl/>
              </w:rPr>
              <w:t>عـندَ</w:t>
            </w:r>
            <w:r w:rsidR="0076657C">
              <w:rPr>
                <w:rtl/>
              </w:rPr>
              <w:t xml:space="preserve"> </w:t>
            </w:r>
            <w:r w:rsidRPr="00A0264F">
              <w:rPr>
                <w:rtl/>
              </w:rPr>
              <w:t>الـنوائبِ</w:t>
            </w:r>
            <w:r w:rsidR="0076657C">
              <w:rPr>
                <w:rtl/>
              </w:rPr>
              <w:t xml:space="preserve"> </w:t>
            </w:r>
            <w:r w:rsidRPr="00A0264F">
              <w:rPr>
                <w:rtl/>
              </w:rPr>
              <w:t>بـاكيا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ضـللتُ</w:t>
            </w:r>
            <w:r>
              <w:rPr>
                <w:rtl/>
              </w:rPr>
              <w:t xml:space="preserve"> </w:t>
            </w:r>
            <w:r w:rsidRPr="00A0264F">
              <w:rPr>
                <w:rtl/>
              </w:rPr>
              <w:t>طـريقَ</w:t>
            </w:r>
            <w:r w:rsidR="0076657C">
              <w:rPr>
                <w:rtl/>
              </w:rPr>
              <w:t xml:space="preserve"> </w:t>
            </w:r>
            <w:r w:rsidRPr="00A0264F">
              <w:rPr>
                <w:rtl/>
              </w:rPr>
              <w:t>الـصبرِ</w:t>
            </w:r>
            <w:r w:rsidR="0076657C">
              <w:rPr>
                <w:rtl/>
              </w:rPr>
              <w:t xml:space="preserve"> </w:t>
            </w:r>
            <w:r w:rsidRPr="00A0264F">
              <w:rPr>
                <w:rtl/>
              </w:rPr>
              <w:t>مـقتدياً</w:t>
            </w:r>
            <w:r w:rsidR="0076657C">
              <w:rPr>
                <w:rtl/>
              </w:rPr>
              <w:t xml:space="preserve"> </w:t>
            </w:r>
            <w:r w:rsidRPr="00A0264F">
              <w:rPr>
                <w:rtl/>
              </w:rPr>
              <w:t>به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عـلـى</w:t>
            </w:r>
            <w:r w:rsidR="0076657C">
              <w:rPr>
                <w:rtl/>
              </w:rPr>
              <w:t xml:space="preserve"> </w:t>
            </w:r>
            <w:r w:rsidRPr="00A0264F">
              <w:rPr>
                <w:rtl/>
              </w:rPr>
              <w:t>أنّـه</w:t>
            </w:r>
            <w:r w:rsidR="0076657C">
              <w:rPr>
                <w:rtl/>
              </w:rPr>
              <w:t xml:space="preserve"> </w:t>
            </w:r>
            <w:r w:rsidRPr="00A0264F">
              <w:rPr>
                <w:rtl/>
              </w:rPr>
              <w:t>لـلناسِ</w:t>
            </w:r>
            <w:r w:rsidR="0076657C">
              <w:rPr>
                <w:rtl/>
              </w:rPr>
              <w:t xml:space="preserve"> </w:t>
            </w:r>
            <w:r w:rsidRPr="00A0264F">
              <w:rPr>
                <w:rtl/>
              </w:rPr>
              <w:t>أُرسـلَ</w:t>
            </w:r>
            <w:r w:rsidR="0076657C">
              <w:rPr>
                <w:rtl/>
              </w:rPr>
              <w:t xml:space="preserve"> </w:t>
            </w:r>
            <w:r w:rsidRPr="00A0264F">
              <w:rPr>
                <w:rtl/>
              </w:rPr>
              <w:t>هـاديا</w:t>
            </w:r>
            <w:r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هذا الشطر والذي قبله مطلع قصيدة للمتنبي قالها في كافور</w:t>
      </w:r>
      <w:r w:rsidR="003D6158">
        <w:rPr>
          <w:rtl/>
        </w:rPr>
        <w:t>:</w:t>
      </w:r>
    </w:p>
    <w:tbl>
      <w:tblPr>
        <w:tblStyle w:val="TableGrid"/>
        <w:bidiVisual/>
        <w:tblW w:w="4562" w:type="pct"/>
        <w:tblInd w:w="384" w:type="dxa"/>
        <w:tblLook w:val="04A0"/>
      </w:tblPr>
      <w:tblGrid>
        <w:gridCol w:w="3536"/>
        <w:gridCol w:w="272"/>
        <w:gridCol w:w="3502"/>
      </w:tblGrid>
      <w:tr w:rsidR="00F5394E" w:rsidTr="00F5394E">
        <w:trPr>
          <w:trHeight w:val="350"/>
        </w:trPr>
        <w:tc>
          <w:tcPr>
            <w:tcW w:w="3536" w:type="dxa"/>
          </w:tcPr>
          <w:p w:rsidR="00F5394E" w:rsidRDefault="00F5394E" w:rsidP="00F5394E">
            <w:pPr>
              <w:pStyle w:val="libPoem"/>
            </w:pPr>
            <w:r w:rsidRPr="00A0264F">
              <w:rPr>
                <w:rtl/>
              </w:rPr>
              <w:t>كفى بكَ داءً أن ترى الموتَ شافيا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وحسبُ المنايا أن يكنَّ أمانيا</w:t>
            </w:r>
            <w:r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F5394E" w:rsidTr="00F5394E">
        <w:trPr>
          <w:trHeight w:val="350"/>
        </w:trPr>
        <w:tc>
          <w:tcPr>
            <w:tcW w:w="3536" w:type="dxa"/>
          </w:tcPr>
          <w:p w:rsidR="00F5394E" w:rsidRDefault="00F5394E" w:rsidP="00F5394E">
            <w:pPr>
              <w:pStyle w:val="libPoem"/>
            </w:pPr>
            <w:r w:rsidRPr="00A0264F">
              <w:rPr>
                <w:rtl/>
              </w:rPr>
              <w:t>بـهِ</w:t>
            </w:r>
            <w:r>
              <w:rPr>
                <w:rtl/>
              </w:rPr>
              <w:t xml:space="preserve"> </w:t>
            </w:r>
            <w:r w:rsidRPr="00A0264F">
              <w:rPr>
                <w:rtl/>
              </w:rPr>
              <w:t>قـد</w:t>
            </w:r>
            <w:r w:rsidR="0076657C">
              <w:rPr>
                <w:rtl/>
              </w:rPr>
              <w:t xml:space="preserve"> </w:t>
            </w:r>
            <w:r w:rsidRPr="00A0264F">
              <w:rPr>
                <w:rtl/>
              </w:rPr>
              <w:t>غـدت</w:t>
            </w:r>
            <w:r w:rsidR="0076657C">
              <w:rPr>
                <w:rtl/>
              </w:rPr>
              <w:t xml:space="preserve"> </w:t>
            </w:r>
            <w:r w:rsidRPr="00A0264F">
              <w:rPr>
                <w:rtl/>
              </w:rPr>
              <w:t>أفلاكها</w:t>
            </w:r>
            <w:r w:rsidR="0076657C">
              <w:rPr>
                <w:rtl/>
              </w:rPr>
              <w:t xml:space="preserve"> </w:t>
            </w:r>
            <w:r w:rsidRPr="00A0264F">
              <w:rPr>
                <w:rtl/>
              </w:rPr>
              <w:t>التسعُ</w:t>
            </w:r>
            <w:r w:rsidR="0076657C">
              <w:rPr>
                <w:rtl/>
              </w:rPr>
              <w:t xml:space="preserve"> </w:t>
            </w:r>
            <w:r w:rsidRPr="00A0264F">
              <w:rPr>
                <w:rtl/>
              </w:rPr>
              <w:t>عشرة</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وأصـبحت</w:t>
            </w:r>
            <w:r>
              <w:rPr>
                <w:rtl/>
              </w:rPr>
              <w:t xml:space="preserve"> </w:t>
            </w:r>
            <w:r w:rsidRPr="00A0264F">
              <w:rPr>
                <w:rtl/>
              </w:rPr>
              <w:t>الـسبعُ</w:t>
            </w:r>
            <w:r w:rsidR="0076657C">
              <w:rPr>
                <w:rtl/>
              </w:rPr>
              <w:t xml:space="preserve"> </w:t>
            </w:r>
            <w:r w:rsidRPr="00A0264F">
              <w:rPr>
                <w:rtl/>
              </w:rPr>
              <w:t>الـمثاني</w:t>
            </w:r>
            <w:r w:rsidR="0076657C">
              <w:rPr>
                <w:rtl/>
              </w:rPr>
              <w:t xml:space="preserve"> </w:t>
            </w:r>
            <w:r w:rsidRPr="00A0264F">
              <w:rPr>
                <w:rtl/>
              </w:rPr>
              <w:t>ثـمانيا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إمــامٌ</w:t>
            </w:r>
            <w:r>
              <w:rPr>
                <w:rtl/>
              </w:rPr>
              <w:t xml:space="preserve"> </w:t>
            </w:r>
            <w:r w:rsidRPr="00A0264F">
              <w:rPr>
                <w:rtl/>
              </w:rPr>
              <w:t>غـدا</w:t>
            </w:r>
            <w:r w:rsidR="0076657C">
              <w:rPr>
                <w:rtl/>
              </w:rPr>
              <w:t xml:space="preserve"> </w:t>
            </w:r>
            <w:r w:rsidRPr="00A0264F">
              <w:rPr>
                <w:rtl/>
              </w:rPr>
              <w:t>لـلمالِ</w:t>
            </w:r>
            <w:r w:rsidR="0076657C">
              <w:rPr>
                <w:rtl/>
              </w:rPr>
              <w:t xml:space="preserve"> </w:t>
            </w:r>
            <w:r w:rsidRPr="00A0264F">
              <w:rPr>
                <w:rtl/>
              </w:rPr>
              <w:t>والـجاهِ</w:t>
            </w:r>
            <w:r w:rsidR="0076657C">
              <w:rPr>
                <w:rtl/>
              </w:rPr>
              <w:t xml:space="preserve"> </w:t>
            </w:r>
            <w:r w:rsidRPr="00A0264F">
              <w:rPr>
                <w:rtl/>
              </w:rPr>
              <w:t>بـاذلا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كـما</w:t>
            </w:r>
            <w:r>
              <w:rPr>
                <w:rtl/>
              </w:rPr>
              <w:t xml:space="preserve"> </w:t>
            </w:r>
            <w:r w:rsidRPr="00A0264F">
              <w:rPr>
                <w:rtl/>
              </w:rPr>
              <w:t>قـد</w:t>
            </w:r>
            <w:r w:rsidR="0076657C">
              <w:rPr>
                <w:rtl/>
              </w:rPr>
              <w:t xml:space="preserve"> </w:t>
            </w:r>
            <w:r w:rsidRPr="00A0264F">
              <w:rPr>
                <w:rtl/>
              </w:rPr>
              <w:t>غـدا</w:t>
            </w:r>
            <w:r w:rsidR="0076657C">
              <w:rPr>
                <w:rtl/>
              </w:rPr>
              <w:t xml:space="preserve"> </w:t>
            </w:r>
            <w:r w:rsidRPr="00A0264F">
              <w:rPr>
                <w:rtl/>
              </w:rPr>
              <w:t>للعرضِ</w:t>
            </w:r>
            <w:r w:rsidR="0076657C">
              <w:rPr>
                <w:rtl/>
              </w:rPr>
              <w:t xml:space="preserve"> </w:t>
            </w:r>
            <w:r w:rsidRPr="00A0264F">
              <w:rPr>
                <w:rtl/>
              </w:rPr>
              <w:t>والدينِ</w:t>
            </w:r>
            <w:r w:rsidR="0076657C">
              <w:rPr>
                <w:rtl/>
              </w:rPr>
              <w:t xml:space="preserve"> </w:t>
            </w:r>
            <w:r w:rsidRPr="00A0264F">
              <w:rPr>
                <w:rtl/>
              </w:rPr>
              <w:t>حاميا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أجـلتُ</w:t>
            </w:r>
            <w:r>
              <w:rPr>
                <w:rtl/>
              </w:rPr>
              <w:t xml:space="preserve"> </w:t>
            </w:r>
            <w:r w:rsidRPr="00A0264F">
              <w:rPr>
                <w:rtl/>
              </w:rPr>
              <w:t>بـياني</w:t>
            </w:r>
            <w:r w:rsidR="0076657C">
              <w:rPr>
                <w:rtl/>
              </w:rPr>
              <w:t xml:space="preserve"> </w:t>
            </w:r>
            <w:r w:rsidRPr="00A0264F">
              <w:rPr>
                <w:rtl/>
              </w:rPr>
              <w:t>فـي</w:t>
            </w:r>
            <w:r w:rsidR="0076657C">
              <w:rPr>
                <w:rtl/>
              </w:rPr>
              <w:t xml:space="preserve"> </w:t>
            </w:r>
            <w:r w:rsidRPr="00A0264F">
              <w:rPr>
                <w:rtl/>
              </w:rPr>
              <w:t>بـديعِ</w:t>
            </w:r>
            <w:r w:rsidR="0076657C">
              <w:rPr>
                <w:rtl/>
              </w:rPr>
              <w:t xml:space="preserve"> </w:t>
            </w:r>
            <w:r w:rsidRPr="00A0264F">
              <w:rPr>
                <w:rtl/>
              </w:rPr>
              <w:t>صـفاته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فـلـم</w:t>
            </w:r>
            <w:r w:rsidR="0076657C">
              <w:rPr>
                <w:rtl/>
              </w:rPr>
              <w:t xml:space="preserve"> </w:t>
            </w:r>
            <w:r w:rsidRPr="00A0264F">
              <w:rPr>
                <w:rtl/>
              </w:rPr>
              <w:t>تـسعُ</w:t>
            </w:r>
            <w:r w:rsidR="0076657C">
              <w:rPr>
                <w:rtl/>
              </w:rPr>
              <w:t xml:space="preserve"> </w:t>
            </w:r>
            <w:r w:rsidRPr="00A0264F">
              <w:rPr>
                <w:rtl/>
              </w:rPr>
              <w:t>الألـفاظُ</w:t>
            </w:r>
            <w:r w:rsidR="0076657C">
              <w:rPr>
                <w:rtl/>
              </w:rPr>
              <w:t xml:space="preserve"> </w:t>
            </w:r>
            <w:r w:rsidRPr="00A0264F">
              <w:rPr>
                <w:rtl/>
              </w:rPr>
              <w:t>مـنهُ</w:t>
            </w:r>
            <w:r w:rsidR="0076657C">
              <w:rPr>
                <w:rtl/>
              </w:rPr>
              <w:t xml:space="preserve"> </w:t>
            </w:r>
            <w:r w:rsidRPr="00A0264F">
              <w:rPr>
                <w:rtl/>
              </w:rPr>
              <w:t>الـمعانيا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أبـا</w:t>
            </w:r>
            <w:r>
              <w:rPr>
                <w:rtl/>
              </w:rPr>
              <w:t xml:space="preserve"> </w:t>
            </w:r>
            <w:r w:rsidRPr="00A0264F">
              <w:rPr>
                <w:rtl/>
              </w:rPr>
              <w:t>الـقاسمِ</w:t>
            </w:r>
            <w:r w:rsidR="0076657C">
              <w:rPr>
                <w:rtl/>
              </w:rPr>
              <w:t xml:space="preserve"> </w:t>
            </w:r>
            <w:r w:rsidRPr="00A0264F">
              <w:rPr>
                <w:rtl/>
              </w:rPr>
              <w:t>اعـذرني</w:t>
            </w:r>
            <w:r w:rsidR="0076657C">
              <w:rPr>
                <w:rtl/>
              </w:rPr>
              <w:t xml:space="preserve"> </w:t>
            </w:r>
            <w:r w:rsidRPr="00A0264F">
              <w:rPr>
                <w:rtl/>
              </w:rPr>
              <w:t>فـلستُ</w:t>
            </w:r>
            <w:r w:rsidR="0076657C">
              <w:rPr>
                <w:rtl/>
              </w:rPr>
              <w:t xml:space="preserve"> </w:t>
            </w:r>
            <w:r w:rsidRPr="00A0264F">
              <w:rPr>
                <w:rtl/>
              </w:rPr>
              <w:t>ببالغٍ</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عُـلاكَ</w:t>
            </w:r>
            <w:r w:rsidR="0076657C">
              <w:rPr>
                <w:rtl/>
              </w:rPr>
              <w:t xml:space="preserve"> </w:t>
            </w:r>
            <w:r w:rsidRPr="00A0264F">
              <w:rPr>
                <w:rtl/>
              </w:rPr>
              <w:t>ولـو</w:t>
            </w:r>
            <w:r w:rsidR="0076657C">
              <w:rPr>
                <w:rtl/>
              </w:rPr>
              <w:t xml:space="preserve"> </w:t>
            </w:r>
            <w:r w:rsidRPr="00A0264F">
              <w:rPr>
                <w:rtl/>
              </w:rPr>
              <w:t>أفـنيتُ</w:t>
            </w:r>
            <w:r w:rsidR="0076657C">
              <w:rPr>
                <w:rtl/>
              </w:rPr>
              <w:t xml:space="preserve"> </w:t>
            </w:r>
            <w:r w:rsidRPr="00A0264F">
              <w:rPr>
                <w:rtl/>
              </w:rPr>
              <w:t>فـيكَ</w:t>
            </w:r>
            <w:r w:rsidR="0076657C">
              <w:rPr>
                <w:rtl/>
              </w:rPr>
              <w:t xml:space="preserve"> </w:t>
            </w:r>
            <w:r w:rsidRPr="00A0264F">
              <w:rPr>
                <w:rtl/>
              </w:rPr>
              <w:t>الـقوافيا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ومـا</w:t>
            </w:r>
            <w:r w:rsidR="0076657C">
              <w:rPr>
                <w:rtl/>
              </w:rPr>
              <w:t xml:space="preserve"> </w:t>
            </w:r>
            <w:r w:rsidRPr="00A0264F">
              <w:rPr>
                <w:rtl/>
              </w:rPr>
              <w:t>الـشعرُ</w:t>
            </w:r>
            <w:r w:rsidR="0076657C">
              <w:rPr>
                <w:rtl/>
              </w:rPr>
              <w:t xml:space="preserve"> </w:t>
            </w:r>
            <w:r w:rsidRPr="00A0264F">
              <w:rPr>
                <w:rtl/>
              </w:rPr>
              <w:t>مـن</w:t>
            </w:r>
            <w:r w:rsidR="0076657C">
              <w:rPr>
                <w:rtl/>
              </w:rPr>
              <w:t xml:space="preserve"> </w:t>
            </w:r>
            <w:r w:rsidRPr="00A0264F">
              <w:rPr>
                <w:rtl/>
              </w:rPr>
              <w:t>طـبعي</w:t>
            </w:r>
            <w:r w:rsidR="0076657C">
              <w:rPr>
                <w:rtl/>
              </w:rPr>
              <w:t xml:space="preserve"> </w:t>
            </w:r>
            <w:r w:rsidRPr="00A0264F">
              <w:rPr>
                <w:rtl/>
              </w:rPr>
              <w:t>ولكن</w:t>
            </w:r>
            <w:r w:rsidR="0076657C">
              <w:rPr>
                <w:rtl/>
              </w:rPr>
              <w:t xml:space="preserve"> </w:t>
            </w:r>
            <w:r w:rsidRPr="00A0264F">
              <w:rPr>
                <w:rtl/>
              </w:rPr>
              <w:t>نفثةً</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تـنـظِّمُ</w:t>
            </w:r>
            <w:r w:rsidR="0076657C">
              <w:rPr>
                <w:rtl/>
              </w:rPr>
              <w:t xml:space="preserve"> </w:t>
            </w:r>
            <w:r w:rsidRPr="00A0264F">
              <w:rPr>
                <w:rtl/>
              </w:rPr>
              <w:t>أفــلاذَ</w:t>
            </w:r>
            <w:r w:rsidR="0076657C">
              <w:rPr>
                <w:rtl/>
              </w:rPr>
              <w:t xml:space="preserve"> </w:t>
            </w:r>
            <w:r w:rsidRPr="00A0264F">
              <w:rPr>
                <w:rtl/>
              </w:rPr>
              <w:t>الـفـؤادِ</w:t>
            </w:r>
            <w:r w:rsidR="0076657C">
              <w:rPr>
                <w:rtl/>
              </w:rPr>
              <w:t xml:space="preserve"> </w:t>
            </w:r>
            <w:r w:rsidRPr="00A0264F">
              <w:rPr>
                <w:rtl/>
              </w:rPr>
              <w:t>مـراثـيا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ويـا</w:t>
            </w:r>
            <w:r>
              <w:rPr>
                <w:rtl/>
              </w:rPr>
              <w:t xml:space="preserve"> </w:t>
            </w:r>
            <w:r w:rsidRPr="00A0264F">
              <w:rPr>
                <w:rtl/>
              </w:rPr>
              <w:t>قـلمي</w:t>
            </w:r>
            <w:r w:rsidR="0076657C">
              <w:rPr>
                <w:rtl/>
              </w:rPr>
              <w:t xml:space="preserve"> </w:t>
            </w:r>
            <w:r w:rsidRPr="00A0264F">
              <w:rPr>
                <w:rtl/>
              </w:rPr>
              <w:t>أمـسك</w:t>
            </w:r>
            <w:r w:rsidR="0076657C">
              <w:rPr>
                <w:rtl/>
              </w:rPr>
              <w:t xml:space="preserve"> </w:t>
            </w:r>
            <w:r w:rsidRPr="00A0264F">
              <w:rPr>
                <w:rtl/>
              </w:rPr>
              <w:t>فـقد</w:t>
            </w:r>
            <w:r w:rsidR="0076657C">
              <w:rPr>
                <w:rtl/>
              </w:rPr>
              <w:t xml:space="preserve"> </w:t>
            </w:r>
            <w:r w:rsidRPr="00A0264F">
              <w:rPr>
                <w:rtl/>
              </w:rPr>
              <w:t>أُبرمَ</w:t>
            </w:r>
            <w:r w:rsidR="0076657C">
              <w:rPr>
                <w:rtl/>
              </w:rPr>
              <w:t xml:space="preserve"> </w:t>
            </w:r>
            <w:r w:rsidRPr="00A0264F">
              <w:rPr>
                <w:rtl/>
              </w:rPr>
              <w:t>القضا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وأرخْ</w:t>
            </w:r>
            <w:r>
              <w:rPr>
                <w:rtl/>
              </w:rPr>
              <w:t xml:space="preserve"> </w:t>
            </w:r>
            <w:r w:rsidRPr="00A0264F">
              <w:rPr>
                <w:rtl/>
              </w:rPr>
              <w:t>(عـظيمٌ</w:t>
            </w:r>
            <w:r w:rsidR="0076657C">
              <w:rPr>
                <w:rtl/>
              </w:rPr>
              <w:t xml:space="preserve"> </w:t>
            </w:r>
            <w:r w:rsidRPr="00A0264F">
              <w:rPr>
                <w:rtl/>
              </w:rPr>
              <w:t>بالحسينِ</w:t>
            </w:r>
            <w:r w:rsidR="0076657C">
              <w:rPr>
                <w:rtl/>
              </w:rPr>
              <w:t xml:space="preserve"> </w:t>
            </w:r>
            <w:r w:rsidRPr="00A0264F">
              <w:rPr>
                <w:rtl/>
              </w:rPr>
              <w:t>مصابيا)</w:t>
            </w:r>
            <w:r w:rsidRPr="00A0264F">
              <w:rPr>
                <w:rStyle w:val="libFootnotenumChar"/>
                <w:rtl/>
              </w:rPr>
              <w:t>(1)</w:t>
            </w:r>
            <w:r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يكون تاريخ وفاته بحساب الجمل كالآتى</w:t>
      </w:r>
      <w:r w:rsidR="003D6158">
        <w:rPr>
          <w:rtl/>
        </w:rPr>
        <w:t>:</w:t>
      </w:r>
      <w:r w:rsidRPr="00A0264F">
        <w:rPr>
          <w:rtl/>
        </w:rPr>
        <w:t xml:space="preserve"> عظيم = 1020</w:t>
      </w:r>
      <w:r w:rsidR="00A327D5">
        <w:rPr>
          <w:rtl/>
        </w:rPr>
        <w:t>،</w:t>
      </w:r>
      <w:r w:rsidRPr="00A0264F">
        <w:rPr>
          <w:rtl/>
        </w:rPr>
        <w:t xml:space="preserve"> بالحسين = 161</w:t>
      </w:r>
      <w:r w:rsidR="00A327D5">
        <w:rPr>
          <w:rtl/>
        </w:rPr>
        <w:t>،</w:t>
      </w:r>
      <w:r w:rsidRPr="00A0264F">
        <w:rPr>
          <w:rtl/>
        </w:rPr>
        <w:t xml:space="preserve"> مصابيا = 144</w:t>
      </w:r>
      <w:r w:rsidR="00A327D5">
        <w:rPr>
          <w:rtl/>
        </w:rPr>
        <w:t>،</w:t>
      </w:r>
      <w:r w:rsidRPr="00A0264F">
        <w:rPr>
          <w:rtl/>
        </w:rPr>
        <w:t xml:space="preserve"> ومجموع هذه الأرقام 1325 وهي سنة وفاته بالتاريخ الهجري</w:t>
      </w:r>
      <w:r w:rsidR="00A327D5">
        <w:rPr>
          <w:rtl/>
        </w:rPr>
        <w:t>.</w:t>
      </w:r>
    </w:p>
    <w:p w:rsidR="00A5546B" w:rsidRDefault="00A5546B" w:rsidP="00A5546B">
      <w:pPr>
        <w:pStyle w:val="libNormal"/>
      </w:pPr>
      <w:r>
        <w:rPr>
          <w:rtl/>
        </w:rPr>
        <w:br w:type="page"/>
      </w:r>
    </w:p>
    <w:p w:rsidR="00A0264F" w:rsidRPr="00A5546B" w:rsidRDefault="00A0264F" w:rsidP="00A5546B">
      <w:pPr>
        <w:pStyle w:val="Heading3Center"/>
      </w:pPr>
      <w:bookmarkStart w:id="86" w:name="وجد_الهدى_أرِقا"/>
      <w:bookmarkStart w:id="87" w:name="_Toc430519782"/>
      <w:r w:rsidRPr="00A0264F">
        <w:rPr>
          <w:rtl/>
        </w:rPr>
        <w:t>وجد الهدى أرِقا</w:t>
      </w:r>
      <w:r w:rsidRPr="00A0264F">
        <w:rPr>
          <w:rStyle w:val="libFootnotenumChar"/>
          <w:rtl/>
        </w:rPr>
        <w:t>(1)</w:t>
      </w:r>
      <w:bookmarkEnd w:id="86"/>
      <w:bookmarkEnd w:id="87"/>
    </w:p>
    <w:tbl>
      <w:tblPr>
        <w:tblStyle w:val="TableGrid"/>
        <w:bidiVisual/>
        <w:tblW w:w="4562" w:type="pct"/>
        <w:tblInd w:w="384" w:type="dxa"/>
        <w:tblLook w:val="04A0"/>
      </w:tblPr>
      <w:tblGrid>
        <w:gridCol w:w="3536"/>
        <w:gridCol w:w="272"/>
        <w:gridCol w:w="3502"/>
      </w:tblGrid>
      <w:tr w:rsidR="00F5394E" w:rsidTr="00F5394E">
        <w:trPr>
          <w:trHeight w:val="350"/>
        </w:trPr>
        <w:tc>
          <w:tcPr>
            <w:tcW w:w="3536" w:type="dxa"/>
          </w:tcPr>
          <w:p w:rsidR="00F5394E" w:rsidRDefault="00F5394E" w:rsidP="00F5394E">
            <w:pPr>
              <w:pStyle w:val="libPoem"/>
            </w:pPr>
            <w:r w:rsidRPr="00A0264F">
              <w:rPr>
                <w:rtl/>
              </w:rPr>
              <w:t>إن</w:t>
            </w:r>
            <w:r>
              <w:rPr>
                <w:rtl/>
              </w:rPr>
              <w:t xml:space="preserve"> </w:t>
            </w:r>
            <w:r w:rsidRPr="00A0264F">
              <w:rPr>
                <w:rtl/>
              </w:rPr>
              <w:t>تُـمسِ</w:t>
            </w:r>
            <w:r w:rsidR="0076657C">
              <w:rPr>
                <w:rtl/>
              </w:rPr>
              <w:t xml:space="preserve"> </w:t>
            </w:r>
            <w:r w:rsidRPr="00A0264F">
              <w:rPr>
                <w:rtl/>
              </w:rPr>
              <w:t>فـي</w:t>
            </w:r>
            <w:r w:rsidR="0076657C">
              <w:rPr>
                <w:rtl/>
              </w:rPr>
              <w:t xml:space="preserve"> </w:t>
            </w:r>
            <w:r w:rsidRPr="00A0264F">
              <w:rPr>
                <w:rtl/>
              </w:rPr>
              <w:t>ظُلَمِ</w:t>
            </w:r>
            <w:r w:rsidR="0076657C">
              <w:rPr>
                <w:rtl/>
              </w:rPr>
              <w:t xml:space="preserve"> </w:t>
            </w:r>
            <w:r w:rsidRPr="00A0264F">
              <w:rPr>
                <w:rtl/>
              </w:rPr>
              <w:t>اللحودِ</w:t>
            </w:r>
            <w:r w:rsidR="0076657C">
              <w:rPr>
                <w:rtl/>
              </w:rPr>
              <w:t xml:space="preserve"> </w:t>
            </w:r>
            <w:r w:rsidRPr="00A0264F">
              <w:rPr>
                <w:rtl/>
              </w:rPr>
              <w:t>موسَّدا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فـلقد</w:t>
            </w:r>
            <w:r w:rsidR="0076657C">
              <w:rPr>
                <w:rtl/>
              </w:rPr>
              <w:t xml:space="preserve"> </w:t>
            </w:r>
            <w:r w:rsidRPr="00A0264F">
              <w:rPr>
                <w:rtl/>
              </w:rPr>
              <w:t>أضأت</w:t>
            </w:r>
            <w:r w:rsidR="0076657C">
              <w:rPr>
                <w:rtl/>
              </w:rPr>
              <w:t xml:space="preserve"> </w:t>
            </w:r>
            <w:r w:rsidRPr="00A0264F">
              <w:rPr>
                <w:rtl/>
              </w:rPr>
              <w:t>بهنَّ</w:t>
            </w:r>
            <w:r w:rsidR="0076657C">
              <w:rPr>
                <w:rtl/>
              </w:rPr>
              <w:t xml:space="preserve"> </w:t>
            </w:r>
            <w:r w:rsidRPr="00A0264F">
              <w:rPr>
                <w:rtl/>
              </w:rPr>
              <w:t>أنوارُ</w:t>
            </w:r>
            <w:r w:rsidR="0076657C">
              <w:rPr>
                <w:rtl/>
              </w:rPr>
              <w:t xml:space="preserve"> </w:t>
            </w:r>
            <w:r w:rsidRPr="00A0264F">
              <w:rPr>
                <w:rtl/>
              </w:rPr>
              <w:t>الهدى</w:t>
            </w:r>
            <w:r w:rsidRPr="00A0264F">
              <w:rPr>
                <w:rStyle w:val="libFootnotenumChar"/>
                <w:rtl/>
              </w:rPr>
              <w:t>(2)</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ولـئن</w:t>
            </w:r>
            <w:r>
              <w:rPr>
                <w:rtl/>
              </w:rPr>
              <w:t xml:space="preserve"> </w:t>
            </w:r>
            <w:r w:rsidRPr="00A0264F">
              <w:rPr>
                <w:rtl/>
              </w:rPr>
              <w:t>يـفاجئكُ</w:t>
            </w:r>
            <w:r w:rsidR="0076657C">
              <w:rPr>
                <w:rtl/>
              </w:rPr>
              <w:t xml:space="preserve"> </w:t>
            </w:r>
            <w:r w:rsidRPr="00A0264F">
              <w:rPr>
                <w:rtl/>
              </w:rPr>
              <w:t>الـردى</w:t>
            </w:r>
            <w:r w:rsidR="0076657C">
              <w:rPr>
                <w:rtl/>
              </w:rPr>
              <w:t xml:space="preserve"> </w:t>
            </w:r>
            <w:r w:rsidRPr="00A0264F">
              <w:rPr>
                <w:rtl/>
              </w:rPr>
              <w:t>فـلطالما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حـاولتَ</w:t>
            </w:r>
            <w:r>
              <w:rPr>
                <w:rtl/>
              </w:rPr>
              <w:t xml:space="preserve"> </w:t>
            </w:r>
            <w:r w:rsidRPr="00A0264F">
              <w:rPr>
                <w:rtl/>
              </w:rPr>
              <w:t>إنـقاذَ</w:t>
            </w:r>
            <w:r w:rsidR="0076657C">
              <w:rPr>
                <w:rtl/>
              </w:rPr>
              <w:t xml:space="preserve"> </w:t>
            </w:r>
            <w:r w:rsidRPr="00A0264F">
              <w:rPr>
                <w:rtl/>
              </w:rPr>
              <w:t>الـعداةِ</w:t>
            </w:r>
            <w:r w:rsidR="0076657C">
              <w:rPr>
                <w:rtl/>
              </w:rPr>
              <w:t xml:space="preserve"> </w:t>
            </w:r>
            <w:r w:rsidRPr="00A0264F">
              <w:rPr>
                <w:rtl/>
              </w:rPr>
              <w:t>من</w:t>
            </w:r>
            <w:r w:rsidR="0076657C">
              <w:rPr>
                <w:rtl/>
              </w:rPr>
              <w:t xml:space="preserve"> </w:t>
            </w:r>
            <w:r w:rsidRPr="00A0264F">
              <w:rPr>
                <w:rtl/>
              </w:rPr>
              <w:t>الردى</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هـذا</w:t>
            </w:r>
            <w:r>
              <w:rPr>
                <w:rtl/>
              </w:rPr>
              <w:t xml:space="preserve"> </w:t>
            </w:r>
            <w:r w:rsidRPr="00A0264F">
              <w:rPr>
                <w:rtl/>
              </w:rPr>
              <w:t>مـدى</w:t>
            </w:r>
            <w:r w:rsidR="0076657C">
              <w:rPr>
                <w:rtl/>
              </w:rPr>
              <w:t xml:space="preserve"> </w:t>
            </w:r>
            <w:r w:rsidRPr="00A0264F">
              <w:rPr>
                <w:rtl/>
              </w:rPr>
              <w:t>تـجري</w:t>
            </w:r>
            <w:r w:rsidR="0076657C">
              <w:rPr>
                <w:rtl/>
              </w:rPr>
              <w:t xml:space="preserve"> </w:t>
            </w:r>
            <w:r w:rsidRPr="00A0264F">
              <w:rPr>
                <w:rtl/>
              </w:rPr>
              <w:t>إلـيهِ</w:t>
            </w:r>
            <w:r w:rsidR="0076657C">
              <w:rPr>
                <w:rtl/>
              </w:rPr>
              <w:t xml:space="preserve"> </w:t>
            </w:r>
            <w:r w:rsidRPr="00A0264F">
              <w:rPr>
                <w:rtl/>
              </w:rPr>
              <w:t>فسابقٌ</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فـي</w:t>
            </w:r>
            <w:r w:rsidR="0076657C">
              <w:rPr>
                <w:rtl/>
              </w:rPr>
              <w:t xml:space="preserve"> </w:t>
            </w:r>
            <w:r w:rsidRPr="00A0264F">
              <w:rPr>
                <w:rtl/>
              </w:rPr>
              <w:t>يـومهِ</w:t>
            </w:r>
            <w:r w:rsidR="0076657C">
              <w:rPr>
                <w:rtl/>
              </w:rPr>
              <w:t xml:space="preserve"> </w:t>
            </w:r>
            <w:r w:rsidRPr="00A0264F">
              <w:rPr>
                <w:rtl/>
              </w:rPr>
              <w:t>أو</w:t>
            </w:r>
            <w:r w:rsidR="0076657C">
              <w:rPr>
                <w:rtl/>
              </w:rPr>
              <w:t xml:space="preserve"> </w:t>
            </w:r>
            <w:r w:rsidRPr="00A0264F">
              <w:rPr>
                <w:rtl/>
              </w:rPr>
              <w:t>لاحـقٌ</w:t>
            </w:r>
            <w:r w:rsidR="0076657C">
              <w:rPr>
                <w:rtl/>
              </w:rPr>
              <w:t xml:space="preserve"> </w:t>
            </w:r>
            <w:r w:rsidRPr="00A0264F">
              <w:rPr>
                <w:rtl/>
              </w:rPr>
              <w:t>يمضي</w:t>
            </w:r>
            <w:r w:rsidR="0076657C">
              <w:rPr>
                <w:rtl/>
              </w:rPr>
              <w:t xml:space="preserve"> </w:t>
            </w:r>
            <w:r w:rsidRPr="00A0264F">
              <w:rPr>
                <w:rtl/>
              </w:rPr>
              <w:t>غدا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قـد</w:t>
            </w:r>
            <w:r>
              <w:rPr>
                <w:rtl/>
              </w:rPr>
              <w:t xml:space="preserve"> </w:t>
            </w:r>
            <w:r w:rsidRPr="00A0264F">
              <w:rPr>
                <w:rtl/>
              </w:rPr>
              <w:t>كـنتُ</w:t>
            </w:r>
            <w:r w:rsidR="0076657C">
              <w:rPr>
                <w:rtl/>
              </w:rPr>
              <w:t xml:space="preserve"> </w:t>
            </w:r>
            <w:r w:rsidRPr="00A0264F">
              <w:rPr>
                <w:rtl/>
              </w:rPr>
              <w:t>أهـوى</w:t>
            </w:r>
            <w:r w:rsidR="0076657C">
              <w:rPr>
                <w:rtl/>
              </w:rPr>
              <w:t xml:space="preserve"> </w:t>
            </w:r>
            <w:r w:rsidRPr="00A0264F">
              <w:rPr>
                <w:rtl/>
              </w:rPr>
              <w:t>أنّني</w:t>
            </w:r>
            <w:r w:rsidR="0076657C">
              <w:rPr>
                <w:rtl/>
              </w:rPr>
              <w:t xml:space="preserve"> </w:t>
            </w:r>
            <w:r w:rsidRPr="00A0264F">
              <w:rPr>
                <w:rtl/>
              </w:rPr>
              <w:t>لكَ</w:t>
            </w:r>
            <w:r w:rsidR="0076657C">
              <w:rPr>
                <w:rtl/>
              </w:rPr>
              <w:t xml:space="preserve"> </w:t>
            </w:r>
            <w:r w:rsidRPr="00A0264F">
              <w:rPr>
                <w:rtl/>
              </w:rPr>
              <w:t>سابق</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هـيهاتَ</w:t>
            </w:r>
            <w:r>
              <w:rPr>
                <w:rtl/>
              </w:rPr>
              <w:t xml:space="preserve"> </w:t>
            </w:r>
            <w:r w:rsidRPr="00A0264F">
              <w:rPr>
                <w:rtl/>
              </w:rPr>
              <w:t>قد</w:t>
            </w:r>
            <w:r w:rsidR="0076657C">
              <w:rPr>
                <w:rtl/>
              </w:rPr>
              <w:t xml:space="preserve"> </w:t>
            </w:r>
            <w:r w:rsidRPr="00A0264F">
              <w:rPr>
                <w:rtl/>
              </w:rPr>
              <w:t>سبقَ</w:t>
            </w:r>
            <w:r w:rsidR="0076657C">
              <w:rPr>
                <w:rtl/>
              </w:rPr>
              <w:t xml:space="preserve"> </w:t>
            </w:r>
            <w:r w:rsidRPr="00A0264F">
              <w:rPr>
                <w:rtl/>
              </w:rPr>
              <w:t>الجوادُ</w:t>
            </w:r>
            <w:r w:rsidR="0076657C">
              <w:rPr>
                <w:rtl/>
              </w:rPr>
              <w:t xml:space="preserve"> </w:t>
            </w:r>
            <w:r w:rsidRPr="00A0264F">
              <w:rPr>
                <w:rtl/>
              </w:rPr>
              <w:t>إلى</w:t>
            </w:r>
            <w:r w:rsidR="0076657C">
              <w:rPr>
                <w:rtl/>
              </w:rPr>
              <w:t xml:space="preserve"> </w:t>
            </w:r>
            <w:r w:rsidRPr="00A0264F">
              <w:rPr>
                <w:rtl/>
              </w:rPr>
              <w:t>المدى</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فـلـيندبِ</w:t>
            </w:r>
            <w:r>
              <w:rPr>
                <w:rtl/>
              </w:rPr>
              <w:t xml:space="preserve"> </w:t>
            </w:r>
            <w:r w:rsidRPr="00A0264F">
              <w:rPr>
                <w:rtl/>
              </w:rPr>
              <w:t>الـتوحيدُ</w:t>
            </w:r>
            <w:r w:rsidR="0076657C">
              <w:rPr>
                <w:rtl/>
              </w:rPr>
              <w:t xml:space="preserve"> </w:t>
            </w:r>
            <w:r w:rsidRPr="00A0264F">
              <w:rPr>
                <w:rtl/>
              </w:rPr>
              <w:t>يـومَ</w:t>
            </w:r>
            <w:r w:rsidR="0076657C">
              <w:rPr>
                <w:rtl/>
              </w:rPr>
              <w:t xml:space="preserve"> </w:t>
            </w:r>
            <w:r w:rsidRPr="00A0264F">
              <w:rPr>
                <w:rtl/>
              </w:rPr>
              <w:t>مـماته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سيفاً</w:t>
            </w:r>
            <w:r w:rsidR="0076657C">
              <w:rPr>
                <w:rtl/>
              </w:rPr>
              <w:t xml:space="preserve"> </w:t>
            </w:r>
            <w:r w:rsidRPr="00A0264F">
              <w:rPr>
                <w:rtl/>
              </w:rPr>
              <w:t>على</w:t>
            </w:r>
            <w:r w:rsidR="0076657C">
              <w:rPr>
                <w:rtl/>
              </w:rPr>
              <w:t xml:space="preserve"> </w:t>
            </w:r>
            <w:r w:rsidRPr="00A0264F">
              <w:rPr>
                <w:rtl/>
              </w:rPr>
              <w:t>(التثليث)</w:t>
            </w:r>
            <w:r w:rsidR="0076657C">
              <w:rPr>
                <w:rtl/>
              </w:rPr>
              <w:t xml:space="preserve"> </w:t>
            </w:r>
            <w:r w:rsidRPr="00A0264F">
              <w:rPr>
                <w:rtl/>
              </w:rPr>
              <w:t>كانَ</w:t>
            </w:r>
            <w:r w:rsidR="0076657C">
              <w:rPr>
                <w:rtl/>
              </w:rPr>
              <w:t xml:space="preserve"> </w:t>
            </w:r>
            <w:r w:rsidRPr="00A0264F">
              <w:rPr>
                <w:rtl/>
              </w:rPr>
              <w:t>مجرّدا</w:t>
            </w:r>
            <w:r w:rsidRPr="00A0264F">
              <w:rPr>
                <w:rStyle w:val="libFootnotenumChar"/>
                <w:rtl/>
              </w:rPr>
              <w:t>(3)</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ولـيـبكِ</w:t>
            </w:r>
            <w:r w:rsidR="0076657C">
              <w:rPr>
                <w:rtl/>
              </w:rPr>
              <w:t xml:space="preserve"> </w:t>
            </w:r>
            <w:r w:rsidRPr="00A0264F">
              <w:rPr>
                <w:rtl/>
              </w:rPr>
              <w:t>ديــنُ</w:t>
            </w:r>
            <w:r w:rsidR="0076657C">
              <w:rPr>
                <w:rtl/>
              </w:rPr>
              <w:t xml:space="preserve"> </w:t>
            </w:r>
            <w:r w:rsidRPr="00A0264F">
              <w:rPr>
                <w:rtl/>
              </w:rPr>
              <w:t>مـحمّدٍ</w:t>
            </w:r>
            <w:r w:rsidR="0076657C">
              <w:rPr>
                <w:rtl/>
              </w:rPr>
              <w:t xml:space="preserve"> </w:t>
            </w:r>
            <w:r w:rsidRPr="00A0264F">
              <w:rPr>
                <w:rtl/>
              </w:rPr>
              <w:t>لـمجاهدٍ</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أشـجـتْ</w:t>
            </w:r>
            <w:r w:rsidR="0076657C">
              <w:rPr>
                <w:rtl/>
              </w:rPr>
              <w:t xml:space="preserve"> </w:t>
            </w:r>
            <w:r w:rsidRPr="00A0264F">
              <w:rPr>
                <w:rtl/>
              </w:rPr>
              <w:t>رزيـتهُ</w:t>
            </w:r>
            <w:r w:rsidR="0076657C">
              <w:rPr>
                <w:rtl/>
              </w:rPr>
              <w:t xml:space="preserve"> </w:t>
            </w:r>
            <w:r w:rsidRPr="00A0264F">
              <w:rPr>
                <w:rtl/>
              </w:rPr>
              <w:t>الـنبيّ</w:t>
            </w:r>
            <w:r w:rsidR="0076657C">
              <w:rPr>
                <w:rtl/>
              </w:rPr>
              <w:t xml:space="preserve"> </w:t>
            </w:r>
            <w:r w:rsidRPr="00A0264F">
              <w:rPr>
                <w:rtl/>
              </w:rPr>
              <w:t>مـحمّدا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ولـيـجرِ</w:t>
            </w:r>
            <w:r w:rsidR="0076657C">
              <w:rPr>
                <w:rtl/>
              </w:rPr>
              <w:t xml:space="preserve"> </w:t>
            </w:r>
            <w:r w:rsidRPr="00A0264F">
              <w:rPr>
                <w:rtl/>
              </w:rPr>
              <w:t>أدمـعهُ</w:t>
            </w:r>
            <w:r w:rsidR="0076657C">
              <w:rPr>
                <w:rtl/>
              </w:rPr>
              <w:t xml:space="preserve"> </w:t>
            </w:r>
            <w:r w:rsidRPr="00A0264F">
              <w:rPr>
                <w:rtl/>
              </w:rPr>
              <w:t>الـيراعُ</w:t>
            </w:r>
            <w:r w:rsidR="0076657C">
              <w:rPr>
                <w:rtl/>
              </w:rPr>
              <w:t xml:space="preserve"> </w:t>
            </w:r>
            <w:r w:rsidRPr="00A0264F">
              <w:rPr>
                <w:rtl/>
              </w:rPr>
              <w:t>لـكاتبٍ</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أجـراهُ</w:t>
            </w:r>
            <w:r>
              <w:rPr>
                <w:rtl/>
              </w:rPr>
              <w:t xml:space="preserve"> </w:t>
            </w:r>
            <w:r w:rsidRPr="00A0264F">
              <w:rPr>
                <w:rtl/>
              </w:rPr>
              <w:t>فـي</w:t>
            </w:r>
            <w:r w:rsidR="0076657C">
              <w:rPr>
                <w:rtl/>
              </w:rPr>
              <w:t xml:space="preserve"> </w:t>
            </w:r>
            <w:r w:rsidRPr="00A0264F">
              <w:rPr>
                <w:rtl/>
              </w:rPr>
              <w:t>جـفنِ</w:t>
            </w:r>
            <w:r w:rsidR="0076657C">
              <w:rPr>
                <w:rtl/>
              </w:rPr>
              <w:t xml:space="preserve"> </w:t>
            </w:r>
            <w:r w:rsidRPr="00A0264F">
              <w:rPr>
                <w:rtl/>
              </w:rPr>
              <w:t>الهدايةِ</w:t>
            </w:r>
            <w:r w:rsidR="0076657C">
              <w:rPr>
                <w:rtl/>
              </w:rPr>
              <w:t xml:space="preserve"> </w:t>
            </w:r>
            <w:r w:rsidRPr="00A0264F">
              <w:rPr>
                <w:rtl/>
              </w:rPr>
              <w:t>مرودا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وجـد</w:t>
            </w:r>
            <w:r w:rsidR="0076657C">
              <w:rPr>
                <w:rtl/>
              </w:rPr>
              <w:t xml:space="preserve"> </w:t>
            </w:r>
            <w:r w:rsidRPr="00A0264F">
              <w:rPr>
                <w:rtl/>
              </w:rPr>
              <w:t>الـهدى</w:t>
            </w:r>
            <w:r w:rsidR="0076657C">
              <w:rPr>
                <w:rtl/>
              </w:rPr>
              <w:t xml:space="preserve"> </w:t>
            </w:r>
            <w:r w:rsidRPr="00A0264F">
              <w:rPr>
                <w:rtl/>
              </w:rPr>
              <w:t>أرِقـاً</w:t>
            </w:r>
            <w:r w:rsidR="0076657C">
              <w:rPr>
                <w:rtl/>
              </w:rPr>
              <w:t xml:space="preserve"> </w:t>
            </w:r>
            <w:r w:rsidRPr="00A0264F">
              <w:rPr>
                <w:rtl/>
              </w:rPr>
              <w:t>فـأسهرَ</w:t>
            </w:r>
            <w:r w:rsidR="0076657C">
              <w:rPr>
                <w:rtl/>
              </w:rPr>
              <w:t xml:space="preserve"> </w:t>
            </w:r>
            <w:r w:rsidRPr="00A0264F">
              <w:rPr>
                <w:rtl/>
              </w:rPr>
              <w:t>جفنه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حـرصاً</w:t>
            </w:r>
            <w:r>
              <w:rPr>
                <w:rtl/>
              </w:rPr>
              <w:t xml:space="preserve"> </w:t>
            </w:r>
            <w:r w:rsidRPr="00A0264F">
              <w:rPr>
                <w:rtl/>
              </w:rPr>
              <w:t>على</w:t>
            </w:r>
            <w:r w:rsidR="0076657C">
              <w:rPr>
                <w:rtl/>
              </w:rPr>
              <w:t xml:space="preserve"> </w:t>
            </w:r>
            <w:r w:rsidRPr="00A0264F">
              <w:rPr>
                <w:rtl/>
              </w:rPr>
              <w:t>جفنِ</w:t>
            </w:r>
            <w:r w:rsidR="0076657C">
              <w:rPr>
                <w:rtl/>
              </w:rPr>
              <w:t xml:space="preserve"> </w:t>
            </w:r>
            <w:r w:rsidRPr="00A0264F">
              <w:rPr>
                <w:rtl/>
              </w:rPr>
              <w:t>الهدى</w:t>
            </w:r>
            <w:r w:rsidR="0076657C">
              <w:rPr>
                <w:rtl/>
              </w:rPr>
              <w:t xml:space="preserve"> </w:t>
            </w:r>
            <w:r w:rsidRPr="00A0264F">
              <w:rPr>
                <w:rtl/>
              </w:rPr>
              <w:t>أن</w:t>
            </w:r>
            <w:r w:rsidR="0076657C">
              <w:rPr>
                <w:rtl/>
              </w:rPr>
              <w:t xml:space="preserve"> </w:t>
            </w:r>
            <w:r w:rsidRPr="00A0264F">
              <w:rPr>
                <w:rtl/>
              </w:rPr>
              <w:t>يرقدا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أأخـيَّ</w:t>
            </w:r>
            <w:r>
              <w:rPr>
                <w:rtl/>
              </w:rPr>
              <w:t xml:space="preserve"> </w:t>
            </w:r>
            <w:r w:rsidRPr="00A0264F">
              <w:rPr>
                <w:rtl/>
              </w:rPr>
              <w:t>كـم</w:t>
            </w:r>
            <w:r w:rsidR="0076657C">
              <w:rPr>
                <w:rtl/>
              </w:rPr>
              <w:t xml:space="preserve"> </w:t>
            </w:r>
            <w:r w:rsidRPr="00A0264F">
              <w:rPr>
                <w:rtl/>
              </w:rPr>
              <w:t>نثرت</w:t>
            </w:r>
            <w:r w:rsidR="0076657C">
              <w:rPr>
                <w:rtl/>
              </w:rPr>
              <w:t xml:space="preserve"> </w:t>
            </w:r>
            <w:r w:rsidRPr="00A0264F">
              <w:rPr>
                <w:rtl/>
              </w:rPr>
              <w:t>يداكَ</w:t>
            </w:r>
            <w:r w:rsidR="0076657C">
              <w:rPr>
                <w:rtl/>
              </w:rPr>
              <w:t xml:space="preserve"> </w:t>
            </w:r>
            <w:r w:rsidRPr="00A0264F">
              <w:rPr>
                <w:rtl/>
              </w:rPr>
              <w:t>من</w:t>
            </w:r>
            <w:r w:rsidR="0076657C">
              <w:rPr>
                <w:rtl/>
              </w:rPr>
              <w:t xml:space="preserve"> </w:t>
            </w:r>
            <w:r w:rsidRPr="00A0264F">
              <w:rPr>
                <w:rtl/>
              </w:rPr>
              <w:t>الهدى</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بـذراً</w:t>
            </w:r>
            <w:r w:rsidR="0076657C">
              <w:rPr>
                <w:rtl/>
              </w:rPr>
              <w:t xml:space="preserve"> </w:t>
            </w:r>
            <w:r w:rsidRPr="00A0264F">
              <w:rPr>
                <w:rtl/>
              </w:rPr>
              <w:t>فـطب</w:t>
            </w:r>
            <w:r w:rsidR="0076657C">
              <w:rPr>
                <w:rtl/>
              </w:rPr>
              <w:t xml:space="preserve"> </w:t>
            </w:r>
            <w:r w:rsidRPr="00A0264F">
              <w:rPr>
                <w:rtl/>
              </w:rPr>
              <w:t>نفساً</w:t>
            </w:r>
            <w:r w:rsidR="0076657C">
              <w:rPr>
                <w:rtl/>
              </w:rPr>
              <w:t xml:space="preserve"> </w:t>
            </w:r>
            <w:r w:rsidRPr="00A0264F">
              <w:rPr>
                <w:rtl/>
              </w:rPr>
              <w:t>فزرعكَ</w:t>
            </w:r>
            <w:r w:rsidR="0076657C">
              <w:rPr>
                <w:rtl/>
              </w:rPr>
              <w:t xml:space="preserve"> </w:t>
            </w:r>
            <w:r w:rsidRPr="00A0264F">
              <w:rPr>
                <w:rtl/>
              </w:rPr>
              <w:t>أحصدا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إن</w:t>
            </w:r>
            <w:r>
              <w:rPr>
                <w:rtl/>
              </w:rPr>
              <w:t xml:space="preserve"> </w:t>
            </w:r>
            <w:r w:rsidRPr="00A0264F">
              <w:rPr>
                <w:rtl/>
              </w:rPr>
              <w:t>كـنتَ</w:t>
            </w:r>
            <w:r w:rsidR="0076657C">
              <w:rPr>
                <w:rtl/>
              </w:rPr>
              <w:t xml:space="preserve"> </w:t>
            </w:r>
            <w:r w:rsidRPr="00A0264F">
              <w:rPr>
                <w:rtl/>
              </w:rPr>
              <w:t>لـم</w:t>
            </w:r>
            <w:r w:rsidR="0076657C">
              <w:rPr>
                <w:rtl/>
              </w:rPr>
              <w:t xml:space="preserve"> </w:t>
            </w:r>
            <w:r w:rsidRPr="00A0264F">
              <w:rPr>
                <w:rtl/>
              </w:rPr>
              <w:t>تعقب</w:t>
            </w:r>
            <w:r w:rsidR="0076657C">
              <w:rPr>
                <w:rtl/>
              </w:rPr>
              <w:t xml:space="preserve"> </w:t>
            </w:r>
            <w:r w:rsidRPr="00A0264F">
              <w:rPr>
                <w:rtl/>
              </w:rPr>
              <w:t>بنينَ</w:t>
            </w:r>
            <w:r w:rsidR="0076657C">
              <w:rPr>
                <w:rtl/>
              </w:rPr>
              <w:t xml:space="preserve"> </w:t>
            </w:r>
            <w:r w:rsidRPr="00A0264F">
              <w:rPr>
                <w:rtl/>
              </w:rPr>
              <w:t>فكلّ</w:t>
            </w:r>
            <w:r w:rsidR="0076657C">
              <w:rPr>
                <w:rtl/>
              </w:rPr>
              <w:t xml:space="preserve"> </w:t>
            </w:r>
            <w:r w:rsidRPr="00A0264F">
              <w:rPr>
                <w:rtl/>
              </w:rPr>
              <w:t>مَنْ</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يـهديهِ</w:t>
            </w:r>
            <w:r>
              <w:rPr>
                <w:rtl/>
              </w:rPr>
              <w:t xml:space="preserve"> </w:t>
            </w:r>
            <w:r w:rsidRPr="00A0264F">
              <w:rPr>
                <w:rtl/>
              </w:rPr>
              <w:t>رشـدكَ</w:t>
            </w:r>
            <w:r w:rsidR="0076657C">
              <w:rPr>
                <w:rtl/>
              </w:rPr>
              <w:t xml:space="preserve"> </w:t>
            </w:r>
            <w:r w:rsidRPr="00A0264F">
              <w:rPr>
                <w:rtl/>
              </w:rPr>
              <w:t>فـهو</w:t>
            </w:r>
            <w:r w:rsidR="0076657C">
              <w:rPr>
                <w:rtl/>
              </w:rPr>
              <w:t xml:space="preserve"> </w:t>
            </w:r>
            <w:r w:rsidRPr="00A0264F">
              <w:rPr>
                <w:rtl/>
              </w:rPr>
              <w:t>مـنكَ</w:t>
            </w:r>
            <w:r w:rsidR="0076657C">
              <w:rPr>
                <w:rtl/>
              </w:rPr>
              <w:t xml:space="preserve"> </w:t>
            </w:r>
            <w:r w:rsidRPr="00A0264F">
              <w:rPr>
                <w:rtl/>
              </w:rPr>
              <w:t>تولّدا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أأخـيَّ</w:t>
            </w:r>
            <w:r>
              <w:rPr>
                <w:rtl/>
              </w:rPr>
              <w:t xml:space="preserve"> </w:t>
            </w:r>
            <w:r w:rsidRPr="00A0264F">
              <w:rPr>
                <w:rtl/>
              </w:rPr>
              <w:t>إنّ</w:t>
            </w:r>
            <w:r w:rsidR="0076657C">
              <w:rPr>
                <w:rtl/>
              </w:rPr>
              <w:t xml:space="preserve"> </w:t>
            </w:r>
            <w:r w:rsidRPr="00A0264F">
              <w:rPr>
                <w:rtl/>
              </w:rPr>
              <w:t>الـعيشَ</w:t>
            </w:r>
            <w:r w:rsidR="0076657C">
              <w:rPr>
                <w:rtl/>
              </w:rPr>
              <w:t xml:space="preserve"> </w:t>
            </w:r>
            <w:r w:rsidRPr="00A0264F">
              <w:rPr>
                <w:rtl/>
              </w:rPr>
              <w:t>أكـدرُ</w:t>
            </w:r>
            <w:r w:rsidR="0076657C">
              <w:rPr>
                <w:rtl/>
              </w:rPr>
              <w:t xml:space="preserve"> </w:t>
            </w:r>
            <w:r w:rsidRPr="00A0264F">
              <w:rPr>
                <w:rtl/>
              </w:rPr>
              <w:t>مـوردٍ</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قـل</w:t>
            </w:r>
            <w:r>
              <w:rPr>
                <w:rtl/>
              </w:rPr>
              <w:t xml:space="preserve"> </w:t>
            </w:r>
            <w:r w:rsidRPr="00A0264F">
              <w:rPr>
                <w:rtl/>
              </w:rPr>
              <w:t>لـي:</w:t>
            </w:r>
            <w:r w:rsidR="0076657C">
              <w:rPr>
                <w:rtl/>
              </w:rPr>
              <w:t xml:space="preserve"> </w:t>
            </w:r>
            <w:r w:rsidRPr="00A0264F">
              <w:rPr>
                <w:rtl/>
              </w:rPr>
              <w:t>فهل</w:t>
            </w:r>
            <w:r w:rsidR="0076657C">
              <w:rPr>
                <w:rtl/>
              </w:rPr>
              <w:t xml:space="preserve"> </w:t>
            </w:r>
            <w:r w:rsidRPr="00A0264F">
              <w:rPr>
                <w:rtl/>
              </w:rPr>
              <w:t>تحلو</w:t>
            </w:r>
            <w:r w:rsidR="0076657C">
              <w:rPr>
                <w:rtl/>
              </w:rPr>
              <w:t xml:space="preserve"> </w:t>
            </w:r>
            <w:r w:rsidRPr="00A0264F">
              <w:rPr>
                <w:rtl/>
              </w:rPr>
              <w:t>المنيّةُ</w:t>
            </w:r>
            <w:r w:rsidR="0076657C">
              <w:rPr>
                <w:rtl/>
              </w:rPr>
              <w:t xml:space="preserve"> </w:t>
            </w:r>
            <w:r w:rsidRPr="00A0264F">
              <w:rPr>
                <w:rtl/>
              </w:rPr>
              <w:t>موردا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صـفـها</w:t>
            </w:r>
            <w:r w:rsidR="0076657C">
              <w:rPr>
                <w:rtl/>
              </w:rPr>
              <w:t xml:space="preserve"> </w:t>
            </w:r>
            <w:r w:rsidRPr="00A0264F">
              <w:rPr>
                <w:rtl/>
              </w:rPr>
              <w:t>فـإنّي</w:t>
            </w:r>
            <w:r w:rsidR="0076657C">
              <w:rPr>
                <w:rtl/>
              </w:rPr>
              <w:t xml:space="preserve"> </w:t>
            </w:r>
            <w:r w:rsidRPr="00A0264F">
              <w:rPr>
                <w:rtl/>
              </w:rPr>
              <w:t>بـابتهاجكَ</w:t>
            </w:r>
            <w:r w:rsidR="0076657C">
              <w:rPr>
                <w:rtl/>
              </w:rPr>
              <w:t xml:space="preserve"> </w:t>
            </w:r>
            <w:r w:rsidRPr="00A0264F">
              <w:rPr>
                <w:rtl/>
              </w:rPr>
              <w:t>واثـق</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لـكن</w:t>
            </w:r>
            <w:r>
              <w:rPr>
                <w:rtl/>
              </w:rPr>
              <w:t xml:space="preserve"> </w:t>
            </w:r>
            <w:r w:rsidRPr="00A0264F">
              <w:rPr>
                <w:rtl/>
              </w:rPr>
              <w:t>على</w:t>
            </w:r>
            <w:r w:rsidR="0076657C">
              <w:rPr>
                <w:rtl/>
              </w:rPr>
              <w:t xml:space="preserve"> </w:t>
            </w:r>
            <w:r w:rsidRPr="00A0264F">
              <w:rPr>
                <w:rtl/>
              </w:rPr>
              <w:t>نفسي</w:t>
            </w:r>
            <w:r w:rsidR="0076657C">
              <w:rPr>
                <w:rtl/>
              </w:rPr>
              <w:t xml:space="preserve"> </w:t>
            </w:r>
            <w:r w:rsidRPr="00A0264F">
              <w:rPr>
                <w:rtl/>
              </w:rPr>
              <w:t>أخافُ</w:t>
            </w:r>
            <w:r w:rsidR="0076657C">
              <w:rPr>
                <w:rtl/>
              </w:rPr>
              <w:t xml:space="preserve"> </w:t>
            </w:r>
            <w:r w:rsidRPr="00A0264F">
              <w:rPr>
                <w:rtl/>
              </w:rPr>
              <w:t>من</w:t>
            </w:r>
            <w:r w:rsidR="0076657C">
              <w:rPr>
                <w:rtl/>
              </w:rPr>
              <w:t xml:space="preserve"> </w:t>
            </w:r>
            <w:r w:rsidRPr="00A0264F">
              <w:rPr>
                <w:rtl/>
              </w:rPr>
              <w:t>الردى</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هـل</w:t>
            </w:r>
            <w:r w:rsidR="0076657C">
              <w:rPr>
                <w:rtl/>
              </w:rPr>
              <w:t xml:space="preserve"> </w:t>
            </w:r>
            <w:r w:rsidRPr="00A0264F">
              <w:rPr>
                <w:rtl/>
              </w:rPr>
              <w:t>خـوّلوك</w:t>
            </w:r>
            <w:r w:rsidR="0076657C">
              <w:rPr>
                <w:rtl/>
              </w:rPr>
              <w:t xml:space="preserve"> </w:t>
            </w:r>
            <w:r w:rsidRPr="00A0264F">
              <w:rPr>
                <w:rtl/>
              </w:rPr>
              <w:t>مـن</w:t>
            </w:r>
            <w:r w:rsidR="0076657C">
              <w:rPr>
                <w:rtl/>
              </w:rPr>
              <w:t xml:space="preserve"> </w:t>
            </w:r>
            <w:r w:rsidRPr="00A0264F">
              <w:rPr>
                <w:rtl/>
              </w:rPr>
              <w:t>الشفاعةِ</w:t>
            </w:r>
            <w:r w:rsidR="0076657C">
              <w:rPr>
                <w:rtl/>
              </w:rPr>
              <w:t xml:space="preserve"> </w:t>
            </w:r>
            <w:r w:rsidRPr="00A0264F">
              <w:rPr>
                <w:rtl/>
              </w:rPr>
              <w:t>ما</w:t>
            </w:r>
            <w:r w:rsidR="0076657C">
              <w:rPr>
                <w:rtl/>
              </w:rPr>
              <w:t xml:space="preserve"> </w:t>
            </w:r>
            <w:r w:rsidRPr="00A0264F">
              <w:rPr>
                <w:rtl/>
              </w:rPr>
              <w:t>به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أحـظى</w:t>
            </w:r>
            <w:r w:rsidR="0076657C">
              <w:rPr>
                <w:rtl/>
              </w:rPr>
              <w:t xml:space="preserve"> </w:t>
            </w:r>
            <w:r w:rsidRPr="00A0264F">
              <w:rPr>
                <w:rtl/>
              </w:rPr>
              <w:t>وأحـيا</w:t>
            </w:r>
            <w:r w:rsidR="0076657C">
              <w:rPr>
                <w:rtl/>
              </w:rPr>
              <w:t xml:space="preserve"> </w:t>
            </w:r>
            <w:r w:rsidRPr="00A0264F">
              <w:rPr>
                <w:rtl/>
              </w:rPr>
              <w:t>فـي</w:t>
            </w:r>
            <w:r w:rsidR="0076657C">
              <w:rPr>
                <w:rtl/>
              </w:rPr>
              <w:t xml:space="preserve"> </w:t>
            </w:r>
            <w:r w:rsidRPr="00A0264F">
              <w:rPr>
                <w:rtl/>
              </w:rPr>
              <w:t>الجنانِ</w:t>
            </w:r>
            <w:r w:rsidR="0076657C">
              <w:rPr>
                <w:rtl/>
              </w:rPr>
              <w:t xml:space="preserve"> </w:t>
            </w:r>
            <w:r w:rsidRPr="00A0264F">
              <w:rPr>
                <w:rtl/>
              </w:rPr>
              <w:t>مُخلّدا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أأخــيَّ</w:t>
            </w:r>
            <w:r w:rsidR="0076657C">
              <w:rPr>
                <w:rtl/>
              </w:rPr>
              <w:t xml:space="preserve"> </w:t>
            </w:r>
            <w:r w:rsidRPr="00A0264F">
              <w:rPr>
                <w:rtl/>
              </w:rPr>
              <w:t>إنّ</w:t>
            </w:r>
            <w:r w:rsidR="0076657C">
              <w:rPr>
                <w:rtl/>
              </w:rPr>
              <w:t xml:space="preserve"> </w:t>
            </w:r>
            <w:r w:rsidRPr="00A0264F">
              <w:rPr>
                <w:rtl/>
              </w:rPr>
              <w:t>الـموتَ</w:t>
            </w:r>
            <w:r w:rsidR="0076657C">
              <w:rPr>
                <w:rtl/>
              </w:rPr>
              <w:t xml:space="preserve"> </w:t>
            </w:r>
            <w:r w:rsidRPr="00A0264F">
              <w:rPr>
                <w:rtl/>
              </w:rPr>
              <w:t>فـرَّقَ</w:t>
            </w:r>
            <w:r w:rsidR="0076657C">
              <w:rPr>
                <w:rtl/>
              </w:rPr>
              <w:t xml:space="preserve"> </w:t>
            </w:r>
            <w:r w:rsidRPr="00A0264F">
              <w:rPr>
                <w:rtl/>
              </w:rPr>
              <w:t>بـيننا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أتـراكَ</w:t>
            </w:r>
            <w:r>
              <w:rPr>
                <w:rtl/>
              </w:rPr>
              <w:t xml:space="preserve"> </w:t>
            </w:r>
            <w:r w:rsidRPr="00A0264F">
              <w:rPr>
                <w:rtl/>
              </w:rPr>
              <w:t>تـجعلُ</w:t>
            </w:r>
            <w:r w:rsidR="0076657C">
              <w:rPr>
                <w:rtl/>
              </w:rPr>
              <w:t xml:space="preserve"> </w:t>
            </w:r>
            <w:r w:rsidRPr="00A0264F">
              <w:rPr>
                <w:rtl/>
              </w:rPr>
              <w:t>لـلتلاقي</w:t>
            </w:r>
            <w:r w:rsidR="0076657C">
              <w:rPr>
                <w:rtl/>
              </w:rPr>
              <w:t xml:space="preserve"> </w:t>
            </w:r>
            <w:r w:rsidRPr="00A0264F">
              <w:rPr>
                <w:rtl/>
              </w:rPr>
              <w:t>مـوعدا</w:t>
            </w:r>
            <w:r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قالها في رثاء العلاّمة المجاهد الشيخ محمد جواد البلاغي المتوفّى سنة 1352 هـ</w:t>
      </w:r>
      <w:r w:rsidR="00A327D5">
        <w:rPr>
          <w:rtl/>
        </w:rPr>
        <w:t>.</w:t>
      </w:r>
    </w:p>
    <w:p w:rsidR="00A0264F" w:rsidRPr="00A5546B" w:rsidRDefault="00A0264F" w:rsidP="00A5546B">
      <w:pPr>
        <w:pStyle w:val="libFootnote0"/>
      </w:pPr>
      <w:r w:rsidRPr="00A0264F">
        <w:rPr>
          <w:rtl/>
        </w:rPr>
        <w:t>2</w:t>
      </w:r>
      <w:r w:rsidR="00A327D5">
        <w:rPr>
          <w:rtl/>
        </w:rPr>
        <w:t xml:space="preserve"> - </w:t>
      </w:r>
      <w:r w:rsidRPr="00A0264F">
        <w:rPr>
          <w:rtl/>
        </w:rPr>
        <w:t xml:space="preserve">إشارة إلى واحد من مؤلّفات الشيخ البلاغي وهو كتابه </w:t>
      </w:r>
      <w:r w:rsidR="003D6158">
        <w:rPr>
          <w:rtl/>
        </w:rPr>
        <w:t>(</w:t>
      </w:r>
      <w:r w:rsidRPr="00A0264F">
        <w:rPr>
          <w:rtl/>
        </w:rPr>
        <w:t>الهدى إلى دين المصطفى</w:t>
      </w:r>
      <w:r w:rsidR="003D6158">
        <w:rPr>
          <w:rtl/>
        </w:rPr>
        <w:t>)</w:t>
      </w:r>
      <w:r w:rsidR="00A327D5">
        <w:rPr>
          <w:rtl/>
        </w:rPr>
        <w:t>.</w:t>
      </w:r>
    </w:p>
    <w:p w:rsidR="00A0264F" w:rsidRPr="00A5546B" w:rsidRDefault="00A0264F" w:rsidP="00A5546B">
      <w:pPr>
        <w:pStyle w:val="libFootnote0"/>
      </w:pPr>
      <w:r w:rsidRPr="00A0264F">
        <w:rPr>
          <w:rtl/>
        </w:rPr>
        <w:t>3</w:t>
      </w:r>
      <w:r w:rsidR="00A327D5">
        <w:rPr>
          <w:rtl/>
        </w:rPr>
        <w:t xml:space="preserve"> - </w:t>
      </w:r>
      <w:r w:rsidRPr="00A0264F">
        <w:rPr>
          <w:rtl/>
        </w:rPr>
        <w:t>توجهت مؤلّفات المرثي لمحاكمة أباطيل أهل الكتاب وتزييفهم لكتبهم السماوية</w:t>
      </w:r>
      <w:r w:rsidR="00A327D5">
        <w:rPr>
          <w:rtl/>
        </w:rPr>
        <w:t>.</w:t>
      </w:r>
    </w:p>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F5394E" w:rsidTr="00F5394E">
        <w:trPr>
          <w:trHeight w:val="350"/>
        </w:trPr>
        <w:tc>
          <w:tcPr>
            <w:tcW w:w="3536" w:type="dxa"/>
          </w:tcPr>
          <w:p w:rsidR="00F5394E" w:rsidRDefault="00F5394E" w:rsidP="00F5394E">
            <w:pPr>
              <w:pStyle w:val="libPoem"/>
            </w:pPr>
            <w:r w:rsidRPr="00A0264F">
              <w:rPr>
                <w:rtl/>
              </w:rPr>
              <w:t>حـال</w:t>
            </w:r>
            <w:r w:rsidR="0076657C">
              <w:rPr>
                <w:rtl/>
              </w:rPr>
              <w:t xml:space="preserve"> </w:t>
            </w:r>
            <w:r w:rsidRPr="00A0264F">
              <w:rPr>
                <w:rtl/>
              </w:rPr>
              <w:t>الـحمامُ</w:t>
            </w:r>
            <w:r w:rsidR="0076657C">
              <w:rPr>
                <w:rtl/>
              </w:rPr>
              <w:t xml:space="preserve"> </w:t>
            </w:r>
            <w:r w:rsidRPr="00A0264F">
              <w:rPr>
                <w:rtl/>
              </w:rPr>
              <w:t>فـلا</w:t>
            </w:r>
            <w:r w:rsidR="0076657C">
              <w:rPr>
                <w:rtl/>
              </w:rPr>
              <w:t xml:space="preserve"> </w:t>
            </w:r>
            <w:r w:rsidRPr="00A0264F">
              <w:rPr>
                <w:rtl/>
              </w:rPr>
              <w:t>تـلبّي</w:t>
            </w:r>
            <w:r w:rsidR="0076657C">
              <w:rPr>
                <w:rtl/>
              </w:rPr>
              <w:t xml:space="preserve"> </w:t>
            </w:r>
            <w:r w:rsidRPr="00A0264F">
              <w:rPr>
                <w:rtl/>
              </w:rPr>
              <w:t>داعـيا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يـأتـي</w:t>
            </w:r>
            <w:r w:rsidR="0076657C">
              <w:rPr>
                <w:rtl/>
              </w:rPr>
              <w:t xml:space="preserve"> </w:t>
            </w:r>
            <w:r w:rsidRPr="00A0264F">
              <w:rPr>
                <w:rtl/>
              </w:rPr>
              <w:t>فـناكَ</w:t>
            </w:r>
            <w:r w:rsidR="0076657C">
              <w:rPr>
                <w:rtl/>
              </w:rPr>
              <w:t xml:space="preserve"> </w:t>
            </w:r>
            <w:r w:rsidRPr="00A0264F">
              <w:rPr>
                <w:rtl/>
              </w:rPr>
              <w:t>ولا</w:t>
            </w:r>
            <w:r w:rsidR="0076657C">
              <w:rPr>
                <w:rtl/>
              </w:rPr>
              <w:t xml:space="preserve"> </w:t>
            </w:r>
            <w:r w:rsidRPr="00A0264F">
              <w:rPr>
                <w:rtl/>
              </w:rPr>
              <w:t>تـحيي</w:t>
            </w:r>
            <w:r w:rsidR="0076657C">
              <w:rPr>
                <w:rtl/>
              </w:rPr>
              <w:t xml:space="preserve"> </w:t>
            </w:r>
            <w:r w:rsidRPr="00A0264F">
              <w:rPr>
                <w:rtl/>
              </w:rPr>
              <w:t>الـوُفَّدا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واعـتدت</w:t>
            </w:r>
            <w:r w:rsidR="0076657C">
              <w:rPr>
                <w:rtl/>
              </w:rPr>
              <w:t xml:space="preserve"> </w:t>
            </w:r>
            <w:r w:rsidRPr="00A0264F">
              <w:rPr>
                <w:rtl/>
              </w:rPr>
              <w:t>أن</w:t>
            </w:r>
            <w:r w:rsidR="0076657C">
              <w:rPr>
                <w:rtl/>
              </w:rPr>
              <w:t xml:space="preserve"> </w:t>
            </w:r>
            <w:r w:rsidRPr="00A0264F">
              <w:rPr>
                <w:rtl/>
              </w:rPr>
              <w:t>تـجفو</w:t>
            </w:r>
            <w:r w:rsidR="0076657C">
              <w:rPr>
                <w:rtl/>
              </w:rPr>
              <w:t xml:space="preserve"> </w:t>
            </w:r>
            <w:r w:rsidRPr="00A0264F">
              <w:rPr>
                <w:rtl/>
              </w:rPr>
              <w:t>مـحباً</w:t>
            </w:r>
            <w:r w:rsidR="0076657C">
              <w:rPr>
                <w:rtl/>
              </w:rPr>
              <w:t xml:space="preserve"> </w:t>
            </w:r>
            <w:r w:rsidRPr="00A0264F">
              <w:rPr>
                <w:rtl/>
              </w:rPr>
              <w:t>لم</w:t>
            </w:r>
            <w:r w:rsidR="0076657C">
              <w:rPr>
                <w:rtl/>
              </w:rPr>
              <w:t xml:space="preserve"> </w:t>
            </w:r>
            <w:r w:rsidRPr="00A0264F">
              <w:rPr>
                <w:rtl/>
              </w:rPr>
              <w:t>يكن</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أبـدَ</w:t>
            </w:r>
            <w:r w:rsidR="0076657C">
              <w:rPr>
                <w:rtl/>
              </w:rPr>
              <w:t xml:space="preserve"> </w:t>
            </w:r>
            <w:r w:rsidRPr="00A0264F">
              <w:rPr>
                <w:rtl/>
              </w:rPr>
              <w:t>الـزمانِ</w:t>
            </w:r>
            <w:r w:rsidR="0076657C">
              <w:rPr>
                <w:rtl/>
              </w:rPr>
              <w:t xml:space="preserve"> </w:t>
            </w:r>
            <w:r w:rsidRPr="00A0264F">
              <w:rPr>
                <w:rtl/>
              </w:rPr>
              <w:t>عـلى</w:t>
            </w:r>
            <w:r w:rsidR="0076657C">
              <w:rPr>
                <w:rtl/>
              </w:rPr>
              <w:t xml:space="preserve"> </w:t>
            </w:r>
            <w:r w:rsidRPr="00A0264F">
              <w:rPr>
                <w:rtl/>
              </w:rPr>
              <w:t>جـفاكَ</w:t>
            </w:r>
            <w:r w:rsidR="0076657C">
              <w:rPr>
                <w:rtl/>
              </w:rPr>
              <w:t xml:space="preserve"> </w:t>
            </w:r>
            <w:r w:rsidRPr="00A0264F">
              <w:rPr>
                <w:rtl/>
              </w:rPr>
              <w:t>مُعوّدا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إنّـي</w:t>
            </w:r>
            <w:r w:rsidR="0076657C">
              <w:rPr>
                <w:rtl/>
              </w:rPr>
              <w:t xml:space="preserve"> </w:t>
            </w:r>
            <w:r w:rsidRPr="00A0264F">
              <w:rPr>
                <w:rtl/>
              </w:rPr>
              <w:t>لأطـمعُ</w:t>
            </w:r>
            <w:r w:rsidR="0076657C">
              <w:rPr>
                <w:rtl/>
              </w:rPr>
              <w:t xml:space="preserve"> </w:t>
            </w:r>
            <w:r w:rsidRPr="00A0264F">
              <w:rPr>
                <w:rtl/>
              </w:rPr>
              <w:t>فـي</w:t>
            </w:r>
            <w:r w:rsidR="0076657C">
              <w:rPr>
                <w:rtl/>
              </w:rPr>
              <w:t xml:space="preserve"> </w:t>
            </w:r>
            <w:r w:rsidRPr="00A0264F">
              <w:rPr>
                <w:rtl/>
              </w:rPr>
              <w:t>الـمنامِ</w:t>
            </w:r>
            <w:r w:rsidR="0076657C">
              <w:rPr>
                <w:rtl/>
              </w:rPr>
              <w:t xml:space="preserve"> </w:t>
            </w:r>
            <w:r w:rsidRPr="00A0264F">
              <w:rPr>
                <w:rtl/>
              </w:rPr>
              <w:t>بزورةٍ</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لـو</w:t>
            </w:r>
            <w:r>
              <w:rPr>
                <w:rtl/>
              </w:rPr>
              <w:t xml:space="preserve"> </w:t>
            </w:r>
            <w:r w:rsidRPr="00A0264F">
              <w:rPr>
                <w:rtl/>
              </w:rPr>
              <w:t>لـم</w:t>
            </w:r>
            <w:r w:rsidR="0076657C">
              <w:rPr>
                <w:rtl/>
              </w:rPr>
              <w:t xml:space="preserve"> </w:t>
            </w:r>
            <w:r w:rsidRPr="00A0264F">
              <w:rPr>
                <w:rtl/>
              </w:rPr>
              <w:t>يـكن</w:t>
            </w:r>
            <w:r w:rsidR="0076657C">
              <w:rPr>
                <w:rtl/>
              </w:rPr>
              <w:t xml:space="preserve"> </w:t>
            </w:r>
            <w:r w:rsidRPr="00A0264F">
              <w:rPr>
                <w:rtl/>
              </w:rPr>
              <w:t>جفني</w:t>
            </w:r>
            <w:r w:rsidR="0076657C">
              <w:rPr>
                <w:rtl/>
              </w:rPr>
              <w:t xml:space="preserve"> </w:t>
            </w:r>
            <w:r w:rsidRPr="00A0264F">
              <w:rPr>
                <w:rtl/>
              </w:rPr>
              <w:t>عليكَ</w:t>
            </w:r>
            <w:r w:rsidR="0076657C">
              <w:rPr>
                <w:rtl/>
              </w:rPr>
              <w:t xml:space="preserve"> </w:t>
            </w:r>
            <w:r w:rsidRPr="00A0264F">
              <w:rPr>
                <w:rtl/>
              </w:rPr>
              <w:t>مسهّدا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يـا</w:t>
            </w:r>
            <w:r w:rsidR="0076657C">
              <w:rPr>
                <w:rtl/>
              </w:rPr>
              <w:t xml:space="preserve"> </w:t>
            </w:r>
            <w:r w:rsidRPr="00A0264F">
              <w:rPr>
                <w:rtl/>
              </w:rPr>
              <w:t>مَـنْ</w:t>
            </w:r>
            <w:r w:rsidR="0076657C">
              <w:rPr>
                <w:rtl/>
              </w:rPr>
              <w:t xml:space="preserve"> </w:t>
            </w:r>
            <w:r w:rsidRPr="00A0264F">
              <w:rPr>
                <w:rtl/>
              </w:rPr>
              <w:t>هـدى</w:t>
            </w:r>
            <w:r w:rsidR="0076657C">
              <w:rPr>
                <w:rtl/>
              </w:rPr>
              <w:t xml:space="preserve"> </w:t>
            </w:r>
            <w:r w:rsidRPr="00A0264F">
              <w:rPr>
                <w:rtl/>
              </w:rPr>
              <w:t>المسترشدينَ</w:t>
            </w:r>
            <w:r w:rsidR="0076657C">
              <w:rPr>
                <w:rtl/>
              </w:rPr>
              <w:t xml:space="preserve"> </w:t>
            </w:r>
            <w:r w:rsidRPr="00A0264F">
              <w:rPr>
                <w:rtl/>
              </w:rPr>
              <w:t>بنوره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نـمْ</w:t>
            </w:r>
            <w:r>
              <w:rPr>
                <w:rtl/>
              </w:rPr>
              <w:t xml:space="preserve"> </w:t>
            </w:r>
            <w:r w:rsidRPr="00A0264F">
              <w:rPr>
                <w:rtl/>
              </w:rPr>
              <w:t>هـادئاً</w:t>
            </w:r>
            <w:r w:rsidR="0076657C">
              <w:rPr>
                <w:rtl/>
              </w:rPr>
              <w:t xml:space="preserve"> </w:t>
            </w:r>
            <w:r w:rsidRPr="00A0264F">
              <w:rPr>
                <w:rtl/>
              </w:rPr>
              <w:t>فـعليكَ</w:t>
            </w:r>
            <w:r w:rsidR="0076657C">
              <w:rPr>
                <w:rtl/>
              </w:rPr>
              <w:t xml:space="preserve"> </w:t>
            </w:r>
            <w:r w:rsidRPr="00A0264F">
              <w:rPr>
                <w:rtl/>
              </w:rPr>
              <w:t>قـلبي</w:t>
            </w:r>
            <w:r w:rsidR="0076657C">
              <w:rPr>
                <w:rtl/>
              </w:rPr>
              <w:t xml:space="preserve"> </w:t>
            </w:r>
            <w:r w:rsidRPr="00A0264F">
              <w:rPr>
                <w:rtl/>
              </w:rPr>
              <w:t>ما</w:t>
            </w:r>
            <w:r w:rsidR="0076657C">
              <w:rPr>
                <w:rtl/>
              </w:rPr>
              <w:t xml:space="preserve"> </w:t>
            </w:r>
            <w:r w:rsidRPr="00A0264F">
              <w:rPr>
                <w:rtl/>
              </w:rPr>
              <w:t>هدا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لا</w:t>
            </w:r>
            <w:r>
              <w:rPr>
                <w:rtl/>
              </w:rPr>
              <w:t xml:space="preserve"> </w:t>
            </w:r>
            <w:r w:rsidRPr="00A0264F">
              <w:rPr>
                <w:rtl/>
              </w:rPr>
              <w:t>تـحذر</w:t>
            </w:r>
            <w:r w:rsidR="0076657C">
              <w:rPr>
                <w:rtl/>
              </w:rPr>
              <w:t xml:space="preserve"> </w:t>
            </w:r>
            <w:r w:rsidRPr="00A0264F">
              <w:rPr>
                <w:rtl/>
              </w:rPr>
              <w:t>الـسفرَ</w:t>
            </w:r>
            <w:r w:rsidR="0076657C">
              <w:rPr>
                <w:rtl/>
              </w:rPr>
              <w:t xml:space="preserve"> </w:t>
            </w:r>
            <w:r w:rsidRPr="00A0264F">
              <w:rPr>
                <w:rtl/>
              </w:rPr>
              <w:t>الـبعيدَ</w:t>
            </w:r>
            <w:r w:rsidR="0076657C">
              <w:rPr>
                <w:rtl/>
              </w:rPr>
              <w:t xml:space="preserve"> </w:t>
            </w:r>
            <w:r w:rsidRPr="00A0264F">
              <w:rPr>
                <w:rtl/>
              </w:rPr>
              <w:t>فلم</w:t>
            </w:r>
            <w:r w:rsidR="0076657C">
              <w:rPr>
                <w:rtl/>
              </w:rPr>
              <w:t xml:space="preserve"> </w:t>
            </w:r>
            <w:r w:rsidRPr="00A0264F">
              <w:rPr>
                <w:rtl/>
              </w:rPr>
              <w:t>تزل</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بـالـباقياتِ</w:t>
            </w:r>
            <w:r>
              <w:rPr>
                <w:rtl/>
              </w:rPr>
              <w:t xml:space="preserve"> </w:t>
            </w:r>
            <w:r w:rsidRPr="00A0264F">
              <w:rPr>
                <w:rtl/>
              </w:rPr>
              <w:t>الـصالحاتِ</w:t>
            </w:r>
            <w:r w:rsidR="0076657C">
              <w:rPr>
                <w:rtl/>
              </w:rPr>
              <w:t xml:space="preserve"> </w:t>
            </w:r>
            <w:r w:rsidRPr="00A0264F">
              <w:rPr>
                <w:rtl/>
              </w:rPr>
              <w:t>مـزوّدا</w:t>
            </w:r>
            <w:r w:rsidRPr="00725071">
              <w:rPr>
                <w:rStyle w:val="libPoemTiniChar0"/>
                <w:rtl/>
              </w:rPr>
              <w:br/>
              <w:t> </w:t>
            </w:r>
          </w:p>
        </w:tc>
      </w:tr>
    </w:tbl>
    <w:p w:rsidR="00A5546B" w:rsidRDefault="00A5546B" w:rsidP="00A5546B">
      <w:pPr>
        <w:pStyle w:val="libNormal"/>
      </w:pPr>
      <w:r>
        <w:rPr>
          <w:rtl/>
        </w:rPr>
        <w:br w:type="page"/>
      </w:r>
    </w:p>
    <w:p w:rsidR="00A0264F" w:rsidRPr="00A5546B" w:rsidRDefault="00A0264F" w:rsidP="00A5546B">
      <w:pPr>
        <w:pStyle w:val="Heading3Center"/>
      </w:pPr>
      <w:bookmarkStart w:id="88" w:name="_Toc430519783"/>
      <w:r w:rsidRPr="00A0264F">
        <w:rPr>
          <w:rtl/>
        </w:rPr>
        <w:t>يا مَنْ أغاث الدين</w:t>
      </w:r>
      <w:r w:rsidRPr="00A0264F">
        <w:rPr>
          <w:rStyle w:val="libFootnotenumChar"/>
          <w:rtl/>
        </w:rPr>
        <w:t>(1)</w:t>
      </w:r>
      <w:bookmarkStart w:id="89" w:name="يا_من_أغاث_الدين"/>
      <w:bookmarkEnd w:id="89"/>
      <w:bookmarkEnd w:id="88"/>
    </w:p>
    <w:tbl>
      <w:tblPr>
        <w:tblStyle w:val="TableGrid"/>
        <w:bidiVisual/>
        <w:tblW w:w="4562" w:type="pct"/>
        <w:tblInd w:w="384" w:type="dxa"/>
        <w:tblLook w:val="04A0"/>
      </w:tblPr>
      <w:tblGrid>
        <w:gridCol w:w="3536"/>
        <w:gridCol w:w="272"/>
        <w:gridCol w:w="3502"/>
      </w:tblGrid>
      <w:tr w:rsidR="00F5394E" w:rsidTr="00F5394E">
        <w:trPr>
          <w:trHeight w:val="350"/>
        </w:trPr>
        <w:tc>
          <w:tcPr>
            <w:tcW w:w="3536" w:type="dxa"/>
          </w:tcPr>
          <w:p w:rsidR="00F5394E" w:rsidRDefault="00F5394E" w:rsidP="00F5394E">
            <w:pPr>
              <w:pStyle w:val="libPoem"/>
            </w:pPr>
            <w:r w:rsidRPr="00A0264F">
              <w:rPr>
                <w:rtl/>
              </w:rPr>
              <w:t>قـد</w:t>
            </w:r>
            <w:r w:rsidR="0076657C">
              <w:rPr>
                <w:rtl/>
              </w:rPr>
              <w:t xml:space="preserve"> </w:t>
            </w:r>
            <w:r w:rsidRPr="00A0264F">
              <w:rPr>
                <w:rtl/>
              </w:rPr>
              <w:t>خـصَّكَ</w:t>
            </w:r>
            <w:r w:rsidR="0076657C">
              <w:rPr>
                <w:rtl/>
              </w:rPr>
              <w:t xml:space="preserve"> </w:t>
            </w:r>
            <w:r w:rsidRPr="00A0264F">
              <w:rPr>
                <w:rtl/>
              </w:rPr>
              <w:t>الـرحمانُ</w:t>
            </w:r>
            <w:r w:rsidR="0076657C">
              <w:rPr>
                <w:rtl/>
              </w:rPr>
              <w:t xml:space="preserve"> </w:t>
            </w:r>
            <w:r w:rsidRPr="00A0264F">
              <w:rPr>
                <w:rtl/>
              </w:rPr>
              <w:t>في</w:t>
            </w:r>
            <w:r w:rsidR="0076657C">
              <w:rPr>
                <w:rtl/>
              </w:rPr>
              <w:t xml:space="preserve"> </w:t>
            </w:r>
            <w:r w:rsidRPr="00A0264F">
              <w:rPr>
                <w:rtl/>
              </w:rPr>
              <w:t>آلائه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فـدعـاكَ</w:t>
            </w:r>
            <w:r>
              <w:rPr>
                <w:rtl/>
              </w:rPr>
              <w:t xml:space="preserve"> </w:t>
            </w:r>
            <w:r w:rsidRPr="00A0264F">
              <w:rPr>
                <w:rtl/>
              </w:rPr>
              <w:t>داعـيهِ</w:t>
            </w:r>
            <w:r w:rsidR="0076657C">
              <w:rPr>
                <w:rtl/>
              </w:rPr>
              <w:t xml:space="preserve"> </w:t>
            </w:r>
            <w:r w:rsidRPr="00A0264F">
              <w:rPr>
                <w:rtl/>
              </w:rPr>
              <w:t>لـدارِ</w:t>
            </w:r>
            <w:r w:rsidR="0076657C">
              <w:rPr>
                <w:rtl/>
              </w:rPr>
              <w:t xml:space="preserve"> </w:t>
            </w:r>
            <w:r w:rsidRPr="00A0264F">
              <w:rPr>
                <w:rtl/>
              </w:rPr>
              <w:t>لـقائهِ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عـمّت</w:t>
            </w:r>
            <w:r w:rsidR="0076657C">
              <w:rPr>
                <w:rtl/>
              </w:rPr>
              <w:t xml:space="preserve"> </w:t>
            </w:r>
            <w:r w:rsidRPr="00A0264F">
              <w:rPr>
                <w:rtl/>
              </w:rPr>
              <w:t>رزيتكَ</w:t>
            </w:r>
            <w:r w:rsidR="0076657C">
              <w:rPr>
                <w:rtl/>
              </w:rPr>
              <w:t xml:space="preserve"> </w:t>
            </w:r>
            <w:r w:rsidRPr="00A0264F">
              <w:rPr>
                <w:rtl/>
              </w:rPr>
              <w:t>السما</w:t>
            </w:r>
            <w:r w:rsidR="0076657C">
              <w:rPr>
                <w:rtl/>
              </w:rPr>
              <w:t xml:space="preserve"> </w:t>
            </w:r>
            <w:r w:rsidRPr="00A0264F">
              <w:rPr>
                <w:rtl/>
              </w:rPr>
              <w:t>والأرضَ</w:t>
            </w:r>
            <w:r w:rsidR="0076657C">
              <w:rPr>
                <w:rtl/>
              </w:rPr>
              <w:t xml:space="preserve"> </w:t>
            </w:r>
            <w:r w:rsidRPr="00A0264F">
              <w:rPr>
                <w:rtl/>
              </w:rPr>
              <w:t>يا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داعـي</w:t>
            </w:r>
            <w:r>
              <w:rPr>
                <w:rtl/>
              </w:rPr>
              <w:t xml:space="preserve"> </w:t>
            </w:r>
            <w:r w:rsidRPr="00A0264F">
              <w:rPr>
                <w:rtl/>
              </w:rPr>
              <w:t>هـداهُ</w:t>
            </w:r>
            <w:r w:rsidR="0076657C">
              <w:rPr>
                <w:rtl/>
              </w:rPr>
              <w:t xml:space="preserve"> </w:t>
            </w:r>
            <w:r w:rsidRPr="00A0264F">
              <w:rPr>
                <w:rtl/>
              </w:rPr>
              <w:t>بـأرضهِ</w:t>
            </w:r>
            <w:r w:rsidR="0076657C">
              <w:rPr>
                <w:rtl/>
              </w:rPr>
              <w:t xml:space="preserve"> </w:t>
            </w:r>
            <w:r w:rsidRPr="00A0264F">
              <w:rPr>
                <w:rtl/>
              </w:rPr>
              <w:t>وسمائهِ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يـا</w:t>
            </w:r>
            <w:r>
              <w:rPr>
                <w:rtl/>
              </w:rPr>
              <w:t xml:space="preserve"> </w:t>
            </w:r>
            <w:r w:rsidRPr="00A0264F">
              <w:rPr>
                <w:rtl/>
              </w:rPr>
              <w:t>مـحيي</w:t>
            </w:r>
            <w:r w:rsidR="0076657C">
              <w:rPr>
                <w:rtl/>
              </w:rPr>
              <w:t xml:space="preserve"> </w:t>
            </w:r>
            <w:r w:rsidRPr="00A0264F">
              <w:rPr>
                <w:rtl/>
              </w:rPr>
              <w:t>الدينَ</w:t>
            </w:r>
            <w:r w:rsidR="0076657C">
              <w:rPr>
                <w:rtl/>
              </w:rPr>
              <w:t xml:space="preserve"> </w:t>
            </w:r>
            <w:r w:rsidRPr="00A0264F">
              <w:rPr>
                <w:rtl/>
              </w:rPr>
              <w:t>الحنيفَ</w:t>
            </w:r>
            <w:r w:rsidR="0076657C">
              <w:rPr>
                <w:rtl/>
              </w:rPr>
              <w:t xml:space="preserve"> </w:t>
            </w:r>
            <w:r w:rsidRPr="00A0264F">
              <w:rPr>
                <w:rtl/>
              </w:rPr>
              <w:t>تلافه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فـالدينُ</w:t>
            </w:r>
            <w:r>
              <w:rPr>
                <w:rtl/>
              </w:rPr>
              <w:t xml:space="preserve"> </w:t>
            </w:r>
            <w:r w:rsidRPr="00A0264F">
              <w:rPr>
                <w:rtl/>
              </w:rPr>
              <w:t>أوشـكَ</w:t>
            </w:r>
            <w:r w:rsidR="0076657C">
              <w:rPr>
                <w:rtl/>
              </w:rPr>
              <w:t xml:space="preserve"> </w:t>
            </w:r>
            <w:r w:rsidRPr="00A0264F">
              <w:rPr>
                <w:rtl/>
              </w:rPr>
              <w:t>أن</w:t>
            </w:r>
            <w:r w:rsidR="0076657C">
              <w:rPr>
                <w:rtl/>
              </w:rPr>
              <w:t xml:space="preserve"> </w:t>
            </w:r>
            <w:r w:rsidRPr="00A0264F">
              <w:rPr>
                <w:rtl/>
              </w:rPr>
              <w:t>يموتَ</w:t>
            </w:r>
            <w:r w:rsidR="0076657C">
              <w:rPr>
                <w:rtl/>
              </w:rPr>
              <w:t xml:space="preserve"> </w:t>
            </w:r>
            <w:r w:rsidRPr="00A0264F">
              <w:rPr>
                <w:rtl/>
              </w:rPr>
              <w:t>بدائهِ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أوقـدتَ</w:t>
            </w:r>
            <w:r>
              <w:rPr>
                <w:rtl/>
              </w:rPr>
              <w:t xml:space="preserve"> </w:t>
            </w:r>
            <w:r w:rsidRPr="00A0264F">
              <w:rPr>
                <w:rtl/>
              </w:rPr>
              <w:t>أنـوارَ</w:t>
            </w:r>
            <w:r w:rsidR="0076657C">
              <w:rPr>
                <w:rtl/>
              </w:rPr>
              <w:t xml:space="preserve"> </w:t>
            </w:r>
            <w:r w:rsidRPr="00A0264F">
              <w:rPr>
                <w:rtl/>
              </w:rPr>
              <w:t>الهدى</w:t>
            </w:r>
            <w:r w:rsidR="0076657C">
              <w:rPr>
                <w:rtl/>
              </w:rPr>
              <w:t xml:space="preserve"> </w:t>
            </w:r>
            <w:r w:rsidRPr="00A0264F">
              <w:rPr>
                <w:rtl/>
              </w:rPr>
              <w:t>من</w:t>
            </w:r>
            <w:r w:rsidR="0076657C">
              <w:rPr>
                <w:rtl/>
              </w:rPr>
              <w:t xml:space="preserve"> </w:t>
            </w:r>
            <w:r w:rsidRPr="00A0264F">
              <w:rPr>
                <w:rtl/>
              </w:rPr>
              <w:t>بعدما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قـد</w:t>
            </w:r>
            <w:r w:rsidR="0076657C">
              <w:rPr>
                <w:rtl/>
              </w:rPr>
              <w:t xml:space="preserve"> </w:t>
            </w:r>
            <w:r w:rsidRPr="00A0264F">
              <w:rPr>
                <w:rtl/>
              </w:rPr>
              <w:t>جـدَّ</w:t>
            </w:r>
            <w:r w:rsidR="0076657C">
              <w:rPr>
                <w:rtl/>
              </w:rPr>
              <w:t xml:space="preserve"> </w:t>
            </w:r>
            <w:r w:rsidRPr="00A0264F">
              <w:rPr>
                <w:rtl/>
              </w:rPr>
              <w:t>أهـلُ</w:t>
            </w:r>
            <w:r w:rsidR="0076657C">
              <w:rPr>
                <w:rtl/>
              </w:rPr>
              <w:t xml:space="preserve"> </w:t>
            </w:r>
            <w:r w:rsidRPr="00A0264F">
              <w:rPr>
                <w:rtl/>
              </w:rPr>
              <w:t>الكفرِ</w:t>
            </w:r>
            <w:r w:rsidR="0076657C">
              <w:rPr>
                <w:rtl/>
              </w:rPr>
              <w:t xml:space="preserve"> </w:t>
            </w:r>
            <w:r w:rsidRPr="00A0264F">
              <w:rPr>
                <w:rtl/>
              </w:rPr>
              <w:t>في</w:t>
            </w:r>
            <w:r w:rsidR="0076657C">
              <w:rPr>
                <w:rtl/>
              </w:rPr>
              <w:t xml:space="preserve"> </w:t>
            </w:r>
            <w:r w:rsidRPr="00A0264F">
              <w:rPr>
                <w:rtl/>
              </w:rPr>
              <w:t>إطفائهِ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ورفـعتَ</w:t>
            </w:r>
            <w:r>
              <w:rPr>
                <w:rtl/>
              </w:rPr>
              <w:t xml:space="preserve"> </w:t>
            </w:r>
            <w:r w:rsidRPr="00A0264F">
              <w:rPr>
                <w:rtl/>
              </w:rPr>
              <w:t>لـلتوحيدِ</w:t>
            </w:r>
            <w:r w:rsidR="0076657C">
              <w:rPr>
                <w:rtl/>
              </w:rPr>
              <w:t xml:space="preserve"> </w:t>
            </w:r>
            <w:r w:rsidRPr="00A0264F">
              <w:rPr>
                <w:rtl/>
              </w:rPr>
              <w:t>رايـةَ</w:t>
            </w:r>
            <w:r w:rsidR="0076657C">
              <w:rPr>
                <w:rtl/>
              </w:rPr>
              <w:t xml:space="preserve"> </w:t>
            </w:r>
            <w:r w:rsidRPr="00A0264F">
              <w:rPr>
                <w:rtl/>
              </w:rPr>
              <w:t>باسلٍ</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ردَّ</w:t>
            </w:r>
            <w:r>
              <w:rPr>
                <w:rtl/>
              </w:rPr>
              <w:t xml:space="preserve"> </w:t>
            </w:r>
            <w:r w:rsidRPr="00A0264F">
              <w:rPr>
                <w:rtl/>
              </w:rPr>
              <w:t>الـضـلالَ</w:t>
            </w:r>
            <w:r w:rsidR="0076657C">
              <w:rPr>
                <w:rtl/>
              </w:rPr>
              <w:t xml:space="preserve"> </w:t>
            </w:r>
            <w:r w:rsidRPr="00A0264F">
              <w:rPr>
                <w:rtl/>
              </w:rPr>
              <w:t>مـنكِّساً</w:t>
            </w:r>
            <w:r w:rsidR="0076657C">
              <w:rPr>
                <w:rtl/>
              </w:rPr>
              <w:t xml:space="preserve"> </w:t>
            </w:r>
            <w:r w:rsidRPr="00A0264F">
              <w:rPr>
                <w:rtl/>
              </w:rPr>
              <w:t>لـلوائهِ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يـا</w:t>
            </w:r>
            <w:r>
              <w:rPr>
                <w:rtl/>
              </w:rPr>
              <w:t xml:space="preserve"> </w:t>
            </w:r>
            <w:r w:rsidRPr="00A0264F">
              <w:rPr>
                <w:rtl/>
              </w:rPr>
              <w:t>باري</w:t>
            </w:r>
            <w:r w:rsidR="0076657C">
              <w:rPr>
                <w:rtl/>
              </w:rPr>
              <w:t xml:space="preserve"> </w:t>
            </w:r>
            <w:r w:rsidRPr="00A0264F">
              <w:rPr>
                <w:rtl/>
              </w:rPr>
              <w:t>القلمَ</w:t>
            </w:r>
            <w:r w:rsidR="0076657C">
              <w:rPr>
                <w:rtl/>
              </w:rPr>
              <w:t xml:space="preserve"> </w:t>
            </w:r>
            <w:r w:rsidRPr="00A0264F">
              <w:rPr>
                <w:rtl/>
              </w:rPr>
              <w:t>الذي</w:t>
            </w:r>
            <w:r w:rsidR="0076657C">
              <w:rPr>
                <w:rtl/>
              </w:rPr>
              <w:t xml:space="preserve"> </w:t>
            </w:r>
            <w:r w:rsidRPr="00A0264F">
              <w:rPr>
                <w:rtl/>
              </w:rPr>
              <w:t>إن</w:t>
            </w:r>
            <w:r w:rsidR="0076657C">
              <w:rPr>
                <w:rtl/>
              </w:rPr>
              <w:t xml:space="preserve"> </w:t>
            </w:r>
            <w:r w:rsidRPr="00A0264F">
              <w:rPr>
                <w:rtl/>
              </w:rPr>
              <w:t>يجرِ</w:t>
            </w:r>
            <w:r w:rsidR="0076657C">
              <w:rPr>
                <w:rtl/>
              </w:rPr>
              <w:t xml:space="preserve"> </w:t>
            </w:r>
            <w:r w:rsidRPr="00A0264F">
              <w:rPr>
                <w:rtl/>
              </w:rPr>
              <w:t>في</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لـوحٍ</w:t>
            </w:r>
            <w:r>
              <w:rPr>
                <w:rtl/>
              </w:rPr>
              <w:t xml:space="preserve"> </w:t>
            </w:r>
            <w:r w:rsidRPr="00A0264F">
              <w:rPr>
                <w:rtl/>
              </w:rPr>
              <w:t>أصابَ</w:t>
            </w:r>
            <w:r w:rsidR="0076657C">
              <w:rPr>
                <w:rtl/>
              </w:rPr>
              <w:t xml:space="preserve"> </w:t>
            </w:r>
            <w:r w:rsidRPr="00A0264F">
              <w:rPr>
                <w:rtl/>
              </w:rPr>
              <w:t>الشركَ</w:t>
            </w:r>
            <w:r w:rsidR="0076657C">
              <w:rPr>
                <w:rtl/>
              </w:rPr>
              <w:t xml:space="preserve"> </w:t>
            </w:r>
            <w:r w:rsidRPr="00A0264F">
              <w:rPr>
                <w:rtl/>
              </w:rPr>
              <w:t>حتمَ</w:t>
            </w:r>
            <w:r w:rsidR="0076657C">
              <w:rPr>
                <w:rtl/>
              </w:rPr>
              <w:t xml:space="preserve"> </w:t>
            </w:r>
            <w:r w:rsidRPr="00A0264F">
              <w:rPr>
                <w:rtl/>
              </w:rPr>
              <w:t>قضائهِ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مـا</w:t>
            </w:r>
            <w:r>
              <w:rPr>
                <w:rtl/>
              </w:rPr>
              <w:t xml:space="preserve"> </w:t>
            </w:r>
            <w:r w:rsidRPr="00A0264F">
              <w:rPr>
                <w:rtl/>
              </w:rPr>
              <w:t>السمرُ</w:t>
            </w:r>
            <w:r w:rsidR="0076657C">
              <w:rPr>
                <w:rtl/>
              </w:rPr>
              <w:t xml:space="preserve"> </w:t>
            </w:r>
            <w:r w:rsidRPr="00A0264F">
              <w:rPr>
                <w:rtl/>
              </w:rPr>
              <w:t>تشبهُ</w:t>
            </w:r>
            <w:r w:rsidR="0076657C">
              <w:rPr>
                <w:rtl/>
              </w:rPr>
              <w:t xml:space="preserve"> </w:t>
            </w:r>
            <w:r w:rsidRPr="00A0264F">
              <w:rPr>
                <w:rtl/>
              </w:rPr>
              <w:t>منهُ</w:t>
            </w:r>
            <w:r w:rsidR="0076657C">
              <w:rPr>
                <w:rtl/>
              </w:rPr>
              <w:t xml:space="preserve"> </w:t>
            </w:r>
            <w:r w:rsidRPr="00A0264F">
              <w:rPr>
                <w:rtl/>
              </w:rPr>
              <w:t>حُسنَ</w:t>
            </w:r>
            <w:r w:rsidR="0076657C">
              <w:rPr>
                <w:rtl/>
              </w:rPr>
              <w:t xml:space="preserve"> </w:t>
            </w:r>
            <w:r w:rsidRPr="00A0264F">
              <w:rPr>
                <w:rtl/>
              </w:rPr>
              <w:t>قوامه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كـلاّ</w:t>
            </w:r>
            <w:r w:rsidR="0076657C">
              <w:rPr>
                <w:rtl/>
              </w:rPr>
              <w:t xml:space="preserve"> </w:t>
            </w:r>
            <w:r w:rsidRPr="00A0264F">
              <w:rPr>
                <w:rtl/>
              </w:rPr>
              <w:t>ولا</w:t>
            </w:r>
            <w:r w:rsidR="0076657C">
              <w:rPr>
                <w:rtl/>
              </w:rPr>
              <w:t xml:space="preserve"> </w:t>
            </w:r>
            <w:r w:rsidRPr="00A0264F">
              <w:rPr>
                <w:rtl/>
              </w:rPr>
              <w:t>الأسـيافُ</w:t>
            </w:r>
            <w:r w:rsidR="0076657C">
              <w:rPr>
                <w:rtl/>
              </w:rPr>
              <w:t xml:space="preserve"> </w:t>
            </w:r>
            <w:r w:rsidRPr="00A0264F">
              <w:rPr>
                <w:rtl/>
              </w:rPr>
              <w:t>حـدَّ</w:t>
            </w:r>
            <w:r w:rsidR="0076657C">
              <w:rPr>
                <w:rtl/>
              </w:rPr>
              <w:t xml:space="preserve"> </w:t>
            </w:r>
            <w:r w:rsidRPr="00A0264F">
              <w:rPr>
                <w:rtl/>
              </w:rPr>
              <w:t>مضائهِ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عـجباً</w:t>
            </w:r>
            <w:r>
              <w:rPr>
                <w:rtl/>
              </w:rPr>
              <w:t xml:space="preserve"> </w:t>
            </w:r>
            <w:r w:rsidRPr="00A0264F">
              <w:rPr>
                <w:rtl/>
              </w:rPr>
              <w:t>لـهُ</w:t>
            </w:r>
            <w:r w:rsidR="0076657C">
              <w:rPr>
                <w:rtl/>
              </w:rPr>
              <w:t xml:space="preserve"> </w:t>
            </w:r>
            <w:r w:rsidRPr="00A0264F">
              <w:rPr>
                <w:rtl/>
              </w:rPr>
              <w:t>يـملي</w:t>
            </w:r>
            <w:r w:rsidR="0076657C">
              <w:rPr>
                <w:rtl/>
              </w:rPr>
              <w:t xml:space="preserve"> </w:t>
            </w:r>
            <w:r w:rsidRPr="00A0264F">
              <w:rPr>
                <w:rtl/>
              </w:rPr>
              <w:t>بيانَكَ</w:t>
            </w:r>
            <w:r w:rsidR="0076657C">
              <w:rPr>
                <w:rtl/>
              </w:rPr>
              <w:t xml:space="preserve"> </w:t>
            </w:r>
            <w:r w:rsidRPr="00A0264F">
              <w:rPr>
                <w:rtl/>
              </w:rPr>
              <w:t>أخرسا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وتـرى</w:t>
            </w:r>
            <w:r w:rsidR="0076657C">
              <w:rPr>
                <w:rtl/>
              </w:rPr>
              <w:t xml:space="preserve"> </w:t>
            </w:r>
            <w:r w:rsidRPr="00A0264F">
              <w:rPr>
                <w:rtl/>
              </w:rPr>
              <w:t>الأصـمَّ</w:t>
            </w:r>
            <w:r w:rsidR="0076657C">
              <w:rPr>
                <w:rtl/>
              </w:rPr>
              <w:t xml:space="preserve"> </w:t>
            </w:r>
            <w:r w:rsidRPr="00A0264F">
              <w:rPr>
                <w:rtl/>
              </w:rPr>
              <w:t>مـلبّياً</w:t>
            </w:r>
            <w:r w:rsidR="0076657C">
              <w:rPr>
                <w:rtl/>
              </w:rPr>
              <w:t xml:space="preserve"> </w:t>
            </w:r>
            <w:r w:rsidRPr="00A0264F">
              <w:rPr>
                <w:rtl/>
              </w:rPr>
              <w:t>لـدعائهِ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هـو</w:t>
            </w:r>
            <w:r w:rsidR="0076657C">
              <w:rPr>
                <w:rtl/>
              </w:rPr>
              <w:t xml:space="preserve"> </w:t>
            </w:r>
            <w:r w:rsidRPr="00A0264F">
              <w:rPr>
                <w:rtl/>
              </w:rPr>
              <w:t>مـعجزٌ</w:t>
            </w:r>
            <w:r w:rsidR="0076657C">
              <w:rPr>
                <w:rtl/>
              </w:rPr>
              <w:t xml:space="preserve"> </w:t>
            </w:r>
            <w:r w:rsidRPr="00A0264F">
              <w:rPr>
                <w:rtl/>
              </w:rPr>
              <w:t>طوراً</w:t>
            </w:r>
            <w:r w:rsidR="0076657C">
              <w:rPr>
                <w:rtl/>
              </w:rPr>
              <w:t xml:space="preserve"> </w:t>
            </w:r>
            <w:r w:rsidRPr="00A0264F">
              <w:rPr>
                <w:rtl/>
              </w:rPr>
              <w:t>ويسحرُ</w:t>
            </w:r>
            <w:r w:rsidR="0076657C">
              <w:rPr>
                <w:rtl/>
              </w:rPr>
              <w:t xml:space="preserve"> </w:t>
            </w:r>
            <w:r w:rsidRPr="00A0264F">
              <w:rPr>
                <w:rtl/>
              </w:rPr>
              <w:t>تارة</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أهـلَ</w:t>
            </w:r>
            <w:r>
              <w:rPr>
                <w:rtl/>
              </w:rPr>
              <w:t xml:space="preserve"> </w:t>
            </w:r>
            <w:r w:rsidRPr="00A0264F">
              <w:rPr>
                <w:rtl/>
              </w:rPr>
              <w:t>الحجى</w:t>
            </w:r>
            <w:r w:rsidR="0076657C">
              <w:rPr>
                <w:rtl/>
              </w:rPr>
              <w:t xml:space="preserve"> </w:t>
            </w:r>
            <w:r w:rsidRPr="00A0264F">
              <w:rPr>
                <w:rtl/>
              </w:rPr>
              <w:t>إن</w:t>
            </w:r>
            <w:r w:rsidR="0076657C">
              <w:rPr>
                <w:rtl/>
              </w:rPr>
              <w:t xml:space="preserve"> </w:t>
            </w:r>
            <w:r w:rsidRPr="00A0264F">
              <w:rPr>
                <w:rtl/>
              </w:rPr>
              <w:t>شاءَ</w:t>
            </w:r>
            <w:r w:rsidR="0076657C">
              <w:rPr>
                <w:rtl/>
              </w:rPr>
              <w:t xml:space="preserve"> </w:t>
            </w:r>
            <w:r w:rsidRPr="00A0264F">
              <w:rPr>
                <w:rtl/>
              </w:rPr>
              <w:t>في</w:t>
            </w:r>
            <w:r w:rsidR="0076657C">
              <w:rPr>
                <w:rtl/>
              </w:rPr>
              <w:t xml:space="preserve"> </w:t>
            </w:r>
            <w:r w:rsidRPr="00A0264F">
              <w:rPr>
                <w:rtl/>
              </w:rPr>
              <w:t>إنشائهِ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قـد</w:t>
            </w:r>
            <w:r w:rsidR="0076657C">
              <w:rPr>
                <w:rtl/>
              </w:rPr>
              <w:t xml:space="preserve"> </w:t>
            </w:r>
            <w:r w:rsidRPr="00A0264F">
              <w:rPr>
                <w:rtl/>
              </w:rPr>
              <w:t>نـلتَ</w:t>
            </w:r>
            <w:r w:rsidR="0076657C">
              <w:rPr>
                <w:rtl/>
              </w:rPr>
              <w:t xml:space="preserve"> </w:t>
            </w:r>
            <w:r w:rsidRPr="00A0264F">
              <w:rPr>
                <w:rtl/>
              </w:rPr>
              <w:t>مـنهُ</w:t>
            </w:r>
            <w:r w:rsidR="0076657C">
              <w:rPr>
                <w:rtl/>
              </w:rPr>
              <w:t xml:space="preserve"> </w:t>
            </w:r>
            <w:r w:rsidRPr="00A0264F">
              <w:rPr>
                <w:rtl/>
              </w:rPr>
              <w:t>مـشحّطاً</w:t>
            </w:r>
            <w:r w:rsidR="0076657C">
              <w:rPr>
                <w:rtl/>
              </w:rPr>
              <w:t xml:space="preserve"> </w:t>
            </w:r>
            <w:r w:rsidRPr="00A0264F">
              <w:rPr>
                <w:rtl/>
              </w:rPr>
              <w:t>بمداده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أجـرَ</w:t>
            </w:r>
            <w:r>
              <w:rPr>
                <w:rtl/>
              </w:rPr>
              <w:t xml:space="preserve"> </w:t>
            </w:r>
            <w:r w:rsidRPr="00A0264F">
              <w:rPr>
                <w:rtl/>
              </w:rPr>
              <w:t>الـشهيدِ</w:t>
            </w:r>
            <w:r w:rsidR="0076657C">
              <w:rPr>
                <w:rtl/>
              </w:rPr>
              <w:t xml:space="preserve"> </w:t>
            </w:r>
            <w:r w:rsidRPr="00A0264F">
              <w:rPr>
                <w:rtl/>
              </w:rPr>
              <w:t>مـشحّطاً</w:t>
            </w:r>
            <w:r w:rsidR="0076657C">
              <w:rPr>
                <w:rtl/>
              </w:rPr>
              <w:t xml:space="preserve"> </w:t>
            </w:r>
            <w:r w:rsidRPr="00A0264F">
              <w:rPr>
                <w:rtl/>
              </w:rPr>
              <w:t>بدمائهِ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كم</w:t>
            </w:r>
            <w:r>
              <w:rPr>
                <w:rtl/>
              </w:rPr>
              <w:t xml:space="preserve"> </w:t>
            </w:r>
            <w:r w:rsidRPr="00A0264F">
              <w:rPr>
                <w:rtl/>
              </w:rPr>
              <w:t>من</w:t>
            </w:r>
            <w:r w:rsidR="0076657C">
              <w:rPr>
                <w:rtl/>
              </w:rPr>
              <w:t xml:space="preserve"> </w:t>
            </w:r>
            <w:r w:rsidRPr="00A0264F">
              <w:rPr>
                <w:rtl/>
              </w:rPr>
              <w:t>مريضِ</w:t>
            </w:r>
            <w:r w:rsidR="0076657C">
              <w:rPr>
                <w:rtl/>
              </w:rPr>
              <w:t xml:space="preserve"> </w:t>
            </w:r>
            <w:r w:rsidRPr="00A0264F">
              <w:rPr>
                <w:rtl/>
              </w:rPr>
              <w:t>ضلالةٍ</w:t>
            </w:r>
            <w:r w:rsidR="0076657C">
              <w:rPr>
                <w:rtl/>
              </w:rPr>
              <w:t xml:space="preserve"> </w:t>
            </w:r>
            <w:r w:rsidRPr="00A0264F">
              <w:rPr>
                <w:rtl/>
              </w:rPr>
              <w:t>أشفى</w:t>
            </w:r>
            <w:r w:rsidR="0076657C">
              <w:rPr>
                <w:rtl/>
              </w:rPr>
              <w:t xml:space="preserve"> </w:t>
            </w:r>
            <w:r w:rsidRPr="00A0264F">
              <w:rPr>
                <w:rtl/>
              </w:rPr>
              <w:t>وقد</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كـنتَ</w:t>
            </w:r>
            <w:r w:rsidR="0076657C">
              <w:rPr>
                <w:rtl/>
              </w:rPr>
              <w:t xml:space="preserve"> </w:t>
            </w:r>
            <w:r w:rsidRPr="00A0264F">
              <w:rPr>
                <w:rtl/>
              </w:rPr>
              <w:t>الـضمينُ</w:t>
            </w:r>
            <w:r w:rsidR="0076657C">
              <w:rPr>
                <w:rtl/>
              </w:rPr>
              <w:t xml:space="preserve"> </w:t>
            </w:r>
            <w:r w:rsidRPr="00A0264F">
              <w:rPr>
                <w:rtl/>
              </w:rPr>
              <w:t>لـبرئهِ</w:t>
            </w:r>
            <w:r w:rsidR="0076657C">
              <w:rPr>
                <w:rtl/>
              </w:rPr>
              <w:t xml:space="preserve"> </w:t>
            </w:r>
            <w:r w:rsidRPr="00A0264F">
              <w:rPr>
                <w:rtl/>
              </w:rPr>
              <w:t>وشفائهِ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يـا</w:t>
            </w:r>
            <w:r>
              <w:rPr>
                <w:rtl/>
              </w:rPr>
              <w:t xml:space="preserve"> </w:t>
            </w:r>
            <w:r w:rsidRPr="00A0264F">
              <w:rPr>
                <w:rtl/>
              </w:rPr>
              <w:t>مَـنْ</w:t>
            </w:r>
            <w:r w:rsidR="0076657C">
              <w:rPr>
                <w:rtl/>
              </w:rPr>
              <w:t xml:space="preserve"> </w:t>
            </w:r>
            <w:r w:rsidRPr="00A0264F">
              <w:rPr>
                <w:rtl/>
              </w:rPr>
              <w:t>أغاثَ</w:t>
            </w:r>
            <w:r w:rsidR="0076657C">
              <w:rPr>
                <w:rtl/>
              </w:rPr>
              <w:t xml:space="preserve"> </w:t>
            </w:r>
            <w:r w:rsidRPr="00A0264F">
              <w:rPr>
                <w:rtl/>
              </w:rPr>
              <w:t>الدينَ</w:t>
            </w:r>
            <w:r w:rsidR="0076657C">
              <w:rPr>
                <w:rtl/>
              </w:rPr>
              <w:t xml:space="preserve"> </w:t>
            </w:r>
            <w:r w:rsidRPr="00A0264F">
              <w:rPr>
                <w:rtl/>
              </w:rPr>
              <w:t>عندَ</w:t>
            </w:r>
            <w:r w:rsidR="0076657C">
              <w:rPr>
                <w:rtl/>
              </w:rPr>
              <w:t xml:space="preserve"> </w:t>
            </w:r>
            <w:r w:rsidRPr="00A0264F">
              <w:rPr>
                <w:rtl/>
              </w:rPr>
              <w:t>ندائه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فـكفاهُ</w:t>
            </w:r>
            <w:r w:rsidR="0076657C">
              <w:rPr>
                <w:rtl/>
              </w:rPr>
              <w:t xml:space="preserve"> </w:t>
            </w:r>
            <w:r w:rsidRPr="00A0264F">
              <w:rPr>
                <w:rtl/>
              </w:rPr>
              <w:t>مـا</w:t>
            </w:r>
            <w:r w:rsidR="0076657C">
              <w:rPr>
                <w:rtl/>
              </w:rPr>
              <w:t xml:space="preserve"> </w:t>
            </w:r>
            <w:r w:rsidRPr="00A0264F">
              <w:rPr>
                <w:rtl/>
              </w:rPr>
              <w:t>يـلقاهُ</w:t>
            </w:r>
            <w:r w:rsidR="0076657C">
              <w:rPr>
                <w:rtl/>
              </w:rPr>
              <w:t xml:space="preserve"> </w:t>
            </w:r>
            <w:r w:rsidRPr="00A0264F">
              <w:rPr>
                <w:rtl/>
              </w:rPr>
              <w:t>مـن</w:t>
            </w:r>
            <w:r w:rsidR="0076657C">
              <w:rPr>
                <w:rtl/>
              </w:rPr>
              <w:t xml:space="preserve"> </w:t>
            </w:r>
            <w:r w:rsidRPr="00A0264F">
              <w:rPr>
                <w:rtl/>
              </w:rPr>
              <w:t>خصمائهِ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الـيومُ</w:t>
            </w:r>
            <w:r>
              <w:rPr>
                <w:rtl/>
              </w:rPr>
              <w:t xml:space="preserve"> </w:t>
            </w:r>
            <w:r w:rsidRPr="00A0264F">
              <w:rPr>
                <w:rtl/>
              </w:rPr>
              <w:t>أصـبحَ</w:t>
            </w:r>
            <w:r w:rsidR="0076657C">
              <w:rPr>
                <w:rtl/>
              </w:rPr>
              <w:t xml:space="preserve"> </w:t>
            </w:r>
            <w:r w:rsidRPr="00A0264F">
              <w:rPr>
                <w:rtl/>
              </w:rPr>
              <w:t>شـاكياً</w:t>
            </w:r>
            <w:r w:rsidR="0076657C">
              <w:rPr>
                <w:rtl/>
              </w:rPr>
              <w:t xml:space="preserve"> </w:t>
            </w:r>
            <w:r w:rsidRPr="00A0264F">
              <w:rPr>
                <w:rtl/>
              </w:rPr>
              <w:t>مـتألّما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لـمّا</w:t>
            </w:r>
            <w:r>
              <w:rPr>
                <w:rtl/>
              </w:rPr>
              <w:t xml:space="preserve"> </w:t>
            </w:r>
            <w:r w:rsidRPr="00A0264F">
              <w:rPr>
                <w:rtl/>
              </w:rPr>
              <w:t>انفصلتَ</w:t>
            </w:r>
            <w:r w:rsidR="0076657C">
              <w:rPr>
                <w:rtl/>
              </w:rPr>
              <w:t xml:space="preserve"> </w:t>
            </w:r>
            <w:r w:rsidRPr="00A0264F">
              <w:rPr>
                <w:rtl/>
              </w:rPr>
              <w:t>وأنتَ</w:t>
            </w:r>
            <w:r w:rsidR="0076657C">
              <w:rPr>
                <w:rtl/>
              </w:rPr>
              <w:t xml:space="preserve"> </w:t>
            </w:r>
            <w:r w:rsidRPr="00A0264F">
              <w:rPr>
                <w:rtl/>
              </w:rPr>
              <w:t>من</w:t>
            </w:r>
            <w:r w:rsidR="0076657C">
              <w:rPr>
                <w:rtl/>
              </w:rPr>
              <w:t xml:space="preserve"> </w:t>
            </w:r>
            <w:r w:rsidRPr="00A0264F">
              <w:rPr>
                <w:rtl/>
              </w:rPr>
              <w:t>أعضائهِ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لـمّا</w:t>
            </w:r>
            <w:r w:rsidR="0076657C">
              <w:rPr>
                <w:rtl/>
              </w:rPr>
              <w:t xml:space="preserve"> </w:t>
            </w:r>
            <w:r w:rsidRPr="00A0264F">
              <w:rPr>
                <w:rtl/>
              </w:rPr>
              <w:t>ركـدتَ</w:t>
            </w:r>
            <w:r w:rsidR="0076657C">
              <w:rPr>
                <w:rtl/>
              </w:rPr>
              <w:t xml:space="preserve"> </w:t>
            </w:r>
            <w:r w:rsidRPr="00A0264F">
              <w:rPr>
                <w:rtl/>
              </w:rPr>
              <w:t>وأنتَ</w:t>
            </w:r>
            <w:r w:rsidR="0076657C">
              <w:rPr>
                <w:rtl/>
              </w:rPr>
              <w:t xml:space="preserve"> </w:t>
            </w:r>
            <w:r w:rsidRPr="00A0264F">
              <w:rPr>
                <w:rtl/>
              </w:rPr>
              <w:t>ينبوعُ</w:t>
            </w:r>
            <w:r w:rsidR="0076657C">
              <w:rPr>
                <w:rtl/>
              </w:rPr>
              <w:t xml:space="preserve"> </w:t>
            </w:r>
            <w:r w:rsidRPr="00A0264F">
              <w:rPr>
                <w:rtl/>
              </w:rPr>
              <w:t>الهدى</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أذويـتَ</w:t>
            </w:r>
            <w:r w:rsidR="0076657C">
              <w:rPr>
                <w:rtl/>
              </w:rPr>
              <w:t xml:space="preserve"> </w:t>
            </w:r>
            <w:r w:rsidRPr="00A0264F">
              <w:rPr>
                <w:rtl/>
              </w:rPr>
              <w:t>غـصنَ</w:t>
            </w:r>
            <w:r w:rsidR="0076657C">
              <w:rPr>
                <w:rtl/>
              </w:rPr>
              <w:t xml:space="preserve"> </w:t>
            </w:r>
            <w:r w:rsidRPr="00A0264F">
              <w:rPr>
                <w:rtl/>
              </w:rPr>
              <w:t>الحقِ</w:t>
            </w:r>
            <w:r w:rsidR="0076657C">
              <w:rPr>
                <w:rtl/>
              </w:rPr>
              <w:t xml:space="preserve"> </w:t>
            </w:r>
            <w:r w:rsidRPr="00A0264F">
              <w:rPr>
                <w:rtl/>
              </w:rPr>
              <w:t>بعدَ</w:t>
            </w:r>
            <w:r w:rsidR="0076657C">
              <w:rPr>
                <w:rtl/>
              </w:rPr>
              <w:t xml:space="preserve"> </w:t>
            </w:r>
            <w:r w:rsidRPr="00A0264F">
              <w:rPr>
                <w:rtl/>
              </w:rPr>
              <w:t>نمائهِ</w:t>
            </w:r>
            <w:r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قالها في رثاء العلاّمة المجاهد الشيخ محمد جواد البلاغي أيضاً</w:t>
      </w:r>
      <w:r w:rsidR="00A327D5">
        <w:rPr>
          <w:rtl/>
        </w:rPr>
        <w:t>،</w:t>
      </w:r>
      <w:r w:rsidRPr="00A0264F">
        <w:rPr>
          <w:rtl/>
        </w:rPr>
        <w:t xml:space="preserve"> وفي صدر المطلع إشارة إلى كتابه </w:t>
      </w:r>
      <w:r w:rsidR="003D6158">
        <w:rPr>
          <w:rtl/>
        </w:rPr>
        <w:t>(</w:t>
      </w:r>
      <w:r w:rsidRPr="00A0264F">
        <w:rPr>
          <w:rtl/>
        </w:rPr>
        <w:t>آلاء الرحمان</w:t>
      </w:r>
      <w:r w:rsidR="003D6158">
        <w:rPr>
          <w:rtl/>
        </w:rPr>
        <w:t>)</w:t>
      </w:r>
      <w:r w:rsidR="00A327D5">
        <w:rPr>
          <w:rtl/>
        </w:rPr>
        <w:t>.</w:t>
      </w:r>
    </w:p>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F5394E" w:rsidTr="00F5394E">
        <w:trPr>
          <w:trHeight w:val="350"/>
        </w:trPr>
        <w:tc>
          <w:tcPr>
            <w:tcW w:w="3536" w:type="dxa"/>
          </w:tcPr>
          <w:p w:rsidR="00F5394E" w:rsidRDefault="00F5394E" w:rsidP="00F5394E">
            <w:pPr>
              <w:pStyle w:val="libPoem"/>
            </w:pPr>
            <w:r w:rsidRPr="00A0264F">
              <w:rPr>
                <w:rtl/>
              </w:rPr>
              <w:t>كـلاّ</w:t>
            </w:r>
            <w:r>
              <w:rPr>
                <w:rtl/>
              </w:rPr>
              <w:t xml:space="preserve"> </w:t>
            </w:r>
            <w:r w:rsidRPr="00A0264F">
              <w:rPr>
                <w:rtl/>
              </w:rPr>
              <w:t>لـقد</w:t>
            </w:r>
            <w:r w:rsidR="0076657C">
              <w:rPr>
                <w:rtl/>
              </w:rPr>
              <w:t xml:space="preserve"> </w:t>
            </w:r>
            <w:r w:rsidRPr="00A0264F">
              <w:rPr>
                <w:rtl/>
              </w:rPr>
              <w:t>أبـقيتَ</w:t>
            </w:r>
            <w:r w:rsidR="0076657C">
              <w:rPr>
                <w:rtl/>
              </w:rPr>
              <w:t xml:space="preserve"> </w:t>
            </w:r>
            <w:r w:rsidRPr="00A0264F">
              <w:rPr>
                <w:rtl/>
              </w:rPr>
              <w:t>ذكـراً</w:t>
            </w:r>
            <w:r w:rsidR="0076657C">
              <w:rPr>
                <w:rtl/>
              </w:rPr>
              <w:t xml:space="preserve"> </w:t>
            </w:r>
            <w:r w:rsidRPr="00A0264F">
              <w:rPr>
                <w:rtl/>
              </w:rPr>
              <w:t>خالدا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يـفنى</w:t>
            </w:r>
            <w:r w:rsidR="0076657C">
              <w:rPr>
                <w:rtl/>
              </w:rPr>
              <w:t xml:space="preserve"> </w:t>
            </w:r>
            <w:r w:rsidRPr="00A0264F">
              <w:rPr>
                <w:rtl/>
              </w:rPr>
              <w:t>طـويلُ</w:t>
            </w:r>
            <w:r w:rsidR="0076657C">
              <w:rPr>
                <w:rtl/>
              </w:rPr>
              <w:t xml:space="preserve"> </w:t>
            </w:r>
            <w:r w:rsidRPr="00A0264F">
              <w:rPr>
                <w:rtl/>
              </w:rPr>
              <w:t>الـدهرِ</w:t>
            </w:r>
            <w:r w:rsidR="0076657C">
              <w:rPr>
                <w:rtl/>
              </w:rPr>
              <w:t xml:space="preserve"> </w:t>
            </w:r>
            <w:r w:rsidRPr="00A0264F">
              <w:rPr>
                <w:rtl/>
              </w:rPr>
              <w:t>قبلَ</w:t>
            </w:r>
            <w:r w:rsidR="0076657C">
              <w:rPr>
                <w:rtl/>
              </w:rPr>
              <w:t xml:space="preserve"> </w:t>
            </w:r>
            <w:r w:rsidRPr="00A0264F">
              <w:rPr>
                <w:rtl/>
              </w:rPr>
              <w:t>فنائهِ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Pr>
                <w:rtl/>
              </w:rPr>
              <w:t>لكَ</w:t>
            </w:r>
            <w:r w:rsidR="0076657C">
              <w:rPr>
                <w:rtl/>
              </w:rPr>
              <w:t xml:space="preserve"> </w:t>
            </w:r>
            <w:r>
              <w:rPr>
                <w:rtl/>
              </w:rPr>
              <w:t>عادَ</w:t>
            </w:r>
            <w:r w:rsidR="0076657C">
              <w:rPr>
                <w:rtl/>
              </w:rPr>
              <w:t xml:space="preserve"> </w:t>
            </w:r>
            <w:r>
              <w:rPr>
                <w:rtl/>
              </w:rPr>
              <w:t>بطنُ</w:t>
            </w:r>
            <w:r w:rsidR="0076657C">
              <w:rPr>
                <w:rtl/>
              </w:rPr>
              <w:t xml:space="preserve"> </w:t>
            </w:r>
            <w:r>
              <w:rPr>
                <w:rtl/>
              </w:rPr>
              <w:t>الأرضِ</w:t>
            </w:r>
            <w:r w:rsidR="0076657C">
              <w:rPr>
                <w:rtl/>
              </w:rPr>
              <w:t xml:space="preserve"> </w:t>
            </w:r>
            <w:r>
              <w:rPr>
                <w:rtl/>
              </w:rPr>
              <w:t>أفسح</w:t>
            </w:r>
            <w:r w:rsidR="0076657C">
              <w:rPr>
                <w:rtl/>
              </w:rPr>
              <w:t xml:space="preserve"> </w:t>
            </w:r>
            <w:r w:rsidRPr="00A0264F">
              <w:rPr>
                <w:rtl/>
              </w:rPr>
              <w:t>منزلٍ</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والكونُ</w:t>
            </w:r>
            <w:r w:rsidR="0076657C">
              <w:rPr>
                <w:rtl/>
              </w:rPr>
              <w:t xml:space="preserve"> </w:t>
            </w:r>
            <w:r w:rsidRPr="00A0264F">
              <w:rPr>
                <w:rtl/>
              </w:rPr>
              <w:t>بعدكَ</w:t>
            </w:r>
            <w:r w:rsidR="0076657C">
              <w:rPr>
                <w:rtl/>
              </w:rPr>
              <w:t xml:space="preserve"> </w:t>
            </w:r>
            <w:r w:rsidRPr="00A0264F">
              <w:rPr>
                <w:rtl/>
              </w:rPr>
              <w:t>ضاقَ</w:t>
            </w:r>
            <w:r w:rsidR="0076657C">
              <w:rPr>
                <w:rtl/>
              </w:rPr>
              <w:t xml:space="preserve"> </w:t>
            </w:r>
            <w:r w:rsidRPr="00A0264F">
              <w:rPr>
                <w:rtl/>
              </w:rPr>
              <w:t>رحبُ</w:t>
            </w:r>
            <w:r w:rsidR="0076657C">
              <w:rPr>
                <w:rtl/>
              </w:rPr>
              <w:t xml:space="preserve"> </w:t>
            </w:r>
            <w:r w:rsidRPr="00A0264F">
              <w:rPr>
                <w:rtl/>
              </w:rPr>
              <w:t>فضائهِ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جـاورتَ</w:t>
            </w:r>
            <w:r w:rsidR="0076657C">
              <w:rPr>
                <w:rtl/>
              </w:rPr>
              <w:t xml:space="preserve"> </w:t>
            </w:r>
            <w:r w:rsidRPr="00A0264F">
              <w:rPr>
                <w:rtl/>
              </w:rPr>
              <w:t>مـرقدَ</w:t>
            </w:r>
            <w:r w:rsidR="0076657C">
              <w:rPr>
                <w:rtl/>
              </w:rPr>
              <w:t xml:space="preserve"> </w:t>
            </w:r>
            <w:r w:rsidRPr="00A0264F">
              <w:rPr>
                <w:rtl/>
              </w:rPr>
              <w:t>حيدرٍ</w:t>
            </w:r>
            <w:r w:rsidR="0076657C">
              <w:rPr>
                <w:rtl/>
              </w:rPr>
              <w:t xml:space="preserve"> </w:t>
            </w:r>
            <w:r w:rsidRPr="00A0264F">
              <w:rPr>
                <w:rtl/>
              </w:rPr>
              <w:t>إذ</w:t>
            </w:r>
            <w:r w:rsidR="0076657C">
              <w:rPr>
                <w:rtl/>
              </w:rPr>
              <w:t xml:space="preserve"> </w:t>
            </w:r>
            <w:r w:rsidRPr="00A0264F">
              <w:rPr>
                <w:rtl/>
              </w:rPr>
              <w:t>لم</w:t>
            </w:r>
            <w:r w:rsidR="0076657C">
              <w:rPr>
                <w:rtl/>
              </w:rPr>
              <w:t xml:space="preserve"> </w:t>
            </w:r>
            <w:r w:rsidRPr="00A0264F">
              <w:rPr>
                <w:rtl/>
              </w:rPr>
              <w:t>تزل</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مـا</w:t>
            </w:r>
            <w:r w:rsidR="0076657C">
              <w:rPr>
                <w:rtl/>
              </w:rPr>
              <w:t xml:space="preserve"> </w:t>
            </w:r>
            <w:r w:rsidRPr="00A0264F">
              <w:rPr>
                <w:rtl/>
              </w:rPr>
              <w:t>عـشتَ</w:t>
            </w:r>
            <w:r w:rsidR="0076657C">
              <w:rPr>
                <w:rtl/>
              </w:rPr>
              <w:t xml:space="preserve"> </w:t>
            </w:r>
            <w:r w:rsidRPr="00A0264F">
              <w:rPr>
                <w:rtl/>
              </w:rPr>
              <w:t>معتصماً</w:t>
            </w:r>
            <w:r w:rsidR="0076657C">
              <w:rPr>
                <w:rtl/>
              </w:rPr>
              <w:t xml:space="preserve"> </w:t>
            </w:r>
            <w:r w:rsidRPr="00A0264F">
              <w:rPr>
                <w:rtl/>
              </w:rPr>
              <w:t>بحبلِ</w:t>
            </w:r>
            <w:r w:rsidR="0076657C">
              <w:rPr>
                <w:rtl/>
              </w:rPr>
              <w:t xml:space="preserve"> </w:t>
            </w:r>
            <w:r w:rsidRPr="00A0264F">
              <w:rPr>
                <w:rtl/>
              </w:rPr>
              <w:t>ولائهِ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شقُّوا</w:t>
            </w:r>
            <w:r w:rsidR="0076657C">
              <w:rPr>
                <w:rtl/>
              </w:rPr>
              <w:t xml:space="preserve"> </w:t>
            </w:r>
            <w:r w:rsidRPr="00A0264F">
              <w:rPr>
                <w:rtl/>
              </w:rPr>
              <w:t>ضريحكَ</w:t>
            </w:r>
            <w:r w:rsidR="0076657C">
              <w:rPr>
                <w:rtl/>
              </w:rPr>
              <w:t xml:space="preserve"> </w:t>
            </w:r>
            <w:r w:rsidRPr="00A0264F">
              <w:rPr>
                <w:rtl/>
              </w:rPr>
              <w:t>في</w:t>
            </w:r>
            <w:r w:rsidR="0076657C">
              <w:rPr>
                <w:rtl/>
              </w:rPr>
              <w:t xml:space="preserve"> </w:t>
            </w:r>
            <w:r w:rsidRPr="00A0264F">
              <w:rPr>
                <w:rtl/>
              </w:rPr>
              <w:t>الصعيدِ</w:t>
            </w:r>
            <w:r w:rsidR="0076657C">
              <w:rPr>
                <w:rtl/>
              </w:rPr>
              <w:t xml:space="preserve"> </w:t>
            </w:r>
            <w:r w:rsidRPr="00A0264F">
              <w:rPr>
                <w:rtl/>
              </w:rPr>
              <w:t>وودَّ</w:t>
            </w:r>
            <w:r w:rsidR="0076657C">
              <w:rPr>
                <w:rtl/>
              </w:rPr>
              <w:t xml:space="preserve"> </w:t>
            </w:r>
            <w:r w:rsidRPr="00A0264F">
              <w:rPr>
                <w:rtl/>
              </w:rPr>
              <w:t>لو</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قـد</w:t>
            </w:r>
            <w:r>
              <w:rPr>
                <w:rtl/>
              </w:rPr>
              <w:t xml:space="preserve"> </w:t>
            </w:r>
            <w:r w:rsidRPr="00A0264F">
              <w:rPr>
                <w:rtl/>
              </w:rPr>
              <w:t>شـقَّهُ</w:t>
            </w:r>
            <w:r w:rsidR="0076657C">
              <w:rPr>
                <w:rtl/>
              </w:rPr>
              <w:t xml:space="preserve"> </w:t>
            </w:r>
            <w:r w:rsidRPr="00A0264F">
              <w:rPr>
                <w:rtl/>
              </w:rPr>
              <w:t>الإسـلامُ</w:t>
            </w:r>
            <w:r w:rsidR="0076657C">
              <w:rPr>
                <w:rtl/>
              </w:rPr>
              <w:t xml:space="preserve"> </w:t>
            </w:r>
            <w:r w:rsidRPr="00A0264F">
              <w:rPr>
                <w:rtl/>
              </w:rPr>
              <w:t>في</w:t>
            </w:r>
            <w:r w:rsidR="0076657C">
              <w:rPr>
                <w:rtl/>
              </w:rPr>
              <w:t xml:space="preserve"> </w:t>
            </w:r>
            <w:r w:rsidRPr="00A0264F">
              <w:rPr>
                <w:rtl/>
              </w:rPr>
              <w:t>أحشائهِ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لـم</w:t>
            </w:r>
            <w:r>
              <w:rPr>
                <w:rtl/>
              </w:rPr>
              <w:t xml:space="preserve"> </w:t>
            </w:r>
            <w:r w:rsidRPr="00A0264F">
              <w:rPr>
                <w:rtl/>
              </w:rPr>
              <w:t>تـألُ</w:t>
            </w:r>
            <w:r w:rsidR="0076657C">
              <w:rPr>
                <w:rtl/>
              </w:rPr>
              <w:t xml:space="preserve"> </w:t>
            </w:r>
            <w:r w:rsidRPr="00A0264F">
              <w:rPr>
                <w:rtl/>
              </w:rPr>
              <w:t>جـهدكَ</w:t>
            </w:r>
            <w:r w:rsidR="0076657C">
              <w:rPr>
                <w:rtl/>
              </w:rPr>
              <w:t xml:space="preserve"> </w:t>
            </w:r>
            <w:r w:rsidRPr="00A0264F">
              <w:rPr>
                <w:rtl/>
              </w:rPr>
              <w:t>بالجهادِ</w:t>
            </w:r>
            <w:r w:rsidR="0076657C">
              <w:rPr>
                <w:rtl/>
              </w:rPr>
              <w:t xml:space="preserve"> </w:t>
            </w:r>
            <w:r w:rsidRPr="00A0264F">
              <w:rPr>
                <w:rtl/>
              </w:rPr>
              <w:t>كأنّما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خـوطبتَ</w:t>
            </w:r>
            <w:r w:rsidR="0076657C">
              <w:rPr>
                <w:rtl/>
              </w:rPr>
              <w:t xml:space="preserve"> </w:t>
            </w:r>
            <w:r w:rsidRPr="00A0264F">
              <w:rPr>
                <w:rtl/>
              </w:rPr>
              <w:t>وحـدكَ</w:t>
            </w:r>
            <w:r w:rsidR="0076657C">
              <w:rPr>
                <w:rtl/>
              </w:rPr>
              <w:t xml:space="preserve"> </w:t>
            </w:r>
            <w:r w:rsidRPr="00A0264F">
              <w:rPr>
                <w:rtl/>
              </w:rPr>
              <w:t>دونـنا</w:t>
            </w:r>
            <w:r w:rsidR="0076657C">
              <w:rPr>
                <w:rtl/>
              </w:rPr>
              <w:t xml:space="preserve"> </w:t>
            </w:r>
            <w:r w:rsidRPr="00A0264F">
              <w:rPr>
                <w:rtl/>
              </w:rPr>
              <w:t>بأدائهِ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ووقـفتَ</w:t>
            </w:r>
            <w:r>
              <w:rPr>
                <w:rtl/>
              </w:rPr>
              <w:t xml:space="preserve"> </w:t>
            </w:r>
            <w:r w:rsidRPr="00A0264F">
              <w:rPr>
                <w:rtl/>
              </w:rPr>
              <w:t>نفسكَ</w:t>
            </w:r>
            <w:r w:rsidR="0076657C">
              <w:rPr>
                <w:rtl/>
              </w:rPr>
              <w:t xml:space="preserve"> </w:t>
            </w:r>
            <w:r w:rsidRPr="00A0264F">
              <w:rPr>
                <w:rtl/>
              </w:rPr>
              <w:t>في</w:t>
            </w:r>
            <w:r w:rsidR="0076657C">
              <w:rPr>
                <w:rtl/>
              </w:rPr>
              <w:t xml:space="preserve"> </w:t>
            </w:r>
            <w:r w:rsidRPr="00A0264F">
              <w:rPr>
                <w:rtl/>
              </w:rPr>
              <w:t>المواقفِ</w:t>
            </w:r>
            <w:r w:rsidR="0076657C">
              <w:rPr>
                <w:rtl/>
              </w:rPr>
              <w:t xml:space="preserve"> </w:t>
            </w:r>
            <w:r w:rsidRPr="00A0264F">
              <w:rPr>
                <w:rtl/>
              </w:rPr>
              <w:t>كلّها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لـحمايةِ</w:t>
            </w:r>
            <w:r w:rsidR="0076657C">
              <w:rPr>
                <w:rtl/>
              </w:rPr>
              <w:t xml:space="preserve"> </w:t>
            </w:r>
            <w:r w:rsidRPr="00A0264F">
              <w:rPr>
                <w:rtl/>
              </w:rPr>
              <w:t>الإسـلامِ</w:t>
            </w:r>
            <w:r w:rsidR="0076657C">
              <w:rPr>
                <w:rtl/>
              </w:rPr>
              <w:t xml:space="preserve"> </w:t>
            </w:r>
            <w:r w:rsidRPr="00A0264F">
              <w:rPr>
                <w:rtl/>
              </w:rPr>
              <w:t>مـن</w:t>
            </w:r>
            <w:r w:rsidR="0076657C">
              <w:rPr>
                <w:rtl/>
              </w:rPr>
              <w:t xml:space="preserve"> </w:t>
            </w:r>
            <w:r w:rsidRPr="00A0264F">
              <w:rPr>
                <w:rtl/>
              </w:rPr>
              <w:t>أعـدائهِ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ومـنيتَ</w:t>
            </w:r>
            <w:r>
              <w:rPr>
                <w:rtl/>
              </w:rPr>
              <w:t xml:space="preserve"> </w:t>
            </w:r>
            <w:r w:rsidRPr="00A0264F">
              <w:rPr>
                <w:rtl/>
              </w:rPr>
              <w:t>مـدّةَ</w:t>
            </w:r>
            <w:r w:rsidR="0076657C">
              <w:rPr>
                <w:rtl/>
              </w:rPr>
              <w:t xml:space="preserve"> </w:t>
            </w:r>
            <w:r w:rsidRPr="00A0264F">
              <w:rPr>
                <w:rtl/>
              </w:rPr>
              <w:t>مـا</w:t>
            </w:r>
            <w:r w:rsidR="0076657C">
              <w:rPr>
                <w:rtl/>
              </w:rPr>
              <w:t xml:space="preserve"> </w:t>
            </w:r>
            <w:r w:rsidRPr="00A0264F">
              <w:rPr>
                <w:rtl/>
              </w:rPr>
              <w:t>حييتَ</w:t>
            </w:r>
            <w:r w:rsidR="0076657C">
              <w:rPr>
                <w:rtl/>
              </w:rPr>
              <w:t xml:space="preserve"> </w:t>
            </w:r>
            <w:r w:rsidRPr="00A0264F">
              <w:rPr>
                <w:rtl/>
              </w:rPr>
              <w:t>معانيا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إصـلاحَ</w:t>
            </w:r>
            <w:r w:rsidR="0076657C">
              <w:rPr>
                <w:rtl/>
              </w:rPr>
              <w:t xml:space="preserve"> </w:t>
            </w:r>
            <w:r w:rsidRPr="00A0264F">
              <w:rPr>
                <w:rtl/>
              </w:rPr>
              <w:t>مـا</w:t>
            </w:r>
            <w:r w:rsidR="0076657C">
              <w:rPr>
                <w:rtl/>
              </w:rPr>
              <w:t xml:space="preserve"> </w:t>
            </w:r>
            <w:r w:rsidRPr="00A0264F">
              <w:rPr>
                <w:rtl/>
              </w:rPr>
              <w:t>يـلقاهُ</w:t>
            </w:r>
            <w:r w:rsidR="0076657C">
              <w:rPr>
                <w:rtl/>
              </w:rPr>
              <w:t xml:space="preserve"> </w:t>
            </w:r>
            <w:r w:rsidRPr="00A0264F">
              <w:rPr>
                <w:rtl/>
              </w:rPr>
              <w:t>مـن</w:t>
            </w:r>
            <w:r w:rsidR="0076657C">
              <w:rPr>
                <w:rtl/>
              </w:rPr>
              <w:t xml:space="preserve"> </w:t>
            </w:r>
            <w:r w:rsidRPr="00A0264F">
              <w:rPr>
                <w:rtl/>
              </w:rPr>
              <w:t>أبنائهِ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حـتى</w:t>
            </w:r>
            <w:r>
              <w:rPr>
                <w:rtl/>
              </w:rPr>
              <w:t xml:space="preserve"> </w:t>
            </w:r>
            <w:r w:rsidRPr="00A0264F">
              <w:rPr>
                <w:rtl/>
              </w:rPr>
              <w:t>بـنفسكَ</w:t>
            </w:r>
            <w:r w:rsidR="0076657C">
              <w:rPr>
                <w:rtl/>
              </w:rPr>
              <w:t xml:space="preserve"> </w:t>
            </w:r>
            <w:r w:rsidRPr="00A0264F">
              <w:rPr>
                <w:rtl/>
              </w:rPr>
              <w:t>جُدتَ</w:t>
            </w:r>
            <w:r w:rsidR="0076657C">
              <w:rPr>
                <w:rtl/>
              </w:rPr>
              <w:t xml:space="preserve"> </w:t>
            </w:r>
            <w:r w:rsidRPr="00A0264F">
              <w:rPr>
                <w:rtl/>
              </w:rPr>
              <w:t>تفديهِ</w:t>
            </w:r>
            <w:r w:rsidR="0076657C">
              <w:rPr>
                <w:rtl/>
              </w:rPr>
              <w:t xml:space="preserve"> </w:t>
            </w:r>
            <w:r w:rsidRPr="00A0264F">
              <w:rPr>
                <w:rtl/>
              </w:rPr>
              <w:t>ومن</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مـثلُ</w:t>
            </w:r>
            <w:r>
              <w:rPr>
                <w:rtl/>
              </w:rPr>
              <w:t xml:space="preserve"> </w:t>
            </w:r>
            <w:r w:rsidRPr="00A0264F">
              <w:rPr>
                <w:rtl/>
              </w:rPr>
              <w:t>الـجوادِ</w:t>
            </w:r>
            <w:r w:rsidR="0076657C">
              <w:rPr>
                <w:rtl/>
              </w:rPr>
              <w:t xml:space="preserve"> </w:t>
            </w:r>
            <w:r w:rsidRPr="00A0264F">
              <w:rPr>
                <w:rtl/>
              </w:rPr>
              <w:t>بـجودهِ</w:t>
            </w:r>
            <w:r w:rsidR="0076657C">
              <w:rPr>
                <w:rtl/>
              </w:rPr>
              <w:t xml:space="preserve"> </w:t>
            </w:r>
            <w:r w:rsidRPr="00A0264F">
              <w:rPr>
                <w:rtl/>
              </w:rPr>
              <w:t>وفـدائهِ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إن</w:t>
            </w:r>
            <w:r>
              <w:rPr>
                <w:rtl/>
              </w:rPr>
              <w:t xml:space="preserve"> </w:t>
            </w:r>
            <w:r w:rsidRPr="00A0264F">
              <w:rPr>
                <w:rtl/>
              </w:rPr>
              <w:t>كـانَ</w:t>
            </w:r>
            <w:r w:rsidR="0076657C">
              <w:rPr>
                <w:rtl/>
              </w:rPr>
              <w:t xml:space="preserve"> </w:t>
            </w:r>
            <w:r w:rsidRPr="00A0264F">
              <w:rPr>
                <w:rtl/>
              </w:rPr>
              <w:t>صرحُ</w:t>
            </w:r>
            <w:r w:rsidR="0076657C">
              <w:rPr>
                <w:rtl/>
              </w:rPr>
              <w:t xml:space="preserve"> </w:t>
            </w:r>
            <w:r w:rsidRPr="00A0264F">
              <w:rPr>
                <w:rtl/>
              </w:rPr>
              <w:t>الدينِ</w:t>
            </w:r>
            <w:r w:rsidR="0076657C">
              <w:rPr>
                <w:rtl/>
              </w:rPr>
              <w:t xml:space="preserve"> </w:t>
            </w:r>
            <w:r w:rsidRPr="00A0264F">
              <w:rPr>
                <w:rtl/>
              </w:rPr>
              <w:t>هُدَّ</w:t>
            </w:r>
            <w:r w:rsidR="0076657C">
              <w:rPr>
                <w:rtl/>
              </w:rPr>
              <w:t xml:space="preserve"> </w:t>
            </w:r>
            <w:r w:rsidRPr="00A0264F">
              <w:rPr>
                <w:rtl/>
              </w:rPr>
              <w:t>فطالما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شـيَّدتَ</w:t>
            </w:r>
            <w:r>
              <w:rPr>
                <w:rtl/>
              </w:rPr>
              <w:t xml:space="preserve"> </w:t>
            </w:r>
            <w:r w:rsidRPr="00A0264F">
              <w:rPr>
                <w:rtl/>
              </w:rPr>
              <w:t>فـي</w:t>
            </w:r>
            <w:r w:rsidR="0076657C">
              <w:rPr>
                <w:rtl/>
              </w:rPr>
              <w:t xml:space="preserve"> </w:t>
            </w:r>
            <w:r w:rsidRPr="00A0264F">
              <w:rPr>
                <w:rtl/>
              </w:rPr>
              <w:t>الـدنيا</w:t>
            </w:r>
            <w:r w:rsidR="0076657C">
              <w:rPr>
                <w:rtl/>
              </w:rPr>
              <w:t xml:space="preserve"> </w:t>
            </w:r>
            <w:r w:rsidRPr="00A0264F">
              <w:rPr>
                <w:rtl/>
              </w:rPr>
              <w:t>رفيعَ</w:t>
            </w:r>
            <w:r w:rsidR="0076657C">
              <w:rPr>
                <w:rtl/>
              </w:rPr>
              <w:t xml:space="preserve"> </w:t>
            </w:r>
            <w:r w:rsidRPr="00A0264F">
              <w:rPr>
                <w:rtl/>
              </w:rPr>
              <w:t>بنائهِ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لـلهِ</w:t>
            </w:r>
            <w:r w:rsidR="0076657C">
              <w:rPr>
                <w:rtl/>
              </w:rPr>
              <w:t xml:space="preserve"> </w:t>
            </w:r>
            <w:r w:rsidRPr="00A0264F">
              <w:rPr>
                <w:rtl/>
              </w:rPr>
              <w:t>رزؤكَ</w:t>
            </w:r>
            <w:r w:rsidR="0076657C">
              <w:rPr>
                <w:rtl/>
              </w:rPr>
              <w:t xml:space="preserve"> </w:t>
            </w:r>
            <w:r w:rsidRPr="00A0264F">
              <w:rPr>
                <w:rtl/>
              </w:rPr>
              <w:t>مـذ</w:t>
            </w:r>
            <w:r w:rsidR="0076657C">
              <w:rPr>
                <w:rtl/>
              </w:rPr>
              <w:t xml:space="preserve"> </w:t>
            </w:r>
            <w:r w:rsidRPr="00A0264F">
              <w:rPr>
                <w:rtl/>
              </w:rPr>
              <w:t>أطلَّ</w:t>
            </w:r>
            <w:r w:rsidR="0076657C">
              <w:rPr>
                <w:rtl/>
              </w:rPr>
              <w:t xml:space="preserve"> </w:t>
            </w:r>
            <w:r w:rsidRPr="00A0264F">
              <w:rPr>
                <w:rtl/>
              </w:rPr>
              <w:t>على</w:t>
            </w:r>
            <w:r w:rsidR="0076657C">
              <w:rPr>
                <w:rtl/>
              </w:rPr>
              <w:t xml:space="preserve"> </w:t>
            </w:r>
            <w:r w:rsidRPr="00A0264F">
              <w:rPr>
                <w:rtl/>
              </w:rPr>
              <w:t>الهدى</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أنـساهُ</w:t>
            </w:r>
            <w:r w:rsidR="0076657C">
              <w:rPr>
                <w:rtl/>
              </w:rPr>
              <w:t xml:space="preserve"> </w:t>
            </w:r>
            <w:r w:rsidRPr="00A0264F">
              <w:rPr>
                <w:rtl/>
              </w:rPr>
              <w:t>مـا</w:t>
            </w:r>
            <w:r w:rsidR="0076657C">
              <w:rPr>
                <w:rtl/>
              </w:rPr>
              <w:t xml:space="preserve"> </w:t>
            </w:r>
            <w:r w:rsidRPr="00A0264F">
              <w:rPr>
                <w:rtl/>
              </w:rPr>
              <w:t>قـد</w:t>
            </w:r>
            <w:r w:rsidR="0076657C">
              <w:rPr>
                <w:rtl/>
              </w:rPr>
              <w:t xml:space="preserve"> </w:t>
            </w:r>
            <w:r w:rsidRPr="00A0264F">
              <w:rPr>
                <w:rtl/>
              </w:rPr>
              <w:t>مـرَّ</w:t>
            </w:r>
            <w:r w:rsidR="0076657C">
              <w:rPr>
                <w:rtl/>
              </w:rPr>
              <w:t xml:space="preserve"> </w:t>
            </w:r>
            <w:r w:rsidRPr="00A0264F">
              <w:rPr>
                <w:rtl/>
              </w:rPr>
              <w:t>من</w:t>
            </w:r>
            <w:r w:rsidR="0076657C">
              <w:rPr>
                <w:rtl/>
              </w:rPr>
              <w:t xml:space="preserve"> </w:t>
            </w:r>
            <w:r w:rsidRPr="00A0264F">
              <w:rPr>
                <w:rtl/>
              </w:rPr>
              <w:t>أرزائهِ</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لـيسَ</w:t>
            </w:r>
            <w:r>
              <w:rPr>
                <w:rtl/>
              </w:rPr>
              <w:t xml:space="preserve"> </w:t>
            </w:r>
            <w:r w:rsidRPr="00A0264F">
              <w:rPr>
                <w:rtl/>
              </w:rPr>
              <w:t>الـمجاهدُ</w:t>
            </w:r>
            <w:r w:rsidR="0076657C">
              <w:rPr>
                <w:rtl/>
              </w:rPr>
              <w:t xml:space="preserve"> </w:t>
            </w:r>
            <w:r w:rsidRPr="00A0264F">
              <w:rPr>
                <w:rtl/>
              </w:rPr>
              <w:t>عنهُ</w:t>
            </w:r>
            <w:r w:rsidR="0076657C">
              <w:rPr>
                <w:rtl/>
              </w:rPr>
              <w:t xml:space="preserve"> </w:t>
            </w:r>
            <w:r w:rsidRPr="00A0264F">
              <w:rPr>
                <w:rtl/>
              </w:rPr>
              <w:t>في</w:t>
            </w:r>
            <w:r w:rsidR="0076657C">
              <w:rPr>
                <w:rtl/>
              </w:rPr>
              <w:t xml:space="preserve"> </w:t>
            </w:r>
            <w:r w:rsidRPr="00A0264F">
              <w:rPr>
                <w:rtl/>
              </w:rPr>
              <w:t>أسيافه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مـثلُ</w:t>
            </w:r>
            <w:r>
              <w:rPr>
                <w:rtl/>
              </w:rPr>
              <w:t xml:space="preserve"> </w:t>
            </w:r>
            <w:r w:rsidRPr="00A0264F">
              <w:rPr>
                <w:rtl/>
              </w:rPr>
              <w:t>الـمجاهدِ</w:t>
            </w:r>
            <w:r w:rsidR="0076657C">
              <w:rPr>
                <w:rtl/>
              </w:rPr>
              <w:t xml:space="preserve"> </w:t>
            </w:r>
            <w:r w:rsidRPr="00A0264F">
              <w:rPr>
                <w:rtl/>
              </w:rPr>
              <w:t>عـنهُ</w:t>
            </w:r>
            <w:r w:rsidR="0076657C">
              <w:rPr>
                <w:rtl/>
              </w:rPr>
              <w:t xml:space="preserve"> </w:t>
            </w:r>
            <w:r w:rsidRPr="00A0264F">
              <w:rPr>
                <w:rtl/>
              </w:rPr>
              <w:t>في</w:t>
            </w:r>
            <w:r w:rsidR="0076657C">
              <w:rPr>
                <w:rtl/>
              </w:rPr>
              <w:t xml:space="preserve"> </w:t>
            </w:r>
            <w:r w:rsidRPr="00A0264F">
              <w:rPr>
                <w:rtl/>
              </w:rPr>
              <w:t>آرائهِ</w:t>
            </w:r>
            <w:r w:rsidRPr="00725071">
              <w:rPr>
                <w:rStyle w:val="libPoemTiniChar0"/>
                <w:rtl/>
              </w:rPr>
              <w:br/>
              <w:t> </w:t>
            </w:r>
          </w:p>
        </w:tc>
      </w:tr>
    </w:tbl>
    <w:p w:rsidR="00A5546B" w:rsidRDefault="00A5546B" w:rsidP="00A5546B">
      <w:pPr>
        <w:pStyle w:val="libNormal"/>
      </w:pPr>
      <w:r>
        <w:rPr>
          <w:rtl/>
        </w:rPr>
        <w:br w:type="page"/>
      </w:r>
    </w:p>
    <w:p w:rsidR="00A0264F" w:rsidRPr="00A5546B" w:rsidRDefault="00A0264F" w:rsidP="00A5546B">
      <w:pPr>
        <w:pStyle w:val="Heading3Center"/>
      </w:pPr>
      <w:bookmarkStart w:id="90" w:name="_Toc430519784"/>
      <w:r w:rsidRPr="00A0264F">
        <w:rPr>
          <w:rtl/>
        </w:rPr>
        <w:t>حسنت خلائقه</w:t>
      </w:r>
      <w:r w:rsidRPr="00A0264F">
        <w:rPr>
          <w:rStyle w:val="libFootnotenumChar"/>
          <w:rtl/>
        </w:rPr>
        <w:t>(1)</w:t>
      </w:r>
      <w:bookmarkStart w:id="91" w:name="حسنت_خلائقه"/>
      <w:bookmarkEnd w:id="91"/>
      <w:bookmarkEnd w:id="90"/>
    </w:p>
    <w:tbl>
      <w:tblPr>
        <w:tblStyle w:val="TableGrid"/>
        <w:bidiVisual/>
        <w:tblW w:w="4562" w:type="pct"/>
        <w:tblInd w:w="384" w:type="dxa"/>
        <w:tblLook w:val="04A0"/>
      </w:tblPr>
      <w:tblGrid>
        <w:gridCol w:w="3536"/>
        <w:gridCol w:w="272"/>
        <w:gridCol w:w="3502"/>
      </w:tblGrid>
      <w:tr w:rsidR="00F5394E" w:rsidTr="00F5394E">
        <w:trPr>
          <w:trHeight w:val="350"/>
        </w:trPr>
        <w:tc>
          <w:tcPr>
            <w:tcW w:w="3536" w:type="dxa"/>
          </w:tcPr>
          <w:p w:rsidR="00F5394E" w:rsidRDefault="00F5394E" w:rsidP="00F5394E">
            <w:pPr>
              <w:pStyle w:val="libPoem"/>
            </w:pPr>
            <w:r w:rsidRPr="00A0264F">
              <w:rPr>
                <w:rtl/>
              </w:rPr>
              <w:t>هـذا</w:t>
            </w:r>
            <w:r>
              <w:rPr>
                <w:rtl/>
              </w:rPr>
              <w:t xml:space="preserve"> </w:t>
            </w:r>
            <w:r w:rsidRPr="00A0264F">
              <w:rPr>
                <w:rtl/>
              </w:rPr>
              <w:t>ثـرى</w:t>
            </w:r>
            <w:r w:rsidR="0076657C">
              <w:rPr>
                <w:rtl/>
              </w:rPr>
              <w:t xml:space="preserve"> </w:t>
            </w:r>
            <w:r w:rsidRPr="00A0264F">
              <w:rPr>
                <w:rtl/>
              </w:rPr>
              <w:t>يحمي</w:t>
            </w:r>
            <w:r w:rsidR="0076657C">
              <w:rPr>
                <w:rtl/>
              </w:rPr>
              <w:t xml:space="preserve"> </w:t>
            </w:r>
            <w:r w:rsidRPr="00A0264F">
              <w:rPr>
                <w:rtl/>
              </w:rPr>
              <w:t>حماهُ</w:t>
            </w:r>
            <w:r w:rsidR="0076657C">
              <w:rPr>
                <w:rtl/>
              </w:rPr>
              <w:t xml:space="preserve"> </w:t>
            </w:r>
            <w:r w:rsidRPr="00A0264F">
              <w:rPr>
                <w:rtl/>
              </w:rPr>
              <w:t>حيدر</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يـخشى</w:t>
            </w:r>
            <w:r>
              <w:rPr>
                <w:rtl/>
              </w:rPr>
              <w:t xml:space="preserve"> </w:t>
            </w:r>
            <w:r w:rsidRPr="00A0264F">
              <w:rPr>
                <w:rtl/>
              </w:rPr>
              <w:t>نـكيرٌ</w:t>
            </w:r>
            <w:r w:rsidR="0076657C">
              <w:rPr>
                <w:rtl/>
              </w:rPr>
              <w:t xml:space="preserve"> </w:t>
            </w:r>
            <w:r w:rsidRPr="00A0264F">
              <w:rPr>
                <w:rtl/>
              </w:rPr>
              <w:t>من</w:t>
            </w:r>
            <w:r w:rsidR="0076657C">
              <w:rPr>
                <w:rtl/>
              </w:rPr>
              <w:t xml:space="preserve"> </w:t>
            </w:r>
            <w:r w:rsidRPr="00A0264F">
              <w:rPr>
                <w:rtl/>
              </w:rPr>
              <w:t>لقاهُ</w:t>
            </w:r>
            <w:r w:rsidR="0076657C">
              <w:rPr>
                <w:rtl/>
              </w:rPr>
              <w:t xml:space="preserve"> </w:t>
            </w:r>
            <w:r w:rsidRPr="00A0264F">
              <w:rPr>
                <w:rtl/>
              </w:rPr>
              <w:t>ومنكرُ</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يـعفو</w:t>
            </w:r>
            <w:r w:rsidR="0076657C">
              <w:rPr>
                <w:rtl/>
              </w:rPr>
              <w:t xml:space="preserve"> </w:t>
            </w:r>
            <w:r w:rsidRPr="00A0264F">
              <w:rPr>
                <w:rtl/>
              </w:rPr>
              <w:t>الإلـهُ</w:t>
            </w:r>
            <w:r w:rsidR="0076657C">
              <w:rPr>
                <w:rtl/>
              </w:rPr>
              <w:t xml:space="preserve"> </w:t>
            </w:r>
            <w:r w:rsidRPr="00A0264F">
              <w:rPr>
                <w:rtl/>
              </w:rPr>
              <w:t>عن</w:t>
            </w:r>
            <w:r w:rsidR="0076657C">
              <w:rPr>
                <w:rtl/>
              </w:rPr>
              <w:t xml:space="preserve"> </w:t>
            </w:r>
            <w:r w:rsidRPr="00A0264F">
              <w:rPr>
                <w:rtl/>
              </w:rPr>
              <w:t>الدفينِ</w:t>
            </w:r>
            <w:r w:rsidR="0076657C">
              <w:rPr>
                <w:rtl/>
              </w:rPr>
              <w:t xml:space="preserve"> </w:t>
            </w:r>
            <w:r w:rsidRPr="00A0264F">
              <w:rPr>
                <w:rtl/>
              </w:rPr>
              <w:t>برمله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ولـهُ</w:t>
            </w:r>
            <w:r>
              <w:rPr>
                <w:rtl/>
              </w:rPr>
              <w:t xml:space="preserve"> </w:t>
            </w:r>
            <w:r w:rsidRPr="00A0264F">
              <w:rPr>
                <w:rtl/>
              </w:rPr>
              <w:t>مـلائكةُ</w:t>
            </w:r>
            <w:r w:rsidR="0076657C">
              <w:rPr>
                <w:rtl/>
              </w:rPr>
              <w:t xml:space="preserve"> </w:t>
            </w:r>
            <w:r w:rsidRPr="00A0264F">
              <w:rPr>
                <w:rtl/>
              </w:rPr>
              <w:t>الـسما</w:t>
            </w:r>
            <w:r w:rsidR="0076657C">
              <w:rPr>
                <w:rtl/>
              </w:rPr>
              <w:t xml:space="preserve"> </w:t>
            </w:r>
            <w:r w:rsidRPr="00A0264F">
              <w:rPr>
                <w:rtl/>
              </w:rPr>
              <w:t>تستغفرُ</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تـستقبلُ</w:t>
            </w:r>
            <w:r>
              <w:rPr>
                <w:rtl/>
              </w:rPr>
              <w:t xml:space="preserve"> </w:t>
            </w:r>
            <w:r w:rsidRPr="00A0264F">
              <w:rPr>
                <w:rtl/>
              </w:rPr>
              <w:t>الـولدان</w:t>
            </w:r>
            <w:r w:rsidR="0076657C">
              <w:rPr>
                <w:rtl/>
              </w:rPr>
              <w:t xml:space="preserve"> </w:t>
            </w:r>
            <w:r w:rsidRPr="00A0264F">
              <w:rPr>
                <w:rtl/>
              </w:rPr>
              <w:t>روحَ</w:t>
            </w:r>
            <w:r w:rsidR="0076657C">
              <w:rPr>
                <w:rtl/>
              </w:rPr>
              <w:t xml:space="preserve"> </w:t>
            </w:r>
            <w:r w:rsidRPr="00A0264F">
              <w:rPr>
                <w:rtl/>
              </w:rPr>
              <w:t>دفينه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والحورُ</w:t>
            </w:r>
            <w:r>
              <w:rPr>
                <w:rtl/>
              </w:rPr>
              <w:t xml:space="preserve"> </w:t>
            </w:r>
            <w:r w:rsidRPr="00A0264F">
              <w:rPr>
                <w:rtl/>
              </w:rPr>
              <w:t>من</w:t>
            </w:r>
            <w:r w:rsidR="0076657C">
              <w:rPr>
                <w:rtl/>
              </w:rPr>
              <w:t xml:space="preserve"> </w:t>
            </w:r>
            <w:r w:rsidRPr="00A0264F">
              <w:rPr>
                <w:rtl/>
              </w:rPr>
              <w:t>طلبِ</w:t>
            </w:r>
            <w:r w:rsidR="0076657C">
              <w:rPr>
                <w:rtl/>
              </w:rPr>
              <w:t xml:space="preserve"> </w:t>
            </w:r>
            <w:r w:rsidRPr="00A0264F">
              <w:rPr>
                <w:rtl/>
              </w:rPr>
              <w:t>اللقا</w:t>
            </w:r>
            <w:r w:rsidR="0076657C">
              <w:rPr>
                <w:rtl/>
              </w:rPr>
              <w:t xml:space="preserve"> </w:t>
            </w:r>
            <w:r w:rsidRPr="00A0264F">
              <w:rPr>
                <w:rtl/>
              </w:rPr>
              <w:t>تستبشرُ</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وتـميسُ</w:t>
            </w:r>
            <w:r w:rsidR="0076657C">
              <w:rPr>
                <w:rtl/>
              </w:rPr>
              <w:t xml:space="preserve"> </w:t>
            </w:r>
            <w:r w:rsidRPr="00A0264F">
              <w:rPr>
                <w:rtl/>
              </w:rPr>
              <w:t>طوبى</w:t>
            </w:r>
            <w:r w:rsidR="0076657C">
              <w:rPr>
                <w:rtl/>
              </w:rPr>
              <w:t xml:space="preserve"> </w:t>
            </w:r>
            <w:r w:rsidRPr="00A0264F">
              <w:rPr>
                <w:rtl/>
              </w:rPr>
              <w:t>من</w:t>
            </w:r>
            <w:r w:rsidR="0076657C">
              <w:rPr>
                <w:rtl/>
              </w:rPr>
              <w:t xml:space="preserve"> </w:t>
            </w:r>
            <w:r w:rsidRPr="00A0264F">
              <w:rPr>
                <w:rtl/>
              </w:rPr>
              <w:t>تباشرها</w:t>
            </w:r>
            <w:r w:rsidR="0076657C">
              <w:rPr>
                <w:rtl/>
              </w:rPr>
              <w:t xml:space="preserve"> </w:t>
            </w:r>
            <w:r w:rsidRPr="00A0264F">
              <w:rPr>
                <w:rtl/>
              </w:rPr>
              <w:t>به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وعـليهِ</w:t>
            </w:r>
            <w:r>
              <w:rPr>
                <w:rtl/>
              </w:rPr>
              <w:t xml:space="preserve"> </w:t>
            </w:r>
            <w:r w:rsidRPr="00A0264F">
              <w:rPr>
                <w:rtl/>
              </w:rPr>
              <w:t>أنـواعُ</w:t>
            </w:r>
            <w:r w:rsidR="0076657C">
              <w:rPr>
                <w:rtl/>
              </w:rPr>
              <w:t xml:space="preserve"> </w:t>
            </w:r>
            <w:r w:rsidRPr="00A0264F">
              <w:rPr>
                <w:rtl/>
              </w:rPr>
              <w:t>الـفواكهِ</w:t>
            </w:r>
            <w:r w:rsidR="0076657C">
              <w:rPr>
                <w:rtl/>
              </w:rPr>
              <w:t xml:space="preserve"> </w:t>
            </w:r>
            <w:r w:rsidRPr="00A0264F">
              <w:rPr>
                <w:rtl/>
              </w:rPr>
              <w:t>تنثرُ</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والـنارُ</w:t>
            </w:r>
            <w:r>
              <w:rPr>
                <w:rtl/>
              </w:rPr>
              <w:t xml:space="preserve"> </w:t>
            </w:r>
            <w:r w:rsidRPr="00A0264F">
              <w:rPr>
                <w:rtl/>
              </w:rPr>
              <w:t>تـغلقُ</w:t>
            </w:r>
            <w:r w:rsidR="0076657C">
              <w:rPr>
                <w:rtl/>
              </w:rPr>
              <w:t xml:space="preserve"> </w:t>
            </w:r>
            <w:r w:rsidRPr="00A0264F">
              <w:rPr>
                <w:rtl/>
              </w:rPr>
              <w:t>دونـهُ</w:t>
            </w:r>
            <w:r w:rsidR="0076657C">
              <w:rPr>
                <w:rtl/>
              </w:rPr>
              <w:t xml:space="preserve"> </w:t>
            </w:r>
            <w:r w:rsidRPr="00A0264F">
              <w:rPr>
                <w:rtl/>
              </w:rPr>
              <w:t>أبوابها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ويـبلُّ</w:t>
            </w:r>
            <w:r w:rsidR="0076657C">
              <w:rPr>
                <w:rtl/>
              </w:rPr>
              <w:t xml:space="preserve"> </w:t>
            </w:r>
            <w:r w:rsidRPr="00A0264F">
              <w:rPr>
                <w:rtl/>
              </w:rPr>
              <w:t>غـلَّتَهُ</w:t>
            </w:r>
            <w:r w:rsidR="0076657C">
              <w:rPr>
                <w:rtl/>
              </w:rPr>
              <w:t xml:space="preserve"> </w:t>
            </w:r>
            <w:r w:rsidRPr="00A0264F">
              <w:rPr>
                <w:rtl/>
              </w:rPr>
              <w:t>الـرحيقُ</w:t>
            </w:r>
            <w:r w:rsidR="0076657C">
              <w:rPr>
                <w:rtl/>
              </w:rPr>
              <w:t xml:space="preserve"> </w:t>
            </w:r>
            <w:r w:rsidRPr="00A0264F">
              <w:rPr>
                <w:rtl/>
              </w:rPr>
              <w:t>الكوثرُ</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يـلقى</w:t>
            </w:r>
            <w:r w:rsidR="0076657C">
              <w:rPr>
                <w:rtl/>
              </w:rPr>
              <w:t xml:space="preserve"> </w:t>
            </w:r>
            <w:r w:rsidRPr="00A0264F">
              <w:rPr>
                <w:rtl/>
              </w:rPr>
              <w:t>نعيماً</w:t>
            </w:r>
            <w:r w:rsidR="0076657C">
              <w:rPr>
                <w:rtl/>
              </w:rPr>
              <w:t xml:space="preserve"> </w:t>
            </w:r>
            <w:r w:rsidRPr="00A0264F">
              <w:rPr>
                <w:rtl/>
              </w:rPr>
              <w:t>في</w:t>
            </w:r>
            <w:r w:rsidR="0076657C">
              <w:rPr>
                <w:rtl/>
              </w:rPr>
              <w:t xml:space="preserve"> </w:t>
            </w:r>
            <w:r w:rsidRPr="00A0264F">
              <w:rPr>
                <w:rtl/>
              </w:rPr>
              <w:t>الجنانِ</w:t>
            </w:r>
            <w:r w:rsidR="0076657C">
              <w:rPr>
                <w:rtl/>
              </w:rPr>
              <w:t xml:space="preserve"> </w:t>
            </w:r>
            <w:r w:rsidRPr="00A0264F">
              <w:rPr>
                <w:rtl/>
              </w:rPr>
              <w:t>ونضرة</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واللهُ</w:t>
            </w:r>
            <w:r w:rsidR="0076657C">
              <w:rPr>
                <w:rtl/>
              </w:rPr>
              <w:t xml:space="preserve"> </w:t>
            </w:r>
            <w:r w:rsidRPr="00A0264F">
              <w:rPr>
                <w:rtl/>
              </w:rPr>
              <w:t>يـومـئذٍ</w:t>
            </w:r>
            <w:r w:rsidR="0076657C">
              <w:rPr>
                <w:rtl/>
              </w:rPr>
              <w:t xml:space="preserve"> </w:t>
            </w:r>
            <w:r w:rsidRPr="00A0264F">
              <w:rPr>
                <w:rtl/>
              </w:rPr>
              <w:t>إلـيـهِ</w:t>
            </w:r>
            <w:r w:rsidR="0076657C">
              <w:rPr>
                <w:rtl/>
              </w:rPr>
              <w:t xml:space="preserve"> </w:t>
            </w:r>
            <w:r w:rsidRPr="00A0264F">
              <w:rPr>
                <w:rtl/>
              </w:rPr>
              <w:t>يـنظرُ</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طوبى</w:t>
            </w:r>
            <w:r>
              <w:rPr>
                <w:rtl/>
              </w:rPr>
              <w:t xml:space="preserve"> </w:t>
            </w:r>
            <w:r w:rsidRPr="00A0264F">
              <w:rPr>
                <w:rtl/>
              </w:rPr>
              <w:t>لِمَنْ</w:t>
            </w:r>
            <w:r w:rsidR="0076657C">
              <w:rPr>
                <w:rtl/>
              </w:rPr>
              <w:t xml:space="preserve"> </w:t>
            </w:r>
            <w:r w:rsidRPr="00A0264F">
              <w:rPr>
                <w:rtl/>
              </w:rPr>
              <w:t>يحمي</w:t>
            </w:r>
            <w:r w:rsidR="0076657C">
              <w:rPr>
                <w:rtl/>
              </w:rPr>
              <w:t xml:space="preserve"> </w:t>
            </w:r>
            <w:r w:rsidRPr="00A0264F">
              <w:rPr>
                <w:rtl/>
              </w:rPr>
              <w:t>الوصيُّ</w:t>
            </w:r>
            <w:r w:rsidR="0076657C">
              <w:rPr>
                <w:rtl/>
              </w:rPr>
              <w:t xml:space="preserve"> </w:t>
            </w:r>
            <w:r w:rsidRPr="00A0264F">
              <w:rPr>
                <w:rtl/>
              </w:rPr>
              <w:t>مقرَّه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وبـهِ</w:t>
            </w:r>
            <w:r w:rsidR="0076657C">
              <w:rPr>
                <w:rtl/>
              </w:rPr>
              <w:t xml:space="preserve"> </w:t>
            </w:r>
            <w:r w:rsidRPr="00A0264F">
              <w:rPr>
                <w:rtl/>
              </w:rPr>
              <w:t>إذا</w:t>
            </w:r>
            <w:r w:rsidR="0076657C">
              <w:rPr>
                <w:rtl/>
              </w:rPr>
              <w:t xml:space="preserve"> </w:t>
            </w:r>
            <w:r w:rsidRPr="00A0264F">
              <w:rPr>
                <w:rtl/>
              </w:rPr>
              <w:t>بـعثَ</w:t>
            </w:r>
            <w:r w:rsidR="0076657C">
              <w:rPr>
                <w:rtl/>
              </w:rPr>
              <w:t xml:space="preserve"> </w:t>
            </w:r>
            <w:r w:rsidRPr="00A0264F">
              <w:rPr>
                <w:rtl/>
              </w:rPr>
              <w:t>الخلائقَ</w:t>
            </w:r>
            <w:r w:rsidR="0076657C">
              <w:rPr>
                <w:rtl/>
              </w:rPr>
              <w:t xml:space="preserve"> </w:t>
            </w:r>
            <w:r w:rsidRPr="00A0264F">
              <w:rPr>
                <w:rtl/>
              </w:rPr>
              <w:t>يحشرُ</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وعـليه</w:t>
            </w:r>
            <w:r>
              <w:rPr>
                <w:rtl/>
              </w:rPr>
              <w:t xml:space="preserve"> </w:t>
            </w:r>
            <w:r w:rsidRPr="00A0264F">
              <w:rPr>
                <w:rtl/>
              </w:rPr>
              <w:t>من</w:t>
            </w:r>
            <w:r w:rsidR="0076657C">
              <w:rPr>
                <w:rtl/>
              </w:rPr>
              <w:t xml:space="preserve"> </w:t>
            </w:r>
            <w:r w:rsidRPr="00A0264F">
              <w:rPr>
                <w:rtl/>
              </w:rPr>
              <w:t>نورِ</w:t>
            </w:r>
            <w:r w:rsidR="0076657C">
              <w:rPr>
                <w:rtl/>
              </w:rPr>
              <w:t xml:space="preserve"> </w:t>
            </w:r>
            <w:r w:rsidRPr="00A0264F">
              <w:rPr>
                <w:rtl/>
              </w:rPr>
              <w:t>الولاءِ</w:t>
            </w:r>
            <w:r w:rsidR="0076657C">
              <w:rPr>
                <w:rtl/>
              </w:rPr>
              <w:t xml:space="preserve"> </w:t>
            </w:r>
            <w:r w:rsidRPr="00A0264F">
              <w:rPr>
                <w:rtl/>
              </w:rPr>
              <w:t>علامةً</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غـراءَ</w:t>
            </w:r>
            <w:r w:rsidR="0076657C">
              <w:rPr>
                <w:rtl/>
              </w:rPr>
              <w:t xml:space="preserve"> </w:t>
            </w:r>
            <w:r w:rsidRPr="00A0264F">
              <w:rPr>
                <w:rtl/>
              </w:rPr>
              <w:t>يـعرفهُ</w:t>
            </w:r>
            <w:r w:rsidR="0076657C">
              <w:rPr>
                <w:rtl/>
              </w:rPr>
              <w:t xml:space="preserve"> </w:t>
            </w:r>
            <w:r w:rsidRPr="00A0264F">
              <w:rPr>
                <w:rtl/>
              </w:rPr>
              <w:t>بـها</w:t>
            </w:r>
            <w:r w:rsidR="0076657C">
              <w:rPr>
                <w:rtl/>
              </w:rPr>
              <w:t xml:space="preserve"> </w:t>
            </w:r>
            <w:r w:rsidRPr="00A0264F">
              <w:rPr>
                <w:rtl/>
              </w:rPr>
              <w:t>مَنْ</w:t>
            </w:r>
            <w:r w:rsidR="0076657C">
              <w:rPr>
                <w:rtl/>
              </w:rPr>
              <w:t xml:space="preserve"> </w:t>
            </w:r>
            <w:r w:rsidRPr="00A0264F">
              <w:rPr>
                <w:rtl/>
              </w:rPr>
              <w:t>يُبصرُ</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فـليهنَ</w:t>
            </w:r>
            <w:r>
              <w:rPr>
                <w:rtl/>
              </w:rPr>
              <w:t xml:space="preserve"> </w:t>
            </w:r>
            <w:r w:rsidRPr="00A0264F">
              <w:rPr>
                <w:rtl/>
              </w:rPr>
              <w:t>فيهِ</w:t>
            </w:r>
            <w:r w:rsidR="0076657C">
              <w:rPr>
                <w:rtl/>
              </w:rPr>
              <w:t xml:space="preserve"> </w:t>
            </w:r>
            <w:r w:rsidRPr="00A0264F">
              <w:rPr>
                <w:rtl/>
              </w:rPr>
              <w:t>محمّدُ</w:t>
            </w:r>
            <w:r w:rsidR="0076657C">
              <w:rPr>
                <w:rtl/>
              </w:rPr>
              <w:t xml:space="preserve"> </w:t>
            </w:r>
            <w:r w:rsidRPr="00A0264F">
              <w:rPr>
                <w:rtl/>
              </w:rPr>
              <w:t>الحسنُ</w:t>
            </w:r>
            <w:r w:rsidR="0076657C">
              <w:rPr>
                <w:rtl/>
              </w:rPr>
              <w:t xml:space="preserve"> </w:t>
            </w:r>
            <w:r w:rsidRPr="00A0264F">
              <w:rPr>
                <w:rtl/>
              </w:rPr>
              <w:t>الذي</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حَسُنَتْ</w:t>
            </w:r>
            <w:r>
              <w:rPr>
                <w:rtl/>
              </w:rPr>
              <w:t xml:space="preserve"> </w:t>
            </w:r>
            <w:r w:rsidRPr="00A0264F">
              <w:rPr>
                <w:rtl/>
              </w:rPr>
              <w:t>خلائقهُ</w:t>
            </w:r>
            <w:r w:rsidR="0076657C">
              <w:rPr>
                <w:rtl/>
              </w:rPr>
              <w:t xml:space="preserve"> </w:t>
            </w:r>
            <w:r w:rsidRPr="00A0264F">
              <w:rPr>
                <w:rtl/>
              </w:rPr>
              <w:t>وطابَ</w:t>
            </w:r>
            <w:r w:rsidR="0076657C">
              <w:rPr>
                <w:rtl/>
              </w:rPr>
              <w:t xml:space="preserve"> </w:t>
            </w:r>
            <w:r w:rsidRPr="00A0264F">
              <w:rPr>
                <w:rtl/>
              </w:rPr>
              <w:t>العنصرُ</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قـد</w:t>
            </w:r>
            <w:r>
              <w:rPr>
                <w:rtl/>
              </w:rPr>
              <w:t xml:space="preserve"> </w:t>
            </w:r>
            <w:r w:rsidRPr="00A0264F">
              <w:rPr>
                <w:rtl/>
              </w:rPr>
              <w:t>كـانَ</w:t>
            </w:r>
            <w:r w:rsidR="0076657C">
              <w:rPr>
                <w:rtl/>
              </w:rPr>
              <w:t xml:space="preserve"> </w:t>
            </w:r>
            <w:r w:rsidRPr="00A0264F">
              <w:rPr>
                <w:rtl/>
              </w:rPr>
              <w:t>أيـامَ</w:t>
            </w:r>
            <w:r w:rsidR="0076657C">
              <w:rPr>
                <w:rtl/>
              </w:rPr>
              <w:t xml:space="preserve"> </w:t>
            </w:r>
            <w:r w:rsidRPr="00A0264F">
              <w:rPr>
                <w:rtl/>
              </w:rPr>
              <w:t>الحياةِ</w:t>
            </w:r>
            <w:r w:rsidR="0076657C">
              <w:rPr>
                <w:rtl/>
              </w:rPr>
              <w:t xml:space="preserve"> </w:t>
            </w:r>
            <w:r w:rsidRPr="00A0264F">
              <w:rPr>
                <w:rtl/>
              </w:rPr>
              <w:t>بجودهِ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يُحيي</w:t>
            </w:r>
            <w:r w:rsidR="0076657C">
              <w:rPr>
                <w:rtl/>
              </w:rPr>
              <w:t xml:space="preserve"> </w:t>
            </w:r>
            <w:r w:rsidRPr="00A0264F">
              <w:rPr>
                <w:rtl/>
              </w:rPr>
              <w:t>الفقيرُ</w:t>
            </w:r>
            <w:r w:rsidR="0076657C">
              <w:rPr>
                <w:rtl/>
              </w:rPr>
              <w:t xml:space="preserve"> </w:t>
            </w:r>
            <w:r w:rsidRPr="00A0264F">
              <w:rPr>
                <w:rtl/>
              </w:rPr>
              <w:t>ويُنْصَرُ</w:t>
            </w:r>
            <w:r w:rsidR="0076657C">
              <w:rPr>
                <w:rtl/>
              </w:rPr>
              <w:t xml:space="preserve"> </w:t>
            </w:r>
            <w:r w:rsidRPr="00A0264F">
              <w:rPr>
                <w:rtl/>
              </w:rPr>
              <w:t>المستنصرُ</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فـلذاك</w:t>
            </w:r>
            <w:r w:rsidR="0076657C">
              <w:rPr>
                <w:rtl/>
              </w:rPr>
              <w:t xml:space="preserve"> </w:t>
            </w:r>
            <w:r w:rsidRPr="00A0264F">
              <w:rPr>
                <w:rtl/>
              </w:rPr>
              <w:t>وفّـقهُ</w:t>
            </w:r>
            <w:r w:rsidR="0076657C">
              <w:rPr>
                <w:rtl/>
              </w:rPr>
              <w:t xml:space="preserve"> </w:t>
            </w:r>
            <w:r w:rsidRPr="00A0264F">
              <w:rPr>
                <w:rtl/>
              </w:rPr>
              <w:t>السّلامُ</w:t>
            </w:r>
            <w:r w:rsidR="0076657C">
              <w:rPr>
                <w:rtl/>
              </w:rPr>
              <w:t xml:space="preserve"> </w:t>
            </w:r>
            <w:r w:rsidRPr="00A0264F">
              <w:rPr>
                <w:rtl/>
              </w:rPr>
              <w:t>إلى</w:t>
            </w:r>
            <w:r w:rsidR="0076657C">
              <w:rPr>
                <w:rtl/>
              </w:rPr>
              <w:t xml:space="preserve"> </w:t>
            </w:r>
            <w:r w:rsidRPr="00A0264F">
              <w:rPr>
                <w:rtl/>
              </w:rPr>
              <w:t>حمى</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وادي</w:t>
            </w:r>
            <w:r w:rsidR="0076657C">
              <w:rPr>
                <w:rtl/>
              </w:rPr>
              <w:t xml:space="preserve"> </w:t>
            </w:r>
            <w:r w:rsidRPr="00A0264F">
              <w:rPr>
                <w:rtl/>
              </w:rPr>
              <w:t>الـسّلامِ</w:t>
            </w:r>
            <w:r w:rsidR="0076657C">
              <w:rPr>
                <w:rtl/>
              </w:rPr>
              <w:t xml:space="preserve"> </w:t>
            </w:r>
            <w:r w:rsidRPr="00A0264F">
              <w:rPr>
                <w:rtl/>
              </w:rPr>
              <w:t>فـصارَ</w:t>
            </w:r>
            <w:r w:rsidR="0076657C">
              <w:rPr>
                <w:rtl/>
              </w:rPr>
              <w:t xml:space="preserve"> </w:t>
            </w:r>
            <w:r w:rsidRPr="00A0264F">
              <w:rPr>
                <w:rtl/>
              </w:rPr>
              <w:t>فيه</w:t>
            </w:r>
            <w:r w:rsidR="0076657C">
              <w:rPr>
                <w:rtl/>
              </w:rPr>
              <w:t xml:space="preserve"> </w:t>
            </w:r>
            <w:r w:rsidRPr="00A0264F">
              <w:rPr>
                <w:rtl/>
              </w:rPr>
              <w:t>يُقبرُ</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وأقـامَ</w:t>
            </w:r>
            <w:r w:rsidR="0076657C">
              <w:rPr>
                <w:rtl/>
              </w:rPr>
              <w:t xml:space="preserve"> </w:t>
            </w:r>
            <w:r w:rsidRPr="00A0264F">
              <w:rPr>
                <w:rtl/>
              </w:rPr>
              <w:t>جـاراً</w:t>
            </w:r>
            <w:r w:rsidR="0076657C">
              <w:rPr>
                <w:rtl/>
              </w:rPr>
              <w:t xml:space="preserve"> </w:t>
            </w:r>
            <w:r w:rsidRPr="00A0264F">
              <w:rPr>
                <w:rtl/>
              </w:rPr>
              <w:t>لابـنِ</w:t>
            </w:r>
            <w:r w:rsidR="0076657C">
              <w:rPr>
                <w:rtl/>
              </w:rPr>
              <w:t xml:space="preserve"> </w:t>
            </w:r>
            <w:r w:rsidRPr="00A0264F">
              <w:rPr>
                <w:rtl/>
              </w:rPr>
              <w:t>عمّ</w:t>
            </w:r>
            <w:r w:rsidR="0076657C">
              <w:rPr>
                <w:rtl/>
              </w:rPr>
              <w:t xml:space="preserve"> </w:t>
            </w:r>
            <w:r w:rsidRPr="00A0264F">
              <w:rPr>
                <w:rtl/>
              </w:rPr>
              <w:t>محمّد</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يُـحبى</w:t>
            </w:r>
            <w:r>
              <w:rPr>
                <w:rtl/>
              </w:rPr>
              <w:t xml:space="preserve"> </w:t>
            </w:r>
            <w:r w:rsidRPr="00A0264F">
              <w:rPr>
                <w:rtl/>
              </w:rPr>
              <w:t>بأصنافِ</w:t>
            </w:r>
            <w:r w:rsidR="0076657C">
              <w:rPr>
                <w:rtl/>
              </w:rPr>
              <w:t xml:space="preserve"> </w:t>
            </w:r>
            <w:r w:rsidRPr="00A0264F">
              <w:rPr>
                <w:rtl/>
              </w:rPr>
              <w:t>النعيمِ</w:t>
            </w:r>
            <w:r w:rsidR="0076657C">
              <w:rPr>
                <w:rtl/>
              </w:rPr>
              <w:t xml:space="preserve"> </w:t>
            </w:r>
            <w:r w:rsidRPr="00A0264F">
              <w:rPr>
                <w:rtl/>
              </w:rPr>
              <w:t>ويُحبرُ</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مـا</w:t>
            </w:r>
            <w:r w:rsidR="0076657C">
              <w:rPr>
                <w:rtl/>
              </w:rPr>
              <w:t xml:space="preserve"> </w:t>
            </w:r>
            <w:r w:rsidRPr="00A0264F">
              <w:rPr>
                <w:rtl/>
              </w:rPr>
              <w:t>ماتَ</w:t>
            </w:r>
            <w:r w:rsidR="0076657C">
              <w:rPr>
                <w:rtl/>
              </w:rPr>
              <w:t xml:space="preserve"> </w:t>
            </w:r>
            <w:r w:rsidRPr="00A0264F">
              <w:rPr>
                <w:rtl/>
              </w:rPr>
              <w:t>مَنْ</w:t>
            </w:r>
            <w:r w:rsidR="0076657C">
              <w:rPr>
                <w:rtl/>
              </w:rPr>
              <w:t xml:space="preserve"> </w:t>
            </w:r>
            <w:r w:rsidRPr="00A0264F">
              <w:rPr>
                <w:rtl/>
              </w:rPr>
              <w:t>أودى</w:t>
            </w:r>
            <w:r w:rsidR="0076657C">
              <w:rPr>
                <w:rtl/>
              </w:rPr>
              <w:t xml:space="preserve"> </w:t>
            </w:r>
            <w:r w:rsidRPr="00A0264F">
              <w:rPr>
                <w:rtl/>
              </w:rPr>
              <w:t>وخلّفَ</w:t>
            </w:r>
            <w:r w:rsidR="0076657C">
              <w:rPr>
                <w:rtl/>
              </w:rPr>
              <w:t xml:space="preserve"> </w:t>
            </w:r>
            <w:r w:rsidRPr="00A0264F">
              <w:rPr>
                <w:rtl/>
              </w:rPr>
              <w:t>بعده</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شـبلاً</w:t>
            </w:r>
            <w:r>
              <w:rPr>
                <w:rtl/>
              </w:rPr>
              <w:t xml:space="preserve"> </w:t>
            </w:r>
            <w:r w:rsidRPr="00A0264F">
              <w:rPr>
                <w:rtl/>
              </w:rPr>
              <w:t>بـهِ</w:t>
            </w:r>
            <w:r w:rsidR="0076657C">
              <w:rPr>
                <w:rtl/>
              </w:rPr>
              <w:t xml:space="preserve"> </w:t>
            </w:r>
            <w:r w:rsidRPr="00A0264F">
              <w:rPr>
                <w:rtl/>
              </w:rPr>
              <w:t>كسرُ</w:t>
            </w:r>
            <w:r w:rsidR="0076657C">
              <w:rPr>
                <w:rtl/>
              </w:rPr>
              <w:t xml:space="preserve"> </w:t>
            </w:r>
            <w:r w:rsidRPr="00A0264F">
              <w:rPr>
                <w:rtl/>
              </w:rPr>
              <w:t>الإمارةِ</w:t>
            </w:r>
            <w:r w:rsidR="0076657C">
              <w:rPr>
                <w:rtl/>
              </w:rPr>
              <w:t xml:space="preserve"> </w:t>
            </w:r>
            <w:r w:rsidRPr="00A0264F">
              <w:rPr>
                <w:rtl/>
              </w:rPr>
              <w:t>يجبرُ</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الطيّبُ</w:t>
            </w:r>
            <w:r w:rsidR="0076657C">
              <w:rPr>
                <w:rtl/>
              </w:rPr>
              <w:t xml:space="preserve"> </w:t>
            </w:r>
            <w:r w:rsidRPr="00A0264F">
              <w:rPr>
                <w:rtl/>
              </w:rPr>
              <w:t>الزاكي</w:t>
            </w:r>
            <w:r w:rsidR="0076657C">
              <w:rPr>
                <w:rtl/>
              </w:rPr>
              <w:t xml:space="preserve"> </w:t>
            </w:r>
            <w:r w:rsidRPr="00A0264F">
              <w:rPr>
                <w:rtl/>
              </w:rPr>
              <w:t>الجوادُ</w:t>
            </w:r>
            <w:r w:rsidR="0076657C">
              <w:rPr>
                <w:rtl/>
              </w:rPr>
              <w:t xml:space="preserve"> </w:t>
            </w:r>
            <w:r w:rsidRPr="00A0264F">
              <w:rPr>
                <w:rtl/>
              </w:rPr>
              <w:t>الباسلُ</w:t>
            </w:r>
            <w:r w:rsidR="0076657C">
              <w:rPr>
                <w:rtl/>
              </w:rPr>
              <w:t xml:space="preserve"> </w:t>
            </w:r>
            <w:r w:rsidRPr="00A0264F">
              <w:rPr>
                <w:rtl/>
              </w:rPr>
              <w:t>الـ</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سـامي</w:t>
            </w:r>
            <w:r w:rsidR="0076657C">
              <w:rPr>
                <w:rtl/>
              </w:rPr>
              <w:t xml:space="preserve"> </w:t>
            </w:r>
            <w:r w:rsidRPr="00A0264F">
              <w:rPr>
                <w:rtl/>
              </w:rPr>
              <w:t>مـحمّدٌ</w:t>
            </w:r>
            <w:r w:rsidR="0076657C">
              <w:rPr>
                <w:rtl/>
              </w:rPr>
              <w:t xml:space="preserve"> </w:t>
            </w:r>
            <w:r w:rsidRPr="00A0264F">
              <w:rPr>
                <w:rtl/>
              </w:rPr>
              <w:t>الحسينُ</w:t>
            </w:r>
            <w:r w:rsidR="0076657C">
              <w:rPr>
                <w:rtl/>
              </w:rPr>
              <w:t xml:space="preserve"> </w:t>
            </w:r>
            <w:r w:rsidRPr="00A0264F">
              <w:rPr>
                <w:rtl/>
              </w:rPr>
              <w:t>الأطهرُ</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نـاهيكَ</w:t>
            </w:r>
            <w:r>
              <w:rPr>
                <w:rtl/>
              </w:rPr>
              <w:t xml:space="preserve"> </w:t>
            </w:r>
            <w:r w:rsidRPr="00A0264F">
              <w:rPr>
                <w:rtl/>
              </w:rPr>
              <w:t>فـيهِ</w:t>
            </w:r>
            <w:r w:rsidR="0076657C">
              <w:rPr>
                <w:rtl/>
              </w:rPr>
              <w:t xml:space="preserve"> </w:t>
            </w:r>
            <w:r w:rsidRPr="00A0264F">
              <w:rPr>
                <w:rtl/>
              </w:rPr>
              <w:t>لـلإمارةِ</w:t>
            </w:r>
            <w:r w:rsidR="0076657C">
              <w:rPr>
                <w:rtl/>
              </w:rPr>
              <w:t xml:space="preserve"> </w:t>
            </w:r>
            <w:r w:rsidRPr="00A0264F">
              <w:rPr>
                <w:rtl/>
              </w:rPr>
              <w:t>حاكما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يـنهى</w:t>
            </w:r>
            <w:r>
              <w:rPr>
                <w:rtl/>
              </w:rPr>
              <w:t xml:space="preserve"> </w:t>
            </w:r>
            <w:r w:rsidRPr="00A0264F">
              <w:rPr>
                <w:rtl/>
              </w:rPr>
              <w:t>على</w:t>
            </w:r>
            <w:r w:rsidR="0076657C">
              <w:rPr>
                <w:rtl/>
              </w:rPr>
              <w:t xml:space="preserve"> </w:t>
            </w:r>
            <w:r w:rsidRPr="00A0264F">
              <w:rPr>
                <w:rtl/>
              </w:rPr>
              <w:t>نهجِ</w:t>
            </w:r>
            <w:r w:rsidR="0076657C">
              <w:rPr>
                <w:rtl/>
              </w:rPr>
              <w:t xml:space="preserve"> </w:t>
            </w:r>
            <w:r w:rsidRPr="00A0264F">
              <w:rPr>
                <w:rtl/>
              </w:rPr>
              <w:t>الكتابِ</w:t>
            </w:r>
            <w:r w:rsidR="0076657C">
              <w:rPr>
                <w:rtl/>
              </w:rPr>
              <w:t xml:space="preserve"> </w:t>
            </w:r>
            <w:r w:rsidRPr="00A0264F">
              <w:rPr>
                <w:rtl/>
              </w:rPr>
              <w:t>ويأمرُ</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يـنهلُّ</w:t>
            </w:r>
            <w:r>
              <w:rPr>
                <w:rtl/>
              </w:rPr>
              <w:t xml:space="preserve"> </w:t>
            </w:r>
            <w:r w:rsidRPr="00A0264F">
              <w:rPr>
                <w:rtl/>
              </w:rPr>
              <w:t>مـن</w:t>
            </w:r>
            <w:r w:rsidR="0076657C">
              <w:rPr>
                <w:rtl/>
              </w:rPr>
              <w:t xml:space="preserve"> </w:t>
            </w:r>
            <w:r w:rsidRPr="00A0264F">
              <w:rPr>
                <w:rtl/>
              </w:rPr>
              <w:t>كفّيهِ</w:t>
            </w:r>
            <w:r w:rsidR="0076657C">
              <w:rPr>
                <w:rtl/>
              </w:rPr>
              <w:t xml:space="preserve"> </w:t>
            </w:r>
            <w:r w:rsidRPr="00A0264F">
              <w:rPr>
                <w:rtl/>
              </w:rPr>
              <w:t>وبلَ</w:t>
            </w:r>
            <w:r w:rsidR="0076657C">
              <w:rPr>
                <w:rtl/>
              </w:rPr>
              <w:t xml:space="preserve"> </w:t>
            </w:r>
            <w:r w:rsidRPr="00A0264F">
              <w:rPr>
                <w:rtl/>
              </w:rPr>
              <w:t>سماحة</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يـنمو</w:t>
            </w:r>
            <w:r>
              <w:rPr>
                <w:rtl/>
              </w:rPr>
              <w:t xml:space="preserve"> </w:t>
            </w:r>
            <w:r w:rsidRPr="00A0264F">
              <w:rPr>
                <w:rtl/>
              </w:rPr>
              <w:t>بهِ</w:t>
            </w:r>
            <w:r w:rsidR="0076657C">
              <w:rPr>
                <w:rtl/>
              </w:rPr>
              <w:t xml:space="preserve"> </w:t>
            </w:r>
            <w:r w:rsidRPr="00A0264F">
              <w:rPr>
                <w:rtl/>
              </w:rPr>
              <w:t>غصنُ</w:t>
            </w:r>
            <w:r w:rsidR="0076657C">
              <w:rPr>
                <w:rtl/>
              </w:rPr>
              <w:t xml:space="preserve"> </w:t>
            </w:r>
            <w:r w:rsidRPr="00A0264F">
              <w:rPr>
                <w:rtl/>
              </w:rPr>
              <w:t>الرجاءِ</w:t>
            </w:r>
            <w:r w:rsidR="0076657C">
              <w:rPr>
                <w:rtl/>
              </w:rPr>
              <w:t xml:space="preserve"> </w:t>
            </w:r>
            <w:r w:rsidRPr="00A0264F">
              <w:rPr>
                <w:rtl/>
              </w:rPr>
              <w:t>فيثمرُ</w:t>
            </w:r>
            <w:r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قالها في رثاء محمد حسن</w:t>
      </w:r>
      <w:r w:rsidR="00A327D5">
        <w:rPr>
          <w:rtl/>
        </w:rPr>
        <w:t>،</w:t>
      </w:r>
      <w:r w:rsidRPr="00A0264F">
        <w:rPr>
          <w:rtl/>
        </w:rPr>
        <w:t xml:space="preserve"> أمين دار الضرب لسكة النقد القاجاري على عهد ناصر الدين شاه</w:t>
      </w:r>
      <w:r w:rsidR="00A327D5">
        <w:rPr>
          <w:rtl/>
        </w:rPr>
        <w:t>،</w:t>
      </w:r>
      <w:r w:rsidRPr="00A0264F">
        <w:rPr>
          <w:rtl/>
        </w:rPr>
        <w:t xml:space="preserve"> وقد كُتبت على جدار مقبرته الملاصقة للمنارة القبلية في الحرم العلوي</w:t>
      </w:r>
      <w:r w:rsidR="00A327D5">
        <w:rPr>
          <w:rtl/>
        </w:rPr>
        <w:t>.</w:t>
      </w:r>
    </w:p>
    <w:p w:rsidR="00A5546B" w:rsidRDefault="00A5546B" w:rsidP="00A5546B">
      <w:pPr>
        <w:pStyle w:val="libNormal"/>
        <w:rPr>
          <w:rtl/>
        </w:rPr>
      </w:pPr>
      <w:r>
        <w:rPr>
          <w:rtl/>
        </w:rPr>
        <w:br w:type="page"/>
      </w:r>
    </w:p>
    <w:p w:rsidR="00A0264F" w:rsidRPr="00A5546B" w:rsidRDefault="00A0264F" w:rsidP="00A5546B">
      <w:pPr>
        <w:pStyle w:val="Heading3Center"/>
      </w:pPr>
      <w:bookmarkStart w:id="92" w:name="_Toc430519785"/>
      <w:r w:rsidRPr="00A0264F">
        <w:rPr>
          <w:rtl/>
        </w:rPr>
        <w:t>قد كنت أصبر</w:t>
      </w:r>
      <w:bookmarkStart w:id="93" w:name="قد_كنت_اصبر"/>
      <w:bookmarkEnd w:id="93"/>
      <w:r w:rsidRPr="00A0264F">
        <w:rPr>
          <w:rStyle w:val="libFootnotenumChar"/>
          <w:rtl/>
        </w:rPr>
        <w:t>(1)</w:t>
      </w:r>
      <w:bookmarkEnd w:id="92"/>
    </w:p>
    <w:tbl>
      <w:tblPr>
        <w:tblStyle w:val="TableGrid"/>
        <w:bidiVisual/>
        <w:tblW w:w="4562" w:type="pct"/>
        <w:tblInd w:w="384" w:type="dxa"/>
        <w:tblLook w:val="04A0"/>
      </w:tblPr>
      <w:tblGrid>
        <w:gridCol w:w="3536"/>
        <w:gridCol w:w="272"/>
        <w:gridCol w:w="3502"/>
      </w:tblGrid>
      <w:tr w:rsidR="00F5394E" w:rsidTr="00F5394E">
        <w:trPr>
          <w:trHeight w:val="350"/>
        </w:trPr>
        <w:tc>
          <w:tcPr>
            <w:tcW w:w="3536" w:type="dxa"/>
          </w:tcPr>
          <w:p w:rsidR="00F5394E" w:rsidRDefault="00F5394E" w:rsidP="00F5394E">
            <w:pPr>
              <w:pStyle w:val="libPoem"/>
            </w:pPr>
            <w:r w:rsidRPr="00A0264F">
              <w:rPr>
                <w:rtl/>
              </w:rPr>
              <w:t>ذهبَ</w:t>
            </w:r>
            <w:r w:rsidR="0076657C">
              <w:rPr>
                <w:rtl/>
              </w:rPr>
              <w:t xml:space="preserve"> </w:t>
            </w:r>
            <w:r w:rsidRPr="00A0264F">
              <w:rPr>
                <w:rtl/>
              </w:rPr>
              <w:t>الزمانُ</w:t>
            </w:r>
            <w:r w:rsidR="0076657C">
              <w:rPr>
                <w:rtl/>
              </w:rPr>
              <w:t xml:space="preserve"> </w:t>
            </w:r>
            <w:r w:rsidRPr="00A0264F">
              <w:rPr>
                <w:rtl/>
              </w:rPr>
              <w:t>بساعدي</w:t>
            </w:r>
            <w:r w:rsidR="0076657C">
              <w:rPr>
                <w:rtl/>
              </w:rPr>
              <w:t xml:space="preserve"> </w:t>
            </w:r>
            <w:r w:rsidRPr="00A0264F">
              <w:rPr>
                <w:rtl/>
              </w:rPr>
              <w:t>ومساعدي</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وبـكت</w:t>
            </w:r>
            <w:r>
              <w:rPr>
                <w:rtl/>
              </w:rPr>
              <w:t xml:space="preserve"> </w:t>
            </w:r>
            <w:r w:rsidRPr="00A0264F">
              <w:rPr>
                <w:rtl/>
              </w:rPr>
              <w:t>لـما</w:t>
            </w:r>
            <w:r w:rsidR="0076657C">
              <w:rPr>
                <w:rtl/>
              </w:rPr>
              <w:t xml:space="preserve"> </w:t>
            </w:r>
            <w:r w:rsidRPr="00A0264F">
              <w:rPr>
                <w:rtl/>
              </w:rPr>
              <w:t>ألقاهُ</w:t>
            </w:r>
            <w:r w:rsidR="0076657C">
              <w:rPr>
                <w:rtl/>
              </w:rPr>
              <w:t xml:space="preserve"> </w:t>
            </w:r>
            <w:r w:rsidRPr="00A0264F">
              <w:rPr>
                <w:rtl/>
              </w:rPr>
              <w:t>عينُ</w:t>
            </w:r>
            <w:r w:rsidR="0076657C">
              <w:rPr>
                <w:rtl/>
              </w:rPr>
              <w:t xml:space="preserve"> </w:t>
            </w:r>
            <w:r w:rsidRPr="00A0264F">
              <w:rPr>
                <w:rtl/>
              </w:rPr>
              <w:t>الحاسدِ</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ولـربَّ</w:t>
            </w:r>
            <w:r>
              <w:rPr>
                <w:rtl/>
              </w:rPr>
              <w:t xml:space="preserve"> </w:t>
            </w:r>
            <w:r w:rsidRPr="00A0264F">
              <w:rPr>
                <w:rtl/>
              </w:rPr>
              <w:t>قـائلة</w:t>
            </w:r>
            <w:r w:rsidR="0076657C">
              <w:rPr>
                <w:rtl/>
              </w:rPr>
              <w:t xml:space="preserve"> </w:t>
            </w:r>
            <w:r w:rsidRPr="00A0264F">
              <w:rPr>
                <w:rtl/>
              </w:rPr>
              <w:t>تـصبَّر</w:t>
            </w:r>
            <w:r w:rsidR="0076657C">
              <w:rPr>
                <w:rtl/>
              </w:rPr>
              <w:t xml:space="preserve"> </w:t>
            </w:r>
            <w:r w:rsidRPr="00A0264F">
              <w:rPr>
                <w:rtl/>
              </w:rPr>
              <w:t>فالبكا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والـحزنُ</w:t>
            </w:r>
            <w:r w:rsidR="0076657C">
              <w:rPr>
                <w:rtl/>
              </w:rPr>
              <w:t xml:space="preserve"> </w:t>
            </w:r>
            <w:r w:rsidRPr="00A0264F">
              <w:rPr>
                <w:rtl/>
              </w:rPr>
              <w:t>لا</w:t>
            </w:r>
            <w:r w:rsidR="0076657C">
              <w:rPr>
                <w:rtl/>
              </w:rPr>
              <w:t xml:space="preserve"> </w:t>
            </w:r>
            <w:r w:rsidRPr="00A0264F">
              <w:rPr>
                <w:rtl/>
              </w:rPr>
              <w:t>يشفي</w:t>
            </w:r>
            <w:r w:rsidR="0076657C">
              <w:rPr>
                <w:rtl/>
              </w:rPr>
              <w:t xml:space="preserve"> </w:t>
            </w:r>
            <w:r w:rsidRPr="00A0264F">
              <w:rPr>
                <w:rtl/>
              </w:rPr>
              <w:t>غليلَ</w:t>
            </w:r>
            <w:r w:rsidR="0076657C">
              <w:rPr>
                <w:rtl/>
              </w:rPr>
              <w:t xml:space="preserve"> </w:t>
            </w:r>
            <w:r w:rsidRPr="00A0264F">
              <w:rPr>
                <w:rtl/>
              </w:rPr>
              <w:t>الواجدِ</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هَـبْ</w:t>
            </w:r>
            <w:r w:rsidR="0076657C">
              <w:rPr>
                <w:rtl/>
              </w:rPr>
              <w:t xml:space="preserve"> </w:t>
            </w:r>
            <w:r w:rsidRPr="00A0264F">
              <w:rPr>
                <w:rtl/>
              </w:rPr>
              <w:t>أنّه</w:t>
            </w:r>
            <w:r w:rsidR="0076657C">
              <w:rPr>
                <w:rtl/>
              </w:rPr>
              <w:t xml:space="preserve"> </w:t>
            </w:r>
            <w:r w:rsidRPr="00A0264F">
              <w:rPr>
                <w:rtl/>
              </w:rPr>
              <w:t>عظمَ</w:t>
            </w:r>
            <w:r w:rsidR="0076657C">
              <w:rPr>
                <w:rtl/>
              </w:rPr>
              <w:t xml:space="preserve"> </w:t>
            </w:r>
            <w:r w:rsidRPr="00A0264F">
              <w:rPr>
                <w:rtl/>
              </w:rPr>
              <w:t>الفقيدُ</w:t>
            </w:r>
            <w:r w:rsidR="0076657C">
              <w:rPr>
                <w:rtl/>
              </w:rPr>
              <w:t xml:space="preserve"> </w:t>
            </w:r>
            <w:r w:rsidRPr="00A0264F">
              <w:rPr>
                <w:rtl/>
              </w:rPr>
              <w:t>فهل</w:t>
            </w:r>
            <w:r w:rsidR="0076657C">
              <w:rPr>
                <w:rtl/>
              </w:rPr>
              <w:t xml:space="preserve"> </w:t>
            </w:r>
            <w:r w:rsidRPr="00A0264F">
              <w:rPr>
                <w:rtl/>
              </w:rPr>
              <w:t>ترى</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يـسترجعُ</w:t>
            </w:r>
            <w:r>
              <w:rPr>
                <w:rtl/>
              </w:rPr>
              <w:t xml:space="preserve"> </w:t>
            </w:r>
            <w:r w:rsidRPr="00A0264F">
              <w:rPr>
                <w:rtl/>
              </w:rPr>
              <w:t>الـمفقودَ</w:t>
            </w:r>
            <w:r w:rsidR="0076657C">
              <w:rPr>
                <w:rtl/>
              </w:rPr>
              <w:t xml:space="preserve"> </w:t>
            </w:r>
            <w:r w:rsidRPr="00A0264F">
              <w:rPr>
                <w:rtl/>
              </w:rPr>
              <w:t>دمعُ</w:t>
            </w:r>
            <w:r w:rsidR="0076657C">
              <w:rPr>
                <w:rtl/>
              </w:rPr>
              <w:t xml:space="preserve"> </w:t>
            </w:r>
            <w:r w:rsidRPr="00A0264F">
              <w:rPr>
                <w:rtl/>
              </w:rPr>
              <w:t>الفاقدِ</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فـأجبتها</w:t>
            </w:r>
            <w:r>
              <w:rPr>
                <w:rtl/>
              </w:rPr>
              <w:t xml:space="preserve"> </w:t>
            </w:r>
            <w:r w:rsidRPr="00A0264F">
              <w:rPr>
                <w:rtl/>
              </w:rPr>
              <w:t>والدمعُ</w:t>
            </w:r>
            <w:r w:rsidR="0076657C">
              <w:rPr>
                <w:rtl/>
              </w:rPr>
              <w:t xml:space="preserve"> </w:t>
            </w:r>
            <w:r w:rsidRPr="00A0264F">
              <w:rPr>
                <w:rtl/>
              </w:rPr>
              <w:t>يسبقُ</w:t>
            </w:r>
            <w:r w:rsidR="0076657C">
              <w:rPr>
                <w:rtl/>
              </w:rPr>
              <w:t xml:space="preserve"> </w:t>
            </w:r>
            <w:r w:rsidRPr="00A0264F">
              <w:rPr>
                <w:rtl/>
              </w:rPr>
              <w:t>منطقي</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فـينوبُ</w:t>
            </w:r>
            <w:r w:rsidR="0076657C">
              <w:rPr>
                <w:rtl/>
              </w:rPr>
              <w:t xml:space="preserve"> </w:t>
            </w:r>
            <w:r w:rsidRPr="00A0264F">
              <w:rPr>
                <w:rtl/>
              </w:rPr>
              <w:t>عنّي</w:t>
            </w:r>
            <w:r w:rsidR="0076657C">
              <w:rPr>
                <w:rtl/>
              </w:rPr>
              <w:t xml:space="preserve"> </w:t>
            </w:r>
            <w:r w:rsidRPr="00A0264F">
              <w:rPr>
                <w:rtl/>
              </w:rPr>
              <w:t>في</w:t>
            </w:r>
            <w:r w:rsidR="0076657C">
              <w:rPr>
                <w:rtl/>
              </w:rPr>
              <w:t xml:space="preserve"> </w:t>
            </w:r>
            <w:r w:rsidRPr="00A0264F">
              <w:rPr>
                <w:rtl/>
              </w:rPr>
              <w:t>بيانِ</w:t>
            </w:r>
            <w:r w:rsidR="0076657C">
              <w:rPr>
                <w:rtl/>
              </w:rPr>
              <w:t xml:space="preserve"> </w:t>
            </w:r>
            <w:r w:rsidRPr="00A0264F">
              <w:rPr>
                <w:rtl/>
              </w:rPr>
              <w:t>مقاصدي</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قد</w:t>
            </w:r>
            <w:r>
              <w:rPr>
                <w:rtl/>
              </w:rPr>
              <w:t xml:space="preserve"> </w:t>
            </w:r>
            <w:r w:rsidRPr="00A0264F">
              <w:rPr>
                <w:rtl/>
              </w:rPr>
              <w:t>كنتُ</w:t>
            </w:r>
            <w:r w:rsidR="0076657C">
              <w:rPr>
                <w:rtl/>
              </w:rPr>
              <w:t xml:space="preserve"> </w:t>
            </w:r>
            <w:r w:rsidRPr="00A0264F">
              <w:rPr>
                <w:rtl/>
              </w:rPr>
              <w:t>أصبرُ</w:t>
            </w:r>
            <w:r w:rsidR="0076657C">
              <w:rPr>
                <w:rtl/>
              </w:rPr>
              <w:t xml:space="preserve"> </w:t>
            </w:r>
            <w:r w:rsidRPr="00A0264F">
              <w:rPr>
                <w:rtl/>
              </w:rPr>
              <w:t>في</w:t>
            </w:r>
            <w:r w:rsidR="0076657C">
              <w:rPr>
                <w:rtl/>
              </w:rPr>
              <w:t xml:space="preserve"> </w:t>
            </w:r>
            <w:r w:rsidRPr="00A0264F">
              <w:rPr>
                <w:rtl/>
              </w:rPr>
              <w:t>النوائبِ</w:t>
            </w:r>
            <w:r w:rsidR="0076657C">
              <w:rPr>
                <w:rtl/>
              </w:rPr>
              <w:t xml:space="preserve"> </w:t>
            </w:r>
            <w:r w:rsidRPr="00A0264F">
              <w:rPr>
                <w:rtl/>
              </w:rPr>
              <w:t>كلّها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لـو</w:t>
            </w:r>
            <w:r>
              <w:rPr>
                <w:rtl/>
              </w:rPr>
              <w:t xml:space="preserve"> </w:t>
            </w:r>
            <w:r w:rsidRPr="00A0264F">
              <w:rPr>
                <w:rtl/>
              </w:rPr>
              <w:t>أنّ</w:t>
            </w:r>
            <w:r w:rsidR="0076657C">
              <w:rPr>
                <w:rtl/>
              </w:rPr>
              <w:t xml:space="preserve"> </w:t>
            </w:r>
            <w:r w:rsidRPr="00A0264F">
              <w:rPr>
                <w:rtl/>
              </w:rPr>
              <w:t>عندي</w:t>
            </w:r>
            <w:r w:rsidR="0076657C">
              <w:rPr>
                <w:rtl/>
              </w:rPr>
              <w:t xml:space="preserve"> </w:t>
            </w:r>
            <w:r w:rsidRPr="00A0264F">
              <w:rPr>
                <w:rtl/>
              </w:rPr>
              <w:t>قلبَ</w:t>
            </w:r>
            <w:r w:rsidR="0076657C">
              <w:rPr>
                <w:rtl/>
              </w:rPr>
              <w:t xml:space="preserve"> </w:t>
            </w:r>
            <w:r w:rsidRPr="00A0264F">
              <w:rPr>
                <w:rtl/>
              </w:rPr>
              <w:t>عبد</w:t>
            </w:r>
            <w:r w:rsidR="0076657C">
              <w:rPr>
                <w:rtl/>
              </w:rPr>
              <w:t xml:space="preserve"> </w:t>
            </w:r>
            <w:r w:rsidRPr="00A0264F">
              <w:rPr>
                <w:rtl/>
              </w:rPr>
              <w:t>الواحدِ</w:t>
            </w:r>
            <w:r w:rsidRPr="00725071">
              <w:rPr>
                <w:rStyle w:val="libPoemTiniChar0"/>
                <w:rtl/>
              </w:rPr>
              <w:br/>
              <w:t> </w:t>
            </w:r>
          </w:p>
        </w:tc>
      </w:tr>
    </w:tbl>
    <w:p w:rsidR="00A0264F" w:rsidRPr="00A5546B" w:rsidRDefault="00A0264F" w:rsidP="00A5546B">
      <w:pPr>
        <w:pStyle w:val="Heading3Center"/>
      </w:pPr>
      <w:bookmarkStart w:id="94" w:name="_Toc430519786"/>
      <w:r w:rsidRPr="00A0264F">
        <w:rPr>
          <w:rtl/>
        </w:rPr>
        <w:t>الصبر</w:t>
      </w:r>
      <w:r w:rsidRPr="00A0264F">
        <w:rPr>
          <w:rStyle w:val="libFootnotenumChar"/>
          <w:rtl/>
        </w:rPr>
        <w:t>(2)</w:t>
      </w:r>
      <w:bookmarkEnd w:id="94"/>
    </w:p>
    <w:tbl>
      <w:tblPr>
        <w:tblStyle w:val="TableGrid"/>
        <w:bidiVisual/>
        <w:tblW w:w="4562" w:type="pct"/>
        <w:tblInd w:w="384" w:type="dxa"/>
        <w:tblLook w:val="04A0"/>
      </w:tblPr>
      <w:tblGrid>
        <w:gridCol w:w="3536"/>
        <w:gridCol w:w="272"/>
        <w:gridCol w:w="3502"/>
      </w:tblGrid>
      <w:tr w:rsidR="00F5394E" w:rsidTr="00F5394E">
        <w:trPr>
          <w:trHeight w:val="350"/>
        </w:trPr>
        <w:tc>
          <w:tcPr>
            <w:tcW w:w="3536" w:type="dxa"/>
          </w:tcPr>
          <w:p w:rsidR="00F5394E" w:rsidRDefault="00F5394E" w:rsidP="00F5394E">
            <w:pPr>
              <w:pStyle w:val="libPoem"/>
            </w:pPr>
            <w:r w:rsidRPr="00A0264F">
              <w:rPr>
                <w:rtl/>
              </w:rPr>
              <w:t>يقولونَ صبراً فالنوائبُ لم تزل</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تنوبُ وإنّ الصبرَ ما زالَ محمودا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بلى هو محمودٌ لدى الناسِ كلّهم</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ولكنّهُ بالرغمِ أصبحَ مفقودا</w:t>
            </w:r>
            <w:r w:rsidRPr="00725071">
              <w:rPr>
                <w:rStyle w:val="libPoemTiniChar0"/>
                <w:rtl/>
              </w:rPr>
              <w:br/>
              <w:t> </w:t>
            </w:r>
          </w:p>
        </w:tc>
      </w:tr>
    </w:tbl>
    <w:p w:rsidR="00A0264F" w:rsidRPr="00A0264F" w:rsidRDefault="00A0264F" w:rsidP="00A5546B">
      <w:pPr>
        <w:pStyle w:val="libNormal"/>
      </w:pPr>
      <w:r w:rsidRPr="00A0264F">
        <w:rPr>
          <w:rtl/>
        </w:rPr>
        <w:t>فأجابه العلاّمة السيد صادق قائلاً</w:t>
      </w:r>
      <w:r w:rsidR="003D6158">
        <w:rPr>
          <w:rtl/>
        </w:rPr>
        <w:t>:</w:t>
      </w:r>
    </w:p>
    <w:tbl>
      <w:tblPr>
        <w:tblStyle w:val="TableGrid"/>
        <w:bidiVisual/>
        <w:tblW w:w="4562" w:type="pct"/>
        <w:tblInd w:w="384" w:type="dxa"/>
        <w:tblLook w:val="04A0"/>
      </w:tblPr>
      <w:tblGrid>
        <w:gridCol w:w="3536"/>
        <w:gridCol w:w="272"/>
        <w:gridCol w:w="3502"/>
      </w:tblGrid>
      <w:tr w:rsidR="00F5394E" w:rsidTr="00F5394E">
        <w:trPr>
          <w:trHeight w:val="350"/>
        </w:trPr>
        <w:tc>
          <w:tcPr>
            <w:tcW w:w="3536" w:type="dxa"/>
          </w:tcPr>
          <w:p w:rsidR="00F5394E" w:rsidRDefault="00F5394E" w:rsidP="00F5394E">
            <w:pPr>
              <w:pStyle w:val="libPoem"/>
            </w:pPr>
            <w:r w:rsidRPr="00A0264F">
              <w:rPr>
                <w:rtl/>
              </w:rPr>
              <w:t>صبرتُ</w:t>
            </w:r>
            <w:r>
              <w:rPr>
                <w:rtl/>
              </w:rPr>
              <w:t xml:space="preserve"> </w:t>
            </w:r>
            <w:r w:rsidRPr="00A0264F">
              <w:rPr>
                <w:rtl/>
              </w:rPr>
              <w:t>ولم</w:t>
            </w:r>
            <w:r w:rsidR="0076657C">
              <w:rPr>
                <w:rtl/>
              </w:rPr>
              <w:t xml:space="preserve"> </w:t>
            </w:r>
            <w:r w:rsidRPr="00A0264F">
              <w:rPr>
                <w:rtl/>
              </w:rPr>
              <w:t>أجزع</w:t>
            </w:r>
            <w:r w:rsidR="0076657C">
              <w:rPr>
                <w:rtl/>
              </w:rPr>
              <w:t xml:space="preserve"> </w:t>
            </w:r>
            <w:r w:rsidRPr="00A0264F">
              <w:rPr>
                <w:rtl/>
              </w:rPr>
              <w:t>لفقدٍ</w:t>
            </w:r>
            <w:r w:rsidR="0076657C">
              <w:rPr>
                <w:rtl/>
              </w:rPr>
              <w:t xml:space="preserve"> </w:t>
            </w:r>
            <w:r w:rsidRPr="00A0264F">
              <w:rPr>
                <w:rtl/>
              </w:rPr>
              <w:t>ومحنة</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وسلَّيتُ</w:t>
            </w:r>
            <w:r w:rsidR="0076657C">
              <w:rPr>
                <w:rtl/>
              </w:rPr>
              <w:t xml:space="preserve"> </w:t>
            </w:r>
            <w:r w:rsidRPr="00A0264F">
              <w:rPr>
                <w:rtl/>
              </w:rPr>
              <w:t>نفسي</w:t>
            </w:r>
            <w:r w:rsidR="0076657C">
              <w:rPr>
                <w:rtl/>
              </w:rPr>
              <w:t xml:space="preserve"> </w:t>
            </w:r>
            <w:r w:rsidRPr="00A0264F">
              <w:rPr>
                <w:rtl/>
              </w:rPr>
              <w:t>بالتأسِّي</w:t>
            </w:r>
            <w:r w:rsidR="0076657C">
              <w:rPr>
                <w:rtl/>
              </w:rPr>
              <w:t xml:space="preserve"> </w:t>
            </w:r>
            <w:r w:rsidRPr="00A0264F">
              <w:rPr>
                <w:rtl/>
              </w:rPr>
              <w:t>وبالرضا</w:t>
            </w:r>
            <w:r w:rsidRPr="00725071">
              <w:rPr>
                <w:rStyle w:val="libPoemTiniChar0"/>
                <w:rtl/>
              </w:rPr>
              <w:br/>
              <w:t> </w:t>
            </w:r>
          </w:p>
        </w:tc>
      </w:tr>
      <w:tr w:rsidR="00F5394E" w:rsidTr="00F5394E">
        <w:trPr>
          <w:trHeight w:val="350"/>
        </w:trPr>
        <w:tc>
          <w:tcPr>
            <w:tcW w:w="3536" w:type="dxa"/>
          </w:tcPr>
          <w:p w:rsidR="00F5394E" w:rsidRDefault="00F5394E" w:rsidP="00F5394E">
            <w:pPr>
              <w:pStyle w:val="libPoem"/>
            </w:pPr>
            <w:r w:rsidRPr="00A0264F">
              <w:rPr>
                <w:rtl/>
              </w:rPr>
              <w:t>وإنّـكَ</w:t>
            </w:r>
            <w:r w:rsidR="0076657C">
              <w:rPr>
                <w:rtl/>
              </w:rPr>
              <w:t xml:space="preserve"> </w:t>
            </w:r>
            <w:r w:rsidRPr="00A0264F">
              <w:rPr>
                <w:rtl/>
              </w:rPr>
              <w:t>إن</w:t>
            </w:r>
            <w:r w:rsidR="0076657C">
              <w:rPr>
                <w:rtl/>
              </w:rPr>
              <w:t xml:space="preserve"> </w:t>
            </w:r>
            <w:r w:rsidRPr="00A0264F">
              <w:rPr>
                <w:rtl/>
              </w:rPr>
              <w:t>أمددتني</w:t>
            </w:r>
            <w:r w:rsidR="0076657C">
              <w:rPr>
                <w:rtl/>
              </w:rPr>
              <w:t xml:space="preserve"> </w:t>
            </w:r>
            <w:r w:rsidRPr="00A0264F">
              <w:rPr>
                <w:rtl/>
              </w:rPr>
              <w:t>منكَ</w:t>
            </w:r>
            <w:r w:rsidR="0076657C">
              <w:rPr>
                <w:rtl/>
              </w:rPr>
              <w:t xml:space="preserve"> </w:t>
            </w:r>
            <w:r w:rsidRPr="00A0264F">
              <w:rPr>
                <w:rtl/>
              </w:rPr>
              <w:t>بالدعا</w:t>
            </w:r>
            <w:r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F5394E" w:rsidP="00F5394E">
            <w:pPr>
              <w:pStyle w:val="libPoem"/>
            </w:pPr>
            <w:r w:rsidRPr="00A0264F">
              <w:rPr>
                <w:rtl/>
              </w:rPr>
              <w:t>تـيقنتُ</w:t>
            </w:r>
            <w:r w:rsidR="0076657C">
              <w:rPr>
                <w:rtl/>
              </w:rPr>
              <w:t xml:space="preserve"> </w:t>
            </w:r>
            <w:r w:rsidRPr="00A0264F">
              <w:rPr>
                <w:rtl/>
              </w:rPr>
              <w:t>أنّي</w:t>
            </w:r>
            <w:r w:rsidR="0076657C">
              <w:rPr>
                <w:rtl/>
              </w:rPr>
              <w:t xml:space="preserve"> </w:t>
            </w:r>
            <w:r w:rsidRPr="00A0264F">
              <w:rPr>
                <w:rtl/>
              </w:rPr>
              <w:t>فيهِ</w:t>
            </w:r>
            <w:r w:rsidR="0076657C">
              <w:rPr>
                <w:rtl/>
              </w:rPr>
              <w:t xml:space="preserve"> </w:t>
            </w:r>
            <w:r w:rsidRPr="00A0264F">
              <w:rPr>
                <w:rtl/>
              </w:rPr>
              <w:t>أستدفعُ</w:t>
            </w:r>
            <w:r w:rsidR="0076657C">
              <w:rPr>
                <w:rtl/>
              </w:rPr>
              <w:t xml:space="preserve"> </w:t>
            </w:r>
            <w:r w:rsidRPr="00A0264F">
              <w:rPr>
                <w:rtl/>
              </w:rPr>
              <w:t>القضا</w:t>
            </w:r>
            <w:r w:rsidRPr="00725071">
              <w:rPr>
                <w:rStyle w:val="libPoemTiniChar0"/>
                <w:rtl/>
              </w:rPr>
              <w:br/>
              <w:t> </w:t>
            </w:r>
          </w:p>
        </w:tc>
      </w:tr>
      <w:tr w:rsidR="00F5394E" w:rsidTr="00F5394E">
        <w:trPr>
          <w:trHeight w:val="350"/>
        </w:trPr>
        <w:tc>
          <w:tcPr>
            <w:tcW w:w="3536" w:type="dxa"/>
          </w:tcPr>
          <w:p w:rsidR="00F5394E" w:rsidRDefault="004768E7" w:rsidP="00F5394E">
            <w:pPr>
              <w:pStyle w:val="libPoem"/>
            </w:pPr>
            <w:r w:rsidRPr="00A0264F">
              <w:rPr>
                <w:rtl/>
              </w:rPr>
              <w:t>فـلا</w:t>
            </w:r>
            <w:r w:rsidR="0076657C">
              <w:rPr>
                <w:rtl/>
              </w:rPr>
              <w:t xml:space="preserve"> </w:t>
            </w:r>
            <w:r w:rsidRPr="00A0264F">
              <w:rPr>
                <w:rtl/>
              </w:rPr>
              <w:t>زلتَ</w:t>
            </w:r>
            <w:r w:rsidR="0076657C">
              <w:rPr>
                <w:rtl/>
              </w:rPr>
              <w:t xml:space="preserve"> </w:t>
            </w:r>
            <w:r w:rsidRPr="00A0264F">
              <w:rPr>
                <w:rtl/>
              </w:rPr>
              <w:t>حرزاً</w:t>
            </w:r>
            <w:r w:rsidR="0076657C">
              <w:rPr>
                <w:rtl/>
              </w:rPr>
              <w:t xml:space="preserve"> </w:t>
            </w:r>
            <w:r w:rsidRPr="00A0264F">
              <w:rPr>
                <w:rtl/>
              </w:rPr>
              <w:t>للعشيرةِ</w:t>
            </w:r>
            <w:r w:rsidR="0076657C">
              <w:rPr>
                <w:rtl/>
              </w:rPr>
              <w:t xml:space="preserve"> </w:t>
            </w:r>
            <w:r w:rsidRPr="00A0264F">
              <w:rPr>
                <w:rtl/>
              </w:rPr>
              <w:t>واقيا</w:t>
            </w:r>
            <w:r w:rsidR="00F5394E" w:rsidRPr="00725071">
              <w:rPr>
                <w:rStyle w:val="libPoemTiniChar0"/>
                <w:rtl/>
              </w:rPr>
              <w:br/>
              <w:t> </w:t>
            </w:r>
          </w:p>
        </w:tc>
        <w:tc>
          <w:tcPr>
            <w:tcW w:w="272" w:type="dxa"/>
          </w:tcPr>
          <w:p w:rsidR="00F5394E" w:rsidRDefault="00F5394E" w:rsidP="00F5394E">
            <w:pPr>
              <w:pStyle w:val="libPoem"/>
              <w:rPr>
                <w:rtl/>
              </w:rPr>
            </w:pPr>
          </w:p>
        </w:tc>
        <w:tc>
          <w:tcPr>
            <w:tcW w:w="3502" w:type="dxa"/>
          </w:tcPr>
          <w:p w:rsidR="00F5394E" w:rsidRDefault="004768E7" w:rsidP="00F5394E">
            <w:pPr>
              <w:pStyle w:val="libPoem"/>
            </w:pPr>
            <w:r w:rsidRPr="00A0264F">
              <w:rPr>
                <w:rtl/>
              </w:rPr>
              <w:t>ونوراً</w:t>
            </w:r>
            <w:r w:rsidR="0076657C">
              <w:rPr>
                <w:rtl/>
              </w:rPr>
              <w:t xml:space="preserve"> </w:t>
            </w:r>
            <w:r w:rsidRPr="00A0264F">
              <w:rPr>
                <w:rtl/>
              </w:rPr>
              <w:t>إذا</w:t>
            </w:r>
            <w:r w:rsidR="0076657C">
              <w:rPr>
                <w:rtl/>
              </w:rPr>
              <w:t xml:space="preserve"> </w:t>
            </w:r>
            <w:r w:rsidRPr="00A0264F">
              <w:rPr>
                <w:rtl/>
              </w:rPr>
              <w:t>ما</w:t>
            </w:r>
            <w:r w:rsidR="0076657C">
              <w:rPr>
                <w:rtl/>
              </w:rPr>
              <w:t xml:space="preserve"> </w:t>
            </w:r>
            <w:r w:rsidRPr="00A0264F">
              <w:rPr>
                <w:rtl/>
              </w:rPr>
              <w:t>أظلمت</w:t>
            </w:r>
            <w:r w:rsidR="0076657C">
              <w:rPr>
                <w:rtl/>
              </w:rPr>
              <w:t xml:space="preserve"> </w:t>
            </w:r>
            <w:r w:rsidRPr="00A0264F">
              <w:rPr>
                <w:rtl/>
              </w:rPr>
              <w:t>أزمةٌ</w:t>
            </w:r>
            <w:r w:rsidR="0076657C">
              <w:rPr>
                <w:rtl/>
              </w:rPr>
              <w:t xml:space="preserve"> </w:t>
            </w:r>
            <w:r w:rsidRPr="00A0264F">
              <w:rPr>
                <w:rtl/>
              </w:rPr>
              <w:t>أضا</w:t>
            </w:r>
            <w:r w:rsidR="00F5394E"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قالها في رثاء حسن آل سكر سنة 1345 ويعزّي عبد الواحد آل سكر</w:t>
      </w:r>
      <w:r w:rsidR="00A327D5">
        <w:rPr>
          <w:rtl/>
        </w:rPr>
        <w:t>.</w:t>
      </w:r>
    </w:p>
    <w:p w:rsidR="00A0264F" w:rsidRPr="00A5546B" w:rsidRDefault="00A0264F" w:rsidP="00A5546B">
      <w:pPr>
        <w:pStyle w:val="libFootnote0"/>
      </w:pPr>
      <w:r w:rsidRPr="00A0264F">
        <w:rPr>
          <w:rtl/>
        </w:rPr>
        <w:t>2</w:t>
      </w:r>
      <w:r w:rsidR="00A327D5">
        <w:rPr>
          <w:rtl/>
        </w:rPr>
        <w:t xml:space="preserve"> - </w:t>
      </w:r>
      <w:r w:rsidRPr="00A0264F">
        <w:rPr>
          <w:rtl/>
        </w:rPr>
        <w:t>كتب هذين البيتين إلى العلاّمة السيد صادق ابن أخيه الباقر معزّياً بوفاة طفل له اسمه محمود</w:t>
      </w:r>
      <w:r w:rsidR="00A327D5">
        <w:rPr>
          <w:rtl/>
        </w:rPr>
        <w:t>،</w:t>
      </w:r>
      <w:r w:rsidRPr="00A0264F">
        <w:rPr>
          <w:rtl/>
        </w:rPr>
        <w:t xml:space="preserve"> وكان ذلك في صفر سنة 1351 هـ</w:t>
      </w:r>
      <w:r w:rsidR="00A327D5">
        <w:rPr>
          <w:rtl/>
        </w:rPr>
        <w:t>.</w:t>
      </w:r>
    </w:p>
    <w:p w:rsidR="00A5546B" w:rsidRDefault="00A5546B" w:rsidP="00A5546B">
      <w:pPr>
        <w:pStyle w:val="libNormal"/>
      </w:pPr>
      <w:r>
        <w:rPr>
          <w:rtl/>
        </w:rPr>
        <w:br w:type="page"/>
      </w:r>
    </w:p>
    <w:p w:rsidR="00A0264F" w:rsidRPr="00A5546B" w:rsidRDefault="00A0264F" w:rsidP="00A5546B">
      <w:pPr>
        <w:pStyle w:val="Heading3Center"/>
      </w:pPr>
      <w:bookmarkStart w:id="95" w:name="في_الغَزلِ_وَالنَسيب_.._(أسهرتني)"/>
      <w:bookmarkStart w:id="96" w:name="_Toc430519787"/>
      <w:r w:rsidRPr="00A0264F">
        <w:rPr>
          <w:rtl/>
        </w:rPr>
        <w:t>في الغَزلِ وَالنَسيب</w:t>
      </w:r>
      <w:bookmarkEnd w:id="95"/>
      <w:bookmarkEnd w:id="96"/>
      <w:r w:rsidRPr="00A0264F">
        <w:rPr>
          <w:rtl/>
        </w:rPr>
        <w:t xml:space="preserve"> </w:t>
      </w:r>
    </w:p>
    <w:p w:rsidR="00A5546B" w:rsidRDefault="00A5546B" w:rsidP="00A5546B">
      <w:pPr>
        <w:pStyle w:val="libNormal"/>
      </w:pPr>
      <w:r>
        <w:rPr>
          <w:rtl/>
        </w:rPr>
        <w:br w:type="page"/>
      </w:r>
    </w:p>
    <w:p w:rsidR="00A5546B" w:rsidRDefault="00A5546B" w:rsidP="00A5546B">
      <w:pPr>
        <w:pStyle w:val="libNormal"/>
      </w:pPr>
      <w:r>
        <w:rPr>
          <w:rtl/>
        </w:rPr>
        <w:br w:type="page"/>
      </w:r>
    </w:p>
    <w:p w:rsidR="000B1036" w:rsidRDefault="000B1036" w:rsidP="00A5546B">
      <w:pPr>
        <w:pStyle w:val="Heading3Center"/>
        <w:rPr>
          <w:rtl/>
        </w:rPr>
      </w:pPr>
      <w:bookmarkStart w:id="97" w:name="_Toc430519788"/>
      <w:r>
        <w:rPr>
          <w:rtl/>
        </w:rPr>
        <w:t>(أسهرتني)</w:t>
      </w:r>
      <w:bookmarkEnd w:id="97"/>
    </w:p>
    <w:tbl>
      <w:tblPr>
        <w:tblStyle w:val="TableGrid"/>
        <w:bidiVisual/>
        <w:tblW w:w="4562" w:type="pct"/>
        <w:tblInd w:w="384" w:type="dxa"/>
        <w:tblLook w:val="04A0"/>
      </w:tblPr>
      <w:tblGrid>
        <w:gridCol w:w="3536"/>
        <w:gridCol w:w="272"/>
        <w:gridCol w:w="3502"/>
      </w:tblGrid>
      <w:tr w:rsidR="004768E7" w:rsidTr="004768E7">
        <w:trPr>
          <w:trHeight w:val="350"/>
        </w:trPr>
        <w:tc>
          <w:tcPr>
            <w:tcW w:w="3536" w:type="dxa"/>
          </w:tcPr>
          <w:p w:rsidR="004768E7" w:rsidRDefault="004768E7" w:rsidP="008D4DE0">
            <w:pPr>
              <w:pStyle w:val="libPoem"/>
            </w:pPr>
            <w:r>
              <w:rPr>
                <w:rtl/>
              </w:rPr>
              <w:t>ساق حادي الصبا عشار السحاب</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فسقى دار زينب والرباب</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وتمشَّى بهاالنسيم عليلا</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ساحبا ذيله بتلك الروابي</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أصبحت للظبا كناسا وكانت</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ملعبا للكواعب الاتراب</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كلَّ غيداء غضة الجسم تحكي</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فضة أُشربت بتبرٍ مذاب</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جنّة إن نظرتها بات طرفي</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في نعيم ومهجتي في عذاب</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أسهرتني بأعينٍ ناعساتٍ</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نمن عن ليلتي وبتُّ لما بي</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لم تدع لي إلاّ حشى مستطار الـ</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ـلبِّ ما بين صبوةٍ وتصابي</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لا على الابتعاد يسلو فينسا</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ها ولا يستريح بالاقتراب</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هو في بعدها يجنُّ وعند القر</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ب يخشى تفرَّق الاحباب</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ما لقلبي يأبى له الشوق والوجـ</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ـدُ شفاء من هذه الاوصاب</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أنا في البعد مستهامٌ فإن حا</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نَ وصال قضيتهُ بالعتاب</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لست أنسى لما التقينا وحال الـ</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ـوجدُ بين القلوب والالباب</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فأتتني تكفكف الدمع عن نبـ</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ـلِ جفون يراش بالاهداب</w:t>
            </w:r>
            <w:r w:rsidRPr="00725071">
              <w:rPr>
                <w:rStyle w:val="libPoemTiniChar0"/>
                <w:rtl/>
              </w:rPr>
              <w:br/>
              <w:t> </w:t>
            </w:r>
          </w:p>
        </w:tc>
      </w:tr>
    </w:tbl>
    <w:p w:rsidR="00A5546B" w:rsidRDefault="00A5546B" w:rsidP="00A5546B">
      <w:pPr>
        <w:pStyle w:val="libNormal"/>
        <w:rPr>
          <w:rtl/>
        </w:rPr>
      </w:pPr>
      <w:r>
        <w:rPr>
          <w:rtl/>
        </w:rPr>
        <w:br w:type="page"/>
      </w:r>
    </w:p>
    <w:p w:rsidR="000B1036" w:rsidRDefault="000B1036" w:rsidP="00A5546B">
      <w:pPr>
        <w:pStyle w:val="Heading3Center"/>
        <w:rPr>
          <w:rtl/>
        </w:rPr>
      </w:pPr>
      <w:bookmarkStart w:id="98" w:name="54"/>
      <w:bookmarkStart w:id="99" w:name="_Toc430519789"/>
      <w:r>
        <w:rPr>
          <w:rtl/>
        </w:rPr>
        <w:t>زارني</w:t>
      </w:r>
      <w:bookmarkEnd w:id="98"/>
      <w:bookmarkEnd w:id="99"/>
    </w:p>
    <w:tbl>
      <w:tblPr>
        <w:tblStyle w:val="TableGrid"/>
        <w:bidiVisual/>
        <w:tblW w:w="4562" w:type="pct"/>
        <w:tblInd w:w="384" w:type="dxa"/>
        <w:tblLook w:val="04A0"/>
      </w:tblPr>
      <w:tblGrid>
        <w:gridCol w:w="3536"/>
        <w:gridCol w:w="272"/>
        <w:gridCol w:w="3502"/>
      </w:tblGrid>
      <w:tr w:rsidR="004768E7" w:rsidTr="004768E7">
        <w:trPr>
          <w:trHeight w:val="350"/>
        </w:trPr>
        <w:tc>
          <w:tcPr>
            <w:tcW w:w="3536" w:type="dxa"/>
          </w:tcPr>
          <w:p w:rsidR="004768E7" w:rsidRDefault="004768E7" w:rsidP="008D4DE0">
            <w:pPr>
              <w:pStyle w:val="libPoem"/>
            </w:pPr>
            <w:r>
              <w:rPr>
                <w:rtl/>
              </w:rPr>
              <w:t>زار من بعد جفوة وصدود</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ووفى بعد مطله بالوعود</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كان عهدي بمثله يمطل العهـ</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ـدَ فقد أنجز الغداة عهودي</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ظبي إنسٍ يسبي الظباء بطرفٍ</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ذي فتور منه ولفتة جيد</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يرتعي في حشاي لا شيح نجد</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وبقلبي مأواه لا بزرود</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sidRPr="00A5546B">
              <w:rPr>
                <w:rtl/>
              </w:rPr>
              <w:t>كم عميد يوم الوعى راح لما</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sidRPr="00A5546B">
              <w:rPr>
                <w:rtl/>
              </w:rPr>
              <w:t>شام خدية أيّ صبٍّ عميد</w:t>
            </w:r>
            <w:r w:rsidRPr="000B1036">
              <w:rPr>
                <w:rStyle w:val="libFootnotenumChar"/>
                <w:rtl/>
              </w:rPr>
              <w:t>(</w:t>
            </w:r>
            <w:r w:rsidRPr="000B1036">
              <w:rPr>
                <w:rStyle w:val="libFootnotenumChar"/>
                <w:rFonts w:hint="cs"/>
                <w:rtl/>
              </w:rPr>
              <w:t>1</w:t>
            </w:r>
            <w:r w:rsidRPr="000B1036">
              <w:rPr>
                <w:rStyle w:val="libFootnotenumChar"/>
                <w:rtl/>
              </w:rPr>
              <w:t>)</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عاد منا يريق أيَّ دمأٍ</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بلحاظ أمضى من البيض، سود</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كلما سلَّ لحظه رحت أدعو</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(كم قتيل كما قتلت شهيد)</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وهضيم الكشحين ما قام إلاّ</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جذبته أردافه للقعود</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شاب رأسي من الصبابة مذ شـ</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ـبَّ بقلبي خداه ذاتَ الوقود</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زارني في الدجى كبدر تمام</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ساترا وجهه بليل الجعود</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رام أن يكتم الزيارة لكن</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نمَّ منه عليه نشر البرود</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طاف يسعى على الندامى بكأسٍ</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فيه طعم اللمى ولون الخدود</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في رياض تغرد الورق فيها</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فتزيل الهموم بالتغريد</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وتجس الاغصان حين تغني</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كمغنٍ يجس نبض العود</w:t>
            </w:r>
            <w:r w:rsidRPr="00725071">
              <w:rPr>
                <w:rStyle w:val="libPoemTiniChar0"/>
                <w:rtl/>
              </w:rPr>
              <w:br/>
              <w:t> </w:t>
            </w:r>
          </w:p>
        </w:tc>
      </w:tr>
    </w:tbl>
    <w:p w:rsidR="000B1036" w:rsidRDefault="003D6158" w:rsidP="00191E3C">
      <w:pPr>
        <w:pStyle w:val="libLine"/>
        <w:rPr>
          <w:rtl/>
        </w:rPr>
      </w:pPr>
      <w:r>
        <w:rPr>
          <w:rtl/>
        </w:rPr>
        <w:t>____________________</w:t>
      </w:r>
    </w:p>
    <w:p w:rsidR="00A5546B" w:rsidRDefault="000B1036" w:rsidP="00A5546B">
      <w:pPr>
        <w:pStyle w:val="libFootnote0"/>
        <w:rPr>
          <w:rtl/>
        </w:rPr>
      </w:pPr>
      <w:r>
        <w:rPr>
          <w:rFonts w:hint="cs"/>
          <w:rtl/>
        </w:rPr>
        <w:t>1</w:t>
      </w:r>
      <w:r>
        <w:rPr>
          <w:rtl/>
        </w:rPr>
        <w:t xml:space="preserve"> - العميد: السيد المعتمد عليه في الامور، يوم الوعى: يوم ضجيج الحرب، عمد: الذي هده العشق وأضعفه. ومعنى البيت: كم رجل قوي في الشدائد ثابت القلب رأى خدي هذه الجميلة الحسناء فانهدّت قواه وصار صبا لا يستطيع مقاومة الصبابة.</w:t>
      </w:r>
    </w:p>
    <w:p w:rsidR="00A5546B" w:rsidRDefault="00A5546B" w:rsidP="00A5546B">
      <w:pPr>
        <w:pStyle w:val="libNormal"/>
        <w:rPr>
          <w:rtl/>
        </w:rPr>
      </w:pPr>
      <w:r>
        <w:rPr>
          <w:rtl/>
        </w:rPr>
        <w:br w:type="page"/>
      </w:r>
    </w:p>
    <w:p w:rsidR="000B1036" w:rsidRDefault="000B1036" w:rsidP="00A5546B">
      <w:pPr>
        <w:pStyle w:val="Heading3Center"/>
        <w:rPr>
          <w:rtl/>
        </w:rPr>
      </w:pPr>
      <w:bookmarkStart w:id="100" w:name="55"/>
      <w:bookmarkStart w:id="101" w:name="_Toc430519790"/>
      <w:r>
        <w:rPr>
          <w:rtl/>
        </w:rPr>
        <w:t>ثمار الودّ</w:t>
      </w:r>
      <w:bookmarkEnd w:id="100"/>
      <w:bookmarkEnd w:id="101"/>
    </w:p>
    <w:tbl>
      <w:tblPr>
        <w:tblStyle w:val="TableGrid"/>
        <w:bidiVisual/>
        <w:tblW w:w="4562" w:type="pct"/>
        <w:tblInd w:w="384" w:type="dxa"/>
        <w:tblLook w:val="04A0"/>
      </w:tblPr>
      <w:tblGrid>
        <w:gridCol w:w="3536"/>
        <w:gridCol w:w="272"/>
        <w:gridCol w:w="3502"/>
      </w:tblGrid>
      <w:tr w:rsidR="004768E7" w:rsidTr="004768E7">
        <w:trPr>
          <w:trHeight w:val="350"/>
        </w:trPr>
        <w:tc>
          <w:tcPr>
            <w:tcW w:w="3536" w:type="dxa"/>
          </w:tcPr>
          <w:p w:rsidR="004768E7" w:rsidRDefault="004768E7" w:rsidP="008D4DE0">
            <w:pPr>
              <w:pStyle w:val="libPoem"/>
            </w:pPr>
            <w:r>
              <w:rPr>
                <w:rtl/>
              </w:rPr>
              <w:t>لما جرى قلمي بذكرك أينعت</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منه ثمار الودِّ في الاوراق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هذا بذكرك حال عود يابس</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أتلومني إن طرت من أشواقي</w:t>
            </w:r>
            <w:r w:rsidRPr="00725071">
              <w:rPr>
                <w:rStyle w:val="libPoemTiniChar0"/>
                <w:rtl/>
              </w:rPr>
              <w:br/>
              <w:t> </w:t>
            </w:r>
          </w:p>
        </w:tc>
      </w:tr>
    </w:tbl>
    <w:p w:rsidR="000B1036" w:rsidRDefault="000B1036" w:rsidP="00A5546B">
      <w:pPr>
        <w:pStyle w:val="Heading3Center"/>
        <w:rPr>
          <w:rtl/>
        </w:rPr>
      </w:pPr>
      <w:bookmarkStart w:id="102" w:name="56"/>
      <w:bookmarkStart w:id="103" w:name="_Toc430519791"/>
      <w:r>
        <w:rPr>
          <w:rtl/>
        </w:rPr>
        <w:t>اذكرونا</w:t>
      </w:r>
      <w:bookmarkEnd w:id="102"/>
      <w:bookmarkEnd w:id="103"/>
    </w:p>
    <w:tbl>
      <w:tblPr>
        <w:tblStyle w:val="TableGrid"/>
        <w:bidiVisual/>
        <w:tblW w:w="4562" w:type="pct"/>
        <w:tblInd w:w="384" w:type="dxa"/>
        <w:tblLook w:val="04A0"/>
      </w:tblPr>
      <w:tblGrid>
        <w:gridCol w:w="3536"/>
        <w:gridCol w:w="272"/>
        <w:gridCol w:w="3502"/>
      </w:tblGrid>
      <w:tr w:rsidR="004768E7" w:rsidTr="004768E7">
        <w:trPr>
          <w:trHeight w:val="350"/>
        </w:trPr>
        <w:tc>
          <w:tcPr>
            <w:tcW w:w="3536" w:type="dxa"/>
          </w:tcPr>
          <w:p w:rsidR="004768E7" w:rsidRDefault="004768E7" w:rsidP="008D4DE0">
            <w:pPr>
              <w:pStyle w:val="libPoem"/>
            </w:pPr>
            <w:r>
              <w:rPr>
                <w:rtl/>
              </w:rPr>
              <w:t>غير موصوف لكم ما نالنا</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فصفوا لي بعدنا ما نالكمْ</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وارعوا العهد الذي ما بيننا</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واذكرونا مثل ذكرانا لكم</w:t>
            </w:r>
            <w:r w:rsidRPr="00725071">
              <w:rPr>
                <w:rStyle w:val="libPoemTiniChar0"/>
                <w:rtl/>
              </w:rPr>
              <w:br/>
              <w:t> </w:t>
            </w:r>
          </w:p>
        </w:tc>
      </w:tr>
    </w:tbl>
    <w:p w:rsidR="000B1036" w:rsidRDefault="000B1036" w:rsidP="00A5546B">
      <w:pPr>
        <w:pStyle w:val="Heading3Center"/>
        <w:rPr>
          <w:rtl/>
        </w:rPr>
      </w:pPr>
      <w:bookmarkStart w:id="104" w:name="57"/>
      <w:bookmarkStart w:id="105" w:name="_Toc430519792"/>
      <w:r>
        <w:rPr>
          <w:rtl/>
        </w:rPr>
        <w:t>أجفان</w:t>
      </w:r>
      <w:bookmarkEnd w:id="104"/>
      <w:bookmarkEnd w:id="105"/>
    </w:p>
    <w:tbl>
      <w:tblPr>
        <w:tblStyle w:val="TableGrid"/>
        <w:bidiVisual/>
        <w:tblW w:w="4562" w:type="pct"/>
        <w:tblInd w:w="384" w:type="dxa"/>
        <w:tblLook w:val="04A0"/>
      </w:tblPr>
      <w:tblGrid>
        <w:gridCol w:w="3536"/>
        <w:gridCol w:w="272"/>
        <w:gridCol w:w="3502"/>
      </w:tblGrid>
      <w:tr w:rsidR="004768E7" w:rsidTr="004768E7">
        <w:trPr>
          <w:trHeight w:val="350"/>
        </w:trPr>
        <w:tc>
          <w:tcPr>
            <w:tcW w:w="3536" w:type="dxa"/>
          </w:tcPr>
          <w:p w:rsidR="004768E7" w:rsidRDefault="004768E7" w:rsidP="008D4DE0">
            <w:pPr>
              <w:pStyle w:val="libPoem"/>
            </w:pPr>
            <w:r>
              <w:rPr>
                <w:rtl/>
              </w:rPr>
              <w:t>غزا مهجتي بصفاح اللحاظ</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ولوع بظلمي لا يصفح</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ولم أرَ من قبل أجفانه</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جنودا إذا انكسرت تفتح</w:t>
            </w:r>
            <w:r w:rsidRPr="00725071">
              <w:rPr>
                <w:rStyle w:val="libPoemTiniChar0"/>
                <w:rtl/>
              </w:rPr>
              <w:br/>
              <w:t> </w:t>
            </w:r>
          </w:p>
        </w:tc>
      </w:tr>
    </w:tbl>
    <w:p w:rsidR="000B1036" w:rsidRDefault="000B1036" w:rsidP="00A5546B">
      <w:pPr>
        <w:pStyle w:val="Heading3Center"/>
        <w:rPr>
          <w:rtl/>
        </w:rPr>
      </w:pPr>
      <w:bookmarkStart w:id="106" w:name="58"/>
      <w:bookmarkStart w:id="107" w:name="_Toc430519793"/>
      <w:r>
        <w:rPr>
          <w:rtl/>
        </w:rPr>
        <w:t>كتب الغرام</w:t>
      </w:r>
      <w:bookmarkEnd w:id="106"/>
      <w:bookmarkEnd w:id="107"/>
    </w:p>
    <w:tbl>
      <w:tblPr>
        <w:tblStyle w:val="TableGrid"/>
        <w:bidiVisual/>
        <w:tblW w:w="4562" w:type="pct"/>
        <w:tblInd w:w="384" w:type="dxa"/>
        <w:tblLook w:val="04A0"/>
      </w:tblPr>
      <w:tblGrid>
        <w:gridCol w:w="3536"/>
        <w:gridCol w:w="272"/>
        <w:gridCol w:w="3502"/>
      </w:tblGrid>
      <w:tr w:rsidR="004768E7" w:rsidTr="004768E7">
        <w:trPr>
          <w:trHeight w:val="350"/>
        </w:trPr>
        <w:tc>
          <w:tcPr>
            <w:tcW w:w="3536" w:type="dxa"/>
          </w:tcPr>
          <w:p w:rsidR="004768E7" w:rsidRDefault="004768E7" w:rsidP="008D4DE0">
            <w:pPr>
              <w:pStyle w:val="libPoem"/>
            </w:pPr>
            <w:r>
              <w:rPr>
                <w:rtl/>
              </w:rPr>
              <w:t>لجَّ العذول بنا ولجْ</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والحب في قلبي ولج</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كتب الغرام على جبا</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هِ ذوي الصبابة لا حرج</w:t>
            </w:r>
            <w:r w:rsidRPr="00725071">
              <w:rPr>
                <w:rStyle w:val="libPoemTiniChar0"/>
                <w:rtl/>
              </w:rPr>
              <w:br/>
              <w:t> </w:t>
            </w:r>
          </w:p>
        </w:tc>
      </w:tr>
    </w:tbl>
    <w:p w:rsidR="00A5546B" w:rsidRDefault="00A5546B" w:rsidP="00A5546B">
      <w:pPr>
        <w:pStyle w:val="libNormal"/>
        <w:rPr>
          <w:rtl/>
        </w:rPr>
      </w:pPr>
      <w:r>
        <w:rPr>
          <w:rtl/>
        </w:rPr>
        <w:br w:type="page"/>
      </w:r>
    </w:p>
    <w:p w:rsidR="000B1036" w:rsidRDefault="000B1036" w:rsidP="00A5546B">
      <w:pPr>
        <w:pStyle w:val="Heading3Center"/>
        <w:rPr>
          <w:rtl/>
        </w:rPr>
      </w:pPr>
      <w:bookmarkStart w:id="108" w:name="59"/>
      <w:bookmarkStart w:id="109" w:name="_Toc430519794"/>
      <w:r w:rsidRPr="00A5546B">
        <w:rPr>
          <w:rtl/>
        </w:rPr>
        <w:t>خذي لحظ عيني</w:t>
      </w:r>
      <w:r w:rsidRPr="000B1036">
        <w:rPr>
          <w:rStyle w:val="libFootnotenumChar"/>
          <w:rtl/>
        </w:rPr>
        <w:t>(</w:t>
      </w:r>
      <w:r w:rsidRPr="000B1036">
        <w:rPr>
          <w:rStyle w:val="libFootnotenumChar"/>
          <w:rFonts w:hint="cs"/>
          <w:rtl/>
        </w:rPr>
        <w:t>1</w:t>
      </w:r>
      <w:r w:rsidRPr="000B1036">
        <w:rPr>
          <w:rStyle w:val="libFootnotenumChar"/>
          <w:rtl/>
        </w:rPr>
        <w:t>)</w:t>
      </w:r>
      <w:bookmarkEnd w:id="108"/>
      <w:bookmarkEnd w:id="109"/>
    </w:p>
    <w:tbl>
      <w:tblPr>
        <w:tblStyle w:val="TableGrid"/>
        <w:bidiVisual/>
        <w:tblW w:w="4562" w:type="pct"/>
        <w:tblInd w:w="384" w:type="dxa"/>
        <w:tblLook w:val="04A0"/>
      </w:tblPr>
      <w:tblGrid>
        <w:gridCol w:w="3536"/>
        <w:gridCol w:w="272"/>
        <w:gridCol w:w="3502"/>
      </w:tblGrid>
      <w:tr w:rsidR="004768E7" w:rsidTr="004768E7">
        <w:trPr>
          <w:trHeight w:val="350"/>
        </w:trPr>
        <w:tc>
          <w:tcPr>
            <w:tcW w:w="3536" w:type="dxa"/>
          </w:tcPr>
          <w:p w:rsidR="004768E7" w:rsidRDefault="004768E7" w:rsidP="008D4DE0">
            <w:pPr>
              <w:pStyle w:val="libPoem"/>
            </w:pPr>
            <w:r>
              <w:rPr>
                <w:rtl/>
              </w:rPr>
              <w:t>بطرفك والمسحور يقسم بالسحر</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أعمدا رماني أم أصاب ولا يدري</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تعرض لي في القانصين مسددِ الـ</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إشارة مدلولِ السهام على النحر</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رنا اللحظة الاولى فقلت مجربٌ</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فكررها أخرى فأحسست بالشر</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فهل ظن ما قدم حرَّم اللّه من دمي</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مباحا له أم نام قومي عن الوتر</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بنجدٍ ونجد دار جودٍ وذمةٍ</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مطال بلا عسرٍ وبخلٍ بلا عذر</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وسمراء ودَّ البدر لو حال لونه</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إلى لونها في صبغة الاوجه السمر</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خليليَّ هل من وقفة والتفاتة</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إلى القبةِ السودأِ من جانب الحجر</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وهل من أرانا الحج بالخيف عائد</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إلى مثلها أم عدها حجة العمر</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واللّه ما أوفى الثلاث على منى</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لاهل الهوى لو لم تحنْ ليلة النفر</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لقد كنتُ لا أوتى من الصبر قلة</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فهل تعلمان اليوم أين مضى صبري</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وكنت ألوم العاشقين ولا أرى</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مزيةً ما بين الوصال إلى الهجر</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فأعدى إليَّ الحبُّ صحبة أهله</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ولم يدر قلبي أن داء الهوى يسري</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أيشرد لبيّ يا غزالةً حاجر</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وأنت بذات البان مجموعة الامر</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خذي لحظ عيني في الضعون إضافة</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إلى القلب أوردِّي فؤادي إلى صدري</w:t>
            </w:r>
            <w:r w:rsidRPr="00725071">
              <w:rPr>
                <w:rStyle w:val="libPoemTiniChar0"/>
                <w:rtl/>
              </w:rPr>
              <w:br/>
              <w:t> </w:t>
            </w:r>
          </w:p>
        </w:tc>
      </w:tr>
    </w:tbl>
    <w:p w:rsidR="000B1036" w:rsidRDefault="003D6158" w:rsidP="00191E3C">
      <w:pPr>
        <w:pStyle w:val="libLine"/>
        <w:rPr>
          <w:rtl/>
        </w:rPr>
      </w:pPr>
      <w:r>
        <w:rPr>
          <w:rtl/>
        </w:rPr>
        <w:t>____________________</w:t>
      </w:r>
    </w:p>
    <w:p w:rsidR="00A5546B" w:rsidRDefault="000B1036" w:rsidP="00A5546B">
      <w:pPr>
        <w:pStyle w:val="libFootnote0"/>
        <w:rPr>
          <w:rtl/>
        </w:rPr>
      </w:pPr>
      <w:r>
        <w:rPr>
          <w:rFonts w:hint="cs"/>
          <w:rtl/>
        </w:rPr>
        <w:t>1</w:t>
      </w:r>
      <w:r>
        <w:rPr>
          <w:rtl/>
        </w:rPr>
        <w:t xml:space="preserve"> - وجدها الاستاذ جامع الديوان بخط السيد الرضا فثبتها قائلا: ويبدو أنها له قدس سره.</w:t>
      </w:r>
    </w:p>
    <w:p w:rsidR="00A5546B" w:rsidRDefault="00A5546B" w:rsidP="00A5546B">
      <w:pPr>
        <w:pStyle w:val="libNormal"/>
        <w:rPr>
          <w:rtl/>
        </w:rPr>
      </w:pPr>
      <w:r>
        <w:rPr>
          <w:rtl/>
        </w:rPr>
        <w:br w:type="page"/>
      </w:r>
    </w:p>
    <w:p w:rsidR="000B1036" w:rsidRDefault="000B1036" w:rsidP="00A5546B">
      <w:pPr>
        <w:pStyle w:val="Heading3Center"/>
        <w:rPr>
          <w:rtl/>
        </w:rPr>
      </w:pPr>
      <w:bookmarkStart w:id="110" w:name="60"/>
      <w:bookmarkStart w:id="111" w:name="_Toc430519795"/>
      <w:r>
        <w:rPr>
          <w:rtl/>
        </w:rPr>
        <w:t>بروحي أفديه</w:t>
      </w:r>
      <w:bookmarkEnd w:id="110"/>
      <w:bookmarkEnd w:id="111"/>
    </w:p>
    <w:tbl>
      <w:tblPr>
        <w:tblStyle w:val="TableGrid"/>
        <w:bidiVisual/>
        <w:tblW w:w="4562" w:type="pct"/>
        <w:tblInd w:w="384" w:type="dxa"/>
        <w:tblLook w:val="04A0"/>
      </w:tblPr>
      <w:tblGrid>
        <w:gridCol w:w="3536"/>
        <w:gridCol w:w="272"/>
        <w:gridCol w:w="3502"/>
      </w:tblGrid>
      <w:tr w:rsidR="004768E7" w:rsidTr="004768E7">
        <w:trPr>
          <w:trHeight w:val="350"/>
        </w:trPr>
        <w:tc>
          <w:tcPr>
            <w:tcW w:w="3536" w:type="dxa"/>
          </w:tcPr>
          <w:p w:rsidR="004768E7" w:rsidRDefault="004768E7" w:rsidP="008D4DE0">
            <w:pPr>
              <w:pStyle w:val="libPoem"/>
            </w:pPr>
            <w:r>
              <w:rPr>
                <w:rtl/>
              </w:rPr>
              <w:t>بدا من محياه ضوء الشفقْ</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وبرق الحيا من سناه ائتلقْ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غزال غزا باللحاظ القلوب</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ومرَّ بها حبُّه فاعتلق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ذكت جذوةُ الحسنِ في خدّه</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لذا عنبرُ الخال فيها احترق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عليهِ الجمالُ جرى جدولا</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طغى فعلاه حباب العرق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كأن خمائل روض الخدود</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يسيلُ بها منه مأٌ غدق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حمى وردها بسهامِ الجفون</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فمن رامَ يقطف منها رُشِق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ودبَّتْ عقاربُ أصداغهِ</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على الخدِ تحرسُ وردا أنق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علاقةُ حبٍ له في الفؤاد</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تسعر في القلبِ منها حرق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sidRPr="00A5546B">
              <w:rPr>
                <w:rtl/>
              </w:rPr>
              <w:t>يميس على نسقٍ قدُّه</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sidRPr="00A5546B">
              <w:rPr>
                <w:rtl/>
              </w:rPr>
              <w:t>فيعطفه الدلُّ عطف النسق</w:t>
            </w:r>
            <w:r w:rsidRPr="000B1036">
              <w:rPr>
                <w:rStyle w:val="libFootnotenumChar"/>
                <w:rtl/>
              </w:rPr>
              <w:t>(</w:t>
            </w:r>
            <w:r w:rsidRPr="000B1036">
              <w:rPr>
                <w:rStyle w:val="libFootnotenumChar"/>
                <w:rFonts w:hint="cs"/>
                <w:rtl/>
              </w:rPr>
              <w:t>1</w:t>
            </w:r>
            <w:r w:rsidRPr="000B1036">
              <w:rPr>
                <w:rStyle w:val="libFootnotenumChar"/>
                <w:rtl/>
              </w:rPr>
              <w:t>)</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إذا أسدل الفرع فوق الجبيـ</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ـنِ يريك ذكاء بداجي الغسق</w:t>
            </w:r>
            <w:r w:rsidRPr="000B1036">
              <w:rPr>
                <w:rStyle w:val="libFootnotenumChar"/>
                <w:rtl/>
              </w:rPr>
              <w:t>(</w:t>
            </w:r>
            <w:r w:rsidRPr="000B1036">
              <w:rPr>
                <w:rStyle w:val="libFootnotenumChar"/>
                <w:rFonts w:hint="cs"/>
                <w:rtl/>
              </w:rPr>
              <w:t>2</w:t>
            </w:r>
            <w:r w:rsidRPr="000B1036">
              <w:rPr>
                <w:rStyle w:val="libFootnotenumChar"/>
                <w:rtl/>
              </w:rPr>
              <w:t>)</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ويرنوا بمقلة ريم النقا</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وما اللحظ إلاّ حسام ذلق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فلو نفث السحر من طرفه</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لما زاد هاروتَ إلاّ رهق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يجيل النطاق على ناحل</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كجسم المتيم لا بل أدق</w:t>
            </w:r>
            <w:r w:rsidRPr="00725071">
              <w:rPr>
                <w:rStyle w:val="libPoemTiniChar0"/>
                <w:rtl/>
              </w:rPr>
              <w:br/>
              <w:t> </w:t>
            </w:r>
          </w:p>
        </w:tc>
      </w:tr>
    </w:tbl>
    <w:p w:rsidR="000B1036" w:rsidRDefault="003D6158" w:rsidP="00191E3C">
      <w:pPr>
        <w:pStyle w:val="libLine"/>
        <w:rPr>
          <w:rtl/>
        </w:rPr>
      </w:pPr>
      <w:r>
        <w:rPr>
          <w:rtl/>
        </w:rPr>
        <w:t>____________________</w:t>
      </w:r>
    </w:p>
    <w:p w:rsidR="000B1036" w:rsidRDefault="000B1036" w:rsidP="00A5546B">
      <w:pPr>
        <w:pStyle w:val="libFootnote0"/>
        <w:rPr>
          <w:rtl/>
        </w:rPr>
      </w:pPr>
      <w:r>
        <w:rPr>
          <w:rFonts w:hint="cs"/>
          <w:rtl/>
        </w:rPr>
        <w:t>1</w:t>
      </w:r>
      <w:r>
        <w:rPr>
          <w:rtl/>
        </w:rPr>
        <w:t xml:space="preserve"> - عطف النسق أحد نوعي العطف في علم النحو وثانيهما عطف البيان، وعطف النسق يفيد بحسب العاطف معاني منها الترتيب والتعقيب، وهو ما أراده الشاعر من اتساق حركة الموصوفة في دلها وعدم تنافر حركاتها.</w:t>
      </w:r>
    </w:p>
    <w:p w:rsidR="00A5546B" w:rsidRDefault="000B1036" w:rsidP="00A5546B">
      <w:pPr>
        <w:pStyle w:val="libFootnote0"/>
        <w:rPr>
          <w:rtl/>
        </w:rPr>
      </w:pPr>
      <w:r>
        <w:rPr>
          <w:rFonts w:hint="cs"/>
          <w:rtl/>
        </w:rPr>
        <w:t>2</w:t>
      </w:r>
      <w:r>
        <w:rPr>
          <w:rtl/>
        </w:rPr>
        <w:t xml:space="preserve"> - ذكاء: الشمس.</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4768E7" w:rsidTr="004768E7">
        <w:trPr>
          <w:trHeight w:val="350"/>
        </w:trPr>
        <w:tc>
          <w:tcPr>
            <w:tcW w:w="3536" w:type="dxa"/>
          </w:tcPr>
          <w:p w:rsidR="004768E7" w:rsidRDefault="004768E7" w:rsidP="008D4DE0">
            <w:pPr>
              <w:pStyle w:val="libPoem"/>
            </w:pPr>
            <w:r>
              <w:rPr>
                <w:rtl/>
              </w:rPr>
              <w:t>كأن روادفه المثقلا</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ت قوى الخصر حتى وهى واسترق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نفور حكى الريم في مقلةٍ</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وجيدٍ يزينُ حليَّ العنق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أتاني مستترا بالظلامِ</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فنمَّ عليه شذاه العبق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لئن خرس الحجل في ساقه</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ففي الخصر عقد النطاق نطق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فسلَّمَ ثمّ انثنى للوداعِ</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فما خلتُ إلاّ خيالا طرق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وراح وأقراطه في قلقٍ</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فعاد الفؤاد به ذا قلق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خفوق فؤادي يحكي الوشاح</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على الكشح مهما تثنى خفق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كأن فلق الصبح من وجهه</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فمذ كشف الفرع عنه انفلق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فلو شامه عاذلي في هواه</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تلا (قل أعوذ بربِّ الفلق)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بروحي أفديه من شادن</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لطيف التثني بديع الخلق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أدار علينا كؤوس المدام</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وأسكرنا منه سحر الحدق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يشوب الطلى برضاب اللمى</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ويجلو الكؤوس فيجلي الغسق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مشعشعة عتقت في الدنان</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قديمة عصر وعهد سبق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تشابه وجنته والكؤوس</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فلم يدر أصفاهما والارق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فقمْ واصطبح في رياضِ السرور</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بقرقف كاس الهنا واغتبق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ألست ترى الروض في بهجةٍ</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تبسمُ عن نوره المؤتلق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مطارفه فوَّفتها الغمام</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فمن أحمر وبياض يقق</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تضوع منه أريج العبير</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وفاح شذاه لمن ينتشق</w:t>
            </w:r>
            <w:r w:rsidRPr="00725071">
              <w:rPr>
                <w:rStyle w:val="libPoemTiniChar0"/>
                <w:rtl/>
              </w:rPr>
              <w:br/>
              <w:t> </w:t>
            </w:r>
          </w:p>
        </w:tc>
      </w:tr>
    </w:tbl>
    <w:p w:rsidR="00A5546B" w:rsidRDefault="00A5546B" w:rsidP="00A5546B">
      <w:pPr>
        <w:pStyle w:val="libNormal"/>
        <w:rPr>
          <w:rtl/>
        </w:rPr>
      </w:pPr>
      <w:r>
        <w:rPr>
          <w:rtl/>
        </w:rPr>
        <w:br w:type="page"/>
      </w:r>
    </w:p>
    <w:p w:rsidR="000B1036" w:rsidRDefault="000B1036" w:rsidP="00A5546B">
      <w:pPr>
        <w:pStyle w:val="Heading3Center"/>
        <w:rPr>
          <w:rtl/>
        </w:rPr>
      </w:pPr>
      <w:bookmarkStart w:id="112" w:name="61"/>
      <w:bookmarkStart w:id="113" w:name="_Toc430519796"/>
      <w:r>
        <w:rPr>
          <w:rtl/>
        </w:rPr>
        <w:t>سرِّي وجسمي</w:t>
      </w:r>
      <w:bookmarkEnd w:id="112"/>
      <w:bookmarkEnd w:id="113"/>
    </w:p>
    <w:tbl>
      <w:tblPr>
        <w:tblStyle w:val="TableGrid"/>
        <w:bidiVisual/>
        <w:tblW w:w="4562" w:type="pct"/>
        <w:tblInd w:w="384" w:type="dxa"/>
        <w:tblLook w:val="04A0"/>
      </w:tblPr>
      <w:tblGrid>
        <w:gridCol w:w="3536"/>
        <w:gridCol w:w="272"/>
        <w:gridCol w:w="3502"/>
      </w:tblGrid>
      <w:tr w:rsidR="004768E7" w:rsidTr="004768E7">
        <w:trPr>
          <w:trHeight w:val="350"/>
        </w:trPr>
        <w:tc>
          <w:tcPr>
            <w:tcW w:w="3536" w:type="dxa"/>
          </w:tcPr>
          <w:p w:rsidR="004768E7" w:rsidRDefault="004768E7" w:rsidP="008D4DE0">
            <w:pPr>
              <w:pStyle w:val="libPoem"/>
            </w:pPr>
            <w:r>
              <w:rPr>
                <w:rtl/>
              </w:rPr>
              <w:t>يا من فضح الاراك عطفا</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والريم سوالفا وطرفا</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سرِّي بهواك كاد يبدو</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والجسم ضنىً يكاد يخفى</w:t>
            </w:r>
            <w:r w:rsidRPr="00725071">
              <w:rPr>
                <w:rStyle w:val="libPoemTiniChar0"/>
                <w:rtl/>
              </w:rPr>
              <w:br/>
              <w:t> </w:t>
            </w:r>
          </w:p>
        </w:tc>
      </w:tr>
    </w:tbl>
    <w:p w:rsidR="000B1036" w:rsidRDefault="000B1036" w:rsidP="00A5546B">
      <w:pPr>
        <w:pStyle w:val="Heading3Center"/>
        <w:rPr>
          <w:rtl/>
        </w:rPr>
      </w:pPr>
      <w:bookmarkStart w:id="114" w:name="62"/>
      <w:bookmarkStart w:id="115" w:name="_Toc430519797"/>
      <w:r>
        <w:rPr>
          <w:rtl/>
        </w:rPr>
        <w:t>السر</w:t>
      </w:r>
      <w:bookmarkEnd w:id="114"/>
      <w:bookmarkEnd w:id="115"/>
    </w:p>
    <w:tbl>
      <w:tblPr>
        <w:tblStyle w:val="TableGrid"/>
        <w:bidiVisual/>
        <w:tblW w:w="4562" w:type="pct"/>
        <w:tblInd w:w="384" w:type="dxa"/>
        <w:tblLook w:val="04A0"/>
      </w:tblPr>
      <w:tblGrid>
        <w:gridCol w:w="3536"/>
        <w:gridCol w:w="272"/>
        <w:gridCol w:w="3502"/>
      </w:tblGrid>
      <w:tr w:rsidR="004768E7" w:rsidTr="004768E7">
        <w:trPr>
          <w:trHeight w:val="350"/>
        </w:trPr>
        <w:tc>
          <w:tcPr>
            <w:tcW w:w="3536" w:type="dxa"/>
          </w:tcPr>
          <w:p w:rsidR="004768E7" w:rsidRDefault="004768E7" w:rsidP="008D4DE0">
            <w:pPr>
              <w:pStyle w:val="libPoem"/>
            </w:pPr>
            <w:r>
              <w:rPr>
                <w:rtl/>
              </w:rPr>
              <w:t>يعنف أن رأى سري مذاعا</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به علم الاقاصي والاداني</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وكيف يكون لي سرُّ مصون</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وقد ضايقت سري في المكان؟</w:t>
            </w:r>
            <w:r w:rsidRPr="00725071">
              <w:rPr>
                <w:rStyle w:val="libPoemTiniChar0"/>
                <w:rtl/>
              </w:rPr>
              <w:br/>
              <w:t> </w:t>
            </w:r>
          </w:p>
        </w:tc>
      </w:tr>
    </w:tbl>
    <w:p w:rsidR="000B1036" w:rsidRDefault="000B1036" w:rsidP="00A5546B">
      <w:pPr>
        <w:pStyle w:val="Heading3Center"/>
        <w:rPr>
          <w:rtl/>
        </w:rPr>
      </w:pPr>
      <w:bookmarkStart w:id="116" w:name="63"/>
      <w:bookmarkStart w:id="117" w:name="_Toc430519798"/>
      <w:r>
        <w:rPr>
          <w:rtl/>
        </w:rPr>
        <w:t>زكاة</w:t>
      </w:r>
      <w:bookmarkEnd w:id="116"/>
      <w:bookmarkEnd w:id="117"/>
    </w:p>
    <w:tbl>
      <w:tblPr>
        <w:tblStyle w:val="TableGrid"/>
        <w:bidiVisual/>
        <w:tblW w:w="4562" w:type="pct"/>
        <w:tblInd w:w="384" w:type="dxa"/>
        <w:tblLook w:val="04A0"/>
      </w:tblPr>
      <w:tblGrid>
        <w:gridCol w:w="3536"/>
        <w:gridCol w:w="272"/>
        <w:gridCol w:w="3502"/>
      </w:tblGrid>
      <w:tr w:rsidR="004768E7" w:rsidTr="004768E7">
        <w:trPr>
          <w:trHeight w:val="350"/>
        </w:trPr>
        <w:tc>
          <w:tcPr>
            <w:tcW w:w="3536" w:type="dxa"/>
          </w:tcPr>
          <w:p w:rsidR="004768E7" w:rsidRDefault="004768E7" w:rsidP="008D4DE0">
            <w:pPr>
              <w:pStyle w:val="libPoem"/>
            </w:pPr>
            <w:r>
              <w:rPr>
                <w:rtl/>
              </w:rPr>
              <w:t>الدهر أبدع فيك فعلهْ</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حتى حباكَ الحسنُ كلَّهْ</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ولقد ملكت نصابه</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أفلا تزكيه بقبله</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إنَّا توجهنا إليك</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وأنت للعشاق قبله</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عجبا لدين هواك شا</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ع نظامه في كل ملَّه</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ولَّهت قلبي في الهوى</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عطفا على قلبي المولَّه</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ارحم عزيزا لم يكن</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لولاك يرضى بالمذلة</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دنفا إذا نام الورى</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سهر الدجى إلاّ أقلَّه</w:t>
            </w:r>
            <w:r w:rsidRPr="00725071">
              <w:rPr>
                <w:rStyle w:val="libPoemTiniChar0"/>
                <w:rtl/>
              </w:rPr>
              <w:br/>
              <w:t> </w:t>
            </w:r>
          </w:p>
        </w:tc>
      </w:tr>
    </w:tbl>
    <w:p w:rsidR="00A5546B" w:rsidRDefault="00A5546B" w:rsidP="00A5546B">
      <w:pPr>
        <w:pStyle w:val="libNormal"/>
        <w:rPr>
          <w:rtl/>
        </w:rPr>
      </w:pPr>
      <w:r>
        <w:rPr>
          <w:rtl/>
        </w:rPr>
        <w:br w:type="page"/>
      </w:r>
    </w:p>
    <w:p w:rsidR="000B1036" w:rsidRDefault="000B1036" w:rsidP="00A5546B">
      <w:pPr>
        <w:pStyle w:val="Heading3Center"/>
        <w:rPr>
          <w:rtl/>
        </w:rPr>
      </w:pPr>
      <w:bookmarkStart w:id="118" w:name="64"/>
      <w:bookmarkStart w:id="119" w:name="_Toc430519799"/>
      <w:r>
        <w:rPr>
          <w:rtl/>
        </w:rPr>
        <w:t>يصبو القمران</w:t>
      </w:r>
      <w:bookmarkEnd w:id="118"/>
      <w:bookmarkEnd w:id="119"/>
    </w:p>
    <w:tbl>
      <w:tblPr>
        <w:tblStyle w:val="TableGrid"/>
        <w:bidiVisual/>
        <w:tblW w:w="4562" w:type="pct"/>
        <w:tblInd w:w="384" w:type="dxa"/>
        <w:tblLook w:val="04A0"/>
      </w:tblPr>
      <w:tblGrid>
        <w:gridCol w:w="3536"/>
        <w:gridCol w:w="272"/>
        <w:gridCol w:w="3502"/>
      </w:tblGrid>
      <w:tr w:rsidR="004768E7" w:rsidTr="004768E7">
        <w:trPr>
          <w:trHeight w:val="350"/>
        </w:trPr>
        <w:tc>
          <w:tcPr>
            <w:tcW w:w="3536" w:type="dxa"/>
          </w:tcPr>
          <w:p w:rsidR="004768E7" w:rsidRDefault="004768E7" w:rsidP="008D4DE0">
            <w:pPr>
              <w:pStyle w:val="libPoem"/>
            </w:pPr>
            <w:r>
              <w:rPr>
                <w:rtl/>
              </w:rPr>
              <w:t>يا نديمي وللشراب حقوق</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عاجز عن أدائها المتواني</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أترع الكأس خمرة واسقنيها</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وابتدر للصبوح قبل الاذان</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عاطنيها حتى تثقِّلَ بالسكر</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لساني فلا أقول كفاني</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فالصبا هبَّ والقماريُّ غنت</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بفنون الغنا على الافنان</w:t>
            </w:r>
            <w:r w:rsidRPr="00725071">
              <w:rPr>
                <w:rStyle w:val="libPoemTiniChar0"/>
                <w:rtl/>
              </w:rPr>
              <w:br/>
              <w:t> </w:t>
            </w:r>
          </w:p>
        </w:tc>
      </w:tr>
      <w:tr w:rsidR="004768E7" w:rsidTr="004768E7">
        <w:trPr>
          <w:trHeight w:val="350"/>
        </w:trPr>
        <w:tc>
          <w:tcPr>
            <w:tcW w:w="3536" w:type="dxa"/>
          </w:tcPr>
          <w:p w:rsidR="004768E7" w:rsidRDefault="004768E7" w:rsidP="008D4DE0">
            <w:pPr>
              <w:pStyle w:val="libPoem"/>
            </w:pPr>
            <w:r>
              <w:rPr>
                <w:rtl/>
              </w:rPr>
              <w:t>وحبانا بوصله قمر يصـ</w:t>
            </w:r>
            <w:r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4768E7" w:rsidP="008D4DE0">
            <w:pPr>
              <w:pStyle w:val="libPoem"/>
            </w:pPr>
            <w:r>
              <w:rPr>
                <w:rtl/>
              </w:rPr>
              <w:t>ـبو إلى حسن وجهه القمران</w:t>
            </w:r>
            <w:r w:rsidRPr="00725071">
              <w:rPr>
                <w:rStyle w:val="libPoemTiniChar0"/>
                <w:rtl/>
              </w:rPr>
              <w:br/>
              <w:t> </w:t>
            </w:r>
          </w:p>
        </w:tc>
      </w:tr>
      <w:tr w:rsidR="004768E7" w:rsidTr="004768E7">
        <w:trPr>
          <w:trHeight w:val="350"/>
        </w:trPr>
        <w:tc>
          <w:tcPr>
            <w:tcW w:w="3536" w:type="dxa"/>
          </w:tcPr>
          <w:p w:rsidR="004768E7" w:rsidRDefault="008D4DE0" w:rsidP="008D4DE0">
            <w:pPr>
              <w:pStyle w:val="libPoem"/>
            </w:pPr>
            <w:r>
              <w:rPr>
                <w:rtl/>
              </w:rPr>
              <w:t>يوسفيُّ له بديع معان</w:t>
            </w:r>
            <w:r w:rsidR="004768E7" w:rsidRPr="00725071">
              <w:rPr>
                <w:rStyle w:val="libPoemTiniChar0"/>
                <w:rtl/>
              </w:rPr>
              <w:br/>
              <w:t> </w:t>
            </w:r>
          </w:p>
        </w:tc>
        <w:tc>
          <w:tcPr>
            <w:tcW w:w="272" w:type="dxa"/>
          </w:tcPr>
          <w:p w:rsidR="004768E7" w:rsidRDefault="004768E7" w:rsidP="008D4DE0">
            <w:pPr>
              <w:pStyle w:val="libPoem"/>
              <w:rPr>
                <w:rtl/>
              </w:rPr>
            </w:pPr>
          </w:p>
        </w:tc>
        <w:tc>
          <w:tcPr>
            <w:tcW w:w="3502" w:type="dxa"/>
          </w:tcPr>
          <w:p w:rsidR="004768E7" w:rsidRDefault="008D4DE0" w:rsidP="008D4DE0">
            <w:pPr>
              <w:pStyle w:val="libPoem"/>
            </w:pPr>
            <w:r>
              <w:rPr>
                <w:rtl/>
              </w:rPr>
              <w:t>ضاق عن وصفها نطاق البيان</w:t>
            </w:r>
            <w:r w:rsidR="004768E7" w:rsidRPr="00725071">
              <w:rPr>
                <w:rStyle w:val="libPoemTiniChar0"/>
                <w:rtl/>
              </w:rPr>
              <w:br/>
              <w:t> </w:t>
            </w:r>
          </w:p>
        </w:tc>
      </w:tr>
    </w:tbl>
    <w:p w:rsidR="00A5546B" w:rsidRDefault="00A5546B" w:rsidP="00A5546B">
      <w:pPr>
        <w:pStyle w:val="libNormal"/>
        <w:rPr>
          <w:rtl/>
        </w:rPr>
      </w:pPr>
      <w:r>
        <w:rPr>
          <w:rtl/>
        </w:rPr>
        <w:br w:type="page"/>
      </w:r>
    </w:p>
    <w:p w:rsidR="00A0264F" w:rsidRPr="00A5546B" w:rsidRDefault="00A0264F" w:rsidP="00A5546B">
      <w:pPr>
        <w:pStyle w:val="Heading3Center"/>
      </w:pPr>
      <w:bookmarkStart w:id="120" w:name="_Toc430519800"/>
      <w:r w:rsidRPr="00A0264F">
        <w:rPr>
          <w:rtl/>
        </w:rPr>
        <w:t>شعْر التَاريخ</w:t>
      </w:r>
      <w:bookmarkEnd w:id="120"/>
      <w:r w:rsidRPr="00A0264F">
        <w:rPr>
          <w:rtl/>
        </w:rPr>
        <w:t xml:space="preserve"> </w:t>
      </w:r>
    </w:p>
    <w:p w:rsidR="00A5546B" w:rsidRDefault="00A5546B" w:rsidP="00A5546B">
      <w:pPr>
        <w:pStyle w:val="libNormal"/>
      </w:pPr>
      <w:r>
        <w:rPr>
          <w:rtl/>
        </w:rPr>
        <w:br w:type="page"/>
      </w:r>
    </w:p>
    <w:p w:rsidR="00A5546B" w:rsidRDefault="00A5546B" w:rsidP="00A5546B">
      <w:pPr>
        <w:pStyle w:val="libNormal"/>
      </w:pPr>
      <w:r>
        <w:rPr>
          <w:rtl/>
        </w:rPr>
        <w:br w:type="page"/>
      </w:r>
    </w:p>
    <w:p w:rsidR="00A0264F" w:rsidRPr="00A5546B" w:rsidRDefault="00A0264F" w:rsidP="00A5546B">
      <w:pPr>
        <w:pStyle w:val="Heading3Center"/>
      </w:pPr>
      <w:bookmarkStart w:id="121" w:name="_Toc430519801"/>
      <w:r w:rsidRPr="00A0264F">
        <w:rPr>
          <w:rtl/>
        </w:rPr>
        <w:t>باب حِطَّة</w:t>
      </w:r>
      <w:r w:rsidRPr="00A0264F">
        <w:rPr>
          <w:rStyle w:val="libFootnotenumChar"/>
          <w:rtl/>
        </w:rPr>
        <w:t>(1)</w:t>
      </w:r>
      <w:bookmarkEnd w:id="121"/>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sidRPr="00A0264F">
              <w:rPr>
                <w:rtl/>
              </w:rPr>
              <w:t>قـل</w:t>
            </w:r>
            <w:r w:rsidR="0076657C">
              <w:rPr>
                <w:rtl/>
              </w:rPr>
              <w:t xml:space="preserve"> </w:t>
            </w:r>
            <w:r w:rsidRPr="00A0264F">
              <w:rPr>
                <w:rtl/>
              </w:rPr>
              <w:t>لِـمَنْ</w:t>
            </w:r>
            <w:r w:rsidR="0076657C">
              <w:rPr>
                <w:rtl/>
              </w:rPr>
              <w:t xml:space="preserve"> </w:t>
            </w:r>
            <w:r w:rsidRPr="00A0264F">
              <w:rPr>
                <w:rtl/>
              </w:rPr>
              <w:t>يـمّموا</w:t>
            </w:r>
            <w:r w:rsidR="0076657C">
              <w:rPr>
                <w:rtl/>
              </w:rPr>
              <w:t xml:space="preserve"> </w:t>
            </w:r>
            <w:r w:rsidRPr="00A0264F">
              <w:rPr>
                <w:rtl/>
              </w:rPr>
              <w:t>النقي</w:t>
            </w:r>
            <w:r w:rsidR="0076657C">
              <w:rPr>
                <w:rtl/>
              </w:rPr>
              <w:t xml:space="preserve"> </w:t>
            </w:r>
            <w:r w:rsidRPr="00A0264F">
              <w:rPr>
                <w:rtl/>
              </w:rPr>
              <w:t>وأمُّوا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من</w:t>
            </w:r>
            <w:r w:rsidR="0076657C">
              <w:rPr>
                <w:rtl/>
              </w:rPr>
              <w:t xml:space="preserve"> </w:t>
            </w:r>
            <w:r w:rsidRPr="00A0264F">
              <w:rPr>
                <w:rtl/>
              </w:rPr>
              <w:t>حمى</w:t>
            </w:r>
            <w:r w:rsidR="0076657C">
              <w:rPr>
                <w:rtl/>
              </w:rPr>
              <w:t xml:space="preserve"> </w:t>
            </w:r>
            <w:r w:rsidRPr="00A0264F">
              <w:rPr>
                <w:rtl/>
              </w:rPr>
              <w:t>العسكري</w:t>
            </w:r>
            <w:r w:rsidR="0076657C">
              <w:rPr>
                <w:rtl/>
              </w:rPr>
              <w:t xml:space="preserve"> </w:t>
            </w:r>
            <w:r w:rsidRPr="00A0264F">
              <w:rPr>
                <w:rtl/>
              </w:rPr>
              <w:t>أفضلَ</w:t>
            </w:r>
            <w:r w:rsidR="0076657C">
              <w:rPr>
                <w:rtl/>
              </w:rPr>
              <w:t xml:space="preserve"> </w:t>
            </w:r>
            <w:r w:rsidRPr="00A0264F">
              <w:rPr>
                <w:rtl/>
              </w:rPr>
              <w:t>خطّه</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0264F">
              <w:rPr>
                <w:rtl/>
              </w:rPr>
              <w:t>جـئتمو</w:t>
            </w:r>
            <w:r>
              <w:rPr>
                <w:rtl/>
              </w:rPr>
              <w:t xml:space="preserve"> </w:t>
            </w:r>
            <w:r w:rsidRPr="00A0264F">
              <w:rPr>
                <w:rtl/>
              </w:rPr>
              <w:t>سُـرَّ</w:t>
            </w:r>
            <w:r w:rsidR="0076657C">
              <w:rPr>
                <w:rtl/>
              </w:rPr>
              <w:t xml:space="preserve"> </w:t>
            </w:r>
            <w:r w:rsidRPr="00A0264F">
              <w:rPr>
                <w:rtl/>
              </w:rPr>
              <w:t>مَنْ</w:t>
            </w:r>
            <w:r w:rsidR="0076657C">
              <w:rPr>
                <w:rtl/>
              </w:rPr>
              <w:t xml:space="preserve"> </w:t>
            </w:r>
            <w:r w:rsidRPr="00A0264F">
              <w:rPr>
                <w:rtl/>
              </w:rPr>
              <w:t>رأى</w:t>
            </w:r>
            <w:r w:rsidR="0076657C">
              <w:rPr>
                <w:rtl/>
              </w:rPr>
              <w:t xml:space="preserve"> </w:t>
            </w:r>
            <w:r w:rsidRPr="00A0264F">
              <w:rPr>
                <w:rtl/>
              </w:rPr>
              <w:t>فأقيموا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أبـدَ</w:t>
            </w:r>
            <w:r w:rsidR="0076657C">
              <w:rPr>
                <w:rtl/>
              </w:rPr>
              <w:t xml:space="preserve"> </w:t>
            </w:r>
            <w:r w:rsidRPr="00A0264F">
              <w:rPr>
                <w:rtl/>
              </w:rPr>
              <w:t>الـدهرِ</w:t>
            </w:r>
            <w:r w:rsidR="0076657C">
              <w:rPr>
                <w:rtl/>
              </w:rPr>
              <w:t xml:space="preserve"> </w:t>
            </w:r>
            <w:r w:rsidRPr="00A0264F">
              <w:rPr>
                <w:rtl/>
              </w:rPr>
              <w:t>في</w:t>
            </w:r>
            <w:r w:rsidR="0076657C">
              <w:rPr>
                <w:rtl/>
              </w:rPr>
              <w:t xml:space="preserve"> </w:t>
            </w:r>
            <w:r w:rsidRPr="00A0264F">
              <w:rPr>
                <w:rtl/>
              </w:rPr>
              <w:t>سرورٍ</w:t>
            </w:r>
            <w:r w:rsidR="0076657C">
              <w:rPr>
                <w:rtl/>
              </w:rPr>
              <w:t xml:space="preserve"> </w:t>
            </w:r>
            <w:r w:rsidRPr="00A0264F">
              <w:rPr>
                <w:rtl/>
              </w:rPr>
              <w:t>وغبطه</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0264F">
              <w:rPr>
                <w:rtl/>
              </w:rPr>
              <w:t>زرتـمو</w:t>
            </w:r>
            <w:r w:rsidR="0076657C">
              <w:rPr>
                <w:rtl/>
              </w:rPr>
              <w:t xml:space="preserve"> </w:t>
            </w:r>
            <w:r w:rsidRPr="00A0264F">
              <w:rPr>
                <w:rtl/>
              </w:rPr>
              <w:t>لُـجتَيْ</w:t>
            </w:r>
            <w:r w:rsidR="0076657C">
              <w:rPr>
                <w:rtl/>
              </w:rPr>
              <w:t xml:space="preserve"> </w:t>
            </w:r>
            <w:r w:rsidRPr="00A0264F">
              <w:rPr>
                <w:rtl/>
              </w:rPr>
              <w:t>عـطاءٍ</w:t>
            </w:r>
            <w:r w:rsidR="0076657C">
              <w:rPr>
                <w:rtl/>
              </w:rPr>
              <w:t xml:space="preserve"> </w:t>
            </w:r>
            <w:r w:rsidRPr="00A0264F">
              <w:rPr>
                <w:rtl/>
              </w:rPr>
              <w:t>وفضلٍ</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يـغتدي</w:t>
            </w:r>
            <w:r>
              <w:rPr>
                <w:rtl/>
              </w:rPr>
              <w:t xml:space="preserve"> </w:t>
            </w:r>
            <w:r w:rsidRPr="00A0264F">
              <w:rPr>
                <w:rtl/>
              </w:rPr>
              <w:t>في</w:t>
            </w:r>
            <w:r w:rsidR="0076657C">
              <w:rPr>
                <w:rtl/>
              </w:rPr>
              <w:t xml:space="preserve"> </w:t>
            </w:r>
            <w:r w:rsidRPr="00A0264F">
              <w:rPr>
                <w:rtl/>
              </w:rPr>
              <w:t>يديهما</w:t>
            </w:r>
            <w:r w:rsidR="0076657C">
              <w:rPr>
                <w:rtl/>
              </w:rPr>
              <w:t xml:space="preserve"> </w:t>
            </w:r>
            <w:r w:rsidRPr="00A0264F">
              <w:rPr>
                <w:rtl/>
              </w:rPr>
              <w:t>البحرُ</w:t>
            </w:r>
            <w:r w:rsidR="0076657C">
              <w:rPr>
                <w:rtl/>
              </w:rPr>
              <w:t xml:space="preserve"> </w:t>
            </w:r>
            <w:r w:rsidRPr="00A0264F">
              <w:rPr>
                <w:rtl/>
              </w:rPr>
              <w:t>نقطه</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0264F">
              <w:rPr>
                <w:rtl/>
              </w:rPr>
              <w:t>خيرةُ</w:t>
            </w:r>
            <w:r>
              <w:rPr>
                <w:rtl/>
              </w:rPr>
              <w:t xml:space="preserve"> </w:t>
            </w:r>
            <w:r w:rsidRPr="00A0264F">
              <w:rPr>
                <w:rtl/>
              </w:rPr>
              <w:t>الناسِ</w:t>
            </w:r>
            <w:r w:rsidR="0076657C">
              <w:rPr>
                <w:rtl/>
              </w:rPr>
              <w:t xml:space="preserve"> </w:t>
            </w:r>
            <w:r w:rsidRPr="00A0264F">
              <w:rPr>
                <w:rtl/>
              </w:rPr>
              <w:t>هم</w:t>
            </w:r>
            <w:r w:rsidR="0076657C">
              <w:rPr>
                <w:rtl/>
              </w:rPr>
              <w:t xml:space="preserve"> </w:t>
            </w:r>
            <w:r w:rsidRPr="00A0264F">
              <w:rPr>
                <w:rtl/>
              </w:rPr>
              <w:t>ومَنْ</w:t>
            </w:r>
            <w:r w:rsidR="0076657C">
              <w:rPr>
                <w:rtl/>
              </w:rPr>
              <w:t xml:space="preserve"> </w:t>
            </w:r>
            <w:r w:rsidRPr="00A0264F">
              <w:rPr>
                <w:rtl/>
              </w:rPr>
              <w:t>ذا</w:t>
            </w:r>
            <w:r w:rsidR="0076657C">
              <w:rPr>
                <w:rtl/>
              </w:rPr>
              <w:t xml:space="preserve"> </w:t>
            </w:r>
            <w:r w:rsidRPr="00A0264F">
              <w:rPr>
                <w:rtl/>
              </w:rPr>
              <w:t>يساوي</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فـي</w:t>
            </w:r>
            <w:r w:rsidR="0076657C">
              <w:rPr>
                <w:rtl/>
              </w:rPr>
              <w:t xml:space="preserve"> </w:t>
            </w:r>
            <w:r w:rsidRPr="00A0264F">
              <w:rPr>
                <w:rtl/>
              </w:rPr>
              <w:t>الـمزايا</w:t>
            </w:r>
            <w:r w:rsidR="0076657C">
              <w:rPr>
                <w:rtl/>
              </w:rPr>
              <w:t xml:space="preserve"> </w:t>
            </w:r>
            <w:r w:rsidRPr="00A0264F">
              <w:rPr>
                <w:rtl/>
              </w:rPr>
              <w:t>آلُ</w:t>
            </w:r>
            <w:r w:rsidR="0076657C">
              <w:rPr>
                <w:rtl/>
              </w:rPr>
              <w:t xml:space="preserve"> </w:t>
            </w:r>
            <w:r w:rsidRPr="00A0264F">
              <w:rPr>
                <w:rtl/>
              </w:rPr>
              <w:t>النبيّ</w:t>
            </w:r>
            <w:r w:rsidR="0076657C">
              <w:rPr>
                <w:rtl/>
              </w:rPr>
              <w:t xml:space="preserve"> </w:t>
            </w:r>
            <w:r w:rsidRPr="00A0264F">
              <w:rPr>
                <w:rtl/>
              </w:rPr>
              <w:t>ورهطه</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0264F">
              <w:rPr>
                <w:rtl/>
              </w:rPr>
              <w:t>قـيلَ</w:t>
            </w:r>
            <w:r w:rsidR="0076657C">
              <w:rPr>
                <w:rtl/>
              </w:rPr>
              <w:t xml:space="preserve"> </w:t>
            </w:r>
            <w:r w:rsidRPr="00A0264F">
              <w:rPr>
                <w:rtl/>
              </w:rPr>
              <w:t>أرّخْ</w:t>
            </w:r>
            <w:r w:rsidR="0076657C">
              <w:rPr>
                <w:rtl/>
              </w:rPr>
              <w:t xml:space="preserve"> </w:t>
            </w:r>
            <w:r w:rsidRPr="00A0264F">
              <w:rPr>
                <w:rtl/>
              </w:rPr>
              <w:t>بـابَ</w:t>
            </w:r>
            <w:r w:rsidR="0076657C">
              <w:rPr>
                <w:rtl/>
              </w:rPr>
              <w:t xml:space="preserve"> </w:t>
            </w:r>
            <w:r w:rsidRPr="00A0264F">
              <w:rPr>
                <w:rtl/>
              </w:rPr>
              <w:t>النقي</w:t>
            </w:r>
            <w:r w:rsidR="0076657C">
              <w:rPr>
                <w:rtl/>
              </w:rPr>
              <w:t xml:space="preserve"> </w:t>
            </w:r>
            <w:r w:rsidRPr="00A0264F">
              <w:rPr>
                <w:rtl/>
              </w:rPr>
              <w:t>فأرخت</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بـبيتٍ</w:t>
            </w:r>
            <w:r>
              <w:rPr>
                <w:rtl/>
              </w:rPr>
              <w:t xml:space="preserve"> </w:t>
            </w:r>
            <w:r w:rsidRPr="00A0264F">
              <w:rPr>
                <w:rtl/>
              </w:rPr>
              <w:t>فـي</w:t>
            </w:r>
            <w:r w:rsidR="0076657C">
              <w:rPr>
                <w:rtl/>
              </w:rPr>
              <w:t xml:space="preserve"> </w:t>
            </w:r>
            <w:r w:rsidRPr="00A0264F">
              <w:rPr>
                <w:rtl/>
              </w:rPr>
              <w:t>قلبيَ</w:t>
            </w:r>
            <w:r w:rsidR="0076657C">
              <w:rPr>
                <w:rtl/>
              </w:rPr>
              <w:t xml:space="preserve"> </w:t>
            </w:r>
            <w:r w:rsidRPr="00A0264F">
              <w:rPr>
                <w:rtl/>
              </w:rPr>
              <w:t>الوحي</w:t>
            </w:r>
            <w:r w:rsidR="0076657C">
              <w:rPr>
                <w:rtl/>
              </w:rPr>
              <w:t xml:space="preserve"> </w:t>
            </w:r>
            <w:r w:rsidRPr="00A0264F">
              <w:rPr>
                <w:rtl/>
              </w:rPr>
              <w:t>خطّه</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0264F">
              <w:rPr>
                <w:rtl/>
              </w:rPr>
              <w:t>أدخلوا</w:t>
            </w:r>
            <w:r>
              <w:rPr>
                <w:rtl/>
              </w:rPr>
              <w:t xml:space="preserve"> </w:t>
            </w:r>
            <w:r w:rsidRPr="00A0264F">
              <w:rPr>
                <w:rtl/>
              </w:rPr>
              <w:t>البابَ</w:t>
            </w:r>
            <w:r w:rsidR="0076657C">
              <w:rPr>
                <w:rtl/>
              </w:rPr>
              <w:t xml:space="preserve"> </w:t>
            </w:r>
            <w:r w:rsidRPr="00A0264F">
              <w:rPr>
                <w:rtl/>
              </w:rPr>
              <w:t>سجّداً</w:t>
            </w:r>
            <w:r w:rsidR="0076657C">
              <w:rPr>
                <w:rtl/>
              </w:rPr>
              <w:t xml:space="preserve"> </w:t>
            </w:r>
            <w:r w:rsidRPr="00A0264F">
              <w:rPr>
                <w:rtl/>
              </w:rPr>
              <w:t>إنّ</w:t>
            </w:r>
            <w:r w:rsidR="0076657C">
              <w:rPr>
                <w:rtl/>
              </w:rPr>
              <w:t xml:space="preserve"> </w:t>
            </w:r>
            <w:r w:rsidRPr="00A0264F">
              <w:rPr>
                <w:rtl/>
              </w:rPr>
              <w:t>بابَ</w:t>
            </w:r>
            <w:r w:rsidR="0076657C">
              <w:rPr>
                <w:rtl/>
              </w:rPr>
              <w:t xml:space="preserve"> </w:t>
            </w:r>
            <w:r w:rsidRPr="00A0264F">
              <w:rPr>
                <w:rtl/>
              </w:rPr>
              <w:t>الـ</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عسكريين</w:t>
            </w:r>
            <w:r w:rsidR="0076657C">
              <w:rPr>
                <w:rtl/>
              </w:rPr>
              <w:t xml:space="preserve"> </w:t>
            </w:r>
            <w:r w:rsidRPr="00A0264F">
              <w:rPr>
                <w:rtl/>
              </w:rPr>
              <w:t>دونهُ</w:t>
            </w:r>
            <w:r w:rsidR="0076657C">
              <w:rPr>
                <w:rtl/>
              </w:rPr>
              <w:t xml:space="preserve"> </w:t>
            </w:r>
            <w:r w:rsidRPr="00A0264F">
              <w:rPr>
                <w:rtl/>
              </w:rPr>
              <w:t>بابُ</w:t>
            </w:r>
            <w:r w:rsidR="0076657C">
              <w:rPr>
                <w:rtl/>
              </w:rPr>
              <w:t xml:space="preserve"> </w:t>
            </w:r>
            <w:r w:rsidRPr="00A0264F">
              <w:rPr>
                <w:rtl/>
              </w:rPr>
              <w:t>حِطّه</w:t>
            </w:r>
            <w:r w:rsidRPr="00A0264F">
              <w:rPr>
                <w:rStyle w:val="libFootnotenumChar"/>
                <w:rtl/>
              </w:rPr>
              <w:t>(2)</w:t>
            </w:r>
            <w:r w:rsidRPr="00725071">
              <w:rPr>
                <w:rStyle w:val="libPoemTiniChar0"/>
                <w:rtl/>
              </w:rPr>
              <w:br/>
              <w:t> </w:t>
            </w:r>
          </w:p>
        </w:tc>
      </w:tr>
    </w:tbl>
    <w:p w:rsidR="00A0264F" w:rsidRPr="00A5546B" w:rsidRDefault="00A0264F" w:rsidP="00A5546B">
      <w:pPr>
        <w:pStyle w:val="Heading3Center"/>
      </w:pPr>
      <w:bookmarkStart w:id="122" w:name="_Toc430519802"/>
      <w:r w:rsidRPr="00A0264F">
        <w:rPr>
          <w:rtl/>
        </w:rPr>
        <w:t>يلتمس العفو</w:t>
      </w:r>
      <w:r w:rsidRPr="00A0264F">
        <w:rPr>
          <w:rStyle w:val="libFootnotenumChar"/>
          <w:rtl/>
        </w:rPr>
        <w:t>(3)</w:t>
      </w:r>
      <w:bookmarkStart w:id="123" w:name="يلتمس_العفو"/>
      <w:bookmarkEnd w:id="123"/>
      <w:bookmarkEnd w:id="122"/>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sidRPr="00A0264F">
              <w:rPr>
                <w:rtl/>
              </w:rPr>
              <w:t>عـبدكما</w:t>
            </w:r>
            <w:r>
              <w:rPr>
                <w:rtl/>
              </w:rPr>
              <w:t xml:space="preserve"> </w:t>
            </w:r>
            <w:r w:rsidRPr="00A0264F">
              <w:rPr>
                <w:rtl/>
              </w:rPr>
              <w:t>واقـفٌ</w:t>
            </w:r>
            <w:r w:rsidR="0076657C">
              <w:rPr>
                <w:rtl/>
              </w:rPr>
              <w:t xml:space="preserve"> </w:t>
            </w:r>
            <w:r w:rsidRPr="00A0264F">
              <w:rPr>
                <w:rtl/>
              </w:rPr>
              <w:t>بـبابكما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يـعفِّرُ</w:t>
            </w:r>
            <w:r w:rsidR="0076657C">
              <w:rPr>
                <w:rtl/>
              </w:rPr>
              <w:t xml:space="preserve"> </w:t>
            </w:r>
            <w:r w:rsidRPr="00A0264F">
              <w:rPr>
                <w:rtl/>
              </w:rPr>
              <w:t>الـخدَّ</w:t>
            </w:r>
            <w:r w:rsidR="0076657C">
              <w:rPr>
                <w:rtl/>
              </w:rPr>
              <w:t xml:space="preserve"> </w:t>
            </w:r>
            <w:r w:rsidRPr="00A0264F">
              <w:rPr>
                <w:rtl/>
              </w:rPr>
              <w:t>فـي</w:t>
            </w:r>
            <w:r w:rsidR="0076657C">
              <w:rPr>
                <w:rtl/>
              </w:rPr>
              <w:t xml:space="preserve"> </w:t>
            </w:r>
            <w:r w:rsidRPr="00A0264F">
              <w:rPr>
                <w:rtl/>
              </w:rPr>
              <w:t>ترابكما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0264F">
              <w:rPr>
                <w:rtl/>
              </w:rPr>
              <w:t>يـلثمُ</w:t>
            </w:r>
            <w:r w:rsidR="0076657C">
              <w:rPr>
                <w:rtl/>
              </w:rPr>
              <w:t xml:space="preserve"> </w:t>
            </w:r>
            <w:r w:rsidRPr="00A0264F">
              <w:rPr>
                <w:rtl/>
              </w:rPr>
              <w:t>أعـتابَ</w:t>
            </w:r>
            <w:r w:rsidR="0076657C">
              <w:rPr>
                <w:rtl/>
              </w:rPr>
              <w:t xml:space="preserve"> </w:t>
            </w:r>
            <w:r w:rsidRPr="00A0264F">
              <w:rPr>
                <w:rtl/>
              </w:rPr>
              <w:t>بقعةٍ</w:t>
            </w:r>
            <w:r w:rsidR="0076657C">
              <w:rPr>
                <w:rtl/>
              </w:rPr>
              <w:t xml:space="preserve"> </w:t>
            </w:r>
            <w:r w:rsidRPr="00A0264F">
              <w:rPr>
                <w:rtl/>
              </w:rPr>
              <w:t>فخرّت</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أركـانُها</w:t>
            </w:r>
            <w:r>
              <w:rPr>
                <w:rtl/>
              </w:rPr>
              <w:t xml:space="preserve"> </w:t>
            </w:r>
            <w:r w:rsidRPr="00A0264F">
              <w:rPr>
                <w:rtl/>
              </w:rPr>
              <w:t>أنـجمَ</w:t>
            </w:r>
            <w:r w:rsidR="0076657C">
              <w:rPr>
                <w:rtl/>
              </w:rPr>
              <w:t xml:space="preserve"> </w:t>
            </w:r>
            <w:r w:rsidRPr="00A0264F">
              <w:rPr>
                <w:rtl/>
              </w:rPr>
              <w:t>السما</w:t>
            </w:r>
            <w:r w:rsidR="0076657C">
              <w:rPr>
                <w:rtl/>
              </w:rPr>
              <w:t xml:space="preserve"> </w:t>
            </w:r>
            <w:r w:rsidRPr="00A0264F">
              <w:rPr>
                <w:rtl/>
              </w:rPr>
              <w:t>بكما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0264F">
              <w:rPr>
                <w:rtl/>
              </w:rPr>
              <w:t>مذ</w:t>
            </w:r>
            <w:r>
              <w:rPr>
                <w:rtl/>
              </w:rPr>
              <w:t xml:space="preserve"> </w:t>
            </w:r>
            <w:r w:rsidRPr="00A0264F">
              <w:rPr>
                <w:rtl/>
              </w:rPr>
              <w:t>أثقلت</w:t>
            </w:r>
            <w:r w:rsidR="0076657C">
              <w:rPr>
                <w:rtl/>
              </w:rPr>
              <w:t xml:space="preserve"> </w:t>
            </w:r>
            <w:r w:rsidRPr="00A0264F">
              <w:rPr>
                <w:rtl/>
              </w:rPr>
              <w:t>جنبهِ</w:t>
            </w:r>
            <w:r w:rsidR="0076657C">
              <w:rPr>
                <w:rtl/>
              </w:rPr>
              <w:t xml:space="preserve"> </w:t>
            </w:r>
            <w:r w:rsidRPr="00A0264F">
              <w:rPr>
                <w:rtl/>
              </w:rPr>
              <w:t>الذنوبُ</w:t>
            </w:r>
            <w:r w:rsidR="0076657C">
              <w:rPr>
                <w:rtl/>
              </w:rPr>
              <w:t xml:space="preserve"> </w:t>
            </w:r>
            <w:r w:rsidRPr="00A0264F">
              <w:rPr>
                <w:rtl/>
              </w:rPr>
              <w:t>أتى</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يـلتمسُ</w:t>
            </w:r>
            <w:r w:rsidR="0076657C">
              <w:rPr>
                <w:rtl/>
              </w:rPr>
              <w:t xml:space="preserve"> </w:t>
            </w:r>
            <w:r w:rsidRPr="00A0264F">
              <w:rPr>
                <w:rtl/>
              </w:rPr>
              <w:t>الـعفو</w:t>
            </w:r>
            <w:r w:rsidR="0076657C">
              <w:rPr>
                <w:rtl/>
              </w:rPr>
              <w:t xml:space="preserve"> </w:t>
            </w:r>
            <w:r w:rsidRPr="00A0264F">
              <w:rPr>
                <w:rtl/>
              </w:rPr>
              <w:t>من</w:t>
            </w:r>
            <w:r w:rsidR="0076657C">
              <w:rPr>
                <w:rtl/>
              </w:rPr>
              <w:t xml:space="preserve"> </w:t>
            </w:r>
            <w:r w:rsidRPr="00A0264F">
              <w:rPr>
                <w:rtl/>
              </w:rPr>
              <w:t>جنابكما</w:t>
            </w:r>
            <w:r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قالها مؤرخاً باباً صُنع من الفضة للإمامين العسكريين (عليهما السّلام) في سنة 1345 هـ</w:t>
      </w:r>
      <w:r w:rsidR="00A327D5">
        <w:rPr>
          <w:rtl/>
        </w:rPr>
        <w:t>.</w:t>
      </w:r>
    </w:p>
    <w:p w:rsidR="00A0264F" w:rsidRPr="00A5546B" w:rsidRDefault="00A0264F" w:rsidP="00A5546B">
      <w:pPr>
        <w:pStyle w:val="libFootnote0"/>
      </w:pPr>
      <w:r w:rsidRPr="00A5546B">
        <w:rPr>
          <w:rtl/>
        </w:rPr>
        <w:t>2</w:t>
      </w:r>
      <w:r w:rsidR="00A327D5">
        <w:rPr>
          <w:rtl/>
        </w:rPr>
        <w:t xml:space="preserve"> - </w:t>
      </w:r>
      <w:r w:rsidRPr="00A5546B">
        <w:rPr>
          <w:rtl/>
        </w:rPr>
        <w:t>إشارة إلى الآية الكريمة</w:t>
      </w:r>
      <w:r w:rsidR="003D6158">
        <w:rPr>
          <w:rtl/>
        </w:rPr>
        <w:t>:</w:t>
      </w:r>
      <w:r w:rsidRPr="00A5546B">
        <w:rPr>
          <w:rtl/>
        </w:rPr>
        <w:t xml:space="preserve"> </w:t>
      </w:r>
      <w:r w:rsidR="003D6158" w:rsidRPr="00DC3F77">
        <w:rPr>
          <w:rStyle w:val="libFootnoteAlaemChar"/>
          <w:rtl/>
        </w:rPr>
        <w:t>(</w:t>
      </w:r>
      <w:r w:rsidRPr="00A0264F">
        <w:rPr>
          <w:rStyle w:val="libFootnoteAieChar"/>
          <w:rtl/>
        </w:rPr>
        <w:t>وَإِذْ قُلْنَا ادْخُلُوا هَذِهِ الْقَرْيَةَ فَكُلُوا مِنْهَا حَيْثُ شِئْتُمْ رَغَداً وَادْخُلُوا الْبَابَ سُجَّداً وَقُولُوا حِطَّةٌ نَغْفِرْ لَكُمْ خَطَايَاكُمْ وَسَنَزِيدُ الْمُحْسِنِينَ</w:t>
      </w:r>
      <w:r w:rsidR="003D6158" w:rsidRPr="00DC3F77">
        <w:rPr>
          <w:rStyle w:val="libFootnoteAlaemChar"/>
          <w:rtl/>
        </w:rPr>
        <w:t>)</w:t>
      </w:r>
      <w:r w:rsidR="00A327D5">
        <w:rPr>
          <w:rtl/>
        </w:rPr>
        <w:t>.</w:t>
      </w:r>
      <w:r w:rsidRPr="00A5546B">
        <w:rPr>
          <w:rtl/>
        </w:rPr>
        <w:t xml:space="preserve"> سورة البقرة / 58</w:t>
      </w:r>
      <w:r w:rsidR="00A327D5">
        <w:rPr>
          <w:rtl/>
        </w:rPr>
        <w:t>.</w:t>
      </w:r>
      <w:r w:rsidRPr="00A5546B">
        <w:rPr>
          <w:rtl/>
        </w:rPr>
        <w:t xml:space="preserve"> وقوله تعالى</w:t>
      </w:r>
      <w:r w:rsidR="003D6158">
        <w:rPr>
          <w:rtl/>
        </w:rPr>
        <w:t>:</w:t>
      </w:r>
      <w:r w:rsidRPr="00A5546B">
        <w:rPr>
          <w:rtl/>
        </w:rPr>
        <w:t xml:space="preserve"> </w:t>
      </w:r>
      <w:r w:rsidR="003D6158" w:rsidRPr="00DC3F77">
        <w:rPr>
          <w:rStyle w:val="libFootnoteAlaemChar"/>
          <w:rtl/>
        </w:rPr>
        <w:t>(</w:t>
      </w:r>
      <w:r w:rsidRPr="00A0264F">
        <w:rPr>
          <w:rStyle w:val="libFootnoteAieChar"/>
          <w:rtl/>
        </w:rPr>
        <w:t>وَقُولُوا حِطَّةٌ</w:t>
      </w:r>
      <w:r w:rsidR="003D6158" w:rsidRPr="00DC3F77">
        <w:rPr>
          <w:rStyle w:val="libFootnoteAlaemChar"/>
          <w:rtl/>
        </w:rPr>
        <w:t>)</w:t>
      </w:r>
      <w:r w:rsidR="00A327D5">
        <w:rPr>
          <w:rtl/>
        </w:rPr>
        <w:t>،</w:t>
      </w:r>
      <w:r w:rsidRPr="00A5546B">
        <w:rPr>
          <w:rtl/>
        </w:rPr>
        <w:t xml:space="preserve"> أي أدعوا واستغفروا عن ذنوبكم وتقصيركم</w:t>
      </w:r>
      <w:r w:rsidR="00A327D5">
        <w:rPr>
          <w:rtl/>
        </w:rPr>
        <w:t>.</w:t>
      </w:r>
    </w:p>
    <w:p w:rsidR="00A0264F" w:rsidRPr="00A5546B" w:rsidRDefault="00A0264F" w:rsidP="00A5546B">
      <w:pPr>
        <w:pStyle w:val="libFootnote0"/>
      </w:pPr>
      <w:r w:rsidRPr="00A0264F">
        <w:rPr>
          <w:rtl/>
        </w:rPr>
        <w:t>3</w:t>
      </w:r>
      <w:r w:rsidR="00A327D5">
        <w:rPr>
          <w:rtl/>
        </w:rPr>
        <w:t xml:space="preserve"> - </w:t>
      </w:r>
      <w:r w:rsidRPr="00A0264F">
        <w:rPr>
          <w:rtl/>
        </w:rPr>
        <w:t>قالها في ذلك الموضع أيضاً</w:t>
      </w:r>
      <w:r w:rsidR="00A327D5">
        <w:rPr>
          <w:rtl/>
        </w:rPr>
        <w:t>.</w:t>
      </w:r>
    </w:p>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sidRPr="00A0264F">
              <w:rPr>
                <w:rtl/>
              </w:rPr>
              <w:t>يـعتقدُ</w:t>
            </w:r>
            <w:r>
              <w:rPr>
                <w:rtl/>
              </w:rPr>
              <w:t xml:space="preserve"> </w:t>
            </w:r>
            <w:r w:rsidRPr="00A0264F">
              <w:rPr>
                <w:rtl/>
              </w:rPr>
              <w:t>الـفوزَ</w:t>
            </w:r>
            <w:r w:rsidR="0076657C">
              <w:rPr>
                <w:rtl/>
              </w:rPr>
              <w:t xml:space="preserve"> </w:t>
            </w:r>
            <w:r w:rsidRPr="00A0264F">
              <w:rPr>
                <w:rtl/>
              </w:rPr>
              <w:t>في</w:t>
            </w:r>
            <w:r w:rsidR="0076657C">
              <w:rPr>
                <w:rtl/>
              </w:rPr>
              <w:t xml:space="preserve"> </w:t>
            </w:r>
            <w:r w:rsidRPr="00A0264F">
              <w:rPr>
                <w:rtl/>
              </w:rPr>
              <w:t>ولائكما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ويـوقنُ</w:t>
            </w:r>
            <w:r w:rsidR="0076657C">
              <w:rPr>
                <w:rtl/>
              </w:rPr>
              <w:t xml:space="preserve"> </w:t>
            </w:r>
            <w:r w:rsidRPr="00A0264F">
              <w:rPr>
                <w:rtl/>
              </w:rPr>
              <w:t>الـنجحَ</w:t>
            </w:r>
            <w:r w:rsidR="0076657C">
              <w:rPr>
                <w:rtl/>
              </w:rPr>
              <w:t xml:space="preserve"> </w:t>
            </w:r>
            <w:r w:rsidRPr="00A0264F">
              <w:rPr>
                <w:rtl/>
              </w:rPr>
              <w:t>في</w:t>
            </w:r>
            <w:r w:rsidR="0076657C">
              <w:rPr>
                <w:rtl/>
              </w:rPr>
              <w:t xml:space="preserve"> </w:t>
            </w:r>
            <w:r w:rsidRPr="00A0264F">
              <w:rPr>
                <w:rtl/>
              </w:rPr>
              <w:t>إيابكما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0264F">
              <w:rPr>
                <w:rtl/>
              </w:rPr>
              <w:t>ويبتغي</w:t>
            </w:r>
            <w:r w:rsidR="0076657C">
              <w:rPr>
                <w:rtl/>
              </w:rPr>
              <w:t xml:space="preserve"> </w:t>
            </w:r>
            <w:r w:rsidRPr="00A0264F">
              <w:rPr>
                <w:rtl/>
              </w:rPr>
              <w:t>الأمنَ</w:t>
            </w:r>
            <w:r w:rsidR="0076657C">
              <w:rPr>
                <w:rtl/>
              </w:rPr>
              <w:t xml:space="preserve"> </w:t>
            </w:r>
            <w:r w:rsidRPr="00A0264F">
              <w:rPr>
                <w:rtl/>
              </w:rPr>
              <w:t>في</w:t>
            </w:r>
            <w:r w:rsidR="0076657C">
              <w:rPr>
                <w:rtl/>
              </w:rPr>
              <w:t xml:space="preserve"> </w:t>
            </w:r>
            <w:r w:rsidRPr="00A0264F">
              <w:rPr>
                <w:rtl/>
              </w:rPr>
              <w:t>المعادِ</w:t>
            </w:r>
            <w:r w:rsidR="0076657C">
              <w:rPr>
                <w:rtl/>
              </w:rPr>
              <w:t xml:space="preserve"> </w:t>
            </w:r>
            <w:r w:rsidRPr="00A0264F">
              <w:rPr>
                <w:rtl/>
              </w:rPr>
              <w:t>وأن</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يـسقيَهِ</w:t>
            </w:r>
            <w:r w:rsidR="0076657C">
              <w:rPr>
                <w:rtl/>
              </w:rPr>
              <w:t xml:space="preserve"> </w:t>
            </w:r>
            <w:r w:rsidRPr="00A0264F">
              <w:rPr>
                <w:rtl/>
              </w:rPr>
              <w:t>اللهُ</w:t>
            </w:r>
            <w:r w:rsidR="0076657C">
              <w:rPr>
                <w:rtl/>
              </w:rPr>
              <w:t xml:space="preserve"> </w:t>
            </w:r>
            <w:r w:rsidRPr="00A0264F">
              <w:rPr>
                <w:rtl/>
              </w:rPr>
              <w:t>مـن</w:t>
            </w:r>
            <w:r w:rsidR="0076657C">
              <w:rPr>
                <w:rtl/>
              </w:rPr>
              <w:t xml:space="preserve"> </w:t>
            </w:r>
            <w:r w:rsidRPr="00A0264F">
              <w:rPr>
                <w:rtl/>
              </w:rPr>
              <w:t>شـرابكما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0264F">
              <w:rPr>
                <w:rtl/>
              </w:rPr>
              <w:t>جـاءكما</w:t>
            </w:r>
            <w:r w:rsidR="0076657C">
              <w:rPr>
                <w:rtl/>
              </w:rPr>
              <w:t xml:space="preserve"> </w:t>
            </w:r>
            <w:r w:rsidRPr="00A0264F">
              <w:rPr>
                <w:rtl/>
              </w:rPr>
              <w:t>زائـراً</w:t>
            </w:r>
            <w:r w:rsidR="0076657C">
              <w:rPr>
                <w:rtl/>
              </w:rPr>
              <w:t xml:space="preserve"> </w:t>
            </w:r>
            <w:r w:rsidRPr="00A0264F">
              <w:rPr>
                <w:rtl/>
              </w:rPr>
              <w:t>وأرَّخَ</w:t>
            </w:r>
            <w:r w:rsidR="0076657C">
              <w:rPr>
                <w:rtl/>
              </w:rPr>
              <w:t xml:space="preserve"> </w:t>
            </w:r>
            <w:r w:rsidRPr="00A0264F">
              <w:rPr>
                <w:rtl/>
              </w:rPr>
              <w:t>هل</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يـخيبُ</w:t>
            </w:r>
            <w:r>
              <w:rPr>
                <w:rtl/>
              </w:rPr>
              <w:t xml:space="preserve"> </w:t>
            </w:r>
            <w:r w:rsidRPr="00A0264F">
              <w:rPr>
                <w:rtl/>
              </w:rPr>
              <w:t>مـستمسكٌ</w:t>
            </w:r>
            <w:r w:rsidR="0076657C">
              <w:rPr>
                <w:rtl/>
              </w:rPr>
              <w:t xml:space="preserve"> </w:t>
            </w:r>
            <w:r w:rsidRPr="00A0264F">
              <w:rPr>
                <w:rtl/>
              </w:rPr>
              <w:t>ببابكما</w:t>
            </w:r>
            <w:r w:rsidRPr="00725071">
              <w:rPr>
                <w:rStyle w:val="libPoemTiniChar0"/>
                <w:rtl/>
              </w:rPr>
              <w:br/>
              <w:t> </w:t>
            </w:r>
          </w:p>
        </w:tc>
      </w:tr>
    </w:tbl>
    <w:p w:rsidR="00A5546B" w:rsidRDefault="00A5546B" w:rsidP="00A5546B">
      <w:pPr>
        <w:pStyle w:val="libNormal"/>
        <w:rPr>
          <w:rtl/>
        </w:rPr>
      </w:pPr>
      <w:r>
        <w:rPr>
          <w:rtl/>
        </w:rPr>
        <w:br w:type="page"/>
      </w:r>
    </w:p>
    <w:p w:rsidR="00A5546B" w:rsidRDefault="00A5546B" w:rsidP="00A5546B">
      <w:pPr>
        <w:pStyle w:val="libNormal"/>
      </w:pPr>
      <w:r>
        <w:rPr>
          <w:rtl/>
        </w:rPr>
        <w:br w:type="page"/>
      </w:r>
    </w:p>
    <w:p w:rsidR="00A0264F" w:rsidRPr="00A0264F" w:rsidRDefault="00A0264F" w:rsidP="00A5546B">
      <w:pPr>
        <w:pStyle w:val="libNormal"/>
      </w:pPr>
      <w:r w:rsidRPr="00A0264F">
        <w:rPr>
          <w:rtl/>
        </w:rPr>
        <w:t>وله في تاريخ باب حرم الكاظمين (عليهما السّلام) في الجهة الغربية</w:t>
      </w:r>
      <w:r w:rsidR="003D6158">
        <w:rPr>
          <w:rtl/>
        </w:rPr>
        <w:t>:</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sidRPr="00A0264F">
              <w:rPr>
                <w:rtl/>
              </w:rPr>
              <w:t>إن جئتَ ساحلَ مولى</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تيارُ جدواهُ مائج</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0264F">
              <w:rPr>
                <w:rtl/>
              </w:rPr>
              <w:t xml:space="preserve">أرّخ </w:t>
            </w:r>
            <w:r>
              <w:rPr>
                <w:rtl/>
              </w:rPr>
              <w:t>(</w:t>
            </w:r>
            <w:r w:rsidRPr="00A0264F">
              <w:rPr>
                <w:rtl/>
              </w:rPr>
              <w:t>ببابكَ لذنا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وأنتَ بابُ الحوائج</w:t>
            </w:r>
            <w:r>
              <w:rPr>
                <w:rtl/>
              </w:rPr>
              <w:t>)</w:t>
            </w:r>
            <w:r w:rsidRPr="00725071">
              <w:rPr>
                <w:rStyle w:val="libPoemTiniChar0"/>
                <w:rtl/>
              </w:rPr>
              <w:br/>
              <w:t> </w:t>
            </w:r>
          </w:p>
        </w:tc>
      </w:tr>
    </w:tbl>
    <w:p w:rsidR="00A0264F" w:rsidRPr="00A0264F" w:rsidRDefault="00A0264F" w:rsidP="00A5546B">
      <w:pPr>
        <w:pStyle w:val="libNormal"/>
      </w:pPr>
      <w:r w:rsidRPr="00A0264F">
        <w:rPr>
          <w:rtl/>
        </w:rPr>
        <w:t>وله في تاريخ استشهاد الحسين (عليه السّلام)</w:t>
      </w:r>
      <w:r w:rsidR="003D6158">
        <w:rPr>
          <w:rtl/>
        </w:rPr>
        <w:t>:</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sidRPr="00A0264F">
              <w:rPr>
                <w:rtl/>
              </w:rPr>
              <w:t>هتفَ النادبونَ باسمِ حسين</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وعليهِ لم تحبسُ الدمعَ عين</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0264F">
              <w:rPr>
                <w:rtl/>
              </w:rPr>
              <w:t>لم يصيبوا الحسينَ إلاّ فقيدا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 xml:space="preserve">حينما أرّخوهُ </w:t>
            </w:r>
            <w:r>
              <w:rPr>
                <w:rtl/>
              </w:rPr>
              <w:t>(</w:t>
            </w:r>
            <w:r w:rsidRPr="00A0264F">
              <w:rPr>
                <w:rtl/>
              </w:rPr>
              <w:t>أينَ الحسين</w:t>
            </w:r>
            <w:r>
              <w:rPr>
                <w:rtl/>
              </w:rPr>
              <w:t>)</w:t>
            </w:r>
            <w:r w:rsidRPr="00A0264F">
              <w:rPr>
                <w:rStyle w:val="libFootnotenumChar"/>
                <w:rtl/>
              </w:rPr>
              <w:t>(1)</w:t>
            </w:r>
            <w:r w:rsidRPr="00725071">
              <w:rPr>
                <w:rStyle w:val="libPoemTiniChar0"/>
                <w:rtl/>
              </w:rPr>
              <w:br/>
              <w:t> </w:t>
            </w:r>
          </w:p>
        </w:tc>
      </w:tr>
    </w:tbl>
    <w:p w:rsidR="00A0264F" w:rsidRPr="00A0264F" w:rsidRDefault="00A0264F" w:rsidP="00A5546B">
      <w:pPr>
        <w:pStyle w:val="libNormal"/>
      </w:pPr>
      <w:r w:rsidRPr="00A0264F">
        <w:rPr>
          <w:rtl/>
        </w:rPr>
        <w:t>وقال في تاريخ تجديد حرم العسكريين (عليهما السّلام)</w:t>
      </w:r>
      <w:r w:rsidR="00A327D5">
        <w:rPr>
          <w:rtl/>
        </w:rPr>
        <w:t>،</w:t>
      </w:r>
      <w:r w:rsidRPr="00A0264F">
        <w:rPr>
          <w:rtl/>
        </w:rPr>
        <w:t xml:space="preserve"> وفي صدر البيت الأخير إشارة إلى وجوب إضافة واحد لجملة التاريخ ليكون تامّاً</w:t>
      </w:r>
      <w:r w:rsidR="00A327D5">
        <w:rPr>
          <w:rtl/>
        </w:rPr>
        <w:t>.</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sidRPr="00A0264F">
              <w:rPr>
                <w:rtl/>
              </w:rPr>
              <w:t>لُـذْ</w:t>
            </w:r>
            <w:r w:rsidR="0076657C">
              <w:rPr>
                <w:rtl/>
              </w:rPr>
              <w:t xml:space="preserve"> </w:t>
            </w:r>
            <w:r w:rsidRPr="00A0264F">
              <w:rPr>
                <w:rtl/>
              </w:rPr>
              <w:t>ببابِ</w:t>
            </w:r>
            <w:r w:rsidR="0076657C">
              <w:rPr>
                <w:rtl/>
              </w:rPr>
              <w:t xml:space="preserve"> </w:t>
            </w:r>
            <w:r w:rsidRPr="00A0264F">
              <w:rPr>
                <w:rtl/>
              </w:rPr>
              <w:t>النقي</w:t>
            </w:r>
            <w:r w:rsidR="0076657C">
              <w:rPr>
                <w:rtl/>
              </w:rPr>
              <w:t xml:space="preserve"> </w:t>
            </w:r>
            <w:r w:rsidRPr="00A0264F">
              <w:rPr>
                <w:rtl/>
              </w:rPr>
              <w:t>ما</w:t>
            </w:r>
            <w:r w:rsidR="0076657C">
              <w:rPr>
                <w:rtl/>
              </w:rPr>
              <w:t xml:space="preserve"> </w:t>
            </w:r>
            <w:r w:rsidRPr="00A0264F">
              <w:rPr>
                <w:rtl/>
              </w:rPr>
              <w:t>عشتَ</w:t>
            </w:r>
            <w:r w:rsidR="0076657C">
              <w:rPr>
                <w:rtl/>
              </w:rPr>
              <w:t xml:space="preserve"> </w:t>
            </w:r>
            <w:r w:rsidRPr="00A0264F">
              <w:rPr>
                <w:rtl/>
              </w:rPr>
              <w:t>حتى</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تـلجَ</w:t>
            </w:r>
            <w:r w:rsidR="0076657C">
              <w:rPr>
                <w:rtl/>
              </w:rPr>
              <w:t xml:space="preserve"> </w:t>
            </w:r>
            <w:r w:rsidRPr="00A0264F">
              <w:rPr>
                <w:rtl/>
              </w:rPr>
              <w:t>الـقصدَ</w:t>
            </w:r>
            <w:r w:rsidR="0076657C">
              <w:rPr>
                <w:rtl/>
              </w:rPr>
              <w:t xml:space="preserve"> </w:t>
            </w:r>
            <w:r w:rsidRPr="00A0264F">
              <w:rPr>
                <w:rtl/>
              </w:rPr>
              <w:t>من</w:t>
            </w:r>
            <w:r w:rsidR="0076657C">
              <w:rPr>
                <w:rtl/>
              </w:rPr>
              <w:t xml:space="preserve"> </w:t>
            </w:r>
            <w:r w:rsidRPr="00A0264F">
              <w:rPr>
                <w:rtl/>
              </w:rPr>
              <w:t>مسالكٍ</w:t>
            </w:r>
            <w:r w:rsidR="0076657C">
              <w:rPr>
                <w:rtl/>
              </w:rPr>
              <w:t xml:space="preserve"> </w:t>
            </w:r>
            <w:r w:rsidRPr="00A0264F">
              <w:rPr>
                <w:rtl/>
              </w:rPr>
              <w:t>شتى</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0264F">
              <w:rPr>
                <w:rtl/>
              </w:rPr>
              <w:t>هو</w:t>
            </w:r>
            <w:r w:rsidR="0076657C">
              <w:rPr>
                <w:rtl/>
              </w:rPr>
              <w:t xml:space="preserve"> </w:t>
            </w:r>
            <w:r w:rsidRPr="00A0264F">
              <w:rPr>
                <w:rtl/>
              </w:rPr>
              <w:t>بابُ</w:t>
            </w:r>
            <w:r w:rsidR="0076657C">
              <w:rPr>
                <w:rtl/>
              </w:rPr>
              <w:t xml:space="preserve"> </w:t>
            </w:r>
            <w:r w:rsidRPr="00A0264F">
              <w:rPr>
                <w:rtl/>
              </w:rPr>
              <w:t>مَنْ</w:t>
            </w:r>
            <w:r w:rsidR="0076657C">
              <w:rPr>
                <w:rtl/>
              </w:rPr>
              <w:t xml:space="preserve"> </w:t>
            </w:r>
            <w:r w:rsidRPr="00A0264F">
              <w:rPr>
                <w:rtl/>
              </w:rPr>
              <w:t>يخلصُ</w:t>
            </w:r>
            <w:r w:rsidR="0076657C">
              <w:rPr>
                <w:rtl/>
              </w:rPr>
              <w:t xml:space="preserve"> </w:t>
            </w:r>
            <w:r w:rsidRPr="00A0264F">
              <w:rPr>
                <w:rtl/>
              </w:rPr>
              <w:t>القصدَ</w:t>
            </w:r>
            <w:r w:rsidR="0076657C">
              <w:rPr>
                <w:rtl/>
              </w:rPr>
              <w:t xml:space="preserve"> </w:t>
            </w:r>
            <w:r w:rsidRPr="00A0264F">
              <w:rPr>
                <w:rtl/>
              </w:rPr>
              <w:t>فيها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حـتَّ</w:t>
            </w:r>
            <w:r w:rsidR="0076657C">
              <w:rPr>
                <w:rtl/>
              </w:rPr>
              <w:t xml:space="preserve"> </w:t>
            </w:r>
            <w:r w:rsidRPr="00A0264F">
              <w:rPr>
                <w:rtl/>
              </w:rPr>
              <w:t>عـنهُ</w:t>
            </w:r>
            <w:r w:rsidR="0076657C">
              <w:rPr>
                <w:rtl/>
              </w:rPr>
              <w:t xml:space="preserve"> </w:t>
            </w:r>
            <w:r w:rsidRPr="00A0264F">
              <w:rPr>
                <w:rtl/>
              </w:rPr>
              <w:t>اللهُ</w:t>
            </w:r>
            <w:r w:rsidR="0076657C">
              <w:rPr>
                <w:rtl/>
              </w:rPr>
              <w:t xml:space="preserve"> </w:t>
            </w:r>
            <w:r w:rsidRPr="00A0264F">
              <w:rPr>
                <w:rtl/>
              </w:rPr>
              <w:t>الـمآثمَ</w:t>
            </w:r>
            <w:r w:rsidR="0076657C">
              <w:rPr>
                <w:rtl/>
              </w:rPr>
              <w:t xml:space="preserve"> </w:t>
            </w:r>
            <w:r w:rsidRPr="00A0264F">
              <w:rPr>
                <w:rtl/>
              </w:rPr>
              <w:t>حـتّا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0264F">
              <w:rPr>
                <w:rtl/>
              </w:rPr>
              <w:t>بـابُ</w:t>
            </w:r>
            <w:r w:rsidR="0076657C">
              <w:rPr>
                <w:rtl/>
              </w:rPr>
              <w:t xml:space="preserve"> </w:t>
            </w:r>
            <w:r w:rsidRPr="00A0264F">
              <w:rPr>
                <w:rtl/>
              </w:rPr>
              <w:t>قومٍ</w:t>
            </w:r>
            <w:r w:rsidR="0076657C">
              <w:rPr>
                <w:rtl/>
              </w:rPr>
              <w:t xml:space="preserve"> </w:t>
            </w:r>
            <w:r w:rsidRPr="00A0264F">
              <w:rPr>
                <w:rtl/>
              </w:rPr>
              <w:t>بهم</w:t>
            </w:r>
            <w:r w:rsidR="0076657C">
              <w:rPr>
                <w:rtl/>
              </w:rPr>
              <w:t xml:space="preserve"> </w:t>
            </w:r>
            <w:r w:rsidRPr="00A0264F">
              <w:rPr>
                <w:rtl/>
              </w:rPr>
              <w:t>كفى</w:t>
            </w:r>
            <w:r w:rsidR="0076657C">
              <w:rPr>
                <w:rtl/>
              </w:rPr>
              <w:t xml:space="preserve"> </w:t>
            </w:r>
            <w:r w:rsidRPr="00A0264F">
              <w:rPr>
                <w:rtl/>
              </w:rPr>
              <w:t>اللهُ</w:t>
            </w:r>
            <w:r w:rsidR="0076657C">
              <w:rPr>
                <w:rtl/>
              </w:rPr>
              <w:t xml:space="preserve"> </w:t>
            </w:r>
            <w:r w:rsidRPr="00A0264F">
              <w:rPr>
                <w:rtl/>
              </w:rPr>
              <w:t>أمرَ</w:t>
            </w:r>
            <w:r w:rsidR="0076657C">
              <w:rPr>
                <w:rtl/>
              </w:rPr>
              <w:t xml:space="preserve"> </w:t>
            </w:r>
            <w:r w:rsidRPr="00A0264F">
              <w:rPr>
                <w:rtl/>
              </w:rPr>
              <w:t>الـ</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سجنِ</w:t>
            </w:r>
            <w:r w:rsidR="0076657C">
              <w:rPr>
                <w:rtl/>
              </w:rPr>
              <w:t xml:space="preserve"> </w:t>
            </w:r>
            <w:r w:rsidRPr="00A0264F">
              <w:rPr>
                <w:rtl/>
              </w:rPr>
              <w:t>والحوتِ</w:t>
            </w:r>
            <w:r w:rsidR="0076657C">
              <w:rPr>
                <w:rtl/>
              </w:rPr>
              <w:t xml:space="preserve"> </w:t>
            </w:r>
            <w:r w:rsidRPr="00A0264F">
              <w:rPr>
                <w:rtl/>
              </w:rPr>
              <w:t>يوسفاً</w:t>
            </w:r>
            <w:r w:rsidR="0076657C">
              <w:rPr>
                <w:rtl/>
              </w:rPr>
              <w:t xml:space="preserve"> </w:t>
            </w:r>
            <w:r w:rsidRPr="00A0264F">
              <w:rPr>
                <w:rtl/>
              </w:rPr>
              <w:t>وابن</w:t>
            </w:r>
            <w:r w:rsidR="0076657C">
              <w:rPr>
                <w:rtl/>
              </w:rPr>
              <w:t xml:space="preserve"> </w:t>
            </w:r>
            <w:r w:rsidRPr="00A0264F">
              <w:rPr>
                <w:rtl/>
              </w:rPr>
              <w:t>متى</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0264F">
              <w:rPr>
                <w:rtl/>
              </w:rPr>
              <w:t>عـترةُ</w:t>
            </w:r>
            <w:r w:rsidR="0076657C">
              <w:rPr>
                <w:rtl/>
              </w:rPr>
              <w:t xml:space="preserve"> </w:t>
            </w:r>
            <w:r w:rsidRPr="00A0264F">
              <w:rPr>
                <w:rtl/>
              </w:rPr>
              <w:t>المصطفى</w:t>
            </w:r>
            <w:r w:rsidR="0076657C">
              <w:rPr>
                <w:rtl/>
              </w:rPr>
              <w:t xml:space="preserve"> </w:t>
            </w:r>
            <w:r w:rsidRPr="00A0264F">
              <w:rPr>
                <w:rtl/>
              </w:rPr>
              <w:t>فما</w:t>
            </w:r>
            <w:r w:rsidR="0076657C">
              <w:rPr>
                <w:rtl/>
              </w:rPr>
              <w:t xml:space="preserve"> </w:t>
            </w:r>
            <w:r w:rsidRPr="00A0264F">
              <w:rPr>
                <w:rtl/>
              </w:rPr>
              <w:t>يبلغُ</w:t>
            </w:r>
            <w:r w:rsidR="0076657C">
              <w:rPr>
                <w:rtl/>
              </w:rPr>
              <w:t xml:space="preserve"> </w:t>
            </w:r>
            <w:r w:rsidRPr="00A0264F">
              <w:rPr>
                <w:rtl/>
              </w:rPr>
              <w:t>النا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عتُ</w:t>
            </w:r>
            <w:r>
              <w:rPr>
                <w:rtl/>
              </w:rPr>
              <w:t xml:space="preserve"> </w:t>
            </w:r>
            <w:r w:rsidRPr="00A0264F">
              <w:rPr>
                <w:rtl/>
              </w:rPr>
              <w:t>فيمَنْ</w:t>
            </w:r>
            <w:r w:rsidR="0076657C">
              <w:rPr>
                <w:rtl/>
              </w:rPr>
              <w:t xml:space="preserve"> </w:t>
            </w:r>
            <w:r w:rsidRPr="00A0264F">
              <w:rPr>
                <w:rtl/>
              </w:rPr>
              <w:t>سادوا</w:t>
            </w:r>
            <w:r w:rsidR="0076657C">
              <w:rPr>
                <w:rtl/>
              </w:rPr>
              <w:t xml:space="preserve"> </w:t>
            </w:r>
            <w:r w:rsidRPr="00A0264F">
              <w:rPr>
                <w:rtl/>
              </w:rPr>
              <w:t>الخلائقَ</w:t>
            </w:r>
            <w:r w:rsidR="0076657C">
              <w:rPr>
                <w:rtl/>
              </w:rPr>
              <w:t xml:space="preserve"> </w:t>
            </w:r>
            <w:r w:rsidRPr="00A0264F">
              <w:rPr>
                <w:rtl/>
              </w:rPr>
              <w:t>نعتا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0264F">
              <w:rPr>
                <w:rtl/>
              </w:rPr>
              <w:t>زرهُ</w:t>
            </w:r>
            <w:r>
              <w:rPr>
                <w:rtl/>
              </w:rPr>
              <w:t xml:space="preserve"> </w:t>
            </w:r>
            <w:r w:rsidRPr="00A0264F">
              <w:rPr>
                <w:rtl/>
              </w:rPr>
              <w:t>مـستعصماً</w:t>
            </w:r>
            <w:r w:rsidR="0076657C">
              <w:rPr>
                <w:rtl/>
              </w:rPr>
              <w:t xml:space="preserve"> </w:t>
            </w:r>
            <w:r w:rsidRPr="00A0264F">
              <w:rPr>
                <w:rtl/>
              </w:rPr>
              <w:t>بـهِ</w:t>
            </w:r>
            <w:r w:rsidR="0076657C">
              <w:rPr>
                <w:rtl/>
              </w:rPr>
              <w:t xml:space="preserve"> </w:t>
            </w:r>
            <w:r w:rsidRPr="00A0264F">
              <w:rPr>
                <w:rtl/>
              </w:rPr>
              <w:t>وتمسّك</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0264F">
              <w:rPr>
                <w:rtl/>
              </w:rPr>
              <w:t>بـحماهُ</w:t>
            </w:r>
            <w:r>
              <w:rPr>
                <w:rtl/>
              </w:rPr>
              <w:t xml:space="preserve"> </w:t>
            </w:r>
            <w:r w:rsidRPr="00A0264F">
              <w:rPr>
                <w:rtl/>
              </w:rPr>
              <w:t>وجـئهُ</w:t>
            </w:r>
            <w:r w:rsidR="0076657C">
              <w:rPr>
                <w:rtl/>
              </w:rPr>
              <w:t xml:space="preserve"> </w:t>
            </w:r>
            <w:r w:rsidRPr="00A0264F">
              <w:rPr>
                <w:rtl/>
              </w:rPr>
              <w:t>وقـتاً</w:t>
            </w:r>
            <w:r w:rsidR="0076657C">
              <w:rPr>
                <w:rtl/>
              </w:rPr>
              <w:t xml:space="preserve"> </w:t>
            </w:r>
            <w:r w:rsidRPr="00A0264F">
              <w:rPr>
                <w:rtl/>
              </w:rPr>
              <w:t>فـوقتا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0264F">
              <w:rPr>
                <w:rtl/>
              </w:rPr>
              <w:t>واجـعلِ</w:t>
            </w:r>
            <w:r>
              <w:rPr>
                <w:rtl/>
              </w:rPr>
              <w:t xml:space="preserve"> </w:t>
            </w:r>
            <w:r w:rsidRPr="00A0264F">
              <w:rPr>
                <w:rtl/>
              </w:rPr>
              <w:t>الواحدَ</w:t>
            </w:r>
            <w:r w:rsidR="0076657C">
              <w:rPr>
                <w:rtl/>
              </w:rPr>
              <w:t xml:space="preserve"> </w:t>
            </w:r>
            <w:r w:rsidRPr="00A0264F">
              <w:rPr>
                <w:rtl/>
              </w:rPr>
              <w:t>المعينَ</w:t>
            </w:r>
            <w:r w:rsidR="0076657C">
              <w:rPr>
                <w:rtl/>
              </w:rPr>
              <w:t xml:space="preserve"> </w:t>
            </w:r>
            <w:r w:rsidRPr="00A0264F">
              <w:rPr>
                <w:rtl/>
              </w:rPr>
              <w:t>وأرّخ</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w:t>
            </w:r>
            <w:r w:rsidRPr="00A0264F">
              <w:rPr>
                <w:rtl/>
              </w:rPr>
              <w:t>هـو</w:t>
            </w:r>
            <w:r w:rsidR="0076657C">
              <w:rPr>
                <w:rtl/>
              </w:rPr>
              <w:t xml:space="preserve"> </w:t>
            </w:r>
            <w:r w:rsidRPr="00A0264F">
              <w:rPr>
                <w:rtl/>
              </w:rPr>
              <w:t>بابُ</w:t>
            </w:r>
            <w:r w:rsidR="0076657C">
              <w:rPr>
                <w:rtl/>
              </w:rPr>
              <w:t xml:space="preserve"> </w:t>
            </w:r>
            <w:r w:rsidRPr="00A0264F">
              <w:rPr>
                <w:rtl/>
              </w:rPr>
              <w:t>اللهِ</w:t>
            </w:r>
            <w:r w:rsidR="0076657C">
              <w:rPr>
                <w:rtl/>
              </w:rPr>
              <w:t xml:space="preserve"> </w:t>
            </w:r>
            <w:r w:rsidRPr="00A0264F">
              <w:rPr>
                <w:rtl/>
              </w:rPr>
              <w:t>الذي</w:t>
            </w:r>
            <w:r w:rsidR="0076657C">
              <w:rPr>
                <w:rtl/>
              </w:rPr>
              <w:t xml:space="preserve"> </w:t>
            </w:r>
            <w:r w:rsidRPr="00A0264F">
              <w:rPr>
                <w:rtl/>
              </w:rPr>
              <w:t>منهُ</w:t>
            </w:r>
            <w:r w:rsidR="0076657C">
              <w:rPr>
                <w:rtl/>
              </w:rPr>
              <w:t xml:space="preserve"> </w:t>
            </w:r>
            <w:r w:rsidRPr="00A0264F">
              <w:rPr>
                <w:rtl/>
              </w:rPr>
              <w:t>يؤتى</w:t>
            </w:r>
            <w:r>
              <w:rPr>
                <w:rtl/>
              </w:rPr>
              <w:t>)</w:t>
            </w:r>
            <w:r w:rsidRPr="00725071">
              <w:rPr>
                <w:rStyle w:val="libPoemTiniChar0"/>
                <w:rtl/>
              </w:rPr>
              <w:br/>
              <w:t> </w:t>
            </w:r>
          </w:p>
        </w:tc>
      </w:tr>
    </w:tbl>
    <w:p w:rsidR="000B1036" w:rsidRDefault="000B1036" w:rsidP="00A5546B">
      <w:pPr>
        <w:pStyle w:val="libNormal"/>
        <w:rPr>
          <w:rtl/>
        </w:rPr>
      </w:pPr>
      <w:r>
        <w:rPr>
          <w:rtl/>
        </w:rPr>
        <w:t>وقال مؤرخا وفاة حسن آل سكر:</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لا تلحني إن ذاب قلبي اسىّ</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أو سال دمعي كالحيا صيِّبا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إن افتقاد الصبر تاريخه</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***(عند افتقاد الحسن المجتبى)</w:t>
            </w:r>
            <w:r w:rsidRPr="00725071">
              <w:rPr>
                <w:rStyle w:val="libPoemTiniChar0"/>
                <w:rtl/>
              </w:rPr>
              <w:br/>
              <w:t> </w:t>
            </w:r>
          </w:p>
        </w:tc>
      </w:tr>
    </w:tbl>
    <w:p w:rsidR="00A0264F" w:rsidRPr="00A5546B" w:rsidRDefault="003D6158" w:rsidP="00191E3C">
      <w:pPr>
        <w:pStyle w:val="libLine"/>
      </w:pPr>
      <w:r>
        <w:rPr>
          <w:rtl/>
        </w:rPr>
        <w:t>____________________</w:t>
      </w:r>
    </w:p>
    <w:p w:rsidR="00A0264F" w:rsidRPr="00A5546B" w:rsidRDefault="00A0264F" w:rsidP="00A5546B">
      <w:pPr>
        <w:pStyle w:val="libFootnote0"/>
      </w:pPr>
      <w:r w:rsidRPr="00A0264F">
        <w:rPr>
          <w:rtl/>
        </w:rPr>
        <w:t>1</w:t>
      </w:r>
      <w:r w:rsidR="00A327D5">
        <w:rPr>
          <w:rtl/>
        </w:rPr>
        <w:t xml:space="preserve"> - </w:t>
      </w:r>
      <w:r w:rsidRPr="00A0264F">
        <w:rPr>
          <w:rtl/>
        </w:rPr>
        <w:t>في هذا التاريخ واحدة من لطائف أدب التاريخ</w:t>
      </w:r>
      <w:r w:rsidR="00A327D5">
        <w:rPr>
          <w:rtl/>
        </w:rPr>
        <w:t>؛</w:t>
      </w:r>
      <w:r w:rsidRPr="00A0264F">
        <w:rPr>
          <w:rtl/>
        </w:rPr>
        <w:t xml:space="preserve"> فقد أشار السيد في صدر البيت إلى استبعاد كلمة (الحسين) من الحساب لتكون كلمة (أين) وحدها المحسوبة</w:t>
      </w:r>
      <w:r w:rsidR="00A327D5">
        <w:rPr>
          <w:rtl/>
        </w:rPr>
        <w:t>،</w:t>
      </w:r>
      <w:r w:rsidRPr="00A0264F">
        <w:rPr>
          <w:rtl/>
        </w:rPr>
        <w:t xml:space="preserve"> وفيها سنة استشهاده (عليه السّلام) وهي سنة 61 هـ</w:t>
      </w:r>
      <w:r w:rsidR="00A327D5">
        <w:rPr>
          <w:rtl/>
        </w:rPr>
        <w:t>.</w:t>
      </w:r>
    </w:p>
    <w:p w:rsidR="00A5546B" w:rsidRDefault="00A5546B" w:rsidP="00A5546B">
      <w:pPr>
        <w:pStyle w:val="libNormal"/>
      </w:pPr>
      <w:r>
        <w:rPr>
          <w:rtl/>
        </w:rPr>
        <w:br w:type="page"/>
      </w:r>
    </w:p>
    <w:p w:rsidR="000B1036" w:rsidRDefault="000B1036" w:rsidP="00A5546B">
      <w:pPr>
        <w:pStyle w:val="libNormal"/>
        <w:rPr>
          <w:rtl/>
        </w:rPr>
      </w:pPr>
      <w:r>
        <w:rPr>
          <w:rtl/>
        </w:rPr>
        <w:t>وقال مؤرخا ولادة عبد الحسين بن الشيخ علي الاعسم:</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زار شقيقُ البدرِ من بعد بين</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فاصبغ بشمس الراح كأس اللجين</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وقد وفى الدهرُ بميعادهِ</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حتى قضى لي بالهنا كل دين</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أزال عنّي النحس ميلادُ من</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حفَّ به السعدُ من الجانبين</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قد طاب أمّا وزكا والدا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فجاء بالفخر من الوالدين</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شبلُ عليٍّ وكفاه بذا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فخرا به يسمو على النيرين</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قد ولد البشر فأرّخ (وقل</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قد أشرق الدهر بعبد الحسين)</w:t>
            </w:r>
            <w:r w:rsidRPr="00725071">
              <w:rPr>
                <w:rStyle w:val="libPoemTiniChar0"/>
                <w:rtl/>
              </w:rPr>
              <w:br/>
              <w:t> </w:t>
            </w:r>
          </w:p>
        </w:tc>
      </w:tr>
    </w:tbl>
    <w:p w:rsidR="000B1036" w:rsidRDefault="000B1036" w:rsidP="00A5546B">
      <w:pPr>
        <w:pStyle w:val="libNormal"/>
        <w:rPr>
          <w:rtl/>
        </w:rPr>
      </w:pPr>
      <w:r>
        <w:rPr>
          <w:rtl/>
        </w:rPr>
        <w:t>وله مؤرخا كتابا ألّفه نجله الاكبر العلامة السيد أحمد وسمّاه (النديم):</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نعم النديم لمن يقضِّي وقته</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معه فإن جليسه لا يندم</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حلو الحديث وليس يملك منطقا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بل وجهه عما يكنُّ مترجم</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ما مثلهُ متبذل بالسرِّ قد</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لزم السكوت كأنّه متكتم</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ولقد سألت من الملوك حديثهم</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وقديمهم عما به أنا أعلم</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أي الندامى راقكم تاريخه</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(قالوا النديم الساكت المتكلم)</w:t>
            </w:r>
            <w:r w:rsidRPr="00725071">
              <w:rPr>
                <w:rStyle w:val="libPoemTiniChar0"/>
                <w:rtl/>
              </w:rPr>
              <w:br/>
              <w:t> </w:t>
            </w:r>
          </w:p>
        </w:tc>
      </w:tr>
    </w:tbl>
    <w:p w:rsidR="000B1036" w:rsidRDefault="000B1036" w:rsidP="008D4DE0">
      <w:pPr>
        <w:pStyle w:val="libLeft"/>
        <w:rPr>
          <w:rtl/>
        </w:rPr>
      </w:pPr>
      <w:r>
        <w:rPr>
          <w:rtl/>
        </w:rPr>
        <w:t>1346 هـ‍</w:t>
      </w:r>
    </w:p>
    <w:p w:rsidR="000B1036" w:rsidRDefault="000B1036" w:rsidP="00A5546B">
      <w:pPr>
        <w:pStyle w:val="libNormal"/>
        <w:rPr>
          <w:rtl/>
        </w:rPr>
      </w:pPr>
      <w:r>
        <w:rPr>
          <w:rtl/>
        </w:rPr>
        <w:t>وله مؤرخا وفاة أبي جعفر محمد بن الحسن الطوسي وكانت الابيات مكتوبة على باب مقبرته في النجف وبعد تعمير المسجد المنسوب إليه كتب من هذه الابيات بيتان هما الاول والاخير.</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يا مرقد الطوسيِّ فيك قد انطوى</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محيي العلوم فعدت أطيب مرقد</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بك شيخ طائفة الدعاة إلى الهدى</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ومُجَمِّعُ الاحكام بعد تبدد</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أودى بشهر محرم فأضافه</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حزنا لفاجع رزئه المتجدد</w:t>
            </w:r>
            <w:r w:rsidRPr="00725071">
              <w:rPr>
                <w:rStyle w:val="libPoemTiniChar0"/>
                <w:rtl/>
              </w:rPr>
              <w:br/>
              <w:t> </w:t>
            </w:r>
          </w:p>
        </w:tc>
      </w:tr>
    </w:tbl>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وبكى له الشرع الشريف مؤرخا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(أبكى الهدى والدين فقد محمد)</w:t>
            </w:r>
            <w:r w:rsidRPr="00725071">
              <w:rPr>
                <w:rStyle w:val="libPoemTiniChar0"/>
                <w:rtl/>
              </w:rPr>
              <w:br/>
              <w:t> </w:t>
            </w:r>
          </w:p>
        </w:tc>
      </w:tr>
    </w:tbl>
    <w:p w:rsidR="000B1036" w:rsidRDefault="000B1036" w:rsidP="008D4DE0">
      <w:pPr>
        <w:pStyle w:val="libLeft"/>
        <w:rPr>
          <w:rtl/>
        </w:rPr>
      </w:pPr>
      <w:r>
        <w:rPr>
          <w:rtl/>
        </w:rPr>
        <w:t>460 هـ‍</w:t>
      </w:r>
    </w:p>
    <w:p w:rsidR="000B1036" w:rsidRDefault="000B1036" w:rsidP="00A5546B">
      <w:pPr>
        <w:pStyle w:val="libNormal"/>
        <w:rPr>
          <w:rtl/>
        </w:rPr>
      </w:pPr>
      <w:r>
        <w:rPr>
          <w:rtl/>
        </w:rPr>
        <w:t>وقال مؤرخا مولد (موسى) نجل الشيخ محمد علي اليعقوبي:</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أمحمد الندب العلي ومن جرى</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للناس زاخر فضله قاموسا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أضحى لسانك للهداية حارسا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فبقيت ما بقي الهدى محروسا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أطلقت أسر المكرمات بأسرها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فغدا عليك ثناؤها محبوسا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إن يطغ فرعون الهموم ببغيه</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أرخ (بلوغ مناك مولد موسى)</w:t>
            </w:r>
            <w:r w:rsidRPr="00725071">
              <w:rPr>
                <w:rStyle w:val="libPoemTiniChar0"/>
                <w:rtl/>
              </w:rPr>
              <w:br/>
              <w:t> </w:t>
            </w:r>
          </w:p>
        </w:tc>
      </w:tr>
    </w:tbl>
    <w:p w:rsidR="000B1036" w:rsidRDefault="000B1036" w:rsidP="008D4DE0">
      <w:pPr>
        <w:pStyle w:val="libLeft"/>
        <w:rPr>
          <w:rtl/>
        </w:rPr>
      </w:pPr>
      <w:r>
        <w:rPr>
          <w:rtl/>
        </w:rPr>
        <w:t>1345</w:t>
      </w:r>
      <w:r w:rsidR="008D4DE0">
        <w:rPr>
          <w:rFonts w:hint="cs"/>
          <w:rtl/>
        </w:rPr>
        <w:t xml:space="preserve"> </w:t>
      </w:r>
      <w:r>
        <w:rPr>
          <w:rtl/>
        </w:rPr>
        <w:t>هـ‍</w:t>
      </w:r>
    </w:p>
    <w:p w:rsidR="000B1036" w:rsidRDefault="000B1036" w:rsidP="00A5546B">
      <w:pPr>
        <w:pStyle w:val="libNormal"/>
        <w:rPr>
          <w:rtl/>
        </w:rPr>
      </w:pPr>
      <w:r>
        <w:rPr>
          <w:rtl/>
        </w:rPr>
        <w:t>وقال في تاريخ وفاة الملك غازي وجلوس ابنه الملك فيصل:</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يا وارثا مجد فيصل</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ويا ابن أكرم مرسل</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لا بيت للعرب إلاّ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بكى عليك وأعول</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إذ لم يكن في الدواهي</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إلاّ عليك المعول</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أبقيت تاريخ مجدٍ</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يتلى ببيت مفصل</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(عرشُ العراقِ جمالٌ</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لكل ملك مفضل)</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sidRPr="00A5546B">
              <w:rPr>
                <w:rtl/>
              </w:rPr>
              <w:t>عراه في فقد (غازي)</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sidRPr="00A5546B">
              <w:rPr>
                <w:rtl/>
              </w:rPr>
              <w:t>نقصٌ وتم بـ(فيصل)</w:t>
            </w:r>
            <w:r w:rsidRPr="000B1036">
              <w:rPr>
                <w:rStyle w:val="libFootnotenumChar"/>
                <w:rtl/>
              </w:rPr>
              <w:t>(</w:t>
            </w:r>
            <w:r w:rsidRPr="000B1036">
              <w:rPr>
                <w:rStyle w:val="libFootnotenumChar"/>
                <w:rFonts w:hint="cs"/>
                <w:rtl/>
              </w:rPr>
              <w:t>1</w:t>
            </w:r>
            <w:r w:rsidRPr="000B1036">
              <w:rPr>
                <w:rStyle w:val="libFootnotenumChar"/>
                <w:rtl/>
              </w:rPr>
              <w:t>)</w:t>
            </w:r>
            <w:r w:rsidRPr="00725071">
              <w:rPr>
                <w:rStyle w:val="libPoemTiniChar0"/>
                <w:rtl/>
              </w:rPr>
              <w:br/>
              <w:t> </w:t>
            </w:r>
          </w:p>
        </w:tc>
      </w:tr>
    </w:tbl>
    <w:p w:rsidR="000B1036" w:rsidRDefault="000B1036" w:rsidP="00A5546B">
      <w:pPr>
        <w:pStyle w:val="libNormal"/>
        <w:rPr>
          <w:rtl/>
        </w:rPr>
      </w:pPr>
      <w:r>
        <w:rPr>
          <w:rtl/>
        </w:rPr>
        <w:t>وقال مؤرخا ولادة حفيده من نجله الاوسط السيد محمد واسمه (عبد اللّه):</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بدا كوكب الاقبال والسعد طالعا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ببرج علا يسمو على برج كيوان</w:t>
            </w:r>
            <w:r w:rsidRPr="00725071">
              <w:rPr>
                <w:rStyle w:val="libPoemTiniChar0"/>
                <w:rtl/>
              </w:rPr>
              <w:br/>
              <w:t> </w:t>
            </w:r>
          </w:p>
        </w:tc>
      </w:tr>
    </w:tbl>
    <w:p w:rsidR="000B1036" w:rsidRDefault="003D6158" w:rsidP="00191E3C">
      <w:pPr>
        <w:pStyle w:val="libLine"/>
        <w:rPr>
          <w:rtl/>
        </w:rPr>
      </w:pPr>
      <w:r>
        <w:rPr>
          <w:rtl/>
        </w:rPr>
        <w:t>____________________</w:t>
      </w:r>
    </w:p>
    <w:p w:rsidR="00A5546B" w:rsidRDefault="000B1036" w:rsidP="00A5546B">
      <w:pPr>
        <w:pStyle w:val="libFootnote0"/>
        <w:rPr>
          <w:rtl/>
        </w:rPr>
      </w:pPr>
      <w:r>
        <w:rPr>
          <w:rFonts w:hint="cs"/>
          <w:rtl/>
        </w:rPr>
        <w:t>1</w:t>
      </w:r>
      <w:r>
        <w:rPr>
          <w:rtl/>
        </w:rPr>
        <w:t xml:space="preserve"> - لا يخفى أن بيت التاريخ لا يتم حسابا إلاّ بإضافة حروف كلمة (فيصل) وطرح حروف كلمة (غازي) وهذا ما أشار البيت الاخير إليه.</w:t>
      </w:r>
    </w:p>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أهلَّ هلال السعد قد أرخوه (أم</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تولد عبد اللّه في نصف شعبان)</w:t>
            </w:r>
            <w:r w:rsidRPr="00725071">
              <w:rPr>
                <w:rStyle w:val="libPoemTiniChar0"/>
                <w:rtl/>
              </w:rPr>
              <w:br/>
              <w:t> </w:t>
            </w:r>
          </w:p>
        </w:tc>
      </w:tr>
    </w:tbl>
    <w:p w:rsidR="000B1036" w:rsidRDefault="000B1036" w:rsidP="008D4DE0">
      <w:pPr>
        <w:pStyle w:val="libLeft"/>
        <w:rPr>
          <w:rtl/>
        </w:rPr>
      </w:pPr>
      <w:r>
        <w:rPr>
          <w:rtl/>
        </w:rPr>
        <w:t>1356 هـ‍</w:t>
      </w:r>
    </w:p>
    <w:p w:rsidR="000B1036" w:rsidRDefault="000B1036" w:rsidP="00A5546B">
      <w:pPr>
        <w:pStyle w:val="libNormal"/>
        <w:rPr>
          <w:rtl/>
        </w:rPr>
      </w:pPr>
      <w:r>
        <w:rPr>
          <w:rtl/>
        </w:rPr>
        <w:t>وقال مؤرخا وفاة العلامة الشيخ عبد الرضا نجل الشيخ مهدي الشيخ راضي سنة 1356 هـ:</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العلم والمجد المؤثل قوضا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وقضى الابا لما محالفه قضى</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ونعى الحمام إلى الانام نفوسهم</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أرخت (حين نعى الهدى عبد الرضا)</w:t>
            </w:r>
            <w:r w:rsidRPr="00725071">
              <w:rPr>
                <w:rStyle w:val="libPoemTiniChar0"/>
                <w:rtl/>
              </w:rPr>
              <w:br/>
              <w:t> </w:t>
            </w:r>
          </w:p>
        </w:tc>
      </w:tr>
    </w:tbl>
    <w:p w:rsidR="000B1036" w:rsidRDefault="000B1036" w:rsidP="00A5546B">
      <w:pPr>
        <w:pStyle w:val="libNormal"/>
        <w:rPr>
          <w:rtl/>
        </w:rPr>
      </w:pPr>
      <w:r>
        <w:rPr>
          <w:rtl/>
        </w:rPr>
        <w:t>وقال مؤرخا عام تشييد (خان) للزائرين أنشأه السيد نور السيد عزيز الياسري سنة 1328 هـ وقد نقش البيتان على بابه:</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لبني الزهراء ربع مربع</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أبدا زوارهم تأتيه وفدا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يا بني الزهراء أرخ (ربعكم</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نور بانيه به الزوار تهدى)</w:t>
            </w:r>
            <w:r w:rsidRPr="00725071">
              <w:rPr>
                <w:rStyle w:val="libPoemTiniChar0"/>
                <w:rtl/>
              </w:rPr>
              <w:br/>
              <w:t> </w:t>
            </w:r>
          </w:p>
        </w:tc>
      </w:tr>
    </w:tbl>
    <w:p w:rsidR="000B1036" w:rsidRDefault="000B1036" w:rsidP="00A5546B">
      <w:pPr>
        <w:pStyle w:val="libNormal"/>
        <w:rPr>
          <w:rtl/>
        </w:rPr>
      </w:pPr>
      <w:r>
        <w:rPr>
          <w:rtl/>
        </w:rPr>
        <w:t>وقال مؤرخا وفاة المرحوم العلامة السيد مهدي بحر العلوم عند تجديد بناية قبره:</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بنفسي إمام حلَّ في خير مشهد</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بقبته زهر الكواكب تهتدي</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وقدست أرضا قلت فيها مؤرخا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(يغيب بها مهدي آل محمد)</w:t>
            </w:r>
            <w:r w:rsidRPr="00725071">
              <w:rPr>
                <w:rStyle w:val="libPoemTiniChar0"/>
                <w:rtl/>
              </w:rPr>
              <w:br/>
              <w:t> </w:t>
            </w:r>
          </w:p>
        </w:tc>
      </w:tr>
    </w:tbl>
    <w:p w:rsidR="000B1036" w:rsidRDefault="000B1036" w:rsidP="008D4DE0">
      <w:pPr>
        <w:pStyle w:val="libLeft"/>
        <w:rPr>
          <w:rtl/>
        </w:rPr>
      </w:pPr>
      <w:r>
        <w:rPr>
          <w:rtl/>
        </w:rPr>
        <w:t>1212 هـ‍</w:t>
      </w:r>
    </w:p>
    <w:p w:rsidR="000B1036" w:rsidRDefault="000B1036" w:rsidP="00A5546B">
      <w:pPr>
        <w:pStyle w:val="libNormal"/>
        <w:rPr>
          <w:rtl/>
        </w:rPr>
      </w:pPr>
      <w:r>
        <w:rPr>
          <w:rtl/>
        </w:rPr>
        <w:t>وقال راثيا السيد حسن نجل المرجع الامام السيد أبي الحسن الموسوي الاصبهاني ومؤرخا مقتله رحمه اللّه:</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حييت وأنت في الدنيا سعيد</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ومتَّ وأنت مظلوم شهيد</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وماذا ضرَّ من في اللّه يفنى</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ويبقى بعده الذكر الحميدُ</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قضيت العمر في عملٍ وعلمٍ</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ولم تبرح تفيدُ وتستفيد</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وفي سنِّ الصبا لازمت هديا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شيوخ الفضل عنه لا تزيد</w:t>
            </w:r>
            <w:r w:rsidRPr="00725071">
              <w:rPr>
                <w:rStyle w:val="libPoemTiniChar0"/>
                <w:rtl/>
              </w:rPr>
              <w:br/>
              <w:t> </w:t>
            </w:r>
          </w:p>
        </w:tc>
      </w:tr>
    </w:tbl>
    <w:p w:rsidR="00A5546B" w:rsidRDefault="00A5546B" w:rsidP="00A5546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فلو عاش الندى لبكاك حزنا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ولكني أراه هو الفقيد</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ولو مَثُلَ الهدى لغدا يحلِّي</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ثراك لدمعه عقدٌ فريد</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أعيذ لجين جسمك أن أراه</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نضارا حين يقطعه الحديد</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أعيذ جمال وجهك وهو بد</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منير أن يغيبه الصعيد</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أعيذ بني نزار وهم ملوك الـ</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ـبرايا أن تحيط بها العبيد</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أهوِّن نكبتي أن ليس بيني</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وبين منيتي أمد بعيد</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وأنك طبت في الفردوس عيشا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وحاق بخصمك الخزي الشديد</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بكى عام الفراق القلب شجوا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وأرخه (مضى الحسن الشهيد)</w:t>
            </w:r>
            <w:r w:rsidRPr="00725071">
              <w:rPr>
                <w:rStyle w:val="libPoemTiniChar0"/>
                <w:rtl/>
              </w:rPr>
              <w:br/>
              <w:t> </w:t>
            </w:r>
          </w:p>
        </w:tc>
      </w:tr>
    </w:tbl>
    <w:p w:rsidR="00A5546B" w:rsidRDefault="008D4DE0" w:rsidP="008D4DE0">
      <w:pPr>
        <w:pStyle w:val="libLeft"/>
        <w:rPr>
          <w:rtl/>
        </w:rPr>
      </w:pPr>
      <w:r>
        <w:rPr>
          <w:rtl/>
        </w:rPr>
        <w:t>1349</w:t>
      </w:r>
      <w:r w:rsidR="000B1036">
        <w:rPr>
          <w:rtl/>
        </w:rPr>
        <w:t xml:space="preserve"> هـ‍</w:t>
      </w:r>
    </w:p>
    <w:p w:rsidR="00A5546B" w:rsidRDefault="00A5546B" w:rsidP="00A5546B">
      <w:pPr>
        <w:pStyle w:val="libNormal"/>
        <w:rPr>
          <w:rtl/>
        </w:rPr>
      </w:pPr>
      <w:r>
        <w:rPr>
          <w:rtl/>
        </w:rPr>
        <w:br w:type="page"/>
      </w:r>
    </w:p>
    <w:p w:rsidR="00A0264F" w:rsidRPr="00A5546B" w:rsidRDefault="00A0264F" w:rsidP="00A5546B">
      <w:pPr>
        <w:pStyle w:val="Heading3Center"/>
      </w:pPr>
      <w:bookmarkStart w:id="124" w:name="_Toc430519803"/>
      <w:r w:rsidRPr="00A0264F">
        <w:rPr>
          <w:rtl/>
        </w:rPr>
        <w:t>متَفرّقات</w:t>
      </w:r>
      <w:bookmarkStart w:id="125" w:name="متَفرّقات"/>
      <w:bookmarkEnd w:id="125"/>
      <w:bookmarkEnd w:id="124"/>
    </w:p>
    <w:p w:rsidR="00A5546B" w:rsidRDefault="00A5546B" w:rsidP="00A5546B">
      <w:pPr>
        <w:pStyle w:val="libNormal"/>
      </w:pPr>
      <w:r>
        <w:rPr>
          <w:rtl/>
        </w:rPr>
        <w:br w:type="page"/>
      </w:r>
    </w:p>
    <w:p w:rsidR="00A5546B" w:rsidRDefault="00A5546B" w:rsidP="00A5546B">
      <w:pPr>
        <w:pStyle w:val="libNormal"/>
      </w:pPr>
      <w:r>
        <w:rPr>
          <w:rtl/>
        </w:rPr>
        <w:br w:type="page"/>
      </w:r>
    </w:p>
    <w:p w:rsidR="000B1036" w:rsidRDefault="000B1036" w:rsidP="00A5546B">
      <w:pPr>
        <w:pStyle w:val="libNormal"/>
        <w:rPr>
          <w:rtl/>
        </w:rPr>
      </w:pPr>
      <w:r>
        <w:rPr>
          <w:rtl/>
        </w:rPr>
        <w:t>قال منددا بعلويٍّ اسمه (محسن) في مناسبة معروفة:</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ذرية الزهراء إن عددت</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يوما لتحصي الناس فيها الثنا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فلا تعدو محسنا منهمُ</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لانها قد أسقطت (محسنا)</w:t>
            </w:r>
            <w:r w:rsidRPr="00725071">
              <w:rPr>
                <w:rStyle w:val="libPoemTiniChar0"/>
                <w:rtl/>
              </w:rPr>
              <w:br/>
              <w:t> </w:t>
            </w:r>
          </w:p>
        </w:tc>
      </w:tr>
    </w:tbl>
    <w:p w:rsidR="000B1036" w:rsidRDefault="000B1036" w:rsidP="00A5546B">
      <w:pPr>
        <w:pStyle w:val="libNormal"/>
        <w:rPr>
          <w:rtl/>
        </w:rPr>
      </w:pPr>
      <w:r>
        <w:rPr>
          <w:rtl/>
        </w:rPr>
        <w:t>كتب هذين البيتين لاحد أصحابه وقد وعده بزجاجة عطر فأخلف وعده:</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أبا الفضل يا من غدت في الورى</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نوافح أخلاقه نافحه</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وعدتَ (بشيشة) عطر ولا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أشمُّ لوعدك من رائحة</w:t>
            </w:r>
            <w:r w:rsidRPr="00725071">
              <w:rPr>
                <w:rStyle w:val="libPoemTiniChar0"/>
                <w:rtl/>
              </w:rPr>
              <w:br/>
              <w:t> </w:t>
            </w:r>
          </w:p>
        </w:tc>
      </w:tr>
    </w:tbl>
    <w:p w:rsidR="000B1036" w:rsidRDefault="000B1036" w:rsidP="00A5546B">
      <w:pPr>
        <w:pStyle w:val="libNormal"/>
        <w:rPr>
          <w:rtl/>
        </w:rPr>
      </w:pPr>
      <w:r>
        <w:rPr>
          <w:rtl/>
        </w:rPr>
        <w:t>وزاره في الفيصلية العالمان المرحومان الشيخ قاسم محيي الدين والسيد محمد جمال الهاشمي وأطالا المقام عنده، وعرض له ما استدعى سفره إلى النجف فترك لهما هذه الابيات وكان ذلك في 23 رجب سنة 1358 هـ:</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إذا كان فتحُ البابِ للضيف سُبَّةً</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وعارا فأنا منه سوف نتوب</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وإن ناب عنا بالاقامة ضيفنا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فلا بُدَّ أنّا بالرحيل ننوب</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ودعه يقم ما شاء فالبيت بيته</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ونحن إذا اشتقنا إليه نؤوب</w:t>
            </w:r>
            <w:r w:rsidRPr="00725071">
              <w:rPr>
                <w:rStyle w:val="libPoemTiniChar0"/>
                <w:rtl/>
              </w:rPr>
              <w:br/>
              <w:t> </w:t>
            </w:r>
          </w:p>
        </w:tc>
      </w:tr>
    </w:tbl>
    <w:p w:rsidR="000B1036" w:rsidRPr="00A0264F" w:rsidRDefault="000B1036" w:rsidP="00A5546B">
      <w:pPr>
        <w:pStyle w:val="libNormal"/>
      </w:pPr>
      <w:r>
        <w:rPr>
          <w:rtl/>
        </w:rPr>
        <w:t>وقال رحمه اللّه: وصلنا القرنة فمكثنا فيها ثلاث ليال في دار الاخ الوفي الصفي العلامة الورع التقي الشيخ محمد حسين نجل الشيخ</w:t>
      </w:r>
    </w:p>
    <w:p w:rsidR="00A5546B" w:rsidRDefault="00A5546B" w:rsidP="00A5546B">
      <w:pPr>
        <w:pStyle w:val="libNormal"/>
      </w:pPr>
      <w:r>
        <w:rPr>
          <w:rtl/>
        </w:rPr>
        <w:br w:type="page"/>
      </w:r>
    </w:p>
    <w:p w:rsidR="000B1036" w:rsidRDefault="000B1036" w:rsidP="00A5546B">
      <w:pPr>
        <w:pStyle w:val="libNormal"/>
        <w:rPr>
          <w:rtl/>
        </w:rPr>
      </w:pPr>
      <w:r>
        <w:rPr>
          <w:rtl/>
        </w:rPr>
        <w:t>يونس المظفري أيده اللّه، واتفق ان أكلنا السمك مرتين في خلال تلك المدة فقلت:</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وفدنا عشيا في محل ابن يونس</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على خير موصوف واكرم منعوت</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ولم نأل في ثارات يونس جهدنا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إلى أن أكلنا مرتين من الحوت</w:t>
            </w:r>
            <w:r w:rsidRPr="00725071">
              <w:rPr>
                <w:rStyle w:val="libPoemTiniChar0"/>
                <w:rtl/>
              </w:rPr>
              <w:br/>
              <w:t> </w:t>
            </w:r>
          </w:p>
        </w:tc>
      </w:tr>
    </w:tbl>
    <w:p w:rsidR="000B1036" w:rsidRDefault="000B1036" w:rsidP="00A5546B">
      <w:pPr>
        <w:pStyle w:val="libNormal"/>
        <w:rPr>
          <w:rtl/>
        </w:rPr>
      </w:pPr>
      <w:r>
        <w:rPr>
          <w:rtl/>
        </w:rPr>
        <w:t>وقلت أيضا:</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حللنا عشيا من فناء ابن يونس</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محلا أنيسا عند أكرم مؤنس</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ولم نستطع شكرا لوافر فضله</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إلى أن أكلنا الحوت في ثأر يونس</w:t>
            </w:r>
            <w:r w:rsidRPr="00725071">
              <w:rPr>
                <w:rStyle w:val="libPoemTiniChar0"/>
                <w:rtl/>
              </w:rPr>
              <w:br/>
              <w:t> </w:t>
            </w:r>
          </w:p>
        </w:tc>
      </w:tr>
    </w:tbl>
    <w:p w:rsidR="000B1036" w:rsidRDefault="000B1036" w:rsidP="00A5546B">
      <w:pPr>
        <w:pStyle w:val="libNormal"/>
        <w:rPr>
          <w:rtl/>
        </w:rPr>
      </w:pPr>
      <w:r>
        <w:rPr>
          <w:rtl/>
        </w:rPr>
        <w:t>أورد الشاعر، رحمه اللّه، هذين البيتين قائلا إنهما لبعض الناس:</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لئن فارقتكم جسما فإني</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تركت لديكمو قلبي رهينا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سلوت حشاشتي إن أسل منكم</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شموس هدايتي دنيا ودينا</w:t>
            </w:r>
            <w:r w:rsidRPr="00725071">
              <w:rPr>
                <w:rStyle w:val="libPoemTiniChar0"/>
                <w:rtl/>
              </w:rPr>
              <w:br/>
              <w:t> </w:t>
            </w:r>
          </w:p>
        </w:tc>
      </w:tr>
    </w:tbl>
    <w:p w:rsidR="000B1036" w:rsidRDefault="000B1036" w:rsidP="00A5546B">
      <w:pPr>
        <w:pStyle w:val="libNormal"/>
        <w:rPr>
          <w:rtl/>
        </w:rPr>
      </w:pPr>
      <w:r>
        <w:rPr>
          <w:rtl/>
        </w:rPr>
        <w:t>ثمّ الحق بكل شطر منهما كلمات من أوله وآخره بحيث يكون بيتا كاملا من الكامل فكانت:</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قسما بمجدكمو لئن فارقتكم</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جسما فإني لا أزال متيما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ولئن بقيت فقد تركت لديكمو</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قلبي رهينا للصبابة مغرما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هيهات أسلوكم سلوت حشاشتي</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إن أسل منكم عهدنا المتقدما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كم، حين غبتم، يا شموس هدايتي</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دنيا ودينا بتُّ أرعى الانجما</w:t>
            </w:r>
            <w:r w:rsidRPr="00725071">
              <w:rPr>
                <w:rStyle w:val="libPoemTiniChar0"/>
                <w:rtl/>
              </w:rPr>
              <w:br/>
              <w:t> </w:t>
            </w:r>
          </w:p>
        </w:tc>
      </w:tr>
    </w:tbl>
    <w:p w:rsidR="000B1036" w:rsidRDefault="000B1036" w:rsidP="00A5546B">
      <w:pPr>
        <w:pStyle w:val="libNormal"/>
        <w:rPr>
          <w:rtl/>
        </w:rPr>
      </w:pPr>
      <w:r>
        <w:rPr>
          <w:rtl/>
        </w:rPr>
        <w:t>وله ملغزا في</w:t>
      </w:r>
      <w:r w:rsidR="00A327D5">
        <w:rPr>
          <w:rtl/>
        </w:rPr>
        <w:t xml:space="preserve"> - </w:t>
      </w:r>
      <w:r>
        <w:rPr>
          <w:rtl/>
        </w:rPr>
        <w:t>محمد ـ:</w:t>
      </w:r>
    </w:p>
    <w:tbl>
      <w:tblPr>
        <w:tblStyle w:val="TableGrid"/>
        <w:bidiVisual/>
        <w:tblW w:w="4562" w:type="pct"/>
        <w:tblInd w:w="384" w:type="dxa"/>
        <w:tblLook w:val="04A0"/>
      </w:tblPr>
      <w:tblGrid>
        <w:gridCol w:w="3536"/>
        <w:gridCol w:w="272"/>
        <w:gridCol w:w="3502"/>
      </w:tblGrid>
      <w:tr w:rsidR="008D4DE0" w:rsidTr="008D4DE0">
        <w:trPr>
          <w:trHeight w:val="350"/>
        </w:trPr>
        <w:tc>
          <w:tcPr>
            <w:tcW w:w="3536" w:type="dxa"/>
          </w:tcPr>
          <w:p w:rsidR="008D4DE0" w:rsidRDefault="008D4DE0" w:rsidP="008D4DE0">
            <w:pPr>
              <w:pStyle w:val="libPoem"/>
            </w:pPr>
            <w:r>
              <w:rPr>
                <w:rtl/>
              </w:rPr>
              <w:t>قل لي أي لفظة ثالثها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ثلاثة ينقص عن أولها</w:t>
            </w:r>
            <w:r w:rsidRPr="00725071">
              <w:rPr>
                <w:rStyle w:val="libPoemTiniChar0"/>
                <w:rtl/>
              </w:rPr>
              <w:br/>
              <w:t> </w:t>
            </w:r>
          </w:p>
        </w:tc>
      </w:tr>
      <w:tr w:rsidR="008D4DE0" w:rsidTr="008D4DE0">
        <w:trPr>
          <w:trHeight w:val="350"/>
        </w:trPr>
        <w:tc>
          <w:tcPr>
            <w:tcW w:w="3536" w:type="dxa"/>
          </w:tcPr>
          <w:p w:rsidR="008D4DE0" w:rsidRDefault="008D4DE0" w:rsidP="008D4DE0">
            <w:pPr>
              <w:pStyle w:val="libPoem"/>
            </w:pPr>
            <w:r>
              <w:rPr>
                <w:rtl/>
              </w:rPr>
              <w:t>أولها بنفسه ثالثها</w:t>
            </w:r>
            <w:r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8D4DE0" w:rsidP="008D4DE0">
            <w:pPr>
              <w:pStyle w:val="libPoem"/>
            </w:pPr>
            <w:r>
              <w:rPr>
                <w:rtl/>
              </w:rPr>
              <w:t>لا تلح من فيها صبا أو ولها</w:t>
            </w:r>
            <w:r w:rsidRPr="00725071">
              <w:rPr>
                <w:rStyle w:val="libPoemTiniChar0"/>
                <w:rtl/>
              </w:rPr>
              <w:br/>
              <w:t> </w:t>
            </w:r>
          </w:p>
        </w:tc>
      </w:tr>
      <w:tr w:rsidR="008D4DE0" w:rsidTr="008D4DE0">
        <w:trPr>
          <w:trHeight w:val="350"/>
        </w:trPr>
        <w:tc>
          <w:tcPr>
            <w:tcW w:w="3536" w:type="dxa"/>
          </w:tcPr>
          <w:p w:rsidR="008D4DE0" w:rsidRDefault="005564A1" w:rsidP="008D4DE0">
            <w:pPr>
              <w:pStyle w:val="libPoem"/>
            </w:pPr>
            <w:r>
              <w:rPr>
                <w:rtl/>
              </w:rPr>
              <w:t>رابعها نصفا لثانيها غدا</w:t>
            </w:r>
            <w:r w:rsidR="008D4DE0" w:rsidRPr="00725071">
              <w:rPr>
                <w:rStyle w:val="libPoemTiniChar0"/>
                <w:rtl/>
              </w:rPr>
              <w:br/>
              <w:t> </w:t>
            </w:r>
          </w:p>
        </w:tc>
        <w:tc>
          <w:tcPr>
            <w:tcW w:w="272" w:type="dxa"/>
          </w:tcPr>
          <w:p w:rsidR="008D4DE0" w:rsidRDefault="008D4DE0" w:rsidP="008D4DE0">
            <w:pPr>
              <w:pStyle w:val="libPoem"/>
              <w:rPr>
                <w:rtl/>
              </w:rPr>
            </w:pPr>
          </w:p>
        </w:tc>
        <w:tc>
          <w:tcPr>
            <w:tcW w:w="3502" w:type="dxa"/>
          </w:tcPr>
          <w:p w:rsidR="008D4DE0" w:rsidRDefault="005564A1" w:rsidP="008D4DE0">
            <w:pPr>
              <w:pStyle w:val="libPoem"/>
            </w:pPr>
            <w:r>
              <w:rPr>
                <w:rtl/>
              </w:rPr>
              <w:t>وواحدا ينقص عن أول (ها)</w:t>
            </w:r>
            <w:r w:rsidR="008D4DE0" w:rsidRPr="00725071">
              <w:rPr>
                <w:rStyle w:val="libPoemTiniChar0"/>
                <w:rtl/>
              </w:rPr>
              <w:br/>
              <w:t> </w:t>
            </w:r>
          </w:p>
        </w:tc>
      </w:tr>
    </w:tbl>
    <w:p w:rsidR="00A5546B" w:rsidRDefault="00A5546B" w:rsidP="00A5546B">
      <w:pPr>
        <w:pStyle w:val="libNormal"/>
      </w:pPr>
      <w:r>
        <w:rPr>
          <w:rtl/>
        </w:rPr>
        <w:br w:type="page"/>
      </w:r>
    </w:p>
    <w:p w:rsidR="00D306A0" w:rsidRDefault="00D306A0" w:rsidP="00A5546B">
      <w:pPr>
        <w:pStyle w:val="libNormal"/>
        <w:rPr>
          <w:rtl/>
        </w:rPr>
      </w:pPr>
      <w:r>
        <w:rPr>
          <w:rtl/>
        </w:rPr>
        <w:t>ويشرح المرحوم السيد موسى الموسوي هذا اللغز قائلا: ثالث لفظة (محمد) حرف الميم وهو في حساب الجمل (40) وهي تنقص ثلاثة عن مجموع لفظة (أولها). وأول لفظة محمد الميم وهو الحرف الثالث فيها، أما الحرف الرابع فهو الدال وحسابه (4) أي نصف الحرف الثاني وهو الحاء الذي حسابه (8) والدال نفسها أقل بواحد من حرف الهاء الذي حسابه (5).</w:t>
      </w:r>
    </w:p>
    <w:p w:rsidR="00D306A0" w:rsidRDefault="00D306A0" w:rsidP="00A5546B">
      <w:pPr>
        <w:pStyle w:val="libNormal"/>
        <w:rPr>
          <w:rtl/>
        </w:rPr>
      </w:pPr>
      <w:r>
        <w:rPr>
          <w:rtl/>
        </w:rPr>
        <w:t>وقال وهي من أوائل نظمه:</w:t>
      </w:r>
    </w:p>
    <w:tbl>
      <w:tblPr>
        <w:tblStyle w:val="TableGrid"/>
        <w:bidiVisual/>
        <w:tblW w:w="4562" w:type="pct"/>
        <w:tblInd w:w="384" w:type="dxa"/>
        <w:tblLook w:val="04A0"/>
      </w:tblPr>
      <w:tblGrid>
        <w:gridCol w:w="3536"/>
        <w:gridCol w:w="272"/>
        <w:gridCol w:w="3502"/>
      </w:tblGrid>
      <w:tr w:rsidR="005564A1" w:rsidTr="005564A1">
        <w:trPr>
          <w:trHeight w:val="350"/>
        </w:trPr>
        <w:tc>
          <w:tcPr>
            <w:tcW w:w="3536" w:type="dxa"/>
          </w:tcPr>
          <w:p w:rsidR="005564A1" w:rsidRDefault="005564A1" w:rsidP="00F82C45">
            <w:pPr>
              <w:pStyle w:val="libPoem"/>
            </w:pPr>
            <w:r>
              <w:rPr>
                <w:rtl/>
              </w:rPr>
              <w:t>إن رمتَ محو البلاِ والهمّ</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فاستعملْ الصبرَ فيه والهم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واترك هوى النفس واُلهُ عنه</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بطاعة للاله تغنم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إن الهوى للنفوسِ أضحى</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مخالطا للعظام والدم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واركب ببحر الذنوب فلك الـ</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ـرجا وخلِّ الهوى لتسلم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وتاجر اللّه في المساعي</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فعامل الخير ليس يندم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سوق به ربما وجدنا</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من يشتري جنةً بدرهم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واذكر حديث الحساب وأذخر</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فإن للمرِ ما تقدم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لا تخش إلاّ من المعاصي</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فهي طريقٌ إلى جهنم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ولا تؤمل سوى رضاه</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فإنه للنجاة سلم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فمن يكن ذنبه عظيما</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فرحمةُ اللّهِ منه أعظم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أنت مع الناس مثل ركب</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كل إلى قصده تيمم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فاصحبهمُ صحبة افتراقٍ</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لا صحبةَ المغرمِ المتيّم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وحاسب النفسَ كلّ يومٍ</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كي تتلافى الذي تقدم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فإن تشأ جنّةً وفوزا</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بلا جهاد ولا تقحم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فأسبل الدمع من عيونٍ</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أو فابدل الدمع منك بالدم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لسادةٍ بالفلاةِ صرعى</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تجرعوا الموت وهو علقم</w:t>
            </w:r>
            <w:r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5564A1" w:rsidTr="005564A1">
        <w:trPr>
          <w:trHeight w:val="350"/>
        </w:trPr>
        <w:tc>
          <w:tcPr>
            <w:tcW w:w="3536" w:type="dxa"/>
          </w:tcPr>
          <w:p w:rsidR="005564A1" w:rsidRDefault="005564A1" w:rsidP="00F82C45">
            <w:pPr>
              <w:pStyle w:val="libPoem"/>
            </w:pPr>
            <w:r>
              <w:rPr>
                <w:rtl/>
              </w:rPr>
              <w:t>قد أضرموا للعداةِ نارا</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من قبل يوم الجزاء تضرم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تخاله بينهم صريعا</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بدرا وهم حوله كأنجم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لم يبق منهم رئيسَ قومٍ</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إلاّ له بالحديد ألجم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أنشب ظفر المنون فيهم</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وسيفه للرؤوس قلَّمْ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وصال فيهم وهم ألوف</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بصارمٍ كالقضا المحتم</w:t>
            </w:r>
            <w:r w:rsidRPr="00725071">
              <w:rPr>
                <w:rStyle w:val="libPoemTiniChar0"/>
                <w:rtl/>
              </w:rPr>
              <w:br/>
              <w:t> </w:t>
            </w:r>
          </w:p>
        </w:tc>
      </w:tr>
    </w:tbl>
    <w:p w:rsidR="00A0264F" w:rsidRPr="00A0264F" w:rsidRDefault="00A0264F" w:rsidP="00A5546B">
      <w:pPr>
        <w:pStyle w:val="libNormal"/>
      </w:pPr>
      <w:r w:rsidRPr="00A0264F">
        <w:rPr>
          <w:rtl/>
        </w:rPr>
        <w:t>وله مقتبساً في البيت الثاني من الآية الثانية والثالثة من سورة الطلاق</w:t>
      </w:r>
      <w:r w:rsidR="003D6158">
        <w:rPr>
          <w:rtl/>
        </w:rPr>
        <w:t>:</w:t>
      </w:r>
    </w:p>
    <w:tbl>
      <w:tblPr>
        <w:tblStyle w:val="TableGrid"/>
        <w:bidiVisual/>
        <w:tblW w:w="4562" w:type="pct"/>
        <w:tblInd w:w="384" w:type="dxa"/>
        <w:tblLook w:val="04A0"/>
      </w:tblPr>
      <w:tblGrid>
        <w:gridCol w:w="3536"/>
        <w:gridCol w:w="272"/>
        <w:gridCol w:w="3502"/>
      </w:tblGrid>
      <w:tr w:rsidR="005564A1" w:rsidTr="005564A1">
        <w:trPr>
          <w:trHeight w:val="350"/>
        </w:trPr>
        <w:tc>
          <w:tcPr>
            <w:tcW w:w="3536" w:type="dxa"/>
          </w:tcPr>
          <w:p w:rsidR="005564A1" w:rsidRDefault="005564A1" w:rsidP="00F82C45">
            <w:pPr>
              <w:pStyle w:val="libPoem"/>
            </w:pPr>
            <w:r w:rsidRPr="00A0264F">
              <w:rPr>
                <w:rtl/>
              </w:rPr>
              <w:t>لعلّ اللقا يرتجى علَّه يرتجى</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sidRPr="00A0264F">
              <w:rPr>
                <w:rtl/>
              </w:rPr>
              <w:t>وللصبرِ نيلُ المنى ينتسب</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sidRPr="00A0264F">
              <w:rPr>
                <w:rtl/>
              </w:rPr>
              <w:t>ومَنْ يتّق اللّهَ يجعل لهُ مخرجا</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sidRPr="00A0264F">
              <w:rPr>
                <w:rtl/>
              </w:rPr>
              <w:t>ويرزقهُ من حيث لا يحتسب</w:t>
            </w:r>
            <w:r w:rsidRPr="00725071">
              <w:rPr>
                <w:rStyle w:val="libPoemTiniChar0"/>
                <w:rtl/>
              </w:rPr>
              <w:br/>
              <w:t> </w:t>
            </w:r>
          </w:p>
        </w:tc>
      </w:tr>
    </w:tbl>
    <w:p w:rsidR="00A0264F" w:rsidRPr="00A0264F" w:rsidRDefault="00A0264F" w:rsidP="00A5546B">
      <w:pPr>
        <w:pStyle w:val="libNormal"/>
      </w:pPr>
      <w:r w:rsidRPr="00A0264F">
        <w:rPr>
          <w:rtl/>
        </w:rPr>
        <w:t>وله هذان البيتان وقد كُتبا تحت صورته</w:t>
      </w:r>
      <w:r w:rsidR="003D6158">
        <w:rPr>
          <w:rtl/>
        </w:rPr>
        <w:t>:</w:t>
      </w:r>
    </w:p>
    <w:tbl>
      <w:tblPr>
        <w:tblStyle w:val="TableGrid"/>
        <w:bidiVisual/>
        <w:tblW w:w="4562" w:type="pct"/>
        <w:tblInd w:w="384" w:type="dxa"/>
        <w:tblLook w:val="04A0"/>
      </w:tblPr>
      <w:tblGrid>
        <w:gridCol w:w="3536"/>
        <w:gridCol w:w="272"/>
        <w:gridCol w:w="3502"/>
      </w:tblGrid>
      <w:tr w:rsidR="005564A1" w:rsidTr="005564A1">
        <w:trPr>
          <w:trHeight w:val="350"/>
        </w:trPr>
        <w:tc>
          <w:tcPr>
            <w:tcW w:w="3536" w:type="dxa"/>
          </w:tcPr>
          <w:p w:rsidR="005564A1" w:rsidRDefault="005564A1" w:rsidP="00F82C45">
            <w:pPr>
              <w:pStyle w:val="libPoem"/>
            </w:pPr>
            <w:r w:rsidRPr="00A0264F">
              <w:rPr>
                <w:rtl/>
              </w:rPr>
              <w:t>إن يبلَ في التربِ جسمي</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sidRPr="00A0264F">
              <w:rPr>
                <w:rtl/>
              </w:rPr>
              <w:t>أو يذهبَ الدهرُ باسمي</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sidRPr="00A0264F">
              <w:rPr>
                <w:rtl/>
              </w:rPr>
              <w:t>فامرر برمسي وإلاّ</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sidRPr="00A0264F">
              <w:rPr>
                <w:rtl/>
              </w:rPr>
              <w:t>فاستغنِ عنهُ برسمي</w:t>
            </w:r>
            <w:r w:rsidRPr="00725071">
              <w:rPr>
                <w:rStyle w:val="libPoemTiniChar0"/>
                <w:rtl/>
              </w:rPr>
              <w:br/>
              <w:t> </w:t>
            </w:r>
          </w:p>
        </w:tc>
      </w:tr>
    </w:tbl>
    <w:p w:rsidR="00A0264F" w:rsidRPr="00A0264F" w:rsidRDefault="00A0264F" w:rsidP="00A5546B">
      <w:pPr>
        <w:pStyle w:val="libNormal"/>
      </w:pPr>
      <w:r w:rsidRPr="00A0264F">
        <w:rPr>
          <w:rtl/>
        </w:rPr>
        <w:t>وله</w:t>
      </w:r>
      <w:r w:rsidR="003D6158">
        <w:rPr>
          <w:rtl/>
        </w:rPr>
        <w:t>:</w:t>
      </w:r>
    </w:p>
    <w:tbl>
      <w:tblPr>
        <w:tblStyle w:val="TableGrid"/>
        <w:bidiVisual/>
        <w:tblW w:w="4562" w:type="pct"/>
        <w:tblInd w:w="384" w:type="dxa"/>
        <w:tblLook w:val="04A0"/>
      </w:tblPr>
      <w:tblGrid>
        <w:gridCol w:w="3536"/>
        <w:gridCol w:w="272"/>
        <w:gridCol w:w="3502"/>
      </w:tblGrid>
      <w:tr w:rsidR="005564A1" w:rsidTr="005564A1">
        <w:trPr>
          <w:trHeight w:val="350"/>
        </w:trPr>
        <w:tc>
          <w:tcPr>
            <w:tcW w:w="3536" w:type="dxa"/>
          </w:tcPr>
          <w:p w:rsidR="005564A1" w:rsidRDefault="005564A1" w:rsidP="00F82C45">
            <w:pPr>
              <w:pStyle w:val="libPoem"/>
            </w:pPr>
            <w:r w:rsidRPr="00A0264F">
              <w:rPr>
                <w:rtl/>
              </w:rPr>
              <w:t>إلهي لئن أحضرتني ونشرتَ لي</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sidRPr="00A0264F">
              <w:rPr>
                <w:rtl/>
              </w:rPr>
              <w:t>صحائفَ لا تبقي عليَّ ولا تذرْ</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sidRPr="00A0264F">
              <w:rPr>
                <w:rtl/>
              </w:rPr>
              <w:t>فقل</w:t>
            </w:r>
            <w:r>
              <w:rPr>
                <w:rtl/>
              </w:rPr>
              <w:t>:</w:t>
            </w:r>
            <w:r w:rsidRPr="00A0264F">
              <w:rPr>
                <w:rtl/>
              </w:rPr>
              <w:t xml:space="preserve"> لا تعدوهُ وإن كانَ حاضرا</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sidRPr="00A0264F">
              <w:rPr>
                <w:rtl/>
              </w:rPr>
              <w:t>فقد كانَ عبدي لا يُعَدُّ إذا حضر</w:t>
            </w:r>
            <w:r w:rsidRPr="00725071">
              <w:rPr>
                <w:rStyle w:val="libPoemTiniChar0"/>
                <w:rtl/>
              </w:rPr>
              <w:br/>
              <w:t> </w:t>
            </w:r>
          </w:p>
        </w:tc>
      </w:tr>
    </w:tbl>
    <w:p w:rsidR="00A0264F" w:rsidRPr="00A0264F" w:rsidRDefault="00A0264F" w:rsidP="00A5546B">
      <w:pPr>
        <w:pStyle w:val="libNormal"/>
      </w:pPr>
      <w:r w:rsidRPr="00A0264F">
        <w:rPr>
          <w:rtl/>
        </w:rPr>
        <w:t>وقال عند زيارته للإمام الرضا (عليه السّلام) سنة 1357 هـ</w:t>
      </w:r>
      <w:r w:rsidR="003D6158">
        <w:rPr>
          <w:rtl/>
        </w:rPr>
        <w:t>:</w:t>
      </w:r>
    </w:p>
    <w:tbl>
      <w:tblPr>
        <w:tblStyle w:val="TableGrid"/>
        <w:bidiVisual/>
        <w:tblW w:w="4562" w:type="pct"/>
        <w:tblInd w:w="384" w:type="dxa"/>
        <w:tblLook w:val="04A0"/>
      </w:tblPr>
      <w:tblGrid>
        <w:gridCol w:w="3536"/>
        <w:gridCol w:w="272"/>
        <w:gridCol w:w="3502"/>
      </w:tblGrid>
      <w:tr w:rsidR="005564A1" w:rsidTr="005564A1">
        <w:trPr>
          <w:trHeight w:val="350"/>
        </w:trPr>
        <w:tc>
          <w:tcPr>
            <w:tcW w:w="3536" w:type="dxa"/>
          </w:tcPr>
          <w:p w:rsidR="005564A1" w:rsidRDefault="005564A1" w:rsidP="00F82C45">
            <w:pPr>
              <w:pStyle w:val="libPoem"/>
            </w:pPr>
            <w:r w:rsidRPr="00A0264F">
              <w:rPr>
                <w:rtl/>
              </w:rPr>
              <w:t>للفناءِ الرحبِ أقبلتُ وقد</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sidRPr="00A0264F">
              <w:rPr>
                <w:rtl/>
              </w:rPr>
              <w:t>ضاقَ بي ممّا أرى رحبَ الفضا</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sidRPr="00A0264F">
              <w:rPr>
                <w:rtl/>
              </w:rPr>
              <w:t>لا أرى يصبحُ سعيي خائبا</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sidRPr="00A0264F">
              <w:rPr>
                <w:rtl/>
              </w:rPr>
              <w:t>والرضا يشفعُ لي عند الرضا</w:t>
            </w:r>
            <w:r w:rsidRPr="00725071">
              <w:rPr>
                <w:rStyle w:val="libPoemTiniChar0"/>
                <w:rtl/>
              </w:rPr>
              <w:br/>
              <w:t> </w:t>
            </w:r>
          </w:p>
        </w:tc>
      </w:tr>
    </w:tbl>
    <w:p w:rsidR="00D306A0" w:rsidRDefault="00D306A0" w:rsidP="00A5546B">
      <w:pPr>
        <w:pStyle w:val="libNormal"/>
        <w:rPr>
          <w:rtl/>
        </w:rPr>
      </w:pPr>
      <w:r>
        <w:rPr>
          <w:rtl/>
        </w:rPr>
        <w:t>وقال ملغزا في (هادي) وهو من البديع:</w:t>
      </w:r>
    </w:p>
    <w:tbl>
      <w:tblPr>
        <w:tblStyle w:val="TableGrid"/>
        <w:bidiVisual/>
        <w:tblW w:w="4562" w:type="pct"/>
        <w:tblInd w:w="384" w:type="dxa"/>
        <w:tblLook w:val="04A0"/>
      </w:tblPr>
      <w:tblGrid>
        <w:gridCol w:w="3536"/>
        <w:gridCol w:w="272"/>
        <w:gridCol w:w="3502"/>
      </w:tblGrid>
      <w:tr w:rsidR="005564A1" w:rsidTr="00F82C45">
        <w:trPr>
          <w:trHeight w:val="350"/>
        </w:trPr>
        <w:tc>
          <w:tcPr>
            <w:tcW w:w="3536" w:type="dxa"/>
          </w:tcPr>
          <w:p w:rsidR="005564A1" w:rsidRDefault="005564A1" w:rsidP="00F82C45">
            <w:pPr>
              <w:pStyle w:val="libPoem"/>
            </w:pPr>
            <w:r>
              <w:rPr>
                <w:rtl/>
              </w:rPr>
              <w:t>يا خبيرا باللغز قل لي ما اسم</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رأسه عند منتهى رجليه</w:t>
            </w:r>
            <w:r w:rsidRPr="00725071">
              <w:rPr>
                <w:rStyle w:val="libPoemTiniChar0"/>
                <w:rtl/>
              </w:rPr>
              <w:br/>
              <w:t> </w:t>
            </w:r>
          </w:p>
        </w:tc>
      </w:tr>
    </w:tbl>
    <w:p w:rsidR="00A5546B" w:rsidRDefault="00A5546B" w:rsidP="00A5546B">
      <w:pPr>
        <w:pStyle w:val="libNormal"/>
      </w:pPr>
      <w:r>
        <w:rPr>
          <w:rtl/>
        </w:rPr>
        <w:br w:type="page"/>
      </w:r>
    </w:p>
    <w:tbl>
      <w:tblPr>
        <w:tblStyle w:val="TableGrid"/>
        <w:bidiVisual/>
        <w:tblW w:w="4562" w:type="pct"/>
        <w:tblInd w:w="384" w:type="dxa"/>
        <w:tblLook w:val="04A0"/>
      </w:tblPr>
      <w:tblGrid>
        <w:gridCol w:w="3536"/>
        <w:gridCol w:w="272"/>
        <w:gridCol w:w="3502"/>
      </w:tblGrid>
      <w:tr w:rsidR="005564A1" w:rsidTr="00F82C45">
        <w:trPr>
          <w:trHeight w:val="350"/>
        </w:trPr>
        <w:tc>
          <w:tcPr>
            <w:tcW w:w="3536" w:type="dxa"/>
          </w:tcPr>
          <w:p w:rsidR="005564A1" w:rsidRDefault="005564A1" w:rsidP="00F82C45">
            <w:pPr>
              <w:pStyle w:val="libPoem"/>
            </w:pPr>
            <w:r>
              <w:rPr>
                <w:rtl/>
              </w:rPr>
              <w:t>ليس فيه قلب وإن كان يبدو</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قلبه كلما رفعت يديه</w:t>
            </w:r>
            <w:r w:rsidRPr="00725071">
              <w:rPr>
                <w:rStyle w:val="libPoemTiniChar0"/>
                <w:rtl/>
              </w:rPr>
              <w:br/>
              <w:t> </w:t>
            </w:r>
          </w:p>
        </w:tc>
      </w:tr>
    </w:tbl>
    <w:p w:rsidR="00D306A0" w:rsidRDefault="00D306A0" w:rsidP="00A5546B">
      <w:pPr>
        <w:pStyle w:val="libNormal"/>
        <w:rPr>
          <w:rtl/>
        </w:rPr>
      </w:pPr>
      <w:r>
        <w:rPr>
          <w:rtl/>
        </w:rPr>
        <w:t>ولايضاح ذلك نقول: راس الاسم أول حرف فيه وهو هنا حرف (الهاء) موجود في آخر كلمة (رجليه). وحين ترفع كلمة (يديه) تكون (يداه) فحين تقلبها تحصل على اسم هادي وقال ملغزا في (قوري)وهو إبريق الشاي:</w:t>
      </w:r>
    </w:p>
    <w:tbl>
      <w:tblPr>
        <w:tblStyle w:val="TableGrid"/>
        <w:bidiVisual/>
        <w:tblW w:w="4562" w:type="pct"/>
        <w:tblInd w:w="384" w:type="dxa"/>
        <w:tblLook w:val="04A0"/>
      </w:tblPr>
      <w:tblGrid>
        <w:gridCol w:w="3536"/>
        <w:gridCol w:w="272"/>
        <w:gridCol w:w="3502"/>
      </w:tblGrid>
      <w:tr w:rsidR="005564A1" w:rsidTr="005564A1">
        <w:trPr>
          <w:trHeight w:val="350"/>
        </w:trPr>
        <w:tc>
          <w:tcPr>
            <w:tcW w:w="3536" w:type="dxa"/>
          </w:tcPr>
          <w:p w:rsidR="005564A1" w:rsidRDefault="005564A1" w:rsidP="00F82C45">
            <w:pPr>
              <w:pStyle w:val="libPoem"/>
            </w:pPr>
            <w:r>
              <w:rPr>
                <w:rtl/>
              </w:rPr>
              <w:t>ما آلةٌ إن تشك نفسي علةً</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أو غلةً يوما ففيها طبها</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في قلبها ما يشتهيه من المنى</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قلبي فليس (يروق) إلاّ قلبها</w:t>
            </w:r>
            <w:r w:rsidRPr="00725071">
              <w:rPr>
                <w:rStyle w:val="libPoemTiniChar0"/>
                <w:rtl/>
              </w:rPr>
              <w:br/>
              <w:t> </w:t>
            </w:r>
          </w:p>
        </w:tc>
      </w:tr>
    </w:tbl>
    <w:p w:rsidR="00D306A0" w:rsidRDefault="00D306A0" w:rsidP="00A5546B">
      <w:pPr>
        <w:pStyle w:val="libNormal"/>
        <w:rPr>
          <w:rtl/>
        </w:rPr>
      </w:pPr>
      <w:r>
        <w:rPr>
          <w:rtl/>
        </w:rPr>
        <w:t>وله ملغزا في (دواة):</w:t>
      </w:r>
    </w:p>
    <w:tbl>
      <w:tblPr>
        <w:tblStyle w:val="TableGrid"/>
        <w:bidiVisual/>
        <w:tblW w:w="4562" w:type="pct"/>
        <w:tblInd w:w="384" w:type="dxa"/>
        <w:tblLook w:val="04A0"/>
      </w:tblPr>
      <w:tblGrid>
        <w:gridCol w:w="3536"/>
        <w:gridCol w:w="272"/>
        <w:gridCol w:w="3502"/>
      </w:tblGrid>
      <w:tr w:rsidR="005564A1" w:rsidTr="005564A1">
        <w:trPr>
          <w:trHeight w:val="350"/>
        </w:trPr>
        <w:tc>
          <w:tcPr>
            <w:tcW w:w="3536" w:type="dxa"/>
          </w:tcPr>
          <w:p w:rsidR="005564A1" w:rsidRDefault="005564A1" w:rsidP="00F82C45">
            <w:pPr>
              <w:pStyle w:val="libPoem"/>
            </w:pPr>
            <w:r>
              <w:rPr>
                <w:rtl/>
              </w:rPr>
              <w:t>ما أداة عجماء لكن روت لي</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من حديث القرون ما قد تقادم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راضع من لبانها فارسيُّ</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أدم اللون ليس ينميه آدم</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sidRPr="00A5546B">
              <w:rPr>
                <w:rtl/>
              </w:rPr>
              <w:t>مستمد من درها كلما قال</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sidRPr="00A5546B">
              <w:rPr>
                <w:rtl/>
              </w:rPr>
              <w:t>(بده) قلب درها قال (دادم)</w:t>
            </w:r>
            <w:r w:rsidRPr="00D306A0">
              <w:rPr>
                <w:rStyle w:val="libFootnotenumChar"/>
                <w:rtl/>
              </w:rPr>
              <w:t>(</w:t>
            </w:r>
            <w:r w:rsidRPr="00D306A0">
              <w:rPr>
                <w:rStyle w:val="libFootnotenumChar"/>
                <w:rFonts w:hint="cs"/>
                <w:rtl/>
              </w:rPr>
              <w:t>1</w:t>
            </w:r>
            <w:r w:rsidRPr="00D306A0">
              <w:rPr>
                <w:rStyle w:val="libFootnotenumChar"/>
                <w:rtl/>
              </w:rPr>
              <w:t>)</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لم يزل ساعيا على الرأس لكن</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إن سعى بان فيه شجُّ بلا دم</w:t>
            </w:r>
            <w:r w:rsidRPr="00725071">
              <w:rPr>
                <w:rStyle w:val="libPoemTiniChar0"/>
                <w:rtl/>
              </w:rPr>
              <w:br/>
              <w:t> </w:t>
            </w:r>
          </w:p>
        </w:tc>
      </w:tr>
    </w:tbl>
    <w:p w:rsidR="00D306A0" w:rsidRDefault="00D306A0" w:rsidP="00A5546B">
      <w:pPr>
        <w:pStyle w:val="libNormal"/>
        <w:rPr>
          <w:rtl/>
        </w:rPr>
      </w:pPr>
      <w:r>
        <w:rPr>
          <w:rtl/>
        </w:rPr>
        <w:t>وله ملغزا في القلم:</w:t>
      </w:r>
    </w:p>
    <w:tbl>
      <w:tblPr>
        <w:tblStyle w:val="TableGrid"/>
        <w:bidiVisual/>
        <w:tblW w:w="4562" w:type="pct"/>
        <w:tblInd w:w="384" w:type="dxa"/>
        <w:tblLook w:val="04A0"/>
      </w:tblPr>
      <w:tblGrid>
        <w:gridCol w:w="3536"/>
        <w:gridCol w:w="272"/>
        <w:gridCol w:w="3502"/>
      </w:tblGrid>
      <w:tr w:rsidR="005564A1" w:rsidTr="005564A1">
        <w:trPr>
          <w:trHeight w:val="350"/>
        </w:trPr>
        <w:tc>
          <w:tcPr>
            <w:tcW w:w="3536" w:type="dxa"/>
          </w:tcPr>
          <w:p w:rsidR="005564A1" w:rsidRDefault="005564A1" w:rsidP="00F82C45">
            <w:pPr>
              <w:pStyle w:val="libPoem"/>
            </w:pPr>
            <w:r>
              <w:rPr>
                <w:rtl/>
              </w:rPr>
              <w:t>ما رهيف إذا أسروا إليه</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بعض أمر لم يستطع كتمانه</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قد جزاهم عن الاساءة لما</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قطعوا رأسه وشقوا لسانه</w:t>
            </w:r>
            <w:r w:rsidRPr="00725071">
              <w:rPr>
                <w:rStyle w:val="libPoemTiniChar0"/>
                <w:rtl/>
              </w:rPr>
              <w:br/>
              <w:t> </w:t>
            </w:r>
          </w:p>
        </w:tc>
      </w:tr>
    </w:tbl>
    <w:p w:rsidR="00D306A0" w:rsidRDefault="00D306A0" w:rsidP="00A5546B">
      <w:pPr>
        <w:pStyle w:val="libNormal"/>
        <w:rPr>
          <w:rtl/>
        </w:rPr>
      </w:pPr>
      <w:r>
        <w:rPr>
          <w:rtl/>
        </w:rPr>
        <w:t>وله في القلم أيضا:</w:t>
      </w:r>
    </w:p>
    <w:tbl>
      <w:tblPr>
        <w:tblStyle w:val="TableGrid"/>
        <w:bidiVisual/>
        <w:tblW w:w="4562" w:type="pct"/>
        <w:tblInd w:w="384" w:type="dxa"/>
        <w:tblLook w:val="04A0"/>
      </w:tblPr>
      <w:tblGrid>
        <w:gridCol w:w="3536"/>
        <w:gridCol w:w="272"/>
        <w:gridCol w:w="3502"/>
      </w:tblGrid>
      <w:tr w:rsidR="005564A1" w:rsidTr="005564A1">
        <w:trPr>
          <w:trHeight w:val="350"/>
        </w:trPr>
        <w:tc>
          <w:tcPr>
            <w:tcW w:w="3536" w:type="dxa"/>
          </w:tcPr>
          <w:p w:rsidR="005564A1" w:rsidRDefault="005564A1" w:rsidP="00F82C45">
            <w:pPr>
              <w:pStyle w:val="libPoem"/>
            </w:pPr>
            <w:r>
              <w:rPr>
                <w:rtl/>
              </w:rPr>
              <w:t>ما اسم رهيف أسمر لم يزل</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باريه بين اثنين مختصه</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يمتصّ من هذا ويجري على</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هذا لكي يقذف ما امتصه</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كأنه استودع من هذه</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سرا فلم يحفظه واقتصه</w:t>
            </w:r>
            <w:r w:rsidRPr="00725071">
              <w:rPr>
                <w:rStyle w:val="libPoemTiniChar0"/>
                <w:rtl/>
              </w:rPr>
              <w:br/>
              <w:t> </w:t>
            </w:r>
          </w:p>
        </w:tc>
      </w:tr>
    </w:tbl>
    <w:p w:rsidR="00D306A0" w:rsidRDefault="003D6158" w:rsidP="00191E3C">
      <w:pPr>
        <w:pStyle w:val="libLine"/>
        <w:rPr>
          <w:rtl/>
        </w:rPr>
      </w:pPr>
      <w:r>
        <w:rPr>
          <w:rtl/>
        </w:rPr>
        <w:t>____________________</w:t>
      </w:r>
    </w:p>
    <w:p w:rsidR="00D306A0" w:rsidRDefault="00D306A0" w:rsidP="00A5546B">
      <w:pPr>
        <w:pStyle w:val="libFootnote0"/>
        <w:rPr>
          <w:rtl/>
        </w:rPr>
      </w:pPr>
      <w:r>
        <w:rPr>
          <w:rFonts w:hint="cs"/>
          <w:rtl/>
        </w:rPr>
        <w:t>1</w:t>
      </w:r>
      <w:r>
        <w:rPr>
          <w:rtl/>
        </w:rPr>
        <w:t xml:space="preserve"> - بده، فارسيه معناها: اعط، ودادم أيضا ومعناها أعطيت ومقلوبها (مداد).</w:t>
      </w:r>
    </w:p>
    <w:p w:rsidR="00A5546B" w:rsidRDefault="00A5546B" w:rsidP="00A5546B">
      <w:pPr>
        <w:pStyle w:val="libNormal"/>
      </w:pPr>
      <w:r>
        <w:rPr>
          <w:rtl/>
        </w:rPr>
        <w:br w:type="page"/>
      </w:r>
    </w:p>
    <w:p w:rsidR="00D306A0" w:rsidRDefault="00D306A0" w:rsidP="00A5546B">
      <w:pPr>
        <w:pStyle w:val="libNormal"/>
        <w:rPr>
          <w:rtl/>
        </w:rPr>
      </w:pPr>
      <w:r>
        <w:rPr>
          <w:rtl/>
        </w:rPr>
        <w:t>وله ملغزا في اسم (أمين):</w:t>
      </w:r>
    </w:p>
    <w:tbl>
      <w:tblPr>
        <w:tblStyle w:val="TableGrid"/>
        <w:bidiVisual/>
        <w:tblW w:w="4562" w:type="pct"/>
        <w:tblInd w:w="384" w:type="dxa"/>
        <w:tblLook w:val="04A0"/>
      </w:tblPr>
      <w:tblGrid>
        <w:gridCol w:w="3536"/>
        <w:gridCol w:w="272"/>
        <w:gridCol w:w="3502"/>
      </w:tblGrid>
      <w:tr w:rsidR="005564A1" w:rsidTr="005564A1">
        <w:trPr>
          <w:trHeight w:val="350"/>
        </w:trPr>
        <w:tc>
          <w:tcPr>
            <w:tcW w:w="3536" w:type="dxa"/>
          </w:tcPr>
          <w:p w:rsidR="005564A1" w:rsidRDefault="005564A1" w:rsidP="00F82C45">
            <w:pPr>
              <w:pStyle w:val="libPoem"/>
            </w:pPr>
            <w:r>
              <w:rPr>
                <w:rtl/>
              </w:rPr>
              <w:t>ما اسم رباعي وحرفان به</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قد ساويا جملته إذا تحسب</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ما في الحروف منه غير واحد</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فما الذي منه غدا يركب</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أوله تراه في آخره</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ولم يكرر منه حرف فاعجبوا</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يوصف فيه بلد مقدس</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أو مرسل أو ملك مقرب</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ينام إن حرفته وإن أكن</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نظيره معنى فإني أكذب</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طورا تراه اسما وفعلا تارة</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وهو بكلتا حالتيه معرب</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وجوه الاعراب عليه اعتورت</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لو أنصفوا ما كان إلاّ ينصب</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أوله يزيد عن ثالثه</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وهو له عشر إذا ما ينسب</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آخر كل اسم له ثان وعن</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أوله الثالث منه يعرب</w:t>
            </w:r>
            <w:r w:rsidRPr="00725071">
              <w:rPr>
                <w:rStyle w:val="libPoemTiniChar0"/>
                <w:rtl/>
              </w:rPr>
              <w:br/>
              <w:t> </w:t>
            </w:r>
          </w:p>
        </w:tc>
      </w:tr>
      <w:tr w:rsidR="005564A1" w:rsidTr="005564A1">
        <w:trPr>
          <w:trHeight w:val="350"/>
        </w:trPr>
        <w:tc>
          <w:tcPr>
            <w:tcW w:w="3536" w:type="dxa"/>
          </w:tcPr>
          <w:p w:rsidR="005564A1" w:rsidRDefault="005564A1" w:rsidP="00F82C45">
            <w:pPr>
              <w:pStyle w:val="libPoem"/>
            </w:pPr>
            <w:r>
              <w:rPr>
                <w:rtl/>
              </w:rPr>
              <w:t>يا من يريد حلَّه أبانه</w:t>
            </w:r>
            <w:r w:rsidRPr="00725071">
              <w:rPr>
                <w:rStyle w:val="libPoemTiniChar0"/>
                <w:rtl/>
              </w:rPr>
              <w:br/>
              <w:t> </w:t>
            </w:r>
          </w:p>
        </w:tc>
        <w:tc>
          <w:tcPr>
            <w:tcW w:w="272" w:type="dxa"/>
          </w:tcPr>
          <w:p w:rsidR="005564A1" w:rsidRDefault="005564A1" w:rsidP="00F82C45">
            <w:pPr>
              <w:pStyle w:val="libPoem"/>
              <w:rPr>
                <w:rtl/>
              </w:rPr>
            </w:pPr>
          </w:p>
        </w:tc>
        <w:tc>
          <w:tcPr>
            <w:tcW w:w="3502" w:type="dxa"/>
          </w:tcPr>
          <w:p w:rsidR="005564A1" w:rsidRDefault="005564A1" w:rsidP="00F82C45">
            <w:pPr>
              <w:pStyle w:val="libPoem"/>
            </w:pPr>
            <w:r>
              <w:rPr>
                <w:rtl/>
              </w:rPr>
              <w:t>أولُ بيتي ذا فأين تذهب</w:t>
            </w:r>
            <w:r w:rsidRPr="00725071">
              <w:rPr>
                <w:rStyle w:val="libPoemTiniChar0"/>
                <w:rtl/>
              </w:rPr>
              <w:br/>
              <w:t> </w:t>
            </w:r>
          </w:p>
        </w:tc>
      </w:tr>
    </w:tbl>
    <w:p w:rsidR="004A5BFC" w:rsidRDefault="004A5BFC" w:rsidP="004A5BFC">
      <w:pPr>
        <w:pStyle w:val="libNormal"/>
        <w:rPr>
          <w:rtl/>
        </w:rPr>
      </w:pPr>
      <w:r>
        <w:rPr>
          <w:rtl/>
        </w:rPr>
        <w:br w:type="page"/>
      </w:r>
    </w:p>
    <w:sdt>
      <w:sdtPr>
        <w:rPr>
          <w:b w:val="0"/>
          <w:bCs w:val="0"/>
          <w:rtl/>
        </w:rPr>
        <w:id w:val="12873718"/>
        <w:docPartObj>
          <w:docPartGallery w:val="Table of Contents"/>
          <w:docPartUnique/>
        </w:docPartObj>
      </w:sdtPr>
      <w:sdtContent>
        <w:p w:rsidR="004A5BFC" w:rsidRDefault="004A5BFC" w:rsidP="004A5BFC">
          <w:pPr>
            <w:pStyle w:val="libCenterBold1"/>
          </w:pPr>
          <w:r>
            <w:rPr>
              <w:rFonts w:hint="cs"/>
              <w:rtl/>
            </w:rPr>
            <w:t>الفهرس</w:t>
          </w:r>
        </w:p>
        <w:p w:rsidR="004A5BFC" w:rsidRDefault="003D2027">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4A5BFC">
            <w:instrText xml:space="preserve"> TOC \o "1-3" \h \z \u </w:instrText>
          </w:r>
          <w:r>
            <w:fldChar w:fldCharType="separate"/>
          </w:r>
          <w:hyperlink w:anchor="_Toc430519732"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النبيِّ</w:t>
            </w:r>
            <w:r w:rsidR="004A5BFC" w:rsidRPr="00B43521">
              <w:rPr>
                <w:rStyle w:val="Hyperlink"/>
                <w:noProof/>
                <w:rtl/>
              </w:rPr>
              <w:t xml:space="preserve"> </w:t>
            </w:r>
            <w:r w:rsidR="004A5BFC" w:rsidRPr="00B43521">
              <w:rPr>
                <w:rStyle w:val="Hyperlink"/>
                <w:rFonts w:hint="eastAsia"/>
                <w:noProof/>
                <w:rtl/>
              </w:rPr>
              <w:t>وَآلِه</w:t>
            </w:r>
            <w:r w:rsidR="004A5BFC" w:rsidRPr="00B43521">
              <w:rPr>
                <w:rStyle w:val="Hyperlink"/>
                <w:noProof/>
                <w:rtl/>
              </w:rPr>
              <w:t xml:space="preserve"> (</w:t>
            </w:r>
            <w:r w:rsidR="004A5BFC" w:rsidRPr="00B43521">
              <w:rPr>
                <w:rStyle w:val="Hyperlink"/>
                <w:rFonts w:hint="eastAsia"/>
                <w:noProof/>
                <w:rtl/>
              </w:rPr>
              <w:t>صَلَوات</w:t>
            </w:r>
            <w:r w:rsidR="004A5BFC" w:rsidRPr="00B43521">
              <w:rPr>
                <w:rStyle w:val="Hyperlink"/>
                <w:noProof/>
                <w:rtl/>
              </w:rPr>
              <w:t xml:space="preserve"> </w:t>
            </w:r>
            <w:r w:rsidR="004A5BFC" w:rsidRPr="00B43521">
              <w:rPr>
                <w:rStyle w:val="Hyperlink"/>
                <w:rFonts w:hint="eastAsia"/>
                <w:noProof/>
                <w:rtl/>
              </w:rPr>
              <w:t>اللّه</w:t>
            </w:r>
            <w:r w:rsidR="004A5BFC" w:rsidRPr="00B43521">
              <w:rPr>
                <w:rStyle w:val="Hyperlink"/>
                <w:noProof/>
                <w:rtl/>
              </w:rPr>
              <w:t xml:space="preserve"> </w:t>
            </w:r>
            <w:r w:rsidR="004A5BFC" w:rsidRPr="00B43521">
              <w:rPr>
                <w:rStyle w:val="Hyperlink"/>
                <w:rFonts w:hint="eastAsia"/>
                <w:noProof/>
                <w:rtl/>
              </w:rPr>
              <w:t>عَليهم</w:t>
            </w:r>
            <w:r w:rsidR="004A5BFC" w:rsidRPr="00B43521">
              <w:rPr>
                <w:rStyle w:val="Hyperlink"/>
                <w:noProof/>
                <w:rtl/>
              </w:rPr>
              <w:t>)</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Toc430519732 \h</w:instrText>
            </w:r>
            <w:r w:rsidR="004A5BFC">
              <w:rPr>
                <w:noProof/>
                <w:webHidden/>
                <w:rtl/>
              </w:rPr>
              <w:instrText xml:space="preserve"> </w:instrText>
            </w:r>
            <w:r>
              <w:rPr>
                <w:noProof/>
                <w:webHidden/>
                <w:rtl/>
              </w:rPr>
            </w:r>
            <w:r>
              <w:rPr>
                <w:noProof/>
                <w:webHidden/>
                <w:rtl/>
              </w:rPr>
              <w:fldChar w:fldCharType="separate"/>
            </w:r>
            <w:r w:rsidR="004A5BFC">
              <w:rPr>
                <w:noProof/>
                <w:webHidden/>
                <w:rtl/>
              </w:rPr>
              <w:t>15</w:t>
            </w:r>
            <w:r>
              <w:rPr>
                <w:noProof/>
                <w:webHidden/>
                <w:rtl/>
              </w:rPr>
              <w:fldChar w:fldCharType="end"/>
            </w:r>
          </w:hyperlink>
        </w:p>
        <w:p w:rsidR="004A5BFC" w:rsidRDefault="003D2027" w:rsidP="004A5BFC">
          <w:pPr>
            <w:pStyle w:val="TOC3"/>
            <w:rPr>
              <w:rFonts w:asciiTheme="minorHAnsi" w:eastAsiaTheme="minorEastAsia" w:hAnsiTheme="minorHAnsi" w:cstheme="minorBidi"/>
              <w:noProof/>
              <w:color w:val="auto"/>
              <w:sz w:val="22"/>
              <w:szCs w:val="22"/>
              <w:rtl/>
            </w:rPr>
          </w:pPr>
          <w:hyperlink w:anchor="_Toc430519733"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ذكرى</w:t>
            </w:r>
            <w:r w:rsidR="004A5BFC">
              <w:rPr>
                <w:rStyle w:val="Hyperlink"/>
                <w:rFonts w:hint="cs"/>
                <w:noProof/>
                <w:rtl/>
              </w:rPr>
              <w:t xml:space="preserve"> </w:t>
            </w:r>
          </w:hyperlink>
          <w:hyperlink w:anchor="_Toc430519734" w:history="1">
            <w:r w:rsidR="004A5BFC" w:rsidRPr="00B43521">
              <w:rPr>
                <w:rStyle w:val="Hyperlink"/>
                <w:rFonts w:hint="eastAsia"/>
                <w:noProof/>
                <w:rtl/>
              </w:rPr>
              <w:t>مولد</w:t>
            </w:r>
            <w:r w:rsidR="004A5BFC" w:rsidRPr="00B43521">
              <w:rPr>
                <w:rStyle w:val="Hyperlink"/>
                <w:noProof/>
                <w:rtl/>
              </w:rPr>
              <w:t xml:space="preserve"> </w:t>
            </w:r>
            <w:r w:rsidR="004A5BFC" w:rsidRPr="00B43521">
              <w:rPr>
                <w:rStyle w:val="Hyperlink"/>
                <w:rFonts w:hint="eastAsia"/>
                <w:noProof/>
                <w:rtl/>
              </w:rPr>
              <w:t>الرسول</w:t>
            </w:r>
            <w:r w:rsidR="004A5BFC" w:rsidRPr="00B43521">
              <w:rPr>
                <w:rStyle w:val="Hyperlink"/>
                <w:noProof/>
                <w:rtl/>
              </w:rPr>
              <w:t xml:space="preserve"> </w:t>
            </w:r>
            <w:r w:rsidR="004A5BFC" w:rsidRPr="00B43521">
              <w:rPr>
                <w:rStyle w:val="Hyperlink"/>
                <w:rFonts w:hint="eastAsia"/>
                <w:noProof/>
                <w:rtl/>
              </w:rPr>
              <w:t>الأعظم</w:t>
            </w:r>
            <w:r w:rsidR="004A5BFC" w:rsidRPr="00B43521">
              <w:rPr>
                <w:rStyle w:val="Hyperlink"/>
                <w:noProof/>
                <w:rtl/>
              </w:rPr>
              <w:t xml:space="preserve"> (</w:t>
            </w:r>
            <w:r w:rsidR="004A5BFC" w:rsidRPr="00B43521">
              <w:rPr>
                <w:rStyle w:val="Hyperlink"/>
                <w:rFonts w:hint="eastAsia"/>
                <w:noProof/>
                <w:rtl/>
              </w:rPr>
              <w:t>صلّى</w:t>
            </w:r>
            <w:r w:rsidR="004A5BFC" w:rsidRPr="00B43521">
              <w:rPr>
                <w:rStyle w:val="Hyperlink"/>
                <w:noProof/>
                <w:rtl/>
              </w:rPr>
              <w:t xml:space="preserve"> </w:t>
            </w:r>
            <w:r w:rsidR="004A5BFC" w:rsidRPr="00B43521">
              <w:rPr>
                <w:rStyle w:val="Hyperlink"/>
                <w:rFonts w:hint="eastAsia"/>
                <w:noProof/>
                <w:rtl/>
              </w:rPr>
              <w:t>الله</w:t>
            </w:r>
            <w:r w:rsidR="004A5BFC" w:rsidRPr="00B43521">
              <w:rPr>
                <w:rStyle w:val="Hyperlink"/>
                <w:noProof/>
                <w:rtl/>
              </w:rPr>
              <w:t xml:space="preserve"> </w:t>
            </w:r>
            <w:r w:rsidR="004A5BFC" w:rsidRPr="00B43521">
              <w:rPr>
                <w:rStyle w:val="Hyperlink"/>
                <w:rFonts w:hint="eastAsia"/>
                <w:noProof/>
                <w:rtl/>
              </w:rPr>
              <w:t>عليه</w:t>
            </w:r>
            <w:r w:rsidR="004A5BFC" w:rsidRPr="00B43521">
              <w:rPr>
                <w:rStyle w:val="Hyperlink"/>
                <w:noProof/>
                <w:rtl/>
              </w:rPr>
              <w:t xml:space="preserve"> </w:t>
            </w:r>
            <w:r w:rsidR="004A5BFC" w:rsidRPr="00B43521">
              <w:rPr>
                <w:rStyle w:val="Hyperlink"/>
                <w:rFonts w:hint="eastAsia"/>
                <w:noProof/>
                <w:rtl/>
              </w:rPr>
              <w:t>وآله</w:t>
            </w:r>
            <w:r w:rsidR="004A5BFC" w:rsidRPr="00B43521">
              <w:rPr>
                <w:rStyle w:val="Hyperlink"/>
                <w:noProof/>
                <w:rtl/>
              </w:rPr>
              <w:t>)</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Toc430519734 \h</w:instrText>
            </w:r>
            <w:r w:rsidR="004A5BFC">
              <w:rPr>
                <w:noProof/>
                <w:webHidden/>
                <w:rtl/>
              </w:rPr>
              <w:instrText xml:space="preserve"> </w:instrText>
            </w:r>
            <w:r>
              <w:rPr>
                <w:noProof/>
                <w:webHidden/>
                <w:rtl/>
              </w:rPr>
            </w:r>
            <w:r>
              <w:rPr>
                <w:noProof/>
                <w:webHidden/>
                <w:rtl/>
              </w:rPr>
              <w:fldChar w:fldCharType="separate"/>
            </w:r>
            <w:r w:rsidR="004A5BFC">
              <w:rPr>
                <w:noProof/>
                <w:webHidden/>
                <w:rtl/>
              </w:rPr>
              <w:t>17</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35" w:history="1">
            <w:r w:rsidR="004A5BFC" w:rsidRPr="00B43521">
              <w:rPr>
                <w:rStyle w:val="Hyperlink"/>
                <w:rFonts w:hint="eastAsia"/>
                <w:noProof/>
                <w:rtl/>
              </w:rPr>
              <w:t>الكوثرية</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Toc430519735 \h</w:instrText>
            </w:r>
            <w:r w:rsidR="004A5BFC">
              <w:rPr>
                <w:noProof/>
                <w:webHidden/>
                <w:rtl/>
              </w:rPr>
              <w:instrText xml:space="preserve"> </w:instrText>
            </w:r>
            <w:r>
              <w:rPr>
                <w:noProof/>
                <w:webHidden/>
                <w:rtl/>
              </w:rPr>
            </w:r>
            <w:r>
              <w:rPr>
                <w:noProof/>
                <w:webHidden/>
                <w:rtl/>
              </w:rPr>
              <w:fldChar w:fldCharType="separate"/>
            </w:r>
            <w:r w:rsidR="004A5BFC">
              <w:rPr>
                <w:noProof/>
                <w:webHidden/>
                <w:rtl/>
              </w:rPr>
              <w:t>20</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36"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عيد</w:t>
            </w:r>
            <w:r w:rsidR="004A5BFC" w:rsidRPr="00B43521">
              <w:rPr>
                <w:rStyle w:val="Hyperlink"/>
                <w:noProof/>
                <w:rtl/>
              </w:rPr>
              <w:t xml:space="preserve"> </w:t>
            </w:r>
            <w:r w:rsidR="004A5BFC" w:rsidRPr="00B43521">
              <w:rPr>
                <w:rStyle w:val="Hyperlink"/>
                <w:rFonts w:hint="eastAsia"/>
                <w:noProof/>
                <w:rtl/>
              </w:rPr>
              <w:t>الغدير</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Toc430519736 \h</w:instrText>
            </w:r>
            <w:r w:rsidR="004A5BFC">
              <w:rPr>
                <w:noProof/>
                <w:webHidden/>
                <w:rtl/>
              </w:rPr>
              <w:instrText xml:space="preserve"> </w:instrText>
            </w:r>
            <w:r>
              <w:rPr>
                <w:noProof/>
                <w:webHidden/>
                <w:rtl/>
              </w:rPr>
            </w:r>
            <w:r>
              <w:rPr>
                <w:noProof/>
                <w:webHidden/>
                <w:rtl/>
              </w:rPr>
              <w:fldChar w:fldCharType="separate"/>
            </w:r>
            <w:r w:rsidR="004A5BFC">
              <w:rPr>
                <w:noProof/>
                <w:webHidden/>
                <w:rtl/>
              </w:rPr>
              <w:t>23</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37"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التشوّق</w:t>
            </w:r>
            <w:r w:rsidR="004A5BFC" w:rsidRPr="00B43521">
              <w:rPr>
                <w:rStyle w:val="Hyperlink"/>
                <w:noProof/>
                <w:rtl/>
              </w:rPr>
              <w:t xml:space="preserve"> </w:t>
            </w:r>
            <w:r w:rsidR="004A5BFC" w:rsidRPr="00B43521">
              <w:rPr>
                <w:rStyle w:val="Hyperlink"/>
                <w:rFonts w:hint="eastAsia"/>
                <w:noProof/>
                <w:rtl/>
              </w:rPr>
              <w:t>إلى</w:t>
            </w:r>
            <w:r w:rsidR="004A5BFC" w:rsidRPr="00B43521">
              <w:rPr>
                <w:rStyle w:val="Hyperlink"/>
                <w:noProof/>
                <w:rtl/>
              </w:rPr>
              <w:t xml:space="preserve"> </w:t>
            </w:r>
            <w:r w:rsidR="004A5BFC" w:rsidRPr="00B43521">
              <w:rPr>
                <w:rStyle w:val="Hyperlink"/>
                <w:rFonts w:hint="eastAsia"/>
                <w:noProof/>
                <w:rtl/>
              </w:rPr>
              <w:t>النجف</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Toc430519737 \h</w:instrText>
            </w:r>
            <w:r w:rsidR="004A5BFC">
              <w:rPr>
                <w:noProof/>
                <w:webHidden/>
                <w:rtl/>
              </w:rPr>
              <w:instrText xml:space="preserve"> </w:instrText>
            </w:r>
            <w:r>
              <w:rPr>
                <w:noProof/>
                <w:webHidden/>
                <w:rtl/>
              </w:rPr>
            </w:r>
            <w:r>
              <w:rPr>
                <w:noProof/>
                <w:webHidden/>
                <w:rtl/>
              </w:rPr>
              <w:fldChar w:fldCharType="separate"/>
            </w:r>
            <w:r w:rsidR="004A5BFC">
              <w:rPr>
                <w:noProof/>
                <w:webHidden/>
                <w:rtl/>
              </w:rPr>
              <w:t>25</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38"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مدح</w:t>
            </w:r>
            <w:r w:rsidR="004A5BFC" w:rsidRPr="00B43521">
              <w:rPr>
                <w:rStyle w:val="Hyperlink"/>
                <w:noProof/>
                <w:rtl/>
              </w:rPr>
              <w:t xml:space="preserve"> </w:t>
            </w:r>
            <w:r w:rsidR="004A5BFC" w:rsidRPr="00B43521">
              <w:rPr>
                <w:rStyle w:val="Hyperlink"/>
                <w:rFonts w:hint="eastAsia"/>
                <w:noProof/>
                <w:rtl/>
              </w:rPr>
              <w:t>الإمام</w:t>
            </w:r>
            <w:r w:rsidR="004A5BFC" w:rsidRPr="00B43521">
              <w:rPr>
                <w:rStyle w:val="Hyperlink"/>
                <w:noProof/>
                <w:rtl/>
              </w:rPr>
              <w:t xml:space="preserve"> </w:t>
            </w:r>
            <w:r w:rsidR="004A5BFC" w:rsidRPr="00B43521">
              <w:rPr>
                <w:rStyle w:val="Hyperlink"/>
                <w:rFonts w:hint="eastAsia"/>
                <w:noProof/>
                <w:rtl/>
              </w:rPr>
              <w:t>عليّ</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Toc430519738 \h</w:instrText>
            </w:r>
            <w:r w:rsidR="004A5BFC">
              <w:rPr>
                <w:noProof/>
                <w:webHidden/>
                <w:rtl/>
              </w:rPr>
              <w:instrText xml:space="preserve"> </w:instrText>
            </w:r>
            <w:r>
              <w:rPr>
                <w:noProof/>
                <w:webHidden/>
                <w:rtl/>
              </w:rPr>
            </w:r>
            <w:r>
              <w:rPr>
                <w:noProof/>
                <w:webHidden/>
                <w:rtl/>
              </w:rPr>
              <w:fldChar w:fldCharType="separate"/>
            </w:r>
            <w:r w:rsidR="004A5BFC">
              <w:rPr>
                <w:noProof/>
                <w:webHidden/>
                <w:rtl/>
              </w:rPr>
              <w:t>25</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39" w:history="1">
            <w:r w:rsidR="004A5BFC" w:rsidRPr="00B43521">
              <w:rPr>
                <w:rStyle w:val="Hyperlink"/>
                <w:rFonts w:hint="eastAsia"/>
                <w:noProof/>
                <w:rtl/>
              </w:rPr>
              <w:t>الإمام</w:t>
            </w:r>
            <w:r w:rsidR="004A5BFC" w:rsidRPr="00B43521">
              <w:rPr>
                <w:rStyle w:val="Hyperlink"/>
                <w:noProof/>
                <w:rtl/>
              </w:rPr>
              <w:t xml:space="preserve"> </w:t>
            </w:r>
            <w:r w:rsidR="004A5BFC" w:rsidRPr="00B43521">
              <w:rPr>
                <w:rStyle w:val="Hyperlink"/>
                <w:rFonts w:hint="eastAsia"/>
                <w:noProof/>
                <w:rtl/>
              </w:rPr>
              <w:t>المهديّ</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Toc430519739 \h</w:instrText>
            </w:r>
            <w:r w:rsidR="004A5BFC">
              <w:rPr>
                <w:noProof/>
                <w:webHidden/>
                <w:rtl/>
              </w:rPr>
              <w:instrText xml:space="preserve"> </w:instrText>
            </w:r>
            <w:r>
              <w:rPr>
                <w:noProof/>
                <w:webHidden/>
                <w:rtl/>
              </w:rPr>
            </w:r>
            <w:r>
              <w:rPr>
                <w:noProof/>
                <w:webHidden/>
                <w:rtl/>
              </w:rPr>
              <w:fldChar w:fldCharType="separate"/>
            </w:r>
            <w:r w:rsidR="004A5BFC">
              <w:rPr>
                <w:noProof/>
                <w:webHidden/>
                <w:rtl/>
              </w:rPr>
              <w:t>26</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40" w:history="1">
            <w:r w:rsidR="004A5BFC" w:rsidRPr="00B43521">
              <w:rPr>
                <w:rStyle w:val="Hyperlink"/>
                <w:rFonts w:hint="eastAsia"/>
                <w:noProof/>
                <w:rtl/>
              </w:rPr>
              <w:t>رضي</w:t>
            </w:r>
            <w:r w:rsidR="004A5BFC" w:rsidRPr="00B43521">
              <w:rPr>
                <w:rStyle w:val="Hyperlink"/>
                <w:noProof/>
                <w:rtl/>
              </w:rPr>
              <w:t xml:space="preserve"> </w:t>
            </w:r>
            <w:r w:rsidR="004A5BFC" w:rsidRPr="00B43521">
              <w:rPr>
                <w:rStyle w:val="Hyperlink"/>
                <w:rFonts w:hint="eastAsia"/>
                <w:noProof/>
                <w:rtl/>
              </w:rPr>
              <w:t>اللّه</w:t>
            </w:r>
            <w:r w:rsidR="004A5BFC" w:rsidRPr="00B43521">
              <w:rPr>
                <w:rStyle w:val="Hyperlink"/>
                <w:noProof/>
                <w:rtl/>
              </w:rPr>
              <w:t xml:space="preserve"> </w:t>
            </w:r>
            <w:r w:rsidR="004A5BFC" w:rsidRPr="00B43521">
              <w:rPr>
                <w:rStyle w:val="Hyperlink"/>
                <w:rFonts w:hint="eastAsia"/>
                <w:noProof/>
                <w:rtl/>
              </w:rPr>
              <w:t>عليّاً</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Toc430519740 \h</w:instrText>
            </w:r>
            <w:r w:rsidR="004A5BFC">
              <w:rPr>
                <w:noProof/>
                <w:webHidden/>
                <w:rtl/>
              </w:rPr>
              <w:instrText xml:space="preserve"> </w:instrText>
            </w:r>
            <w:r>
              <w:rPr>
                <w:noProof/>
                <w:webHidden/>
                <w:rtl/>
              </w:rPr>
            </w:r>
            <w:r>
              <w:rPr>
                <w:noProof/>
                <w:webHidden/>
                <w:rtl/>
              </w:rPr>
              <w:fldChar w:fldCharType="separate"/>
            </w:r>
            <w:r w:rsidR="004A5BFC">
              <w:rPr>
                <w:noProof/>
                <w:webHidden/>
                <w:rtl/>
              </w:rPr>
              <w:t>32</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41"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رثاء</w:t>
            </w:r>
            <w:r w:rsidR="004A5BFC" w:rsidRPr="00B43521">
              <w:rPr>
                <w:rStyle w:val="Hyperlink"/>
                <w:noProof/>
                <w:rtl/>
              </w:rPr>
              <w:t xml:space="preserve"> </w:t>
            </w:r>
            <w:r w:rsidR="004A5BFC" w:rsidRPr="00B43521">
              <w:rPr>
                <w:rStyle w:val="Hyperlink"/>
                <w:rFonts w:hint="eastAsia"/>
                <w:noProof/>
                <w:rtl/>
              </w:rPr>
              <w:t>الحسن</w:t>
            </w:r>
            <w:r w:rsidR="004A5BFC" w:rsidRPr="00B43521">
              <w:rPr>
                <w:rStyle w:val="Hyperlink"/>
                <w:noProof/>
                <w:rtl/>
              </w:rPr>
              <w:t xml:space="preserve"> </w:t>
            </w:r>
            <w:r w:rsidR="004A5BFC" w:rsidRPr="00B43521">
              <w:rPr>
                <w:rStyle w:val="Hyperlink"/>
                <w:rFonts w:hint="eastAsia"/>
                <w:noProof/>
                <w:rtl/>
              </w:rPr>
              <w:t>السبط</w:t>
            </w:r>
            <w:r w:rsidR="004A5BFC" w:rsidRPr="00B43521">
              <w:rPr>
                <w:rStyle w:val="Hyperlink"/>
                <w:noProof/>
                <w:rtl/>
              </w:rPr>
              <w:t xml:space="preserve"> (</w:t>
            </w:r>
            <w:r w:rsidR="004A5BFC" w:rsidRPr="00B43521">
              <w:rPr>
                <w:rStyle w:val="Hyperlink"/>
                <w:rFonts w:hint="eastAsia"/>
                <w:noProof/>
                <w:rtl/>
              </w:rPr>
              <w:t>عليه</w:t>
            </w:r>
            <w:r w:rsidR="004A5BFC" w:rsidRPr="00B43521">
              <w:rPr>
                <w:rStyle w:val="Hyperlink"/>
                <w:noProof/>
                <w:rtl/>
              </w:rPr>
              <w:t xml:space="preserve"> </w:t>
            </w:r>
            <w:r w:rsidR="004A5BFC" w:rsidRPr="00B43521">
              <w:rPr>
                <w:rStyle w:val="Hyperlink"/>
                <w:rFonts w:hint="eastAsia"/>
                <w:noProof/>
                <w:rtl/>
              </w:rPr>
              <w:t>السّلام</w:t>
            </w:r>
            <w:r w:rsidR="004A5BFC" w:rsidRPr="00B43521">
              <w:rPr>
                <w:rStyle w:val="Hyperlink"/>
                <w:noProof/>
                <w:rtl/>
              </w:rPr>
              <w:t>)</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Toc430519741 \h</w:instrText>
            </w:r>
            <w:r w:rsidR="004A5BFC">
              <w:rPr>
                <w:noProof/>
                <w:webHidden/>
                <w:rtl/>
              </w:rPr>
              <w:instrText xml:space="preserve"> </w:instrText>
            </w:r>
            <w:r>
              <w:rPr>
                <w:noProof/>
                <w:webHidden/>
                <w:rtl/>
              </w:rPr>
            </w:r>
            <w:r>
              <w:rPr>
                <w:noProof/>
                <w:webHidden/>
                <w:rtl/>
              </w:rPr>
              <w:fldChar w:fldCharType="separate"/>
            </w:r>
            <w:r w:rsidR="004A5BFC">
              <w:rPr>
                <w:noProof/>
                <w:webHidden/>
                <w:rtl/>
              </w:rPr>
              <w:t>34</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42"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رثاء</w:t>
            </w:r>
            <w:r w:rsidR="004A5BFC" w:rsidRPr="00B43521">
              <w:rPr>
                <w:rStyle w:val="Hyperlink"/>
                <w:noProof/>
                <w:rtl/>
              </w:rPr>
              <w:t xml:space="preserve"> </w:t>
            </w:r>
            <w:r w:rsidR="004A5BFC" w:rsidRPr="00B43521">
              <w:rPr>
                <w:rStyle w:val="Hyperlink"/>
                <w:rFonts w:hint="eastAsia"/>
                <w:noProof/>
                <w:rtl/>
              </w:rPr>
              <w:t>الحسين</w:t>
            </w:r>
            <w:r w:rsidR="004A5BFC" w:rsidRPr="00B43521">
              <w:rPr>
                <w:rStyle w:val="Hyperlink"/>
                <w:noProof/>
                <w:rtl/>
              </w:rPr>
              <w:t xml:space="preserve"> (</w:t>
            </w:r>
            <w:r w:rsidR="004A5BFC" w:rsidRPr="00B43521">
              <w:rPr>
                <w:rStyle w:val="Hyperlink"/>
                <w:rFonts w:hint="eastAsia"/>
                <w:noProof/>
                <w:rtl/>
              </w:rPr>
              <w:t>عليه</w:t>
            </w:r>
            <w:r w:rsidR="004A5BFC" w:rsidRPr="00B43521">
              <w:rPr>
                <w:rStyle w:val="Hyperlink"/>
                <w:noProof/>
                <w:rtl/>
              </w:rPr>
              <w:t xml:space="preserve"> </w:t>
            </w:r>
            <w:r w:rsidR="004A5BFC" w:rsidRPr="00B43521">
              <w:rPr>
                <w:rStyle w:val="Hyperlink"/>
                <w:rFonts w:hint="eastAsia"/>
                <w:noProof/>
                <w:rtl/>
              </w:rPr>
              <w:t>السّلام</w:t>
            </w:r>
            <w:r w:rsidR="004A5BFC" w:rsidRPr="00B43521">
              <w:rPr>
                <w:rStyle w:val="Hyperlink"/>
                <w:noProof/>
                <w:rtl/>
              </w:rPr>
              <w:t>)</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Toc430519742 \h</w:instrText>
            </w:r>
            <w:r w:rsidR="004A5BFC">
              <w:rPr>
                <w:noProof/>
                <w:webHidden/>
                <w:rtl/>
              </w:rPr>
              <w:instrText xml:space="preserve"> </w:instrText>
            </w:r>
            <w:r>
              <w:rPr>
                <w:noProof/>
                <w:webHidden/>
                <w:rtl/>
              </w:rPr>
            </w:r>
            <w:r>
              <w:rPr>
                <w:noProof/>
                <w:webHidden/>
                <w:rtl/>
              </w:rPr>
              <w:fldChar w:fldCharType="separate"/>
            </w:r>
            <w:r w:rsidR="004A5BFC">
              <w:rPr>
                <w:noProof/>
                <w:webHidden/>
                <w:rtl/>
              </w:rPr>
              <w:t>37</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43"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زيارة</w:t>
            </w:r>
            <w:r w:rsidR="004A5BFC" w:rsidRPr="00B43521">
              <w:rPr>
                <w:rStyle w:val="Hyperlink"/>
                <w:noProof/>
                <w:rtl/>
              </w:rPr>
              <w:t xml:space="preserve"> </w:t>
            </w:r>
            <w:r w:rsidR="004A5BFC" w:rsidRPr="00B43521">
              <w:rPr>
                <w:rStyle w:val="Hyperlink"/>
                <w:rFonts w:hint="eastAsia"/>
                <w:noProof/>
                <w:rtl/>
              </w:rPr>
              <w:t>المدينة</w:t>
            </w:r>
            <w:r w:rsidR="004A5BFC" w:rsidRPr="00B43521">
              <w:rPr>
                <w:rStyle w:val="Hyperlink"/>
                <w:noProof/>
                <w:rtl/>
              </w:rPr>
              <w:t xml:space="preserve"> </w:t>
            </w:r>
            <w:r w:rsidR="004A5BFC" w:rsidRPr="00B43521">
              <w:rPr>
                <w:rStyle w:val="Hyperlink"/>
                <w:rFonts w:hint="eastAsia"/>
                <w:noProof/>
                <w:rtl/>
              </w:rPr>
              <w:t>المنوّرة</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Toc430519743 \h</w:instrText>
            </w:r>
            <w:r w:rsidR="004A5BFC">
              <w:rPr>
                <w:noProof/>
                <w:webHidden/>
                <w:rtl/>
              </w:rPr>
              <w:instrText xml:space="preserve"> </w:instrText>
            </w:r>
            <w:r>
              <w:rPr>
                <w:noProof/>
                <w:webHidden/>
                <w:rtl/>
              </w:rPr>
            </w:r>
            <w:r>
              <w:rPr>
                <w:noProof/>
                <w:webHidden/>
                <w:rtl/>
              </w:rPr>
              <w:fldChar w:fldCharType="separate"/>
            </w:r>
            <w:r w:rsidR="004A5BFC">
              <w:rPr>
                <w:noProof/>
                <w:webHidden/>
                <w:rtl/>
              </w:rPr>
              <w:t>37</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44" w:history="1">
            <w:r w:rsidR="004A5BFC" w:rsidRPr="00B43521">
              <w:rPr>
                <w:rStyle w:val="Hyperlink"/>
                <w:rFonts w:hint="eastAsia"/>
                <w:noProof/>
                <w:rtl/>
              </w:rPr>
              <w:t>وقفة</w:t>
            </w:r>
            <w:r w:rsidR="004A5BFC" w:rsidRPr="00B43521">
              <w:rPr>
                <w:rStyle w:val="Hyperlink"/>
                <w:noProof/>
                <w:rtl/>
              </w:rPr>
              <w:t xml:space="preserve"> </w:t>
            </w:r>
            <w:r w:rsidR="004A5BFC" w:rsidRPr="00B43521">
              <w:rPr>
                <w:rStyle w:val="Hyperlink"/>
                <w:rFonts w:hint="eastAsia"/>
                <w:noProof/>
                <w:rtl/>
              </w:rPr>
              <w:t>على</w:t>
            </w:r>
            <w:r w:rsidR="004A5BFC" w:rsidRPr="00B43521">
              <w:rPr>
                <w:rStyle w:val="Hyperlink"/>
                <w:noProof/>
                <w:rtl/>
              </w:rPr>
              <w:t xml:space="preserve"> </w:t>
            </w:r>
            <w:r w:rsidR="004A5BFC" w:rsidRPr="00B43521">
              <w:rPr>
                <w:rStyle w:val="Hyperlink"/>
                <w:rFonts w:hint="eastAsia"/>
                <w:noProof/>
                <w:rtl/>
              </w:rPr>
              <w:t>قبور</w:t>
            </w:r>
            <w:r w:rsidR="004A5BFC" w:rsidRPr="00B43521">
              <w:rPr>
                <w:rStyle w:val="Hyperlink"/>
                <w:noProof/>
                <w:rtl/>
              </w:rPr>
              <w:t xml:space="preserve"> </w:t>
            </w:r>
            <w:r w:rsidR="004A5BFC" w:rsidRPr="00B43521">
              <w:rPr>
                <w:rStyle w:val="Hyperlink"/>
                <w:rFonts w:hint="eastAsia"/>
                <w:noProof/>
                <w:rtl/>
              </w:rPr>
              <w:t>الأئمّة</w:t>
            </w:r>
            <w:r w:rsidR="004A5BFC" w:rsidRPr="00B43521">
              <w:rPr>
                <w:rStyle w:val="Hyperlink"/>
                <w:noProof/>
                <w:rtl/>
              </w:rPr>
              <w:t xml:space="preserve"> </w:t>
            </w:r>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البقيع</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Toc430519744 \h</w:instrText>
            </w:r>
            <w:r w:rsidR="004A5BFC">
              <w:rPr>
                <w:noProof/>
                <w:webHidden/>
                <w:rtl/>
              </w:rPr>
              <w:instrText xml:space="preserve"> </w:instrText>
            </w:r>
            <w:r>
              <w:rPr>
                <w:noProof/>
                <w:webHidden/>
                <w:rtl/>
              </w:rPr>
            </w:r>
            <w:r>
              <w:rPr>
                <w:noProof/>
                <w:webHidden/>
                <w:rtl/>
              </w:rPr>
              <w:fldChar w:fldCharType="separate"/>
            </w:r>
            <w:r w:rsidR="004A5BFC">
              <w:rPr>
                <w:noProof/>
                <w:webHidden/>
                <w:rtl/>
              </w:rPr>
              <w:t>38</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45" w:history="1">
            <w:r w:rsidR="004A5BFC" w:rsidRPr="00B43521">
              <w:rPr>
                <w:rStyle w:val="Hyperlink"/>
                <w:rFonts w:hint="eastAsia"/>
                <w:noProof/>
                <w:rtl/>
              </w:rPr>
              <w:t>تَذَكُّرُ</w:t>
            </w:r>
            <w:r w:rsidR="004A5BFC" w:rsidRPr="00B43521">
              <w:rPr>
                <w:rStyle w:val="Hyperlink"/>
                <w:noProof/>
                <w:rtl/>
              </w:rPr>
              <w:t xml:space="preserve"> </w:t>
            </w:r>
            <w:r w:rsidR="004A5BFC" w:rsidRPr="00B43521">
              <w:rPr>
                <w:rStyle w:val="Hyperlink"/>
                <w:rFonts w:hint="eastAsia"/>
                <w:noProof/>
                <w:rtl/>
              </w:rPr>
              <w:t>الموت</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Toc430519745 \h</w:instrText>
            </w:r>
            <w:r w:rsidR="004A5BFC">
              <w:rPr>
                <w:noProof/>
                <w:webHidden/>
                <w:rtl/>
              </w:rPr>
              <w:instrText xml:space="preserve"> </w:instrText>
            </w:r>
            <w:r>
              <w:rPr>
                <w:noProof/>
                <w:webHidden/>
                <w:rtl/>
              </w:rPr>
            </w:r>
            <w:r>
              <w:rPr>
                <w:noProof/>
                <w:webHidden/>
                <w:rtl/>
              </w:rPr>
              <w:fldChar w:fldCharType="separate"/>
            </w:r>
            <w:r w:rsidR="004A5BFC">
              <w:rPr>
                <w:noProof/>
                <w:webHidden/>
                <w:rtl/>
              </w:rPr>
              <w:t>39</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46"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رثاء</w:t>
            </w:r>
            <w:r w:rsidR="004A5BFC" w:rsidRPr="00B43521">
              <w:rPr>
                <w:rStyle w:val="Hyperlink"/>
                <w:noProof/>
                <w:rtl/>
              </w:rPr>
              <w:t xml:space="preserve"> </w:t>
            </w:r>
            <w:r w:rsidR="004A5BFC" w:rsidRPr="00B43521">
              <w:rPr>
                <w:rStyle w:val="Hyperlink"/>
                <w:rFonts w:hint="eastAsia"/>
                <w:noProof/>
                <w:rtl/>
              </w:rPr>
              <w:t>الحسين</w:t>
            </w:r>
            <w:r w:rsidR="004A5BFC" w:rsidRPr="00B43521">
              <w:rPr>
                <w:rStyle w:val="Hyperlink"/>
                <w:noProof/>
                <w:rtl/>
              </w:rPr>
              <w:t xml:space="preserve"> (</w:t>
            </w:r>
            <w:r w:rsidR="004A5BFC" w:rsidRPr="00B43521">
              <w:rPr>
                <w:rStyle w:val="Hyperlink"/>
                <w:rFonts w:hint="eastAsia"/>
                <w:noProof/>
                <w:rtl/>
              </w:rPr>
              <w:t>عليه</w:t>
            </w:r>
            <w:r w:rsidR="004A5BFC" w:rsidRPr="00B43521">
              <w:rPr>
                <w:rStyle w:val="Hyperlink"/>
                <w:noProof/>
                <w:rtl/>
              </w:rPr>
              <w:t xml:space="preserve"> </w:t>
            </w:r>
            <w:r w:rsidR="004A5BFC" w:rsidRPr="00B43521">
              <w:rPr>
                <w:rStyle w:val="Hyperlink"/>
                <w:rFonts w:hint="eastAsia"/>
                <w:noProof/>
                <w:rtl/>
              </w:rPr>
              <w:t>السّلام</w:t>
            </w:r>
            <w:r w:rsidR="004A5BFC" w:rsidRPr="00B43521">
              <w:rPr>
                <w:rStyle w:val="Hyperlink"/>
                <w:noProof/>
                <w:rtl/>
              </w:rPr>
              <w:t>)</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Toc430519746 \h</w:instrText>
            </w:r>
            <w:r w:rsidR="004A5BFC">
              <w:rPr>
                <w:noProof/>
                <w:webHidden/>
                <w:rtl/>
              </w:rPr>
              <w:instrText xml:space="preserve"> </w:instrText>
            </w:r>
            <w:r>
              <w:rPr>
                <w:noProof/>
                <w:webHidden/>
                <w:rtl/>
              </w:rPr>
            </w:r>
            <w:r>
              <w:rPr>
                <w:noProof/>
                <w:webHidden/>
                <w:rtl/>
              </w:rPr>
              <w:fldChar w:fldCharType="separate"/>
            </w:r>
            <w:r w:rsidR="004A5BFC">
              <w:rPr>
                <w:noProof/>
                <w:webHidden/>
                <w:rtl/>
              </w:rPr>
              <w:t>41</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47"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الإمام</w:t>
            </w:r>
            <w:r w:rsidR="004A5BFC" w:rsidRPr="00B43521">
              <w:rPr>
                <w:rStyle w:val="Hyperlink"/>
                <w:noProof/>
                <w:rtl/>
              </w:rPr>
              <w:t xml:space="preserve"> </w:t>
            </w:r>
            <w:r w:rsidR="004A5BFC" w:rsidRPr="00B43521">
              <w:rPr>
                <w:rStyle w:val="Hyperlink"/>
                <w:rFonts w:hint="eastAsia"/>
                <w:noProof/>
                <w:rtl/>
              </w:rPr>
              <w:t>المهدي</w:t>
            </w:r>
            <w:r w:rsidR="004A5BFC" w:rsidRPr="00B43521">
              <w:rPr>
                <w:rStyle w:val="Hyperlink"/>
                <w:noProof/>
                <w:rtl/>
              </w:rPr>
              <w:t xml:space="preserve"> </w:t>
            </w:r>
            <w:r w:rsidR="004A5BFC" w:rsidRPr="00B43521">
              <w:rPr>
                <w:rStyle w:val="Hyperlink"/>
                <w:rFonts w:hint="eastAsia"/>
                <w:noProof/>
                <w:rtl/>
              </w:rPr>
              <w:t>ورثاء</w:t>
            </w:r>
            <w:r w:rsidR="004A5BFC" w:rsidRPr="00B43521">
              <w:rPr>
                <w:rStyle w:val="Hyperlink"/>
                <w:noProof/>
                <w:rtl/>
              </w:rPr>
              <w:t xml:space="preserve"> </w:t>
            </w:r>
            <w:r w:rsidR="004A5BFC" w:rsidRPr="00B43521">
              <w:rPr>
                <w:rStyle w:val="Hyperlink"/>
                <w:rFonts w:hint="eastAsia"/>
                <w:noProof/>
                <w:rtl/>
              </w:rPr>
              <w:t>الحسين</w:t>
            </w:r>
            <w:r w:rsidR="004A5BFC" w:rsidRPr="00B43521">
              <w:rPr>
                <w:rStyle w:val="Hyperlink"/>
                <w:noProof/>
                <w:rtl/>
              </w:rPr>
              <w:t xml:space="preserve"> (</w:t>
            </w:r>
            <w:r w:rsidR="004A5BFC" w:rsidRPr="00B43521">
              <w:rPr>
                <w:rStyle w:val="Hyperlink"/>
                <w:rFonts w:hint="eastAsia"/>
                <w:noProof/>
                <w:rtl/>
              </w:rPr>
              <w:t>عليهما</w:t>
            </w:r>
            <w:r w:rsidR="004A5BFC" w:rsidRPr="00B43521">
              <w:rPr>
                <w:rStyle w:val="Hyperlink"/>
                <w:noProof/>
                <w:rtl/>
              </w:rPr>
              <w:t xml:space="preserve"> </w:t>
            </w:r>
            <w:r w:rsidR="004A5BFC" w:rsidRPr="00B43521">
              <w:rPr>
                <w:rStyle w:val="Hyperlink"/>
                <w:rFonts w:hint="eastAsia"/>
                <w:noProof/>
                <w:rtl/>
              </w:rPr>
              <w:t>السّلام</w:t>
            </w:r>
            <w:r w:rsidR="004A5BFC" w:rsidRPr="00B43521">
              <w:rPr>
                <w:rStyle w:val="Hyperlink"/>
                <w:noProof/>
                <w:rtl/>
              </w:rPr>
              <w:t>)</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Toc430519747 \h</w:instrText>
            </w:r>
            <w:r w:rsidR="004A5BFC">
              <w:rPr>
                <w:noProof/>
                <w:webHidden/>
                <w:rtl/>
              </w:rPr>
              <w:instrText xml:space="preserve"> </w:instrText>
            </w:r>
            <w:r>
              <w:rPr>
                <w:noProof/>
                <w:webHidden/>
                <w:rtl/>
              </w:rPr>
            </w:r>
            <w:r>
              <w:rPr>
                <w:noProof/>
                <w:webHidden/>
                <w:rtl/>
              </w:rPr>
              <w:fldChar w:fldCharType="separate"/>
            </w:r>
            <w:r w:rsidR="004A5BFC">
              <w:rPr>
                <w:noProof/>
                <w:webHidden/>
                <w:rtl/>
              </w:rPr>
              <w:t>44</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48"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رثاء</w:t>
            </w:r>
            <w:r w:rsidR="004A5BFC" w:rsidRPr="00B43521">
              <w:rPr>
                <w:rStyle w:val="Hyperlink"/>
                <w:noProof/>
                <w:rtl/>
              </w:rPr>
              <w:t xml:space="preserve"> </w:t>
            </w:r>
            <w:r w:rsidR="004A5BFC" w:rsidRPr="00B43521">
              <w:rPr>
                <w:rStyle w:val="Hyperlink"/>
                <w:rFonts w:hint="eastAsia"/>
                <w:noProof/>
                <w:rtl/>
              </w:rPr>
              <w:t>الحسين</w:t>
            </w:r>
            <w:r w:rsidR="004A5BFC" w:rsidRPr="00B43521">
              <w:rPr>
                <w:rStyle w:val="Hyperlink"/>
                <w:noProof/>
                <w:rtl/>
              </w:rPr>
              <w:t xml:space="preserve"> (</w:t>
            </w:r>
            <w:r w:rsidR="004A5BFC" w:rsidRPr="00B43521">
              <w:rPr>
                <w:rStyle w:val="Hyperlink"/>
                <w:rFonts w:hint="eastAsia"/>
                <w:noProof/>
                <w:rtl/>
              </w:rPr>
              <w:t>عليه</w:t>
            </w:r>
            <w:r w:rsidR="004A5BFC" w:rsidRPr="00B43521">
              <w:rPr>
                <w:rStyle w:val="Hyperlink"/>
                <w:noProof/>
                <w:rtl/>
              </w:rPr>
              <w:t xml:space="preserve"> </w:t>
            </w:r>
            <w:r w:rsidR="004A5BFC" w:rsidRPr="00B43521">
              <w:rPr>
                <w:rStyle w:val="Hyperlink"/>
                <w:rFonts w:hint="eastAsia"/>
                <w:noProof/>
                <w:rtl/>
              </w:rPr>
              <w:t>السّلام</w:t>
            </w:r>
            <w:r w:rsidR="004A5BFC" w:rsidRPr="00B43521">
              <w:rPr>
                <w:rStyle w:val="Hyperlink"/>
                <w:noProof/>
                <w:rtl/>
              </w:rPr>
              <w:t>)</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Toc430519748 \h</w:instrText>
            </w:r>
            <w:r w:rsidR="004A5BFC">
              <w:rPr>
                <w:noProof/>
                <w:webHidden/>
                <w:rtl/>
              </w:rPr>
              <w:instrText xml:space="preserve"> </w:instrText>
            </w:r>
            <w:r>
              <w:rPr>
                <w:noProof/>
                <w:webHidden/>
                <w:rtl/>
              </w:rPr>
            </w:r>
            <w:r>
              <w:rPr>
                <w:noProof/>
                <w:webHidden/>
                <w:rtl/>
              </w:rPr>
              <w:fldChar w:fldCharType="separate"/>
            </w:r>
            <w:r w:rsidR="004A5BFC">
              <w:rPr>
                <w:noProof/>
                <w:webHidden/>
                <w:rtl/>
              </w:rPr>
              <w:t>47</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49" w:history="1">
            <w:r w:rsidR="004A5BFC" w:rsidRPr="00B43521">
              <w:rPr>
                <w:rStyle w:val="Hyperlink"/>
                <w:rFonts w:hint="eastAsia"/>
                <w:noProof/>
                <w:rtl/>
              </w:rPr>
              <w:t>على</w:t>
            </w:r>
            <w:r w:rsidR="004A5BFC" w:rsidRPr="00B43521">
              <w:rPr>
                <w:rStyle w:val="Hyperlink"/>
                <w:noProof/>
                <w:rtl/>
              </w:rPr>
              <w:t xml:space="preserve"> </w:t>
            </w:r>
            <w:r w:rsidR="004A5BFC" w:rsidRPr="00B43521">
              <w:rPr>
                <w:rStyle w:val="Hyperlink"/>
                <w:rFonts w:hint="eastAsia"/>
                <w:noProof/>
                <w:rtl/>
              </w:rPr>
              <w:t>لسان</w:t>
            </w:r>
            <w:r w:rsidR="004A5BFC" w:rsidRPr="00B43521">
              <w:rPr>
                <w:rStyle w:val="Hyperlink"/>
                <w:noProof/>
                <w:rtl/>
              </w:rPr>
              <w:t xml:space="preserve"> </w:t>
            </w:r>
            <w:r w:rsidR="004A5BFC" w:rsidRPr="00B43521">
              <w:rPr>
                <w:rStyle w:val="Hyperlink"/>
                <w:rFonts w:hint="eastAsia"/>
                <w:noProof/>
                <w:rtl/>
              </w:rPr>
              <w:t>زينب</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Toc430519749 \h</w:instrText>
            </w:r>
            <w:r w:rsidR="004A5BFC">
              <w:rPr>
                <w:noProof/>
                <w:webHidden/>
                <w:rtl/>
              </w:rPr>
              <w:instrText xml:space="preserve"> </w:instrText>
            </w:r>
            <w:r>
              <w:rPr>
                <w:noProof/>
                <w:webHidden/>
                <w:rtl/>
              </w:rPr>
            </w:r>
            <w:r>
              <w:rPr>
                <w:noProof/>
                <w:webHidden/>
                <w:rtl/>
              </w:rPr>
              <w:fldChar w:fldCharType="separate"/>
            </w:r>
            <w:r w:rsidR="004A5BFC">
              <w:rPr>
                <w:noProof/>
                <w:webHidden/>
                <w:rtl/>
              </w:rPr>
              <w:t>48</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50"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التفجّع</w:t>
            </w:r>
            <w:r w:rsidR="004A5BFC" w:rsidRPr="00B43521">
              <w:rPr>
                <w:rStyle w:val="Hyperlink"/>
                <w:noProof/>
                <w:rtl/>
              </w:rPr>
              <w:t xml:space="preserve"> </w:t>
            </w:r>
            <w:r w:rsidR="004A5BFC" w:rsidRPr="00B43521">
              <w:rPr>
                <w:rStyle w:val="Hyperlink"/>
                <w:rFonts w:hint="eastAsia"/>
                <w:noProof/>
                <w:rtl/>
              </w:rPr>
              <w:t>للزهراء</w:t>
            </w:r>
            <w:r w:rsidR="004A5BFC" w:rsidRPr="00B43521">
              <w:rPr>
                <w:rStyle w:val="Hyperlink"/>
                <w:noProof/>
                <w:rtl/>
              </w:rPr>
              <w:t xml:space="preserve"> (</w:t>
            </w:r>
            <w:r w:rsidR="004A5BFC" w:rsidRPr="00B43521">
              <w:rPr>
                <w:rStyle w:val="Hyperlink"/>
                <w:rFonts w:hint="eastAsia"/>
                <w:noProof/>
                <w:rtl/>
              </w:rPr>
              <w:t>عليه</w:t>
            </w:r>
            <w:r w:rsidR="004A5BFC" w:rsidRPr="00B43521">
              <w:rPr>
                <w:rStyle w:val="Hyperlink"/>
                <w:noProof/>
                <w:rtl/>
              </w:rPr>
              <w:t xml:space="preserve"> </w:t>
            </w:r>
            <w:r w:rsidR="004A5BFC" w:rsidRPr="00B43521">
              <w:rPr>
                <w:rStyle w:val="Hyperlink"/>
                <w:rFonts w:hint="eastAsia"/>
                <w:noProof/>
                <w:rtl/>
              </w:rPr>
              <w:t>السّلام</w:t>
            </w:r>
            <w:r w:rsidR="004A5BFC" w:rsidRPr="00B43521">
              <w:rPr>
                <w:rStyle w:val="Hyperlink"/>
                <w:noProof/>
                <w:rtl/>
              </w:rPr>
              <w:t>)</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Toc430519750 \h</w:instrText>
            </w:r>
            <w:r w:rsidR="004A5BFC">
              <w:rPr>
                <w:noProof/>
                <w:webHidden/>
                <w:rtl/>
              </w:rPr>
              <w:instrText xml:space="preserve"> </w:instrText>
            </w:r>
            <w:r>
              <w:rPr>
                <w:noProof/>
                <w:webHidden/>
                <w:rtl/>
              </w:rPr>
            </w:r>
            <w:r>
              <w:rPr>
                <w:noProof/>
                <w:webHidden/>
                <w:rtl/>
              </w:rPr>
              <w:fldChar w:fldCharType="separate"/>
            </w:r>
            <w:r w:rsidR="004A5BFC">
              <w:rPr>
                <w:noProof/>
                <w:webHidden/>
                <w:rtl/>
              </w:rPr>
              <w:t>50</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51" w:history="1">
            <w:r w:rsidR="004A5BFC" w:rsidRPr="00B43521">
              <w:rPr>
                <w:rStyle w:val="Hyperlink"/>
                <w:rFonts w:hint="eastAsia"/>
                <w:noProof/>
                <w:rtl/>
              </w:rPr>
              <w:t>زينب</w:t>
            </w:r>
            <w:r w:rsidR="004A5BFC" w:rsidRPr="00B43521">
              <w:rPr>
                <w:rStyle w:val="Hyperlink"/>
                <w:noProof/>
                <w:rtl/>
              </w:rPr>
              <w:t xml:space="preserve"> </w:t>
            </w:r>
            <w:r w:rsidR="004A5BFC" w:rsidRPr="00B43521">
              <w:rPr>
                <w:rStyle w:val="Hyperlink"/>
                <w:rFonts w:hint="eastAsia"/>
                <w:noProof/>
                <w:rtl/>
              </w:rPr>
              <w:t>تـودّع</w:t>
            </w:r>
            <w:r w:rsidR="004A5BFC" w:rsidRPr="00B43521">
              <w:rPr>
                <w:rStyle w:val="Hyperlink"/>
                <w:noProof/>
                <w:rtl/>
              </w:rPr>
              <w:t xml:space="preserve"> </w:t>
            </w:r>
            <w:r w:rsidR="004A5BFC" w:rsidRPr="00B43521">
              <w:rPr>
                <w:rStyle w:val="Hyperlink"/>
                <w:rFonts w:hint="eastAsia"/>
                <w:noProof/>
                <w:rtl/>
              </w:rPr>
              <w:t>أخاها</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Toc430519751 \h</w:instrText>
            </w:r>
            <w:r w:rsidR="004A5BFC">
              <w:rPr>
                <w:noProof/>
                <w:webHidden/>
                <w:rtl/>
              </w:rPr>
              <w:instrText xml:space="preserve"> </w:instrText>
            </w:r>
            <w:r>
              <w:rPr>
                <w:noProof/>
                <w:webHidden/>
                <w:rtl/>
              </w:rPr>
            </w:r>
            <w:r>
              <w:rPr>
                <w:noProof/>
                <w:webHidden/>
                <w:rtl/>
              </w:rPr>
              <w:fldChar w:fldCharType="separate"/>
            </w:r>
            <w:r w:rsidR="004A5BFC">
              <w:rPr>
                <w:noProof/>
                <w:webHidden/>
                <w:rtl/>
              </w:rPr>
              <w:t>50</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52"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رثاء</w:t>
            </w:r>
            <w:r w:rsidR="004A5BFC" w:rsidRPr="00B43521">
              <w:rPr>
                <w:rStyle w:val="Hyperlink"/>
                <w:noProof/>
                <w:rtl/>
              </w:rPr>
              <w:t xml:space="preserve"> </w:t>
            </w:r>
            <w:r w:rsidR="004A5BFC" w:rsidRPr="00B43521">
              <w:rPr>
                <w:rStyle w:val="Hyperlink"/>
                <w:rFonts w:hint="eastAsia"/>
                <w:noProof/>
                <w:rtl/>
              </w:rPr>
              <w:t>الحسين</w:t>
            </w:r>
            <w:r w:rsidR="004A5BFC" w:rsidRPr="00B43521">
              <w:rPr>
                <w:rStyle w:val="Hyperlink"/>
                <w:noProof/>
                <w:rtl/>
              </w:rPr>
              <w:t xml:space="preserve"> (</w:t>
            </w:r>
            <w:r w:rsidR="004A5BFC" w:rsidRPr="00B43521">
              <w:rPr>
                <w:rStyle w:val="Hyperlink"/>
                <w:rFonts w:hint="eastAsia"/>
                <w:noProof/>
                <w:rtl/>
              </w:rPr>
              <w:t>عليه</w:t>
            </w:r>
            <w:r w:rsidR="004A5BFC" w:rsidRPr="00B43521">
              <w:rPr>
                <w:rStyle w:val="Hyperlink"/>
                <w:noProof/>
                <w:rtl/>
              </w:rPr>
              <w:t xml:space="preserve"> </w:t>
            </w:r>
            <w:r w:rsidR="004A5BFC" w:rsidRPr="00B43521">
              <w:rPr>
                <w:rStyle w:val="Hyperlink"/>
                <w:rFonts w:hint="eastAsia"/>
                <w:noProof/>
                <w:rtl/>
              </w:rPr>
              <w:t>السّلام</w:t>
            </w:r>
            <w:r w:rsidR="004A5BFC" w:rsidRPr="00B43521">
              <w:rPr>
                <w:rStyle w:val="Hyperlink"/>
                <w:noProof/>
                <w:rtl/>
              </w:rPr>
              <w:t>)</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Toc430519752 \h</w:instrText>
            </w:r>
            <w:r w:rsidR="004A5BFC">
              <w:rPr>
                <w:noProof/>
                <w:webHidden/>
                <w:rtl/>
              </w:rPr>
              <w:instrText xml:space="preserve"> </w:instrText>
            </w:r>
            <w:r>
              <w:rPr>
                <w:noProof/>
                <w:webHidden/>
                <w:rtl/>
              </w:rPr>
            </w:r>
            <w:r>
              <w:rPr>
                <w:noProof/>
                <w:webHidden/>
                <w:rtl/>
              </w:rPr>
              <w:fldChar w:fldCharType="separate"/>
            </w:r>
            <w:r w:rsidR="004A5BFC">
              <w:rPr>
                <w:noProof/>
                <w:webHidden/>
                <w:rtl/>
              </w:rPr>
              <w:t>51</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53"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رثاء</w:t>
            </w:r>
            <w:r w:rsidR="004A5BFC" w:rsidRPr="00B43521">
              <w:rPr>
                <w:rStyle w:val="Hyperlink"/>
                <w:noProof/>
                <w:rtl/>
              </w:rPr>
              <w:t xml:space="preserve"> </w:t>
            </w:r>
            <w:r w:rsidR="004A5BFC" w:rsidRPr="00B43521">
              <w:rPr>
                <w:rStyle w:val="Hyperlink"/>
                <w:rFonts w:hint="eastAsia"/>
                <w:noProof/>
                <w:rtl/>
              </w:rPr>
              <w:t>الحسين</w:t>
            </w:r>
            <w:r w:rsidR="004A5BFC" w:rsidRPr="00B43521">
              <w:rPr>
                <w:rStyle w:val="Hyperlink"/>
                <w:noProof/>
                <w:rtl/>
              </w:rPr>
              <w:t xml:space="preserve"> (</w:t>
            </w:r>
            <w:r w:rsidR="004A5BFC" w:rsidRPr="00B43521">
              <w:rPr>
                <w:rStyle w:val="Hyperlink"/>
                <w:rFonts w:hint="eastAsia"/>
                <w:noProof/>
                <w:rtl/>
              </w:rPr>
              <w:t>عليه</w:t>
            </w:r>
            <w:r w:rsidR="004A5BFC" w:rsidRPr="00B43521">
              <w:rPr>
                <w:rStyle w:val="Hyperlink"/>
                <w:noProof/>
                <w:rtl/>
              </w:rPr>
              <w:t xml:space="preserve"> </w:t>
            </w:r>
            <w:r w:rsidR="004A5BFC" w:rsidRPr="00B43521">
              <w:rPr>
                <w:rStyle w:val="Hyperlink"/>
                <w:rFonts w:hint="eastAsia"/>
                <w:noProof/>
                <w:rtl/>
              </w:rPr>
              <w:t>السّلام</w:t>
            </w:r>
            <w:r w:rsidR="004A5BFC" w:rsidRPr="00B43521">
              <w:rPr>
                <w:rStyle w:val="Hyperlink"/>
                <w:noProof/>
                <w:rtl/>
              </w:rPr>
              <w:t>)</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Toc430519753 \h</w:instrText>
            </w:r>
            <w:r w:rsidR="004A5BFC">
              <w:rPr>
                <w:noProof/>
                <w:webHidden/>
                <w:rtl/>
              </w:rPr>
              <w:instrText xml:space="preserve"> </w:instrText>
            </w:r>
            <w:r>
              <w:rPr>
                <w:noProof/>
                <w:webHidden/>
                <w:rtl/>
              </w:rPr>
            </w:r>
            <w:r>
              <w:rPr>
                <w:noProof/>
                <w:webHidden/>
                <w:rtl/>
              </w:rPr>
              <w:fldChar w:fldCharType="separate"/>
            </w:r>
            <w:r w:rsidR="004A5BFC">
              <w:rPr>
                <w:noProof/>
                <w:webHidden/>
                <w:rtl/>
              </w:rPr>
              <w:t>53</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54"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رثاء</w:t>
            </w:r>
            <w:r w:rsidR="004A5BFC" w:rsidRPr="00B43521">
              <w:rPr>
                <w:rStyle w:val="Hyperlink"/>
                <w:noProof/>
                <w:rtl/>
              </w:rPr>
              <w:t xml:space="preserve"> </w:t>
            </w:r>
            <w:r w:rsidR="004A5BFC" w:rsidRPr="00B43521">
              <w:rPr>
                <w:rStyle w:val="Hyperlink"/>
                <w:rFonts w:hint="eastAsia"/>
                <w:noProof/>
                <w:rtl/>
              </w:rPr>
              <w:t>مسلم</w:t>
            </w:r>
            <w:r w:rsidR="004A5BFC" w:rsidRPr="00B43521">
              <w:rPr>
                <w:rStyle w:val="Hyperlink"/>
                <w:noProof/>
                <w:rtl/>
              </w:rPr>
              <w:t xml:space="preserve"> </w:t>
            </w:r>
            <w:r w:rsidR="004A5BFC" w:rsidRPr="00B43521">
              <w:rPr>
                <w:rStyle w:val="Hyperlink"/>
                <w:rFonts w:hint="eastAsia"/>
                <w:noProof/>
                <w:rtl/>
              </w:rPr>
              <w:t>بن</w:t>
            </w:r>
            <w:r w:rsidR="004A5BFC" w:rsidRPr="00B43521">
              <w:rPr>
                <w:rStyle w:val="Hyperlink"/>
                <w:noProof/>
                <w:rtl/>
              </w:rPr>
              <w:t xml:space="preserve"> </w:t>
            </w:r>
            <w:r w:rsidR="004A5BFC" w:rsidRPr="00B43521">
              <w:rPr>
                <w:rStyle w:val="Hyperlink"/>
                <w:rFonts w:hint="eastAsia"/>
                <w:noProof/>
                <w:rtl/>
              </w:rPr>
              <w:t>عقيل</w:t>
            </w:r>
            <w:r w:rsidR="004A5BFC" w:rsidRPr="00B43521">
              <w:rPr>
                <w:rStyle w:val="Hyperlink"/>
                <w:noProof/>
                <w:rtl/>
              </w:rPr>
              <w:t xml:space="preserve"> (</w:t>
            </w:r>
            <w:r w:rsidR="004A5BFC" w:rsidRPr="00B43521">
              <w:rPr>
                <w:rStyle w:val="Hyperlink"/>
                <w:rFonts w:hint="eastAsia"/>
                <w:noProof/>
                <w:rtl/>
              </w:rPr>
              <w:t>عليه</w:t>
            </w:r>
            <w:r w:rsidR="004A5BFC" w:rsidRPr="00B43521">
              <w:rPr>
                <w:rStyle w:val="Hyperlink"/>
                <w:noProof/>
                <w:rtl/>
              </w:rPr>
              <w:t xml:space="preserve"> </w:t>
            </w:r>
            <w:r w:rsidR="004A5BFC" w:rsidRPr="00B43521">
              <w:rPr>
                <w:rStyle w:val="Hyperlink"/>
                <w:rFonts w:hint="eastAsia"/>
                <w:noProof/>
                <w:rtl/>
              </w:rPr>
              <w:t>السّلام</w:t>
            </w:r>
            <w:r w:rsidR="004A5BFC" w:rsidRPr="00B43521">
              <w:rPr>
                <w:rStyle w:val="Hyperlink"/>
                <w:noProof/>
                <w:rtl/>
              </w:rPr>
              <w:t>)</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Toc430519754 \h</w:instrText>
            </w:r>
            <w:r w:rsidR="004A5BFC">
              <w:rPr>
                <w:noProof/>
                <w:webHidden/>
                <w:rtl/>
              </w:rPr>
              <w:instrText xml:space="preserve"> </w:instrText>
            </w:r>
            <w:r>
              <w:rPr>
                <w:noProof/>
                <w:webHidden/>
                <w:rtl/>
              </w:rPr>
            </w:r>
            <w:r>
              <w:rPr>
                <w:noProof/>
                <w:webHidden/>
                <w:rtl/>
              </w:rPr>
              <w:fldChar w:fldCharType="separate"/>
            </w:r>
            <w:r w:rsidR="004A5BFC">
              <w:rPr>
                <w:noProof/>
                <w:webHidden/>
                <w:rtl/>
              </w:rPr>
              <w:t>55</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55" w:history="1">
            <w:r w:rsidR="004A5BFC" w:rsidRPr="00B43521">
              <w:rPr>
                <w:rStyle w:val="Hyperlink"/>
                <w:rFonts w:hint="eastAsia"/>
                <w:noProof/>
                <w:rtl/>
              </w:rPr>
              <w:t>صل</w:t>
            </w:r>
            <w:r w:rsidR="004A5BFC" w:rsidRPr="00B43521">
              <w:rPr>
                <w:rStyle w:val="Hyperlink"/>
                <w:noProof/>
                <w:rtl/>
              </w:rPr>
              <w:t xml:space="preserve"> </w:t>
            </w:r>
            <w:r w:rsidR="004A5BFC" w:rsidRPr="00B43521">
              <w:rPr>
                <w:rStyle w:val="Hyperlink"/>
                <w:rFonts w:hint="eastAsia"/>
                <w:noProof/>
                <w:rtl/>
              </w:rPr>
              <w:t>مسلما</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Toc430519755 \h</w:instrText>
            </w:r>
            <w:r w:rsidR="004A5BFC">
              <w:rPr>
                <w:noProof/>
                <w:webHidden/>
                <w:rtl/>
              </w:rPr>
              <w:instrText xml:space="preserve"> </w:instrText>
            </w:r>
            <w:r>
              <w:rPr>
                <w:noProof/>
                <w:webHidden/>
                <w:rtl/>
              </w:rPr>
            </w:r>
            <w:r>
              <w:rPr>
                <w:noProof/>
                <w:webHidden/>
                <w:rtl/>
              </w:rPr>
              <w:fldChar w:fldCharType="separate"/>
            </w:r>
            <w:r w:rsidR="004A5BFC">
              <w:rPr>
                <w:noProof/>
                <w:webHidden/>
                <w:rtl/>
              </w:rPr>
              <w:t>56</w:t>
            </w:r>
            <w:r>
              <w:rPr>
                <w:noProof/>
                <w:webHidden/>
                <w:rtl/>
              </w:rPr>
              <w:fldChar w:fldCharType="end"/>
            </w:r>
          </w:hyperlink>
        </w:p>
        <w:p w:rsidR="004A5BFC" w:rsidRPr="004A5BFC" w:rsidRDefault="004A5BFC" w:rsidP="004A5BFC">
          <w:pPr>
            <w:pStyle w:val="libNormal"/>
            <w:rPr>
              <w:rStyle w:val="Hyperlink"/>
              <w:noProof/>
              <w:u w:val="none"/>
            </w:rPr>
          </w:pPr>
          <w:r w:rsidRPr="004A5BFC">
            <w:rPr>
              <w:rStyle w:val="Hyperlink"/>
              <w:noProof/>
              <w:u w:val="none"/>
            </w:rPr>
            <w:br w:type="page"/>
          </w:r>
        </w:p>
        <w:p w:rsidR="004A5BFC" w:rsidRDefault="003D2027" w:rsidP="004A5BFC">
          <w:pPr>
            <w:pStyle w:val="TOC3"/>
            <w:rPr>
              <w:rFonts w:asciiTheme="minorHAnsi" w:eastAsiaTheme="minorEastAsia" w:hAnsiTheme="minorHAnsi" w:cstheme="minorBidi"/>
              <w:noProof/>
              <w:color w:val="auto"/>
              <w:sz w:val="22"/>
              <w:szCs w:val="22"/>
              <w:rtl/>
            </w:rPr>
          </w:pPr>
          <w:hyperlink w:anchor="_Toc430519756" w:history="1">
            <w:r w:rsidR="004A5BFC" w:rsidRPr="00B43521">
              <w:rPr>
                <w:rStyle w:val="Hyperlink"/>
                <w:rFonts w:hint="eastAsia"/>
                <w:noProof/>
                <w:rtl/>
              </w:rPr>
              <w:t>الشِعْر</w:t>
            </w:r>
            <w:r w:rsidR="004A5BFC" w:rsidRPr="00B43521">
              <w:rPr>
                <w:rStyle w:val="Hyperlink"/>
                <w:noProof/>
                <w:rtl/>
              </w:rPr>
              <w:t xml:space="preserve"> </w:t>
            </w:r>
            <w:r w:rsidR="004A5BFC" w:rsidRPr="00B43521">
              <w:rPr>
                <w:rStyle w:val="Hyperlink"/>
                <w:rFonts w:hint="eastAsia"/>
                <w:noProof/>
                <w:rtl/>
              </w:rPr>
              <w:t>الأخوي</w:t>
            </w:r>
            <w:r w:rsidR="004A5BFC">
              <w:rPr>
                <w:rStyle w:val="Hyperlink"/>
                <w:rFonts w:hint="cs"/>
                <w:noProof/>
                <w:rtl/>
              </w:rPr>
              <w:t xml:space="preserve"> </w:t>
            </w:r>
          </w:hyperlink>
          <w:hyperlink w:anchor="_Toc430519757"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التهاني</w:t>
            </w:r>
            <w:r w:rsidR="004A5BFC" w:rsidRPr="00B43521">
              <w:rPr>
                <w:rStyle w:val="Hyperlink"/>
                <w:noProof/>
                <w:rtl/>
              </w:rPr>
              <w:t xml:space="preserve"> </w:t>
            </w:r>
            <w:r w:rsidR="004A5BFC" w:rsidRPr="00B43521">
              <w:rPr>
                <w:rStyle w:val="Hyperlink"/>
                <w:rFonts w:hint="eastAsia"/>
                <w:noProof/>
                <w:rtl/>
              </w:rPr>
              <w:t>والمرَاثي</w:t>
            </w:r>
            <w:r w:rsidR="004A5BFC" w:rsidRPr="00B43521">
              <w:rPr>
                <w:rStyle w:val="Hyperlink"/>
                <w:noProof/>
                <w:rtl/>
              </w:rPr>
              <w:t xml:space="preserve"> </w:t>
            </w:r>
            <w:r w:rsidR="004A5BFC" w:rsidRPr="00B43521">
              <w:rPr>
                <w:rStyle w:val="Hyperlink"/>
                <w:rFonts w:hint="eastAsia"/>
                <w:noProof/>
                <w:rtl/>
              </w:rPr>
              <w:t>وَالتَراسُل</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Toc430519757 \h</w:instrText>
            </w:r>
            <w:r w:rsidR="004A5BFC">
              <w:rPr>
                <w:noProof/>
                <w:webHidden/>
                <w:rtl/>
              </w:rPr>
              <w:instrText xml:space="preserve"> </w:instrText>
            </w:r>
            <w:r>
              <w:rPr>
                <w:noProof/>
                <w:webHidden/>
                <w:rtl/>
              </w:rPr>
            </w:r>
            <w:r>
              <w:rPr>
                <w:noProof/>
                <w:webHidden/>
                <w:rtl/>
              </w:rPr>
              <w:fldChar w:fldCharType="separate"/>
            </w:r>
            <w:r w:rsidR="004A5BFC">
              <w:rPr>
                <w:noProof/>
                <w:webHidden/>
                <w:rtl/>
              </w:rPr>
              <w:t>57</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58" w:history="1">
            <w:r w:rsidR="004A5BFC" w:rsidRPr="00B43521">
              <w:rPr>
                <w:rStyle w:val="Hyperlink"/>
                <w:noProof/>
                <w:rtl/>
              </w:rPr>
              <w:t>(</w:t>
            </w:r>
            <w:r w:rsidR="004A5BFC" w:rsidRPr="00B43521">
              <w:rPr>
                <w:rStyle w:val="Hyperlink"/>
                <w:rFonts w:hint="eastAsia"/>
                <w:noProof/>
                <w:rtl/>
              </w:rPr>
              <w:t>قام</w:t>
            </w:r>
            <w:r w:rsidR="004A5BFC" w:rsidRPr="00B43521">
              <w:rPr>
                <w:rStyle w:val="Hyperlink"/>
                <w:noProof/>
                <w:rtl/>
              </w:rPr>
              <w:t xml:space="preserve"> </w:t>
            </w:r>
            <w:r w:rsidR="004A5BFC" w:rsidRPr="00B43521">
              <w:rPr>
                <w:rStyle w:val="Hyperlink"/>
                <w:rFonts w:hint="eastAsia"/>
                <w:noProof/>
                <w:rtl/>
              </w:rPr>
              <w:t>يجلوها</w:t>
            </w:r>
            <w:r w:rsidR="004A5BFC" w:rsidRPr="00B43521">
              <w:rPr>
                <w:rStyle w:val="Hyperlink"/>
                <w:noProof/>
                <w:rtl/>
              </w:rPr>
              <w:t>)</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Toc430519758 \h</w:instrText>
            </w:r>
            <w:r w:rsidR="004A5BFC">
              <w:rPr>
                <w:noProof/>
                <w:webHidden/>
                <w:rtl/>
              </w:rPr>
              <w:instrText xml:space="preserve"> </w:instrText>
            </w:r>
            <w:r>
              <w:rPr>
                <w:noProof/>
                <w:webHidden/>
                <w:rtl/>
              </w:rPr>
            </w:r>
            <w:r>
              <w:rPr>
                <w:noProof/>
                <w:webHidden/>
                <w:rtl/>
              </w:rPr>
              <w:fldChar w:fldCharType="separate"/>
            </w:r>
            <w:r w:rsidR="004A5BFC">
              <w:rPr>
                <w:noProof/>
                <w:webHidden/>
                <w:rtl/>
              </w:rPr>
              <w:t>59</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59" w:history="1">
            <w:r w:rsidR="004A5BFC" w:rsidRPr="00B43521">
              <w:rPr>
                <w:rStyle w:val="Hyperlink"/>
                <w:rFonts w:hint="eastAsia"/>
                <w:noProof/>
                <w:rtl/>
              </w:rPr>
              <w:t>يحيى</w:t>
            </w:r>
            <w:r w:rsidR="004A5BFC" w:rsidRPr="00B43521">
              <w:rPr>
                <w:rStyle w:val="Hyperlink"/>
                <w:noProof/>
                <w:rtl/>
              </w:rPr>
              <w:t xml:space="preserve"> </w:t>
            </w:r>
            <w:r w:rsidR="004A5BFC" w:rsidRPr="00B43521">
              <w:rPr>
                <w:rStyle w:val="Hyperlink"/>
                <w:rFonts w:hint="eastAsia"/>
                <w:noProof/>
                <w:rtl/>
              </w:rPr>
              <w:t>بي</w:t>
            </w:r>
            <w:r w:rsidR="004A5BFC" w:rsidRPr="00B43521">
              <w:rPr>
                <w:rStyle w:val="Hyperlink"/>
                <w:noProof/>
                <w:rtl/>
              </w:rPr>
              <w:t xml:space="preserve"> </w:t>
            </w:r>
            <w:r w:rsidR="004A5BFC" w:rsidRPr="00B43521">
              <w:rPr>
                <w:rStyle w:val="Hyperlink"/>
                <w:rFonts w:hint="eastAsia"/>
                <w:noProof/>
                <w:rtl/>
              </w:rPr>
              <w:t>الحبّ</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Toc430519759 \h</w:instrText>
            </w:r>
            <w:r w:rsidR="004A5BFC">
              <w:rPr>
                <w:noProof/>
                <w:webHidden/>
                <w:rtl/>
              </w:rPr>
              <w:instrText xml:space="preserve"> </w:instrText>
            </w:r>
            <w:r>
              <w:rPr>
                <w:noProof/>
                <w:webHidden/>
                <w:rtl/>
              </w:rPr>
            </w:r>
            <w:r>
              <w:rPr>
                <w:noProof/>
                <w:webHidden/>
                <w:rtl/>
              </w:rPr>
              <w:fldChar w:fldCharType="separate"/>
            </w:r>
            <w:r w:rsidR="004A5BFC">
              <w:rPr>
                <w:noProof/>
                <w:webHidden/>
                <w:rtl/>
              </w:rPr>
              <w:t>62</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60" w:history="1">
            <w:r w:rsidR="004A5BFC" w:rsidRPr="00B43521">
              <w:rPr>
                <w:rStyle w:val="Hyperlink"/>
                <w:rFonts w:hint="eastAsia"/>
                <w:noProof/>
                <w:rtl/>
              </w:rPr>
              <w:t>نافسني</w:t>
            </w:r>
            <w:r w:rsidR="004A5BFC" w:rsidRPr="00B43521">
              <w:rPr>
                <w:rStyle w:val="Hyperlink"/>
                <w:noProof/>
                <w:rtl/>
              </w:rPr>
              <w:t xml:space="preserve"> </w:t>
            </w:r>
            <w:r w:rsidR="004A5BFC" w:rsidRPr="00B43521">
              <w:rPr>
                <w:rStyle w:val="Hyperlink"/>
                <w:rFonts w:hint="eastAsia"/>
                <w:noProof/>
                <w:rtl/>
              </w:rPr>
              <w:t>دمعي</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Toc430519760 \h</w:instrText>
            </w:r>
            <w:r w:rsidR="004A5BFC">
              <w:rPr>
                <w:noProof/>
                <w:webHidden/>
                <w:rtl/>
              </w:rPr>
              <w:instrText xml:space="preserve"> </w:instrText>
            </w:r>
            <w:r>
              <w:rPr>
                <w:noProof/>
                <w:webHidden/>
                <w:rtl/>
              </w:rPr>
            </w:r>
            <w:r>
              <w:rPr>
                <w:noProof/>
                <w:webHidden/>
                <w:rtl/>
              </w:rPr>
              <w:fldChar w:fldCharType="separate"/>
            </w:r>
            <w:r w:rsidR="004A5BFC">
              <w:rPr>
                <w:noProof/>
                <w:webHidden/>
                <w:rtl/>
              </w:rPr>
              <w:t>65</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61" w:history="1">
            <w:r w:rsidR="004A5BFC" w:rsidRPr="00B43521">
              <w:rPr>
                <w:rStyle w:val="Hyperlink"/>
                <w:rFonts w:hint="eastAsia"/>
                <w:noProof/>
                <w:rtl/>
              </w:rPr>
              <w:t>تُقَرِّبُكَ</w:t>
            </w:r>
            <w:r w:rsidR="004A5BFC" w:rsidRPr="00B43521">
              <w:rPr>
                <w:rStyle w:val="Hyperlink"/>
                <w:noProof/>
                <w:rtl/>
              </w:rPr>
              <w:t xml:space="preserve"> </w:t>
            </w:r>
            <w:r w:rsidR="004A5BFC" w:rsidRPr="00B43521">
              <w:rPr>
                <w:rStyle w:val="Hyperlink"/>
                <w:rFonts w:hint="eastAsia"/>
                <w:noProof/>
                <w:rtl/>
              </w:rPr>
              <w:t>الذكرى</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Toc430519761 \h</w:instrText>
            </w:r>
            <w:r w:rsidR="004A5BFC">
              <w:rPr>
                <w:noProof/>
                <w:webHidden/>
                <w:rtl/>
              </w:rPr>
              <w:instrText xml:space="preserve"> </w:instrText>
            </w:r>
            <w:r>
              <w:rPr>
                <w:noProof/>
                <w:webHidden/>
                <w:rtl/>
              </w:rPr>
            </w:r>
            <w:r>
              <w:rPr>
                <w:noProof/>
                <w:webHidden/>
                <w:rtl/>
              </w:rPr>
              <w:fldChar w:fldCharType="separate"/>
            </w:r>
            <w:r w:rsidR="004A5BFC">
              <w:rPr>
                <w:noProof/>
                <w:webHidden/>
                <w:rtl/>
              </w:rPr>
              <w:t>68</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62" w:history="1">
            <w:r w:rsidR="004A5BFC" w:rsidRPr="00B43521">
              <w:rPr>
                <w:rStyle w:val="Hyperlink"/>
                <w:rFonts w:hint="eastAsia"/>
                <w:noProof/>
                <w:rtl/>
              </w:rPr>
              <w:t>حالفتَ</w:t>
            </w:r>
            <w:r w:rsidR="004A5BFC" w:rsidRPr="00B43521">
              <w:rPr>
                <w:rStyle w:val="Hyperlink"/>
                <w:noProof/>
                <w:rtl/>
              </w:rPr>
              <w:t xml:space="preserve"> </w:t>
            </w:r>
            <w:r w:rsidR="004A5BFC" w:rsidRPr="00B43521">
              <w:rPr>
                <w:rStyle w:val="Hyperlink"/>
                <w:rFonts w:hint="eastAsia"/>
                <w:noProof/>
                <w:rtl/>
              </w:rPr>
              <w:t>غيري</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Toc430519762 \h</w:instrText>
            </w:r>
            <w:r w:rsidR="004A5BFC">
              <w:rPr>
                <w:noProof/>
                <w:webHidden/>
                <w:rtl/>
              </w:rPr>
              <w:instrText xml:space="preserve"> </w:instrText>
            </w:r>
            <w:r>
              <w:rPr>
                <w:noProof/>
                <w:webHidden/>
                <w:rtl/>
              </w:rPr>
            </w:r>
            <w:r>
              <w:rPr>
                <w:noProof/>
                <w:webHidden/>
                <w:rtl/>
              </w:rPr>
              <w:fldChar w:fldCharType="separate"/>
            </w:r>
            <w:r w:rsidR="004A5BFC">
              <w:rPr>
                <w:noProof/>
                <w:webHidden/>
                <w:rtl/>
              </w:rPr>
              <w:t>73</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63" w:history="1">
            <w:r w:rsidR="004A5BFC" w:rsidRPr="00B43521">
              <w:rPr>
                <w:rStyle w:val="Hyperlink"/>
                <w:rFonts w:hint="eastAsia"/>
                <w:noProof/>
                <w:rtl/>
              </w:rPr>
              <w:t>كيف</w:t>
            </w:r>
            <w:r w:rsidR="004A5BFC" w:rsidRPr="00B43521">
              <w:rPr>
                <w:rStyle w:val="Hyperlink"/>
                <w:noProof/>
                <w:rtl/>
              </w:rPr>
              <w:t xml:space="preserve"> </w:t>
            </w:r>
            <w:r w:rsidR="004A5BFC" w:rsidRPr="00B43521">
              <w:rPr>
                <w:rStyle w:val="Hyperlink"/>
                <w:rFonts w:hint="eastAsia"/>
                <w:noProof/>
                <w:rtl/>
              </w:rPr>
              <w:t>السلامة</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Toc430519763 \h</w:instrText>
            </w:r>
            <w:r w:rsidR="004A5BFC">
              <w:rPr>
                <w:noProof/>
                <w:webHidden/>
                <w:rtl/>
              </w:rPr>
              <w:instrText xml:space="preserve"> </w:instrText>
            </w:r>
            <w:r>
              <w:rPr>
                <w:noProof/>
                <w:webHidden/>
                <w:rtl/>
              </w:rPr>
            </w:r>
            <w:r>
              <w:rPr>
                <w:noProof/>
                <w:webHidden/>
                <w:rtl/>
              </w:rPr>
              <w:fldChar w:fldCharType="separate"/>
            </w:r>
            <w:r w:rsidR="004A5BFC">
              <w:rPr>
                <w:noProof/>
                <w:webHidden/>
                <w:rtl/>
              </w:rPr>
              <w:t>75</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64" w:history="1">
            <w:r w:rsidR="004A5BFC" w:rsidRPr="00B43521">
              <w:rPr>
                <w:rStyle w:val="Hyperlink"/>
                <w:rFonts w:hint="eastAsia"/>
                <w:noProof/>
                <w:rtl/>
              </w:rPr>
              <w:t>وحسبي</w:t>
            </w:r>
            <w:r w:rsidR="004A5BFC" w:rsidRPr="00B43521">
              <w:rPr>
                <w:rStyle w:val="Hyperlink"/>
                <w:noProof/>
                <w:rtl/>
              </w:rPr>
              <w:t xml:space="preserve"> </w:t>
            </w:r>
            <w:r w:rsidR="004A5BFC" w:rsidRPr="00B43521">
              <w:rPr>
                <w:rStyle w:val="Hyperlink"/>
                <w:rFonts w:hint="eastAsia"/>
                <w:noProof/>
                <w:rtl/>
              </w:rPr>
              <w:t>اللّه</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Toc430519764 \h</w:instrText>
            </w:r>
            <w:r w:rsidR="004A5BFC">
              <w:rPr>
                <w:noProof/>
                <w:webHidden/>
                <w:rtl/>
              </w:rPr>
              <w:instrText xml:space="preserve"> </w:instrText>
            </w:r>
            <w:r>
              <w:rPr>
                <w:noProof/>
                <w:webHidden/>
                <w:rtl/>
              </w:rPr>
            </w:r>
            <w:r>
              <w:rPr>
                <w:noProof/>
                <w:webHidden/>
                <w:rtl/>
              </w:rPr>
              <w:fldChar w:fldCharType="separate"/>
            </w:r>
            <w:r w:rsidR="004A5BFC">
              <w:rPr>
                <w:noProof/>
                <w:webHidden/>
                <w:rtl/>
              </w:rPr>
              <w:t>77</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65" w:history="1">
            <w:r w:rsidR="004A5BFC" w:rsidRPr="00B43521">
              <w:rPr>
                <w:rStyle w:val="Hyperlink"/>
                <w:rFonts w:hint="eastAsia"/>
                <w:noProof/>
                <w:rtl/>
              </w:rPr>
              <w:t>رجوع</w:t>
            </w:r>
            <w:r w:rsidR="004A5BFC" w:rsidRPr="00B43521">
              <w:rPr>
                <w:rStyle w:val="Hyperlink"/>
                <w:noProof/>
                <w:rtl/>
              </w:rPr>
              <w:t xml:space="preserve"> </w:t>
            </w:r>
            <w:r w:rsidR="004A5BFC" w:rsidRPr="00B43521">
              <w:rPr>
                <w:rStyle w:val="Hyperlink"/>
                <w:rFonts w:hint="eastAsia"/>
                <w:noProof/>
                <w:rtl/>
              </w:rPr>
              <w:t>الروس</w:t>
            </w:r>
            <w:r w:rsidR="004A5BFC" w:rsidRPr="00B43521">
              <w:rPr>
                <w:rStyle w:val="Hyperlink"/>
                <w:noProof/>
                <w:rtl/>
              </w:rPr>
              <w:t xml:space="preserve"> </w:t>
            </w:r>
            <w:r w:rsidR="004A5BFC" w:rsidRPr="00B43521">
              <w:rPr>
                <w:rStyle w:val="Hyperlink"/>
                <w:rFonts w:hint="eastAsia"/>
                <w:noProof/>
                <w:rtl/>
              </w:rPr>
              <w:t>عن</w:t>
            </w:r>
            <w:r w:rsidR="004A5BFC" w:rsidRPr="00B43521">
              <w:rPr>
                <w:rStyle w:val="Hyperlink"/>
                <w:noProof/>
                <w:rtl/>
              </w:rPr>
              <w:t xml:space="preserve"> </w:t>
            </w:r>
            <w:r w:rsidR="004A5BFC" w:rsidRPr="00B43521">
              <w:rPr>
                <w:rStyle w:val="Hyperlink"/>
                <w:rFonts w:hint="eastAsia"/>
                <w:noProof/>
                <w:rtl/>
              </w:rPr>
              <w:t>إيران</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Toc430519765 \h</w:instrText>
            </w:r>
            <w:r w:rsidR="004A5BFC">
              <w:rPr>
                <w:noProof/>
                <w:webHidden/>
                <w:rtl/>
              </w:rPr>
              <w:instrText xml:space="preserve"> </w:instrText>
            </w:r>
            <w:r>
              <w:rPr>
                <w:noProof/>
                <w:webHidden/>
                <w:rtl/>
              </w:rPr>
            </w:r>
            <w:r>
              <w:rPr>
                <w:noProof/>
                <w:webHidden/>
                <w:rtl/>
              </w:rPr>
              <w:fldChar w:fldCharType="separate"/>
            </w:r>
            <w:r w:rsidR="004A5BFC">
              <w:rPr>
                <w:noProof/>
                <w:webHidden/>
                <w:rtl/>
              </w:rPr>
              <w:t>79</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66" w:history="1">
            <w:r w:rsidR="004A5BFC" w:rsidRPr="00B43521">
              <w:rPr>
                <w:rStyle w:val="Hyperlink"/>
                <w:rFonts w:hint="eastAsia"/>
                <w:noProof/>
                <w:rtl/>
              </w:rPr>
              <w:t>زد</w:t>
            </w:r>
            <w:r w:rsidR="004A5BFC" w:rsidRPr="00B43521">
              <w:rPr>
                <w:rStyle w:val="Hyperlink"/>
                <w:noProof/>
                <w:rtl/>
              </w:rPr>
              <w:t xml:space="preserve"> </w:t>
            </w:r>
            <w:r w:rsidR="004A5BFC" w:rsidRPr="00B43521">
              <w:rPr>
                <w:rStyle w:val="Hyperlink"/>
                <w:rFonts w:hint="eastAsia"/>
                <w:noProof/>
                <w:rtl/>
              </w:rPr>
              <w:t>وبارك</w:t>
            </w:r>
            <w:r w:rsidR="004A5BFC" w:rsidRPr="00B43521">
              <w:rPr>
                <w:rStyle w:val="Hyperlink"/>
                <w:noProof/>
                <w:rtl/>
              </w:rPr>
              <w:t xml:space="preserve"> </w:t>
            </w:r>
            <w:r w:rsidR="004A5BFC" w:rsidRPr="00B43521">
              <w:rPr>
                <w:rStyle w:val="Hyperlink"/>
                <w:rFonts w:hint="eastAsia"/>
                <w:noProof/>
                <w:rtl/>
              </w:rPr>
              <w:t>على</w:t>
            </w:r>
            <w:r w:rsidR="004A5BFC" w:rsidRPr="00B43521">
              <w:rPr>
                <w:rStyle w:val="Hyperlink"/>
                <w:noProof/>
                <w:rtl/>
              </w:rPr>
              <w:t xml:space="preserve"> </w:t>
            </w:r>
            <w:r w:rsidR="004A5BFC" w:rsidRPr="00B43521">
              <w:rPr>
                <w:rStyle w:val="Hyperlink"/>
                <w:rFonts w:hint="eastAsia"/>
                <w:noProof/>
                <w:rtl/>
              </w:rPr>
              <w:t>محمد</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Toc430519766 \h</w:instrText>
            </w:r>
            <w:r w:rsidR="004A5BFC">
              <w:rPr>
                <w:noProof/>
                <w:webHidden/>
                <w:rtl/>
              </w:rPr>
              <w:instrText xml:space="preserve"> </w:instrText>
            </w:r>
            <w:r>
              <w:rPr>
                <w:noProof/>
                <w:webHidden/>
                <w:rtl/>
              </w:rPr>
            </w:r>
            <w:r>
              <w:rPr>
                <w:noProof/>
                <w:webHidden/>
                <w:rtl/>
              </w:rPr>
              <w:fldChar w:fldCharType="separate"/>
            </w:r>
            <w:r w:rsidR="004A5BFC">
              <w:rPr>
                <w:noProof/>
                <w:webHidden/>
                <w:rtl/>
              </w:rPr>
              <w:t>82</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67" w:history="1">
            <w:r w:rsidR="004A5BFC" w:rsidRPr="00B43521">
              <w:rPr>
                <w:rStyle w:val="Hyperlink"/>
                <w:rFonts w:hint="eastAsia"/>
                <w:noProof/>
                <w:rtl/>
              </w:rPr>
              <w:t>دمي</w:t>
            </w:r>
            <w:r w:rsidR="004A5BFC" w:rsidRPr="00B43521">
              <w:rPr>
                <w:rStyle w:val="Hyperlink"/>
                <w:noProof/>
                <w:rtl/>
              </w:rPr>
              <w:t xml:space="preserve"> </w:t>
            </w:r>
            <w:r w:rsidR="004A5BFC" w:rsidRPr="00B43521">
              <w:rPr>
                <w:rStyle w:val="Hyperlink"/>
                <w:rFonts w:hint="eastAsia"/>
                <w:noProof/>
                <w:rtl/>
              </w:rPr>
              <w:t>ودمعي</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Toc430519767 \h</w:instrText>
            </w:r>
            <w:r w:rsidR="004A5BFC">
              <w:rPr>
                <w:noProof/>
                <w:webHidden/>
                <w:rtl/>
              </w:rPr>
              <w:instrText xml:space="preserve"> </w:instrText>
            </w:r>
            <w:r>
              <w:rPr>
                <w:noProof/>
                <w:webHidden/>
                <w:rtl/>
              </w:rPr>
            </w:r>
            <w:r>
              <w:rPr>
                <w:noProof/>
                <w:webHidden/>
                <w:rtl/>
              </w:rPr>
              <w:fldChar w:fldCharType="separate"/>
            </w:r>
            <w:r w:rsidR="004A5BFC">
              <w:rPr>
                <w:noProof/>
                <w:webHidden/>
                <w:rtl/>
              </w:rPr>
              <w:t>85</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68" w:history="1">
            <w:r w:rsidR="004A5BFC" w:rsidRPr="00B43521">
              <w:rPr>
                <w:rStyle w:val="Hyperlink"/>
                <w:rFonts w:hint="eastAsia"/>
                <w:noProof/>
                <w:rtl/>
              </w:rPr>
              <w:t>أقبل</w:t>
            </w:r>
            <w:r w:rsidR="004A5BFC" w:rsidRPr="00B43521">
              <w:rPr>
                <w:rStyle w:val="Hyperlink"/>
                <w:noProof/>
                <w:rtl/>
              </w:rPr>
              <w:t xml:space="preserve"> </w:t>
            </w:r>
            <w:r w:rsidR="004A5BFC" w:rsidRPr="00B43521">
              <w:rPr>
                <w:rStyle w:val="Hyperlink"/>
                <w:rFonts w:hint="eastAsia"/>
                <w:noProof/>
                <w:rtl/>
              </w:rPr>
              <w:t>نشوان</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Toc430519768 \h</w:instrText>
            </w:r>
            <w:r w:rsidR="004A5BFC">
              <w:rPr>
                <w:noProof/>
                <w:webHidden/>
                <w:rtl/>
              </w:rPr>
              <w:instrText xml:space="preserve"> </w:instrText>
            </w:r>
            <w:r>
              <w:rPr>
                <w:noProof/>
                <w:webHidden/>
                <w:rtl/>
              </w:rPr>
            </w:r>
            <w:r>
              <w:rPr>
                <w:noProof/>
                <w:webHidden/>
                <w:rtl/>
              </w:rPr>
              <w:fldChar w:fldCharType="separate"/>
            </w:r>
            <w:r w:rsidR="004A5BFC">
              <w:rPr>
                <w:noProof/>
                <w:webHidden/>
                <w:rtl/>
              </w:rPr>
              <w:t>88</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69" w:history="1">
            <w:r w:rsidR="004A5BFC" w:rsidRPr="00B43521">
              <w:rPr>
                <w:rStyle w:val="Hyperlink"/>
                <w:rFonts w:hint="eastAsia"/>
                <w:noProof/>
                <w:rtl/>
              </w:rPr>
              <w:t>عرس</w:t>
            </w:r>
            <w:r w:rsidR="004A5BFC" w:rsidRPr="00B43521">
              <w:rPr>
                <w:rStyle w:val="Hyperlink"/>
                <w:noProof/>
                <w:rtl/>
              </w:rPr>
              <w:t xml:space="preserve"> </w:t>
            </w:r>
            <w:r w:rsidR="004A5BFC" w:rsidRPr="00B43521">
              <w:rPr>
                <w:rStyle w:val="Hyperlink"/>
                <w:rFonts w:hint="eastAsia"/>
                <w:noProof/>
                <w:rtl/>
              </w:rPr>
              <w:t>الحسين</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Toc430519769 \h</w:instrText>
            </w:r>
            <w:r w:rsidR="004A5BFC">
              <w:rPr>
                <w:noProof/>
                <w:webHidden/>
                <w:rtl/>
              </w:rPr>
              <w:instrText xml:space="preserve"> </w:instrText>
            </w:r>
            <w:r>
              <w:rPr>
                <w:noProof/>
                <w:webHidden/>
                <w:rtl/>
              </w:rPr>
            </w:r>
            <w:r>
              <w:rPr>
                <w:noProof/>
                <w:webHidden/>
                <w:rtl/>
              </w:rPr>
              <w:fldChar w:fldCharType="separate"/>
            </w:r>
            <w:r w:rsidR="004A5BFC">
              <w:rPr>
                <w:noProof/>
                <w:webHidden/>
                <w:rtl/>
              </w:rPr>
              <w:t>90</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70" w:history="1">
            <w:r w:rsidR="004A5BFC" w:rsidRPr="00B43521">
              <w:rPr>
                <w:rStyle w:val="Hyperlink"/>
                <w:rFonts w:hint="eastAsia"/>
                <w:noProof/>
                <w:rtl/>
              </w:rPr>
              <w:t>دعه</w:t>
            </w:r>
            <w:r w:rsidR="004A5BFC" w:rsidRPr="00B43521">
              <w:rPr>
                <w:rStyle w:val="Hyperlink"/>
                <w:noProof/>
                <w:rtl/>
              </w:rPr>
              <w:t xml:space="preserve"> </w:t>
            </w:r>
            <w:r w:rsidR="004A5BFC" w:rsidRPr="00B43521">
              <w:rPr>
                <w:rStyle w:val="Hyperlink"/>
                <w:rFonts w:hint="eastAsia"/>
                <w:noProof/>
                <w:rtl/>
              </w:rPr>
              <w:t>يكابد</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Toc430519770 \h</w:instrText>
            </w:r>
            <w:r w:rsidR="004A5BFC">
              <w:rPr>
                <w:noProof/>
                <w:webHidden/>
                <w:rtl/>
              </w:rPr>
              <w:instrText xml:space="preserve"> </w:instrText>
            </w:r>
            <w:r>
              <w:rPr>
                <w:noProof/>
                <w:webHidden/>
                <w:rtl/>
              </w:rPr>
            </w:r>
            <w:r>
              <w:rPr>
                <w:noProof/>
                <w:webHidden/>
                <w:rtl/>
              </w:rPr>
              <w:fldChar w:fldCharType="separate"/>
            </w:r>
            <w:r w:rsidR="004A5BFC">
              <w:rPr>
                <w:noProof/>
                <w:webHidden/>
                <w:rtl/>
              </w:rPr>
              <w:t>92</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71" w:history="1">
            <w:r w:rsidR="004A5BFC" w:rsidRPr="00B43521">
              <w:rPr>
                <w:rStyle w:val="Hyperlink"/>
                <w:rFonts w:hint="eastAsia"/>
                <w:noProof/>
                <w:rtl/>
              </w:rPr>
              <w:t>ما</w:t>
            </w:r>
            <w:r w:rsidR="004A5BFC" w:rsidRPr="00B43521">
              <w:rPr>
                <w:rStyle w:val="Hyperlink"/>
                <w:noProof/>
                <w:rtl/>
              </w:rPr>
              <w:t xml:space="preserve"> </w:t>
            </w:r>
            <w:r w:rsidR="004A5BFC" w:rsidRPr="00B43521">
              <w:rPr>
                <w:rStyle w:val="Hyperlink"/>
                <w:rFonts w:hint="eastAsia"/>
                <w:noProof/>
                <w:rtl/>
              </w:rPr>
              <w:t>زلت</w:t>
            </w:r>
            <w:r w:rsidR="004A5BFC" w:rsidRPr="00B43521">
              <w:rPr>
                <w:rStyle w:val="Hyperlink"/>
                <w:noProof/>
                <w:rtl/>
              </w:rPr>
              <w:t xml:space="preserve"> </w:t>
            </w:r>
            <w:r w:rsidR="004A5BFC" w:rsidRPr="00B43521">
              <w:rPr>
                <w:rStyle w:val="Hyperlink"/>
                <w:rFonts w:hint="eastAsia"/>
                <w:noProof/>
                <w:rtl/>
              </w:rPr>
              <w:t>أشكو</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Toc430519771 \h</w:instrText>
            </w:r>
            <w:r w:rsidR="004A5BFC">
              <w:rPr>
                <w:noProof/>
                <w:webHidden/>
                <w:rtl/>
              </w:rPr>
              <w:instrText xml:space="preserve"> </w:instrText>
            </w:r>
            <w:r>
              <w:rPr>
                <w:noProof/>
                <w:webHidden/>
                <w:rtl/>
              </w:rPr>
            </w:r>
            <w:r>
              <w:rPr>
                <w:noProof/>
                <w:webHidden/>
                <w:rtl/>
              </w:rPr>
              <w:fldChar w:fldCharType="separate"/>
            </w:r>
            <w:r w:rsidR="004A5BFC">
              <w:rPr>
                <w:noProof/>
                <w:webHidden/>
                <w:rtl/>
              </w:rPr>
              <w:t>95</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72" w:history="1">
            <w:r w:rsidR="004A5BFC" w:rsidRPr="00B43521">
              <w:rPr>
                <w:rStyle w:val="Hyperlink"/>
                <w:rFonts w:hint="eastAsia"/>
                <w:noProof/>
                <w:rtl/>
              </w:rPr>
              <w:t>يا</w:t>
            </w:r>
            <w:r w:rsidR="004A5BFC" w:rsidRPr="00B43521">
              <w:rPr>
                <w:rStyle w:val="Hyperlink"/>
                <w:noProof/>
                <w:rtl/>
              </w:rPr>
              <w:t xml:space="preserve"> </w:t>
            </w:r>
            <w:r w:rsidR="004A5BFC" w:rsidRPr="00B43521">
              <w:rPr>
                <w:rStyle w:val="Hyperlink"/>
                <w:rFonts w:hint="eastAsia"/>
                <w:noProof/>
                <w:rtl/>
              </w:rPr>
              <w:t>جذوة</w:t>
            </w:r>
            <w:r w:rsidR="004A5BFC" w:rsidRPr="00B43521">
              <w:rPr>
                <w:rStyle w:val="Hyperlink"/>
                <w:noProof/>
                <w:rtl/>
              </w:rPr>
              <w:t xml:space="preserve"> </w:t>
            </w:r>
            <w:r w:rsidR="004A5BFC" w:rsidRPr="00B43521">
              <w:rPr>
                <w:rStyle w:val="Hyperlink"/>
                <w:rFonts w:hint="eastAsia"/>
                <w:noProof/>
                <w:rtl/>
              </w:rPr>
              <w:t>للهدى</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Toc430519772 \h</w:instrText>
            </w:r>
            <w:r w:rsidR="004A5BFC">
              <w:rPr>
                <w:noProof/>
                <w:webHidden/>
                <w:rtl/>
              </w:rPr>
              <w:instrText xml:space="preserve"> </w:instrText>
            </w:r>
            <w:r>
              <w:rPr>
                <w:noProof/>
                <w:webHidden/>
                <w:rtl/>
              </w:rPr>
            </w:r>
            <w:r>
              <w:rPr>
                <w:noProof/>
                <w:webHidden/>
                <w:rtl/>
              </w:rPr>
              <w:fldChar w:fldCharType="separate"/>
            </w:r>
            <w:r w:rsidR="004A5BFC">
              <w:rPr>
                <w:noProof/>
                <w:webHidden/>
                <w:rtl/>
              </w:rPr>
              <w:t>101</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73" w:history="1">
            <w:r w:rsidR="004A5BFC" w:rsidRPr="00B43521">
              <w:rPr>
                <w:rStyle w:val="Hyperlink"/>
                <w:rFonts w:hint="eastAsia"/>
                <w:noProof/>
                <w:rtl/>
              </w:rPr>
              <w:t>ساهر</w:t>
            </w:r>
            <w:r w:rsidR="004A5BFC" w:rsidRPr="00B43521">
              <w:rPr>
                <w:rStyle w:val="Hyperlink"/>
                <w:noProof/>
                <w:rtl/>
              </w:rPr>
              <w:t xml:space="preserve"> </w:t>
            </w:r>
            <w:r w:rsidR="004A5BFC" w:rsidRPr="00B43521">
              <w:rPr>
                <w:rStyle w:val="Hyperlink"/>
                <w:rFonts w:hint="eastAsia"/>
                <w:noProof/>
                <w:rtl/>
              </w:rPr>
              <w:t>العزمة</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Toc430519773 \h</w:instrText>
            </w:r>
            <w:r w:rsidR="004A5BFC">
              <w:rPr>
                <w:noProof/>
                <w:webHidden/>
                <w:rtl/>
              </w:rPr>
              <w:instrText xml:space="preserve"> </w:instrText>
            </w:r>
            <w:r>
              <w:rPr>
                <w:noProof/>
                <w:webHidden/>
                <w:rtl/>
              </w:rPr>
            </w:r>
            <w:r>
              <w:rPr>
                <w:noProof/>
                <w:webHidden/>
                <w:rtl/>
              </w:rPr>
              <w:fldChar w:fldCharType="separate"/>
            </w:r>
            <w:r w:rsidR="004A5BFC">
              <w:rPr>
                <w:noProof/>
                <w:webHidden/>
                <w:rtl/>
              </w:rPr>
              <w:t>104</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74" w:history="1">
            <w:r w:rsidR="004A5BFC" w:rsidRPr="00B43521">
              <w:rPr>
                <w:rStyle w:val="Hyperlink"/>
                <w:rFonts w:hint="eastAsia"/>
                <w:noProof/>
                <w:rtl/>
              </w:rPr>
              <w:t>بدر</w:t>
            </w:r>
            <w:r w:rsidR="004A5BFC" w:rsidRPr="00B43521">
              <w:rPr>
                <w:rStyle w:val="Hyperlink"/>
                <w:noProof/>
                <w:rtl/>
              </w:rPr>
              <w:t xml:space="preserve"> </w:t>
            </w:r>
            <w:r w:rsidR="004A5BFC" w:rsidRPr="00B43521">
              <w:rPr>
                <w:rStyle w:val="Hyperlink"/>
                <w:rFonts w:hint="eastAsia"/>
                <w:noProof/>
                <w:rtl/>
              </w:rPr>
              <w:t>المعالي</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Toc430519774 \h</w:instrText>
            </w:r>
            <w:r w:rsidR="004A5BFC">
              <w:rPr>
                <w:noProof/>
                <w:webHidden/>
                <w:rtl/>
              </w:rPr>
              <w:instrText xml:space="preserve"> </w:instrText>
            </w:r>
            <w:r>
              <w:rPr>
                <w:noProof/>
                <w:webHidden/>
                <w:rtl/>
              </w:rPr>
            </w:r>
            <w:r>
              <w:rPr>
                <w:noProof/>
                <w:webHidden/>
                <w:rtl/>
              </w:rPr>
              <w:fldChar w:fldCharType="separate"/>
            </w:r>
            <w:r w:rsidR="004A5BFC">
              <w:rPr>
                <w:noProof/>
                <w:webHidden/>
                <w:rtl/>
              </w:rPr>
              <w:t>106</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75" w:history="1">
            <w:r w:rsidR="004A5BFC" w:rsidRPr="00B43521">
              <w:rPr>
                <w:rStyle w:val="Hyperlink"/>
                <w:rFonts w:hint="eastAsia"/>
                <w:noProof/>
                <w:rtl/>
              </w:rPr>
              <w:t>أحين</w:t>
            </w:r>
            <w:r w:rsidR="004A5BFC" w:rsidRPr="00B43521">
              <w:rPr>
                <w:rStyle w:val="Hyperlink"/>
                <w:noProof/>
                <w:rtl/>
              </w:rPr>
              <w:t xml:space="preserve"> </w:t>
            </w:r>
            <w:r w:rsidR="004A5BFC" w:rsidRPr="00B43521">
              <w:rPr>
                <w:rStyle w:val="Hyperlink"/>
                <w:rFonts w:hint="eastAsia"/>
                <w:noProof/>
                <w:rtl/>
              </w:rPr>
              <w:t>نضاك</w:t>
            </w:r>
            <w:r w:rsidR="004A5BFC" w:rsidRPr="00B43521">
              <w:rPr>
                <w:rStyle w:val="Hyperlink"/>
                <w:noProof/>
                <w:rtl/>
              </w:rPr>
              <w:t xml:space="preserve"> </w:t>
            </w:r>
            <w:r w:rsidR="004A5BFC" w:rsidRPr="00B43521">
              <w:rPr>
                <w:rStyle w:val="Hyperlink"/>
                <w:rFonts w:hint="eastAsia"/>
                <w:noProof/>
                <w:rtl/>
              </w:rPr>
              <w:t>الدين</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Toc430519775 \h</w:instrText>
            </w:r>
            <w:r w:rsidR="004A5BFC">
              <w:rPr>
                <w:noProof/>
                <w:webHidden/>
                <w:rtl/>
              </w:rPr>
              <w:instrText xml:space="preserve"> </w:instrText>
            </w:r>
            <w:r>
              <w:rPr>
                <w:noProof/>
                <w:webHidden/>
                <w:rtl/>
              </w:rPr>
            </w:r>
            <w:r>
              <w:rPr>
                <w:noProof/>
                <w:webHidden/>
                <w:rtl/>
              </w:rPr>
              <w:fldChar w:fldCharType="separate"/>
            </w:r>
            <w:r w:rsidR="004A5BFC">
              <w:rPr>
                <w:noProof/>
                <w:webHidden/>
                <w:rtl/>
              </w:rPr>
              <w:t>109</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76" w:history="1">
            <w:r w:rsidR="004A5BFC" w:rsidRPr="00B43521">
              <w:rPr>
                <w:rStyle w:val="Hyperlink"/>
                <w:rFonts w:hint="eastAsia"/>
                <w:noProof/>
                <w:rtl/>
              </w:rPr>
              <w:t>مضيت</w:t>
            </w:r>
            <w:r w:rsidR="004A5BFC" w:rsidRPr="00B43521">
              <w:rPr>
                <w:rStyle w:val="Hyperlink"/>
                <w:noProof/>
                <w:rtl/>
              </w:rPr>
              <w:t xml:space="preserve"> </w:t>
            </w:r>
            <w:r w:rsidR="004A5BFC" w:rsidRPr="00B43521">
              <w:rPr>
                <w:rStyle w:val="Hyperlink"/>
                <w:rFonts w:hint="eastAsia"/>
                <w:noProof/>
                <w:rtl/>
              </w:rPr>
              <w:t>قويم</w:t>
            </w:r>
            <w:r w:rsidR="004A5BFC" w:rsidRPr="00B43521">
              <w:rPr>
                <w:rStyle w:val="Hyperlink"/>
                <w:noProof/>
                <w:rtl/>
              </w:rPr>
              <w:t xml:space="preserve"> </w:t>
            </w:r>
            <w:r w:rsidR="004A5BFC" w:rsidRPr="00B43521">
              <w:rPr>
                <w:rStyle w:val="Hyperlink"/>
                <w:rFonts w:hint="eastAsia"/>
                <w:noProof/>
                <w:rtl/>
              </w:rPr>
              <w:t>النهج</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Toc430519776 \h</w:instrText>
            </w:r>
            <w:r w:rsidR="004A5BFC">
              <w:rPr>
                <w:noProof/>
                <w:webHidden/>
                <w:rtl/>
              </w:rPr>
              <w:instrText xml:space="preserve"> </w:instrText>
            </w:r>
            <w:r>
              <w:rPr>
                <w:noProof/>
                <w:webHidden/>
                <w:rtl/>
              </w:rPr>
            </w:r>
            <w:r>
              <w:rPr>
                <w:noProof/>
                <w:webHidden/>
                <w:rtl/>
              </w:rPr>
              <w:fldChar w:fldCharType="separate"/>
            </w:r>
            <w:r w:rsidR="004A5BFC">
              <w:rPr>
                <w:noProof/>
                <w:webHidden/>
                <w:rtl/>
              </w:rPr>
              <w:t>112</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77" w:history="1">
            <w:r w:rsidR="004A5BFC" w:rsidRPr="00B43521">
              <w:rPr>
                <w:rStyle w:val="Hyperlink"/>
                <w:rFonts w:hint="eastAsia"/>
                <w:noProof/>
                <w:rtl/>
              </w:rPr>
              <w:t>بحر</w:t>
            </w:r>
            <w:r w:rsidR="004A5BFC" w:rsidRPr="00B43521">
              <w:rPr>
                <w:rStyle w:val="Hyperlink"/>
                <w:noProof/>
                <w:rtl/>
              </w:rPr>
              <w:t xml:space="preserve"> </w:t>
            </w:r>
            <w:r w:rsidR="004A5BFC" w:rsidRPr="00B43521">
              <w:rPr>
                <w:rStyle w:val="Hyperlink"/>
                <w:rFonts w:hint="eastAsia"/>
                <w:noProof/>
                <w:rtl/>
              </w:rPr>
              <w:t>الجود</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Toc430519777 \h</w:instrText>
            </w:r>
            <w:r w:rsidR="004A5BFC">
              <w:rPr>
                <w:noProof/>
                <w:webHidden/>
                <w:rtl/>
              </w:rPr>
              <w:instrText xml:space="preserve"> </w:instrText>
            </w:r>
            <w:r>
              <w:rPr>
                <w:noProof/>
                <w:webHidden/>
                <w:rtl/>
              </w:rPr>
            </w:r>
            <w:r>
              <w:rPr>
                <w:noProof/>
                <w:webHidden/>
                <w:rtl/>
              </w:rPr>
              <w:fldChar w:fldCharType="separate"/>
            </w:r>
            <w:r w:rsidR="004A5BFC">
              <w:rPr>
                <w:noProof/>
                <w:webHidden/>
                <w:rtl/>
              </w:rPr>
              <w:t>114</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78"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رثاء</w:t>
            </w:r>
            <w:r w:rsidR="004A5BFC" w:rsidRPr="00B43521">
              <w:rPr>
                <w:rStyle w:val="Hyperlink"/>
                <w:noProof/>
                <w:rtl/>
              </w:rPr>
              <w:t xml:space="preserve"> </w:t>
            </w:r>
            <w:r w:rsidR="004A5BFC" w:rsidRPr="00B43521">
              <w:rPr>
                <w:rStyle w:val="Hyperlink"/>
                <w:rFonts w:hint="eastAsia"/>
                <w:noProof/>
                <w:rtl/>
              </w:rPr>
              <w:t>والديه</w:t>
            </w:r>
            <w:r w:rsidR="004A5BFC" w:rsidRPr="00B43521">
              <w:rPr>
                <w:rStyle w:val="Hyperlink"/>
                <w:noProof/>
                <w:rtl/>
              </w:rPr>
              <w:t xml:space="preserve"> </w:t>
            </w:r>
            <w:r w:rsidR="004A5BFC" w:rsidRPr="00B43521">
              <w:rPr>
                <w:rStyle w:val="Hyperlink"/>
                <w:rFonts w:hint="eastAsia"/>
                <w:noProof/>
                <w:rtl/>
              </w:rPr>
              <w:t>وأخيه</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Toc430519778 \h</w:instrText>
            </w:r>
            <w:r w:rsidR="004A5BFC">
              <w:rPr>
                <w:noProof/>
                <w:webHidden/>
                <w:rtl/>
              </w:rPr>
              <w:instrText xml:space="preserve"> </w:instrText>
            </w:r>
            <w:r>
              <w:rPr>
                <w:noProof/>
                <w:webHidden/>
                <w:rtl/>
              </w:rPr>
            </w:r>
            <w:r>
              <w:rPr>
                <w:noProof/>
                <w:webHidden/>
                <w:rtl/>
              </w:rPr>
              <w:fldChar w:fldCharType="separate"/>
            </w:r>
            <w:r w:rsidR="004A5BFC">
              <w:rPr>
                <w:noProof/>
                <w:webHidden/>
                <w:rtl/>
              </w:rPr>
              <w:t>116</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79" w:history="1">
            <w:r w:rsidR="004A5BFC" w:rsidRPr="00B43521">
              <w:rPr>
                <w:rStyle w:val="Hyperlink"/>
                <w:rFonts w:hint="eastAsia"/>
                <w:noProof/>
                <w:rtl/>
              </w:rPr>
              <w:t>يا</w:t>
            </w:r>
            <w:r w:rsidR="004A5BFC" w:rsidRPr="00B43521">
              <w:rPr>
                <w:rStyle w:val="Hyperlink"/>
                <w:noProof/>
                <w:rtl/>
              </w:rPr>
              <w:t xml:space="preserve"> </w:t>
            </w:r>
            <w:r w:rsidR="004A5BFC" w:rsidRPr="00B43521">
              <w:rPr>
                <w:rStyle w:val="Hyperlink"/>
                <w:rFonts w:hint="eastAsia"/>
                <w:noProof/>
                <w:rtl/>
              </w:rPr>
              <w:t>راية</w:t>
            </w:r>
            <w:r w:rsidR="004A5BFC" w:rsidRPr="00B43521">
              <w:rPr>
                <w:rStyle w:val="Hyperlink"/>
                <w:noProof/>
                <w:rtl/>
              </w:rPr>
              <w:t xml:space="preserve"> </w:t>
            </w:r>
            <w:r w:rsidR="004A5BFC" w:rsidRPr="00B43521">
              <w:rPr>
                <w:rStyle w:val="Hyperlink"/>
                <w:rFonts w:hint="eastAsia"/>
                <w:noProof/>
                <w:rtl/>
              </w:rPr>
              <w:t>التوحيد</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Toc430519779 \h</w:instrText>
            </w:r>
            <w:r w:rsidR="004A5BFC">
              <w:rPr>
                <w:noProof/>
                <w:webHidden/>
                <w:rtl/>
              </w:rPr>
              <w:instrText xml:space="preserve"> </w:instrText>
            </w:r>
            <w:r>
              <w:rPr>
                <w:noProof/>
                <w:webHidden/>
                <w:rtl/>
              </w:rPr>
            </w:r>
            <w:r>
              <w:rPr>
                <w:noProof/>
                <w:webHidden/>
                <w:rtl/>
              </w:rPr>
              <w:fldChar w:fldCharType="separate"/>
            </w:r>
            <w:r w:rsidR="004A5BFC">
              <w:rPr>
                <w:noProof/>
                <w:webHidden/>
                <w:rtl/>
              </w:rPr>
              <w:t>118</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80" w:history="1">
            <w:r w:rsidR="004A5BFC" w:rsidRPr="00B43521">
              <w:rPr>
                <w:rStyle w:val="Hyperlink"/>
                <w:rFonts w:hint="eastAsia"/>
                <w:noProof/>
                <w:rtl/>
              </w:rPr>
              <w:t>كنت</w:t>
            </w:r>
            <w:r w:rsidR="004A5BFC" w:rsidRPr="00B43521">
              <w:rPr>
                <w:rStyle w:val="Hyperlink"/>
                <w:noProof/>
                <w:rtl/>
              </w:rPr>
              <w:t xml:space="preserve"> </w:t>
            </w:r>
            <w:r w:rsidR="004A5BFC" w:rsidRPr="00B43521">
              <w:rPr>
                <w:rStyle w:val="Hyperlink"/>
                <w:rFonts w:hint="eastAsia"/>
                <w:noProof/>
                <w:rtl/>
              </w:rPr>
              <w:t>ذا</w:t>
            </w:r>
            <w:r w:rsidR="004A5BFC" w:rsidRPr="00B43521">
              <w:rPr>
                <w:rStyle w:val="Hyperlink"/>
                <w:noProof/>
                <w:rtl/>
              </w:rPr>
              <w:t xml:space="preserve"> </w:t>
            </w:r>
            <w:r w:rsidR="004A5BFC" w:rsidRPr="00B43521">
              <w:rPr>
                <w:rStyle w:val="Hyperlink"/>
                <w:rFonts w:hint="eastAsia"/>
                <w:noProof/>
                <w:rtl/>
              </w:rPr>
              <w:t>همَّةٍ</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Toc430519780 \h</w:instrText>
            </w:r>
            <w:r w:rsidR="004A5BFC">
              <w:rPr>
                <w:noProof/>
                <w:webHidden/>
                <w:rtl/>
              </w:rPr>
              <w:instrText xml:space="preserve"> </w:instrText>
            </w:r>
            <w:r>
              <w:rPr>
                <w:noProof/>
                <w:webHidden/>
                <w:rtl/>
              </w:rPr>
            </w:r>
            <w:r>
              <w:rPr>
                <w:noProof/>
                <w:webHidden/>
                <w:rtl/>
              </w:rPr>
              <w:fldChar w:fldCharType="separate"/>
            </w:r>
            <w:r w:rsidR="004A5BFC">
              <w:rPr>
                <w:noProof/>
                <w:webHidden/>
                <w:rtl/>
              </w:rPr>
              <w:t>121</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81" w:history="1">
            <w:r w:rsidR="004A5BFC" w:rsidRPr="00B43521">
              <w:rPr>
                <w:rStyle w:val="Hyperlink"/>
                <w:rFonts w:hint="eastAsia"/>
                <w:noProof/>
                <w:rtl/>
              </w:rPr>
              <w:t>كأنّ</w:t>
            </w:r>
            <w:r w:rsidR="004A5BFC" w:rsidRPr="00B43521">
              <w:rPr>
                <w:rStyle w:val="Hyperlink"/>
                <w:noProof/>
                <w:rtl/>
              </w:rPr>
              <w:t xml:space="preserve"> </w:t>
            </w:r>
            <w:r w:rsidR="004A5BFC" w:rsidRPr="00B43521">
              <w:rPr>
                <w:rStyle w:val="Hyperlink"/>
                <w:rFonts w:hint="eastAsia"/>
                <w:noProof/>
                <w:rtl/>
              </w:rPr>
              <w:t>السما</w:t>
            </w:r>
            <w:r w:rsidR="004A5BFC" w:rsidRPr="00B43521">
              <w:rPr>
                <w:rStyle w:val="Hyperlink"/>
                <w:noProof/>
                <w:rtl/>
              </w:rPr>
              <w:t xml:space="preserve"> </w:t>
            </w:r>
            <w:r w:rsidR="004A5BFC" w:rsidRPr="00B43521">
              <w:rPr>
                <w:rStyle w:val="Hyperlink"/>
                <w:rFonts w:hint="eastAsia"/>
                <w:noProof/>
                <w:rtl/>
              </w:rPr>
              <w:t>تبكي</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Toc430519781 \h</w:instrText>
            </w:r>
            <w:r w:rsidR="004A5BFC">
              <w:rPr>
                <w:noProof/>
                <w:webHidden/>
                <w:rtl/>
              </w:rPr>
              <w:instrText xml:space="preserve"> </w:instrText>
            </w:r>
            <w:r>
              <w:rPr>
                <w:noProof/>
                <w:webHidden/>
                <w:rtl/>
              </w:rPr>
            </w:r>
            <w:r>
              <w:rPr>
                <w:noProof/>
                <w:webHidden/>
                <w:rtl/>
              </w:rPr>
              <w:fldChar w:fldCharType="separate"/>
            </w:r>
            <w:r w:rsidR="004A5BFC">
              <w:rPr>
                <w:noProof/>
                <w:webHidden/>
                <w:rtl/>
              </w:rPr>
              <w:t>122</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82" w:history="1">
            <w:r w:rsidR="004A5BFC" w:rsidRPr="00B43521">
              <w:rPr>
                <w:rStyle w:val="Hyperlink"/>
                <w:rFonts w:hint="eastAsia"/>
                <w:noProof/>
                <w:rtl/>
              </w:rPr>
              <w:t>وجد</w:t>
            </w:r>
            <w:r w:rsidR="004A5BFC" w:rsidRPr="00B43521">
              <w:rPr>
                <w:rStyle w:val="Hyperlink"/>
                <w:noProof/>
                <w:rtl/>
              </w:rPr>
              <w:t xml:space="preserve"> </w:t>
            </w:r>
            <w:r w:rsidR="004A5BFC" w:rsidRPr="00B43521">
              <w:rPr>
                <w:rStyle w:val="Hyperlink"/>
                <w:rFonts w:hint="eastAsia"/>
                <w:noProof/>
                <w:rtl/>
              </w:rPr>
              <w:t>الهدى</w:t>
            </w:r>
            <w:r w:rsidR="004A5BFC" w:rsidRPr="00B43521">
              <w:rPr>
                <w:rStyle w:val="Hyperlink"/>
                <w:noProof/>
                <w:rtl/>
              </w:rPr>
              <w:t xml:space="preserve"> </w:t>
            </w:r>
            <w:r w:rsidR="004A5BFC" w:rsidRPr="00B43521">
              <w:rPr>
                <w:rStyle w:val="Hyperlink"/>
                <w:rFonts w:hint="eastAsia"/>
                <w:noProof/>
                <w:rtl/>
              </w:rPr>
              <w:t>أرِقا</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Toc430519782 \h</w:instrText>
            </w:r>
            <w:r w:rsidR="004A5BFC">
              <w:rPr>
                <w:noProof/>
                <w:webHidden/>
                <w:rtl/>
              </w:rPr>
              <w:instrText xml:space="preserve"> </w:instrText>
            </w:r>
            <w:r>
              <w:rPr>
                <w:noProof/>
                <w:webHidden/>
                <w:rtl/>
              </w:rPr>
            </w:r>
            <w:r>
              <w:rPr>
                <w:noProof/>
                <w:webHidden/>
                <w:rtl/>
              </w:rPr>
              <w:fldChar w:fldCharType="separate"/>
            </w:r>
            <w:r w:rsidR="004A5BFC">
              <w:rPr>
                <w:noProof/>
                <w:webHidden/>
                <w:rtl/>
              </w:rPr>
              <w:t>125</w:t>
            </w:r>
            <w:r>
              <w:rPr>
                <w:noProof/>
                <w:webHidden/>
                <w:rtl/>
              </w:rPr>
              <w:fldChar w:fldCharType="end"/>
            </w:r>
          </w:hyperlink>
        </w:p>
        <w:p w:rsidR="004A5BFC" w:rsidRPr="004A5BFC" w:rsidRDefault="004A5BFC" w:rsidP="004A5BFC">
          <w:pPr>
            <w:pStyle w:val="libNormal"/>
            <w:rPr>
              <w:rStyle w:val="Hyperlink"/>
              <w:noProof/>
              <w:u w:val="none"/>
            </w:rPr>
          </w:pPr>
          <w:r w:rsidRPr="004A5BFC">
            <w:rPr>
              <w:rStyle w:val="Hyperlink"/>
              <w:noProof/>
              <w:u w:val="none"/>
            </w:rPr>
            <w:br w:type="page"/>
          </w:r>
        </w:p>
        <w:p w:rsidR="004A5BFC" w:rsidRDefault="003D2027" w:rsidP="004A5BFC">
          <w:pPr>
            <w:pStyle w:val="TOC3"/>
            <w:rPr>
              <w:rFonts w:asciiTheme="minorHAnsi" w:eastAsiaTheme="minorEastAsia" w:hAnsiTheme="minorHAnsi" w:cstheme="minorBidi"/>
              <w:noProof/>
              <w:color w:val="auto"/>
              <w:sz w:val="22"/>
              <w:szCs w:val="22"/>
              <w:rtl/>
            </w:rPr>
          </w:pPr>
          <w:hyperlink w:anchor="_Toc430519783" w:history="1">
            <w:r w:rsidR="004A5BFC" w:rsidRPr="00B43521">
              <w:rPr>
                <w:rStyle w:val="Hyperlink"/>
                <w:rFonts w:hint="eastAsia"/>
                <w:noProof/>
                <w:rtl/>
              </w:rPr>
              <w:t>يا</w:t>
            </w:r>
            <w:r w:rsidR="004A5BFC" w:rsidRPr="00B43521">
              <w:rPr>
                <w:rStyle w:val="Hyperlink"/>
                <w:noProof/>
                <w:rtl/>
              </w:rPr>
              <w:t xml:space="preserve"> </w:t>
            </w:r>
            <w:r w:rsidR="004A5BFC" w:rsidRPr="00B43521">
              <w:rPr>
                <w:rStyle w:val="Hyperlink"/>
                <w:rFonts w:hint="eastAsia"/>
                <w:noProof/>
                <w:rtl/>
              </w:rPr>
              <w:t>مَنْ</w:t>
            </w:r>
            <w:r w:rsidR="004A5BFC" w:rsidRPr="00B43521">
              <w:rPr>
                <w:rStyle w:val="Hyperlink"/>
                <w:noProof/>
                <w:rtl/>
              </w:rPr>
              <w:t xml:space="preserve"> </w:t>
            </w:r>
            <w:r w:rsidR="004A5BFC" w:rsidRPr="00B43521">
              <w:rPr>
                <w:rStyle w:val="Hyperlink"/>
                <w:rFonts w:hint="eastAsia"/>
                <w:noProof/>
                <w:rtl/>
              </w:rPr>
              <w:t>أغاث</w:t>
            </w:r>
            <w:r w:rsidR="004A5BFC" w:rsidRPr="00B43521">
              <w:rPr>
                <w:rStyle w:val="Hyperlink"/>
                <w:noProof/>
                <w:rtl/>
              </w:rPr>
              <w:t xml:space="preserve"> </w:t>
            </w:r>
            <w:r w:rsidR="004A5BFC" w:rsidRPr="00B43521">
              <w:rPr>
                <w:rStyle w:val="Hyperlink"/>
                <w:rFonts w:hint="eastAsia"/>
                <w:noProof/>
                <w:rtl/>
              </w:rPr>
              <w:t>الدين</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Toc430519783 \h</w:instrText>
            </w:r>
            <w:r w:rsidR="004A5BFC">
              <w:rPr>
                <w:noProof/>
                <w:webHidden/>
                <w:rtl/>
              </w:rPr>
              <w:instrText xml:space="preserve"> </w:instrText>
            </w:r>
            <w:r>
              <w:rPr>
                <w:noProof/>
                <w:webHidden/>
                <w:rtl/>
              </w:rPr>
            </w:r>
            <w:r>
              <w:rPr>
                <w:noProof/>
                <w:webHidden/>
                <w:rtl/>
              </w:rPr>
              <w:fldChar w:fldCharType="separate"/>
            </w:r>
            <w:r w:rsidR="004A5BFC">
              <w:rPr>
                <w:noProof/>
                <w:webHidden/>
                <w:rtl/>
              </w:rPr>
              <w:t>127</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84" w:history="1">
            <w:r w:rsidR="004A5BFC" w:rsidRPr="00B43521">
              <w:rPr>
                <w:rStyle w:val="Hyperlink"/>
                <w:rFonts w:hint="eastAsia"/>
                <w:noProof/>
                <w:rtl/>
              </w:rPr>
              <w:t>حسنت</w:t>
            </w:r>
            <w:r w:rsidR="004A5BFC" w:rsidRPr="00B43521">
              <w:rPr>
                <w:rStyle w:val="Hyperlink"/>
                <w:noProof/>
                <w:rtl/>
              </w:rPr>
              <w:t xml:space="preserve"> </w:t>
            </w:r>
            <w:r w:rsidR="004A5BFC" w:rsidRPr="00B43521">
              <w:rPr>
                <w:rStyle w:val="Hyperlink"/>
                <w:rFonts w:hint="eastAsia"/>
                <w:noProof/>
                <w:rtl/>
              </w:rPr>
              <w:t>خلائقه</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Toc430519784 \h</w:instrText>
            </w:r>
            <w:r w:rsidR="004A5BFC">
              <w:rPr>
                <w:noProof/>
                <w:webHidden/>
                <w:rtl/>
              </w:rPr>
              <w:instrText xml:space="preserve"> </w:instrText>
            </w:r>
            <w:r>
              <w:rPr>
                <w:noProof/>
                <w:webHidden/>
                <w:rtl/>
              </w:rPr>
            </w:r>
            <w:r>
              <w:rPr>
                <w:noProof/>
                <w:webHidden/>
                <w:rtl/>
              </w:rPr>
              <w:fldChar w:fldCharType="separate"/>
            </w:r>
            <w:r w:rsidR="004A5BFC">
              <w:rPr>
                <w:noProof/>
                <w:webHidden/>
                <w:rtl/>
              </w:rPr>
              <w:t>129</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85" w:history="1">
            <w:r w:rsidR="004A5BFC" w:rsidRPr="00B43521">
              <w:rPr>
                <w:rStyle w:val="Hyperlink"/>
                <w:rFonts w:hint="eastAsia"/>
                <w:noProof/>
                <w:rtl/>
              </w:rPr>
              <w:t>قد</w:t>
            </w:r>
            <w:r w:rsidR="004A5BFC" w:rsidRPr="00B43521">
              <w:rPr>
                <w:rStyle w:val="Hyperlink"/>
                <w:noProof/>
                <w:rtl/>
              </w:rPr>
              <w:t xml:space="preserve"> </w:t>
            </w:r>
            <w:r w:rsidR="004A5BFC" w:rsidRPr="00B43521">
              <w:rPr>
                <w:rStyle w:val="Hyperlink"/>
                <w:rFonts w:hint="eastAsia"/>
                <w:noProof/>
                <w:rtl/>
              </w:rPr>
              <w:t>كنت</w:t>
            </w:r>
            <w:r w:rsidR="004A5BFC" w:rsidRPr="00B43521">
              <w:rPr>
                <w:rStyle w:val="Hyperlink"/>
                <w:noProof/>
                <w:rtl/>
              </w:rPr>
              <w:t xml:space="preserve"> </w:t>
            </w:r>
            <w:r w:rsidR="004A5BFC" w:rsidRPr="00B43521">
              <w:rPr>
                <w:rStyle w:val="Hyperlink"/>
                <w:rFonts w:hint="eastAsia"/>
                <w:noProof/>
                <w:rtl/>
              </w:rPr>
              <w:t>أصبر</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Toc430519785 \h</w:instrText>
            </w:r>
            <w:r w:rsidR="004A5BFC">
              <w:rPr>
                <w:noProof/>
                <w:webHidden/>
                <w:rtl/>
              </w:rPr>
              <w:instrText xml:space="preserve"> </w:instrText>
            </w:r>
            <w:r>
              <w:rPr>
                <w:noProof/>
                <w:webHidden/>
                <w:rtl/>
              </w:rPr>
            </w:r>
            <w:r>
              <w:rPr>
                <w:noProof/>
                <w:webHidden/>
                <w:rtl/>
              </w:rPr>
              <w:fldChar w:fldCharType="separate"/>
            </w:r>
            <w:r w:rsidR="004A5BFC">
              <w:rPr>
                <w:noProof/>
                <w:webHidden/>
                <w:rtl/>
              </w:rPr>
              <w:t>130</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86" w:history="1">
            <w:r w:rsidR="004A5BFC" w:rsidRPr="00B43521">
              <w:rPr>
                <w:rStyle w:val="Hyperlink"/>
                <w:rFonts w:hint="eastAsia"/>
                <w:noProof/>
                <w:rtl/>
              </w:rPr>
              <w:t>الصبر</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Toc430519786 \h</w:instrText>
            </w:r>
            <w:r w:rsidR="004A5BFC">
              <w:rPr>
                <w:noProof/>
                <w:webHidden/>
                <w:rtl/>
              </w:rPr>
              <w:instrText xml:space="preserve"> </w:instrText>
            </w:r>
            <w:r>
              <w:rPr>
                <w:noProof/>
                <w:webHidden/>
                <w:rtl/>
              </w:rPr>
            </w:r>
            <w:r>
              <w:rPr>
                <w:noProof/>
                <w:webHidden/>
                <w:rtl/>
              </w:rPr>
              <w:fldChar w:fldCharType="separate"/>
            </w:r>
            <w:r w:rsidR="004A5BFC">
              <w:rPr>
                <w:noProof/>
                <w:webHidden/>
                <w:rtl/>
              </w:rPr>
              <w:t>130</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87" w:history="1">
            <w:r w:rsidR="004A5BFC" w:rsidRPr="00B43521">
              <w:rPr>
                <w:rStyle w:val="Hyperlink"/>
                <w:rFonts w:hint="eastAsia"/>
                <w:noProof/>
                <w:rtl/>
              </w:rPr>
              <w:t>في</w:t>
            </w:r>
            <w:r w:rsidR="004A5BFC" w:rsidRPr="00B43521">
              <w:rPr>
                <w:rStyle w:val="Hyperlink"/>
                <w:noProof/>
                <w:rtl/>
              </w:rPr>
              <w:t xml:space="preserve"> </w:t>
            </w:r>
            <w:r w:rsidR="004A5BFC" w:rsidRPr="00B43521">
              <w:rPr>
                <w:rStyle w:val="Hyperlink"/>
                <w:rFonts w:hint="eastAsia"/>
                <w:noProof/>
                <w:rtl/>
              </w:rPr>
              <w:t>الغَزلِ</w:t>
            </w:r>
            <w:r w:rsidR="004A5BFC" w:rsidRPr="00B43521">
              <w:rPr>
                <w:rStyle w:val="Hyperlink"/>
                <w:noProof/>
                <w:rtl/>
              </w:rPr>
              <w:t xml:space="preserve"> </w:t>
            </w:r>
            <w:r w:rsidR="004A5BFC" w:rsidRPr="00B43521">
              <w:rPr>
                <w:rStyle w:val="Hyperlink"/>
                <w:rFonts w:hint="eastAsia"/>
                <w:noProof/>
                <w:rtl/>
              </w:rPr>
              <w:t>وَالنَسيب</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Toc430519787 \h</w:instrText>
            </w:r>
            <w:r w:rsidR="004A5BFC">
              <w:rPr>
                <w:noProof/>
                <w:webHidden/>
                <w:rtl/>
              </w:rPr>
              <w:instrText xml:space="preserve"> </w:instrText>
            </w:r>
            <w:r>
              <w:rPr>
                <w:noProof/>
                <w:webHidden/>
                <w:rtl/>
              </w:rPr>
            </w:r>
            <w:r>
              <w:rPr>
                <w:noProof/>
                <w:webHidden/>
                <w:rtl/>
              </w:rPr>
              <w:fldChar w:fldCharType="separate"/>
            </w:r>
            <w:r w:rsidR="004A5BFC">
              <w:rPr>
                <w:noProof/>
                <w:webHidden/>
                <w:rtl/>
              </w:rPr>
              <w:t>131</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88" w:history="1">
            <w:r w:rsidR="004A5BFC" w:rsidRPr="00B43521">
              <w:rPr>
                <w:rStyle w:val="Hyperlink"/>
                <w:noProof/>
                <w:rtl/>
              </w:rPr>
              <w:t>(</w:t>
            </w:r>
            <w:r w:rsidR="004A5BFC" w:rsidRPr="00B43521">
              <w:rPr>
                <w:rStyle w:val="Hyperlink"/>
                <w:rFonts w:hint="eastAsia"/>
                <w:noProof/>
                <w:rtl/>
              </w:rPr>
              <w:t>أسهرتني</w:t>
            </w:r>
            <w:r w:rsidR="004A5BFC" w:rsidRPr="00B43521">
              <w:rPr>
                <w:rStyle w:val="Hyperlink"/>
                <w:noProof/>
                <w:rtl/>
              </w:rPr>
              <w:t>)</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Toc430519788 \h</w:instrText>
            </w:r>
            <w:r w:rsidR="004A5BFC">
              <w:rPr>
                <w:noProof/>
                <w:webHidden/>
                <w:rtl/>
              </w:rPr>
              <w:instrText xml:space="preserve"> </w:instrText>
            </w:r>
            <w:r>
              <w:rPr>
                <w:noProof/>
                <w:webHidden/>
                <w:rtl/>
              </w:rPr>
            </w:r>
            <w:r>
              <w:rPr>
                <w:noProof/>
                <w:webHidden/>
                <w:rtl/>
              </w:rPr>
              <w:fldChar w:fldCharType="separate"/>
            </w:r>
            <w:r w:rsidR="004A5BFC">
              <w:rPr>
                <w:noProof/>
                <w:webHidden/>
                <w:rtl/>
              </w:rPr>
              <w:t>133</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89" w:history="1">
            <w:r w:rsidR="004A5BFC" w:rsidRPr="00B43521">
              <w:rPr>
                <w:rStyle w:val="Hyperlink"/>
                <w:rFonts w:hint="eastAsia"/>
                <w:noProof/>
                <w:rtl/>
              </w:rPr>
              <w:t>زارني</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Toc430519789 \h</w:instrText>
            </w:r>
            <w:r w:rsidR="004A5BFC">
              <w:rPr>
                <w:noProof/>
                <w:webHidden/>
                <w:rtl/>
              </w:rPr>
              <w:instrText xml:space="preserve"> </w:instrText>
            </w:r>
            <w:r>
              <w:rPr>
                <w:noProof/>
                <w:webHidden/>
                <w:rtl/>
              </w:rPr>
            </w:r>
            <w:r>
              <w:rPr>
                <w:noProof/>
                <w:webHidden/>
                <w:rtl/>
              </w:rPr>
              <w:fldChar w:fldCharType="separate"/>
            </w:r>
            <w:r w:rsidR="004A5BFC">
              <w:rPr>
                <w:noProof/>
                <w:webHidden/>
                <w:rtl/>
              </w:rPr>
              <w:t>134</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90" w:history="1">
            <w:r w:rsidR="004A5BFC" w:rsidRPr="00B43521">
              <w:rPr>
                <w:rStyle w:val="Hyperlink"/>
                <w:rFonts w:hint="eastAsia"/>
                <w:noProof/>
                <w:rtl/>
              </w:rPr>
              <w:t>ثمار</w:t>
            </w:r>
            <w:r w:rsidR="004A5BFC" w:rsidRPr="00B43521">
              <w:rPr>
                <w:rStyle w:val="Hyperlink"/>
                <w:noProof/>
                <w:rtl/>
              </w:rPr>
              <w:t xml:space="preserve"> </w:t>
            </w:r>
            <w:r w:rsidR="004A5BFC" w:rsidRPr="00B43521">
              <w:rPr>
                <w:rStyle w:val="Hyperlink"/>
                <w:rFonts w:hint="eastAsia"/>
                <w:noProof/>
                <w:rtl/>
              </w:rPr>
              <w:t>الودّ</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Toc430519790 \h</w:instrText>
            </w:r>
            <w:r w:rsidR="004A5BFC">
              <w:rPr>
                <w:noProof/>
                <w:webHidden/>
                <w:rtl/>
              </w:rPr>
              <w:instrText xml:space="preserve"> </w:instrText>
            </w:r>
            <w:r>
              <w:rPr>
                <w:noProof/>
                <w:webHidden/>
                <w:rtl/>
              </w:rPr>
            </w:r>
            <w:r>
              <w:rPr>
                <w:noProof/>
                <w:webHidden/>
                <w:rtl/>
              </w:rPr>
              <w:fldChar w:fldCharType="separate"/>
            </w:r>
            <w:r w:rsidR="004A5BFC">
              <w:rPr>
                <w:noProof/>
                <w:webHidden/>
                <w:rtl/>
              </w:rPr>
              <w:t>135</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91" w:history="1">
            <w:r w:rsidR="004A5BFC" w:rsidRPr="00B43521">
              <w:rPr>
                <w:rStyle w:val="Hyperlink"/>
                <w:rFonts w:hint="eastAsia"/>
                <w:noProof/>
                <w:rtl/>
              </w:rPr>
              <w:t>اذكرونا</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Toc430519791 \h</w:instrText>
            </w:r>
            <w:r w:rsidR="004A5BFC">
              <w:rPr>
                <w:noProof/>
                <w:webHidden/>
                <w:rtl/>
              </w:rPr>
              <w:instrText xml:space="preserve"> </w:instrText>
            </w:r>
            <w:r>
              <w:rPr>
                <w:noProof/>
                <w:webHidden/>
                <w:rtl/>
              </w:rPr>
            </w:r>
            <w:r>
              <w:rPr>
                <w:noProof/>
                <w:webHidden/>
                <w:rtl/>
              </w:rPr>
              <w:fldChar w:fldCharType="separate"/>
            </w:r>
            <w:r w:rsidR="004A5BFC">
              <w:rPr>
                <w:noProof/>
                <w:webHidden/>
                <w:rtl/>
              </w:rPr>
              <w:t>135</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92" w:history="1">
            <w:r w:rsidR="004A5BFC" w:rsidRPr="00B43521">
              <w:rPr>
                <w:rStyle w:val="Hyperlink"/>
                <w:rFonts w:hint="eastAsia"/>
                <w:noProof/>
                <w:rtl/>
              </w:rPr>
              <w:t>أجفان</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Toc430519792 \h</w:instrText>
            </w:r>
            <w:r w:rsidR="004A5BFC">
              <w:rPr>
                <w:noProof/>
                <w:webHidden/>
                <w:rtl/>
              </w:rPr>
              <w:instrText xml:space="preserve"> </w:instrText>
            </w:r>
            <w:r>
              <w:rPr>
                <w:noProof/>
                <w:webHidden/>
                <w:rtl/>
              </w:rPr>
            </w:r>
            <w:r>
              <w:rPr>
                <w:noProof/>
                <w:webHidden/>
                <w:rtl/>
              </w:rPr>
              <w:fldChar w:fldCharType="separate"/>
            </w:r>
            <w:r w:rsidR="004A5BFC">
              <w:rPr>
                <w:noProof/>
                <w:webHidden/>
                <w:rtl/>
              </w:rPr>
              <w:t>135</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93" w:history="1">
            <w:r w:rsidR="004A5BFC" w:rsidRPr="00B43521">
              <w:rPr>
                <w:rStyle w:val="Hyperlink"/>
                <w:rFonts w:hint="eastAsia"/>
                <w:noProof/>
                <w:rtl/>
              </w:rPr>
              <w:t>كتب</w:t>
            </w:r>
            <w:r w:rsidR="004A5BFC" w:rsidRPr="00B43521">
              <w:rPr>
                <w:rStyle w:val="Hyperlink"/>
                <w:noProof/>
                <w:rtl/>
              </w:rPr>
              <w:t xml:space="preserve"> </w:t>
            </w:r>
            <w:r w:rsidR="004A5BFC" w:rsidRPr="00B43521">
              <w:rPr>
                <w:rStyle w:val="Hyperlink"/>
                <w:rFonts w:hint="eastAsia"/>
                <w:noProof/>
                <w:rtl/>
              </w:rPr>
              <w:t>الغرام</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Toc430519793 \h</w:instrText>
            </w:r>
            <w:r w:rsidR="004A5BFC">
              <w:rPr>
                <w:noProof/>
                <w:webHidden/>
                <w:rtl/>
              </w:rPr>
              <w:instrText xml:space="preserve"> </w:instrText>
            </w:r>
            <w:r>
              <w:rPr>
                <w:noProof/>
                <w:webHidden/>
                <w:rtl/>
              </w:rPr>
            </w:r>
            <w:r>
              <w:rPr>
                <w:noProof/>
                <w:webHidden/>
                <w:rtl/>
              </w:rPr>
              <w:fldChar w:fldCharType="separate"/>
            </w:r>
            <w:r w:rsidR="004A5BFC">
              <w:rPr>
                <w:noProof/>
                <w:webHidden/>
                <w:rtl/>
              </w:rPr>
              <w:t>135</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94" w:history="1">
            <w:r w:rsidR="004A5BFC" w:rsidRPr="00B43521">
              <w:rPr>
                <w:rStyle w:val="Hyperlink"/>
                <w:rFonts w:hint="eastAsia"/>
                <w:noProof/>
                <w:rtl/>
              </w:rPr>
              <w:t>خذي</w:t>
            </w:r>
            <w:r w:rsidR="004A5BFC" w:rsidRPr="00B43521">
              <w:rPr>
                <w:rStyle w:val="Hyperlink"/>
                <w:noProof/>
                <w:rtl/>
              </w:rPr>
              <w:t xml:space="preserve"> </w:t>
            </w:r>
            <w:r w:rsidR="004A5BFC" w:rsidRPr="00B43521">
              <w:rPr>
                <w:rStyle w:val="Hyperlink"/>
                <w:rFonts w:hint="eastAsia"/>
                <w:noProof/>
                <w:rtl/>
              </w:rPr>
              <w:t>لحظ</w:t>
            </w:r>
            <w:r w:rsidR="004A5BFC" w:rsidRPr="00B43521">
              <w:rPr>
                <w:rStyle w:val="Hyperlink"/>
                <w:noProof/>
                <w:rtl/>
              </w:rPr>
              <w:t xml:space="preserve"> </w:t>
            </w:r>
            <w:r w:rsidR="004A5BFC" w:rsidRPr="00B43521">
              <w:rPr>
                <w:rStyle w:val="Hyperlink"/>
                <w:rFonts w:hint="eastAsia"/>
                <w:noProof/>
                <w:rtl/>
              </w:rPr>
              <w:t>عيني</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Toc430519794 \h</w:instrText>
            </w:r>
            <w:r w:rsidR="004A5BFC">
              <w:rPr>
                <w:noProof/>
                <w:webHidden/>
                <w:rtl/>
              </w:rPr>
              <w:instrText xml:space="preserve"> </w:instrText>
            </w:r>
            <w:r>
              <w:rPr>
                <w:noProof/>
                <w:webHidden/>
                <w:rtl/>
              </w:rPr>
            </w:r>
            <w:r>
              <w:rPr>
                <w:noProof/>
                <w:webHidden/>
                <w:rtl/>
              </w:rPr>
              <w:fldChar w:fldCharType="separate"/>
            </w:r>
            <w:r w:rsidR="004A5BFC">
              <w:rPr>
                <w:noProof/>
                <w:webHidden/>
                <w:rtl/>
              </w:rPr>
              <w:t>136</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95" w:history="1">
            <w:r w:rsidR="004A5BFC" w:rsidRPr="00B43521">
              <w:rPr>
                <w:rStyle w:val="Hyperlink"/>
                <w:rFonts w:hint="eastAsia"/>
                <w:noProof/>
                <w:rtl/>
              </w:rPr>
              <w:t>بروحي</w:t>
            </w:r>
            <w:r w:rsidR="004A5BFC" w:rsidRPr="00B43521">
              <w:rPr>
                <w:rStyle w:val="Hyperlink"/>
                <w:noProof/>
                <w:rtl/>
              </w:rPr>
              <w:t xml:space="preserve"> </w:t>
            </w:r>
            <w:r w:rsidR="004A5BFC" w:rsidRPr="00B43521">
              <w:rPr>
                <w:rStyle w:val="Hyperlink"/>
                <w:rFonts w:hint="eastAsia"/>
                <w:noProof/>
                <w:rtl/>
              </w:rPr>
              <w:t>أفديه</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Toc430519795 \h</w:instrText>
            </w:r>
            <w:r w:rsidR="004A5BFC">
              <w:rPr>
                <w:noProof/>
                <w:webHidden/>
                <w:rtl/>
              </w:rPr>
              <w:instrText xml:space="preserve"> </w:instrText>
            </w:r>
            <w:r>
              <w:rPr>
                <w:noProof/>
                <w:webHidden/>
                <w:rtl/>
              </w:rPr>
            </w:r>
            <w:r>
              <w:rPr>
                <w:noProof/>
                <w:webHidden/>
                <w:rtl/>
              </w:rPr>
              <w:fldChar w:fldCharType="separate"/>
            </w:r>
            <w:r w:rsidR="004A5BFC">
              <w:rPr>
                <w:noProof/>
                <w:webHidden/>
                <w:rtl/>
              </w:rPr>
              <w:t>137</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96" w:history="1">
            <w:r w:rsidR="004A5BFC" w:rsidRPr="00B43521">
              <w:rPr>
                <w:rStyle w:val="Hyperlink"/>
                <w:rFonts w:hint="eastAsia"/>
                <w:noProof/>
                <w:rtl/>
              </w:rPr>
              <w:t>سرِّي</w:t>
            </w:r>
            <w:r w:rsidR="004A5BFC" w:rsidRPr="00B43521">
              <w:rPr>
                <w:rStyle w:val="Hyperlink"/>
                <w:noProof/>
                <w:rtl/>
              </w:rPr>
              <w:t xml:space="preserve"> </w:t>
            </w:r>
            <w:r w:rsidR="004A5BFC" w:rsidRPr="00B43521">
              <w:rPr>
                <w:rStyle w:val="Hyperlink"/>
                <w:rFonts w:hint="eastAsia"/>
                <w:noProof/>
                <w:rtl/>
              </w:rPr>
              <w:t>وجسمي</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Toc430519796 \h</w:instrText>
            </w:r>
            <w:r w:rsidR="004A5BFC">
              <w:rPr>
                <w:noProof/>
                <w:webHidden/>
                <w:rtl/>
              </w:rPr>
              <w:instrText xml:space="preserve"> </w:instrText>
            </w:r>
            <w:r>
              <w:rPr>
                <w:noProof/>
                <w:webHidden/>
                <w:rtl/>
              </w:rPr>
            </w:r>
            <w:r>
              <w:rPr>
                <w:noProof/>
                <w:webHidden/>
                <w:rtl/>
              </w:rPr>
              <w:fldChar w:fldCharType="separate"/>
            </w:r>
            <w:r w:rsidR="004A5BFC">
              <w:rPr>
                <w:noProof/>
                <w:webHidden/>
                <w:rtl/>
              </w:rPr>
              <w:t>139</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97" w:history="1">
            <w:r w:rsidR="004A5BFC" w:rsidRPr="00B43521">
              <w:rPr>
                <w:rStyle w:val="Hyperlink"/>
                <w:rFonts w:hint="eastAsia"/>
                <w:noProof/>
                <w:rtl/>
              </w:rPr>
              <w:t>السر</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Toc430519797 \h</w:instrText>
            </w:r>
            <w:r w:rsidR="004A5BFC">
              <w:rPr>
                <w:noProof/>
                <w:webHidden/>
                <w:rtl/>
              </w:rPr>
              <w:instrText xml:space="preserve"> </w:instrText>
            </w:r>
            <w:r>
              <w:rPr>
                <w:noProof/>
                <w:webHidden/>
                <w:rtl/>
              </w:rPr>
            </w:r>
            <w:r>
              <w:rPr>
                <w:noProof/>
                <w:webHidden/>
                <w:rtl/>
              </w:rPr>
              <w:fldChar w:fldCharType="separate"/>
            </w:r>
            <w:r w:rsidR="004A5BFC">
              <w:rPr>
                <w:noProof/>
                <w:webHidden/>
                <w:rtl/>
              </w:rPr>
              <w:t>139</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98" w:history="1">
            <w:r w:rsidR="004A5BFC" w:rsidRPr="00B43521">
              <w:rPr>
                <w:rStyle w:val="Hyperlink"/>
                <w:rFonts w:hint="eastAsia"/>
                <w:noProof/>
                <w:rtl/>
              </w:rPr>
              <w:t>زكاة</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Toc430519798 \h</w:instrText>
            </w:r>
            <w:r w:rsidR="004A5BFC">
              <w:rPr>
                <w:noProof/>
                <w:webHidden/>
                <w:rtl/>
              </w:rPr>
              <w:instrText xml:space="preserve"> </w:instrText>
            </w:r>
            <w:r>
              <w:rPr>
                <w:noProof/>
                <w:webHidden/>
                <w:rtl/>
              </w:rPr>
            </w:r>
            <w:r>
              <w:rPr>
                <w:noProof/>
                <w:webHidden/>
                <w:rtl/>
              </w:rPr>
              <w:fldChar w:fldCharType="separate"/>
            </w:r>
            <w:r w:rsidR="004A5BFC">
              <w:rPr>
                <w:noProof/>
                <w:webHidden/>
                <w:rtl/>
              </w:rPr>
              <w:t>139</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799" w:history="1">
            <w:r w:rsidR="004A5BFC" w:rsidRPr="00B43521">
              <w:rPr>
                <w:rStyle w:val="Hyperlink"/>
                <w:rFonts w:hint="eastAsia"/>
                <w:noProof/>
                <w:rtl/>
              </w:rPr>
              <w:t>يصبو</w:t>
            </w:r>
            <w:r w:rsidR="004A5BFC" w:rsidRPr="00B43521">
              <w:rPr>
                <w:rStyle w:val="Hyperlink"/>
                <w:noProof/>
                <w:rtl/>
              </w:rPr>
              <w:t xml:space="preserve"> </w:t>
            </w:r>
            <w:r w:rsidR="004A5BFC" w:rsidRPr="00B43521">
              <w:rPr>
                <w:rStyle w:val="Hyperlink"/>
                <w:rFonts w:hint="eastAsia"/>
                <w:noProof/>
                <w:rtl/>
              </w:rPr>
              <w:t>القمران</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Toc430519799 \h</w:instrText>
            </w:r>
            <w:r w:rsidR="004A5BFC">
              <w:rPr>
                <w:noProof/>
                <w:webHidden/>
                <w:rtl/>
              </w:rPr>
              <w:instrText xml:space="preserve"> </w:instrText>
            </w:r>
            <w:r>
              <w:rPr>
                <w:noProof/>
                <w:webHidden/>
                <w:rtl/>
              </w:rPr>
            </w:r>
            <w:r>
              <w:rPr>
                <w:noProof/>
                <w:webHidden/>
                <w:rtl/>
              </w:rPr>
              <w:fldChar w:fldCharType="separate"/>
            </w:r>
            <w:r w:rsidR="004A5BFC">
              <w:rPr>
                <w:noProof/>
                <w:webHidden/>
                <w:rtl/>
              </w:rPr>
              <w:t>140</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800" w:history="1">
            <w:r w:rsidR="004A5BFC" w:rsidRPr="00B43521">
              <w:rPr>
                <w:rStyle w:val="Hyperlink"/>
                <w:rFonts w:hint="eastAsia"/>
                <w:noProof/>
                <w:rtl/>
              </w:rPr>
              <w:t>شعْر</w:t>
            </w:r>
            <w:r w:rsidR="004A5BFC" w:rsidRPr="00B43521">
              <w:rPr>
                <w:rStyle w:val="Hyperlink"/>
                <w:noProof/>
                <w:rtl/>
              </w:rPr>
              <w:t xml:space="preserve"> </w:t>
            </w:r>
            <w:r w:rsidR="004A5BFC" w:rsidRPr="00B43521">
              <w:rPr>
                <w:rStyle w:val="Hyperlink"/>
                <w:rFonts w:hint="eastAsia"/>
                <w:noProof/>
                <w:rtl/>
              </w:rPr>
              <w:t>التَاريخ</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Toc430519800 \h</w:instrText>
            </w:r>
            <w:r w:rsidR="004A5BFC">
              <w:rPr>
                <w:noProof/>
                <w:webHidden/>
                <w:rtl/>
              </w:rPr>
              <w:instrText xml:space="preserve"> </w:instrText>
            </w:r>
            <w:r>
              <w:rPr>
                <w:noProof/>
                <w:webHidden/>
                <w:rtl/>
              </w:rPr>
            </w:r>
            <w:r>
              <w:rPr>
                <w:noProof/>
                <w:webHidden/>
                <w:rtl/>
              </w:rPr>
              <w:fldChar w:fldCharType="separate"/>
            </w:r>
            <w:r w:rsidR="004A5BFC">
              <w:rPr>
                <w:noProof/>
                <w:webHidden/>
                <w:rtl/>
              </w:rPr>
              <w:t>141</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801" w:history="1">
            <w:r w:rsidR="004A5BFC" w:rsidRPr="00B43521">
              <w:rPr>
                <w:rStyle w:val="Hyperlink"/>
                <w:rFonts w:hint="eastAsia"/>
                <w:noProof/>
                <w:rtl/>
              </w:rPr>
              <w:t>باب</w:t>
            </w:r>
            <w:r w:rsidR="004A5BFC" w:rsidRPr="00B43521">
              <w:rPr>
                <w:rStyle w:val="Hyperlink"/>
                <w:noProof/>
                <w:rtl/>
              </w:rPr>
              <w:t xml:space="preserve"> </w:t>
            </w:r>
            <w:r w:rsidR="004A5BFC" w:rsidRPr="00B43521">
              <w:rPr>
                <w:rStyle w:val="Hyperlink"/>
                <w:rFonts w:hint="eastAsia"/>
                <w:noProof/>
                <w:rtl/>
              </w:rPr>
              <w:t>حِطَّة</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Toc430519801 \h</w:instrText>
            </w:r>
            <w:r w:rsidR="004A5BFC">
              <w:rPr>
                <w:noProof/>
                <w:webHidden/>
                <w:rtl/>
              </w:rPr>
              <w:instrText xml:space="preserve"> </w:instrText>
            </w:r>
            <w:r>
              <w:rPr>
                <w:noProof/>
                <w:webHidden/>
                <w:rtl/>
              </w:rPr>
            </w:r>
            <w:r>
              <w:rPr>
                <w:noProof/>
                <w:webHidden/>
                <w:rtl/>
              </w:rPr>
              <w:fldChar w:fldCharType="separate"/>
            </w:r>
            <w:r w:rsidR="004A5BFC">
              <w:rPr>
                <w:noProof/>
                <w:webHidden/>
                <w:rtl/>
              </w:rPr>
              <w:t>143</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802" w:history="1">
            <w:r w:rsidR="004A5BFC" w:rsidRPr="00B43521">
              <w:rPr>
                <w:rStyle w:val="Hyperlink"/>
                <w:rFonts w:hint="eastAsia"/>
                <w:noProof/>
                <w:rtl/>
              </w:rPr>
              <w:t>يلتمس</w:t>
            </w:r>
            <w:r w:rsidR="004A5BFC" w:rsidRPr="00B43521">
              <w:rPr>
                <w:rStyle w:val="Hyperlink"/>
                <w:noProof/>
                <w:rtl/>
              </w:rPr>
              <w:t xml:space="preserve"> </w:t>
            </w:r>
            <w:r w:rsidR="004A5BFC" w:rsidRPr="00B43521">
              <w:rPr>
                <w:rStyle w:val="Hyperlink"/>
                <w:rFonts w:hint="eastAsia"/>
                <w:noProof/>
                <w:rtl/>
              </w:rPr>
              <w:t>العفو</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Toc430519802 \h</w:instrText>
            </w:r>
            <w:r w:rsidR="004A5BFC">
              <w:rPr>
                <w:noProof/>
                <w:webHidden/>
                <w:rtl/>
              </w:rPr>
              <w:instrText xml:space="preserve"> </w:instrText>
            </w:r>
            <w:r>
              <w:rPr>
                <w:noProof/>
                <w:webHidden/>
                <w:rtl/>
              </w:rPr>
            </w:r>
            <w:r>
              <w:rPr>
                <w:noProof/>
                <w:webHidden/>
                <w:rtl/>
              </w:rPr>
              <w:fldChar w:fldCharType="separate"/>
            </w:r>
            <w:r w:rsidR="004A5BFC">
              <w:rPr>
                <w:noProof/>
                <w:webHidden/>
                <w:rtl/>
              </w:rPr>
              <w:t>143</w:t>
            </w:r>
            <w:r>
              <w:rPr>
                <w:noProof/>
                <w:webHidden/>
                <w:rtl/>
              </w:rPr>
              <w:fldChar w:fldCharType="end"/>
            </w:r>
          </w:hyperlink>
        </w:p>
        <w:p w:rsidR="004A5BFC" w:rsidRDefault="003D2027">
          <w:pPr>
            <w:pStyle w:val="TOC3"/>
            <w:rPr>
              <w:rFonts w:asciiTheme="minorHAnsi" w:eastAsiaTheme="minorEastAsia" w:hAnsiTheme="minorHAnsi" w:cstheme="minorBidi"/>
              <w:noProof/>
              <w:color w:val="auto"/>
              <w:sz w:val="22"/>
              <w:szCs w:val="22"/>
              <w:rtl/>
            </w:rPr>
          </w:pPr>
          <w:hyperlink w:anchor="_Toc430519803" w:history="1">
            <w:r w:rsidR="004A5BFC" w:rsidRPr="00B43521">
              <w:rPr>
                <w:rStyle w:val="Hyperlink"/>
                <w:rFonts w:hint="eastAsia"/>
                <w:noProof/>
                <w:rtl/>
              </w:rPr>
              <w:t>متَفرّقات</w:t>
            </w:r>
            <w:r w:rsidR="004A5BFC">
              <w:rPr>
                <w:noProof/>
                <w:webHidden/>
                <w:rtl/>
              </w:rPr>
              <w:tab/>
            </w:r>
            <w:r>
              <w:rPr>
                <w:noProof/>
                <w:webHidden/>
                <w:rtl/>
              </w:rPr>
              <w:fldChar w:fldCharType="begin"/>
            </w:r>
            <w:r w:rsidR="004A5BFC">
              <w:rPr>
                <w:noProof/>
                <w:webHidden/>
                <w:rtl/>
              </w:rPr>
              <w:instrText xml:space="preserve"> </w:instrText>
            </w:r>
            <w:r w:rsidR="004A5BFC">
              <w:rPr>
                <w:noProof/>
                <w:webHidden/>
              </w:rPr>
              <w:instrText>PAGEREF</w:instrText>
            </w:r>
            <w:r w:rsidR="004A5BFC">
              <w:rPr>
                <w:noProof/>
                <w:webHidden/>
                <w:rtl/>
              </w:rPr>
              <w:instrText xml:space="preserve"> _</w:instrText>
            </w:r>
            <w:r w:rsidR="004A5BFC">
              <w:rPr>
                <w:noProof/>
                <w:webHidden/>
              </w:rPr>
              <w:instrText>Toc430519803 \h</w:instrText>
            </w:r>
            <w:r w:rsidR="004A5BFC">
              <w:rPr>
                <w:noProof/>
                <w:webHidden/>
                <w:rtl/>
              </w:rPr>
              <w:instrText xml:space="preserve"> </w:instrText>
            </w:r>
            <w:r>
              <w:rPr>
                <w:noProof/>
                <w:webHidden/>
                <w:rtl/>
              </w:rPr>
            </w:r>
            <w:r>
              <w:rPr>
                <w:noProof/>
                <w:webHidden/>
                <w:rtl/>
              </w:rPr>
              <w:fldChar w:fldCharType="separate"/>
            </w:r>
            <w:r w:rsidR="004A5BFC">
              <w:rPr>
                <w:noProof/>
                <w:webHidden/>
                <w:rtl/>
              </w:rPr>
              <w:t>151</w:t>
            </w:r>
            <w:r>
              <w:rPr>
                <w:noProof/>
                <w:webHidden/>
                <w:rtl/>
              </w:rPr>
              <w:fldChar w:fldCharType="end"/>
            </w:r>
          </w:hyperlink>
        </w:p>
        <w:p w:rsidR="004A5BFC" w:rsidRDefault="003D2027" w:rsidP="004A5BFC">
          <w:pPr>
            <w:pStyle w:val="libNormal"/>
          </w:pPr>
          <w:r>
            <w:fldChar w:fldCharType="end"/>
          </w:r>
        </w:p>
      </w:sdtContent>
    </w:sdt>
    <w:sectPr w:rsidR="004A5BFC"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DE0" w:rsidRDefault="008D4DE0">
      <w:r>
        <w:separator/>
      </w:r>
    </w:p>
  </w:endnote>
  <w:endnote w:type="continuationSeparator" w:id="0">
    <w:p w:rsidR="008D4DE0" w:rsidRDefault="008D4D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DE0" w:rsidRPr="00A0264F" w:rsidRDefault="003D202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D4DE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42610">
      <w:rPr>
        <w:rFonts w:ascii="Traditional Arabic" w:hAnsi="Traditional Arabic"/>
        <w:noProof/>
        <w:sz w:val="28"/>
        <w:szCs w:val="28"/>
        <w:rtl/>
      </w:rPr>
      <w:t>106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DE0" w:rsidRPr="00A0264F" w:rsidRDefault="003D202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D4DE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42610">
      <w:rPr>
        <w:rFonts w:ascii="Traditional Arabic" w:hAnsi="Traditional Arabic"/>
        <w:noProof/>
        <w:sz w:val="28"/>
        <w:szCs w:val="28"/>
        <w:rtl/>
      </w:rPr>
      <w:t>107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DE0" w:rsidRPr="00A0264F" w:rsidRDefault="003D202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D4DE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4261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DE0" w:rsidRDefault="008D4DE0">
      <w:r>
        <w:separator/>
      </w:r>
    </w:p>
  </w:footnote>
  <w:footnote w:type="continuationSeparator" w:id="0">
    <w:p w:rsidR="008D4DE0" w:rsidRDefault="008D4D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4750D"/>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1036"/>
    <w:rsid w:val="000B2E78"/>
    <w:rsid w:val="000B3A56"/>
    <w:rsid w:val="000C0A89"/>
    <w:rsid w:val="000C551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50D"/>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1E3C"/>
    <w:rsid w:val="001937F7"/>
    <w:rsid w:val="00195052"/>
    <w:rsid w:val="0019610D"/>
    <w:rsid w:val="00197548"/>
    <w:rsid w:val="001A0DAA"/>
    <w:rsid w:val="001A1408"/>
    <w:rsid w:val="001A3110"/>
    <w:rsid w:val="001A4C37"/>
    <w:rsid w:val="001A4D9B"/>
    <w:rsid w:val="001A6EC0"/>
    <w:rsid w:val="001B07B7"/>
    <w:rsid w:val="001B16FD"/>
    <w:rsid w:val="001B5182"/>
    <w:rsid w:val="001B577F"/>
    <w:rsid w:val="001B6B73"/>
    <w:rsid w:val="001B6BB0"/>
    <w:rsid w:val="001B702D"/>
    <w:rsid w:val="001B7407"/>
    <w:rsid w:val="001C3D8D"/>
    <w:rsid w:val="001C5EDB"/>
    <w:rsid w:val="001D021F"/>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3449"/>
    <w:rsid w:val="002568DF"/>
    <w:rsid w:val="00257657"/>
    <w:rsid w:val="00261F33"/>
    <w:rsid w:val="002630A1"/>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C71B9"/>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6843"/>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6A0"/>
    <w:rsid w:val="003B775B"/>
    <w:rsid w:val="003B7FA9"/>
    <w:rsid w:val="003C6EB9"/>
    <w:rsid w:val="003C7C08"/>
    <w:rsid w:val="003D0E9A"/>
    <w:rsid w:val="003D16CF"/>
    <w:rsid w:val="003D2027"/>
    <w:rsid w:val="003D2459"/>
    <w:rsid w:val="003D28ED"/>
    <w:rsid w:val="003D3107"/>
    <w:rsid w:val="003D6158"/>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768E7"/>
    <w:rsid w:val="00481D03"/>
    <w:rsid w:val="00481FD0"/>
    <w:rsid w:val="0048221F"/>
    <w:rsid w:val="004866A7"/>
    <w:rsid w:val="0049103A"/>
    <w:rsid w:val="004919C3"/>
    <w:rsid w:val="004953C3"/>
    <w:rsid w:val="00497042"/>
    <w:rsid w:val="004A0866"/>
    <w:rsid w:val="004A0AF4"/>
    <w:rsid w:val="004A0B9D"/>
    <w:rsid w:val="004A5BFC"/>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2CA0"/>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64A1"/>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3FDA"/>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14FD7"/>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5911"/>
    <w:rsid w:val="006A09A5"/>
    <w:rsid w:val="006A79E7"/>
    <w:rsid w:val="006A7D4D"/>
    <w:rsid w:val="006B0E41"/>
    <w:rsid w:val="006B3031"/>
    <w:rsid w:val="006B5C71"/>
    <w:rsid w:val="006B7F0E"/>
    <w:rsid w:val="006C06B1"/>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6657C"/>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2C9C"/>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1C59"/>
    <w:rsid w:val="008128CA"/>
    <w:rsid w:val="00813440"/>
    <w:rsid w:val="00814FBB"/>
    <w:rsid w:val="00820165"/>
    <w:rsid w:val="00821493"/>
    <w:rsid w:val="00822733"/>
    <w:rsid w:val="00823380"/>
    <w:rsid w:val="00823B45"/>
    <w:rsid w:val="00826B87"/>
    <w:rsid w:val="00827EFD"/>
    <w:rsid w:val="0083003C"/>
    <w:rsid w:val="00831B8F"/>
    <w:rsid w:val="00835B8B"/>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4DE0"/>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6B0C"/>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D84"/>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264F"/>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27D5"/>
    <w:rsid w:val="00A35EDE"/>
    <w:rsid w:val="00A36CA9"/>
    <w:rsid w:val="00A37D34"/>
    <w:rsid w:val="00A40AE4"/>
    <w:rsid w:val="00A42FC1"/>
    <w:rsid w:val="00A43A6C"/>
    <w:rsid w:val="00A44704"/>
    <w:rsid w:val="00A478DC"/>
    <w:rsid w:val="00A50FBD"/>
    <w:rsid w:val="00A51FCA"/>
    <w:rsid w:val="00A54D62"/>
    <w:rsid w:val="00A5546B"/>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2688"/>
    <w:rsid w:val="00AA378D"/>
    <w:rsid w:val="00AA4FE1"/>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3951"/>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C6F07"/>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06A0"/>
    <w:rsid w:val="00D33A32"/>
    <w:rsid w:val="00D350E6"/>
    <w:rsid w:val="00D40219"/>
    <w:rsid w:val="00D42610"/>
    <w:rsid w:val="00D46C32"/>
    <w:rsid w:val="00D471AE"/>
    <w:rsid w:val="00D52EC6"/>
    <w:rsid w:val="00D53C02"/>
    <w:rsid w:val="00D54728"/>
    <w:rsid w:val="00D566F0"/>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C3F77"/>
    <w:rsid w:val="00DC7FF3"/>
    <w:rsid w:val="00DD1BB4"/>
    <w:rsid w:val="00DD6547"/>
    <w:rsid w:val="00DD78A5"/>
    <w:rsid w:val="00DE4448"/>
    <w:rsid w:val="00DE49C9"/>
    <w:rsid w:val="00DE6957"/>
    <w:rsid w:val="00DF52B8"/>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D414B"/>
    <w:rsid w:val="00EE260F"/>
    <w:rsid w:val="00EE4755"/>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94E"/>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2D76"/>
    <w:rsid w:val="00F83A2C"/>
    <w:rsid w:val="00F83E9D"/>
    <w:rsid w:val="00F8674B"/>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7D5"/>
    <w:pPr>
      <w:bidi/>
      <w:ind w:firstLine="567"/>
    </w:pPr>
    <w:rPr>
      <w:rFonts w:cs="Traditional Arabic"/>
      <w:color w:val="000000"/>
      <w:sz w:val="24"/>
      <w:szCs w:val="3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uiPriority w:val="9"/>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uiPriority w:val="9"/>
    <w:rsid w:val="006E0F1D"/>
    <w:rPr>
      <w:bCs/>
      <w:sz w:val="30"/>
    </w:rPr>
  </w:style>
  <w:style w:type="paragraph" w:styleId="BalloonText">
    <w:name w:val="Balloon Text"/>
    <w:basedOn w:val="Normal"/>
    <w:link w:val="BalloonTextChar"/>
    <w:uiPriority w:val="99"/>
    <w:rsid w:val="00326131"/>
    <w:pPr>
      <w:bidi w:val="0"/>
      <w:ind w:firstLine="289"/>
      <w:jc w:val="left"/>
    </w:pPr>
    <w:rPr>
      <w:rFonts w:ascii="Tahoma" w:eastAsiaTheme="minorEastAsia" w:hAnsi="Tahoma" w:cs="Tahoma"/>
      <w:color w:val="auto"/>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06894922">
      <w:bodyDiv w:val="1"/>
      <w:marLeft w:val="0"/>
      <w:marRight w:val="0"/>
      <w:marTop w:val="0"/>
      <w:marBottom w:val="0"/>
      <w:divBdr>
        <w:top w:val="none" w:sz="0" w:space="0" w:color="auto"/>
        <w:left w:val="none" w:sz="0" w:space="0" w:color="auto"/>
        <w:bottom w:val="none" w:sz="0" w:space="0" w:color="auto"/>
        <w:right w:val="none" w:sz="0" w:space="0" w:color="auto"/>
      </w:divBdr>
    </w:div>
    <w:div w:id="10735662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279184294">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514727423">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17435120">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785661759">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27177495">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398431858">
      <w:bodyDiv w:val="1"/>
      <w:marLeft w:val="0"/>
      <w:marRight w:val="0"/>
      <w:marTop w:val="0"/>
      <w:marBottom w:val="0"/>
      <w:divBdr>
        <w:top w:val="none" w:sz="0" w:space="0" w:color="auto"/>
        <w:left w:val="none" w:sz="0" w:space="0" w:color="auto"/>
        <w:bottom w:val="none" w:sz="0" w:space="0" w:color="auto"/>
        <w:right w:val="none" w:sz="0" w:space="0" w:color="auto"/>
      </w:divBdr>
    </w:div>
    <w:div w:id="1419715539">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71496282">
      <w:bodyDiv w:val="1"/>
      <w:marLeft w:val="0"/>
      <w:marRight w:val="0"/>
      <w:marTop w:val="0"/>
      <w:marBottom w:val="0"/>
      <w:divBdr>
        <w:top w:val="none" w:sz="0" w:space="0" w:color="auto"/>
        <w:left w:val="none" w:sz="0" w:space="0" w:color="auto"/>
        <w:bottom w:val="none" w:sz="0" w:space="0" w:color="auto"/>
        <w:right w:val="none" w:sz="0" w:space="0" w:color="auto"/>
      </w:divBdr>
    </w:div>
    <w:div w:id="1581908987">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692028100">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797486727">
      <w:bodyDiv w:val="1"/>
      <w:marLeft w:val="0"/>
      <w:marRight w:val="0"/>
      <w:marTop w:val="0"/>
      <w:marBottom w:val="0"/>
      <w:divBdr>
        <w:top w:val="none" w:sz="0" w:space="0" w:color="auto"/>
        <w:left w:val="none" w:sz="0" w:space="0" w:color="auto"/>
        <w:bottom w:val="none" w:sz="0" w:space="0" w:color="auto"/>
        <w:right w:val="none" w:sz="0" w:space="0" w:color="auto"/>
      </w:divBdr>
    </w:div>
    <w:div w:id="1812096285">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 w:id="2101757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D87E7-DF5C-4039-83BE-AAFCF4FE6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513</TotalTime>
  <Pages>125</Pages>
  <Words>21163</Words>
  <Characters>120633</Characters>
  <Application>Microsoft Office Word</Application>
  <DocSecurity>0</DocSecurity>
  <Lines>1005</Lines>
  <Paragraphs>283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19</cp:revision>
  <cp:lastPrinted>2014-01-25T18:18:00Z</cp:lastPrinted>
  <dcterms:created xsi:type="dcterms:W3CDTF">2015-09-16T10:09:00Z</dcterms:created>
  <dcterms:modified xsi:type="dcterms:W3CDTF">2015-09-21T06:48:00Z</dcterms:modified>
</cp:coreProperties>
</file>