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31" w:rsidRDefault="00FE5331" w:rsidP="00FE5331">
      <w:pPr>
        <w:pStyle w:val="lib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674235" cy="7404100"/>
            <wp:effectExtent l="19050" t="0" r="0" b="0"/>
            <wp:docPr id="1" name="Picture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331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</w:p>
    <w:p w:rsidR="00FE5331" w:rsidRPr="00573E19" w:rsidRDefault="00FE5331" w:rsidP="00FE5331">
      <w:pPr>
        <w:pStyle w:val="libCenterBold1"/>
        <w:rPr>
          <w:rtl/>
        </w:rPr>
      </w:pPr>
      <w:r w:rsidRPr="00573E19">
        <w:rPr>
          <w:rtl/>
        </w:rPr>
        <w:lastRenderedPageBreak/>
        <w:t>بسم الله الرحمن الرحيم</w:t>
      </w:r>
    </w:p>
    <w:p w:rsidR="00FE5331" w:rsidRPr="00573E19" w:rsidRDefault="00FE5331" w:rsidP="00FE5331">
      <w:pPr>
        <w:pStyle w:val="Heading1Center"/>
        <w:rPr>
          <w:rtl/>
        </w:rPr>
      </w:pPr>
      <w:bookmarkStart w:id="0" w:name="_Toc374810383"/>
      <w:bookmarkStart w:id="1" w:name="_Toc376954758"/>
      <w:r w:rsidRPr="00573E19">
        <w:rPr>
          <w:rtl/>
        </w:rPr>
        <w:t>كتاب العتق</w:t>
      </w:r>
      <w:bookmarkEnd w:id="0"/>
      <w:bookmarkEnd w:id="1"/>
    </w:p>
    <w:p w:rsidR="00FE5331" w:rsidRDefault="00FE5331" w:rsidP="00FE5331">
      <w:pPr>
        <w:pStyle w:val="Heading2Center"/>
        <w:rPr>
          <w:rtl/>
        </w:rPr>
      </w:pPr>
      <w:bookmarkStart w:id="2" w:name="_Toc374810384"/>
      <w:bookmarkStart w:id="3" w:name="_Toc376954759"/>
      <w:r w:rsidRPr="00573E19">
        <w:rPr>
          <w:rtl/>
        </w:rPr>
        <w:t>1</w:t>
      </w:r>
      <w:r>
        <w:rPr>
          <w:rtl/>
        </w:rPr>
        <w:t xml:space="preserve"> - باب انه لا يجوز ان يعتق كافرا</w:t>
      </w:r>
      <w:bookmarkEnd w:id="2"/>
      <w:bookmarkEnd w:id="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عبد الله الرازي عن الحسن بن</w:t>
      </w:r>
      <w:r>
        <w:rPr>
          <w:rtl/>
        </w:rPr>
        <w:t xml:space="preserve"> علي بن أبي حمزة</w:t>
      </w:r>
      <w:r w:rsidR="009C2257">
        <w:rPr>
          <w:rtl/>
        </w:rPr>
        <w:t xml:space="preserve"> </w:t>
      </w:r>
      <w:r>
        <w:rPr>
          <w:rtl/>
        </w:rPr>
        <w:t>عن سيف بن عمير</w:t>
      </w:r>
      <w:r w:rsidRPr="00573E19">
        <w:rPr>
          <w:rtl/>
        </w:rPr>
        <w:t>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أيجوز للمسلم ان يعتق مملوكا</w:t>
      </w:r>
      <w:r w:rsidR="009C2257">
        <w:rPr>
          <w:rtl/>
        </w:rPr>
        <w:t xml:space="preserve"> </w:t>
      </w:r>
      <w:r w:rsidRPr="00573E19">
        <w:rPr>
          <w:rtl/>
        </w:rPr>
        <w:t>مشركا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Fonts w:hint="cs"/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يعقوب عن محمد بن يحيى عن أحمد بن محمد عن ابن محبوب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الحسن بن صالح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أعتق عبدا</w:t>
      </w:r>
      <w:r w:rsidR="009C2257">
        <w:rPr>
          <w:rtl/>
        </w:rPr>
        <w:t xml:space="preserve"> </w:t>
      </w:r>
      <w:r w:rsidRPr="00573E19">
        <w:rPr>
          <w:rtl/>
        </w:rPr>
        <w:t>له نصرانيا فأسلم حين أعتقه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لأنه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إنما أعتقه لعلمه بأنه يسلم حين يعتقه</w:t>
      </w:r>
      <w:r w:rsidR="00CA4563">
        <w:rPr>
          <w:rtl/>
        </w:rPr>
        <w:t>،</w:t>
      </w:r>
      <w:r w:rsidRPr="00573E19">
        <w:rPr>
          <w:rtl/>
        </w:rPr>
        <w:t xml:space="preserve"> فاما</w:t>
      </w:r>
      <w:r w:rsidR="009C2257">
        <w:rPr>
          <w:rtl/>
        </w:rPr>
        <w:t xml:space="preserve"> </w:t>
      </w:r>
      <w:r w:rsidRPr="00573E19">
        <w:rPr>
          <w:rtl/>
        </w:rPr>
        <w:t>من لا يعلم ذلك فلا يجوز له عتق الكافر حسب ما تضمنه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ويجوز أن</w:t>
      </w:r>
      <w:r w:rsidR="009C2257">
        <w:rPr>
          <w:rtl/>
        </w:rPr>
        <w:t xml:space="preserve"> </w:t>
      </w:r>
      <w:r w:rsidRPr="00573E19">
        <w:rPr>
          <w:rtl/>
        </w:rPr>
        <w:t>يكون ذلك إنما فعل لأنه كان نذر أن يعتقه فلزمه الوفاء به ولم يجز له عتق غيره وإن</w:t>
      </w:r>
      <w:r w:rsidR="009C2257">
        <w:rPr>
          <w:rtl/>
        </w:rPr>
        <w:t xml:space="preserve"> </w:t>
      </w:r>
      <w:r w:rsidRPr="00573E19">
        <w:rPr>
          <w:rtl/>
        </w:rPr>
        <w:t>كان كافرا</w:t>
      </w:r>
      <w:r w:rsidR="00CA4563">
        <w:rPr>
          <w:rtl/>
        </w:rPr>
        <w:t>،</w:t>
      </w:r>
      <w:r w:rsidRPr="00573E19">
        <w:rPr>
          <w:rtl/>
        </w:rPr>
        <w:t xml:space="preserve"> وقد أوردنا في كتابنا الكبير ما يدل على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4" w:name="_Toc374810385"/>
      <w:bookmarkStart w:id="5" w:name="_Toc376954760"/>
      <w:r>
        <w:rPr>
          <w:rtl/>
        </w:rPr>
        <w:t xml:space="preserve">2 - </w:t>
      </w:r>
      <w:r w:rsidRPr="00573E19">
        <w:rPr>
          <w:rtl/>
        </w:rPr>
        <w:t>باب المملوك بين شركاء يعتق أحدهم نصيبه</w:t>
      </w:r>
      <w:bookmarkEnd w:id="4"/>
      <w:bookmarkEnd w:id="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صفوان عن ابن بكير عن الحسن بن زياد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رجل أعتق شركة له في غلام مملوك عليه شئ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خالد عن ابن بكير عن يعقوب بن شعيب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القاسم بن محمد عن علي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 xml:space="preserve"> - </w:t>
      </w:r>
      <w:r w:rsidRPr="00501E62">
        <w:rPr>
          <w:rtl/>
        </w:rPr>
        <w:t>التهذيب</w:t>
      </w:r>
      <w:r w:rsidR="00CA4563">
        <w:rPr>
          <w:rtl/>
        </w:rPr>
        <w:t>:</w:t>
      </w:r>
      <w:r w:rsidRPr="00501E62">
        <w:rPr>
          <w:rtl/>
        </w:rPr>
        <w:t xml:space="preserve">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10 الفقيه ص </w:t>
      </w:r>
      <w:r>
        <w:rPr>
          <w:rtl/>
        </w:rPr>
        <w:t>2</w:t>
      </w:r>
      <w:r w:rsidRPr="00501E62">
        <w:rPr>
          <w:rtl/>
        </w:rPr>
        <w:t>65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3D3EE9">
        <w:rPr>
          <w:rtl/>
        </w:rPr>
        <w:t xml:space="preserve"> </w:t>
      </w:r>
      <w:r>
        <w:rPr>
          <w:rtl/>
        </w:rPr>
        <w:t xml:space="preserve">2 - </w:t>
      </w:r>
      <w:r w:rsidRPr="003D3EE9">
        <w:rPr>
          <w:rtl/>
        </w:rPr>
        <w:t xml:space="preserve">التهذيب ج </w:t>
      </w:r>
      <w:r>
        <w:rPr>
          <w:rtl/>
        </w:rPr>
        <w:t>2</w:t>
      </w:r>
      <w:r w:rsidRPr="003D3EE9">
        <w:rPr>
          <w:rtl/>
        </w:rPr>
        <w:t xml:space="preserve"> ص </w:t>
      </w:r>
      <w:r>
        <w:rPr>
          <w:rtl/>
        </w:rPr>
        <w:t>3</w:t>
      </w:r>
      <w:r w:rsidRPr="003D3EE9">
        <w:rPr>
          <w:rtl/>
        </w:rPr>
        <w:t xml:space="preserve">10 الكافي ج </w:t>
      </w:r>
      <w:r>
        <w:rPr>
          <w:rtl/>
        </w:rPr>
        <w:t>2</w:t>
      </w:r>
      <w:r w:rsidRPr="003D3EE9">
        <w:rPr>
          <w:rtl/>
        </w:rPr>
        <w:t xml:space="preserve"> ص 1</w:t>
      </w:r>
      <w:r>
        <w:rPr>
          <w:rtl/>
        </w:rPr>
        <w:t>3</w:t>
      </w:r>
      <w:r w:rsidRPr="003D3EE9">
        <w:rPr>
          <w:rtl/>
        </w:rPr>
        <w:t>4.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- 3 - 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مملوك بين الناس فأعتق بعضهم نصيبه قال</w:t>
      </w:r>
      <w:r w:rsidR="00CA4563">
        <w:rPr>
          <w:rtl/>
        </w:rPr>
        <w:t>:</w:t>
      </w:r>
      <w:r w:rsidRPr="00573E19">
        <w:rPr>
          <w:rtl/>
        </w:rPr>
        <w:t xml:space="preserve"> يقوم قيمة ثم يستسعى فيما بقي ليس للباقي</w:t>
      </w:r>
      <w:r w:rsidR="009C2257">
        <w:rPr>
          <w:rtl/>
        </w:rPr>
        <w:t xml:space="preserve"> </w:t>
      </w:r>
      <w:r w:rsidRPr="00573E19">
        <w:rPr>
          <w:rtl/>
        </w:rPr>
        <w:t>أن يستخدمه ولا يأخذ منه الضريبة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القاسم عن أبان عن عبد الرحمن بن أبي</w:t>
      </w:r>
      <w:r w:rsidR="009C2257">
        <w:rPr>
          <w:rtl/>
        </w:rPr>
        <w:t xml:space="preserve"> </w:t>
      </w:r>
      <w:r w:rsidRPr="00573E19">
        <w:rPr>
          <w:rtl/>
        </w:rPr>
        <w:t>عبد الله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قوم ورثوا عبدا جميعا فأعتق بعضهم</w:t>
      </w:r>
      <w:r w:rsidR="009C2257">
        <w:rPr>
          <w:rtl/>
        </w:rPr>
        <w:t xml:space="preserve"> </w:t>
      </w:r>
      <w:r w:rsidRPr="00573E19">
        <w:rPr>
          <w:rtl/>
        </w:rPr>
        <w:t>نصيبه منه كيف يصنع بالذي أعتق نصيبه منه هل يؤخذ بما بقي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يؤخذ</w:t>
      </w:r>
      <w:r w:rsidR="009C2257">
        <w:rPr>
          <w:rtl/>
        </w:rPr>
        <w:t xml:space="preserve"> </w:t>
      </w:r>
      <w:r w:rsidRPr="00573E19">
        <w:rPr>
          <w:rtl/>
        </w:rPr>
        <w:t>بما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جارية كانت بين اثنين فاعتق أحدهما نصيبه قال</w:t>
      </w:r>
      <w:r w:rsidR="00CA4563">
        <w:rPr>
          <w:rtl/>
        </w:rPr>
        <w:t>:</w:t>
      </w:r>
      <w:r w:rsidRPr="00573E19">
        <w:rPr>
          <w:rtl/>
        </w:rPr>
        <w:t xml:space="preserve"> إن كان موسرا كلف ان يضمن</w:t>
      </w:r>
      <w:r w:rsidR="009C2257">
        <w:rPr>
          <w:rtl/>
        </w:rPr>
        <w:t xml:space="preserve"> </w:t>
      </w:r>
      <w:r w:rsidRPr="00573E19">
        <w:rPr>
          <w:rtl/>
        </w:rPr>
        <w:t>وإن كان معسرا أخدمت بالحصص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محمد بن يعقوب عن عدة من أصحابنا عن أحمد بن محمد بن خالد عن عثمان</w:t>
      </w:r>
      <w:r w:rsidR="009C2257">
        <w:rPr>
          <w:rtl/>
        </w:rPr>
        <w:t xml:space="preserve"> </w:t>
      </w:r>
      <w:r w:rsidRPr="00573E19">
        <w:rPr>
          <w:rtl/>
        </w:rPr>
        <w:t>ابن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المملوك بين شركاء فيعتق أحدهم نصيبه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يقوم قيمة ويضمن الذي أعتقه لأنه أفسده على أصحابه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الحسين بن سعيد عن حماد عن حريز عمن أخبره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رجل أعتق غلاما بينه وبين صاحبه قال</w:t>
      </w:r>
      <w:r w:rsidR="00CA4563">
        <w:rPr>
          <w:rtl/>
        </w:rPr>
        <w:t>:</w:t>
      </w:r>
      <w:r w:rsidRPr="00573E19">
        <w:rPr>
          <w:rtl/>
        </w:rPr>
        <w:t xml:space="preserve"> قد أفسد على صاحبه</w:t>
      </w:r>
      <w:r w:rsidR="009C2257">
        <w:rPr>
          <w:rtl/>
        </w:rPr>
        <w:t xml:space="preserve"> </w:t>
      </w:r>
      <w:r w:rsidRPr="00573E19">
        <w:rPr>
          <w:rtl/>
        </w:rPr>
        <w:t>فإن كان له مال اعطى نصف المال</w:t>
      </w:r>
      <w:r w:rsidR="00CA4563">
        <w:rPr>
          <w:rtl/>
        </w:rPr>
        <w:t>،</w:t>
      </w:r>
      <w:r w:rsidRPr="00573E19">
        <w:rPr>
          <w:rtl/>
        </w:rPr>
        <w:t xml:space="preserve"> وإن لم يكن له مال عومل الغلام يوما ويوما</w:t>
      </w:r>
      <w:r w:rsidR="009C2257">
        <w:rPr>
          <w:rtl/>
        </w:rPr>
        <w:t xml:space="preserve"> </w:t>
      </w:r>
      <w:r w:rsidRPr="00573E19">
        <w:rPr>
          <w:rtl/>
        </w:rPr>
        <w:t>للمولى ويستخدمه وكذلك ان كانوا شركاء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 هذه الأخبار أحد شيئين</w:t>
      </w:r>
      <w:r w:rsidR="009C2257">
        <w:rPr>
          <w:rtl/>
        </w:rPr>
        <w:t xml:space="preserve"> </w:t>
      </w:r>
      <w:r w:rsidRPr="00573E19">
        <w:rPr>
          <w:rtl/>
        </w:rPr>
        <w:t>أحدهما أن نحملها على أنه إذا كان قد قصد بذلك الاضرار لشريكه فإنه يلزمه العتق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10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5 وفيه زيادة</w:t>
      </w:r>
      <w:r w:rsidR="00CA4563">
        <w:rPr>
          <w:rtl/>
        </w:rPr>
        <w:t>:</w:t>
      </w:r>
      <w:r w:rsidRPr="00501E62">
        <w:rPr>
          <w:rtl/>
        </w:rPr>
        <w:t xml:space="preserve"> يؤخذ بما بقي بقيمته</w:t>
      </w:r>
      <w:r w:rsidR="009C2257">
        <w:rPr>
          <w:rtl/>
        </w:rPr>
        <w:t xml:space="preserve"> </w:t>
      </w:r>
      <w:r w:rsidRPr="00501E62">
        <w:rPr>
          <w:rtl/>
        </w:rPr>
        <w:t>يوم أعتق.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10 الفقيه ص </w:t>
      </w:r>
      <w:r>
        <w:rPr>
          <w:rtl/>
        </w:rPr>
        <w:t>2</w:t>
      </w:r>
      <w:r w:rsidRPr="00573E19">
        <w:rPr>
          <w:rtl/>
        </w:rPr>
        <w:t>59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التهذيب</w:t>
      </w:r>
      <w:r w:rsidR="00CA4563">
        <w:rPr>
          <w:rtl/>
        </w:rPr>
        <w:t>:</w:t>
      </w:r>
      <w:r w:rsidRPr="00573E19">
        <w:rPr>
          <w:rtl/>
        </w:rPr>
        <w:t xml:space="preserve">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فيما بقي ويؤخذ بما بقي لشريكه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إبراهيم عن أبيه عن ابن أبي عمير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رجلين كان بينهما عبد</w:t>
      </w:r>
      <w:r w:rsidR="009C2257">
        <w:rPr>
          <w:rtl/>
        </w:rPr>
        <w:t xml:space="preserve"> </w:t>
      </w:r>
      <w:r w:rsidRPr="00573E19">
        <w:rPr>
          <w:rtl/>
        </w:rPr>
        <w:t>فأعتق أحدهما نصيبه فقال</w:t>
      </w:r>
      <w:r w:rsidR="00CA4563">
        <w:rPr>
          <w:rtl/>
        </w:rPr>
        <w:t>:</w:t>
      </w:r>
      <w:r w:rsidRPr="00573E19">
        <w:rPr>
          <w:rtl/>
        </w:rPr>
        <w:t xml:space="preserve"> إن كان مضارا كلف أن يعتقه كله وإلا استسعي العبد</w:t>
      </w:r>
      <w:r w:rsidR="009C2257">
        <w:rPr>
          <w:rtl/>
        </w:rPr>
        <w:t xml:space="preserve"> </w:t>
      </w:r>
      <w:r w:rsidRPr="00573E19">
        <w:rPr>
          <w:rtl/>
        </w:rPr>
        <w:t>في النصف الآخر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عن هشام بن سالم وعلي بن النعمان عن ابن مسكان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جميعا عن سليمان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سألته عن المملوك يكون بين</w:t>
      </w:r>
      <w:r w:rsidR="009C2257">
        <w:rPr>
          <w:rtl/>
        </w:rPr>
        <w:t xml:space="preserve"> </w:t>
      </w:r>
      <w:r w:rsidRPr="00573E19">
        <w:rPr>
          <w:rtl/>
        </w:rPr>
        <w:t>شركاء فيعتق أحدهم نصيبه قال</w:t>
      </w:r>
      <w:r w:rsidR="00CA4563">
        <w:rPr>
          <w:rtl/>
        </w:rPr>
        <w:t>:</w:t>
      </w:r>
      <w:r w:rsidRPr="00573E19">
        <w:rPr>
          <w:rtl/>
        </w:rPr>
        <w:t xml:space="preserve"> إن كان ذلك فسادا على أصحابه فلا يستطيعون</w:t>
      </w:r>
      <w:r w:rsidR="009C2257">
        <w:rPr>
          <w:rtl/>
        </w:rPr>
        <w:t xml:space="preserve"> </w:t>
      </w:r>
      <w:r w:rsidRPr="00573E19">
        <w:rPr>
          <w:rtl/>
        </w:rPr>
        <w:t>بيعه ولا مواجرته قال</w:t>
      </w:r>
      <w:r w:rsidR="00CA4563">
        <w:rPr>
          <w:rtl/>
        </w:rPr>
        <w:t>:</w:t>
      </w:r>
      <w:r w:rsidRPr="00573E19">
        <w:rPr>
          <w:rtl/>
        </w:rPr>
        <w:t xml:space="preserve"> يقوم قيمة فيجعل على الذي أعتقه عقوبة وإنما جعل ذلك</w:t>
      </w:r>
      <w:r w:rsidR="009C2257">
        <w:rPr>
          <w:rtl/>
        </w:rPr>
        <w:t xml:space="preserve"> </w:t>
      </w:r>
      <w:r w:rsidRPr="00573E19">
        <w:rPr>
          <w:rtl/>
        </w:rPr>
        <w:t>عليه عقوبة لما أفسده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علي بن النعمان عن ابن مسكان عن حريز عن محمد قال</w:t>
      </w:r>
      <w:r w:rsidR="00CA4563">
        <w:rPr>
          <w:rtl/>
        </w:rPr>
        <w:t>:</w:t>
      </w:r>
      <w:r w:rsidRPr="00573E19">
        <w:rPr>
          <w:rtl/>
        </w:rPr>
        <w:t xml:space="preserve"> قلت لأبي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رجل ورث غلاما وله فيه شركاء فأعتق لوجه الله نصيبه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أعتق نصيبه مضارة وهو موسر ضمن للورثة</w:t>
      </w:r>
      <w:r w:rsidR="00CA4563">
        <w:rPr>
          <w:rtl/>
        </w:rPr>
        <w:t>،</w:t>
      </w:r>
      <w:r w:rsidRPr="00573E19">
        <w:rPr>
          <w:rtl/>
        </w:rPr>
        <w:t xml:space="preserve"> وإذا أعتق لوجه الله كان الغلام</w:t>
      </w:r>
      <w:r w:rsidR="009C2257">
        <w:rPr>
          <w:rtl/>
        </w:rPr>
        <w:t xml:space="preserve"> </w:t>
      </w:r>
      <w:r w:rsidRPr="00573E19">
        <w:rPr>
          <w:rtl/>
        </w:rPr>
        <w:t>قد أعتق من حصة من أعتق ويستعملونه على قدر ما أعتق منه له ولهم فإن كان</w:t>
      </w:r>
      <w:r w:rsidR="009C2257">
        <w:rPr>
          <w:rtl/>
        </w:rPr>
        <w:t xml:space="preserve"> </w:t>
      </w:r>
      <w:r w:rsidRPr="00573E19">
        <w:rPr>
          <w:rtl/>
        </w:rPr>
        <w:t>نصفه عمل لهم يوما وله يوم</w:t>
      </w:r>
      <w:r w:rsidR="00CA4563">
        <w:rPr>
          <w:rtl/>
        </w:rPr>
        <w:t>،</w:t>
      </w:r>
      <w:r w:rsidRPr="00573E19">
        <w:rPr>
          <w:rtl/>
        </w:rPr>
        <w:t xml:space="preserve"> وإن أعتق مضارا وهو معسر فلا عتق له لأنه أراد أن</w:t>
      </w:r>
      <w:r w:rsidR="009C2257">
        <w:rPr>
          <w:rtl/>
        </w:rPr>
        <w:t xml:space="preserve"> </w:t>
      </w:r>
      <w:r w:rsidRPr="00573E19">
        <w:rPr>
          <w:rtl/>
        </w:rPr>
        <w:t>يفسد على القوم ويرجع القوم على حصتهم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والوجه الآخر أن نحمل الأخبار الأخيرة على ضرب من الاستحباب إذا تمكن</w:t>
      </w:r>
      <w:r w:rsidR="009C2257">
        <w:rPr>
          <w:rtl/>
        </w:rPr>
        <w:t xml:space="preserve"> </w:t>
      </w:r>
      <w:r w:rsidRPr="00573E19">
        <w:rPr>
          <w:rtl/>
        </w:rPr>
        <w:t>من ذلك فإذا لم يتمكن استسعي العبد</w:t>
      </w:r>
      <w:r>
        <w:rPr>
          <w:rtl/>
        </w:rPr>
        <w:t xml:space="preserve"> على ما قدمناه</w:t>
      </w:r>
      <w:r w:rsidR="00CA4563">
        <w:rPr>
          <w:rtl/>
        </w:rPr>
        <w:t>،</w:t>
      </w:r>
      <w:r>
        <w:rPr>
          <w:rtl/>
        </w:rPr>
        <w:t xml:space="preserve"> ويزيده بيانا</w:t>
      </w:r>
      <w:r w:rsidR="00CA4563">
        <w:rPr>
          <w:rtl/>
        </w:rPr>
        <w:t>: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النضر عن عاصم عن محمد بن قيس عن أبي جعفر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10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 xml:space="preserve">4 الفقيه ص </w:t>
      </w:r>
      <w:r>
        <w:rPr>
          <w:rtl/>
        </w:rPr>
        <w:t>2</w:t>
      </w:r>
      <w:r w:rsidRPr="00501E62">
        <w:rPr>
          <w:rtl/>
        </w:rPr>
        <w:t>59.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10 الفقيه ص </w:t>
      </w:r>
      <w:r>
        <w:rPr>
          <w:rtl/>
        </w:rPr>
        <w:t>2</w:t>
      </w:r>
      <w:r w:rsidRPr="00573E19">
        <w:rPr>
          <w:rtl/>
        </w:rPr>
        <w:t>59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كان شريكا في عبد أو أمة قليلا كان أو كثيرا فاعتق حصته وله</w:t>
      </w:r>
      <w:r w:rsidR="009C2257">
        <w:rPr>
          <w:rtl/>
        </w:rPr>
        <w:t xml:space="preserve"> </w:t>
      </w:r>
      <w:r w:rsidRPr="00573E19">
        <w:rPr>
          <w:rtl/>
        </w:rPr>
        <w:t>سعة فليشتره من صاحبه فيعتقه كله</w:t>
      </w:r>
      <w:r w:rsidR="00CA4563">
        <w:rPr>
          <w:rtl/>
        </w:rPr>
        <w:t>،</w:t>
      </w:r>
      <w:r w:rsidRPr="00573E19">
        <w:rPr>
          <w:rtl/>
        </w:rPr>
        <w:t xml:space="preserve"> وإن لم يكن له سعة من مال نظر قيمته يوم</w:t>
      </w:r>
      <w:r w:rsidR="009C2257">
        <w:rPr>
          <w:rtl/>
        </w:rPr>
        <w:t xml:space="preserve"> </w:t>
      </w:r>
      <w:r w:rsidRPr="00573E19">
        <w:rPr>
          <w:rtl/>
        </w:rPr>
        <w:t>أعتق منه ما أعتق ثم يستسعى العبد في حساب ما بقي حتى يعتق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6" w:name="_Toc374810386"/>
      <w:bookmarkStart w:id="7" w:name="_Toc376954761"/>
      <w:r>
        <w:rPr>
          <w:rtl/>
        </w:rPr>
        <w:t xml:space="preserve">3 - </w:t>
      </w:r>
      <w:r w:rsidRPr="00573E19">
        <w:rPr>
          <w:rtl/>
        </w:rPr>
        <w:t>باب انه لا عتق قبل الملك</w:t>
      </w:r>
      <w:bookmarkEnd w:id="6"/>
      <w:bookmarkEnd w:id="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منصور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حازم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</w:t>
      </w:r>
      <w:r w:rsidR="00CA4563">
        <w:rPr>
          <w:rtl/>
        </w:rPr>
        <w:t>:</w:t>
      </w:r>
      <w:r w:rsidRPr="00573E19">
        <w:rPr>
          <w:rtl/>
        </w:rPr>
        <w:t xml:space="preserve">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لاطلاق</w:t>
      </w:r>
      <w:r w:rsidR="009C2257">
        <w:rPr>
          <w:rtl/>
        </w:rPr>
        <w:t xml:space="preserve"> </w:t>
      </w:r>
      <w:r w:rsidRPr="00573E19">
        <w:rPr>
          <w:rtl/>
        </w:rPr>
        <w:t>قبل نكاح ولا عتق قبل ملك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عدة من أصحابنا عن سهل بن زياد عن محمد بن الحسن بن شمون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الله بن عبد الرحمن عن مسمع أبي سيار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لا عتق إلا بعد ملك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فضالة عن أبان عن عبد الله بن سليمان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عجل قال</w:t>
      </w:r>
      <w:r w:rsidR="00CA4563">
        <w:rPr>
          <w:rtl/>
        </w:rPr>
        <w:t>:</w:t>
      </w:r>
      <w:r w:rsidRPr="00573E19">
        <w:rPr>
          <w:rtl/>
        </w:rPr>
        <w:t xml:space="preserve"> أول مملوك أملكه فهو حر فورث سبعة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يقرع بينهم</w:t>
      </w:r>
      <w:r w:rsidR="009C2257">
        <w:rPr>
          <w:rtl/>
        </w:rPr>
        <w:t xml:space="preserve"> </w:t>
      </w:r>
      <w:r w:rsidRPr="00573E19">
        <w:rPr>
          <w:rtl/>
        </w:rPr>
        <w:t>ويعتق الذي قرع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الحسين عن إسماعيل بن يسار الهاشمي</w:t>
      </w:r>
      <w:r w:rsidR="009C2257">
        <w:rPr>
          <w:rtl/>
        </w:rPr>
        <w:t xml:space="preserve"> </w:t>
      </w:r>
      <w:r w:rsidRPr="00573E19">
        <w:rPr>
          <w:rtl/>
        </w:rPr>
        <w:t>عن علي بن عبد الله بن غالب القيسي عن الحسن الصيقل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قال</w:t>
      </w:r>
      <w:r w:rsidR="00CA4563">
        <w:rPr>
          <w:rtl/>
        </w:rPr>
        <w:t>:</w:t>
      </w:r>
      <w:r w:rsidRPr="00573E19">
        <w:rPr>
          <w:rtl/>
        </w:rPr>
        <w:t xml:space="preserve"> أول مملوك أملكه فهو حر فأصاب ستة قال</w:t>
      </w:r>
      <w:r w:rsidR="00CA4563">
        <w:rPr>
          <w:rtl/>
        </w:rPr>
        <w:t>:</w:t>
      </w:r>
      <w:r w:rsidRPr="00573E19">
        <w:rPr>
          <w:rtl/>
        </w:rPr>
        <w:t xml:space="preserve"> إنما كان</w:t>
      </w:r>
      <w:r w:rsidR="009C2257">
        <w:rPr>
          <w:rtl/>
        </w:rPr>
        <w:t xml:space="preserve"> </w:t>
      </w:r>
      <w:r w:rsidRPr="00573E19">
        <w:rPr>
          <w:rtl/>
        </w:rPr>
        <w:t>نيته على واحد فليختر أيهما شاء فليعتقه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فلا تنافي بين هذه الأخبار والاخبار الأولة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من وجهين</w:t>
      </w:r>
      <w:r w:rsidR="00CA4563">
        <w:rPr>
          <w:rtl/>
        </w:rPr>
        <w:t>:</w:t>
      </w:r>
      <w:r w:rsidRPr="00573E19">
        <w:rPr>
          <w:rtl/>
        </w:rPr>
        <w:t xml:space="preserve"> أحدهما</w:t>
      </w:r>
      <w:r>
        <w:rPr>
          <w:rtl/>
        </w:rPr>
        <w:t xml:space="preserve"> - </w:t>
      </w:r>
      <w:r w:rsidRPr="00573E19">
        <w:rPr>
          <w:rtl/>
        </w:rPr>
        <w:t>أن يكون</w:t>
      </w:r>
      <w:r w:rsidR="009C2257">
        <w:rPr>
          <w:rtl/>
        </w:rPr>
        <w:t xml:space="preserve"> </w:t>
      </w:r>
      <w:r w:rsidRPr="00573E19">
        <w:rPr>
          <w:rtl/>
        </w:rPr>
        <w:t>المراد بهذه الاخبار النذر لله تعالى فإنه إذا كان كذلك وجب عليه الوفاء به ومن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ان في العبارة سهوا فإنه لم يتقدم منه سوى خبرين من اخبار الباب وخبرين متعارضين فالظاهر</w:t>
      </w:r>
      <w:r w:rsidR="009C2257">
        <w:rPr>
          <w:rtl/>
        </w:rPr>
        <w:t xml:space="preserve"> </w:t>
      </w:r>
      <w:r w:rsidRPr="00573E19">
        <w:rPr>
          <w:rtl/>
        </w:rPr>
        <w:t>كونها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>
        <w:rPr>
          <w:rtl/>
        </w:rPr>
        <w:t>(</w:t>
      </w:r>
      <w:r w:rsidRPr="00573E19">
        <w:rPr>
          <w:rtl/>
        </w:rPr>
        <w:t xml:space="preserve"> لا تنافى بين هذين الخبرين والخبرين الأولين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09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33</w:t>
      </w:r>
      <w:r w:rsidRPr="00573E19">
        <w:rPr>
          <w:rtl/>
        </w:rPr>
        <w:t xml:space="preserve">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ص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11 واخرج الأخير الصدوق في الفقيه ص </w:t>
      </w:r>
      <w:r>
        <w:rPr>
          <w:rtl/>
        </w:rPr>
        <w:t>2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لم يكن كذلك لم يكن عليه شئ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>
        <w:rPr>
          <w:rtl/>
        </w:rPr>
        <w:t xml:space="preserve"> - </w:t>
      </w:r>
      <w:r w:rsidRPr="00573E19">
        <w:rPr>
          <w:rtl/>
        </w:rPr>
        <w:t>أن يكون المراد به إذا أراد الرجل</w:t>
      </w:r>
      <w:r w:rsidR="009C2257">
        <w:rPr>
          <w:rtl/>
        </w:rPr>
        <w:t xml:space="preserve"> </w:t>
      </w:r>
      <w:r w:rsidRPr="00573E19">
        <w:rPr>
          <w:rtl/>
        </w:rPr>
        <w:t>أن يفي بما قال وإن لم يكن ذلك واجبا عليه كيف الحكم فيه</w:t>
      </w:r>
      <w:r>
        <w:rPr>
          <w:rtl/>
        </w:rPr>
        <w:t>؟</w:t>
      </w:r>
      <w:r w:rsidRPr="00573E19">
        <w:rPr>
          <w:rtl/>
        </w:rPr>
        <w:t xml:space="preserve"> فأما ما تضمنه الخبران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>الأولان من استعمال القرعة هو المعمول عليه والأحوط ولو أن انسانا عمل على الخبر</w:t>
      </w:r>
      <w:r w:rsidR="009C2257">
        <w:rPr>
          <w:rtl/>
        </w:rPr>
        <w:t xml:space="preserve"> </w:t>
      </w:r>
      <w:r w:rsidRPr="00573E19">
        <w:rPr>
          <w:rtl/>
        </w:rPr>
        <w:t>الأخير واختار واحدا من المماليك فأعتقه لم يكن عليه شئ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8" w:name="_Toc374810387"/>
      <w:bookmarkStart w:id="9" w:name="_Toc376954762"/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باب من أعتق بعض مملوكه</w:t>
      </w:r>
      <w:bookmarkEnd w:id="8"/>
      <w:bookmarkEnd w:id="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محمد بن الحسين عن محمد بن يحيى الخراز عن غياث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إبراهيم الدارمي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ان رجلا أعتق بعض غلامه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هو حر ليس لله شريك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أحمد بن يحيى عن أحمد بن محمد عن محمد بن يحيى عن طلحة بن زيد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ان رجلا أعتق بعض غلامه فقال</w:t>
      </w:r>
      <w:r w:rsidR="00CA4563">
        <w:rPr>
          <w:rtl/>
        </w:rPr>
        <w:t>:</w:t>
      </w:r>
      <w:r w:rsidRPr="00573E19">
        <w:rPr>
          <w:rtl/>
        </w:rPr>
        <w:t xml:space="preserve"> هو حر كله ليس لله</w:t>
      </w:r>
      <w:r w:rsidR="009C2257">
        <w:rPr>
          <w:rtl/>
        </w:rPr>
        <w:t xml:space="preserve"> </w:t>
      </w:r>
      <w:r w:rsidRPr="00573E19">
        <w:rPr>
          <w:rtl/>
        </w:rPr>
        <w:t>تعالى شريك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الحسن بن محبوب عن هشام بن سالم عن حمزة بن حمران عن أحدهما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أعتق نصف جاريته</w:t>
      </w:r>
      <w:r w:rsidR="00CA4563">
        <w:rPr>
          <w:rtl/>
        </w:rPr>
        <w:t>،</w:t>
      </w:r>
      <w:r w:rsidRPr="00573E19">
        <w:rPr>
          <w:rtl/>
        </w:rPr>
        <w:t xml:space="preserve"> ثم قذفها بالزنا قال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أرى أن عليه خمسين جلدة ويستغفر الله ربه</w:t>
      </w:r>
      <w:r w:rsidR="00CA4563">
        <w:rPr>
          <w:rtl/>
        </w:rPr>
        <w:t>،</w:t>
      </w:r>
      <w:r w:rsidRPr="00573E19">
        <w:rPr>
          <w:rtl/>
        </w:rPr>
        <w:t xml:space="preserve"> قلت أرأيت إن جعلته في حل وعفت</w:t>
      </w:r>
      <w:r w:rsidR="009C2257">
        <w:rPr>
          <w:rtl/>
        </w:rPr>
        <w:t xml:space="preserve"> </w:t>
      </w:r>
      <w:r w:rsidRPr="00573E19">
        <w:rPr>
          <w:rtl/>
        </w:rPr>
        <w:t>عنه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ضرب عليه إذا عفت من قبل أن توقفه</w:t>
      </w:r>
      <w:r w:rsidR="00CA4563">
        <w:rPr>
          <w:rtl/>
        </w:rPr>
        <w:t>،</w:t>
      </w:r>
      <w:r w:rsidRPr="00573E19">
        <w:rPr>
          <w:rtl/>
        </w:rPr>
        <w:t xml:space="preserve"> قلت فتغطي رأسها منه حين</w:t>
      </w:r>
      <w:r w:rsidR="009C2257">
        <w:rPr>
          <w:rtl/>
        </w:rPr>
        <w:t xml:space="preserve"> </w:t>
      </w:r>
      <w:r w:rsidRPr="00573E19">
        <w:rPr>
          <w:rtl/>
        </w:rPr>
        <w:t>أعتق نصفها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وتصلي وهي مخمرة الرأس ولا تتزوج حتى تؤدي ما عليها</w:t>
      </w:r>
      <w:r w:rsidR="009C2257">
        <w:rPr>
          <w:rtl/>
        </w:rPr>
        <w:t xml:space="preserve"> </w:t>
      </w:r>
      <w:r w:rsidRPr="00573E19">
        <w:rPr>
          <w:rtl/>
        </w:rPr>
        <w:t>أو يعتق النصف الآخر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الأولين لأنه ليس في ظاهره أن الأمة كانت بأجمعها له</w:t>
      </w:r>
      <w:r w:rsidR="00CA4563">
        <w:rPr>
          <w:rtl/>
        </w:rPr>
        <w:t>،</w:t>
      </w:r>
      <w:r w:rsidRPr="00573E19">
        <w:rPr>
          <w:rtl/>
        </w:rPr>
        <w:t xml:space="preserve"> ولا يمتنع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لم يتقدم استعمال القرعة الا في خبر واحد عن عبد الله بن سليمان وقد نبه عليه بهامش نسخة </w:t>
      </w:r>
      <w:r>
        <w:rPr>
          <w:rtl/>
        </w:rPr>
        <w:t>(</w:t>
      </w:r>
      <w:r w:rsidRPr="00573E19">
        <w:rPr>
          <w:rtl/>
        </w:rPr>
        <w:t xml:space="preserve"> ج ) عن</w:t>
      </w:r>
      <w:r w:rsidR="009C2257">
        <w:rPr>
          <w:rtl/>
        </w:rPr>
        <w:t xml:space="preserve"> </w:t>
      </w:r>
      <w:r w:rsidRPr="00573E19">
        <w:rPr>
          <w:rtl/>
        </w:rPr>
        <w:t>خط ابن إدريس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 xml:space="preserve"> واخرج الأخير الصدوق في الفقيه ص </w:t>
      </w:r>
      <w:r>
        <w:rPr>
          <w:rtl/>
        </w:rPr>
        <w:t>2</w:t>
      </w:r>
      <w:r w:rsidRPr="00573E19">
        <w:rPr>
          <w:rtl/>
        </w:rPr>
        <w:t>65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95 اخرج صدر الحديث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أن يكون المراد به إذا لم يكن يملك منها إلا نصفها ولو ملك جميعا لكانت قد انعتقت</w:t>
      </w:r>
      <w:r w:rsidR="009C2257">
        <w:rPr>
          <w:rtl/>
        </w:rPr>
        <w:t xml:space="preserve"> </w:t>
      </w:r>
      <w:r w:rsidRPr="00573E19">
        <w:rPr>
          <w:rtl/>
        </w:rPr>
        <w:t>حسب ما تضمنه الخبران الأولان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محمد بن الحسين عن النضر بن شعيب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الحارثي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توفي وترك جارية له أعتق ثلثها</w:t>
      </w:r>
      <w:r w:rsidR="009C2257">
        <w:rPr>
          <w:rtl/>
        </w:rPr>
        <w:t xml:space="preserve"> </w:t>
      </w:r>
      <w:r w:rsidRPr="00573E19">
        <w:rPr>
          <w:rtl/>
        </w:rPr>
        <w:t>فتزوجها الوصي قبل أن يقسم شيئا من الميراث انها تقوم وتستسعى هي وزوجها في بقية</w:t>
      </w:r>
      <w:r w:rsidR="009C2257">
        <w:rPr>
          <w:rtl/>
        </w:rPr>
        <w:t xml:space="preserve"> </w:t>
      </w:r>
      <w:r w:rsidRPr="00573E19">
        <w:rPr>
          <w:rtl/>
        </w:rPr>
        <w:t>ثمنها بعد ما تقوم فما أصاب المرأة من عتق أورق جرى على ولدها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هذا الخبر أيضا الخبرين الأولين لان الوجه فيه أن نحمله على أنه إذا لم</w:t>
      </w:r>
      <w:r w:rsidR="009C2257">
        <w:rPr>
          <w:rtl/>
        </w:rPr>
        <w:t xml:space="preserve"> </w:t>
      </w:r>
      <w:r w:rsidRPr="00573E19">
        <w:rPr>
          <w:rtl/>
        </w:rPr>
        <w:t>يملك الرجل غيرها فليس له أن يتصرف في أكثر من ثلثها فجرى مجراها إذا كانت</w:t>
      </w:r>
      <w:r w:rsidR="009C2257">
        <w:rPr>
          <w:rtl/>
        </w:rPr>
        <w:t xml:space="preserve"> </w:t>
      </w:r>
      <w:r w:rsidRPr="00573E19">
        <w:rPr>
          <w:rtl/>
        </w:rPr>
        <w:t>بين ثلاثة نفر في أنه متى أعتق ما يملكه لا ينعتق بما بقي على ما بيناه فيما مضى</w:t>
      </w:r>
      <w:r w:rsidR="00CA4563">
        <w:rPr>
          <w:rtl/>
        </w:rPr>
        <w:t>،</w:t>
      </w:r>
      <w:r w:rsidRPr="00573E19">
        <w:rPr>
          <w:rtl/>
        </w:rPr>
        <w:t xml:space="preserve"> والذي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النوفلي عن السكوني عن جعفر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 إن رجلا أعتق عبدا له عند موته لم يكن له مال غيره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سمعت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يقول يستسعى في ثلثي قيمته للورثة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زرعة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أعتقت عند الموت ثلث خادمها هل على أهلها ان يكاتبوها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>ليس ذلك لها ولكن لها ثلثها فلتخدم بحساب ما عتق منها</w:t>
      </w:r>
      <w:r>
        <w:rPr>
          <w:rtl/>
        </w:rPr>
        <w:t>.</w:t>
      </w:r>
    </w:p>
    <w:p w:rsidR="00FE5331" w:rsidRDefault="00FE5331" w:rsidP="00FE5331">
      <w:pPr>
        <w:pStyle w:val="Heading2Center"/>
        <w:rPr>
          <w:rtl/>
        </w:rPr>
      </w:pPr>
      <w:bookmarkStart w:id="10" w:name="_Toc374810388"/>
      <w:bookmarkStart w:id="11" w:name="_Toc376954763"/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باب الرج</w:t>
      </w:r>
      <w:r>
        <w:rPr>
          <w:rtl/>
        </w:rPr>
        <w:t>ل يعتق عبده عند الموت وعليه دين</w:t>
      </w:r>
      <w:bookmarkEnd w:id="10"/>
      <w:bookmarkEnd w:id="1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>
        <w:rPr>
          <w:rFonts w:hint="cs"/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</w:t>
      </w:r>
      <w:r>
        <w:rPr>
          <w:rtl/>
        </w:rPr>
        <w:t>ي عمير عن جميل بن دراج عن زرارة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</w:t>
      </w:r>
      <w:r>
        <w:rPr>
          <w:rtl/>
        </w:rPr>
        <w:t>2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23</w:t>
      </w:r>
      <w:r w:rsidRPr="00501E62">
        <w:rPr>
          <w:rtl/>
        </w:rPr>
        <w:t>9 الفقيه ص 41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- 22 - 23 -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41 الفقيه ص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أعتق مملوكه عند موته وعليه دين قال</w:t>
      </w:r>
      <w:r w:rsidR="00CA4563">
        <w:rPr>
          <w:rtl/>
        </w:rPr>
        <w:t>:</w:t>
      </w:r>
      <w:r w:rsidRPr="00573E19">
        <w:rPr>
          <w:rtl/>
        </w:rPr>
        <w:t xml:space="preserve"> إن كان</w:t>
      </w:r>
      <w:r w:rsidR="009C2257">
        <w:rPr>
          <w:rtl/>
        </w:rPr>
        <w:t xml:space="preserve"> </w:t>
      </w:r>
      <w:r w:rsidRPr="00573E19">
        <w:rPr>
          <w:rtl/>
        </w:rPr>
        <w:t>قيمة العبد مثل الذي عليه ومثله جاز عتقه وإلا لم يجز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ابن فضال عن الحسن بن الجهم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الحسن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بقول في رجل أعتق مملوكا له وقد حضره الموت وأشهد له بذلك وقيمته ستمائة</w:t>
      </w:r>
      <w:r w:rsidR="009C2257">
        <w:rPr>
          <w:rtl/>
        </w:rPr>
        <w:t xml:space="preserve"> </w:t>
      </w:r>
      <w:r w:rsidRPr="00573E19">
        <w:rPr>
          <w:rtl/>
        </w:rPr>
        <w:t>درهم وعليه دين ثلاثمائة درهم ولم يترك شيئا غيره قال</w:t>
      </w:r>
      <w:r w:rsidR="00CA4563">
        <w:rPr>
          <w:rtl/>
        </w:rPr>
        <w:t>:</w:t>
      </w:r>
      <w:r w:rsidRPr="00573E19">
        <w:rPr>
          <w:rtl/>
        </w:rPr>
        <w:t xml:space="preserve"> يعتق منه سدسه لأنه إنما له منه</w:t>
      </w:r>
      <w:r w:rsidR="009C2257">
        <w:rPr>
          <w:rtl/>
        </w:rPr>
        <w:t xml:space="preserve"> </w:t>
      </w:r>
      <w:r w:rsidRPr="00573E19">
        <w:rPr>
          <w:rtl/>
        </w:rPr>
        <w:t>ثلاثمائة وله السدس من الجميع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3 - الحسين بن سعيد عن</w:t>
      </w:r>
      <w:r>
        <w:rPr>
          <w:rFonts w:hint="cs"/>
          <w:rtl/>
        </w:rPr>
        <w:t xml:space="preserve"> </w:t>
      </w:r>
      <w:r w:rsidRPr="00573E19">
        <w:rPr>
          <w:rtl/>
        </w:rPr>
        <w:t>ابن أبي عمير عن حفص بن البختري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ملك المملوك سدسه استسعي وأجيز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وصفوان عن عبد الرحمن قال</w:t>
      </w:r>
      <w:r w:rsidR="00CA4563">
        <w:rPr>
          <w:rtl/>
        </w:rPr>
        <w:t>:</w:t>
      </w:r>
      <w:r w:rsidRPr="00573E19">
        <w:rPr>
          <w:rtl/>
        </w:rPr>
        <w:t xml:space="preserve"> سألني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هل يختلف ابن أبي ليلى وابن شبرمة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بلغني انه مات مولى لعيسى بن موسى</w:t>
      </w:r>
      <w:r w:rsidR="009C2257">
        <w:rPr>
          <w:rtl/>
        </w:rPr>
        <w:t xml:space="preserve"> </w:t>
      </w:r>
      <w:r w:rsidRPr="00573E19">
        <w:rPr>
          <w:rtl/>
        </w:rPr>
        <w:t>وترك عليه دينا وترك غلمانا يحيط دينه بأثمانهم وأعتقهم عند الموت فسألهما عن ذلك</w:t>
      </w:r>
      <w:r w:rsidR="009C2257">
        <w:rPr>
          <w:rtl/>
        </w:rPr>
        <w:t xml:space="preserve"> </w:t>
      </w:r>
      <w:r w:rsidRPr="00573E19">
        <w:rPr>
          <w:rtl/>
        </w:rPr>
        <w:t>فقال ابن شبرمة</w:t>
      </w:r>
      <w:r w:rsidR="00CA4563">
        <w:rPr>
          <w:rtl/>
        </w:rPr>
        <w:t>:</w:t>
      </w:r>
      <w:r w:rsidRPr="00573E19">
        <w:rPr>
          <w:rtl/>
        </w:rPr>
        <w:t xml:space="preserve"> أرى أن يستسعيهم في قيمتهم ويدفعها إلى الغرماء فإنه قد أعتقهم</w:t>
      </w:r>
      <w:r w:rsidR="009C2257">
        <w:rPr>
          <w:rtl/>
        </w:rPr>
        <w:t xml:space="preserve"> </w:t>
      </w:r>
      <w:r w:rsidRPr="00573E19">
        <w:rPr>
          <w:rtl/>
        </w:rPr>
        <w:t>عند موته</w:t>
      </w:r>
      <w:r w:rsidR="00CA4563">
        <w:rPr>
          <w:rtl/>
        </w:rPr>
        <w:t>،</w:t>
      </w:r>
      <w:r w:rsidRPr="00573E19">
        <w:rPr>
          <w:rtl/>
        </w:rPr>
        <w:t xml:space="preserve"> وقال ابن أبي ليلى</w:t>
      </w:r>
      <w:r w:rsidR="00CA4563">
        <w:rPr>
          <w:rtl/>
        </w:rPr>
        <w:t>:</w:t>
      </w:r>
      <w:r w:rsidRPr="00573E19">
        <w:rPr>
          <w:rtl/>
        </w:rPr>
        <w:t xml:space="preserve"> أرى أن يبيعهم ويدفع أثمانهم إلى الغرماء فإنه ليس له</w:t>
      </w:r>
      <w:r w:rsidR="009C2257">
        <w:rPr>
          <w:rtl/>
        </w:rPr>
        <w:t xml:space="preserve"> </w:t>
      </w:r>
      <w:r w:rsidRPr="00573E19">
        <w:rPr>
          <w:rtl/>
        </w:rPr>
        <w:t>أن يعتقهم عند موته وعليه دين يحيط بهم وهذا أهل الحجاز اليوم يعتق الرجل عبده</w:t>
      </w:r>
      <w:r w:rsidR="009C2257">
        <w:rPr>
          <w:rtl/>
        </w:rPr>
        <w:t xml:space="preserve"> </w:t>
      </w:r>
      <w:r w:rsidRPr="00573E19">
        <w:rPr>
          <w:rtl/>
        </w:rPr>
        <w:t>وعليه دين كثير فلا يجوزون عتقه إذا كان عليه دين كثير فرفع ابن شبرمة يده إلى</w:t>
      </w:r>
      <w:r w:rsidR="009C2257">
        <w:rPr>
          <w:rtl/>
        </w:rPr>
        <w:t xml:space="preserve"> </w:t>
      </w:r>
      <w:r w:rsidR="00162664">
        <w:rPr>
          <w:rtl/>
        </w:rPr>
        <w:t>السماء وقال سبحان الله يا</w:t>
      </w:r>
      <w:r w:rsidRPr="00573E19">
        <w:rPr>
          <w:rtl/>
        </w:rPr>
        <w:t>بن أبي ليلى من أين قلت بهذا القول</w:t>
      </w:r>
      <w:r>
        <w:rPr>
          <w:rtl/>
        </w:rPr>
        <w:t>؟</w:t>
      </w:r>
      <w:r w:rsidRPr="00573E19">
        <w:rPr>
          <w:rtl/>
        </w:rPr>
        <w:t xml:space="preserve"> والله إن قلته إلا</w:t>
      </w:r>
      <w:r w:rsidR="009C2257">
        <w:rPr>
          <w:rtl/>
        </w:rPr>
        <w:t xml:space="preserve"> </w:t>
      </w:r>
      <w:r w:rsidRPr="00573E19">
        <w:rPr>
          <w:rtl/>
        </w:rPr>
        <w:t>طلب خلافي فقال لي عن رأي أيهما صدر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بلغني انه أخذ برأي ابن أبي ليلى</w:t>
      </w:r>
      <w:r w:rsidR="009C2257">
        <w:rPr>
          <w:rtl/>
        </w:rPr>
        <w:t xml:space="preserve"> </w:t>
      </w:r>
      <w:r w:rsidRPr="00573E19">
        <w:rPr>
          <w:rtl/>
        </w:rPr>
        <w:t>وكان له في ذلك هوى فباعهم وقضى دينه قال</w:t>
      </w:r>
      <w:r w:rsidR="00CA4563">
        <w:rPr>
          <w:rtl/>
        </w:rPr>
        <w:t>:</w:t>
      </w:r>
      <w:r w:rsidRPr="00573E19">
        <w:rPr>
          <w:rtl/>
        </w:rPr>
        <w:t xml:space="preserve"> فمع أيهما من قبلكم</w:t>
      </w:r>
      <w:r>
        <w:rPr>
          <w:rtl/>
        </w:rPr>
        <w:t>؟</w:t>
      </w:r>
      <w:r w:rsidRPr="00573E19">
        <w:rPr>
          <w:rtl/>
        </w:rPr>
        <w:t xml:space="preserve"> قلت مع ابن</w:t>
      </w:r>
      <w:r w:rsidR="009C2257">
        <w:rPr>
          <w:rtl/>
        </w:rPr>
        <w:t xml:space="preserve"> </w:t>
      </w:r>
      <w:r w:rsidRPr="00573E19">
        <w:rPr>
          <w:rtl/>
        </w:rPr>
        <w:t>شبرمة وقد رجع ابن أبي ليلى إلى رأي ابن شبرمة بعد ذلك</w:t>
      </w:r>
      <w:r w:rsidR="00CA4563">
        <w:rPr>
          <w:rtl/>
        </w:rPr>
        <w:t>،</w:t>
      </w:r>
      <w:r w:rsidRPr="00573E19">
        <w:rPr>
          <w:rtl/>
        </w:rPr>
        <w:t xml:space="preserve"> فقال أما والله إن الحق</w:t>
      </w:r>
      <w:r w:rsidR="009C2257">
        <w:rPr>
          <w:rtl/>
        </w:rPr>
        <w:t xml:space="preserve"> </w:t>
      </w:r>
      <w:r w:rsidRPr="00573E19">
        <w:rPr>
          <w:rtl/>
        </w:rPr>
        <w:t>لفيما قاله ابن أبي ليلى وإن كان قد رجع عنه</w:t>
      </w:r>
      <w:r w:rsidR="00CA4563">
        <w:rPr>
          <w:rtl/>
        </w:rPr>
        <w:t>،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هذا ينكسر عندهم في القياس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5</w:t>
      </w:r>
      <w:r>
        <w:rPr>
          <w:rtl/>
        </w:rPr>
        <w:t xml:space="preserve"> - 2</w:t>
      </w:r>
      <w:r w:rsidRPr="00501E62">
        <w:rPr>
          <w:rtl/>
        </w:rPr>
        <w:t>6</w:t>
      </w:r>
      <w:r>
        <w:rPr>
          <w:rtl/>
        </w:rPr>
        <w:t xml:space="preserve"> - </w:t>
      </w:r>
      <w:r w:rsidRPr="00501E62">
        <w:rPr>
          <w:rtl/>
        </w:rPr>
        <w:t>لم نعثر عليهما في مظانهما.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فقال هات قايسني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أنا أقايسك</w:t>
      </w:r>
      <w:r>
        <w:rPr>
          <w:rtl/>
        </w:rPr>
        <w:t>.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لتقولن بأشد ما يدخل فيه من القياس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فقلت له</w:t>
      </w:r>
      <w:r w:rsidR="00CA4563">
        <w:rPr>
          <w:rtl/>
        </w:rPr>
        <w:t>:</w:t>
      </w:r>
      <w:r w:rsidRPr="00573E19">
        <w:rPr>
          <w:rtl/>
        </w:rPr>
        <w:t xml:space="preserve"> رجل ترك عبدا لم يترك مالا غيره وقيمة العبد ستمائة ودينه خمسمائة فأعتقه</w:t>
      </w:r>
      <w:r w:rsidR="009C2257">
        <w:rPr>
          <w:rtl/>
        </w:rPr>
        <w:t xml:space="preserve"> </w:t>
      </w:r>
      <w:r w:rsidRPr="00573E19">
        <w:rPr>
          <w:rtl/>
        </w:rPr>
        <w:t>عند الموت كيف يصنع فيه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يباع فيأخذ الغرماء خمسمائة وتأخذ الورثة مائة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فقلت</w:t>
      </w:r>
      <w:r w:rsidR="00CA4563">
        <w:rPr>
          <w:rtl/>
        </w:rPr>
        <w:t>:</w:t>
      </w:r>
      <w:r w:rsidRPr="00573E19">
        <w:rPr>
          <w:rtl/>
        </w:rPr>
        <w:t xml:space="preserve"> أليس قد بقي من قيمة العبد مائة درهم عن دينه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بلى فقلت أليس للرجل</w:t>
      </w:r>
      <w:r w:rsidR="009C2257">
        <w:rPr>
          <w:rtl/>
        </w:rPr>
        <w:t xml:space="preserve"> </w:t>
      </w:r>
      <w:r w:rsidRPr="00573E19">
        <w:rPr>
          <w:rtl/>
        </w:rPr>
        <w:t>ثلثه يصنع به ما شاء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بلى فقلت</w:t>
      </w:r>
      <w:r w:rsidR="00CA4563">
        <w:rPr>
          <w:rtl/>
        </w:rPr>
        <w:t>:</w:t>
      </w:r>
      <w:r w:rsidRPr="00573E19">
        <w:rPr>
          <w:rtl/>
        </w:rPr>
        <w:t xml:space="preserve"> أليس قد أوصى للعبد بالثلث من المائة حين</w:t>
      </w:r>
      <w:r w:rsidR="009C2257">
        <w:rPr>
          <w:rtl/>
        </w:rPr>
        <w:t xml:space="preserve"> </w:t>
      </w:r>
      <w:r w:rsidRPr="00573E19">
        <w:rPr>
          <w:rtl/>
        </w:rPr>
        <w:t>أعتقه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العبد لا وصية له إنما ماله لمواليه قلت</w:t>
      </w:r>
      <w:r w:rsidR="00CA4563">
        <w:rPr>
          <w:rtl/>
        </w:rPr>
        <w:t>:</w:t>
      </w:r>
      <w:r w:rsidRPr="00573E19">
        <w:rPr>
          <w:rtl/>
        </w:rPr>
        <w:t xml:space="preserve"> وإن كان قيمة العبد ستمائة</w:t>
      </w:r>
      <w:r w:rsidR="009C2257">
        <w:rPr>
          <w:rtl/>
        </w:rPr>
        <w:t xml:space="preserve"> </w:t>
      </w:r>
      <w:r w:rsidRPr="00573E19">
        <w:rPr>
          <w:rtl/>
        </w:rPr>
        <w:t>ودينه أربعمائة قال</w:t>
      </w:r>
      <w:r w:rsidR="00CA4563">
        <w:rPr>
          <w:rtl/>
        </w:rPr>
        <w:t>:</w:t>
      </w:r>
      <w:r w:rsidRPr="00573E19">
        <w:rPr>
          <w:rtl/>
        </w:rPr>
        <w:t xml:space="preserve"> كذلك يباع العبد فيأخذ الغرماء أربعمائة وتأخذ الورثة مائتين</w:t>
      </w:r>
      <w:r w:rsidR="009C2257">
        <w:rPr>
          <w:rtl/>
        </w:rPr>
        <w:t xml:space="preserve"> </w:t>
      </w:r>
      <w:r w:rsidRPr="00573E19">
        <w:rPr>
          <w:rtl/>
        </w:rPr>
        <w:t>ولا يكون للعبد شئ</w:t>
      </w:r>
      <w:r w:rsidR="00CA4563">
        <w:rPr>
          <w:rtl/>
        </w:rPr>
        <w:t>،</w:t>
      </w:r>
      <w:r w:rsidRPr="00573E19">
        <w:rPr>
          <w:rtl/>
        </w:rPr>
        <w:t xml:space="preserve"> قلت فإن كان قيمة العبد ستمائة درهم ودينه ثلاثمائة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فضحك وقال</w:t>
      </w:r>
      <w:r w:rsidR="00CA4563">
        <w:rPr>
          <w:rtl/>
        </w:rPr>
        <w:t>:</w:t>
      </w:r>
      <w:r w:rsidRPr="00573E19">
        <w:rPr>
          <w:rtl/>
        </w:rPr>
        <w:t xml:space="preserve"> من ههنا أتي أصحابك جعلوا الأشياء شيئا واحدا لم يعلموا السنة</w:t>
      </w:r>
      <w:r w:rsidR="009C2257">
        <w:rPr>
          <w:rtl/>
        </w:rPr>
        <w:t xml:space="preserve"> </w:t>
      </w:r>
      <w:r w:rsidRPr="00573E19">
        <w:rPr>
          <w:rtl/>
        </w:rPr>
        <w:t>إذ استوى مال الغرماء ومال الورثة أو مال الورثة أكثر من مال الغرماء لم يتهم</w:t>
      </w:r>
      <w:r w:rsidR="009C2257">
        <w:rPr>
          <w:rtl/>
        </w:rPr>
        <w:t xml:space="preserve"> </w:t>
      </w:r>
      <w:r w:rsidRPr="00573E19">
        <w:rPr>
          <w:rtl/>
        </w:rPr>
        <w:t>الرجل على وصيته وأجيزت الوصية على وجهها فالآن يوقف هذا العبد فيكون نصفه</w:t>
      </w:r>
      <w:r w:rsidR="009C2257">
        <w:rPr>
          <w:rtl/>
        </w:rPr>
        <w:t xml:space="preserve"> </w:t>
      </w:r>
      <w:r w:rsidRPr="00573E19">
        <w:rPr>
          <w:rtl/>
        </w:rPr>
        <w:t>للغرماء ويكون ثلثه للورثة ويكون له السدس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حماد عن الحلبي انه</w:t>
      </w:r>
      <w:r w:rsidR="009C2257">
        <w:rPr>
          <w:rtl/>
        </w:rPr>
        <w:t xml:space="preserve"> </w:t>
      </w:r>
      <w:r w:rsidRPr="00573E19">
        <w:rPr>
          <w:rtl/>
        </w:rPr>
        <w:t>قال في الرجل يقول إن مت فعبدي حر وعلى الرجل دين قال</w:t>
      </w:r>
      <w:r w:rsidR="00CA4563">
        <w:rPr>
          <w:rtl/>
        </w:rPr>
        <w:t>:</w:t>
      </w:r>
      <w:r w:rsidRPr="00573E19">
        <w:rPr>
          <w:rtl/>
        </w:rPr>
        <w:t xml:space="preserve"> إن توفي وعليه دين</w:t>
      </w:r>
      <w:r w:rsidR="009C2257">
        <w:rPr>
          <w:rtl/>
        </w:rPr>
        <w:t xml:space="preserve"> </w:t>
      </w:r>
      <w:r w:rsidRPr="00573E19">
        <w:rPr>
          <w:rtl/>
        </w:rPr>
        <w:t>قد أحاط بثمن العبد بيع العبد</w:t>
      </w:r>
      <w:r w:rsidR="00CA4563">
        <w:rPr>
          <w:rtl/>
        </w:rPr>
        <w:t>،</w:t>
      </w:r>
      <w:r w:rsidRPr="00573E19">
        <w:rPr>
          <w:rtl/>
        </w:rPr>
        <w:t xml:space="preserve"> وإن لم يكن أحاط بثمن العبد استسعي العبد في</w:t>
      </w:r>
      <w:r w:rsidR="009C2257">
        <w:rPr>
          <w:rtl/>
        </w:rPr>
        <w:t xml:space="preserve"> </w:t>
      </w:r>
      <w:r w:rsidRPr="00573E19">
        <w:rPr>
          <w:rtl/>
        </w:rPr>
        <w:t>قضاء دين مولاه وهو حر إذا وفاه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قوله متى لم يحط ثمن العبد بالدين استسعي فيما بقي</w:t>
      </w:r>
      <w:r w:rsidR="009C2257">
        <w:rPr>
          <w:rtl/>
        </w:rPr>
        <w:t xml:space="preserve"> </w:t>
      </w:r>
      <w:r w:rsidRPr="00573E19">
        <w:rPr>
          <w:rtl/>
        </w:rPr>
        <w:t>لا يمتنع أن يكون المراد به متى نقص الدين بمقدار نصف الثمن كان العتق ماضيا لان</w:t>
      </w:r>
      <w:r w:rsidR="009C2257">
        <w:rPr>
          <w:rtl/>
        </w:rPr>
        <w:t xml:space="preserve"> </w:t>
      </w:r>
      <w:r w:rsidRPr="00573E19">
        <w:rPr>
          <w:rtl/>
        </w:rPr>
        <w:t>ما نقص ليس بمذكور في اللفظ</w:t>
      </w:r>
      <w:r w:rsidR="00CA4563">
        <w:rPr>
          <w:rtl/>
        </w:rPr>
        <w:t>،</w:t>
      </w:r>
      <w:r w:rsidRPr="00573E19">
        <w:rPr>
          <w:rtl/>
        </w:rPr>
        <w:t xml:space="preserve"> وإذا تضمن الحديثان الأولان تفصيل ذلك حملنا</w:t>
      </w:r>
      <w:r w:rsidR="009C2257">
        <w:rPr>
          <w:rtl/>
        </w:rPr>
        <w:t xml:space="preserve"> </w:t>
      </w:r>
      <w:r w:rsidRPr="00573E19">
        <w:rPr>
          <w:rtl/>
        </w:rPr>
        <w:t>المجمل عليه</w:t>
      </w:r>
      <w:r w:rsidR="00CA4563">
        <w:rPr>
          <w:rtl/>
        </w:rPr>
        <w:t>،</w:t>
      </w:r>
      <w:r w:rsidRPr="00573E19">
        <w:rPr>
          <w:rtl/>
        </w:rPr>
        <w:t xml:space="preserve"> ولا ينافي هذا التفصيل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01E62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</w:t>
      </w:r>
      <w:r>
        <w:rPr>
          <w:rtl/>
        </w:rPr>
        <w:t>3</w:t>
      </w:r>
      <w:r w:rsidRPr="00501E62">
        <w:rPr>
          <w:rtl/>
        </w:rPr>
        <w:t xml:space="preserve"> الفقيه ص </w:t>
      </w:r>
      <w:r>
        <w:rPr>
          <w:rtl/>
        </w:rPr>
        <w:t>3</w:t>
      </w:r>
      <w:r w:rsidRPr="00501E62">
        <w:rPr>
          <w:rtl/>
        </w:rPr>
        <w:t>60.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محمد بن يحيى عن أحمد بن محمد وعلي بن إبراهيم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جميعا عن ابن محبوب عن هشام بن سالم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سئل وأنا حاضر عن رجل باع من رجل جارية بكرا إلى سنة فلما قبضها المشتري أعتقها من</w:t>
      </w:r>
      <w:r w:rsidR="009C2257">
        <w:rPr>
          <w:rtl/>
        </w:rPr>
        <w:t xml:space="preserve"> </w:t>
      </w:r>
      <w:r w:rsidRPr="00573E19">
        <w:rPr>
          <w:rtl/>
        </w:rPr>
        <w:t>الغد وتزوجها وجعل مهرها عتقها ثم مات بعد ذلك بشهر</w:t>
      </w:r>
      <w:r w:rsidR="00CA4563">
        <w:rPr>
          <w:rtl/>
        </w:rPr>
        <w:t>،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إن كان للذي اشتراها إلى سنة مال أو عقدة تحيط بقضاء ما عليه من الدين في رقبتها</w:t>
      </w:r>
      <w:r w:rsidR="009C2257">
        <w:rPr>
          <w:rtl/>
        </w:rPr>
        <w:t xml:space="preserve"> </w:t>
      </w:r>
      <w:r w:rsidRPr="00573E19">
        <w:rPr>
          <w:rtl/>
        </w:rPr>
        <w:t>كان عتقه وتزويجه جائزان</w:t>
      </w:r>
      <w:r w:rsidR="00CA4563">
        <w:rPr>
          <w:rtl/>
        </w:rPr>
        <w:t>،</w:t>
      </w:r>
      <w:r w:rsidRPr="00573E19">
        <w:rPr>
          <w:rtl/>
        </w:rPr>
        <w:t xml:space="preserve"> قال وإن لم يكن للذي اشتراها فاعتقها وتزوجها مال</w:t>
      </w:r>
      <w:r w:rsidR="009C2257">
        <w:rPr>
          <w:rtl/>
        </w:rPr>
        <w:t xml:space="preserve"> </w:t>
      </w:r>
      <w:r w:rsidRPr="00573E19">
        <w:rPr>
          <w:rtl/>
        </w:rPr>
        <w:t>ولا عقدة يوم مات تحيط بقضاء ما عليه من الدين برقبتها فإن عتقه ونكاحه باطل</w:t>
      </w:r>
      <w:r w:rsidR="009C2257">
        <w:rPr>
          <w:rtl/>
        </w:rPr>
        <w:t xml:space="preserve"> </w:t>
      </w:r>
      <w:r w:rsidRPr="00573E19">
        <w:rPr>
          <w:rtl/>
        </w:rPr>
        <w:t>لأنه أعتق ما لا يملك وأرى انها رق لمولاها الأول</w:t>
      </w:r>
      <w:r w:rsidR="00CA4563">
        <w:rPr>
          <w:rtl/>
        </w:rPr>
        <w:t>،</w:t>
      </w:r>
      <w:r w:rsidRPr="00573E19">
        <w:rPr>
          <w:rtl/>
        </w:rPr>
        <w:t xml:space="preserve"> قيل له فإن كانت علقت من</w:t>
      </w:r>
      <w:r w:rsidR="009C2257">
        <w:rPr>
          <w:rtl/>
        </w:rPr>
        <w:t xml:space="preserve"> </w:t>
      </w:r>
      <w:r w:rsidRPr="00573E19">
        <w:rPr>
          <w:rtl/>
        </w:rPr>
        <w:t>الذي أعتقها وتزوجها ما حال ما في بطنها قال مع أمه كهيئتها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قوله إذا لم يخلف بمقدار ثمنها كان العتق باطلا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الوجه فيه أن نحمله على أنه متى لم يخلف مقدار نصف ثمن الجارية كان العتق باطلا</w:t>
      </w:r>
      <w:r w:rsidR="009C2257">
        <w:rPr>
          <w:rtl/>
        </w:rPr>
        <w:t xml:space="preserve"> </w:t>
      </w:r>
      <w:r w:rsidRPr="00573E19">
        <w:rPr>
          <w:rtl/>
        </w:rPr>
        <w:t>وذلك موافق للأخبار المتقدمة لأنا راعينا أن يكون ثمن العبد مثلي ما عليه من الدين</w:t>
      </w:r>
      <w:r w:rsidR="009C2257">
        <w:rPr>
          <w:rtl/>
        </w:rPr>
        <w:t xml:space="preserve"> </w:t>
      </w:r>
      <w:r w:rsidRPr="00573E19">
        <w:rPr>
          <w:rtl/>
        </w:rPr>
        <w:t>فيقضى الدين ويبقى نصفه</w:t>
      </w:r>
      <w:r w:rsidR="00CA4563">
        <w:rPr>
          <w:rtl/>
        </w:rPr>
        <w:t>،</w:t>
      </w:r>
      <w:r w:rsidRPr="00573E19">
        <w:rPr>
          <w:rtl/>
        </w:rPr>
        <w:t xml:space="preserve"> ويدل خطاب الخبر على أنه إن كان له ما يحيط بثمن الجارية</w:t>
      </w:r>
      <w:r w:rsidR="009C2257">
        <w:rPr>
          <w:rtl/>
        </w:rPr>
        <w:t xml:space="preserve"> </w:t>
      </w:r>
      <w:r w:rsidRPr="00573E19">
        <w:rPr>
          <w:rtl/>
        </w:rPr>
        <w:t>كان عتقه ماضيا وذلك صحيح مطابق للأخبار المتقدمة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2" w:name="_Toc374810389"/>
      <w:bookmarkStart w:id="13" w:name="_Toc376954764"/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باب من أعتق مملوكا له مال</w:t>
      </w:r>
      <w:bookmarkEnd w:id="12"/>
      <w:bookmarkEnd w:id="1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وابن أبي عمير عن جميل وابن أبي نجران عن محمد</w:t>
      </w:r>
      <w:r w:rsidR="009C2257">
        <w:rPr>
          <w:rtl/>
        </w:rPr>
        <w:t xml:space="preserve"> </w:t>
      </w:r>
      <w:r w:rsidRPr="00573E19">
        <w:rPr>
          <w:rtl/>
        </w:rPr>
        <w:t>ابن حمران جميعا عن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أعتق عبدا</w:t>
      </w:r>
      <w:r w:rsidR="009C2257">
        <w:rPr>
          <w:rtl/>
        </w:rPr>
        <w:t xml:space="preserve"> </w:t>
      </w:r>
      <w:r w:rsidRPr="00573E19">
        <w:rPr>
          <w:rtl/>
        </w:rPr>
        <w:t>له وللعبد مال لمن المال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 كان يعلم أن له مالا تبعه ماله والا فهو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الحسن بن محبوب عن ابن بكير عن زرارة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</w:t>
      </w:r>
      <w:r>
        <w:rPr>
          <w:rtl/>
        </w:rPr>
        <w:t>3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0</w:t>
      </w:r>
      <w:r>
        <w:rPr>
          <w:rtl/>
        </w:rPr>
        <w:t xml:space="preserve"> - 3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7 الفقيه ص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إذا كان للرجل مملوك فأعتقه وهو يعلم أن له مالا ولم يكن استثنى السيد المال حين</w:t>
      </w:r>
      <w:r w:rsidR="009C2257">
        <w:rPr>
          <w:rtl/>
        </w:rPr>
        <w:t xml:space="preserve"> </w:t>
      </w:r>
      <w:r w:rsidRPr="00573E19">
        <w:rPr>
          <w:rtl/>
        </w:rPr>
        <w:t>أعتقه فهو للعبد</w:t>
      </w:r>
      <w:r>
        <w:rPr>
          <w:rtl/>
        </w:rPr>
        <w:t>.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علي بن محبوب عن أحمد بن محمد عن الحسين بن سعيد عن فضالة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والقاسم عن أبان عن عبد الرحمان بن أبي عبد الله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أعتق عبدا له وللعبد مال وهو لا يعلم أن له مالا فتوفي الذي أعتق</w:t>
      </w:r>
      <w:r w:rsidR="009C2257">
        <w:rPr>
          <w:rtl/>
        </w:rPr>
        <w:t xml:space="preserve"> </w:t>
      </w:r>
      <w:r w:rsidRPr="00573E19">
        <w:rPr>
          <w:rtl/>
        </w:rPr>
        <w:t>لمن يكون مال العبد</w:t>
      </w:r>
      <w:r>
        <w:rPr>
          <w:rtl/>
        </w:rPr>
        <w:t>؟</w:t>
      </w:r>
      <w:r w:rsidRPr="00573E19">
        <w:rPr>
          <w:rtl/>
        </w:rPr>
        <w:t xml:space="preserve"> يكون للذي أعتق للعبد أو العبد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أعتقه وهو يعلم أن</w:t>
      </w:r>
      <w:r w:rsidR="009C2257">
        <w:rPr>
          <w:rtl/>
        </w:rPr>
        <w:t xml:space="preserve"> </w:t>
      </w:r>
      <w:r w:rsidRPr="00573E19">
        <w:rPr>
          <w:rtl/>
        </w:rPr>
        <w:t>له مالا كان له</w:t>
      </w:r>
      <w:r w:rsidR="00CA4563">
        <w:rPr>
          <w:rtl/>
        </w:rPr>
        <w:t>،</w:t>
      </w:r>
      <w:r w:rsidRPr="00573E19">
        <w:rPr>
          <w:rtl/>
        </w:rPr>
        <w:t xml:space="preserve"> وإن لم يعلم فما له لولد سيده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هذه الأخبار عامة مطلقة ينبغي أن نقيدها بأن نقول إنما يكون</w:t>
      </w:r>
      <w:r w:rsidR="009C2257">
        <w:rPr>
          <w:rtl/>
        </w:rPr>
        <w:t xml:space="preserve"> </w:t>
      </w:r>
      <w:r w:rsidRPr="00573E19">
        <w:rPr>
          <w:rtl/>
        </w:rPr>
        <w:t>له المال إذا بدأ به في اللفظ قبل العتق بأن يقول</w:t>
      </w:r>
      <w:r w:rsidR="00CA4563">
        <w:rPr>
          <w:rtl/>
        </w:rPr>
        <w:t>:</w:t>
      </w:r>
      <w:r w:rsidRPr="00573E19">
        <w:rPr>
          <w:rtl/>
        </w:rPr>
        <w:t xml:space="preserve"> لي مالك وأنت حر</w:t>
      </w:r>
      <w:r w:rsidR="00CA4563">
        <w:rPr>
          <w:rtl/>
        </w:rPr>
        <w:t>،</w:t>
      </w:r>
      <w:r w:rsidRPr="00573E19">
        <w:rPr>
          <w:rtl/>
        </w:rPr>
        <w:t xml:space="preserve"> فإن بدأ بالحرية</w:t>
      </w:r>
      <w:r w:rsidR="009C2257">
        <w:rPr>
          <w:rtl/>
        </w:rPr>
        <w:t xml:space="preserve"> </w:t>
      </w:r>
      <w:r w:rsidRPr="00573E19">
        <w:rPr>
          <w:rtl/>
        </w:rPr>
        <w:t>لم يكن له من المال شئ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محمد بن يحيى عن أحمد بن محمد عن محمد بن خالد</w:t>
      </w:r>
      <w:r w:rsidR="009C2257">
        <w:rPr>
          <w:rtl/>
        </w:rPr>
        <w:t xml:space="preserve"> </w:t>
      </w:r>
      <w:r w:rsidRPr="00573E19">
        <w:rPr>
          <w:rtl/>
        </w:rPr>
        <w:t>عن سعد بن سعد عن أبي جرير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لمملوكه أنت حر ولي مالك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يبدأ بالحرية قبل المال يقول</w:t>
      </w:r>
      <w:r w:rsidR="00CA4563">
        <w:rPr>
          <w:rtl/>
        </w:rPr>
        <w:t>:</w:t>
      </w:r>
      <w:r w:rsidRPr="00573E19">
        <w:rPr>
          <w:rtl/>
        </w:rPr>
        <w:t xml:space="preserve"> لي مالك وأنت</w:t>
      </w:r>
      <w:r w:rsidR="009C2257">
        <w:rPr>
          <w:rtl/>
        </w:rPr>
        <w:t xml:space="preserve"> </w:t>
      </w:r>
      <w:r w:rsidRPr="00573E19">
        <w:rPr>
          <w:rtl/>
        </w:rPr>
        <w:t>حر برضاء المملوك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4" w:name="_Toc374810390"/>
      <w:bookmarkStart w:id="15" w:name="_Toc376954765"/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باب ما يجوز فيه بيع أمهات الأولاد</w:t>
      </w:r>
      <w:bookmarkEnd w:id="14"/>
      <w:bookmarkEnd w:id="1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محبوب عن ابن رئاب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أم الولد قال أمة تباع وتورث</w:t>
      </w:r>
      <w:r w:rsidR="009C2257">
        <w:rPr>
          <w:rtl/>
        </w:rPr>
        <w:t xml:space="preserve"> </w:t>
      </w:r>
      <w:r w:rsidRPr="00573E19">
        <w:rPr>
          <w:rtl/>
        </w:rPr>
        <w:t>وتوهب حدها حد الأمة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هذا الخبر عام في جواز بيع أمهات الأولاد على كل حال</w:t>
      </w:r>
      <w:r w:rsidR="00CA4563">
        <w:rPr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نسخة في ج ود بعد قوله فهو للعبد </w:t>
      </w:r>
      <w:r>
        <w:rPr>
          <w:rtl/>
        </w:rPr>
        <w:t>(</w:t>
      </w:r>
      <w:r w:rsidRPr="00573E19">
        <w:rPr>
          <w:rtl/>
        </w:rPr>
        <w:t xml:space="preserve"> وإلا فهو له أي وإن لم يعلم أن له مالا فالمال للسيد )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11 الفقيه ص </w:t>
      </w:r>
      <w:r>
        <w:rPr>
          <w:rtl/>
        </w:rPr>
        <w:t>2</w:t>
      </w:r>
      <w:r w:rsidRPr="00501E62">
        <w:rPr>
          <w:rtl/>
        </w:rPr>
        <w:t>60.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15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7 الفقيه ص </w:t>
      </w:r>
      <w:r>
        <w:rPr>
          <w:rtl/>
        </w:rPr>
        <w:t>2</w:t>
      </w:r>
      <w:r w:rsidRPr="00573E19">
        <w:rPr>
          <w:rtl/>
        </w:rPr>
        <w:t>64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وينبغي أن نخصه بما ورد من الاخبار التي تضمنت انها أنما تباع في ثمن رقبتها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فمن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محمد بن يعقوب عن الحسين بن محمد عن المعلى بن محمد عن الحسن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عن حماد بن عثمان عن عمر بن يزيد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أم الولد تباع في الدين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في ثمن رقبتها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محمد بن يحيى عن أحمد بن محمد عن الحسين بن سعيد عن إبراهيم بن</w:t>
      </w:r>
      <w:r w:rsidR="009C2257">
        <w:rPr>
          <w:rtl/>
        </w:rPr>
        <w:t xml:space="preserve"> </w:t>
      </w:r>
      <w:r w:rsidRPr="00573E19">
        <w:rPr>
          <w:rtl/>
        </w:rPr>
        <w:t>أبي البلاد عن عمر بن يزيد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سل</w:t>
      </w:r>
      <w:r w:rsidR="00CA4563">
        <w:rPr>
          <w:rtl/>
        </w:rPr>
        <w:t>،</w:t>
      </w:r>
      <w:r w:rsidRPr="00573E19">
        <w:rPr>
          <w:rtl/>
        </w:rPr>
        <w:t xml:space="preserve"> قلت له باع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أمهات الأولاد</w:t>
      </w:r>
      <w:r>
        <w:rPr>
          <w:rtl/>
        </w:rPr>
        <w:t>؟</w:t>
      </w:r>
      <w:r w:rsidRPr="00573E19">
        <w:rPr>
          <w:rtl/>
        </w:rPr>
        <w:t xml:space="preserve"> قال في فكاك رقابهن</w:t>
      </w:r>
      <w:r w:rsidR="009C2257">
        <w:rPr>
          <w:rtl/>
        </w:rPr>
        <w:t xml:space="preserve"> </w:t>
      </w:r>
      <w:r w:rsidRPr="00573E19">
        <w:rPr>
          <w:rtl/>
        </w:rPr>
        <w:t>قلت وكيف ذلك</w:t>
      </w:r>
      <w:r>
        <w:rPr>
          <w:rtl/>
        </w:rPr>
        <w:t>؟</w:t>
      </w:r>
      <w:r w:rsidRPr="00573E19">
        <w:rPr>
          <w:rtl/>
        </w:rPr>
        <w:t xml:space="preserve"> قال أيما رجل اشترى جارية فأولدها ثم لم يؤد ثمنها ولم يدع من</w:t>
      </w:r>
      <w:r w:rsidR="009C2257">
        <w:rPr>
          <w:rtl/>
        </w:rPr>
        <w:t xml:space="preserve"> </w:t>
      </w:r>
      <w:r w:rsidRPr="00573E19">
        <w:rPr>
          <w:rtl/>
        </w:rPr>
        <w:t>المال ما يؤدي عنه اخذ ولدها منها وبيعت فأدي عنها</w:t>
      </w:r>
      <w:r w:rsidR="00CA4563">
        <w:rPr>
          <w:rtl/>
        </w:rPr>
        <w:t>،</w:t>
      </w:r>
      <w:r w:rsidRPr="00573E19">
        <w:rPr>
          <w:rtl/>
        </w:rPr>
        <w:t xml:space="preserve"> قلت فيبعن فيما سوى ذلك</w:t>
      </w:r>
      <w:r w:rsidR="009C2257">
        <w:rPr>
          <w:rtl/>
        </w:rPr>
        <w:t xml:space="preserve"> </w:t>
      </w:r>
      <w:r w:rsidRPr="00573E19">
        <w:rPr>
          <w:rtl/>
        </w:rPr>
        <w:t>من دين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" w:name="_Toc374810391"/>
      <w:bookmarkStart w:id="17" w:name="_Toc376954766"/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باب أنه إذا مات الرجل وترك أم ولد له وولدها فإنها تجعل من نصيب</w:t>
      </w:r>
      <w:r w:rsidR="009C2257">
        <w:rPr>
          <w:rtl/>
        </w:rPr>
        <w:t xml:space="preserve"> </w:t>
      </w:r>
      <w:r w:rsidRPr="00573E19">
        <w:rPr>
          <w:rtl/>
        </w:rPr>
        <w:t>ولدها وتنعتق في الحال</w:t>
      </w:r>
      <w:bookmarkEnd w:id="16"/>
      <w:bookmarkEnd w:id="1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عبد الرحمن بن أبي نجران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عاصم بن حميد 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علي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أيما رجل ترك سرية ولها ولد أو في بطنها ولد أولا ولد لها فان أعتقها ربها عتقت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وإن لم يعتقها حتى توفي فقد سبق فيها كتاب الله وكتاب الله أحق</w:t>
      </w:r>
      <w:r w:rsidR="00CA4563">
        <w:rPr>
          <w:rtl/>
        </w:rPr>
        <w:t>،</w:t>
      </w:r>
      <w:r w:rsidRPr="00573E19">
        <w:rPr>
          <w:rtl/>
        </w:rPr>
        <w:t xml:space="preserve"> فإن كان لها</w:t>
      </w:r>
      <w:r w:rsidR="009C2257">
        <w:rPr>
          <w:rtl/>
        </w:rPr>
        <w:t xml:space="preserve"> </w:t>
      </w:r>
      <w:r w:rsidRPr="00573E19">
        <w:rPr>
          <w:rtl/>
        </w:rPr>
        <w:t>ولد وترك مالا جعلت في نصيب ولدها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علي بن إبراهيم عن أبيه عن ابن أبي عمير عن بعض أصحابنا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</w:t>
      </w:r>
      <w:r w:rsidRPr="00501E62">
        <w:rPr>
          <w:rtl/>
        </w:rPr>
        <w:t>5</w:t>
      </w:r>
      <w:r>
        <w:rPr>
          <w:rtl/>
        </w:rPr>
        <w:t xml:space="preserve"> - 3</w:t>
      </w:r>
      <w:r w:rsidRPr="00501E62">
        <w:rPr>
          <w:rtl/>
        </w:rPr>
        <w:t>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15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7 واخرج الأخير الصدوق في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الفقيه ص </w:t>
      </w:r>
      <w:r>
        <w:rPr>
          <w:rtl/>
        </w:rPr>
        <w:t>2</w:t>
      </w:r>
      <w:r w:rsidRPr="00501E62">
        <w:rPr>
          <w:rtl/>
        </w:rPr>
        <w:t>64.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15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7 بزيادة فيهما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الفقيه ص </w:t>
      </w:r>
      <w:r>
        <w:rPr>
          <w:rtl/>
        </w:rPr>
        <w:t>2</w:t>
      </w:r>
      <w:r w:rsidRPr="00501E62">
        <w:rPr>
          <w:rtl/>
        </w:rPr>
        <w:t>64.</w:t>
      </w:r>
    </w:p>
    <w:p w:rsidR="00FE5331" w:rsidRPr="00501E62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15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7.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اشترى جارية يطأها فولدت له فمات</w:t>
      </w:r>
      <w:r w:rsidR="009C2257">
        <w:rPr>
          <w:rtl/>
        </w:rPr>
        <w:t xml:space="preserve"> </w:t>
      </w:r>
      <w:r w:rsidRPr="00573E19">
        <w:rPr>
          <w:rtl/>
        </w:rPr>
        <w:t>ولدها فقال</w:t>
      </w:r>
      <w:r w:rsidR="00CA4563">
        <w:rPr>
          <w:rtl/>
        </w:rPr>
        <w:t>:</w:t>
      </w:r>
      <w:r w:rsidRPr="00573E19">
        <w:rPr>
          <w:rtl/>
        </w:rPr>
        <w:t xml:space="preserve"> إن شاؤوا باعوها في الدين الذي يكون على مولاها من ثمنها</w:t>
      </w:r>
      <w:r w:rsidR="00CA4563">
        <w:rPr>
          <w:rtl/>
        </w:rPr>
        <w:t>،</w:t>
      </w:r>
      <w:r w:rsidRPr="00573E19">
        <w:rPr>
          <w:rtl/>
        </w:rPr>
        <w:t xml:space="preserve"> وإن</w:t>
      </w:r>
      <w:r w:rsidR="009C2257">
        <w:rPr>
          <w:rtl/>
        </w:rPr>
        <w:t xml:space="preserve"> </w:t>
      </w:r>
      <w:r w:rsidRPr="00573E19">
        <w:rPr>
          <w:rtl/>
        </w:rPr>
        <w:t>كان لها ولد قومت على ولدها من نصيبه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علي بن إبراهيم عن أبيه عن إسماعيل بن مرار وغيره عن يونس</w:t>
      </w:r>
      <w:r w:rsidR="009C2257">
        <w:rPr>
          <w:rtl/>
        </w:rPr>
        <w:t xml:space="preserve"> </w:t>
      </w:r>
      <w:r w:rsidRPr="00573E19">
        <w:rPr>
          <w:rtl/>
        </w:rPr>
        <w:t>في أم ولد ليس لها ولد مات ولدها ومات عنها صاحبها ولم يعتقها هل يحل لاحد تزويجها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هي أمة لا يحل لاحد تزويجها إلا بعتق من الورثة فإن كان لها ولد وليس</w:t>
      </w:r>
      <w:r w:rsidR="009C2257">
        <w:rPr>
          <w:rtl/>
        </w:rPr>
        <w:t xml:space="preserve"> </w:t>
      </w:r>
      <w:r w:rsidRPr="00573E19">
        <w:rPr>
          <w:rtl/>
        </w:rPr>
        <w:t>على الميت دين فهي للولد</w:t>
      </w:r>
      <w:r w:rsidR="00CA4563">
        <w:rPr>
          <w:rtl/>
        </w:rPr>
        <w:t>،</w:t>
      </w:r>
      <w:r w:rsidRPr="00573E19">
        <w:rPr>
          <w:rtl/>
        </w:rPr>
        <w:t xml:space="preserve"> وإذا ملكها الولد فقد عتقت بملك ولدها لها</w:t>
      </w:r>
      <w:r w:rsidR="00CA4563">
        <w:rPr>
          <w:rtl/>
        </w:rPr>
        <w:t>،</w:t>
      </w:r>
      <w:r w:rsidRPr="00573E19">
        <w:rPr>
          <w:rtl/>
        </w:rPr>
        <w:t xml:space="preserve"> وإن كانت</w:t>
      </w:r>
      <w:r w:rsidR="009C2257">
        <w:rPr>
          <w:rtl/>
        </w:rPr>
        <w:t xml:space="preserve"> </w:t>
      </w:r>
      <w:r w:rsidRPr="00573E19">
        <w:rPr>
          <w:rtl/>
        </w:rPr>
        <w:t>بين شركاء فقد عتقت من نصيب ولدها وتستسعى في بقية ثمنها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أبو عبد الله البروفري عن أحمد بن إدريس عن أحمد بن محمد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نجران عن عاصم بن حميد 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توفي وله سرية لم يعتقها فقال</w:t>
      </w:r>
      <w:r w:rsidR="00CA4563">
        <w:rPr>
          <w:rtl/>
        </w:rPr>
        <w:t>:</w:t>
      </w:r>
      <w:r w:rsidRPr="00573E19">
        <w:rPr>
          <w:rtl/>
        </w:rPr>
        <w:t xml:space="preserve"> سبق كتاب الله فإن</w:t>
      </w:r>
      <w:r w:rsidR="009C2257">
        <w:rPr>
          <w:rtl/>
        </w:rPr>
        <w:t xml:space="preserve"> </w:t>
      </w:r>
      <w:r w:rsidRPr="00573E19">
        <w:rPr>
          <w:rtl/>
        </w:rPr>
        <w:t>ترك سيدها ما لا تجعل من نصيب ولدها ويمسكها أولياء ولدها حتى يكبر ولدها</w:t>
      </w:r>
      <w:r w:rsidR="009C2257">
        <w:rPr>
          <w:rtl/>
        </w:rPr>
        <w:t xml:space="preserve"> </w:t>
      </w:r>
      <w:r w:rsidRPr="00573E19">
        <w:rPr>
          <w:rtl/>
        </w:rPr>
        <w:t>فيكون المولود هو الذي يعتقها ويكون الأولياء الذين يرثون ولدها ما دامت أمة</w:t>
      </w:r>
      <w:r w:rsidR="00CA4563">
        <w:rPr>
          <w:rtl/>
        </w:rPr>
        <w:t>،</w:t>
      </w:r>
      <w:r w:rsidRPr="00573E19">
        <w:rPr>
          <w:rtl/>
        </w:rPr>
        <w:t xml:space="preserve"> فإن</w:t>
      </w:r>
      <w:r w:rsidR="009C2257">
        <w:rPr>
          <w:rtl/>
        </w:rPr>
        <w:t xml:space="preserve"> </w:t>
      </w:r>
      <w:r w:rsidRPr="00573E19">
        <w:rPr>
          <w:rtl/>
        </w:rPr>
        <w:t>أعتقها ولدها فقد عتقت وإن مات ولدها قبل أن يعتقها فهي أمة إن شاؤوا أعتقوا</w:t>
      </w:r>
      <w:r w:rsidR="009C2257">
        <w:rPr>
          <w:rtl/>
        </w:rPr>
        <w:t xml:space="preserve"> </w:t>
      </w:r>
      <w:r w:rsidRPr="00573E19">
        <w:rPr>
          <w:rtl/>
        </w:rPr>
        <w:t>وإن شاؤوا استرقوا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أنه إذا كان ثمنها دينا على مولاها ولم يقض من ذلك شيئا فإنها</w:t>
      </w:r>
      <w:r w:rsidR="009C2257">
        <w:rPr>
          <w:rtl/>
        </w:rPr>
        <w:t xml:space="preserve"> </w:t>
      </w:r>
      <w:r w:rsidRPr="00573E19">
        <w:rPr>
          <w:rtl/>
        </w:rPr>
        <w:t>توقف إلى أن يبلغ ولدها فان أعتقها بأن يقضي دين أبيه من ثمنها تنعتق</w:t>
      </w:r>
      <w:r w:rsidR="00CA4563">
        <w:rPr>
          <w:rtl/>
        </w:rPr>
        <w:t>،</w:t>
      </w:r>
      <w:r w:rsidRPr="00573E19">
        <w:rPr>
          <w:rtl/>
        </w:rPr>
        <w:t xml:space="preserve"> وإن مات</w:t>
      </w:r>
      <w:r w:rsidR="009C2257">
        <w:rPr>
          <w:rtl/>
        </w:rPr>
        <w:t xml:space="preserve"> </w:t>
      </w:r>
      <w:r w:rsidRPr="00573E19">
        <w:rPr>
          <w:rtl/>
        </w:rPr>
        <w:t>قبل البلوغ بيعت في ثمنها ان شاؤوا وإن شاؤوا أن يعتقوها ويضمنون الدين كان لهم ذلك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ولو لم يكن المراد ما ذكرناه لكانت تنعتق حين جعلت في نصيب الولد أو ينعتق منها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</w:t>
      </w:r>
      <w:r w:rsidRPr="00501E62">
        <w:rPr>
          <w:rtl/>
        </w:rPr>
        <w:t>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15 الكافي ج 1 ص 1</w:t>
      </w:r>
      <w:r>
        <w:rPr>
          <w:rtl/>
        </w:rPr>
        <w:t>3</w:t>
      </w:r>
      <w:r w:rsidRPr="00501E62">
        <w:rPr>
          <w:rtl/>
        </w:rPr>
        <w:t>8</w:t>
      </w:r>
    </w:p>
    <w:p w:rsidR="00FE5331" w:rsidRPr="00501E62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40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15 الفقيه ص </w:t>
      </w:r>
      <w:r>
        <w:rPr>
          <w:rtl/>
        </w:rPr>
        <w:t>2</w:t>
      </w:r>
      <w:r w:rsidRPr="00501E62">
        <w:rPr>
          <w:rtl/>
        </w:rPr>
        <w:t>64.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بحساب ما يصيبه منها وتستسعى في الباقي حسب ما قدمنا الاخبار فيه</w:t>
      </w:r>
      <w:r w:rsidR="00CA4563">
        <w:rPr>
          <w:rtl/>
        </w:rPr>
        <w:t>،</w:t>
      </w:r>
      <w:r w:rsidRPr="00573E19">
        <w:rPr>
          <w:rtl/>
        </w:rPr>
        <w:t xml:space="preserve"> والذي يدل</w:t>
      </w:r>
      <w:r w:rsidR="009C2257">
        <w:rPr>
          <w:rtl/>
        </w:rPr>
        <w:t xml:space="preserve"> </w:t>
      </w:r>
      <w:r w:rsidRPr="00573E19">
        <w:rPr>
          <w:rtl/>
        </w:rPr>
        <w:t>على 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الحسين عن وهيب بن حفص عن أبي</w:t>
      </w:r>
      <w:r w:rsidR="009C2257">
        <w:rPr>
          <w:rtl/>
        </w:rPr>
        <w:t xml:space="preserve"> </w:t>
      </w:r>
      <w:r w:rsidRPr="00573E19">
        <w:rPr>
          <w:rtl/>
        </w:rPr>
        <w:t>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اشترى جارية فولدت منه ولدا</w:t>
      </w:r>
      <w:r w:rsidR="009C2257">
        <w:rPr>
          <w:rtl/>
        </w:rPr>
        <w:t xml:space="preserve"> </w:t>
      </w:r>
      <w:r w:rsidRPr="00573E19">
        <w:rPr>
          <w:rtl/>
        </w:rPr>
        <w:t>فمات قال</w:t>
      </w:r>
      <w:r w:rsidR="00CA4563">
        <w:rPr>
          <w:rtl/>
        </w:rPr>
        <w:t>:</w:t>
      </w:r>
      <w:r w:rsidRPr="00573E19">
        <w:rPr>
          <w:rtl/>
        </w:rPr>
        <w:t xml:space="preserve"> ان شاء ان يبيعها باعها وإن مات مولاها وعليه دين قومت على ابنها فإن كان</w:t>
      </w:r>
      <w:r w:rsidR="009C2257">
        <w:rPr>
          <w:rtl/>
        </w:rPr>
        <w:t xml:space="preserve"> </w:t>
      </w:r>
      <w:r w:rsidRPr="00573E19">
        <w:rPr>
          <w:rtl/>
        </w:rPr>
        <w:t>ابنها صغيرا انتظر به حتى يكبر ثم يجبر على قيمتها فان مات ابنها قبل أمه بيعت</w:t>
      </w:r>
      <w:r w:rsidR="009C2257">
        <w:rPr>
          <w:rtl/>
        </w:rPr>
        <w:t xml:space="preserve"> </w:t>
      </w:r>
      <w:r w:rsidRPr="00573E19">
        <w:rPr>
          <w:rtl/>
        </w:rPr>
        <w:t>في ميراث الورثة ان شاء الورثة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يدل على ذلك أيضا انه قد ثبت بالاخبار السابقة انه لا يصح بيع الوالدين</w:t>
      </w:r>
      <w:r w:rsidR="009C2257">
        <w:rPr>
          <w:rtl/>
        </w:rPr>
        <w:t xml:space="preserve"> </w:t>
      </w:r>
      <w:r w:rsidRPr="00573E19">
        <w:rPr>
          <w:rtl/>
        </w:rPr>
        <w:t>ومتى ملكهما الانسان عتقا ولا يحتاج في ذلك إلى عتق الولد ونحن نذكر ذلك فيما</w:t>
      </w:r>
      <w:r w:rsidR="009C2257">
        <w:rPr>
          <w:rtl/>
        </w:rPr>
        <w:t xml:space="preserve"> </w:t>
      </w:r>
      <w:r w:rsidRPr="00573E19">
        <w:rPr>
          <w:rtl/>
        </w:rPr>
        <w:t>يلي هذا الباب إن شاء الله تعالى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" w:name="_Toc374810392"/>
      <w:bookmarkStart w:id="19" w:name="_Toc376954767"/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باب من يصح استرقاقه من ذوي الأنساب ومن لا يصح</w:t>
      </w:r>
      <w:bookmarkEnd w:id="18"/>
      <w:bookmarkEnd w:id="1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والقاسم عن أبان عن عبد الرحمن بن أبي عبد الله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يتخذ أباه أو أمه أو أخاه أو أخته</w:t>
      </w:r>
      <w:r w:rsidR="009C2257">
        <w:rPr>
          <w:rtl/>
        </w:rPr>
        <w:t xml:space="preserve"> </w:t>
      </w:r>
      <w:r w:rsidRPr="00573E19">
        <w:rPr>
          <w:rtl/>
        </w:rPr>
        <w:t>عبيدا فقال</w:t>
      </w:r>
      <w:r w:rsidR="00CA4563">
        <w:rPr>
          <w:rtl/>
        </w:rPr>
        <w:t>:</w:t>
      </w:r>
      <w:r w:rsidRPr="00573E19">
        <w:rPr>
          <w:rtl/>
        </w:rPr>
        <w:t xml:space="preserve"> أما الأخت فقد عتقت حين يملكها</w:t>
      </w:r>
      <w:r w:rsidR="00CA4563">
        <w:rPr>
          <w:rtl/>
        </w:rPr>
        <w:t>،</w:t>
      </w:r>
      <w:r w:rsidRPr="00573E19">
        <w:rPr>
          <w:rtl/>
        </w:rPr>
        <w:t xml:space="preserve"> وأما الأخ فيسترقه</w:t>
      </w:r>
      <w:r w:rsidR="00CA4563">
        <w:rPr>
          <w:rtl/>
        </w:rPr>
        <w:t>،</w:t>
      </w:r>
      <w:r w:rsidRPr="00573E19">
        <w:rPr>
          <w:rtl/>
        </w:rPr>
        <w:t xml:space="preserve"> وأما</w:t>
      </w:r>
      <w:r w:rsidR="009C2257">
        <w:rPr>
          <w:rtl/>
        </w:rPr>
        <w:t xml:space="preserve"> </w:t>
      </w:r>
      <w:r w:rsidRPr="00573E19">
        <w:rPr>
          <w:rtl/>
        </w:rPr>
        <w:t>الأبوان فقد عتقا حين يملكهما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المرأة ترضع عبدها أتتخذه عبدا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تعتقه وهي كارهة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القاسم بن محمد عن معاوية بن وهب عن عبيد بن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عما يملك الرجل من ذوي قرابته فقال</w:t>
      </w:r>
      <w:r w:rsidR="00CA4563">
        <w:rPr>
          <w:rtl/>
        </w:rPr>
        <w:t>:</w:t>
      </w:r>
      <w:r w:rsidRPr="00573E19">
        <w:rPr>
          <w:rtl/>
        </w:rPr>
        <w:t xml:space="preserve"> لا يملك والديه ولا</w:t>
      </w:r>
      <w:r w:rsidR="009C2257">
        <w:rPr>
          <w:rtl/>
        </w:rPr>
        <w:t xml:space="preserve"> </w:t>
      </w:r>
      <w:r w:rsidRPr="00573E19">
        <w:rPr>
          <w:rtl/>
        </w:rPr>
        <w:t>ولده ولا أخته ولا بنت أخيه ولا بنت أخته ولا عمته ولا خالته وهو يملك ما سوى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41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 xml:space="preserve">2 - </w:t>
      </w:r>
      <w:r w:rsidRPr="00573E19">
        <w:rPr>
          <w:rtl/>
        </w:rPr>
        <w:t>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16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ذلك من الرجال من ذوي قرابته ولا يملك أمه من الرضاعة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صفوان وفضالة عن العلا عن محمد بن مسلم عن أبي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يملك الرجل والديه ولا ولده ولا عمته ولا خالته ويملك أخاه وغيره من</w:t>
      </w:r>
      <w:r w:rsidR="009C2257">
        <w:rPr>
          <w:rtl/>
        </w:rPr>
        <w:t xml:space="preserve"> </w:t>
      </w:r>
      <w:r w:rsidRPr="00573E19">
        <w:rPr>
          <w:rtl/>
        </w:rPr>
        <w:t>ذوي قرابته من الرجال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صفوان وفضالة عن العلا عن محمد بن مسلم عن أحدهما </w:t>
      </w:r>
      <w:r w:rsidRPr="00FE5331">
        <w:rPr>
          <w:rStyle w:val="libAlaemChar"/>
          <w:rtl/>
        </w:rPr>
        <w:t>عليهما‌السلام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إذا ملك الرجل والديه أو أخته أو عمته أو خالته أعتقوا</w:t>
      </w:r>
      <w:r w:rsidR="00CA4563">
        <w:rPr>
          <w:rtl/>
        </w:rPr>
        <w:t>،</w:t>
      </w:r>
      <w:r w:rsidRPr="00573E19">
        <w:rPr>
          <w:rtl/>
        </w:rPr>
        <w:t xml:space="preserve"> ويملك ابن أخيه</w:t>
      </w:r>
      <w:r w:rsidR="009C2257">
        <w:rPr>
          <w:rtl/>
        </w:rPr>
        <w:t xml:space="preserve"> </w:t>
      </w:r>
      <w:r w:rsidRPr="00573E19">
        <w:rPr>
          <w:rtl/>
        </w:rPr>
        <w:t>وعمه وخاله ويملك عمه وخاله من الرضاعة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فضالة والقاسم عن كليب الأسدي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الرجل يملك أبويه واخوته فقال</w:t>
      </w:r>
      <w:r w:rsidR="00CA4563">
        <w:rPr>
          <w:rtl/>
        </w:rPr>
        <w:t>:</w:t>
      </w:r>
      <w:r w:rsidRPr="00573E19">
        <w:rPr>
          <w:rtl/>
        </w:rPr>
        <w:t xml:space="preserve"> إن ملك الأبوين فقد عتقا وقد يملك اخوته</w:t>
      </w:r>
      <w:r w:rsidR="009C2257">
        <w:rPr>
          <w:rtl/>
        </w:rPr>
        <w:t xml:space="preserve"> </w:t>
      </w:r>
      <w:r w:rsidRPr="00573E19">
        <w:rPr>
          <w:rtl/>
        </w:rPr>
        <w:t>فيكونون مملوكين ولا يعتقون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محمد بن خالد عن عبد الله بن بكير عن عبيد بن زرارة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يملك الرجل أخاه من النسب</w:t>
      </w:r>
      <w:r w:rsidR="00CA4563">
        <w:rPr>
          <w:rtl/>
        </w:rPr>
        <w:t>،</w:t>
      </w:r>
      <w:r w:rsidRPr="00573E19">
        <w:rPr>
          <w:rtl/>
        </w:rPr>
        <w:t xml:space="preserve"> ويملك ابن أخيه ويملك</w:t>
      </w:r>
      <w:r w:rsidR="009C2257">
        <w:rPr>
          <w:rtl/>
        </w:rPr>
        <w:t xml:space="preserve"> </w:t>
      </w:r>
      <w:r w:rsidRPr="00573E19">
        <w:rPr>
          <w:rtl/>
        </w:rPr>
        <w:t>أخاه من الرضاعة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وسمعته يقول لا يملك ذات محرم من النساء ولا يملك أبويه</w:t>
      </w:r>
      <w:r w:rsidR="009C2257">
        <w:rPr>
          <w:rtl/>
        </w:rPr>
        <w:t xml:space="preserve"> </w:t>
      </w:r>
      <w:r w:rsidRPr="00573E19">
        <w:rPr>
          <w:rtl/>
        </w:rPr>
        <w:t>ولا ولده</w:t>
      </w:r>
      <w:r w:rsidR="00CA4563">
        <w:rPr>
          <w:rtl/>
        </w:rPr>
        <w:t>،</w:t>
      </w:r>
      <w:r w:rsidRPr="00573E19">
        <w:rPr>
          <w:rtl/>
        </w:rPr>
        <w:t xml:space="preserve"> وقال إذا ملك والديه أو أخته أو عمته أو خالته أو بنت أخيه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وذكر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هذه الآية من النساء عتقوا ويملك ابن أخته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وخاله ولا يملك أمه من الرضاعة</w:t>
      </w:r>
      <w:r w:rsidR="009C2257">
        <w:rPr>
          <w:rtl/>
        </w:rPr>
        <w:t xml:space="preserve"> </w:t>
      </w:r>
      <w:r w:rsidRPr="00573E19">
        <w:rPr>
          <w:rtl/>
        </w:rPr>
        <w:t>ولا يملك أخته ولا خالته إذا ملكهم أعتقوا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ما تضمن أول هذا الخبر من قوله لا يملك الرجل أخاه من النسب</w:t>
      </w:r>
      <w:r w:rsidR="009C2257">
        <w:rPr>
          <w:rtl/>
        </w:rPr>
        <w:t xml:space="preserve"> </w:t>
      </w:r>
      <w:r w:rsidRPr="00573E19">
        <w:rPr>
          <w:rtl/>
        </w:rPr>
        <w:t>محمول على الكراهية لأنه يستحب له إذا ملكه أن يعتقه وكذلك الحكم في سائر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نسخة في ج « لأخته »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نسخة في المطبوعة والتهذيب « أخيه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16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16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33</w:t>
      </w:r>
      <w:r w:rsidRPr="00573E19">
        <w:rPr>
          <w:rtl/>
        </w:rPr>
        <w:t xml:space="preserve"> بزيادة « وأخاه » قبل وعمه وخاله من الرضاعة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</w:t>
      </w:r>
      <w:r>
        <w:rPr>
          <w:rtl/>
        </w:rPr>
        <w:t xml:space="preserve"> - </w:t>
      </w:r>
      <w:r w:rsidRPr="00573E19">
        <w:rPr>
          <w:rtl/>
        </w:rPr>
        <w:t>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القرابات وليس المراد به أن ذلك يمنع من استرقاقهم كما يمنع في الوالدين والولد</w:t>
      </w:r>
      <w:r w:rsidR="009C2257">
        <w:rPr>
          <w:rtl/>
        </w:rPr>
        <w:t xml:space="preserve"> </w:t>
      </w:r>
      <w:r w:rsidRPr="00573E19">
        <w:rPr>
          <w:rtl/>
        </w:rPr>
        <w:t>والذي يدل على ذلك ما قدمناه من الاخبار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فضالة عن أبان عن رجل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الرجل يملك أخاه إذا كان مملوكا ولا يملك أخته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الحسين بن سعيد عن أبي محمد عن أسد بن أبي العلا عن أبي حمزة الثمالي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المرأة ما تملك من قرابتها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أحد إلا خمسة</w:t>
      </w:r>
      <w:r w:rsidR="009C2257">
        <w:rPr>
          <w:rtl/>
        </w:rPr>
        <w:t xml:space="preserve"> </w:t>
      </w:r>
      <w:r w:rsidRPr="00573E19">
        <w:rPr>
          <w:rtl/>
        </w:rPr>
        <w:t>أباها وأمها وابنها وابنتها وزوجها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أيوب بن نوح عن ابن أبي عمير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ميسر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قلت له</w:t>
      </w:r>
      <w:r w:rsidR="00CA4563">
        <w:rPr>
          <w:rtl/>
        </w:rPr>
        <w:t>:</w:t>
      </w:r>
      <w:r w:rsidRPr="00573E19">
        <w:rPr>
          <w:rtl/>
        </w:rPr>
        <w:t xml:space="preserve"> رجل أعطى رجلا ألف درهم مضاربة</w:t>
      </w:r>
      <w:r w:rsidR="009C2257">
        <w:rPr>
          <w:rtl/>
        </w:rPr>
        <w:t xml:space="preserve"> </w:t>
      </w:r>
      <w:r w:rsidRPr="00573E19">
        <w:rPr>
          <w:rtl/>
        </w:rPr>
        <w:t>فاشترى أباه وهو لا يعلم ذلك قال</w:t>
      </w:r>
      <w:r w:rsidR="00CA4563">
        <w:rPr>
          <w:rtl/>
        </w:rPr>
        <w:t>:</w:t>
      </w:r>
      <w:r w:rsidRPr="00573E19">
        <w:rPr>
          <w:rtl/>
        </w:rPr>
        <w:t xml:space="preserve"> يقوم فان زاد درهم واحد عتق واستسعي الرجل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يدل على ما قلناه من كراهية ملك ذوي الأرحام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علي بن محبوب عن الحسن بن علي الكوفي عن عثمان بن عيسى عن</w:t>
      </w:r>
      <w:r w:rsidR="009C2257">
        <w:rPr>
          <w:rtl/>
        </w:rPr>
        <w:t xml:space="preserve"> </w:t>
      </w:r>
      <w:r w:rsidRPr="00573E19">
        <w:rPr>
          <w:rtl/>
        </w:rPr>
        <w:t>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يملك ذا رحم يحل له أن يبيعه</w:t>
      </w:r>
      <w:r w:rsidR="009C2257">
        <w:rPr>
          <w:rtl/>
        </w:rPr>
        <w:t xml:space="preserve"> </w:t>
      </w:r>
      <w:r w:rsidRPr="00573E19">
        <w:rPr>
          <w:rtl/>
        </w:rPr>
        <w:t>أو يستعبده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يصح له أن يبيعه وهو مولاه وأخوه فان مات ورثه دون ولده</w:t>
      </w:r>
      <w:r w:rsidR="009C2257">
        <w:rPr>
          <w:rtl/>
        </w:rPr>
        <w:t xml:space="preserve"> </w:t>
      </w:r>
      <w:r w:rsidRPr="00573E19">
        <w:rPr>
          <w:rtl/>
        </w:rPr>
        <w:t>وليس له أن يبيعه ولا يستعبده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علي بن الحسن عن علي بن جعفر عن أخيه موسى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زوج جاريته أخاه أو عمه أو ابن أخيه</w:t>
      </w:r>
      <w:r w:rsidR="009C2257">
        <w:rPr>
          <w:rtl/>
        </w:rPr>
        <w:t xml:space="preserve"> </w:t>
      </w:r>
      <w:r w:rsidRPr="00573E19">
        <w:rPr>
          <w:rtl/>
        </w:rPr>
        <w:t>فولدت ما حال الولد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كان الولد يرث من ملكه شيئا عتق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الوجه في هذا الخبر أن من كان يصح استرقاقه بالشرط من الأجنبي</w:t>
      </w:r>
      <w:r w:rsidR="009C2257">
        <w:rPr>
          <w:rtl/>
        </w:rPr>
        <w:t xml:space="preserve"> </w:t>
      </w:r>
      <w:r w:rsidRPr="00573E19">
        <w:rPr>
          <w:rtl/>
        </w:rPr>
        <w:t>فإنه يكره ذلك من القريب وخاصة من يرثه وينبغي أن يعتقه ولا يثبت ذلك الشرط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48</w:t>
      </w:r>
      <w:r>
        <w:rPr>
          <w:rtl/>
        </w:rPr>
        <w:t xml:space="preserve"> - </w:t>
      </w:r>
      <w:r w:rsidRPr="00501E62">
        <w:rPr>
          <w:rtl/>
        </w:rPr>
        <w:t>49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16 واخرج الأخير الكليني في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33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</w:t>
      </w:r>
      <w:r>
        <w:rPr>
          <w:rtl/>
        </w:rPr>
        <w:t xml:space="preserve"> - </w:t>
      </w:r>
      <w:r w:rsidRPr="00573E19">
        <w:rPr>
          <w:rtl/>
        </w:rPr>
        <w:t>51</w:t>
      </w:r>
      <w:r>
        <w:rPr>
          <w:rtl/>
        </w:rPr>
        <w:t xml:space="preserve"> - </w:t>
      </w:r>
      <w:r w:rsidRPr="00573E19">
        <w:rPr>
          <w:rtl/>
        </w:rPr>
        <w:t>5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ولو لم يكن ذلك مراعى لكان حين زوجه بواحد ممن تضمنه البر لكان الولد حرا</w:t>
      </w:r>
      <w:r w:rsidR="009C2257">
        <w:rPr>
          <w:rtl/>
        </w:rPr>
        <w:t xml:space="preserve"> </w:t>
      </w:r>
      <w:r w:rsidRPr="00573E19">
        <w:rPr>
          <w:rtl/>
        </w:rPr>
        <w:t>إذا كانوا أحرارا ويجوز أن يكون المراد بالخبر إذا كانوا هؤلاء مماليك فإنه ينبغي</w:t>
      </w:r>
      <w:r w:rsidR="009C2257">
        <w:rPr>
          <w:rtl/>
        </w:rPr>
        <w:t xml:space="preserve"> </w:t>
      </w:r>
      <w:r w:rsidRPr="00573E19">
        <w:rPr>
          <w:rtl/>
        </w:rPr>
        <w:t>أن يعتق أولادهم من جاريته لما قلناه إذا كانوا ذكورا</w:t>
      </w:r>
      <w:r w:rsidR="00CA4563">
        <w:rPr>
          <w:rtl/>
        </w:rPr>
        <w:t>،</w:t>
      </w:r>
      <w:r w:rsidRPr="00573E19">
        <w:rPr>
          <w:rtl/>
        </w:rPr>
        <w:t xml:space="preserve"> وإن كانوا إناثا فلا يصح</w:t>
      </w:r>
      <w:r w:rsidR="009C2257">
        <w:rPr>
          <w:rtl/>
        </w:rPr>
        <w:t xml:space="preserve"> </w:t>
      </w:r>
      <w:r w:rsidRPr="00573E19">
        <w:rPr>
          <w:rtl/>
        </w:rPr>
        <w:t>ملكهم على ما فصلناه فيما تقدم من الأخت وبنت لأخ وبنت الأخت والعمة والخالة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0" w:name="_Toc374810393"/>
      <w:bookmarkStart w:id="21" w:name="_Toc376954768"/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باب من لا يصح ملكه من جهة النسب لا يصح ملكه من جهة الرضاع</w:t>
      </w:r>
      <w:bookmarkEnd w:id="20"/>
      <w:bookmarkEnd w:id="2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محمد بن أبي عمير عن أبان بن عثمان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وأبي العباس وعبيد كلهم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ملك الرجل والديه</w:t>
      </w:r>
      <w:r w:rsidR="009C2257">
        <w:rPr>
          <w:rtl/>
        </w:rPr>
        <w:t xml:space="preserve"> </w:t>
      </w:r>
      <w:r w:rsidRPr="00573E19">
        <w:rPr>
          <w:rtl/>
        </w:rPr>
        <w:t>أو أخته أو عمته أو خالته أو بنت أخيه وذكر أهل هذه الآية من النساء عتقوا جميعا</w:t>
      </w:r>
      <w:r w:rsidR="009C2257">
        <w:rPr>
          <w:rtl/>
        </w:rPr>
        <w:t xml:space="preserve"> </w:t>
      </w:r>
      <w:r w:rsidRPr="00573E19">
        <w:rPr>
          <w:rtl/>
        </w:rPr>
        <w:t>ويملك عمه وابن أخيه وابن أخته وخاله</w:t>
      </w:r>
      <w:r w:rsidR="00CA4563">
        <w:rPr>
          <w:rtl/>
        </w:rPr>
        <w:t>،</w:t>
      </w:r>
      <w:r w:rsidRPr="00573E19">
        <w:rPr>
          <w:rtl/>
        </w:rPr>
        <w:t xml:space="preserve"> ولا يملك مه من الرضاعة ولا أخته ولا</w:t>
      </w:r>
      <w:r w:rsidR="009C2257">
        <w:rPr>
          <w:rtl/>
        </w:rPr>
        <w:t xml:space="preserve"> </w:t>
      </w:r>
      <w:r w:rsidRPr="00573E19">
        <w:rPr>
          <w:rtl/>
        </w:rPr>
        <w:t>عمته ولا خالته إذا ملكن عتقن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ما يحرم من النسب فإنه يحرم من الرضاع</w:t>
      </w:r>
      <w:r w:rsidR="009C2257">
        <w:rPr>
          <w:rtl/>
        </w:rPr>
        <w:t xml:space="preserve"> </w:t>
      </w:r>
      <w:r w:rsidRPr="00573E19">
        <w:rPr>
          <w:rtl/>
        </w:rPr>
        <w:t>وقال</w:t>
      </w:r>
      <w:r w:rsidR="00CA4563">
        <w:rPr>
          <w:rtl/>
        </w:rPr>
        <w:t>:</w:t>
      </w:r>
      <w:r w:rsidRPr="00573E19">
        <w:rPr>
          <w:rtl/>
        </w:rPr>
        <w:t xml:space="preserve"> يملك الذكور ما خلا والدا وولدا ولا يملك من النساء ذات رحم محرم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>يجري في الرضاع مثل ذلك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يجري في الرضاع مثل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ابن أبي عمير عن حماد عن الحلبي وابن سنان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أرضعت ابن جاريتها قال</w:t>
      </w:r>
      <w:r w:rsidR="00CA4563">
        <w:rPr>
          <w:rtl/>
        </w:rPr>
        <w:t>:</w:t>
      </w:r>
      <w:r w:rsidRPr="00573E19">
        <w:rPr>
          <w:rtl/>
        </w:rPr>
        <w:t xml:space="preserve"> تعتقه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الحسن بن محمد بن سماعة عن وهيب بن حفص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ملك الرجل والديه أو أخته أو عمته أو خالته أو ابنة أخيه</w:t>
      </w:r>
      <w:r w:rsidR="009C2257">
        <w:rPr>
          <w:rtl/>
        </w:rPr>
        <w:t xml:space="preserve"> </w:t>
      </w:r>
      <w:r w:rsidRPr="00573E19">
        <w:rPr>
          <w:rtl/>
        </w:rPr>
        <w:t>وذكر أهل هذه الآية من النساء عتقوا جميعا</w:t>
      </w:r>
      <w:r w:rsidR="00CA4563">
        <w:rPr>
          <w:rtl/>
        </w:rPr>
        <w:t>،</w:t>
      </w:r>
      <w:r w:rsidRPr="00573E19">
        <w:rPr>
          <w:rtl/>
        </w:rPr>
        <w:t xml:space="preserve"> ويملك عمه وابن أخيه والخال ولا يملك</w:t>
      </w:r>
      <w:r w:rsidR="009C2257">
        <w:rPr>
          <w:rtl/>
        </w:rPr>
        <w:t xml:space="preserve"> </w:t>
      </w:r>
      <w:r w:rsidRPr="00573E19">
        <w:rPr>
          <w:rtl/>
        </w:rPr>
        <w:t>أمه من الرضاعة ولا أخته ولا خالته من الرضاعة إذا ملكهم عتقوا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يملك</w:t>
      </w:r>
      <w:r w:rsidR="009C2257">
        <w:rPr>
          <w:rtl/>
        </w:rPr>
        <w:t xml:space="preserve"> </w:t>
      </w:r>
      <w:r w:rsidRPr="00573E19">
        <w:rPr>
          <w:rtl/>
        </w:rPr>
        <w:t>الذكور ما عدا الوالدين والولد ولا يملك من النساء ذات محرم قلنا وكذلك يجري</w:t>
      </w:r>
      <w:r w:rsidR="009C2257">
        <w:rPr>
          <w:rtl/>
        </w:rPr>
        <w:t xml:space="preserve"> </w:t>
      </w:r>
      <w:r w:rsidRPr="00573E19">
        <w:rPr>
          <w:rtl/>
        </w:rPr>
        <w:t>ذلك في الرضاع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يحرم من الرضاع ما يحرم من النسب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5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16 الفقيه ص </w:t>
      </w:r>
      <w:r>
        <w:rPr>
          <w:rtl/>
        </w:rPr>
        <w:t>2</w:t>
      </w:r>
      <w:r w:rsidRPr="00501E62">
        <w:rPr>
          <w:rtl/>
        </w:rPr>
        <w:t>59.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54</w:t>
      </w:r>
      <w:r>
        <w:rPr>
          <w:rtl/>
        </w:rPr>
        <w:t xml:space="preserve"> - </w:t>
      </w:r>
      <w:r w:rsidRPr="00573E19">
        <w:rPr>
          <w:rtl/>
        </w:rPr>
        <w:t>55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16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33.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الحسن بن محبوب عن عبد الله بن سنان عن أبي عبد الله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ترضع غلاما لها من مملوكة حتى تفطمه هل يحل لها</w:t>
      </w:r>
      <w:r w:rsidR="009C2257">
        <w:rPr>
          <w:rtl/>
        </w:rPr>
        <w:t xml:space="preserve"> </w:t>
      </w:r>
      <w:r w:rsidRPr="00573E19">
        <w:rPr>
          <w:rtl/>
        </w:rPr>
        <w:t>بيعه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حرم عليها ثمنه أليس قد قال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يحرم من</w:t>
      </w:r>
      <w:r w:rsidR="009C2257">
        <w:rPr>
          <w:rtl/>
        </w:rPr>
        <w:t xml:space="preserve"> </w:t>
      </w:r>
      <w:r w:rsidRPr="00573E19">
        <w:rPr>
          <w:rtl/>
        </w:rPr>
        <w:t>الرضاع ما يحرم من النسب أليس قد صار ابنها فذهبت اكتبه فقال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ليس مثل هذا يكتب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صالح بن خالد عن أبي جميلة عن أبي عيينة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غلام بيني وبينه رضاع يحل لي بيعه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إنما هو مملوك إن شئت بعته وإن شئت أمسكته ولكن إذا ملك الرجل أبويه فهما حران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هذا الخبر ما قدمناه من الاخبار لان الذي أجاز ملكه في هذا الخبر</w:t>
      </w:r>
      <w:r w:rsidR="009C2257">
        <w:rPr>
          <w:rtl/>
        </w:rPr>
        <w:t xml:space="preserve"> </w:t>
      </w:r>
      <w:r w:rsidRPr="00573E19">
        <w:rPr>
          <w:rtl/>
        </w:rPr>
        <w:t>هو الأخ وقد قدمنا أن ذلك جائز من جهة الرضاع لأنه جائز من جهة النسب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الحسن بن محمد بن سماعة عن عبد الله وجعفر ومحمد بن العباس عن العلا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يملك الرجل أخاه وغيره من ذوي</w:t>
      </w:r>
      <w:r w:rsidR="009C2257">
        <w:rPr>
          <w:rtl/>
        </w:rPr>
        <w:t xml:space="preserve"> </w:t>
      </w:r>
      <w:r w:rsidRPr="00573E19">
        <w:rPr>
          <w:rtl/>
        </w:rPr>
        <w:t>قرابته من الرضاعة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عنه عن عبد الله بن جبلة عن ابن بكير عن عبيد بن زرارة عن 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يملك الرجل ابن أخته وأخاه من الرضاعة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عبد الله بن جبلة عن إسحاق بن عمار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كانت له خادم فولدت جارية</w:t>
      </w:r>
      <w:r w:rsidR="009C2257">
        <w:rPr>
          <w:rtl/>
        </w:rPr>
        <w:t xml:space="preserve"> </w:t>
      </w:r>
      <w:r w:rsidRPr="00573E19">
        <w:rPr>
          <w:rtl/>
        </w:rPr>
        <w:t>فأرضعت خادمه ابنا له وأرضعت أم ولده ابنة خادمه فصار الرجل أبا بنت الخادم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56</w:t>
      </w:r>
      <w:r>
        <w:rPr>
          <w:rtl/>
        </w:rPr>
        <w:t xml:space="preserve"> - </w:t>
      </w:r>
      <w:r w:rsidRPr="00501E62">
        <w:rPr>
          <w:rtl/>
        </w:rPr>
        <w:t>57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17 وفيه بدل ( من الرضاعة ) ( من الرجال )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59</w:t>
      </w:r>
      <w:r>
        <w:rPr>
          <w:rtl/>
        </w:rPr>
        <w:t xml:space="preserve"> - </w:t>
      </w:r>
      <w:r w:rsidRPr="00573E19">
        <w:rPr>
          <w:rtl/>
        </w:rPr>
        <w:t>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الرضاع يبيعها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إن شاء باعها فانتفع بثمنها</w:t>
      </w:r>
      <w:r w:rsidR="00CA4563">
        <w:rPr>
          <w:rtl/>
        </w:rPr>
        <w:t>،</w:t>
      </w:r>
      <w:r w:rsidRPr="00573E19">
        <w:rPr>
          <w:rtl/>
        </w:rPr>
        <w:t xml:space="preserve"> قلت فإنه قد كان وهبها</w:t>
      </w:r>
      <w:r w:rsidR="009C2257">
        <w:rPr>
          <w:rtl/>
        </w:rPr>
        <w:t xml:space="preserve"> </w:t>
      </w:r>
      <w:r w:rsidRPr="00573E19">
        <w:rPr>
          <w:rtl/>
        </w:rPr>
        <w:t>لبعض أهله حين ولدت وابنه اليوم غلام شاب فيبيعها ويأخذ ثمنها ولا يستأمر ابنه</w:t>
      </w:r>
      <w:r w:rsidR="009C2257">
        <w:rPr>
          <w:rtl/>
        </w:rPr>
        <w:t xml:space="preserve"> </w:t>
      </w:r>
      <w:r w:rsidRPr="00573E19">
        <w:rPr>
          <w:rtl/>
        </w:rPr>
        <w:t>أو يبيعها ابنه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يبيعها هو ويأخذ ثمنها ابنه ومال ابنه له</w:t>
      </w:r>
      <w:r w:rsidR="00CA4563">
        <w:rPr>
          <w:rtl/>
        </w:rPr>
        <w:t>،</w:t>
      </w:r>
      <w:r w:rsidRPr="00573E19">
        <w:rPr>
          <w:rtl/>
        </w:rPr>
        <w:t xml:space="preserve"> قلت فيبيع الخادم وقد</w:t>
      </w:r>
      <w:r w:rsidR="009C2257">
        <w:rPr>
          <w:rtl/>
        </w:rPr>
        <w:t xml:space="preserve"> </w:t>
      </w:r>
      <w:r w:rsidRPr="00573E19">
        <w:rPr>
          <w:rtl/>
        </w:rPr>
        <w:t>أرضعت ابنا 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وما أحب له أن يبيعها</w:t>
      </w:r>
      <w:r w:rsidR="00CA4563">
        <w:rPr>
          <w:rtl/>
        </w:rPr>
        <w:t>،</w:t>
      </w:r>
      <w:r w:rsidRPr="00573E19">
        <w:rPr>
          <w:rtl/>
        </w:rPr>
        <w:t xml:space="preserve"> قلت فان احتاج إلى ثمنها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يبيعها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أول الخبر إن شاء باعها فانتفع بثمنها راجع إلى الخادم المرضعة</w:t>
      </w:r>
      <w:r w:rsidR="009C2257">
        <w:rPr>
          <w:rtl/>
        </w:rPr>
        <w:t xml:space="preserve"> </w:t>
      </w:r>
      <w:r w:rsidRPr="00573E19">
        <w:rPr>
          <w:rtl/>
        </w:rPr>
        <w:t>دون ابنتها ألا ترى أنه فسر ذلك في اخر الخبر حين قال له السائل</w:t>
      </w:r>
      <w:r w:rsidR="00CA4563">
        <w:rPr>
          <w:rtl/>
        </w:rPr>
        <w:t>:</w:t>
      </w:r>
      <w:r w:rsidRPr="00573E19">
        <w:rPr>
          <w:rtl/>
        </w:rPr>
        <w:t xml:space="preserve"> فيبيع الخادم</w:t>
      </w:r>
      <w:r w:rsidR="009C2257">
        <w:rPr>
          <w:rtl/>
        </w:rPr>
        <w:t xml:space="preserve"> </w:t>
      </w:r>
      <w:r w:rsidRPr="00573E19">
        <w:rPr>
          <w:rtl/>
        </w:rPr>
        <w:t>وقد أرضعت ابنا له متعجبا من ذلك بقوله نعم وإن كان ذلك مكروها إلا عند</w:t>
      </w:r>
      <w:r w:rsidR="009C2257">
        <w:rPr>
          <w:rtl/>
        </w:rPr>
        <w:t xml:space="preserve"> </w:t>
      </w:r>
      <w:r w:rsidRPr="00573E19">
        <w:rPr>
          <w:rtl/>
        </w:rPr>
        <w:t>الحاجة حسب ما قاله وما أحب له أن يبيعها</w:t>
      </w:r>
      <w:r w:rsidR="00CA4563">
        <w:rPr>
          <w:rtl/>
        </w:rPr>
        <w:t>،</w:t>
      </w:r>
      <w:r w:rsidRPr="00573E19">
        <w:rPr>
          <w:rtl/>
        </w:rPr>
        <w:t xml:space="preserve"> ولو كانت الخادم أم ولد من جهة النسب</w:t>
      </w:r>
      <w:r w:rsidR="009C2257">
        <w:rPr>
          <w:rtl/>
        </w:rPr>
        <w:t xml:space="preserve"> </w:t>
      </w:r>
      <w:r w:rsidRPr="00573E19">
        <w:rPr>
          <w:rtl/>
        </w:rPr>
        <w:t>لجاز له بيعها على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عن محمد بن زياد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اشترى الرجل أباه وأخاه فملكه فهو حر إلا</w:t>
      </w:r>
      <w:r w:rsidR="009C2257">
        <w:rPr>
          <w:rtl/>
        </w:rPr>
        <w:t xml:space="preserve"> </w:t>
      </w:r>
      <w:r w:rsidRPr="00573E19">
        <w:rPr>
          <w:rtl/>
        </w:rPr>
        <w:t>ما كان من قبل الرضاع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وأما ما رواه الحسين بن سعيد عن ابن فضال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بيع الام من الرضاعة قال</w:t>
      </w:r>
      <w:r w:rsidR="00CA4563">
        <w:rPr>
          <w:rtl/>
        </w:rPr>
        <w:t>:</w:t>
      </w:r>
      <w:r w:rsidRPr="00573E19">
        <w:rPr>
          <w:rtl/>
        </w:rPr>
        <w:t xml:space="preserve"> لا بأس بذلك إذا احتاج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فهذان الخبران لا يعارضان الأخبار المتقدمة لأنها أكثر وأشد موافقة بعضها لبعض</w:t>
      </w:r>
      <w:r w:rsidR="009C2257">
        <w:rPr>
          <w:rtl/>
        </w:rPr>
        <w:t xml:space="preserve"> </w:t>
      </w:r>
      <w:r w:rsidRPr="00573E19">
        <w:rPr>
          <w:rtl/>
        </w:rPr>
        <w:t>فلا يجوز تركها والعمل بهذين الخبرين مع أن الامر على ما وصفناه</w:t>
      </w:r>
      <w:r w:rsidR="00CA4563">
        <w:rPr>
          <w:rtl/>
        </w:rPr>
        <w:t>،</w:t>
      </w:r>
      <w:r w:rsidRPr="00573E19">
        <w:rPr>
          <w:rtl/>
        </w:rPr>
        <w:t xml:space="preserve"> على أنه يمكن أن يكون</w:t>
      </w:r>
      <w:r w:rsidR="009C2257">
        <w:rPr>
          <w:rtl/>
        </w:rPr>
        <w:t xml:space="preserve"> </w:t>
      </w:r>
      <w:r w:rsidRPr="00573E19">
        <w:rPr>
          <w:rtl/>
        </w:rPr>
        <w:t>الوجه فيه إذا كان الرضاع لم يبلغ الحد الذي يحرم فإنه إذا كانت الحال على ذلك</w:t>
      </w:r>
      <w:r w:rsidR="009C2257">
        <w:rPr>
          <w:rtl/>
        </w:rPr>
        <w:t xml:space="preserve"> </w:t>
      </w:r>
      <w:r w:rsidRPr="00573E19">
        <w:rPr>
          <w:rtl/>
        </w:rPr>
        <w:t>جاز بيعها على جميع الأحوال</w:t>
      </w:r>
      <w:r w:rsidR="00CA4563">
        <w:rPr>
          <w:rtl/>
        </w:rPr>
        <w:t>،</w:t>
      </w:r>
      <w:r w:rsidRPr="00573E19">
        <w:rPr>
          <w:rtl/>
        </w:rPr>
        <w:t xml:space="preserve"> على أن الخبر الأول يحتمل أن لا يكون</w:t>
      </w:r>
      <w:r>
        <w:rPr>
          <w:rtl/>
        </w:rPr>
        <w:t xml:space="preserve"> - </w:t>
      </w:r>
      <w:r w:rsidRPr="00573E19">
        <w:rPr>
          <w:rtl/>
        </w:rPr>
        <w:t>إلا</w:t>
      </w:r>
      <w:r>
        <w:rPr>
          <w:rtl/>
        </w:rPr>
        <w:t xml:space="preserve"> - </w:t>
      </w:r>
      <w:r w:rsidRPr="00573E19">
        <w:rPr>
          <w:rtl/>
        </w:rPr>
        <w:t>بمعنى</w:t>
      </w:r>
      <w:r w:rsidR="009C2257">
        <w:rPr>
          <w:rtl/>
        </w:rPr>
        <w:t xml:space="preserve"> </w:t>
      </w:r>
      <w:r w:rsidRPr="00573E19">
        <w:rPr>
          <w:rtl/>
        </w:rPr>
        <w:t>الاستثناء بل يكون قد استعملت بمعنى الواو وذلك معروف في اللغة فكأنه قال إذا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01E62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61</w:t>
      </w:r>
      <w:r>
        <w:rPr>
          <w:rtl/>
        </w:rPr>
        <w:t xml:space="preserve"> - </w:t>
      </w:r>
      <w:r w:rsidRPr="00501E62">
        <w:rPr>
          <w:rtl/>
        </w:rPr>
        <w:t>6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17.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ملك الرجل أباه وأخاه فهو حر وما كان من قبل الرضاع</w:t>
      </w:r>
      <w:r w:rsidR="00CA4563">
        <w:rPr>
          <w:rtl/>
        </w:rPr>
        <w:t>،</w:t>
      </w:r>
      <w:r w:rsidRPr="00573E19">
        <w:rPr>
          <w:rtl/>
        </w:rPr>
        <w:t xml:space="preserve"> وأما الخبر الأخير</w:t>
      </w:r>
      <w:r w:rsidR="009C2257">
        <w:rPr>
          <w:rtl/>
        </w:rPr>
        <w:t xml:space="preserve"> </w:t>
      </w:r>
      <w:r w:rsidRPr="00573E19">
        <w:rPr>
          <w:rtl/>
        </w:rPr>
        <w:t>فيحتمل أن يكون إنما جاز بيع الام من الرضاع لأبي الغلام حسب ما قدمناه في خبر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إسحاق بن عمار عن العبد الصالح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ولا يكون المراد بذلك أنه يجوز ذلك</w:t>
      </w:r>
      <w:r w:rsidR="009C2257">
        <w:rPr>
          <w:rtl/>
        </w:rPr>
        <w:t xml:space="preserve"> </w:t>
      </w:r>
      <w:r w:rsidRPr="00573E19">
        <w:rPr>
          <w:rtl/>
        </w:rPr>
        <w:t>للولد المرتضع وليس في الخبر تصريح بذلك وإذا احتمل ذلك لم يعارض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" w:name="_Toc374810394"/>
      <w:bookmarkStart w:id="23" w:name="_Toc376954769"/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باب الرجل يعتق عبدا له وعلى العبد دين</w:t>
      </w:r>
      <w:bookmarkEnd w:id="22"/>
      <w:bookmarkEnd w:id="2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علي بن محمد بن يحيى عن الحسن بن علي عن أبي</w:t>
      </w:r>
      <w:r w:rsidR="009C2257">
        <w:rPr>
          <w:rtl/>
        </w:rPr>
        <w:t xml:space="preserve"> </w:t>
      </w:r>
      <w:r w:rsidRPr="00573E19">
        <w:rPr>
          <w:rtl/>
        </w:rPr>
        <w:t>إسحاق عن فيض عن أشعث عن شريح 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عبد بيع وعليه دين قال</w:t>
      </w:r>
      <w:r w:rsidR="00CA4563">
        <w:rPr>
          <w:rtl/>
        </w:rPr>
        <w:t>:</w:t>
      </w:r>
      <w:r w:rsidRPr="00573E19">
        <w:rPr>
          <w:rtl/>
        </w:rPr>
        <w:t xml:space="preserve"> دينه على من اذن له في التجارة وأكل ثمنه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علي بن محبوب عن علي بن محمد بن يحيى الخزاز الكوفي</w:t>
      </w:r>
      <w:r w:rsidR="009C2257">
        <w:rPr>
          <w:rtl/>
        </w:rPr>
        <w:t xml:space="preserve"> </w:t>
      </w:r>
      <w:r w:rsidRPr="00573E19">
        <w:rPr>
          <w:rtl/>
        </w:rPr>
        <w:t>عن الحسن بن علي عن درست قال</w:t>
      </w:r>
      <w:r w:rsidR="00CA4563">
        <w:rPr>
          <w:rtl/>
        </w:rPr>
        <w:t>:</w:t>
      </w:r>
      <w:r w:rsidRPr="00573E19">
        <w:rPr>
          <w:rtl/>
        </w:rPr>
        <w:t xml:space="preserve"> حدثني عجلان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رجل أعتق عبدا له وعليه دين قال</w:t>
      </w:r>
      <w:r w:rsidR="00CA4563">
        <w:rPr>
          <w:rtl/>
        </w:rPr>
        <w:t>:</w:t>
      </w:r>
      <w:r w:rsidRPr="00573E19">
        <w:rPr>
          <w:rtl/>
        </w:rPr>
        <w:t xml:space="preserve"> دينه عليه لم يزده العتق إلا خيرا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يوافق الخبر الذي قدمناه في كتاب الديون انه إن باعه لزمه ما عليه</w:t>
      </w:r>
      <w:r w:rsidR="009C2257">
        <w:rPr>
          <w:rtl/>
        </w:rPr>
        <w:t xml:space="preserve"> </w:t>
      </w:r>
      <w:r w:rsidRPr="00573E19">
        <w:rPr>
          <w:rtl/>
        </w:rPr>
        <w:t>وإن كان أعتقه كان على العبد</w:t>
      </w:r>
      <w:r w:rsidR="00CA4563">
        <w:rPr>
          <w:rtl/>
        </w:rPr>
        <w:t>،</w:t>
      </w:r>
      <w:r w:rsidRPr="00573E19">
        <w:rPr>
          <w:rtl/>
        </w:rPr>
        <w:t xml:space="preserve"> والوجه في الخبرين انه إنما يكون ذلك على العبد إذا</w:t>
      </w:r>
      <w:r w:rsidR="009C2257">
        <w:rPr>
          <w:rtl/>
        </w:rPr>
        <w:t xml:space="preserve"> </w:t>
      </w:r>
      <w:r w:rsidRPr="00573E19">
        <w:rPr>
          <w:rtl/>
        </w:rPr>
        <w:t>أعتق إذا لم يكن اذن له في الاستدانة وانه إنما اذن له في التجارة فلما استدان كان</w:t>
      </w:r>
      <w:r w:rsidR="009C2257">
        <w:rPr>
          <w:rtl/>
        </w:rPr>
        <w:t xml:space="preserve"> </w:t>
      </w:r>
      <w:r w:rsidRPr="00573E19">
        <w:rPr>
          <w:rtl/>
        </w:rPr>
        <w:t>ذلك متعلقا بذمته إذا أعتق وقد أوردنا فيما مضى ما يقضي على الخبرين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وأما ما رواه محمد بن علي بن محبوب عن علي بن محمد بن يحيى عن الحسن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عن أبي إسحاق عن فيض عن أشعث عن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يموت</w:t>
      </w:r>
      <w:r w:rsidR="009C2257">
        <w:rPr>
          <w:rtl/>
        </w:rPr>
        <w:t xml:space="preserve"> </w:t>
      </w:r>
      <w:r w:rsidRPr="00573E19">
        <w:rPr>
          <w:rtl/>
        </w:rPr>
        <w:t>وعليه دين وقد اذن لعبده في التجارة وعلى العبد دين قال</w:t>
      </w:r>
      <w:r w:rsidR="00CA4563">
        <w:rPr>
          <w:rtl/>
        </w:rPr>
        <w:t>:</w:t>
      </w:r>
      <w:r w:rsidRPr="00573E19">
        <w:rPr>
          <w:rtl/>
        </w:rPr>
        <w:t xml:space="preserve"> يبدأ بدين السيد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يحتمل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العبد مأذونا له في الاستدانة والدين</w:t>
      </w:r>
      <w:r w:rsidR="009C2257">
        <w:rPr>
          <w:rtl/>
        </w:rPr>
        <w:t xml:space="preserve"> </w:t>
      </w:r>
      <w:r w:rsidRPr="00573E19">
        <w:rPr>
          <w:rtl/>
        </w:rPr>
        <w:t>الذي عليه بمنزلة الدين الذي على مولاه فلا ترجيح لبعض على بعض وقد قدمنا ذلك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01E62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6</w:t>
      </w:r>
      <w:r>
        <w:rPr>
          <w:rtl/>
        </w:rPr>
        <w:t xml:space="preserve">3 - </w:t>
      </w:r>
      <w:r w:rsidRPr="00501E62">
        <w:rPr>
          <w:rtl/>
        </w:rPr>
        <w:t>64</w:t>
      </w:r>
      <w:r>
        <w:rPr>
          <w:rtl/>
        </w:rPr>
        <w:t xml:space="preserve"> - </w:t>
      </w:r>
      <w:r w:rsidRPr="00501E62">
        <w:rPr>
          <w:rtl/>
        </w:rPr>
        <w:t>65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18.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فيما مضى وذكرناه في كتابنا الكبير مستوفى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مأذونا له في التجارة</w:t>
      </w:r>
      <w:r w:rsidR="009C2257">
        <w:rPr>
          <w:rtl/>
        </w:rPr>
        <w:t xml:space="preserve"> </w:t>
      </w:r>
      <w:r w:rsidRPr="00573E19">
        <w:rPr>
          <w:rtl/>
        </w:rPr>
        <w:t>دون الاستدانة فحينئذ يبدأ بدين السيد ويستحب له أن يقضي عن عبده ما دام مملوكا</w:t>
      </w:r>
      <w:r w:rsidR="009C2257">
        <w:rPr>
          <w:rtl/>
        </w:rPr>
        <w:t xml:space="preserve"> </w:t>
      </w:r>
      <w:r w:rsidRPr="00573E19">
        <w:rPr>
          <w:rtl/>
        </w:rPr>
        <w:t>فان أعتقه كان ذلك في ذمته على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" w:name="_Toc374810395"/>
      <w:bookmarkStart w:id="25" w:name="_Toc376954770"/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باب جر الولاء</w:t>
      </w:r>
      <w:bookmarkEnd w:id="24"/>
      <w:bookmarkEnd w:id="2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صفوان عن العيص بن القاسم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اشترى عبدا وله أولاد من امرأة حرة فاعتقه قال ولاء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ولده</w:t>
      </w:r>
      <w:r w:rsidR="009C2257">
        <w:rPr>
          <w:rtl/>
        </w:rPr>
        <w:t xml:space="preserve"> </w:t>
      </w:r>
      <w:r w:rsidRPr="00573E19">
        <w:rPr>
          <w:rtl/>
        </w:rPr>
        <w:t>لمن أعتقه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عنه عن ابن أبي عمير عن ابن سنان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العبد</w:t>
      </w:r>
      <w:r w:rsidR="009C2257">
        <w:rPr>
          <w:rtl/>
        </w:rPr>
        <w:t xml:space="preserve"> </w:t>
      </w:r>
      <w:r w:rsidRPr="00573E19">
        <w:rPr>
          <w:rtl/>
        </w:rPr>
        <w:t>تكون تحته الحرة قال</w:t>
      </w:r>
      <w:r w:rsidR="00CA4563">
        <w:rPr>
          <w:rtl/>
        </w:rPr>
        <w:t>:</w:t>
      </w:r>
      <w:r w:rsidRPr="00573E19">
        <w:rPr>
          <w:rtl/>
        </w:rPr>
        <w:t xml:space="preserve"> ولده أحرار فان عتق المملوك لحق بأبيه </w:t>
      </w:r>
      <w:r w:rsidRPr="00FE5331">
        <w:rPr>
          <w:rStyle w:val="libFootnotenumChar"/>
          <w:rtl/>
        </w:rPr>
        <w:t>(2)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وعنه عن النضر عن عاصم 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مكاتب اشترط عليه ولاؤه إذا أعتق فنكح وليدة</w:t>
      </w:r>
      <w:r w:rsidR="009C2257">
        <w:rPr>
          <w:rtl/>
        </w:rPr>
        <w:t xml:space="preserve"> </w:t>
      </w:r>
      <w:r w:rsidRPr="00573E19">
        <w:rPr>
          <w:rtl/>
        </w:rPr>
        <w:t>رجل آخر فولدت له ولدا فحرر ولده ثم توفي المكاتب فورثه ولده فاختلفوا في</w:t>
      </w:r>
      <w:r w:rsidR="009C2257">
        <w:rPr>
          <w:rtl/>
        </w:rPr>
        <w:t xml:space="preserve"> </w:t>
      </w:r>
      <w:r w:rsidRPr="00573E19">
        <w:rPr>
          <w:rtl/>
        </w:rPr>
        <w:t>ولده من يرثه قال فألحق ولده بموالي أبيه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وذكر الحسين بن سعيد في كتابه هكذا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حرة زوجتها عبدا لي فولدت منه أولادا ثم صار العبد إلى غيري فاعتقه إلى من ولاء</w:t>
      </w:r>
      <w:r w:rsidR="009C2257">
        <w:rPr>
          <w:rtl/>
        </w:rPr>
        <w:t xml:space="preserve"> </w:t>
      </w:r>
      <w:r w:rsidRPr="00573E19">
        <w:rPr>
          <w:rtl/>
        </w:rPr>
        <w:t>ولده ألي إذا كانت أمهم مولاتي أم إلى الذي أعتق أباهم</w:t>
      </w:r>
      <w:r>
        <w:rPr>
          <w:rtl/>
        </w:rPr>
        <w:t>؟</w:t>
      </w:r>
      <w:r w:rsidRPr="00573E19">
        <w:rPr>
          <w:rtl/>
        </w:rPr>
        <w:t xml:space="preserve"> فيكتب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الولاء</w:t>
      </w:r>
      <w:r w:rsidR="00CA4563">
        <w:rPr>
          <w:rtl/>
        </w:rPr>
        <w:t>:</w:t>
      </w:r>
      <w:r w:rsidRPr="00573E19">
        <w:rPr>
          <w:rtl/>
        </w:rPr>
        <w:t xml:space="preserve"> بالفتح حق ارث المعتق أو ورثته من المعتق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 xml:space="preserve">) كذا في نسخ الأصل والتهذيب وفى هامش التهذيب وفى بعض النسخ المصححة </w:t>
      </w:r>
      <w:r>
        <w:rPr>
          <w:rtl/>
        </w:rPr>
        <w:t>(</w:t>
      </w:r>
      <w:r w:rsidRPr="00573E19">
        <w:rPr>
          <w:rtl/>
        </w:rPr>
        <w:t xml:space="preserve"> بابنه )</w:t>
      </w:r>
      <w:r w:rsidR="009C2257">
        <w:rPr>
          <w:rtl/>
        </w:rPr>
        <w:t xml:space="preserve"> </w:t>
      </w:r>
      <w:r w:rsidRPr="00573E19">
        <w:rPr>
          <w:rtl/>
        </w:rPr>
        <w:t>وهو الأظهر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66</w:t>
      </w:r>
      <w:r>
        <w:rPr>
          <w:rtl/>
        </w:rPr>
        <w:t xml:space="preserve"> - </w:t>
      </w:r>
      <w:r w:rsidRPr="00573E19">
        <w:rPr>
          <w:rtl/>
        </w:rPr>
        <w:t xml:space="preserve">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84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19 الكافي ج </w:t>
      </w:r>
      <w:r>
        <w:rPr>
          <w:rtl/>
        </w:rPr>
        <w:t>2</w:t>
      </w:r>
      <w:r w:rsidRPr="00573E19">
        <w:rPr>
          <w:rtl/>
        </w:rPr>
        <w:t xml:space="preserve"> ص 56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19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 xml:space="preserve"> بزيادة في أوله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إن كانت الام حرة جر الأب الولاء وإن كنت أنت أعتقت فليس لأبيه جر الولاء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النضر بن سويد عن أبان عن رجل عن 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يجر الأب الولاء إذا أعتق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النضر عن أبان عمن ذكره عن علي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الحسين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قيل له اشترى فلان بالمدينة مملوكا كان له أولاد فأعتقهم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إني أكره أن اجر ولاءهم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كراهية جر الولاء أن الولاء إنما يستحق فيما يعتق لوجه الله تعالى فأما</w:t>
      </w:r>
      <w:r w:rsidR="009C2257">
        <w:rPr>
          <w:rtl/>
        </w:rPr>
        <w:t xml:space="preserve"> </w:t>
      </w:r>
      <w:r w:rsidRPr="00573E19">
        <w:rPr>
          <w:rtl/>
        </w:rPr>
        <w:t>إذا كان العتق واجبا أو سائبة فلا يستحق به الولاء</w:t>
      </w:r>
      <w:r w:rsidR="00CA4563">
        <w:rPr>
          <w:rtl/>
        </w:rPr>
        <w:t>،</w:t>
      </w:r>
      <w:r w:rsidRPr="00573E19">
        <w:rPr>
          <w:rtl/>
        </w:rPr>
        <w:t xml:space="preserve"> وإذا كان الامر على ذلك</w:t>
      </w:r>
      <w:r w:rsidR="009C2257">
        <w:rPr>
          <w:rtl/>
        </w:rPr>
        <w:t xml:space="preserve"> </w:t>
      </w:r>
      <w:r w:rsidRPr="00573E19">
        <w:rPr>
          <w:rtl/>
        </w:rPr>
        <w:t>كره أن يعتق الانسان مملوكا ليجر ولاء ولده إليه دون أن يقصد به وجه الله تعالى</w:t>
      </w:r>
      <w:r w:rsidR="00CA4563">
        <w:rPr>
          <w:rtl/>
        </w:rPr>
        <w:t>،</w:t>
      </w:r>
      <w:r w:rsidRPr="00573E19">
        <w:rPr>
          <w:rtl/>
        </w:rPr>
        <w:t xml:space="preserve"> بل</w:t>
      </w:r>
      <w:r w:rsidR="009C2257">
        <w:rPr>
          <w:rtl/>
        </w:rPr>
        <w:t xml:space="preserve"> </w:t>
      </w:r>
      <w:r w:rsidRPr="00573E19">
        <w:rPr>
          <w:rtl/>
        </w:rPr>
        <w:t>ينبغي أن يقصد بالعتق وجه الله فيكون الولاء تابعا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وأما ما رواه أحمد بن محمد عن علي بن الحكم عن سليم الفرا عن الحسين بن مسلم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حدثتني عمتي قالت إني لجالسة بفناء الكعبة إذ أقبل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فلما رآني مال إلي فسلم ثم قال ما يحبسك ههنا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انتظر مولى لنا</w:t>
      </w:r>
      <w:r w:rsidR="00CA4563">
        <w:rPr>
          <w:rtl/>
        </w:rPr>
        <w:t>،</w:t>
      </w:r>
      <w:r w:rsidRPr="00573E19">
        <w:rPr>
          <w:rtl/>
        </w:rPr>
        <w:t xml:space="preserve"> قالت فقال لي</w:t>
      </w:r>
      <w:r w:rsidR="009C2257">
        <w:rPr>
          <w:rtl/>
        </w:rPr>
        <w:t xml:space="preserve"> </w:t>
      </w:r>
      <w:r w:rsidRPr="00573E19">
        <w:rPr>
          <w:rtl/>
        </w:rPr>
        <w:t>أعتقتموه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لا ولكنا أعتقنا أباه قال</w:t>
      </w:r>
      <w:r w:rsidR="00CA4563">
        <w:rPr>
          <w:rtl/>
        </w:rPr>
        <w:t>:</w:t>
      </w:r>
      <w:r w:rsidRPr="00573E19">
        <w:rPr>
          <w:rtl/>
        </w:rPr>
        <w:t xml:space="preserve"> ليس ذلك بمولاكم هذا أخوكم وابن</w:t>
      </w:r>
      <w:r w:rsidR="009C2257">
        <w:rPr>
          <w:rtl/>
        </w:rPr>
        <w:t xml:space="preserve"> </w:t>
      </w:r>
      <w:r w:rsidRPr="00573E19">
        <w:rPr>
          <w:rtl/>
        </w:rPr>
        <w:t>عمكم إنما المولى الذي جرت عليه النعمة فإذا جرت على أبيه وجده فهو ابن عمك</w:t>
      </w:r>
      <w:r w:rsidR="009C2257">
        <w:rPr>
          <w:rtl/>
        </w:rPr>
        <w:t xml:space="preserve"> </w:t>
      </w:r>
      <w:r w:rsidRPr="00573E19">
        <w:rPr>
          <w:rtl/>
        </w:rPr>
        <w:t>وأخوك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وما رواه محمد بن يعقوب عن الحسين بن محمد عن أحمد بن إسحاق وعلي بن</w:t>
      </w:r>
      <w:r w:rsidR="009C2257">
        <w:rPr>
          <w:rtl/>
        </w:rPr>
        <w:t xml:space="preserve"> </w:t>
      </w:r>
      <w:r w:rsidRPr="00573E19">
        <w:rPr>
          <w:rtl/>
        </w:rPr>
        <w:t>إبراهيم عن أبيه جميعا عن بكر بن محمد الأزدي قال</w:t>
      </w:r>
      <w:r w:rsidR="00CA4563">
        <w:rPr>
          <w:rtl/>
        </w:rPr>
        <w:t>:</w:t>
      </w:r>
      <w:r w:rsidRPr="00573E19">
        <w:rPr>
          <w:rtl/>
        </w:rPr>
        <w:t xml:space="preserve"> دخلت على 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ومعي علي بن عبد العزيز فقال لي من هذا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مولى لنا</w:t>
      </w:r>
      <w:r w:rsidR="00CA4563">
        <w:rPr>
          <w:rtl/>
        </w:rPr>
        <w:t>،</w:t>
      </w:r>
      <w:r w:rsidRPr="00573E19">
        <w:rPr>
          <w:rtl/>
        </w:rPr>
        <w:t xml:space="preserve"> فقال أعتقتموه</w:t>
      </w:r>
      <w:r w:rsidR="009C2257">
        <w:rPr>
          <w:rtl/>
        </w:rPr>
        <w:t xml:space="preserve"> </w:t>
      </w:r>
      <w:r w:rsidRPr="00573E19">
        <w:rPr>
          <w:rtl/>
        </w:rPr>
        <w:t>أو أباه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بل أباه فقال</w:t>
      </w:r>
      <w:r w:rsidR="00CA4563">
        <w:rPr>
          <w:rtl/>
        </w:rPr>
        <w:t>:</w:t>
      </w:r>
      <w:r w:rsidRPr="00573E19">
        <w:rPr>
          <w:rtl/>
        </w:rPr>
        <w:t xml:space="preserve"> ليس هذا مولاك هذا أخوك وابن عمك وإنما المولى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70</w:t>
      </w:r>
      <w:r>
        <w:rPr>
          <w:rtl/>
        </w:rPr>
        <w:t xml:space="preserve"> - </w:t>
      </w:r>
      <w:r w:rsidRPr="00501E62">
        <w:rPr>
          <w:rtl/>
        </w:rPr>
        <w:t>71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19.</w:t>
      </w:r>
    </w:p>
    <w:p w:rsidR="00FE5331" w:rsidRPr="00501E62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7</w:t>
      </w:r>
      <w:r>
        <w:rPr>
          <w:rtl/>
        </w:rPr>
        <w:t xml:space="preserve">2 - </w:t>
      </w:r>
      <w:r w:rsidRPr="00501E62">
        <w:rPr>
          <w:rtl/>
        </w:rPr>
        <w:t>7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19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 xml:space="preserve">9 واخرج الأخير الصدوق في الفقيه ص </w:t>
      </w:r>
      <w:r>
        <w:rPr>
          <w:rtl/>
        </w:rPr>
        <w:t>2</w:t>
      </w:r>
      <w:r w:rsidRPr="00501E62">
        <w:rPr>
          <w:rtl/>
        </w:rPr>
        <w:t>6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الذي جرت عليه النعمة فإذا جرت على أبيه فهو أخوك وابن عمك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بكر بن محمد عن كبيرة قالت مربي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وأنا في المسجد</w:t>
      </w:r>
      <w:r w:rsidR="009C2257">
        <w:rPr>
          <w:rtl/>
        </w:rPr>
        <w:t xml:space="preserve"> </w:t>
      </w:r>
      <w:r w:rsidRPr="00573E19">
        <w:rPr>
          <w:rtl/>
        </w:rPr>
        <w:t>الحرام انتظر مولى لنا فقال</w:t>
      </w:r>
      <w:r w:rsidR="00CA4563">
        <w:rPr>
          <w:rtl/>
        </w:rPr>
        <w:t>:</w:t>
      </w:r>
      <w:r w:rsidRPr="00573E19">
        <w:rPr>
          <w:rtl/>
        </w:rPr>
        <w:t xml:space="preserve"> يا أم عثمان ما يقيمك ههنا</w:t>
      </w:r>
      <w:r>
        <w:rPr>
          <w:rtl/>
        </w:rPr>
        <w:t>؟</w:t>
      </w:r>
      <w:r w:rsidRPr="00573E19">
        <w:rPr>
          <w:rtl/>
        </w:rPr>
        <w:t xml:space="preserve"> فقلت انتظر مولى لنا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أعتقتموه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لا قال</w:t>
      </w:r>
      <w:r w:rsidR="00CA4563">
        <w:rPr>
          <w:rtl/>
        </w:rPr>
        <w:t>:</w:t>
      </w:r>
      <w:r w:rsidRPr="00573E19">
        <w:rPr>
          <w:rtl/>
        </w:rPr>
        <w:t xml:space="preserve"> أعتقتم أباه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أعتقنا جده فقال</w:t>
      </w:r>
      <w:r w:rsidR="00CA4563">
        <w:rPr>
          <w:rtl/>
        </w:rPr>
        <w:t>:</w:t>
      </w:r>
      <w:r w:rsidRPr="00573E19">
        <w:rPr>
          <w:rtl/>
        </w:rPr>
        <w:t xml:space="preserve"> ليس هذا</w:t>
      </w:r>
      <w:r w:rsidR="009C2257">
        <w:rPr>
          <w:rtl/>
        </w:rPr>
        <w:t xml:space="preserve"> </w:t>
      </w:r>
      <w:r w:rsidRPr="00573E19">
        <w:rPr>
          <w:rtl/>
        </w:rPr>
        <w:t>مولاكم هذا أخوكم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فليس في هذه الأخبار ما ينافي ما قدمناه من أن ولاء الولد لمن أعتق الأب لان الذي</w:t>
      </w:r>
      <w:r w:rsidR="009C2257">
        <w:rPr>
          <w:rtl/>
        </w:rPr>
        <w:t xml:space="preserve"> </w:t>
      </w:r>
      <w:r w:rsidRPr="00573E19">
        <w:rPr>
          <w:rtl/>
        </w:rPr>
        <w:t>تضمنت هذه الأخبار نفي أن يكون الولد مولى وهذا صحيح لان المولى في اللغة هو</w:t>
      </w:r>
      <w:r w:rsidR="009C2257">
        <w:rPr>
          <w:rtl/>
        </w:rPr>
        <w:t xml:space="preserve"> </w:t>
      </w:r>
      <w:r w:rsidRPr="00573E19">
        <w:rPr>
          <w:rtl/>
        </w:rPr>
        <w:t>المعتق نفسه ولا يطلق ذلك على ولده وليس إذا انتفى أن يكون مولى ينتفي الولاء</w:t>
      </w:r>
      <w:r w:rsidR="009C2257">
        <w:rPr>
          <w:rtl/>
        </w:rPr>
        <w:t xml:space="preserve"> </w:t>
      </w:r>
      <w:r w:rsidRPr="00573E19">
        <w:rPr>
          <w:rtl/>
        </w:rPr>
        <w:t>أيضا لان أحد الامرين منفصل من الآخر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العباس بن معروف عن محمد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حذيفة بن منصور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المعتق هو المولى والولد</w:t>
      </w:r>
      <w:r w:rsidR="009C2257">
        <w:rPr>
          <w:rtl/>
        </w:rPr>
        <w:t xml:space="preserve"> </w:t>
      </w:r>
      <w:r w:rsidRPr="00573E19">
        <w:rPr>
          <w:rtl/>
        </w:rPr>
        <w:t>ينتمي إلى من شاء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6" w:name="_Toc374810396"/>
      <w:bookmarkStart w:id="27" w:name="_Toc376954771"/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باب أن ولاء المعتق لولد المعتق إذا مات مولاه</w:t>
      </w:r>
      <w:r w:rsidR="00CA4563">
        <w:rPr>
          <w:rtl/>
        </w:rPr>
        <w:t>،</w:t>
      </w:r>
      <w:r w:rsidRPr="00573E19">
        <w:rPr>
          <w:rtl/>
        </w:rPr>
        <w:t xml:space="preserve"> الذكور منهم دون الإناث</w:t>
      </w:r>
      <w:r w:rsidR="009C2257">
        <w:rPr>
          <w:rtl/>
        </w:rPr>
        <w:t xml:space="preserve"> </w:t>
      </w:r>
      <w:r w:rsidRPr="00573E19">
        <w:rPr>
          <w:rtl/>
        </w:rPr>
        <w:t>فإن لم يكن له ولد ذكر كان ذلك للعصبة</w:t>
      </w:r>
      <w:bookmarkEnd w:id="26"/>
      <w:bookmarkEnd w:id="2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أبي أيوب عن بريد العجلي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رجل كان عليه عتق رقبة فمات قبل أن يعتق فانطلق ابنه فابتاع رجلا</w:t>
      </w:r>
      <w:r w:rsidR="009C2257">
        <w:rPr>
          <w:rtl/>
        </w:rPr>
        <w:t xml:space="preserve"> </w:t>
      </w:r>
      <w:r w:rsidRPr="00573E19">
        <w:rPr>
          <w:rtl/>
        </w:rPr>
        <w:t>من كيسه فاعتقه عن أبيه وإن المعتق أصاب بعد ذلك مالا ثم مات وتركه لمن يكون</w:t>
      </w:r>
      <w:r w:rsidR="009C2257">
        <w:rPr>
          <w:rtl/>
        </w:rPr>
        <w:t xml:space="preserve"> </w:t>
      </w:r>
      <w:r w:rsidRPr="00573E19">
        <w:rPr>
          <w:rtl/>
        </w:rPr>
        <w:t>تركته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ان كانت الرقبة التي كانت على أبيه في ظهار أو شكر أو واجبة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نسخة في ب و ج والمطبوعة </w:t>
      </w:r>
      <w:r>
        <w:rPr>
          <w:rtl/>
        </w:rPr>
        <w:t>(</w:t>
      </w:r>
      <w:r w:rsidRPr="00573E19">
        <w:rPr>
          <w:rtl/>
        </w:rPr>
        <w:t xml:space="preserve"> أبا عبد الله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19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19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85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عليه فان المعتق سائبة لا سبيل لاحد عليه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كان توالى قبل أن يموت إلى</w:t>
      </w:r>
      <w:r w:rsidR="009C2257">
        <w:rPr>
          <w:rtl/>
        </w:rPr>
        <w:t xml:space="preserve"> </w:t>
      </w:r>
      <w:r w:rsidRPr="00573E19">
        <w:rPr>
          <w:rtl/>
        </w:rPr>
        <w:t>أحد من المسلمين فضمن جنايته وحدثه كان مولاه ووارثه إن لم يكن له قريب يرثه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وإن لم يكن توالى إلى أحد حتى مات فإن ميراثه لإمام المسلمين إن لم يكن</w:t>
      </w:r>
      <w:r w:rsidR="009C2257">
        <w:rPr>
          <w:rtl/>
        </w:rPr>
        <w:t xml:space="preserve"> </w:t>
      </w:r>
      <w:r w:rsidRPr="00573E19">
        <w:rPr>
          <w:rtl/>
        </w:rPr>
        <w:t>له قريب يرثه من المسلمين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كانت الرقبة التي على أبيه تطوعا وقد كان</w:t>
      </w:r>
      <w:r w:rsidR="009C2257">
        <w:rPr>
          <w:rtl/>
        </w:rPr>
        <w:t xml:space="preserve"> </w:t>
      </w:r>
      <w:r w:rsidRPr="00573E19">
        <w:rPr>
          <w:rtl/>
        </w:rPr>
        <w:t>أبوه قد أمره أن يعتق عنه نسمة فإن ولاء المعتق هو ميراث لجميع ولد الميت من</w:t>
      </w:r>
      <w:r w:rsidR="009C2257">
        <w:rPr>
          <w:rtl/>
        </w:rPr>
        <w:t xml:space="preserve"> </w:t>
      </w:r>
      <w:r w:rsidRPr="00573E19">
        <w:rPr>
          <w:rtl/>
        </w:rPr>
        <w:t>الرجال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ويكون الذي اشتراه فاعتقه بأمر أبيه كواحد من الورثة إذا لم يكن</w:t>
      </w:r>
      <w:r w:rsidR="009C2257">
        <w:rPr>
          <w:rtl/>
        </w:rPr>
        <w:t xml:space="preserve"> </w:t>
      </w:r>
      <w:r w:rsidRPr="00573E19">
        <w:rPr>
          <w:rtl/>
        </w:rPr>
        <w:t>للمعتق قرابة من المسلمين أحرار يرثونه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كان ابنه الذي اشترى الرقبة</w:t>
      </w:r>
      <w:r w:rsidR="009C2257">
        <w:rPr>
          <w:rtl/>
        </w:rPr>
        <w:t xml:space="preserve"> </w:t>
      </w:r>
      <w:r w:rsidRPr="00573E19">
        <w:rPr>
          <w:rtl/>
        </w:rPr>
        <w:t>فاعتقها عن أبيه من ماله بعد موت أبيه تطوعا منه من غير أن يكون أمره أبوه بذلك</w:t>
      </w:r>
      <w:r w:rsidR="009C2257">
        <w:rPr>
          <w:rtl/>
        </w:rPr>
        <w:t xml:space="preserve"> </w:t>
      </w:r>
      <w:r w:rsidRPr="00573E19">
        <w:rPr>
          <w:rtl/>
        </w:rPr>
        <w:t>فإن ولاءه وميراثه للذي اشتراه من ماله فاعتقه عن أبيه إذا لم يكن للمعتق وارث</w:t>
      </w:r>
      <w:r w:rsidR="009C2257">
        <w:rPr>
          <w:rtl/>
        </w:rPr>
        <w:t xml:space="preserve"> </w:t>
      </w:r>
      <w:r w:rsidRPr="00573E19">
        <w:rPr>
          <w:rtl/>
        </w:rPr>
        <w:t>من قرابته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النضر عن عاصم بن حميد عن محمد بن قيس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حرر رجلا فاشترط ولاءه</w:t>
      </w:r>
      <w:r w:rsidR="009C2257">
        <w:rPr>
          <w:rtl/>
        </w:rPr>
        <w:t xml:space="preserve"> </w:t>
      </w:r>
      <w:r w:rsidRPr="00573E19">
        <w:rPr>
          <w:rtl/>
        </w:rPr>
        <w:t>فتوفي الذي أعتق وليس له ولد إلا النساء ثم توفي المولى وترك مالا وله عصبة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فاحتق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في ميراثه بنات مولاه والعصبة فقضى بميراثه للعصبة الذين يعقلون عنه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إذا أحدث حدثا يكون فيه عقل </w:t>
      </w:r>
      <w:r w:rsidRPr="00FE5331">
        <w:rPr>
          <w:rStyle w:val="libFootnotenumChar"/>
          <w:rtl/>
        </w:rPr>
        <w:t>(3)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أحمد بن يحيى عن إبراهيم بن هاشم عن النوفلي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السكوني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قال</w:t>
      </w:r>
      <w:r w:rsidR="00CA4563">
        <w:rPr>
          <w:rtl/>
        </w:rPr>
        <w:t>:</w:t>
      </w:r>
      <w:r w:rsidRPr="00573E19">
        <w:rPr>
          <w:rtl/>
        </w:rPr>
        <w:t xml:space="preserve">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الولاء</w:t>
      </w:r>
      <w:r w:rsidR="009C2257">
        <w:rPr>
          <w:rtl/>
        </w:rPr>
        <w:t xml:space="preserve"> </w:t>
      </w:r>
      <w:r w:rsidRPr="00573E19">
        <w:rPr>
          <w:rtl/>
        </w:rPr>
        <w:t>لحمة كلحمة النسب لا تباع ولا توهب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نسخة في ب و ج والمطبوعة فاختلف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العقل</w:t>
      </w:r>
      <w:r w:rsidR="00CA4563">
        <w:rPr>
          <w:rtl/>
        </w:rPr>
        <w:t>:</w:t>
      </w:r>
      <w:r w:rsidRPr="00573E19">
        <w:rPr>
          <w:rtl/>
        </w:rPr>
        <w:t xml:space="preserve"> الدية لان أصلها كان من الإبل فتعقل بفناء أولياء المقتول</w:t>
      </w:r>
      <w:r w:rsidR="00CA4563">
        <w:rPr>
          <w:rtl/>
        </w:rPr>
        <w:t>،</w:t>
      </w:r>
      <w:r w:rsidRPr="00573E19">
        <w:rPr>
          <w:rtl/>
        </w:rPr>
        <w:t xml:space="preserve"> أو لأنها تعقل لسان أوليائه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77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19.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2.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الاخبار الأولة لأنه يحتمل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المراد بذلك المنع</w:t>
      </w:r>
      <w:r w:rsidR="009C2257">
        <w:rPr>
          <w:rtl/>
        </w:rPr>
        <w:t xml:space="preserve"> </w:t>
      </w:r>
      <w:r w:rsidRPr="00573E19">
        <w:rPr>
          <w:rtl/>
        </w:rPr>
        <w:t>من جواز بيعه كما لا يجوز بيع النسب وقد بين ذلك بقوله لا تباع ولا توهب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ويؤكد ذلك أيضا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بنان بن محمد عن موسى بن القاسم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جعفر عن أخيه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بيع الولاء يحل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يحل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والوجه الآخر أن نخصه بأن نقول إنه مثل النسب في أن يرثه الأولاد الذكور</w:t>
      </w:r>
      <w:r w:rsidR="009C2257">
        <w:rPr>
          <w:rtl/>
        </w:rPr>
        <w:t xml:space="preserve"> </w:t>
      </w:r>
      <w:r w:rsidRPr="00573E19">
        <w:rPr>
          <w:rtl/>
        </w:rPr>
        <w:t>منهم دون الإناث بدلالة 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وهذا الخبر الذي</w:t>
      </w:r>
      <w:r w:rsidR="009C2257">
        <w:rPr>
          <w:rtl/>
        </w:rPr>
        <w:t xml:space="preserve"> </w:t>
      </w:r>
      <w:r w:rsidRPr="00573E19">
        <w:rPr>
          <w:rtl/>
        </w:rPr>
        <w:t>ذكرناه من أن ميراثه يكون للأولاد دون العصبة إنما يكون كذلك إذا كان المعتق</w:t>
      </w:r>
      <w:r w:rsidR="009C2257">
        <w:rPr>
          <w:rtl/>
        </w:rPr>
        <w:t xml:space="preserve"> </w:t>
      </w:r>
      <w:r w:rsidRPr="00573E19">
        <w:rPr>
          <w:rtl/>
        </w:rPr>
        <w:t>رجلا</w:t>
      </w:r>
      <w:r w:rsidR="00CA4563">
        <w:rPr>
          <w:rtl/>
        </w:rPr>
        <w:t>،</w:t>
      </w:r>
      <w:r w:rsidRPr="00573E19">
        <w:rPr>
          <w:rtl/>
        </w:rPr>
        <w:t xml:space="preserve"> فأما إذا كانت امرأة فان ولاء المعتق لعصبتها دون ولدها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النضر عن عاصم عن محمد بن قيس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على امرأة أعتقت رجلا</w:t>
      </w:r>
      <w:r w:rsidR="009C2257">
        <w:rPr>
          <w:rtl/>
        </w:rPr>
        <w:t xml:space="preserve"> </w:t>
      </w:r>
      <w:r w:rsidRPr="00573E19">
        <w:rPr>
          <w:rtl/>
        </w:rPr>
        <w:t>واشترطت ولاءه</w:t>
      </w:r>
      <w:r w:rsidR="00CA4563">
        <w:rPr>
          <w:rtl/>
        </w:rPr>
        <w:t>،</w:t>
      </w:r>
      <w:r w:rsidRPr="00573E19">
        <w:rPr>
          <w:rtl/>
        </w:rPr>
        <w:t xml:space="preserve"> ولها ابن فالحق ولاءه بعصبتها الذين يعقلون عنه دون ولدها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العباس بن معروف عن ابن المغيرة عن يعقوب</w:t>
      </w:r>
      <w:r w:rsidR="009C2257">
        <w:rPr>
          <w:rtl/>
        </w:rPr>
        <w:t xml:space="preserve"> </w:t>
      </w:r>
      <w:r w:rsidRPr="00573E19">
        <w:rPr>
          <w:rtl/>
        </w:rPr>
        <w:t>ابن شعيب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أعتقت مملوكا ثم ماتت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يرجع الولاء إلى بني أبيها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الحسن بن محبوب عن أبي ولاد حفص بن سالم الحناط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أعتق جارية صغيرة لم تدرك وكانت أمه قبل أن تموت سألته</w:t>
      </w:r>
      <w:r w:rsidR="009C2257">
        <w:rPr>
          <w:rtl/>
        </w:rPr>
        <w:t xml:space="preserve"> </w:t>
      </w:r>
      <w:r w:rsidRPr="00573E19">
        <w:rPr>
          <w:rtl/>
        </w:rPr>
        <w:t>أن يعتق عنها رقبة من مالها فأعتقها بعد ما ماتت أمه لمن يكون ولاء المعتق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79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</w:t>
      </w:r>
      <w:r>
        <w:rPr>
          <w:rtl/>
        </w:rPr>
        <w:t xml:space="preserve"> - </w:t>
      </w:r>
      <w:r w:rsidRPr="00573E19">
        <w:rPr>
          <w:rtl/>
        </w:rPr>
        <w:t>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فقال يكون ولاؤها لأقرباء أمه من قبل أبيها وتكون نفقت</w:t>
      </w:r>
      <w:r>
        <w:rPr>
          <w:rFonts w:hint="cs"/>
          <w:rtl/>
        </w:rPr>
        <w:t xml:space="preserve"> </w:t>
      </w:r>
      <w:r w:rsidRPr="00573E19">
        <w:rPr>
          <w:rtl/>
        </w:rPr>
        <w:t>ها عليهم حتى تدرك وتستغني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ولا يكون للذي أعتقها عن أمه شئ من ولائها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8" w:name="_Toc374810397"/>
      <w:bookmarkStart w:id="29" w:name="_Toc376954772"/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باب ولاء السائبة</w:t>
      </w:r>
      <w:bookmarkEnd w:id="28"/>
      <w:bookmarkEnd w:id="2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عن ابن سنان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من أعتق رجلا سائبة فليس عليه من جريرته شئ وليس له من الميراث شئ وليشهد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من تولى رجلا فرضي بذلك فجريرته عليه وميراثه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محبوب عن خالد بن جرير عن أبي الربيع قال</w:t>
      </w:r>
      <w:r w:rsidR="00CA4563">
        <w:rPr>
          <w:rtl/>
        </w:rPr>
        <w:t>:</w:t>
      </w:r>
      <w:r w:rsidRPr="00573E19">
        <w:rPr>
          <w:rtl/>
        </w:rPr>
        <w:t xml:space="preserve"> سئل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السائبة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الرجل يعتق غلامه ويقول له اذهب حيث شئت ليس</w:t>
      </w:r>
      <w:r w:rsidR="009C2257">
        <w:rPr>
          <w:rtl/>
        </w:rPr>
        <w:t xml:space="preserve"> </w:t>
      </w:r>
      <w:r w:rsidRPr="00573E19">
        <w:rPr>
          <w:rtl/>
        </w:rPr>
        <w:t>لي من ميراثك شئ ولا علي من جريرتك شئ ويشهد على ذلك شاهدين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عمار بن أبي الأحوص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السائبة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انظر في القرآن فما كان فيه فتحرير رقبة فتلك يا عمار السائبة التي لا ولاء لاحد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 الناس عليها إلا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فما كان ولاؤه لله فهو للرسول </w:t>
      </w:r>
      <w:r w:rsidRPr="00FE5331">
        <w:rPr>
          <w:rStyle w:val="libAlaemChar"/>
          <w:rtl/>
        </w:rPr>
        <w:t>صلى‌الله‌عليه‌وآله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وما كان ولاؤه لرسول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فإن ولاءه للامام وجنايته على الامام</w:t>
      </w:r>
      <w:r w:rsidR="009C2257">
        <w:rPr>
          <w:rtl/>
        </w:rPr>
        <w:t xml:space="preserve"> </w:t>
      </w:r>
      <w:r w:rsidRPr="00573E19">
        <w:rPr>
          <w:rtl/>
        </w:rPr>
        <w:t>وميراثه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النضر عن عاصم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يعتق الرجل في كفارة يمين أو ظهار لمن يكون</w:t>
      </w:r>
      <w:r w:rsidR="009C2257">
        <w:rPr>
          <w:rtl/>
        </w:rPr>
        <w:t xml:space="preserve"> </w:t>
      </w:r>
      <w:r w:rsidRPr="00573E19">
        <w:rPr>
          <w:rtl/>
        </w:rPr>
        <w:t>الولاء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للذي يعتق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 يكون ولاؤه له إذا توالى العبد إليه بعد العتق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8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0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2</w:t>
      </w:r>
      <w:r w:rsidRPr="00501E62">
        <w:rPr>
          <w:rtl/>
        </w:rPr>
        <w:t>85 بسند آخر وبدون الذيل.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85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84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لأنه إن لم يتوال العبد إليه كان سائبة حسب ما قدمناه في الاخبار الأولة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أبي عمير عن بعض أصحابنا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السائبة وغير السائبة سواء في العتق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فأول ما فيه انه مرسل وما هذا سبيله لا يعترض به على الاخبار المسندة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9C2257">
        <w:rPr>
          <w:rtl/>
        </w:rPr>
        <w:t xml:space="preserve"> </w:t>
      </w:r>
      <w:r w:rsidRPr="00573E19">
        <w:rPr>
          <w:rtl/>
        </w:rPr>
        <w:t>أنه ليس في ظاهر الخبر أن ولاء السائبة مثل ولاء غيرها وإنما جعلهما سواء في العتق</w:t>
      </w:r>
      <w:r w:rsidR="009C2257">
        <w:rPr>
          <w:rtl/>
        </w:rPr>
        <w:t xml:space="preserve"> </w:t>
      </w:r>
      <w:r w:rsidRPr="00573E19">
        <w:rPr>
          <w:rtl/>
        </w:rPr>
        <w:t>ونحن نقول بذلك فمن أين انهما لا يختلفان في الولاء</w:t>
      </w:r>
      <w:r w:rsidR="00CA4563">
        <w:rPr>
          <w:rtl/>
        </w:rPr>
        <w:t>،</w:t>
      </w:r>
      <w:r w:rsidRPr="00573E19">
        <w:rPr>
          <w:rtl/>
        </w:rPr>
        <w:t xml:space="preserve"> والذي يكشف عما ذكرناه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الحسن بن محبوب عن ابن سنان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فيمن كاتب عبدا له أن يشترط ولاءه إذا كاتبه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وقال</w:t>
      </w:r>
      <w:r w:rsidR="00CA4563">
        <w:rPr>
          <w:rtl/>
        </w:rPr>
        <w:t>:</w:t>
      </w:r>
      <w:r w:rsidRPr="00573E19">
        <w:rPr>
          <w:rtl/>
        </w:rPr>
        <w:t xml:space="preserve"> إذا أعتق المملوك سائبة فلا ولاء عليه لاحد إن كره ذلك ولا يرثه إلا من</w:t>
      </w:r>
      <w:r w:rsidR="009C2257">
        <w:rPr>
          <w:rtl/>
        </w:rPr>
        <w:t xml:space="preserve"> </w:t>
      </w:r>
      <w:r w:rsidRPr="00573E19">
        <w:rPr>
          <w:rtl/>
        </w:rPr>
        <w:t>أحب أن يرثه فإن أحب ان يرثه ولي نعمته أو غيره فليشهد رجلين بضمان ما ينويه</w:t>
      </w:r>
      <w:r w:rsidR="009C2257">
        <w:rPr>
          <w:rtl/>
        </w:rPr>
        <w:t xml:space="preserve"> </w:t>
      </w:r>
      <w:r w:rsidRPr="00573E19">
        <w:rPr>
          <w:rtl/>
        </w:rPr>
        <w:t>لكل جريرة جرها أو حدث فإن لم يفعل السيد ذلك ولا يتوالى إلى أحد فإن ميراثه</w:t>
      </w:r>
      <w:r w:rsidR="009C2257">
        <w:rPr>
          <w:rtl/>
        </w:rPr>
        <w:t xml:space="preserve"> </w:t>
      </w:r>
      <w:r w:rsidRPr="00573E19">
        <w:rPr>
          <w:rtl/>
        </w:rPr>
        <w:t>يرد إلى امام المسلمين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30" w:name="_Toc374810398"/>
      <w:bookmarkStart w:id="31" w:name="_Toc376954773"/>
      <w:r w:rsidRPr="00573E19">
        <w:rPr>
          <w:rtl/>
        </w:rPr>
        <w:t>أبواب التدبير</w:t>
      </w:r>
      <w:bookmarkEnd w:id="30"/>
      <w:bookmarkEnd w:id="31"/>
    </w:p>
    <w:p w:rsidR="00FE5331" w:rsidRPr="00573E19" w:rsidRDefault="00FE5331" w:rsidP="00FE5331">
      <w:pPr>
        <w:pStyle w:val="Heading2Center"/>
        <w:rPr>
          <w:rtl/>
        </w:rPr>
      </w:pPr>
      <w:bookmarkStart w:id="32" w:name="_Toc374810399"/>
      <w:bookmarkStart w:id="33" w:name="_Toc376954774"/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باب جواز بيع المدبر</w:t>
      </w:r>
      <w:bookmarkEnd w:id="32"/>
      <w:bookmarkEnd w:id="3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الحسين بن محمد عن المعلى بن محمد عن الوشا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يدبر المملوك وهو حسن الحال ثم</w:t>
      </w:r>
      <w:r w:rsidR="009C2257">
        <w:rPr>
          <w:rtl/>
        </w:rPr>
        <w:t xml:space="preserve"> </w:t>
      </w:r>
      <w:r w:rsidRPr="00573E19">
        <w:rPr>
          <w:rtl/>
        </w:rPr>
        <w:t>يحتاج يجوز له أن يبيعه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إذا احتاج إلى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محبوب عن أبي أيوب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87</w:t>
      </w:r>
      <w:r>
        <w:rPr>
          <w:rtl/>
        </w:rPr>
        <w:t xml:space="preserve"> - </w:t>
      </w:r>
      <w:r w:rsidRPr="00501E62">
        <w:rPr>
          <w:rtl/>
        </w:rPr>
        <w:t>88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5 الفقيه ص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عن رجل دبر مملوكا له ثم احتاج إلى ثمنه قال</w:t>
      </w:r>
      <w:r w:rsidR="00CA4563">
        <w:rPr>
          <w:rtl/>
        </w:rPr>
        <w:t>:</w:t>
      </w:r>
      <w:r w:rsidRPr="00573E19">
        <w:rPr>
          <w:rtl/>
        </w:rPr>
        <w:t xml:space="preserve"> فقال هو مملوكه إن شاء</w:t>
      </w:r>
      <w:r w:rsidR="009C2257">
        <w:rPr>
          <w:rtl/>
        </w:rPr>
        <w:t xml:space="preserve"> </w:t>
      </w:r>
      <w:r w:rsidRPr="00573E19">
        <w:rPr>
          <w:rtl/>
        </w:rPr>
        <w:t>باعه وإن شاء أعتقه وإن شاء أمسكه حتى يموت فإذا مات السيد فهو حر من ثلثه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بن عيسى عن الحسن بن علي بن يقطين عن أخيه الحسين عن</w:t>
      </w:r>
      <w:r w:rsidR="009C2257">
        <w:rPr>
          <w:rtl/>
        </w:rPr>
        <w:t xml:space="preserve"> </w:t>
      </w:r>
      <w:r w:rsidRPr="00573E19">
        <w:rPr>
          <w:rtl/>
        </w:rPr>
        <w:t>علي بن يقطين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بيع المدبر قال</w:t>
      </w:r>
      <w:r w:rsidR="00CA4563">
        <w:rPr>
          <w:rtl/>
        </w:rPr>
        <w:t>:</w:t>
      </w:r>
      <w:r w:rsidRPr="00573E19">
        <w:rPr>
          <w:rtl/>
        </w:rPr>
        <w:t xml:space="preserve"> إذا اذن في</w:t>
      </w:r>
      <w:r w:rsidR="009C2257">
        <w:rPr>
          <w:rtl/>
        </w:rPr>
        <w:t xml:space="preserve"> </w:t>
      </w:r>
      <w:r w:rsidRPr="00573E19">
        <w:rPr>
          <w:rtl/>
        </w:rPr>
        <w:t>ذلك فلا بأس به وإن كان على مولى العبد دين فدبره فرارا من الدين فلا تدبير له</w:t>
      </w:r>
      <w:r w:rsidR="009C2257">
        <w:rPr>
          <w:rtl/>
        </w:rPr>
        <w:t xml:space="preserve"> </w:t>
      </w:r>
      <w:r w:rsidRPr="00573E19">
        <w:rPr>
          <w:rtl/>
        </w:rPr>
        <w:t>وإن كان دبره في صحته فلا سبيل للديان عليه ويمضي تدبيره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صفوان عن إسحاق بن عمار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إبراهيم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الرجل يعتق مملوكه عن دبر ثم يحتاج إلى ثمنه قال</w:t>
      </w:r>
      <w:r w:rsidR="00CA4563">
        <w:rPr>
          <w:rtl/>
        </w:rPr>
        <w:t>:</w:t>
      </w:r>
      <w:r w:rsidRPr="00573E19">
        <w:rPr>
          <w:rtl/>
        </w:rPr>
        <w:t xml:space="preserve"> يبيعه قلت</w:t>
      </w:r>
      <w:r w:rsidR="00CA4563">
        <w:rPr>
          <w:rtl/>
        </w:rPr>
        <w:t>:</w:t>
      </w:r>
      <w:r w:rsidRPr="00573E19">
        <w:rPr>
          <w:rtl/>
        </w:rPr>
        <w:t xml:space="preserve"> فإن كان</w:t>
      </w:r>
      <w:r w:rsidR="009C2257">
        <w:rPr>
          <w:rtl/>
        </w:rPr>
        <w:t xml:space="preserve"> </w:t>
      </w:r>
      <w:r w:rsidRPr="00573E19">
        <w:rPr>
          <w:rtl/>
        </w:rPr>
        <w:t>عن ثمنه غنيا قال</w:t>
      </w:r>
      <w:r w:rsidR="00CA4563">
        <w:rPr>
          <w:rtl/>
        </w:rPr>
        <w:t>:</w:t>
      </w:r>
      <w:r w:rsidRPr="00573E19">
        <w:rPr>
          <w:rtl/>
        </w:rPr>
        <w:t xml:space="preserve"> ان رضي المملوك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جميل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المدبر</w:t>
      </w:r>
      <w:r w:rsidR="009C2257">
        <w:rPr>
          <w:rtl/>
        </w:rPr>
        <w:t xml:space="preserve"> </w:t>
      </w:r>
      <w:r w:rsidRPr="00573E19">
        <w:rPr>
          <w:rtl/>
        </w:rPr>
        <w:t>أيباع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ان احتاج صاحبه إلى ثمنه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إذا رضي المملوك فلا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صفوان وفضالة عن العلا عن محمد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رجل دبر مملوكه ثم يحتاج إلى الثمن قال</w:t>
      </w:r>
      <w:r w:rsidR="00CA4563">
        <w:rPr>
          <w:rtl/>
        </w:rPr>
        <w:t>:</w:t>
      </w:r>
      <w:r w:rsidRPr="00573E19">
        <w:rPr>
          <w:rtl/>
        </w:rPr>
        <w:t xml:space="preserve"> إذا احتاج إلى الثمن فهو له يبيع إن شاء</w:t>
      </w:r>
      <w:r w:rsidR="009C2257">
        <w:rPr>
          <w:rtl/>
        </w:rPr>
        <w:t xml:space="preserve"> </w:t>
      </w:r>
      <w:r w:rsidRPr="00573E19">
        <w:rPr>
          <w:rtl/>
        </w:rPr>
        <w:t>وإن أعتق فذلك من الثلث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صفوان عن العلا عن محمد بن مسلم عن أحدهما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في الرجل يعتق غلامه أو جاريته عن دبر منه ثم يحتاج إلى ثمنه أيبيعه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 إلا أن يشترط على الذي يبيعه إياه أن يعتقه عند موته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91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>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1 الفقيه ص </w:t>
      </w:r>
      <w:r>
        <w:rPr>
          <w:rtl/>
        </w:rPr>
        <w:t>2</w:t>
      </w:r>
      <w:r w:rsidRPr="00573E19">
        <w:rPr>
          <w:rtl/>
        </w:rPr>
        <w:t>60 بتفاوت يسير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 xml:space="preserve">3 - </w:t>
      </w:r>
      <w:r w:rsidRPr="00573E19">
        <w:rPr>
          <w:rtl/>
        </w:rPr>
        <w:t>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</w:t>
      </w:r>
      <w:r w:rsidRPr="00573E19">
        <w:rPr>
          <w:rtl/>
        </w:rPr>
        <w:t xml:space="preserve"> واخرج الأول الصدوق في الفقيه ص </w:t>
      </w:r>
      <w:r>
        <w:rPr>
          <w:rtl/>
        </w:rPr>
        <w:t>2</w:t>
      </w:r>
      <w:r w:rsidRPr="00573E19">
        <w:rPr>
          <w:rtl/>
        </w:rPr>
        <w:t>60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95</w:t>
      </w:r>
      <w:r>
        <w:rPr>
          <w:rtl/>
        </w:rPr>
        <w:t xml:space="preserve"> - </w:t>
      </w:r>
      <w:r w:rsidRPr="00573E19">
        <w:rPr>
          <w:rtl/>
        </w:rPr>
        <w:t>96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</w:t>
      </w:r>
      <w:r w:rsidRPr="00573E19">
        <w:rPr>
          <w:rtl/>
        </w:rPr>
        <w:t xml:space="preserve"> الفقيه ص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أبان عن أبي مريم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سئل عن الرجل يعتق جاريته عن دبر أيطأها ان شاء أو ينكحها أو يبيع خدمتها حياته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نعم أي ذلك شاء فعل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النضر بن سويد عن عاصم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العبد والأمة يعتقان عن دبر فقال</w:t>
      </w:r>
      <w:r w:rsidR="00CA4563">
        <w:rPr>
          <w:rtl/>
        </w:rPr>
        <w:t>:</w:t>
      </w:r>
      <w:r w:rsidRPr="00573E19">
        <w:rPr>
          <w:rtl/>
        </w:rPr>
        <w:t xml:space="preserve"> لمولاه أن يكاتبه إن شاء وليس</w:t>
      </w:r>
      <w:r w:rsidR="009C2257">
        <w:rPr>
          <w:rtl/>
        </w:rPr>
        <w:t xml:space="preserve"> </w:t>
      </w:r>
      <w:r w:rsidRPr="00573E19">
        <w:rPr>
          <w:rtl/>
        </w:rPr>
        <w:t>له أن يبيعه إلا أن يشاء العبد أن يبيعه قدر حياته وله أن يأخذ ماله إن كان له 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عنه عن القاسم بن محمد عن علي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</w:t>
      </w:r>
      <w:r w:rsidR="009C2257">
        <w:rPr>
          <w:rtl/>
        </w:rPr>
        <w:t xml:space="preserve"> </w:t>
      </w:r>
      <w:r w:rsidRPr="00573E19">
        <w:rPr>
          <w:rtl/>
        </w:rPr>
        <w:t>رجل أعتق جارية له عن دبر في حياته قال</w:t>
      </w:r>
      <w:r w:rsidR="00CA4563">
        <w:rPr>
          <w:rtl/>
        </w:rPr>
        <w:t>:</w:t>
      </w:r>
      <w:r w:rsidRPr="00573E19">
        <w:rPr>
          <w:rtl/>
        </w:rPr>
        <w:t xml:space="preserve"> ان أراد بيعها باع خدمتها حياته فإذا مات</w:t>
      </w:r>
      <w:r w:rsidR="009C2257">
        <w:rPr>
          <w:rtl/>
        </w:rPr>
        <w:t xml:space="preserve"> </w:t>
      </w:r>
      <w:r w:rsidRPr="00573E19">
        <w:rPr>
          <w:rtl/>
        </w:rPr>
        <w:t>أعتقت الجارية وإن ولدت أولادا فهم بمنزلتها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محمد بن أحمد بن يحيى عن إبراهيم بن هاشم عن النوفلي عن السكوني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باع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خدمة</w:t>
      </w:r>
      <w:r w:rsidR="009C2257">
        <w:rPr>
          <w:rtl/>
        </w:rPr>
        <w:t xml:space="preserve"> </w:t>
      </w:r>
      <w:r w:rsidRPr="00573E19">
        <w:rPr>
          <w:rtl/>
        </w:rPr>
        <w:t>المدبر ولم يبع رقبته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الجمع بين هذه الأخبار والاخبار التي تضمنت بيع المدبر على كل</w:t>
      </w:r>
      <w:r w:rsidR="009C2257">
        <w:rPr>
          <w:rtl/>
        </w:rPr>
        <w:t xml:space="preserve"> </w:t>
      </w:r>
      <w:r w:rsidRPr="00573E19">
        <w:rPr>
          <w:rtl/>
        </w:rPr>
        <w:t>حال أن نقول إذا أراد المولى أن يبيع رقبة العبد احتاج أن ينقض تدبيره</w:t>
      </w:r>
      <w:r w:rsidR="00CA4563">
        <w:rPr>
          <w:rtl/>
        </w:rPr>
        <w:t>،</w:t>
      </w:r>
      <w:r w:rsidRPr="00573E19">
        <w:rPr>
          <w:rtl/>
        </w:rPr>
        <w:t xml:space="preserve"> كما أنه</w:t>
      </w:r>
      <w:r w:rsidR="009C2257">
        <w:rPr>
          <w:rtl/>
        </w:rPr>
        <w:t xml:space="preserve"> </w:t>
      </w:r>
      <w:r w:rsidRPr="00573E19">
        <w:rPr>
          <w:rtl/>
        </w:rPr>
        <w:t>إذا أوصى بوصية ثم أراد تغييرها احتاج أن ينقض وصيته لأنه بمنزلة الوصية فإذا</w:t>
      </w:r>
      <w:r w:rsidR="009C2257">
        <w:rPr>
          <w:rtl/>
        </w:rPr>
        <w:t xml:space="preserve"> </w:t>
      </w:r>
      <w:r w:rsidRPr="00573E19">
        <w:rPr>
          <w:rtl/>
        </w:rPr>
        <w:t>نقض التدبير جاز له بيع المدبر على كل حال</w:t>
      </w:r>
      <w:r w:rsidR="00CA4563">
        <w:rPr>
          <w:rtl/>
        </w:rPr>
        <w:t>،</w:t>
      </w:r>
      <w:r w:rsidRPr="00573E19">
        <w:rPr>
          <w:rtl/>
        </w:rPr>
        <w:t xml:space="preserve"> ومتى لم يرد أن ينقض تدبيره وآثر</w:t>
      </w:r>
      <w:r w:rsidR="009C2257">
        <w:rPr>
          <w:rtl/>
        </w:rPr>
        <w:t xml:space="preserve"> </w:t>
      </w:r>
      <w:r w:rsidRPr="00573E19">
        <w:rPr>
          <w:rtl/>
        </w:rPr>
        <w:t>تركه على حاله جاز له أن يبيع خدمته طول حياته ويشترط على المشتري وإذا مات</w:t>
      </w:r>
      <w:r w:rsidR="009C2257">
        <w:rPr>
          <w:rtl/>
        </w:rPr>
        <w:t xml:space="preserve"> </w:t>
      </w:r>
      <w:r w:rsidRPr="00573E19">
        <w:rPr>
          <w:rtl/>
        </w:rPr>
        <w:t>الذي دبره صار حرا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هذا التفصيل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ما رواه الحسن بن محبوب عن أبي أيوب عن أبان بن تغلب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97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322</w:t>
      </w:r>
      <w:r w:rsidRPr="00501E62">
        <w:rPr>
          <w:rtl/>
        </w:rPr>
        <w:t xml:space="preserve"> الفقيه ص </w:t>
      </w:r>
      <w:r>
        <w:rPr>
          <w:rtl/>
        </w:rPr>
        <w:t>2</w:t>
      </w:r>
      <w:r w:rsidRPr="00501E62">
        <w:rPr>
          <w:rtl/>
        </w:rPr>
        <w:t>60.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</w:t>
      </w:r>
      <w:r>
        <w:rPr>
          <w:rtl/>
        </w:rPr>
        <w:t xml:space="preserve"> - </w:t>
      </w:r>
      <w:r w:rsidRPr="00573E19">
        <w:rPr>
          <w:rtl/>
        </w:rPr>
        <w:t>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 xml:space="preserve">322. - </w:t>
      </w:r>
      <w:r w:rsidRPr="00573E19">
        <w:rPr>
          <w:rtl/>
        </w:rPr>
        <w:t>100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دبر مملوكته ثم زوجها من رجل آخر فولدت منه</w:t>
      </w:r>
      <w:r w:rsidR="009C2257">
        <w:rPr>
          <w:rtl/>
        </w:rPr>
        <w:t xml:space="preserve"> </w:t>
      </w:r>
      <w:r w:rsidRPr="00573E19">
        <w:rPr>
          <w:rtl/>
        </w:rPr>
        <w:t>أولادا ثم مات زوجها وترك أولاده منها فقال</w:t>
      </w:r>
      <w:r w:rsidR="00CA4563">
        <w:rPr>
          <w:rtl/>
        </w:rPr>
        <w:t>:</w:t>
      </w:r>
      <w:r w:rsidRPr="00573E19">
        <w:rPr>
          <w:rtl/>
        </w:rPr>
        <w:t xml:space="preserve"> أولاده منها كهيئتها فإذا مات الذي</w:t>
      </w:r>
      <w:r w:rsidR="009C2257">
        <w:rPr>
          <w:rtl/>
        </w:rPr>
        <w:t xml:space="preserve"> </w:t>
      </w:r>
      <w:r w:rsidRPr="00573E19">
        <w:rPr>
          <w:rtl/>
        </w:rPr>
        <w:t>دبر أمهم فهم أحرار</w:t>
      </w:r>
      <w:r w:rsidR="00CA4563">
        <w:rPr>
          <w:rtl/>
        </w:rPr>
        <w:t>،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أيجوز للذي دبر أمهم أن يرد في تدبيره إذا احتاج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ماتت أمهم بعد ما مات الزوج وبقي أولادها من الزوج الحر</w:t>
      </w:r>
      <w:r w:rsidR="009C2257">
        <w:rPr>
          <w:rtl/>
        </w:rPr>
        <w:t xml:space="preserve"> </w:t>
      </w:r>
      <w:r w:rsidRPr="00573E19">
        <w:rPr>
          <w:rtl/>
        </w:rPr>
        <w:t>أيجوز لسيدها أن يبيع أولادها ويرجع عليهم في التدبير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إنما كان له أن</w:t>
      </w:r>
      <w:r w:rsidR="009C2257">
        <w:rPr>
          <w:rtl/>
        </w:rPr>
        <w:t xml:space="preserve"> </w:t>
      </w:r>
      <w:r w:rsidRPr="00573E19">
        <w:rPr>
          <w:rtl/>
        </w:rPr>
        <w:t>يرجع في تدبير أمهم إذا احتاج ورضيت هي بذلك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</w:p>
    <w:p w:rsidR="00FE5331" w:rsidRPr="00573E19" w:rsidRDefault="00FE5331" w:rsidP="00A1214D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 xml:space="preserve">عنه عن علي بن أبي حمزة عن أبي بصير عن أبي عبد الله </w:t>
      </w:r>
      <w:r w:rsidR="00A1214D" w:rsidRPr="00FE5331">
        <w:rPr>
          <w:rStyle w:val="libAlaemChar"/>
          <w:rtl/>
        </w:rPr>
        <w:t>عليه‌السلام</w:t>
      </w:r>
      <w:r w:rsidR="00A1214D" w:rsidRPr="00573E19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المدبر</w:t>
      </w:r>
      <w:r w:rsidR="009C2257">
        <w:rPr>
          <w:rtl/>
        </w:rPr>
        <w:t xml:space="preserve"> </w:t>
      </w:r>
      <w:r w:rsidRPr="00573E19">
        <w:rPr>
          <w:rtl/>
        </w:rPr>
        <w:t>مملوك ولمولاه أن يرجع في تدبيره فان شاء باعه وإن شاء وهبه وإن شاء أمهره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وإن ترك سيده على التدبير ولم يحدث فيه حدثا حتى يموت سيده كان المدبر حرا إذا</w:t>
      </w:r>
      <w:r w:rsidR="009C2257">
        <w:rPr>
          <w:rtl/>
        </w:rPr>
        <w:t xml:space="preserve"> </w:t>
      </w:r>
      <w:r w:rsidRPr="00573E19">
        <w:rPr>
          <w:rtl/>
        </w:rPr>
        <w:t>مات سيده وهو من الثلث إنما هو بمنزلة رجل أوصى بوصية ثم بدا له بعد فيغيرها قبل</w:t>
      </w:r>
      <w:r w:rsidR="009C2257">
        <w:rPr>
          <w:rtl/>
        </w:rPr>
        <w:t xml:space="preserve"> </w:t>
      </w:r>
      <w:r w:rsidRPr="00573E19">
        <w:rPr>
          <w:rtl/>
        </w:rPr>
        <w:t>موته فان هو تركها ولم يغيرها حتى يموت أخذ 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معاوية بن عمار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المدبر فقال</w:t>
      </w:r>
      <w:r w:rsidR="00CA4563">
        <w:rPr>
          <w:rtl/>
        </w:rPr>
        <w:t>:</w:t>
      </w:r>
      <w:r w:rsidRPr="00573E19">
        <w:rPr>
          <w:rtl/>
        </w:rPr>
        <w:t xml:space="preserve"> هو بمنزلة الوصية يرجع فيما شاء منها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محمد بن يحيى عن أحمد بن محمد عن ابن فضال عن ابن بكير عن زرارة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المدبر أهو من الثلث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وللموصي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أن يرجع في وصيته أوصى في صحة أو مرض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أبي جعفر عن أبيه عن وهب عن</w:t>
      </w:r>
      <w:r w:rsidR="009C2257">
        <w:rPr>
          <w:rtl/>
        </w:rPr>
        <w:t xml:space="preserve"> </w:t>
      </w:r>
      <w:r w:rsidRPr="00573E19">
        <w:rPr>
          <w:rtl/>
        </w:rPr>
        <w:t>جعفر عن أبيه أن عليا السلام قال</w:t>
      </w:r>
      <w:r w:rsidR="00CA4563">
        <w:rPr>
          <w:rtl/>
        </w:rPr>
        <w:t>:</w:t>
      </w:r>
      <w:r w:rsidRPr="00573E19">
        <w:rPr>
          <w:rtl/>
        </w:rPr>
        <w:t xml:space="preserve"> لا يباع المدبر إلا من نفسه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10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1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</w:t>
      </w:r>
      <w:r>
        <w:rPr>
          <w:rtl/>
        </w:rPr>
        <w:t xml:space="preserve">3 - </w:t>
      </w:r>
      <w:r w:rsidRPr="00573E19">
        <w:rPr>
          <w:rtl/>
        </w:rPr>
        <w:t>104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 بتفاوت يسير وأخرج الأخير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الصدوق في الفقيه ص </w:t>
      </w:r>
      <w:r>
        <w:rPr>
          <w:rtl/>
        </w:rPr>
        <w:t>2</w:t>
      </w:r>
      <w:r w:rsidRPr="00573E19">
        <w:rPr>
          <w:rtl/>
        </w:rPr>
        <w:t>60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1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فهذا الخبر يحتمل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لا يباع على غيره بل ينبغي أن يباع من</w:t>
      </w:r>
      <w:r w:rsidR="009C2257">
        <w:rPr>
          <w:rtl/>
        </w:rPr>
        <w:t xml:space="preserve"> </w:t>
      </w:r>
      <w:r w:rsidRPr="00573E19">
        <w:rPr>
          <w:rtl/>
        </w:rPr>
        <w:t>نفسه كما يباع المكاتب كذلك فإن أراد ذلك فذلك محمول على الاستحباب لان</w:t>
      </w:r>
      <w:r w:rsidR="009C2257">
        <w:rPr>
          <w:rtl/>
        </w:rPr>
        <w:t xml:space="preserve"> </w:t>
      </w:r>
      <w:r w:rsidRPr="00573E19">
        <w:rPr>
          <w:rtl/>
        </w:rPr>
        <w:t>الاخبار الأولة عامة في جواز بيعه على من شاء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أنه لا يباع الا نفس</w:t>
      </w:r>
      <w:r w:rsidR="009C2257">
        <w:rPr>
          <w:rtl/>
        </w:rPr>
        <w:t xml:space="preserve"> </w:t>
      </w:r>
      <w:r w:rsidRPr="00573E19">
        <w:rPr>
          <w:rtl/>
        </w:rPr>
        <w:t>المدبر ولا يباع أولاده ومتى رجع في تدبيره لم يرجع في تدبير أولاده على ما تقدم</w:t>
      </w:r>
      <w:r w:rsidR="009C2257">
        <w:rPr>
          <w:rtl/>
        </w:rPr>
        <w:t xml:space="preserve"> </w:t>
      </w:r>
      <w:r w:rsidRPr="00573E19">
        <w:rPr>
          <w:rtl/>
        </w:rPr>
        <w:t>تفصيل ذلك في رواية أبان بن تغلب ويحتسب بالمدبر وأولاده من الثلث فإن زاد</w:t>
      </w:r>
      <w:r w:rsidR="009C2257">
        <w:rPr>
          <w:rtl/>
        </w:rPr>
        <w:t xml:space="preserve"> </w:t>
      </w:r>
      <w:r w:rsidRPr="00573E19">
        <w:rPr>
          <w:rtl/>
        </w:rPr>
        <w:t>أثمانهم على الثلث استسعوا في بقيته للوارث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الحسين عن يزيد بن إسحاق</w:t>
      </w:r>
      <w:r w:rsidR="009C2257">
        <w:rPr>
          <w:rtl/>
        </w:rPr>
        <w:t xml:space="preserve"> </w:t>
      </w:r>
      <w:r w:rsidRPr="00573E19">
        <w:rPr>
          <w:rtl/>
        </w:rPr>
        <w:t xml:space="preserve">شعر رفعه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جارية أعتقت عن دبر من</w:t>
      </w:r>
      <w:r w:rsidR="009C2257">
        <w:rPr>
          <w:rtl/>
        </w:rPr>
        <w:t xml:space="preserve"> </w:t>
      </w:r>
      <w:r w:rsidRPr="00573E19">
        <w:rPr>
          <w:rtl/>
        </w:rPr>
        <w:t>سيدها قال</w:t>
      </w:r>
      <w:r w:rsidR="00CA4563">
        <w:rPr>
          <w:rtl/>
        </w:rPr>
        <w:t>:</w:t>
      </w:r>
      <w:r w:rsidRPr="00573E19">
        <w:rPr>
          <w:rtl/>
        </w:rPr>
        <w:t xml:space="preserve"> فما ولدت فهم بمنزلتها وهم من ثلثه فان كانوا أفضل من الثلث</w:t>
      </w:r>
      <w:r w:rsidR="009C2257">
        <w:rPr>
          <w:rtl/>
        </w:rPr>
        <w:t xml:space="preserve"> </w:t>
      </w:r>
      <w:r w:rsidRPr="00573E19">
        <w:rPr>
          <w:rtl/>
        </w:rPr>
        <w:t>استسعوا في النقصان</w:t>
      </w:r>
      <w:r w:rsidR="00CA4563">
        <w:rPr>
          <w:rtl/>
        </w:rPr>
        <w:t>،</w:t>
      </w:r>
      <w:r w:rsidRPr="00573E19">
        <w:rPr>
          <w:rtl/>
        </w:rPr>
        <w:t xml:space="preserve"> والمكاتبة ما ولدت في مكاتبتها فهم بمنزلتها إن ماتت فعليهم</w:t>
      </w:r>
      <w:r w:rsidR="009C2257">
        <w:rPr>
          <w:rtl/>
        </w:rPr>
        <w:t xml:space="preserve"> </w:t>
      </w:r>
      <w:r w:rsidRPr="00573E19">
        <w:rPr>
          <w:rtl/>
        </w:rPr>
        <w:t>ما بقي عليها ان شاؤوا فإذا أدوا أعتقوا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عنه عن أبي جعفر عن أبي الجوزا عن الحسين بن علوان عن عمرو بن خالد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زيد بن علي عن آبائه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المعتق على دبر فهو من الثلث</w:t>
      </w:r>
      <w:r w:rsidR="009C2257">
        <w:rPr>
          <w:rtl/>
        </w:rPr>
        <w:t xml:space="preserve"> </w:t>
      </w:r>
      <w:r w:rsidRPr="00573E19">
        <w:rPr>
          <w:rtl/>
        </w:rPr>
        <w:t>وما جنى هو والمكاتب وأم الولد فالمولى ضامن لجنايتهم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" w:name="_Toc374810400"/>
      <w:bookmarkStart w:id="35" w:name="_Toc376954775"/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باب من دبر جارية حبلى</w:t>
      </w:r>
      <w:bookmarkEnd w:id="34"/>
      <w:bookmarkEnd w:id="3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الحسين بن محمد عن معلى بن محمد عن الحسن بن علي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دبر جارية وهي حبلى فقال</w:t>
      </w:r>
      <w:r w:rsidR="00CA4563">
        <w:rPr>
          <w:rtl/>
        </w:rPr>
        <w:t>:</w:t>
      </w:r>
      <w:r w:rsidRPr="00573E19">
        <w:rPr>
          <w:rtl/>
        </w:rPr>
        <w:t xml:space="preserve"> إن</w:t>
      </w:r>
      <w:r w:rsidR="009C2257">
        <w:rPr>
          <w:rtl/>
        </w:rPr>
        <w:t xml:space="preserve"> </w:t>
      </w:r>
      <w:r w:rsidRPr="00573E19">
        <w:rPr>
          <w:rtl/>
        </w:rPr>
        <w:t>كان علم بحبل الجارية فما في بطنها بمنزلتها وإن كان لا يعلم فما في بطنها رق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يعقوب عن عدة من أصحابنا عن أحمد بن محمد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106</w:t>
      </w:r>
      <w:r>
        <w:rPr>
          <w:rtl/>
        </w:rPr>
        <w:t xml:space="preserve"> - </w:t>
      </w:r>
      <w:r w:rsidRPr="00501E62">
        <w:rPr>
          <w:rtl/>
        </w:rPr>
        <w:t>107</w:t>
      </w:r>
      <w:r>
        <w:rPr>
          <w:rtl/>
        </w:rPr>
        <w:t xml:space="preserve"> - </w:t>
      </w:r>
      <w:r w:rsidRPr="00501E62">
        <w:rPr>
          <w:rtl/>
        </w:rPr>
        <w:t xml:space="preserve">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1 واخرج الأخير الصدوق في الفقيه ص </w:t>
      </w:r>
      <w:r>
        <w:rPr>
          <w:rtl/>
        </w:rPr>
        <w:t>2</w:t>
      </w:r>
      <w:r w:rsidRPr="00501E62">
        <w:rPr>
          <w:rtl/>
        </w:rPr>
        <w:t>61.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5 الفقيه ص </w:t>
      </w:r>
      <w:r>
        <w:rPr>
          <w:rtl/>
        </w:rPr>
        <w:t>2</w:t>
      </w:r>
      <w:r w:rsidRPr="00573E19">
        <w:rPr>
          <w:rtl/>
        </w:rPr>
        <w:t>60 بتفاوت في ألفاظه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عثمان بن عيسى الكلابي عن أبي الحسن الأول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امرأة</w:t>
      </w:r>
      <w:r w:rsidR="009C2257">
        <w:rPr>
          <w:rtl/>
        </w:rPr>
        <w:t xml:space="preserve"> </w:t>
      </w:r>
      <w:r w:rsidRPr="00573E19">
        <w:rPr>
          <w:rtl/>
        </w:rPr>
        <w:t>دبرت جارية لها فولدت الجارية جارية نفيسة</w:t>
      </w:r>
      <w:r w:rsidR="00CA4563">
        <w:rPr>
          <w:rtl/>
        </w:rPr>
        <w:t>،</w:t>
      </w:r>
      <w:r w:rsidRPr="00573E19">
        <w:rPr>
          <w:rtl/>
        </w:rPr>
        <w:t xml:space="preserve"> فلم تدر المرأة المولود مدبر أم غير مدبر</w:t>
      </w:r>
      <w:r w:rsidR="009C2257">
        <w:rPr>
          <w:rtl/>
        </w:rPr>
        <w:t xml:space="preserve"> </w:t>
      </w:r>
      <w:r w:rsidRPr="00573E19">
        <w:rPr>
          <w:rtl/>
        </w:rPr>
        <w:t>فقال لي متى كان الحمل بالمدبرة قبل أن دبرت أم بعد ما دبرت</w:t>
      </w:r>
      <w:r>
        <w:rPr>
          <w:rtl/>
        </w:rPr>
        <w:t>؟</w:t>
      </w:r>
      <w:r w:rsidRPr="00573E19">
        <w:rPr>
          <w:rtl/>
        </w:rPr>
        <w:t xml:space="preserve"> فقلت لست أدري</w:t>
      </w:r>
      <w:r w:rsidR="009C2257">
        <w:rPr>
          <w:rtl/>
        </w:rPr>
        <w:t xml:space="preserve"> </w:t>
      </w:r>
      <w:r w:rsidRPr="00573E19">
        <w:rPr>
          <w:rtl/>
        </w:rPr>
        <w:t>ولكن أجنبي فيهما جميعا قال فقال</w:t>
      </w:r>
      <w:r w:rsidR="00CA4563">
        <w:rPr>
          <w:rtl/>
        </w:rPr>
        <w:t>:</w:t>
      </w:r>
      <w:r w:rsidRPr="00573E19">
        <w:rPr>
          <w:rtl/>
        </w:rPr>
        <w:t xml:space="preserve"> إن كانت المرأة دبرت وبها حبل ولم يذكر</w:t>
      </w:r>
      <w:r w:rsidR="009C2257">
        <w:rPr>
          <w:rtl/>
        </w:rPr>
        <w:t xml:space="preserve"> </w:t>
      </w:r>
      <w:r w:rsidRPr="00573E19">
        <w:rPr>
          <w:rtl/>
        </w:rPr>
        <w:t>ما في بطنها فالجارية مدبرة والولد رق</w:t>
      </w:r>
      <w:r w:rsidR="00CA4563">
        <w:rPr>
          <w:rtl/>
        </w:rPr>
        <w:t>،</w:t>
      </w:r>
      <w:r w:rsidRPr="00573E19">
        <w:rPr>
          <w:rtl/>
        </w:rPr>
        <w:t xml:space="preserve"> وإن كان إنما حدث الحمل بعد التدبير فالولد</w:t>
      </w:r>
      <w:r w:rsidR="009C2257">
        <w:rPr>
          <w:rtl/>
        </w:rPr>
        <w:t xml:space="preserve"> </w:t>
      </w:r>
      <w:r w:rsidRPr="00573E19">
        <w:rPr>
          <w:rtl/>
        </w:rPr>
        <w:t>مدبر في تدبير أمه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هذا الخبر إن كانت المرأة دبرت</w:t>
      </w:r>
      <w:r w:rsidR="009C2257">
        <w:rPr>
          <w:rtl/>
        </w:rPr>
        <w:t xml:space="preserve"> </w:t>
      </w:r>
      <w:r w:rsidRPr="00573E19">
        <w:rPr>
          <w:rtl/>
        </w:rPr>
        <w:t>وبها حبل ولم يذكر ما في بطنها فالجارية مدبرة والولد رق نحمله على أنه لا يعلم ذلك وإنما</w:t>
      </w:r>
      <w:r w:rsidR="009C2257">
        <w:rPr>
          <w:rtl/>
        </w:rPr>
        <w:t xml:space="preserve"> </w:t>
      </w:r>
      <w:r w:rsidRPr="00573E19">
        <w:rPr>
          <w:rtl/>
        </w:rPr>
        <w:t>ينكشف له بعد ذلك أنها كانت حاملا في حال ما دبرها فلأجل ذلك صار ولدها رقا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ولو علم في حال التدبير انها حامل كان حكم الولد حكم الام على ما تضمنه الخبر الأول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" w:name="_Toc374810401"/>
      <w:bookmarkStart w:id="37" w:name="_Toc376954776"/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باب المدبر يأبق فلا يوجد الا بعد موت من دبره</w:t>
      </w:r>
      <w:bookmarkEnd w:id="36"/>
      <w:bookmarkEnd w:id="3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يحيى عن محمد بن الحسين عن محمد بن عبد الله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هلال 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جارية مدبرة أبقت</w:t>
      </w:r>
      <w:r w:rsidR="009C2257">
        <w:rPr>
          <w:rtl/>
        </w:rPr>
        <w:t xml:space="preserve"> </w:t>
      </w:r>
      <w:r w:rsidRPr="00573E19">
        <w:rPr>
          <w:rtl/>
        </w:rPr>
        <w:t>من سيدها سنين ثم جاءت بعد ما مات سيدها بأولاد ومتاع كثير وشهد لها شاهدان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سيدها قد كان دبرها في حياته من قبل أن تأبق قال فقال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أرى انها وجميع ما معها للورثة قلت</w:t>
      </w:r>
      <w:r w:rsidR="00CA4563">
        <w:rPr>
          <w:rtl/>
        </w:rPr>
        <w:t>:</w:t>
      </w:r>
      <w:r w:rsidRPr="00573E19">
        <w:rPr>
          <w:rtl/>
        </w:rPr>
        <w:t xml:space="preserve"> ألا تعتق من ثلث سيدها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لأنها أبقت</w:t>
      </w:r>
      <w:r w:rsidR="009C2257">
        <w:rPr>
          <w:rtl/>
        </w:rPr>
        <w:t xml:space="preserve"> </w:t>
      </w:r>
      <w:r w:rsidRPr="00573E19">
        <w:rPr>
          <w:rtl/>
        </w:rPr>
        <w:t>عاصية لله ولسيدها وأبطل الإباق التدبير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علي بن النعمان عن يعقوب بن شعيب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يكون له الخادم فيقول هي لفلان تخدمه</w:t>
      </w:r>
      <w:r w:rsidR="009C2257">
        <w:rPr>
          <w:rtl/>
        </w:rPr>
        <w:t xml:space="preserve"> </w:t>
      </w:r>
      <w:r w:rsidRPr="00573E19">
        <w:rPr>
          <w:rtl/>
        </w:rPr>
        <w:t>ما عاش فإذا مات فهي حرة فتأبق الأمة قبل أن يموت الرجل بخمس سنين أو ست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110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322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 xml:space="preserve">9 الفقيه ص </w:t>
      </w:r>
      <w:r>
        <w:rPr>
          <w:rtl/>
        </w:rPr>
        <w:t>2</w:t>
      </w:r>
      <w:r w:rsidRPr="00501E62">
        <w:rPr>
          <w:rtl/>
        </w:rPr>
        <w:t>65.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سنين ثم يجدها ورثته ألهم أن يستخدموها بعد ما أبقت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إذا مات الرجل</w:t>
      </w:r>
      <w:r w:rsidR="009C2257">
        <w:rPr>
          <w:rtl/>
        </w:rPr>
        <w:t xml:space="preserve"> </w:t>
      </w:r>
      <w:r w:rsidRPr="00573E19">
        <w:rPr>
          <w:rtl/>
        </w:rPr>
        <w:t>فقد عتقت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فيه أن التدبير كان قد علق بوقت الذي جعل له</w:t>
      </w:r>
      <w:r w:rsidR="009C2257">
        <w:rPr>
          <w:rtl/>
        </w:rPr>
        <w:t xml:space="preserve"> </w:t>
      </w:r>
      <w:r w:rsidRPr="00573E19">
        <w:rPr>
          <w:rtl/>
        </w:rPr>
        <w:t>خدمتها فحيث أبقت منعت الرجل الذي جعل له ذلك التصرف فيها وذلك لا يبطل</w:t>
      </w:r>
      <w:r w:rsidR="009C2257">
        <w:rPr>
          <w:rtl/>
        </w:rPr>
        <w:t xml:space="preserve"> </w:t>
      </w:r>
      <w:r w:rsidRPr="00573E19">
        <w:rPr>
          <w:rtl/>
        </w:rPr>
        <w:t>التدبير</w:t>
      </w:r>
      <w:r w:rsidR="00CA4563">
        <w:rPr>
          <w:rtl/>
        </w:rPr>
        <w:t>،</w:t>
      </w:r>
      <w:r w:rsidRPr="00573E19">
        <w:rPr>
          <w:rtl/>
        </w:rPr>
        <w:t xml:space="preserve"> والخبر الأول كان التدبير فيه معلقا بموت المولى فحيث أبقت منع إباقها</w:t>
      </w:r>
      <w:r w:rsidR="009C2257">
        <w:rPr>
          <w:rtl/>
        </w:rPr>
        <w:t xml:space="preserve"> </w:t>
      </w:r>
      <w:r w:rsidRPr="00573E19">
        <w:rPr>
          <w:rtl/>
        </w:rPr>
        <w:t>مولاها التصرف فيها فأبطل ذلك التدبير</w:t>
      </w:r>
      <w:r w:rsidR="00CA4563">
        <w:rPr>
          <w:rtl/>
        </w:rPr>
        <w:t>،</w:t>
      </w:r>
      <w:r w:rsidRPr="00573E19">
        <w:rPr>
          <w:rtl/>
        </w:rPr>
        <w:t xml:space="preserve"> والذي يؤكد الخبر الأول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البزوفري عن أحمد بن إدريس عن الحسن بن علي عن عبد الله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المغيرة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الحسن بن علي بن فضال عن العلا بن رزين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دبر غلاما له فأبق الغلام فمضى إلى قوم فتزوج منهم ولم يعلمهم أنه عبد</w:t>
      </w:r>
      <w:r w:rsidR="009C2257">
        <w:rPr>
          <w:rtl/>
        </w:rPr>
        <w:t xml:space="preserve"> </w:t>
      </w:r>
      <w:r w:rsidRPr="00573E19">
        <w:rPr>
          <w:rtl/>
        </w:rPr>
        <w:t>فولد له وكسب مالا ومات مولاه الذي دبره فجاء ورثة الميت الذي دبر العبد فطلبوا</w:t>
      </w:r>
      <w:r w:rsidR="009C2257">
        <w:rPr>
          <w:rtl/>
        </w:rPr>
        <w:t xml:space="preserve"> </w:t>
      </w:r>
      <w:r w:rsidRPr="00573E19">
        <w:rPr>
          <w:rtl/>
        </w:rPr>
        <w:t>العبد فما ترى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العبد رق وولده لورثة الميت قلت</w:t>
      </w:r>
      <w:r w:rsidR="00CA4563">
        <w:rPr>
          <w:rtl/>
        </w:rPr>
        <w:t>:</w:t>
      </w:r>
      <w:r w:rsidRPr="00573E19">
        <w:rPr>
          <w:rtl/>
        </w:rPr>
        <w:t xml:space="preserve"> أليس قد دبر العبد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فذكر أنه لما أبق هدم تدبيره ورجع رقا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38" w:name="_Toc374810402"/>
      <w:bookmarkStart w:id="39" w:name="_Toc376954777"/>
      <w:r w:rsidRPr="00573E19">
        <w:rPr>
          <w:rtl/>
        </w:rPr>
        <w:t>أبواب المكاتبين</w:t>
      </w:r>
      <w:bookmarkEnd w:id="38"/>
      <w:bookmarkEnd w:id="39"/>
    </w:p>
    <w:p w:rsidR="00FE5331" w:rsidRPr="00573E19" w:rsidRDefault="00FE5331" w:rsidP="00FE5331">
      <w:pPr>
        <w:pStyle w:val="Heading2Center"/>
        <w:rPr>
          <w:rtl/>
        </w:rPr>
      </w:pPr>
      <w:bookmarkStart w:id="40" w:name="_Toc374810403"/>
      <w:bookmarkStart w:id="41" w:name="_Toc376954778"/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باب المكاتب المشروط عليه ان عجز فهو رد في الرق وما حد العجز في ذلك</w:t>
      </w:r>
      <w:bookmarkEnd w:id="40"/>
      <w:bookmarkEnd w:id="4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الحسن بن محبوب عن معاوية بن وهب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قلت له إني كاتبت جاريه لأيتام لنا واشترطت عليها إن هي عجزت فهي رد في الرق</w:t>
      </w:r>
      <w:r w:rsidR="009C2257">
        <w:rPr>
          <w:rtl/>
        </w:rPr>
        <w:t xml:space="preserve"> </w:t>
      </w:r>
      <w:r w:rsidRPr="00573E19">
        <w:rPr>
          <w:rtl/>
        </w:rPr>
        <w:t>وأنا في حل مما أخذت منها قال فقال</w:t>
      </w:r>
      <w:r w:rsidR="00CA4563">
        <w:rPr>
          <w:rtl/>
        </w:rPr>
        <w:t>:</w:t>
      </w:r>
      <w:r w:rsidRPr="00573E19">
        <w:rPr>
          <w:rtl/>
        </w:rPr>
        <w:t xml:space="preserve"> لك شرطك وسيقال لك إن عليا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كان يقول يعتق من المكاتب بقدر ما أدى من مكاتبته فقل إنما كان ذلك من قول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سند هذا الحديث اختلاف في أكثر النسخ والصواب ما أثبتناه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قبل الشرط فلما اشترط الناس كان لهم شرطهم</w:t>
      </w:r>
      <w:r w:rsidR="00CA4563">
        <w:rPr>
          <w:rtl/>
        </w:rPr>
        <w:t>،</w:t>
      </w:r>
      <w:r w:rsidRPr="00573E19">
        <w:rPr>
          <w:rtl/>
        </w:rPr>
        <w:t xml:space="preserve"> فقلت له</w:t>
      </w:r>
      <w:r w:rsidR="00CA4563">
        <w:rPr>
          <w:rtl/>
        </w:rPr>
        <w:t>:</w:t>
      </w:r>
      <w:r w:rsidRPr="00573E19">
        <w:rPr>
          <w:rtl/>
        </w:rPr>
        <w:t xml:space="preserve"> ما حد</w:t>
      </w:r>
      <w:r w:rsidR="009C2257">
        <w:rPr>
          <w:rtl/>
        </w:rPr>
        <w:t xml:space="preserve"> </w:t>
      </w:r>
      <w:r w:rsidRPr="00573E19">
        <w:rPr>
          <w:rtl/>
        </w:rPr>
        <w:t>العجز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 قضاتنا يقولون إن عجز المكاتب أن يؤخر النجم إلى النجم الآخر</w:t>
      </w:r>
      <w:r w:rsidR="009C2257">
        <w:rPr>
          <w:rtl/>
        </w:rPr>
        <w:t xml:space="preserve"> </w:t>
      </w:r>
      <w:r w:rsidRPr="00573E19">
        <w:rPr>
          <w:rtl/>
        </w:rPr>
        <w:t>حتى يحول عليه الحول قلت</w:t>
      </w:r>
      <w:r w:rsidR="00CA4563">
        <w:rPr>
          <w:rtl/>
        </w:rPr>
        <w:t>:</w:t>
      </w:r>
      <w:r w:rsidRPr="00573E19">
        <w:rPr>
          <w:rtl/>
        </w:rPr>
        <w:t xml:space="preserve"> فما تقول أنت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ولا كرامة ليس له أن يؤخر</w:t>
      </w:r>
      <w:r w:rsidR="009C2257">
        <w:rPr>
          <w:rtl/>
        </w:rPr>
        <w:t xml:space="preserve"> </w:t>
      </w:r>
      <w:r w:rsidRPr="00573E19">
        <w:rPr>
          <w:rtl/>
        </w:rPr>
        <w:t>نجما عن أجله إذا كان ذلك في شرطه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محمد بن يحيى عن أحمد بن محمد عن علي بن الحكم عن</w:t>
      </w:r>
      <w:r w:rsidR="009C2257">
        <w:rPr>
          <w:rtl/>
        </w:rPr>
        <w:t xml:space="preserve"> </w:t>
      </w:r>
      <w:r w:rsidRPr="00573E19">
        <w:rPr>
          <w:rtl/>
        </w:rPr>
        <w:t>معاوية بن وهب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مكاتبة أدت ثلثي مكاتبتها</w:t>
      </w:r>
      <w:r w:rsidR="009C2257">
        <w:rPr>
          <w:rtl/>
        </w:rPr>
        <w:t xml:space="preserve"> </w:t>
      </w:r>
      <w:r w:rsidRPr="00573E19">
        <w:rPr>
          <w:rtl/>
        </w:rPr>
        <w:t>وقد شرط عليها إن عجزت فهي رد في الرق ونحن في حل مما أخذنا منها فقد اجتمع</w:t>
      </w:r>
      <w:r w:rsidR="009C2257">
        <w:rPr>
          <w:rtl/>
        </w:rPr>
        <w:t xml:space="preserve"> </w:t>
      </w:r>
      <w:r w:rsidRPr="00573E19">
        <w:rPr>
          <w:rtl/>
        </w:rPr>
        <w:t>عليها نجمان قال</w:t>
      </w:r>
      <w:r w:rsidR="00CA4563">
        <w:rPr>
          <w:rtl/>
        </w:rPr>
        <w:t>:</w:t>
      </w:r>
      <w:r w:rsidRPr="00573E19">
        <w:rPr>
          <w:rtl/>
        </w:rPr>
        <w:t xml:space="preserve"> ترد وتطيب لهم ما أخذوا وليس لها أن تؤخر النجم بعد حله شهرا</w:t>
      </w:r>
      <w:r w:rsidR="009C2257">
        <w:rPr>
          <w:rtl/>
        </w:rPr>
        <w:t xml:space="preserve"> </w:t>
      </w:r>
      <w:r w:rsidRPr="00573E19">
        <w:rPr>
          <w:rtl/>
        </w:rPr>
        <w:t>واحدا إلا باذنهم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أحمد بن يحيى عن الحسن بن موسى الخشاب عن غياث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كلوب عن إسحاق بن عمار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كان يقول</w:t>
      </w:r>
      <w:r w:rsidR="00CA4563">
        <w:rPr>
          <w:rtl/>
        </w:rPr>
        <w:t>:</w:t>
      </w:r>
      <w:r w:rsidRPr="00573E19">
        <w:rPr>
          <w:rtl/>
        </w:rPr>
        <w:t xml:space="preserve"> إذا عجز المكاتب لم يرد مكاتبته في الرق ولكن ينتظر عاما أو عامين فان قام</w:t>
      </w:r>
      <w:r w:rsidR="009C2257">
        <w:rPr>
          <w:rtl/>
        </w:rPr>
        <w:t xml:space="preserve"> </w:t>
      </w:r>
      <w:r w:rsidRPr="00573E19">
        <w:rPr>
          <w:rtl/>
        </w:rPr>
        <w:t>بمكاتبته وإلا رد مملوكا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الحكم عن سيف عن عمرو بن شمر عن جابر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المكاتب يشترط عليه إن عجز فهو رد في الرق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فعجز قبل أن يؤدي شيئا فقال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ترده في الرق حتى تمضي</w:t>
      </w:r>
      <w:r w:rsidR="009C2257">
        <w:rPr>
          <w:rtl/>
        </w:rPr>
        <w:t xml:space="preserve"> </w:t>
      </w:r>
      <w:r w:rsidRPr="00573E19">
        <w:rPr>
          <w:rtl/>
        </w:rPr>
        <w:t>له ثلاث سنين ويعتق منه بمقدار ما أدى فاما إذا صبروا فليس لهم أن يردوه</w:t>
      </w:r>
      <w:r w:rsidR="009C2257">
        <w:rPr>
          <w:rtl/>
        </w:rPr>
        <w:t xml:space="preserve"> </w:t>
      </w:r>
      <w:r w:rsidRPr="00573E19">
        <w:rPr>
          <w:rtl/>
        </w:rPr>
        <w:t>في الرق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النضر عن القاسم بن سليمان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114</w:t>
      </w:r>
      <w:r>
        <w:rPr>
          <w:rtl/>
        </w:rPr>
        <w:t xml:space="preserve"> - </w:t>
      </w:r>
      <w:r w:rsidRPr="00501E62">
        <w:rPr>
          <w:rtl/>
        </w:rPr>
        <w:t>115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323</w:t>
      </w:r>
      <w:r w:rsidRPr="00501E62">
        <w:rPr>
          <w:rtl/>
        </w:rPr>
        <w:t xml:space="preserve"> واخرج الأول الكليني في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</w:t>
      </w:r>
      <w:r w:rsidRPr="00573E19">
        <w:rPr>
          <w:rtl/>
        </w:rPr>
        <w:t xml:space="preserve"> الفقيه ص </w:t>
      </w:r>
      <w:r>
        <w:rPr>
          <w:rtl/>
        </w:rPr>
        <w:t>2</w:t>
      </w:r>
      <w:r w:rsidRPr="00573E19">
        <w:rPr>
          <w:rtl/>
        </w:rPr>
        <w:t>61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</w:t>
      </w:r>
      <w:r w:rsidRPr="00573E19">
        <w:rPr>
          <w:rtl/>
        </w:rPr>
        <w:t xml:space="preserve">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يستسعي المكاتب إنهم لم يكونوا يشترطون إن عجز</w:t>
      </w:r>
      <w:r w:rsidR="009C2257">
        <w:rPr>
          <w:rtl/>
        </w:rPr>
        <w:t xml:space="preserve"> </w:t>
      </w:r>
      <w:r w:rsidRPr="00573E19">
        <w:rPr>
          <w:rtl/>
        </w:rPr>
        <w:t>فهو رق</w:t>
      </w:r>
      <w:r w:rsidR="00CA4563">
        <w:rPr>
          <w:rtl/>
        </w:rPr>
        <w:t>،</w:t>
      </w:r>
      <w:r w:rsidRPr="00573E19">
        <w:rPr>
          <w:rtl/>
        </w:rPr>
        <w:t xml:space="preserve"> وقال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لهم شرطهم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ينتظر المكاتب ثلاثة</w:t>
      </w:r>
      <w:r w:rsidR="009C2257">
        <w:rPr>
          <w:rtl/>
        </w:rPr>
        <w:t xml:space="preserve"> </w:t>
      </w:r>
      <w:r w:rsidRPr="00573E19">
        <w:rPr>
          <w:rtl/>
        </w:rPr>
        <w:t>أنجم فإن هو عجز رد رقيقا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الروايات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أتكون وردت موافقة للعامة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وعلى ما يروون هم عن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لأنهم يروون عنه انه كان يقول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أدى المكاتب شيئا انعتق منه بحساب ما أدى ولا يفرقون بين أن يكون الشرط</w:t>
      </w:r>
      <w:r w:rsidR="009C2257">
        <w:rPr>
          <w:rtl/>
        </w:rPr>
        <w:t xml:space="preserve"> </w:t>
      </w:r>
      <w:r w:rsidRPr="00573E19">
        <w:rPr>
          <w:rtl/>
        </w:rPr>
        <w:t>حاصلا أو لا يكون كذلك</w:t>
      </w:r>
      <w:r w:rsidR="00CA4563">
        <w:rPr>
          <w:rtl/>
        </w:rPr>
        <w:t>،</w:t>
      </w:r>
      <w:r w:rsidRPr="00573E19">
        <w:rPr>
          <w:rtl/>
        </w:rPr>
        <w:t xml:space="preserve"> وقد بين ابنه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رواية معاوية بن وهب التي</w:t>
      </w:r>
      <w:r w:rsidR="009C2257">
        <w:rPr>
          <w:rtl/>
        </w:rPr>
        <w:t xml:space="preserve"> </w:t>
      </w:r>
      <w:r w:rsidRPr="00573E19">
        <w:rPr>
          <w:rtl/>
        </w:rPr>
        <w:t>قدمناها في أول الباب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يكون محمولا على الاستحباب لان من</w:t>
      </w:r>
      <w:r w:rsidR="009C2257">
        <w:rPr>
          <w:rtl/>
        </w:rPr>
        <w:t xml:space="preserve"> </w:t>
      </w:r>
      <w:r w:rsidRPr="00573E19">
        <w:rPr>
          <w:rtl/>
        </w:rPr>
        <w:t>انتظر بمكاتبة سنة أو سنتين أو ثلاثة أو تأخير نجم إلى نجم كان له في ذلك فضل</w:t>
      </w:r>
      <w:r w:rsidR="009C2257">
        <w:rPr>
          <w:rtl/>
        </w:rPr>
        <w:t xml:space="preserve"> </w:t>
      </w:r>
      <w:r w:rsidRPr="00573E19">
        <w:rPr>
          <w:rtl/>
        </w:rPr>
        <w:t>كثير وثواب جزيل وإن لم يكن ذلك واجبا عليه</w:t>
      </w:r>
      <w:r w:rsidR="00CA4563">
        <w:rPr>
          <w:rtl/>
        </w:rPr>
        <w:t>،</w:t>
      </w:r>
      <w:r w:rsidRPr="00573E19">
        <w:rPr>
          <w:rtl/>
        </w:rPr>
        <w:t xml:space="preserve"> والذي يؤكد الروايات الأولة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ابن أبي عمير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المكاتب يؤدي بعض مكاتبته فقال</w:t>
      </w:r>
      <w:r w:rsidR="00CA4563">
        <w:rPr>
          <w:rtl/>
        </w:rPr>
        <w:t>:</w:t>
      </w:r>
      <w:r w:rsidRPr="00573E19">
        <w:rPr>
          <w:rtl/>
        </w:rPr>
        <w:t xml:space="preserve"> إن الناس كانوا</w:t>
      </w:r>
      <w:r w:rsidR="009C2257">
        <w:rPr>
          <w:rtl/>
        </w:rPr>
        <w:t xml:space="preserve"> </w:t>
      </w:r>
      <w:r w:rsidRPr="00573E19">
        <w:rPr>
          <w:rtl/>
        </w:rPr>
        <w:t>لا يشترطون وهم اليوم يشترطون والمسلمون عند شروطهم فإن كان شرط عليه انه</w:t>
      </w:r>
      <w:r w:rsidR="009C2257">
        <w:rPr>
          <w:rtl/>
        </w:rPr>
        <w:t xml:space="preserve"> </w:t>
      </w:r>
      <w:r w:rsidRPr="00573E19">
        <w:rPr>
          <w:rtl/>
        </w:rPr>
        <w:t>ان عجز يرجع وإن لم يشترط عليه لم يرجع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42" w:name="_Toc374810404"/>
      <w:bookmarkStart w:id="43" w:name="_Toc376954779"/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باب انه إذا جعل على المكاتب المال منجما ثم بذله دفعة واحدة لم يجب عليه أخذه</w:t>
      </w:r>
      <w:bookmarkEnd w:id="42"/>
      <w:bookmarkEnd w:id="4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الحسن بن موسى الخشاب عن غياث بن كلوب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إسحاق بن عمار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مكاتبا أتى عليا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وقال</w:t>
      </w:r>
      <w:r w:rsidR="00CA4563">
        <w:rPr>
          <w:rtl/>
        </w:rPr>
        <w:t>:</w:t>
      </w:r>
      <w:r w:rsidRPr="00573E19">
        <w:rPr>
          <w:rtl/>
        </w:rPr>
        <w:t xml:space="preserve"> إن سيدي كاتبني وشرط علي نجوما في كل سنة فجئته بالمال كله ضربة فسألته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يأخذه كله ضربة ويجيز عتقي فأبى علي فدعاه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صدق فقال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118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323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6 بتفاوت في المتن والسند.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له مالك لا تأخذ المال وتمضي عتقه</w:t>
      </w:r>
      <w:r>
        <w:rPr>
          <w:rtl/>
        </w:rPr>
        <w:t>؟</w:t>
      </w:r>
      <w:r w:rsidRPr="00573E19">
        <w:rPr>
          <w:rtl/>
        </w:rPr>
        <w:t xml:space="preserve"> فقال ما آخذ الا النجوم التي شرطت وأتعرض من ذلك إلى ميراثه فقال له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أنت أحق بشرطك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مكاتب ينقد نصف مكاتبته ويبقى عليه النصف فيدعو مواليه</w:t>
      </w:r>
      <w:r w:rsidR="009C2257">
        <w:rPr>
          <w:rtl/>
        </w:rPr>
        <w:t xml:space="preserve"> </w:t>
      </w:r>
      <w:r w:rsidRPr="00573E19">
        <w:rPr>
          <w:rtl/>
        </w:rPr>
        <w:t>فيقول خذوا ما بقي ضربة واحدة قال</w:t>
      </w:r>
      <w:r w:rsidR="00CA4563">
        <w:rPr>
          <w:rtl/>
        </w:rPr>
        <w:t>:</w:t>
      </w:r>
      <w:r w:rsidRPr="00573E19">
        <w:rPr>
          <w:rtl/>
        </w:rPr>
        <w:t xml:space="preserve"> يأخذون ما بقي ويعتق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لأنه إنما تضمن إباحة أخذ ماله من النجوم ولم يتضمن</w:t>
      </w:r>
      <w:r w:rsidR="009C2257">
        <w:rPr>
          <w:rtl/>
        </w:rPr>
        <w:t xml:space="preserve"> </w:t>
      </w:r>
      <w:r w:rsidRPr="00573E19">
        <w:rPr>
          <w:rtl/>
        </w:rPr>
        <w:t>وجوب ذلك عليه والخبر الأول تضمن أن له أن يمتنع من ذلك وليس بينهما على</w:t>
      </w:r>
      <w:r w:rsidR="009C2257">
        <w:rPr>
          <w:rtl/>
        </w:rPr>
        <w:t xml:space="preserve"> </w:t>
      </w:r>
      <w:r w:rsidRPr="00573E19">
        <w:rPr>
          <w:rtl/>
        </w:rPr>
        <w:t>هذا الوجه تناف ولا تضاد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44" w:name="_Toc374810405"/>
      <w:bookmarkStart w:id="45" w:name="_Toc376954780"/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باب من وطئ المكاتبة بعد أن أدت شيئا من مكاتبتها</w:t>
      </w:r>
      <w:bookmarkEnd w:id="44"/>
      <w:bookmarkEnd w:id="4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عمرو بن عثمان عن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خالد عن الصادق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 عن رجل كاتب أمة</w:t>
      </w:r>
      <w:r w:rsidR="00CA4563">
        <w:rPr>
          <w:rtl/>
        </w:rPr>
        <w:t>:</w:t>
      </w:r>
      <w:r w:rsidRPr="00573E19">
        <w:rPr>
          <w:rtl/>
        </w:rPr>
        <w:t xml:space="preserve"> فقالت الأمة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أديت من مكاتبتي فأنا به حرة على حساب ذلك فقال</w:t>
      </w:r>
      <w:r w:rsidR="00CA4563">
        <w:rPr>
          <w:rtl/>
        </w:rPr>
        <w:t>:</w:t>
      </w:r>
      <w:r w:rsidRPr="00573E19">
        <w:rPr>
          <w:rtl/>
        </w:rPr>
        <w:t xml:space="preserve"> لها نعم فأدت بعض</w:t>
      </w:r>
      <w:r w:rsidR="009C2257">
        <w:rPr>
          <w:rtl/>
        </w:rPr>
        <w:t xml:space="preserve"> </w:t>
      </w:r>
      <w:r w:rsidRPr="00573E19">
        <w:rPr>
          <w:rtl/>
        </w:rPr>
        <w:t>مكاتبتها وجامعها مولاها بعد ذلك فقال</w:t>
      </w:r>
      <w:r w:rsidR="00CA4563">
        <w:rPr>
          <w:rtl/>
        </w:rPr>
        <w:t>:</w:t>
      </w:r>
      <w:r w:rsidRPr="00573E19">
        <w:rPr>
          <w:rtl/>
        </w:rPr>
        <w:t xml:space="preserve"> إن كان استكرهها على ذلك ضرب من</w:t>
      </w:r>
      <w:r w:rsidR="009C2257">
        <w:rPr>
          <w:rtl/>
        </w:rPr>
        <w:t xml:space="preserve"> </w:t>
      </w:r>
      <w:r w:rsidRPr="00573E19">
        <w:rPr>
          <w:rtl/>
        </w:rPr>
        <w:t>الحد بقدر ما أدت من مكاتبتها ويدرء عنه الحد بقدر ما بقي له من مكاتبتها</w:t>
      </w:r>
      <w:r w:rsidR="00CA4563">
        <w:rPr>
          <w:rtl/>
        </w:rPr>
        <w:t>،</w:t>
      </w:r>
      <w:r w:rsidRPr="00573E19">
        <w:rPr>
          <w:rtl/>
        </w:rPr>
        <w:t xml:space="preserve"> وإن</w:t>
      </w:r>
      <w:r w:rsidR="009C2257">
        <w:rPr>
          <w:rtl/>
        </w:rPr>
        <w:t xml:space="preserve"> </w:t>
      </w:r>
      <w:r w:rsidRPr="00573E19">
        <w:rPr>
          <w:rtl/>
        </w:rPr>
        <w:t>كانت تابعته كانت شريكة في الحد ضربت مثل ما يضرب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يعقوب عن علي بن إبراهيم عن أبيه عن النوفلي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مكاتبة</w:t>
      </w:r>
      <w:r w:rsidR="009C2257">
        <w:rPr>
          <w:rtl/>
        </w:rPr>
        <w:t xml:space="preserve"> </w:t>
      </w:r>
      <w:r w:rsidRPr="00573E19">
        <w:rPr>
          <w:rtl/>
        </w:rPr>
        <w:t>يطأها مولاها فتحمل قال</w:t>
      </w:r>
      <w:r w:rsidR="00CA4563">
        <w:rPr>
          <w:rtl/>
        </w:rPr>
        <w:t>:</w:t>
      </w:r>
      <w:r w:rsidRPr="00573E19">
        <w:rPr>
          <w:rtl/>
        </w:rPr>
        <w:t xml:space="preserve"> يرد عليها مهر مثلها وتستسعى في قيمتها فإن عجزت فهي</w:t>
      </w:r>
      <w:r w:rsidR="009C2257">
        <w:rPr>
          <w:rtl/>
        </w:rPr>
        <w:t xml:space="preserve"> </w:t>
      </w:r>
      <w:r w:rsidRPr="00573E19">
        <w:rPr>
          <w:rtl/>
        </w:rPr>
        <w:t>من أمهات الأولاد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>2</w:t>
      </w:r>
      <w:r w:rsidRPr="00501E62">
        <w:rPr>
          <w:rtl/>
        </w:rPr>
        <w:t>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5 الفقيه ص </w:t>
      </w:r>
      <w:r>
        <w:rPr>
          <w:rtl/>
        </w:rPr>
        <w:t>2</w:t>
      </w:r>
      <w:r w:rsidRPr="00501E62">
        <w:rPr>
          <w:rtl/>
        </w:rPr>
        <w:t>6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68 بسند آخر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 xml:space="preserve">22 -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4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3</w:t>
      </w:r>
      <w:r w:rsidRPr="00573E19">
        <w:rPr>
          <w:rtl/>
        </w:rPr>
        <w:t xml:space="preserve">6 الفقيه ص </w:t>
      </w:r>
      <w:r>
        <w:rPr>
          <w:rtl/>
        </w:rPr>
        <w:t>2</w:t>
      </w:r>
      <w:r w:rsidRPr="00573E19">
        <w:rPr>
          <w:rtl/>
        </w:rPr>
        <w:t>67 بسند آخر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الخبر الأول لأنه ليس فيه انه ليس عليه شئ من الحد والخبر الأول</w:t>
      </w:r>
      <w:r w:rsidR="009C2257">
        <w:rPr>
          <w:rtl/>
        </w:rPr>
        <w:t xml:space="preserve"> </w:t>
      </w:r>
      <w:r w:rsidRPr="00573E19">
        <w:rPr>
          <w:rtl/>
        </w:rPr>
        <w:t>مفصل والاخذ به أولى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46" w:name="_Toc374810406"/>
      <w:bookmarkStart w:id="47" w:name="_Toc376954781"/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باب ميراث المكاتب</w:t>
      </w:r>
      <w:bookmarkEnd w:id="46"/>
      <w:bookmarkEnd w:id="4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23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عمر بن يزيد عن بريد العجلي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</w:t>
      </w:r>
      <w:r w:rsidR="009C2257">
        <w:rPr>
          <w:rtl/>
        </w:rPr>
        <w:t xml:space="preserve"> </w:t>
      </w:r>
      <w:r w:rsidRPr="00573E19">
        <w:rPr>
          <w:rtl/>
        </w:rPr>
        <w:t>كاتب عبدا له على ألف درهم ولم يشترط عليه حين كاتبه إن هو عجز عن مكاتبته فهو</w:t>
      </w:r>
      <w:r w:rsidR="009C2257">
        <w:rPr>
          <w:rtl/>
        </w:rPr>
        <w:t xml:space="preserve"> </w:t>
      </w:r>
      <w:r w:rsidRPr="00573E19">
        <w:rPr>
          <w:rtl/>
        </w:rPr>
        <w:t>رد في الرق وإن المكاتب أدى إلى مولاه خمسمائة درهم ثم مات المكاتب وترك مالا وترك</w:t>
      </w:r>
      <w:r w:rsidR="009C2257">
        <w:rPr>
          <w:rtl/>
        </w:rPr>
        <w:t xml:space="preserve"> </w:t>
      </w:r>
      <w:r w:rsidRPr="00573E19">
        <w:rPr>
          <w:rtl/>
        </w:rPr>
        <w:t>ابنا له مدركا قال</w:t>
      </w:r>
      <w:r w:rsidR="00CA4563">
        <w:rPr>
          <w:rtl/>
        </w:rPr>
        <w:t>:</w:t>
      </w:r>
      <w:r w:rsidRPr="00573E19">
        <w:rPr>
          <w:rtl/>
        </w:rPr>
        <w:t xml:space="preserve"> نصف ما ترك المكاتب من شئ فإنه لمولاه الذي كاتبه والنصف</w:t>
      </w:r>
      <w:r w:rsidR="009C2257">
        <w:rPr>
          <w:rFonts w:hint="cs"/>
          <w:rtl/>
        </w:rPr>
        <w:t xml:space="preserve"> </w:t>
      </w:r>
      <w:r w:rsidRPr="00573E19">
        <w:rPr>
          <w:rtl/>
        </w:rPr>
        <w:t>الباقي لابن المكاتب لان المكاتب مات ونصفه حر ونصفه عبد للذي كاتبه فابن</w:t>
      </w:r>
      <w:r w:rsidR="009C2257">
        <w:rPr>
          <w:rtl/>
        </w:rPr>
        <w:t xml:space="preserve"> </w:t>
      </w:r>
      <w:r w:rsidRPr="00573E19">
        <w:rPr>
          <w:rtl/>
        </w:rPr>
        <w:t>المكاتب كهيئة أبيه نصفه حر ونصفه عبد للذي كاتب أباه فإن أدى إلى الذي كاتب</w:t>
      </w:r>
      <w:r w:rsidR="009C2257">
        <w:rPr>
          <w:rtl/>
        </w:rPr>
        <w:t xml:space="preserve"> </w:t>
      </w:r>
      <w:r w:rsidRPr="00573E19">
        <w:rPr>
          <w:rtl/>
        </w:rPr>
        <w:t>أباه ما بقي على أبيه فهو حر لا سبيل لاحد من الناس عليه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>
        <w:rPr>
          <w:rFonts w:hint="cs"/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البزوفري عن أحمد بن إدريس عن أحمد بن محمد عن عبد الرحمن بن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نجران عن عاصم بن حميد 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مكاتب توفي وله مال قال</w:t>
      </w:r>
      <w:r w:rsidR="00CA4563">
        <w:rPr>
          <w:rtl/>
        </w:rPr>
        <w:t>:</w:t>
      </w:r>
      <w:r w:rsidRPr="00573E19">
        <w:rPr>
          <w:rtl/>
        </w:rPr>
        <w:t xml:space="preserve"> يقسم ماله على قدر ما أعتق</w:t>
      </w:r>
      <w:r w:rsidR="009C2257">
        <w:rPr>
          <w:rtl/>
        </w:rPr>
        <w:t xml:space="preserve"> </w:t>
      </w:r>
      <w:r w:rsidRPr="00573E19">
        <w:rPr>
          <w:rtl/>
        </w:rPr>
        <w:t>منه لورثته وما لم يعتق يحسب منه لأربابه الذين كاتبوه وهو ماله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ابن أبي عمير عن ابن سنان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مكاتب يموت وقد أدى بعض مكاتبته وله ابن من جاريته قال</w:t>
      </w:r>
      <w:r w:rsidR="00CA4563">
        <w:rPr>
          <w:rtl/>
        </w:rPr>
        <w:t>:</w:t>
      </w:r>
      <w:r w:rsidRPr="00573E19">
        <w:rPr>
          <w:rtl/>
        </w:rPr>
        <w:t xml:space="preserve"> ان</w:t>
      </w:r>
      <w:r w:rsidR="009C2257">
        <w:rPr>
          <w:rtl/>
        </w:rPr>
        <w:t xml:space="preserve"> </w:t>
      </w:r>
      <w:r w:rsidRPr="00573E19">
        <w:rPr>
          <w:rtl/>
        </w:rPr>
        <w:t>اشترط عليه إن عجز فهو مملوك رجع ابنه مملوكا والجارية وإن لم يكن اشترط عليه</w:t>
      </w:r>
      <w:r w:rsidR="009C2257">
        <w:rPr>
          <w:rtl/>
        </w:rPr>
        <w:t xml:space="preserve"> </w:t>
      </w:r>
      <w:r w:rsidRPr="00573E19">
        <w:rPr>
          <w:rtl/>
        </w:rPr>
        <w:t>أدى ابنه ما بقي من مكاتبته وورث ما بقي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 xml:space="preserve">23 -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6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3</w:t>
      </w:r>
      <w:r w:rsidRPr="00501E62">
        <w:rPr>
          <w:rtl/>
        </w:rPr>
        <w:t>6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1</w:t>
      </w:r>
      <w:r>
        <w:rPr>
          <w:rtl/>
        </w:rPr>
        <w:t>2</w:t>
      </w:r>
      <w:r w:rsidRPr="00501E62">
        <w:rPr>
          <w:rtl/>
        </w:rPr>
        <w:t>4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5 الكافي ج ص ص </w:t>
      </w:r>
      <w:r>
        <w:rPr>
          <w:rtl/>
        </w:rPr>
        <w:t>2</w:t>
      </w:r>
      <w:r w:rsidRPr="00501E62">
        <w:rPr>
          <w:rtl/>
        </w:rPr>
        <w:t>79 الفقيه ص 455 بتفاوت يسير فيهما</w:t>
      </w:r>
    </w:p>
    <w:p w:rsidR="00FE5331" w:rsidRPr="00501E62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1</w:t>
      </w:r>
      <w:r>
        <w:rPr>
          <w:rtl/>
        </w:rPr>
        <w:t>2</w:t>
      </w:r>
      <w:r w:rsidRPr="00501E62">
        <w:rPr>
          <w:rtl/>
        </w:rPr>
        <w:t>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4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2</w:t>
      </w:r>
      <w:r w:rsidRPr="00501E62">
        <w:rPr>
          <w:rtl/>
        </w:rPr>
        <w:t>79.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وفضالة عن جميل بن دراج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مكاتب يؤدي بعض مكاتبته ثم يموت ويترك ابنا له من جارية له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إن كان اشترط عليه انه إن عجز فهو رق يرجع ابنه مملوكا والجارية</w:t>
      </w:r>
      <w:r w:rsidR="00CA4563">
        <w:rPr>
          <w:rtl/>
        </w:rPr>
        <w:t>،</w:t>
      </w:r>
      <w:r w:rsidRPr="00573E19">
        <w:rPr>
          <w:rtl/>
        </w:rPr>
        <w:t xml:space="preserve"> وإن لم</w:t>
      </w:r>
      <w:r w:rsidR="009C2257">
        <w:rPr>
          <w:rtl/>
        </w:rPr>
        <w:t xml:space="preserve"> </w:t>
      </w:r>
      <w:r w:rsidRPr="00573E19">
        <w:rPr>
          <w:rtl/>
        </w:rPr>
        <w:t>يشترط عليه صار ابنه حرا ورد على المولى بقية المكاتبة وورث ابنه 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جميل عن مهزم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المكاتب يموت وله ولد فقال</w:t>
      </w:r>
      <w:r w:rsidR="00CA4563">
        <w:rPr>
          <w:rtl/>
        </w:rPr>
        <w:t>:</w:t>
      </w:r>
      <w:r w:rsidRPr="00573E19">
        <w:rPr>
          <w:rtl/>
        </w:rPr>
        <w:t xml:space="preserve"> إن كان اشترط عليه فولده مماليك وإن لم يكن</w:t>
      </w:r>
      <w:r w:rsidR="009C2257">
        <w:rPr>
          <w:rtl/>
        </w:rPr>
        <w:t xml:space="preserve"> </w:t>
      </w:r>
      <w:r w:rsidRPr="00573E19">
        <w:rPr>
          <w:rtl/>
        </w:rPr>
        <w:t>اشترط عليه سعى ولده في مكاتبة أبيهم وعتقوا إذا أدوا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البزوفري عن جعفر بن محمد بن مالك عن محمد بن الحسين بن أبي الخطاب</w:t>
      </w:r>
      <w:r w:rsidR="009C2257">
        <w:rPr>
          <w:rtl/>
        </w:rPr>
        <w:t xml:space="preserve"> </w:t>
      </w:r>
      <w:r w:rsidRPr="00573E19">
        <w:rPr>
          <w:rtl/>
        </w:rPr>
        <w:t>عن الحسن بن محبوب عن مالك بن عطية قال</w:t>
      </w:r>
      <w:r w:rsidR="00CA4563">
        <w:rPr>
          <w:rtl/>
        </w:rPr>
        <w:t>:</w:t>
      </w:r>
      <w:r w:rsidRPr="00573E19">
        <w:rPr>
          <w:rtl/>
        </w:rPr>
        <w:t xml:space="preserve"> سئل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</w:t>
      </w:r>
      <w:r w:rsidR="009C2257">
        <w:rPr>
          <w:rtl/>
        </w:rPr>
        <w:t xml:space="preserve"> </w:t>
      </w:r>
      <w:r w:rsidRPr="00573E19">
        <w:rPr>
          <w:rtl/>
        </w:rPr>
        <w:t>مكاتب مات ولم يؤد من مكاتبته شيئا وترك مالا وولدا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كان</w:t>
      </w:r>
      <w:r w:rsidR="009C2257">
        <w:rPr>
          <w:rtl/>
        </w:rPr>
        <w:t xml:space="preserve"> </w:t>
      </w:r>
      <w:r w:rsidRPr="00573E19">
        <w:rPr>
          <w:rtl/>
        </w:rPr>
        <w:t>سيده حين كاتبه اشترط عليه انه إن عجز عن أداء نجومه فهو رد وكان قد عجز عن</w:t>
      </w:r>
      <w:r w:rsidR="009C2257">
        <w:rPr>
          <w:rtl/>
        </w:rPr>
        <w:t xml:space="preserve"> </w:t>
      </w:r>
      <w:r w:rsidRPr="00573E19">
        <w:rPr>
          <w:rtl/>
        </w:rPr>
        <w:t>أداء نجمه فإن ما تركه من شئ فهو لسيده وابنه رد في الرق</w:t>
      </w:r>
      <w:r w:rsidR="00CA4563">
        <w:rPr>
          <w:rtl/>
        </w:rPr>
        <w:t>،</w:t>
      </w:r>
      <w:r w:rsidRPr="00573E19">
        <w:rPr>
          <w:rtl/>
        </w:rPr>
        <w:t xml:space="preserve"> وإن كان ولده بعده</w:t>
      </w:r>
      <w:r w:rsidR="009C2257">
        <w:rPr>
          <w:rtl/>
        </w:rPr>
        <w:t xml:space="preserve"> </w:t>
      </w:r>
      <w:r w:rsidRPr="00573E19">
        <w:rPr>
          <w:rtl/>
        </w:rPr>
        <w:t>أو كان كاتبه معه</w:t>
      </w:r>
      <w:r w:rsidR="00CA4563">
        <w:rPr>
          <w:rtl/>
        </w:rPr>
        <w:t>،</w:t>
      </w:r>
      <w:r w:rsidRPr="00573E19">
        <w:rPr>
          <w:rtl/>
        </w:rPr>
        <w:t xml:space="preserve"> وإن كان لم يشترط بذلك عليه فان ابنه حر ويؤدي عن أبيه</w:t>
      </w:r>
      <w:r w:rsidR="009C2257">
        <w:rPr>
          <w:rtl/>
        </w:rPr>
        <w:t xml:space="preserve"> </w:t>
      </w:r>
      <w:r w:rsidRPr="00573E19">
        <w:rPr>
          <w:rtl/>
        </w:rPr>
        <w:t>ما بقي مما ترك أبوه وليس لابنه شئ حتى يؤدي ما عليه</w:t>
      </w:r>
      <w:r w:rsidR="00CA4563">
        <w:rPr>
          <w:rtl/>
        </w:rPr>
        <w:t>،</w:t>
      </w:r>
      <w:r w:rsidRPr="00573E19">
        <w:rPr>
          <w:rtl/>
        </w:rPr>
        <w:t xml:space="preserve"> وإن لم يترك أبوه</w:t>
      </w:r>
      <w:r w:rsidR="009C2257">
        <w:rPr>
          <w:rtl/>
        </w:rPr>
        <w:t xml:space="preserve"> </w:t>
      </w:r>
      <w:r w:rsidRPr="00573E19">
        <w:rPr>
          <w:rtl/>
        </w:rPr>
        <w:t>شيئا فلا شئ على ابنه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 لان الوجه في هذه الأخبار أنه يلزم</w:t>
      </w:r>
      <w:r w:rsidR="009C2257">
        <w:rPr>
          <w:rtl/>
        </w:rPr>
        <w:t xml:space="preserve"> </w:t>
      </w:r>
      <w:r w:rsidRPr="00573E19">
        <w:rPr>
          <w:rtl/>
        </w:rPr>
        <w:t>الابن أن يؤدي عن الحصة التي تخصه بحساب ما بقي على أبيه ليصير هو حرا لأنه</w:t>
      </w:r>
      <w:r w:rsidR="009C2257">
        <w:rPr>
          <w:rtl/>
        </w:rPr>
        <w:t xml:space="preserve"> </w:t>
      </w:r>
      <w:r w:rsidRPr="00573E19">
        <w:rPr>
          <w:rtl/>
        </w:rPr>
        <w:t>إذا كان حكم الولد حكم أبيه وقد تحرر منه بعضه وكذلك حكم الولد فإذا قسم الميراث</w:t>
      </w:r>
      <w:r w:rsidR="009C2257">
        <w:rPr>
          <w:rtl/>
        </w:rPr>
        <w:t xml:space="preserve"> </w:t>
      </w:r>
      <w:r w:rsidRPr="00573E19">
        <w:rPr>
          <w:rtl/>
        </w:rPr>
        <w:t>على ذلك فما يخص الولد يحتاج أن يؤدي عن نفسه بقية ما كان يبقى على أبيه ليصير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>2</w:t>
      </w:r>
      <w:r w:rsidRPr="00501E62">
        <w:rPr>
          <w:rtl/>
        </w:rPr>
        <w:t>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4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2</w:t>
      </w:r>
      <w:r w:rsidRPr="00501E62">
        <w:rPr>
          <w:rtl/>
        </w:rPr>
        <w:t xml:space="preserve">79 الفقيه ص </w:t>
      </w:r>
      <w:r>
        <w:rPr>
          <w:rtl/>
        </w:rPr>
        <w:t>2</w:t>
      </w:r>
      <w:r w:rsidRPr="00501E62">
        <w:rPr>
          <w:rtl/>
        </w:rPr>
        <w:t>6</w:t>
      </w:r>
      <w:r>
        <w:rPr>
          <w:rtl/>
        </w:rPr>
        <w:t>2</w:t>
      </w:r>
      <w:r w:rsidRPr="00501E62">
        <w:rPr>
          <w:rtl/>
        </w:rPr>
        <w:t xml:space="preserve"> بتفاوت بينهما.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501E62">
        <w:rPr>
          <w:rtl/>
        </w:rPr>
        <w:t xml:space="preserve"> 1</w:t>
      </w:r>
      <w:r>
        <w:rPr>
          <w:rtl/>
        </w:rPr>
        <w:t>2</w:t>
      </w:r>
      <w:r w:rsidRPr="00501E62">
        <w:rPr>
          <w:rtl/>
        </w:rPr>
        <w:t>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>4.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79 بتفاوت في اللفظ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حرا وليس في هذه الأخبار انه يؤدي ما بقي على أبيه من أصل التركة ويأخذ ما بقي</w:t>
      </w:r>
      <w:r w:rsidR="009C2257">
        <w:rPr>
          <w:rtl/>
        </w:rPr>
        <w:t xml:space="preserve"> </w:t>
      </w:r>
      <w:r w:rsidRPr="00573E19">
        <w:rPr>
          <w:rtl/>
        </w:rPr>
        <w:t>والاخبار الأولة مفصلة والاخذ بها أولى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وما رواه الحسين بن سعيد عن علي بن النعمان عن أبي الصباح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المكاتب يؤدي بعض مكاتبته ثم يموت ويترك ابنا ويترك</w:t>
      </w:r>
      <w:r w:rsidR="009C2257">
        <w:rPr>
          <w:rtl/>
        </w:rPr>
        <w:t xml:space="preserve"> </w:t>
      </w:r>
      <w:r w:rsidRPr="00573E19">
        <w:rPr>
          <w:rtl/>
        </w:rPr>
        <w:t>مالا أكثر مما عليه من مكاتبته قال</w:t>
      </w:r>
      <w:r w:rsidR="00CA4563">
        <w:rPr>
          <w:rtl/>
        </w:rPr>
        <w:t>:</w:t>
      </w:r>
      <w:r w:rsidRPr="00573E19">
        <w:rPr>
          <w:rtl/>
        </w:rPr>
        <w:t xml:space="preserve"> يوفى مواليه ما بقي من مكاتبته وما بقي فلولده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مثل ذلك</w:t>
      </w:r>
      <w:r w:rsidR="00CA4563">
        <w:rPr>
          <w:rtl/>
        </w:rPr>
        <w:t>: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ما قلناه في الاخبار الأولة سواء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48" w:name="_Toc374810407"/>
      <w:bookmarkStart w:id="49" w:name="_Toc376954782"/>
      <w:r w:rsidRPr="00573E19">
        <w:rPr>
          <w:rtl/>
        </w:rPr>
        <w:t>كتاب الايمان والنذور والكفارات</w:t>
      </w:r>
      <w:bookmarkEnd w:id="48"/>
      <w:bookmarkEnd w:id="49"/>
    </w:p>
    <w:p w:rsidR="00FE5331" w:rsidRPr="00573E19" w:rsidRDefault="00FE5331" w:rsidP="00FE5331">
      <w:pPr>
        <w:pStyle w:val="Heading2Center"/>
        <w:rPr>
          <w:rtl/>
        </w:rPr>
      </w:pPr>
      <w:bookmarkStart w:id="50" w:name="_Toc374810408"/>
      <w:bookmarkStart w:id="51" w:name="_Toc376954783"/>
      <w:r>
        <w:rPr>
          <w:rtl/>
        </w:rPr>
        <w:t xml:space="preserve">22 - </w:t>
      </w:r>
      <w:r w:rsidRPr="00573E19">
        <w:rPr>
          <w:rtl/>
        </w:rPr>
        <w:t>باب ما يجوز ان يحلف به أهل الذمة</w:t>
      </w:r>
      <w:bookmarkEnd w:id="50"/>
      <w:bookmarkEnd w:id="5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A1214D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هشام بن سالم عن سليمان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يحلف اليهودي ولا النصراني ولا المجوسي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بغير الله إن الله تعالى يقول </w:t>
      </w:r>
      <w:r w:rsidRPr="00FE5331">
        <w:rPr>
          <w:rStyle w:val="libAlaemChar"/>
          <w:rtl/>
        </w:rPr>
        <w:t>(</w:t>
      </w:r>
      <w:r w:rsidR="00A1214D" w:rsidRPr="00A1214D">
        <w:rPr>
          <w:rStyle w:val="libAieChar"/>
          <w:rtl/>
        </w:rPr>
        <w:t>وَأَنِ احْكُم بَيْنَهُم بِمَا أَنزَلَ اللَّـهُ</w:t>
      </w:r>
      <w:r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النضر بن سويد عن القاسم بن سليمان عن جراح المدائني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يحلف بغير الله وقال</w:t>
      </w:r>
      <w:r w:rsidR="00CA4563">
        <w:rPr>
          <w:rtl/>
        </w:rPr>
        <w:t>:</w:t>
      </w:r>
      <w:r w:rsidRPr="00573E19">
        <w:rPr>
          <w:rtl/>
        </w:rPr>
        <w:t xml:space="preserve"> اليهودي والنصراني والمجوسي</w:t>
      </w:r>
      <w:r w:rsidR="009C2257">
        <w:rPr>
          <w:rtl/>
        </w:rPr>
        <w:t xml:space="preserve"> </w:t>
      </w:r>
      <w:r w:rsidRPr="00573E19">
        <w:rPr>
          <w:rtl/>
        </w:rPr>
        <w:t>لا تحلفوهم إلا بالله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هل يصلح لاحد أن يحلف</w:t>
      </w:r>
      <w:r w:rsidR="009C2257">
        <w:rPr>
          <w:rtl/>
        </w:rPr>
        <w:t xml:space="preserve"> </w:t>
      </w:r>
      <w:r w:rsidRPr="00573E19">
        <w:rPr>
          <w:rtl/>
        </w:rPr>
        <w:t>أحدا من اليهود والنصارى والمجوس بآلهتهم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يصلح لاحد أن يحلف أحدا</w:t>
      </w:r>
      <w:r w:rsidR="009C2257">
        <w:rPr>
          <w:rtl/>
        </w:rPr>
        <w:t xml:space="preserve"> </w:t>
      </w:r>
      <w:r w:rsidRPr="00573E19">
        <w:rPr>
          <w:rtl/>
        </w:rPr>
        <w:t>إلا بالله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>2</w:t>
      </w:r>
      <w:r w:rsidRPr="00501E62">
        <w:rPr>
          <w:rtl/>
        </w:rPr>
        <w:t>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32</w:t>
      </w:r>
      <w:r w:rsidRPr="00501E62">
        <w:rPr>
          <w:rtl/>
        </w:rPr>
        <w:t xml:space="preserve">4 الفقيه ص </w:t>
      </w:r>
      <w:r>
        <w:rPr>
          <w:rtl/>
        </w:rPr>
        <w:t>2</w:t>
      </w:r>
      <w:r w:rsidRPr="00501E62">
        <w:rPr>
          <w:rtl/>
        </w:rPr>
        <w:t>6</w:t>
      </w:r>
      <w:r>
        <w:rPr>
          <w:rtl/>
        </w:rPr>
        <w:t>2</w:t>
      </w:r>
      <w:r w:rsidRPr="00501E62">
        <w:rPr>
          <w:rtl/>
        </w:rPr>
        <w:t>.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>3</w:t>
      </w:r>
      <w:r w:rsidRPr="00501E62">
        <w:rPr>
          <w:rtl/>
        </w:rPr>
        <w:t>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00.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1</w:t>
      </w:r>
      <w:r>
        <w:rPr>
          <w:rtl/>
        </w:rPr>
        <w:t xml:space="preserve">32 - </w:t>
      </w:r>
      <w:r w:rsidRPr="00573E19">
        <w:rPr>
          <w:rtl/>
        </w:rPr>
        <w:t>1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حماد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أهل الملل كيف يستحلفون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تحلفوهم إلا بالله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علي بن إبراهيم عن أبيه عن النوفلي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استحلف يهوديا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بالتوراة التي أنزلت على موسى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الوجه في هذا الخبر أن نحمله على أن للامام أن يحلف</w:t>
      </w:r>
      <w:r w:rsidR="009C2257">
        <w:rPr>
          <w:rtl/>
        </w:rPr>
        <w:t xml:space="preserve"> </w:t>
      </w:r>
      <w:r w:rsidRPr="00573E19">
        <w:rPr>
          <w:rtl/>
        </w:rPr>
        <w:t>أهل الذمة مما يعتقدون في ملتهم اليمين به إذا كان ذلك أردع لهم</w:t>
      </w:r>
      <w:r w:rsidR="00CA4563">
        <w:rPr>
          <w:rtl/>
        </w:rPr>
        <w:t>،</w:t>
      </w:r>
      <w:r w:rsidRPr="00573E19">
        <w:rPr>
          <w:rtl/>
        </w:rPr>
        <w:t xml:space="preserve"> وإنما لا يجوز</w:t>
      </w:r>
      <w:r w:rsidR="009C2257">
        <w:rPr>
          <w:rtl/>
        </w:rPr>
        <w:t xml:space="preserve"> </w:t>
      </w:r>
      <w:r w:rsidRPr="00573E19">
        <w:rPr>
          <w:rtl/>
        </w:rPr>
        <w:t>لنا أن نحلفهم لأنا لا نعرف ذلك وإذا عرفنا ذلك جاز ذلك أيضا لنا</w:t>
      </w:r>
      <w:r w:rsidR="00CA4563">
        <w:rPr>
          <w:rtl/>
        </w:rPr>
        <w:t>،</w:t>
      </w:r>
      <w:r w:rsidRPr="00573E19">
        <w:rPr>
          <w:rtl/>
        </w:rPr>
        <w:t xml:space="preserve"> لان كل من</w:t>
      </w:r>
      <w:r w:rsidR="009C2257">
        <w:rPr>
          <w:rtl/>
        </w:rPr>
        <w:t xml:space="preserve"> </w:t>
      </w:r>
      <w:r w:rsidRPr="00573E19">
        <w:rPr>
          <w:rtl/>
        </w:rPr>
        <w:t>اعتقد اليمين بشئ جاز أن يستحلف به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فضالة عن العلا</w:t>
      </w:r>
      <w:r w:rsidR="00CA4563">
        <w:rPr>
          <w:rtl/>
        </w:rPr>
        <w:t>،</w:t>
      </w:r>
      <w:r w:rsidRPr="00573E19">
        <w:rPr>
          <w:rtl/>
        </w:rPr>
        <w:t xml:space="preserve"> والحسين عن صفوان بن يحيى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العلا عن محمد بن 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سألته عن الأحكام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كل دين ما يستحلفون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النضر بن سويد وابن أبي نجران جميعا عن عاصم بن حميد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قيس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فيمن استحلف أهل الكتاب بيمين صبر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أن يستحلف بكتابه وملته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52" w:name="_Toc374810409"/>
      <w:bookmarkStart w:id="53" w:name="_Toc376954784"/>
      <w:r>
        <w:rPr>
          <w:rtl/>
        </w:rPr>
        <w:t xml:space="preserve">23 - </w:t>
      </w:r>
      <w:r w:rsidRPr="00573E19">
        <w:rPr>
          <w:rtl/>
        </w:rPr>
        <w:t>باب الرجل يقسم على غيره أن يفعل فعلا فلا يفعله هل عليه كفارة أم لا</w:t>
      </w:r>
      <w:bookmarkEnd w:id="52"/>
      <w:bookmarkEnd w:id="5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حماد عن ابن المغيرة عن عبد الله بن سنان عن عبد الرحمن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يمين الصبر</w:t>
      </w:r>
      <w:r w:rsidR="00CA4563">
        <w:rPr>
          <w:rtl/>
        </w:rPr>
        <w:t>:</w:t>
      </w:r>
      <w:r w:rsidRPr="00573E19">
        <w:rPr>
          <w:rtl/>
        </w:rPr>
        <w:t xml:space="preserve"> التي يمسك الحكم عليها حتى يحلف أو التي يلزم ويجبر عليها ان خالفها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10 بتفاوت في اللفظ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7 الفقيه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 بتفاوت في الأخير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ابن أبي عبد الله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يقسم على الرجل في</w:t>
      </w:r>
      <w:r w:rsidR="009C2257">
        <w:rPr>
          <w:rtl/>
        </w:rPr>
        <w:t xml:space="preserve"> </w:t>
      </w:r>
      <w:r w:rsidRPr="00573E19">
        <w:rPr>
          <w:rtl/>
        </w:rPr>
        <w:t>الطعام يأكل معه فلم يأكل هل عليه في ذلك كفارة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ابن فضال عن حفص وغير واحد من أصحابنا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 عن الرجل يقسم على أخيه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عليه شئ</w:t>
      </w:r>
      <w:r w:rsidR="009C2257">
        <w:rPr>
          <w:rtl/>
        </w:rPr>
        <w:t xml:space="preserve"> </w:t>
      </w:r>
      <w:r w:rsidRPr="00573E19">
        <w:rPr>
          <w:rtl/>
        </w:rPr>
        <w:t>إنما أراد إكرامه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يعقوب عن الحسين بن محمد عن معلى بن محمد عن الوشا عن أبان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عثمان عن عبد الرحمن بن أبي عبد الله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يقسم</w:t>
      </w:r>
      <w:r w:rsidR="009C2257">
        <w:rPr>
          <w:rtl/>
        </w:rPr>
        <w:t xml:space="preserve"> </w:t>
      </w:r>
      <w:r w:rsidRPr="00573E19">
        <w:rPr>
          <w:rtl/>
        </w:rPr>
        <w:t>على الرجل في الطعام ليأكل فلم يطعم فهل عليه في ذلك كفارة</w:t>
      </w:r>
      <w:r>
        <w:rPr>
          <w:rtl/>
        </w:rPr>
        <w:t>؟</w:t>
      </w:r>
      <w:r w:rsidRPr="00573E19">
        <w:rPr>
          <w:rtl/>
        </w:rPr>
        <w:t xml:space="preserve"> وما اليمين التي تجب فيها</w:t>
      </w:r>
      <w:r w:rsidR="009C2257">
        <w:rPr>
          <w:rtl/>
        </w:rPr>
        <w:t xml:space="preserve"> </w:t>
      </w:r>
      <w:r w:rsidRPr="00573E19">
        <w:rPr>
          <w:rtl/>
        </w:rPr>
        <w:t>الكفارة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الكفارة في الذي يحلف على المتاع ألا يبيعه ولا يشتريه ثم يبدو له</w:t>
      </w:r>
      <w:r w:rsidR="009C2257">
        <w:rPr>
          <w:rtl/>
        </w:rPr>
        <w:t xml:space="preserve"> </w:t>
      </w:r>
      <w:r w:rsidRPr="00573E19">
        <w:rPr>
          <w:rtl/>
        </w:rPr>
        <w:t>فيكفر عن يمينه</w:t>
      </w:r>
      <w:r w:rsidR="00CA4563">
        <w:rPr>
          <w:rtl/>
        </w:rPr>
        <w:t>،</w:t>
      </w:r>
      <w:r w:rsidRPr="00573E19">
        <w:rPr>
          <w:rtl/>
        </w:rPr>
        <w:t xml:space="preserve"> وإن حلف على شئ والذي حلف عليه إتيانه خير من تركه فليأت</w:t>
      </w:r>
      <w:r w:rsidR="009C2257">
        <w:rPr>
          <w:rtl/>
        </w:rPr>
        <w:t xml:space="preserve"> </w:t>
      </w:r>
      <w:r w:rsidRPr="00573E19">
        <w:rPr>
          <w:rtl/>
        </w:rPr>
        <w:t>الذي هو خير ولا كفارة عليه إنما ذلك من خطوات الشيطان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الحسن بن علي الوشا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رجل عن علي بن الحسين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أقسم الرجل على أخيه فيما يبر</w:t>
      </w:r>
      <w:r w:rsidR="009C2257">
        <w:rPr>
          <w:rtl/>
        </w:rPr>
        <w:t xml:space="preserve"> </w:t>
      </w:r>
      <w:r w:rsidRPr="00573E19">
        <w:rPr>
          <w:rtl/>
        </w:rPr>
        <w:t>قسمه فعلى المقسم كفارة يمين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ضرب من الاستحباب دون الفرض والاي</w:t>
      </w:r>
      <w:r>
        <w:rPr>
          <w:rtl/>
        </w:rPr>
        <w:t>جاب</w:t>
      </w:r>
    </w:p>
    <w:p w:rsidR="00FE5331" w:rsidRPr="00573E19" w:rsidRDefault="00FE5331" w:rsidP="00FE5331">
      <w:pPr>
        <w:pStyle w:val="Heading2Center"/>
        <w:rPr>
          <w:rtl/>
        </w:rPr>
      </w:pPr>
      <w:bookmarkStart w:id="54" w:name="_Toc374810410"/>
      <w:bookmarkStart w:id="55" w:name="_Toc376954785"/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باب اقسام الايمان وما تجب فيها الكفارة وما لا تجب</w:t>
      </w:r>
      <w:bookmarkEnd w:id="54"/>
      <w:bookmarkEnd w:id="5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عدة من أصحابنا عن سهل بن زياد عن أحمد بن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نصر عن ثعلبة عن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يمين حلف</w:t>
      </w:r>
      <w:r w:rsidR="009C2257">
        <w:rPr>
          <w:rtl/>
        </w:rPr>
        <w:t xml:space="preserve"> </w:t>
      </w:r>
      <w:r w:rsidRPr="00573E19">
        <w:rPr>
          <w:rtl/>
        </w:rPr>
        <w:t>عليها لا يفعلها مما له منفعة فيه في الدنيا والآخرة فلا كفارة عليه</w:t>
      </w:r>
      <w:r w:rsidR="00CA4563">
        <w:rPr>
          <w:rtl/>
        </w:rPr>
        <w:t>،</w:t>
      </w:r>
      <w:r w:rsidRPr="00573E19">
        <w:rPr>
          <w:rtl/>
        </w:rPr>
        <w:t xml:space="preserve"> وإنما الكفارة في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</w:t>
      </w:r>
      <w:r>
        <w:rPr>
          <w:rtl/>
        </w:rPr>
        <w:t>3</w:t>
      </w:r>
      <w:r w:rsidRPr="00501E62">
        <w:rPr>
          <w:rtl/>
        </w:rPr>
        <w:t>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140</w:t>
      </w:r>
      <w:r>
        <w:rPr>
          <w:rtl/>
        </w:rPr>
        <w:t xml:space="preserve"> - </w:t>
      </w:r>
      <w:r w:rsidRPr="00573E19">
        <w:rPr>
          <w:rtl/>
        </w:rPr>
        <w:t>141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0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أن يحلف الرجل والله لا أزني والله لا أشرب والله لا أخون وأشباه هذا ولا أعصي</w:t>
      </w:r>
      <w:r w:rsidR="009C2257">
        <w:rPr>
          <w:rtl/>
        </w:rPr>
        <w:t xml:space="preserve"> </w:t>
      </w:r>
      <w:r w:rsidRPr="00573E19">
        <w:rPr>
          <w:rtl/>
        </w:rPr>
        <w:t>ثم فعل فعليه كفارة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بن عيسى عن سعد بن سعد عن محمد بن القاسم بن الفضيل</w:t>
      </w:r>
      <w:r w:rsidR="009C2257">
        <w:rPr>
          <w:rtl/>
        </w:rPr>
        <w:t xml:space="preserve"> </w:t>
      </w:r>
      <w:r w:rsidRPr="00573E19">
        <w:rPr>
          <w:rtl/>
        </w:rPr>
        <w:t>عن حمزة بن حمران عن داود بن فرقد عن حمران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جعفر وأبي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اليمين التي تلزمني فيها الكفارة</w:t>
      </w:r>
      <w:r>
        <w:rPr>
          <w:rtl/>
        </w:rPr>
        <w:t>؟</w:t>
      </w:r>
      <w:r w:rsidRPr="00573E19">
        <w:rPr>
          <w:rtl/>
        </w:rPr>
        <w:t xml:space="preserve"> فقالا</w:t>
      </w:r>
      <w:r w:rsidR="00CA4563">
        <w:rPr>
          <w:rtl/>
        </w:rPr>
        <w:t>:</w:t>
      </w:r>
      <w:r w:rsidRPr="00573E19">
        <w:rPr>
          <w:rtl/>
        </w:rPr>
        <w:t xml:space="preserve"> ما حلفت عليه مما لله فيه طاعة أن</w:t>
      </w:r>
      <w:r w:rsidR="009C2257">
        <w:rPr>
          <w:rtl/>
        </w:rPr>
        <w:t xml:space="preserve"> </w:t>
      </w:r>
      <w:r w:rsidRPr="00573E19">
        <w:rPr>
          <w:rtl/>
        </w:rPr>
        <w:t>تفعله فلم تفعله فعليك فيه الكفارة</w:t>
      </w:r>
      <w:r w:rsidR="00CA4563">
        <w:rPr>
          <w:rtl/>
        </w:rPr>
        <w:t>،</w:t>
      </w:r>
      <w:r w:rsidRPr="00573E19">
        <w:rPr>
          <w:rtl/>
        </w:rPr>
        <w:t xml:space="preserve"> وما حلفت عليه مما لله فيه المعصية فكفارته تركه</w:t>
      </w:r>
      <w:r w:rsidR="009C2257">
        <w:rPr>
          <w:rtl/>
        </w:rPr>
        <w:t xml:space="preserve"> </w:t>
      </w:r>
      <w:r w:rsidRPr="00573E19">
        <w:rPr>
          <w:rtl/>
        </w:rPr>
        <w:t>وما لم يكن فيه معصية ولا طاعة فليس هو بشئ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فضالة بن أيوب عن ابن مسكان عن حمزة بن حمران</w:t>
      </w:r>
      <w:r w:rsidR="009C2257">
        <w:rPr>
          <w:rtl/>
        </w:rPr>
        <w:t xml:space="preserve"> </w:t>
      </w:r>
      <w:r w:rsidRPr="00573E19">
        <w:rPr>
          <w:rtl/>
        </w:rPr>
        <w:t>عن زرارة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أي شئ الذي تكون فيه الكفارة من</w:t>
      </w:r>
      <w:r w:rsidR="009C2257">
        <w:rPr>
          <w:rtl/>
        </w:rPr>
        <w:t xml:space="preserve"> </w:t>
      </w:r>
      <w:r w:rsidRPr="00573E19">
        <w:rPr>
          <w:rtl/>
        </w:rPr>
        <w:t>الايمان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حلفت عليه مما فيه البر فعليك الكفارة إذا لم تف به</w:t>
      </w:r>
      <w:r w:rsidR="00CA4563">
        <w:rPr>
          <w:rtl/>
        </w:rPr>
        <w:t>،</w:t>
      </w:r>
      <w:r w:rsidRPr="00573E19">
        <w:rPr>
          <w:rtl/>
        </w:rPr>
        <w:t xml:space="preserve"> وما حلفت</w:t>
      </w:r>
      <w:r w:rsidR="009C2257">
        <w:rPr>
          <w:rtl/>
        </w:rPr>
        <w:t xml:space="preserve"> </w:t>
      </w:r>
      <w:r w:rsidRPr="00573E19">
        <w:rPr>
          <w:rtl/>
        </w:rPr>
        <w:t>عليه مما فيه المعصية فليس عليك فيه الكفارة إذا رجعت عنه</w:t>
      </w:r>
      <w:r w:rsidR="00CA4563">
        <w:rPr>
          <w:rtl/>
        </w:rPr>
        <w:t>،</w:t>
      </w:r>
      <w:r w:rsidRPr="00573E19">
        <w:rPr>
          <w:rtl/>
        </w:rPr>
        <w:t xml:space="preserve"> وقال إن ما سوى ذلك</w:t>
      </w:r>
      <w:r w:rsidR="009C2257">
        <w:rPr>
          <w:rtl/>
        </w:rPr>
        <w:t xml:space="preserve"> </w:t>
      </w:r>
      <w:r w:rsidRPr="00573E19">
        <w:rPr>
          <w:rtl/>
        </w:rPr>
        <w:t>مما ليس فيه بر ولا معصية فليس بشئ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أبي نصر عن جميل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عما يكفر من الايمان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كان عليك أن تفعله فحلفت</w:t>
      </w:r>
      <w:r w:rsidR="009C2257">
        <w:rPr>
          <w:rtl/>
        </w:rPr>
        <w:t xml:space="preserve"> </w:t>
      </w:r>
      <w:r w:rsidRPr="00573E19">
        <w:rPr>
          <w:rtl/>
        </w:rPr>
        <w:t>ان لا تفعله ثم فعلته فليس عليك شئ</w:t>
      </w:r>
      <w:r w:rsidR="00CA4563">
        <w:rPr>
          <w:rtl/>
        </w:rPr>
        <w:t>،</w:t>
      </w:r>
      <w:r w:rsidRPr="00573E19">
        <w:rPr>
          <w:rtl/>
        </w:rPr>
        <w:t xml:space="preserve"> وما لم يكن واجبا أن تفعله فحلفت ألا تفعله</w:t>
      </w:r>
      <w:r w:rsidR="009C2257">
        <w:rPr>
          <w:rtl/>
        </w:rPr>
        <w:t xml:space="preserve"> </w:t>
      </w:r>
      <w:r w:rsidRPr="00573E19">
        <w:rPr>
          <w:rtl/>
        </w:rPr>
        <w:t>ثم فعلته فعليك الكفارة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الحسن بن محبوب عن عبد الرحمن بن الحجاج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ليس كل يمين فيها كفارة أما ما كان منها مما أوجب الله تعالى عليك</w:t>
      </w:r>
    </w:p>
    <w:p w:rsidR="00FE5331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501E62">
        <w:rPr>
          <w:rtl/>
        </w:rPr>
        <w:t xml:space="preserve"> 14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0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69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أن تفعله فحلفت أن لا تفعله فليس عليك فيها الكفارة وأما ما لم يكن مما أوجب الله</w:t>
      </w:r>
      <w:r w:rsidR="009C2257">
        <w:rPr>
          <w:rtl/>
        </w:rPr>
        <w:t xml:space="preserve"> </w:t>
      </w:r>
      <w:r w:rsidRPr="00573E19">
        <w:rPr>
          <w:rtl/>
        </w:rPr>
        <w:t>عليك أن تفعله فحلفت أن لا تفعله ففعلته فان عليك فيها الكفارة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نقول ما لم يوجب الله عليه إذا حلف ألا يفعله ثم فعله</w:t>
      </w:r>
      <w:r w:rsidR="009C2257">
        <w:rPr>
          <w:rtl/>
        </w:rPr>
        <w:t xml:space="preserve"> </w:t>
      </w:r>
      <w:r w:rsidRPr="00573E19">
        <w:rPr>
          <w:rtl/>
        </w:rPr>
        <w:t>إنما يلزمه الكفارة إذا تساوى فيه الفعل والترك أو لم يكن فعله له مزية على تركه من</w:t>
      </w:r>
      <w:r w:rsidR="009C2257">
        <w:rPr>
          <w:rtl/>
        </w:rPr>
        <w:t xml:space="preserve"> </w:t>
      </w:r>
      <w:r w:rsidRPr="00573E19">
        <w:rPr>
          <w:rtl/>
        </w:rPr>
        <w:t>منفعة دينية أو دنيوية بدلالة الاخبار الأولة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وأما ما رواه محمد بن أحمد بن يحيى عن بنان بن محمد عن أبيه عن ابن المغيرة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السكوني عن 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كل يمين فيها كفارة إلا ما كان من طلاق أو عتاق أو عهد أو ميثاق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التقية لان في العامة من يقول بذلك</w:t>
      </w:r>
      <w:r w:rsidR="009C2257">
        <w:rPr>
          <w:rtl/>
        </w:rPr>
        <w:t xml:space="preserve"> </w:t>
      </w:r>
      <w:r w:rsidRPr="00573E19">
        <w:rPr>
          <w:rtl/>
        </w:rPr>
        <w:t>ويوجب الكفارة في كل يمين وإن كان في خلافه صلاح ديني أو دنيوي</w:t>
      </w:r>
      <w:r w:rsidR="00CA4563">
        <w:rPr>
          <w:rtl/>
        </w:rPr>
        <w:t>،</w:t>
      </w:r>
      <w:r w:rsidRPr="00573E19">
        <w:rPr>
          <w:rtl/>
        </w:rPr>
        <w:t xml:space="preserve"> والذي</w:t>
      </w:r>
      <w:r w:rsidR="009C2257">
        <w:rPr>
          <w:rtl/>
        </w:rPr>
        <w:t xml:space="preserve"> </w:t>
      </w:r>
      <w:r w:rsidRPr="00573E19">
        <w:rPr>
          <w:rtl/>
        </w:rPr>
        <w:t>نعمل عليه ما تضمنته الاخبار الأولة من أنه متى كان في خلاف اليمين صلاح ديني</w:t>
      </w:r>
      <w:r w:rsidR="009C2257">
        <w:rPr>
          <w:rtl/>
        </w:rPr>
        <w:t xml:space="preserve"> </w:t>
      </w:r>
      <w:r w:rsidRPr="00573E19">
        <w:rPr>
          <w:rtl/>
        </w:rPr>
        <w:t>أو دنيوي جاز خلافه ولم يكن فيه كفارة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الصفار عن عبد الله بن عامر عن عبد الرحمن بن أبي نجران عن</w:t>
      </w:r>
      <w:r w:rsidR="009C2257">
        <w:rPr>
          <w:rtl/>
        </w:rPr>
        <w:t xml:space="preserve"> </w:t>
      </w:r>
      <w:r w:rsidRPr="00573E19">
        <w:rPr>
          <w:rtl/>
        </w:rPr>
        <w:t>الحسين بن يونس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له جارية حلف بيمين شديدة واليمين لله عليه</w:t>
      </w:r>
      <w:r w:rsidR="009C2257">
        <w:rPr>
          <w:rtl/>
        </w:rPr>
        <w:t xml:space="preserve"> </w:t>
      </w:r>
      <w:r w:rsidRPr="00573E19">
        <w:rPr>
          <w:rtl/>
        </w:rPr>
        <w:t>أن لا يبيعها أبدا وله إلى ثمنها حاجة مع تخفيف المؤنة قال</w:t>
      </w:r>
      <w:r w:rsidR="00CA4563">
        <w:rPr>
          <w:rtl/>
        </w:rPr>
        <w:t>:</w:t>
      </w:r>
      <w:r w:rsidRPr="00573E19">
        <w:rPr>
          <w:rtl/>
        </w:rPr>
        <w:t xml:space="preserve"> ف لله بقولك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الا يكون به حاجة شديدة تحوجه إلى</w:t>
      </w:r>
      <w:r w:rsidR="009C2257">
        <w:rPr>
          <w:rtl/>
        </w:rPr>
        <w:t xml:space="preserve"> </w:t>
      </w:r>
      <w:r w:rsidRPr="00573E19">
        <w:rPr>
          <w:rtl/>
        </w:rPr>
        <w:t>بيعها حتى يكون بيعها أصلح له فإنه إذا كان كذلك لا يجوز له بيعها وإنما يجوز مع</w:t>
      </w:r>
      <w:r w:rsidR="009C2257">
        <w:rPr>
          <w:rtl/>
        </w:rPr>
        <w:t xml:space="preserve"> </w:t>
      </w:r>
      <w:r w:rsidRPr="00573E19">
        <w:rPr>
          <w:rtl/>
        </w:rPr>
        <w:t>الترجيح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ذلك محمولا على الاستحباب دون الفرض والايجاب</w:t>
      </w:r>
      <w:r w:rsidR="009C2257">
        <w:rPr>
          <w:rtl/>
        </w:rPr>
        <w:t xml:space="preserve"> </w:t>
      </w:r>
      <w:r w:rsidRPr="00573E19">
        <w:rPr>
          <w:rtl/>
        </w:rPr>
        <w:t>وقد استوفينا ما يتعلق بهذا الباب في كتابنا الكبير وجملته ما أوردناه هاهنا وفيه</w:t>
      </w:r>
      <w:r w:rsidR="009C2257">
        <w:rPr>
          <w:rtl/>
        </w:rPr>
        <w:t xml:space="preserve"> </w:t>
      </w:r>
      <w:r w:rsidRPr="00573E19">
        <w:rPr>
          <w:rtl/>
        </w:rPr>
        <w:t>كفاية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147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148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56" w:name="_Toc374810411"/>
      <w:bookmarkStart w:id="57" w:name="_Toc376954786"/>
      <w:r>
        <w:rPr>
          <w:rtl/>
        </w:rPr>
        <w:lastRenderedPageBreak/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باب انه لا تقع يمين بالعتق</w:t>
      </w:r>
      <w:bookmarkEnd w:id="56"/>
      <w:bookmarkEnd w:id="5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الصفار عن محمد بن السندي عن علي بن الحكم عن أبان بن عثمان عن عبد الاعلى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مولى آل سام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طلاق الا على كتاب الله ولا عتق</w:t>
      </w:r>
      <w:r w:rsidR="009C2257">
        <w:rPr>
          <w:rtl/>
        </w:rPr>
        <w:t xml:space="preserve"> </w:t>
      </w:r>
      <w:r w:rsidRPr="00573E19">
        <w:rPr>
          <w:rtl/>
        </w:rPr>
        <w:t>الا لوجه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أحمد بن يحيى عن بنان بن محمد عن ابن المغيرة عن السكوني عن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كل يمين فيها</w:t>
      </w:r>
      <w:r w:rsidR="009C2257">
        <w:rPr>
          <w:rtl/>
        </w:rPr>
        <w:t xml:space="preserve"> </w:t>
      </w:r>
      <w:r w:rsidRPr="00573E19">
        <w:rPr>
          <w:rtl/>
        </w:rPr>
        <w:t>كفارة إلا ما كان من طلاق أو عتاق أو عهد أو ميثاق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151</w:t>
      </w:r>
    </w:p>
    <w:p w:rsidR="00FE5331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الحسن الصفار عن يعقوب بن يزيد عن محمد بن أبي عمير</w:t>
      </w:r>
      <w:r w:rsidR="009C2257">
        <w:rPr>
          <w:rtl/>
        </w:rPr>
        <w:t xml:space="preserve"> </w:t>
      </w:r>
      <w:r w:rsidRPr="00573E19">
        <w:rPr>
          <w:rtl/>
        </w:rPr>
        <w:t>عن محمد بن عذافر عن عمر بن يزيد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حلف</w:t>
      </w:r>
      <w:r w:rsidR="009C2257">
        <w:rPr>
          <w:rtl/>
        </w:rPr>
        <w:t xml:space="preserve"> </w:t>
      </w:r>
      <w:r w:rsidRPr="00573E19">
        <w:rPr>
          <w:rtl/>
        </w:rPr>
        <w:t>الرجل بالعتق بغير ضمير على ذلك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من حلف بذلك فقد رضي فهو لازم 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فيما بينه </w:t>
      </w:r>
      <w:r>
        <w:rPr>
          <w:rtl/>
        </w:rPr>
        <w:t>وبين الله وليس ذلك على المستكره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الاستحباب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58" w:name="_Toc374810412"/>
      <w:bookmarkStart w:id="59" w:name="_Toc376954787"/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باب انه لا كفارة قبل الحنث</w:t>
      </w:r>
      <w:bookmarkEnd w:id="58"/>
      <w:bookmarkEnd w:id="5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أحمد بن محمد عن محمد بن يحيى عن طلحة بن يزيد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عن أبيه أن عليا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كره أن يطعم الرجل في كفارة اليمين قبل الحنث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فاما ما رواه محمد بن أحمد بن يحيى عن أبي جعفر عن أبيه عن وهب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بن محمد عن أبيه أن علي بن أبي طالب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حنث الرجل</w:t>
      </w:r>
      <w:r w:rsidR="009C2257">
        <w:rPr>
          <w:rtl/>
        </w:rPr>
        <w:t xml:space="preserve"> </w:t>
      </w:r>
      <w:r w:rsidRPr="00573E19">
        <w:rPr>
          <w:rtl/>
        </w:rPr>
        <w:t>فليطعم عشرة مساكين ويطعم قبل أن يحنث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149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332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151</w:t>
      </w:r>
      <w:r>
        <w:rPr>
          <w:rtl/>
        </w:rPr>
        <w:t xml:space="preserve"> - </w:t>
      </w:r>
      <w:r w:rsidRPr="00573E19">
        <w:rPr>
          <w:rtl/>
        </w:rPr>
        <w:t>15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</w:t>
      </w:r>
      <w:r w:rsidRPr="00573E19">
        <w:rPr>
          <w:rtl/>
        </w:rPr>
        <w:t xml:space="preserve"> واخرج الأخير الصدوق في الفقيه ص </w:t>
      </w:r>
      <w:r>
        <w:rPr>
          <w:rtl/>
        </w:rPr>
        <w:t>3</w:t>
      </w:r>
      <w:r w:rsidRPr="00573E19">
        <w:rPr>
          <w:rtl/>
        </w:rPr>
        <w:t>09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فيه أن نحمله على ضرب من التقية لأنه موافق لمذهب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60" w:name="_Toc374810413"/>
      <w:bookmarkStart w:id="61" w:name="_Toc376954788"/>
      <w:r w:rsidRPr="00573E19">
        <w:rPr>
          <w:rtl/>
        </w:rPr>
        <w:t>أبواب النذور</w:t>
      </w:r>
      <w:bookmarkEnd w:id="60"/>
      <w:bookmarkEnd w:id="61"/>
    </w:p>
    <w:p w:rsidR="00FE5331" w:rsidRPr="00573E19" w:rsidRDefault="00FE5331" w:rsidP="00FE5331">
      <w:pPr>
        <w:pStyle w:val="Heading2Center"/>
        <w:rPr>
          <w:rtl/>
        </w:rPr>
      </w:pPr>
      <w:bookmarkStart w:id="62" w:name="_Toc374810414"/>
      <w:bookmarkStart w:id="63" w:name="_Toc376954789"/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باب اقسام النذر</w:t>
      </w:r>
      <w:bookmarkEnd w:id="62"/>
      <w:bookmarkEnd w:id="6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حفص بن سوقة عن ابن بكير عن</w:t>
      </w:r>
      <w:r w:rsidR="009C2257">
        <w:rPr>
          <w:rtl/>
        </w:rPr>
        <w:t xml:space="preserve"> </w:t>
      </w:r>
      <w:r w:rsidRPr="00573E19">
        <w:rPr>
          <w:rtl/>
        </w:rPr>
        <w:t>زرارة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أي شئ لا نذر فيه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9C2257">
        <w:rPr>
          <w:rtl/>
        </w:rPr>
        <w:t xml:space="preserve"> </w:t>
      </w:r>
      <w:r w:rsidRPr="00573E19">
        <w:rPr>
          <w:rtl/>
        </w:rPr>
        <w:t>ما كان لك فيه منفعة في دين أو دنيا فلا حنث عليك فيه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حماد بن عيسى عن علي بن أبي حمزة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جعل عليه مشيا إلى بيت الله الحرام وكل مملوك له</w:t>
      </w:r>
      <w:r w:rsidR="009C2257">
        <w:rPr>
          <w:rtl/>
        </w:rPr>
        <w:t xml:space="preserve"> </w:t>
      </w:r>
      <w:r w:rsidRPr="00573E19">
        <w:rPr>
          <w:rtl/>
        </w:rPr>
        <w:t>حر إن خرج مع عمته إلى مكة ولا يكاري لها ولا صحبها فقال</w:t>
      </w:r>
      <w:r w:rsidR="00CA4563">
        <w:rPr>
          <w:rtl/>
        </w:rPr>
        <w:t>:</w:t>
      </w:r>
      <w:r w:rsidRPr="00573E19">
        <w:rPr>
          <w:rtl/>
        </w:rPr>
        <w:t xml:space="preserve"> ليس بشئ ليتكار</w:t>
      </w:r>
      <w:r w:rsidR="009C2257">
        <w:rPr>
          <w:rtl/>
        </w:rPr>
        <w:t xml:space="preserve"> </w:t>
      </w:r>
      <w:r w:rsidRPr="00573E19">
        <w:rPr>
          <w:rtl/>
        </w:rPr>
        <w:t>لها وليخرج 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أحمد بن محمد عن الحسين بن سعيد عن ابن أبي عمير عن غير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واحد من أصحابنا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تكون له الجارية فتؤذيه</w:t>
      </w:r>
      <w:r w:rsidR="009C2257">
        <w:rPr>
          <w:rtl/>
        </w:rPr>
        <w:t xml:space="preserve"> </w:t>
      </w:r>
      <w:r w:rsidRPr="00573E19">
        <w:rPr>
          <w:rtl/>
        </w:rPr>
        <w:t>امرأته وتغار عليه فيقول هي عليك صدقة قال</w:t>
      </w:r>
      <w:r w:rsidR="00CA4563">
        <w:rPr>
          <w:rtl/>
        </w:rPr>
        <w:t>:</w:t>
      </w:r>
      <w:r w:rsidRPr="00573E19">
        <w:rPr>
          <w:rtl/>
        </w:rPr>
        <w:t xml:space="preserve"> إن جعلها لله وذكر الله فليس له</w:t>
      </w:r>
      <w:r w:rsidR="009C2257">
        <w:rPr>
          <w:rtl/>
        </w:rPr>
        <w:t xml:space="preserve"> </w:t>
      </w:r>
      <w:r w:rsidRPr="00573E19">
        <w:rPr>
          <w:rtl/>
        </w:rPr>
        <w:t>أن يقربها</w:t>
      </w:r>
      <w:r w:rsidR="00CA4563">
        <w:rPr>
          <w:rtl/>
        </w:rPr>
        <w:t>،</w:t>
      </w:r>
      <w:r w:rsidRPr="00573E19">
        <w:rPr>
          <w:rtl/>
        </w:rPr>
        <w:t xml:space="preserve"> وإن لم يكن ذكر الله فهي جاريته يصنع بها ما شاء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أنه يجب عليه الوفاء به إذا</w:t>
      </w:r>
      <w:r w:rsidR="009C2257">
        <w:rPr>
          <w:rtl/>
        </w:rPr>
        <w:t xml:space="preserve"> </w:t>
      </w:r>
      <w:r w:rsidRPr="00573E19">
        <w:rPr>
          <w:rtl/>
        </w:rPr>
        <w:t>جعله نذرا صحيحا وليس له في خلافه مصلحة دينية ولا دنيوية وإنما يجوز له خلاف</w:t>
      </w:r>
      <w:r w:rsidR="009C2257">
        <w:rPr>
          <w:rtl/>
        </w:rPr>
        <w:t xml:space="preserve"> </w:t>
      </w:r>
      <w:r w:rsidRPr="00573E19">
        <w:rPr>
          <w:rtl/>
        </w:rPr>
        <w:t>ذلك إذا حصل له فيه نفع وصلاح على ما قلناه في اليمين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نحمله</w:t>
      </w:r>
      <w:r w:rsidR="009C2257">
        <w:rPr>
          <w:rtl/>
        </w:rPr>
        <w:t xml:space="preserve"> </w:t>
      </w:r>
      <w:r w:rsidRPr="00573E19">
        <w:rPr>
          <w:rtl/>
        </w:rPr>
        <w:t>على الاستحباب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154</w:t>
      </w:r>
      <w:r>
        <w:rPr>
          <w:rtl/>
        </w:rPr>
        <w:t xml:space="preserve"> - </w:t>
      </w:r>
      <w:r w:rsidRPr="00501E62">
        <w:rPr>
          <w:rtl/>
        </w:rPr>
        <w:t>155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5 واخرج الأول الكليني في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Default="00FE5331" w:rsidP="009C2257">
      <w:pPr>
        <w:pStyle w:val="libPoemTini"/>
      </w:pPr>
      <w:r>
        <w:br w:type="page"/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lastRenderedPageBreak/>
        <w:t>1</w:t>
      </w:r>
      <w:r>
        <w:rPr>
          <w:rFonts w:hint="cs"/>
          <w:rtl/>
        </w:rPr>
        <w:t>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وأما ما رواه محمد بن أحمد بن يحيى عن أبي عبد الله الرازي عن أحمد بن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نصر عن الحسن بن علي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قلت له إن لي جارية</w:t>
      </w:r>
      <w:r w:rsidR="009C2257">
        <w:rPr>
          <w:rtl/>
        </w:rPr>
        <w:t xml:space="preserve"> </w:t>
      </w:r>
      <w:r w:rsidRPr="00573E19">
        <w:rPr>
          <w:rtl/>
        </w:rPr>
        <w:t>ليس لها مني مكان وهي تحتمل الثمن إلا أني كنت حلفت فيها بيمين فقلت لله علي أن</w:t>
      </w:r>
      <w:r w:rsidR="009C2257">
        <w:rPr>
          <w:rtl/>
        </w:rPr>
        <w:t xml:space="preserve"> </w:t>
      </w:r>
      <w:r w:rsidRPr="00573E19">
        <w:rPr>
          <w:rtl/>
        </w:rPr>
        <w:t>لا أبيعها ابدا ولي إلى ثمنها حاجة مع تخفيف المؤنة فقال</w:t>
      </w:r>
      <w:r w:rsidR="00CA4563">
        <w:rPr>
          <w:rtl/>
        </w:rPr>
        <w:t>:</w:t>
      </w:r>
      <w:r w:rsidRPr="00573E19">
        <w:rPr>
          <w:rtl/>
        </w:rPr>
        <w:t xml:space="preserve"> ف لله بقولك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ذكرناه في باب أقسام الايمان في</w:t>
      </w:r>
      <w:r>
        <w:rPr>
          <w:rFonts w:hint="cs"/>
          <w:rtl/>
        </w:rPr>
        <w:t xml:space="preserve"> </w:t>
      </w:r>
      <w:r w:rsidRPr="00573E19">
        <w:rPr>
          <w:rtl/>
        </w:rPr>
        <w:t>رواية الصفار لأنه رواه بلفظ اليمين</w:t>
      </w:r>
      <w:r w:rsidR="009C2257">
        <w:rPr>
          <w:rtl/>
        </w:rPr>
        <w:t xml:space="preserve"> </w:t>
      </w:r>
      <w:r w:rsidRPr="00573E19">
        <w:rPr>
          <w:rtl/>
        </w:rPr>
        <w:t>وأعدناه هاهنا لتضمنه لفظ النذر والمعنى فيه هو المعنى الذي ذكرناه من حمله إما على</w:t>
      </w:r>
      <w:r w:rsidR="009C2257">
        <w:rPr>
          <w:rtl/>
        </w:rPr>
        <w:t xml:space="preserve"> </w:t>
      </w:r>
      <w:r w:rsidRPr="00573E19">
        <w:rPr>
          <w:rtl/>
        </w:rPr>
        <w:t>الاستحباب أو على ارتفاع صلاح في بيعها ديني ودنيوي واستواء الامرين فيه على</w:t>
      </w:r>
      <w:r w:rsidR="009C2257">
        <w:rPr>
          <w:rtl/>
        </w:rPr>
        <w:t xml:space="preserve"> </w:t>
      </w:r>
      <w:r w:rsidRPr="00573E19">
        <w:rPr>
          <w:rtl/>
        </w:rPr>
        <w:t>حد سواء كما قلناه هناك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64" w:name="_Toc374810415"/>
      <w:bookmarkStart w:id="65" w:name="_Toc376954790"/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باب انه لا نذر في معصية</w:t>
      </w:r>
      <w:bookmarkEnd w:id="64"/>
      <w:bookmarkEnd w:id="6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جعل</w:t>
      </w:r>
      <w:r w:rsidR="009C2257">
        <w:rPr>
          <w:rtl/>
        </w:rPr>
        <w:t xml:space="preserve"> </w:t>
      </w:r>
      <w:r w:rsidRPr="00573E19">
        <w:rPr>
          <w:rtl/>
        </w:rPr>
        <w:t>عليه أيمانا أن يمشي إلى الكعبة أو صدقة أو نذرا أو هديا ان هو كلم أباه أو أمه</w:t>
      </w:r>
      <w:r w:rsidR="009C2257">
        <w:rPr>
          <w:rtl/>
        </w:rPr>
        <w:t xml:space="preserve"> </w:t>
      </w:r>
      <w:r w:rsidRPr="00573E19">
        <w:rPr>
          <w:rtl/>
        </w:rPr>
        <w:t>أو أخاه أو ذا رحم أو قطع قرابة أو مأثما يقيم عليه أو أمرا لا يصلح له فعله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يمين في معصية الله إنما اليمين الواجبة التي ينبغي لصاحبها أن يفي بها ما جعل لله</w:t>
      </w:r>
      <w:r w:rsidR="009C2257">
        <w:rPr>
          <w:rtl/>
        </w:rPr>
        <w:t xml:space="preserve"> </w:t>
      </w:r>
      <w:r w:rsidRPr="00573E19">
        <w:rPr>
          <w:rtl/>
        </w:rPr>
        <w:t>عليه في الشكر إن هو عافاه من مرضه أو عافاه من أمر يخافه أو رد عليه ماله أورده</w:t>
      </w:r>
      <w:r w:rsidR="009C2257">
        <w:rPr>
          <w:rtl/>
        </w:rPr>
        <w:t xml:space="preserve"> </w:t>
      </w:r>
      <w:r w:rsidRPr="00573E19">
        <w:rPr>
          <w:rtl/>
        </w:rPr>
        <w:t>من سفره</w:t>
      </w:r>
      <w:r>
        <w:rPr>
          <w:rtl/>
        </w:rPr>
        <w:t>.</w:t>
      </w:r>
      <w:r w:rsidRPr="00573E19">
        <w:rPr>
          <w:rtl/>
        </w:rPr>
        <w:t xml:space="preserve"> لله علي كذا وكذا شكرا فهذا الواجب على صاحبه ينبغي له أن يفي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159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أحمد بن يحيى عن محمد بن عبد الجبار عن أبي جميلة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عمرو بن حريث من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قال إن كلم ذا</w:t>
      </w:r>
      <w:r w:rsidR="009C2257">
        <w:rPr>
          <w:rtl/>
        </w:rPr>
        <w:t xml:space="preserve"> </w:t>
      </w:r>
      <w:r w:rsidRPr="00573E19">
        <w:rPr>
          <w:rtl/>
        </w:rPr>
        <w:t>قرابة له فعليه المشي إلى بيت الله وكل ما يملكه في سبيل الله وهو برئ من دين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 xml:space="preserve">157 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68 إلى قوله ( فلا يصلح له فعله ) فقال</w:t>
      </w:r>
      <w:r w:rsidR="00CA4563">
        <w:rPr>
          <w:rtl/>
        </w:rPr>
        <w:t>:</w:t>
      </w:r>
      <w:r w:rsidRPr="00573E19">
        <w:rPr>
          <w:rtl/>
        </w:rPr>
        <w:t xml:space="preserve"> كتاب</w:t>
      </w:r>
      <w:r w:rsidR="009C2257">
        <w:rPr>
          <w:rtl/>
        </w:rPr>
        <w:t xml:space="preserve"> </w:t>
      </w:r>
      <w:r w:rsidRPr="00573E19">
        <w:rPr>
          <w:rtl/>
        </w:rPr>
        <w:t>الله قبل اليمين ولا يمين في معصيته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محمد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يصوم ثلاثة أيام ويتصدق على عشرة مساكين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الاستحباب أو على أن يجعل ذلك شكرا لله</w:t>
      </w:r>
      <w:r w:rsidR="009C2257">
        <w:rPr>
          <w:rtl/>
        </w:rPr>
        <w:t xml:space="preserve"> </w:t>
      </w:r>
      <w:r w:rsidRPr="00573E19">
        <w:rPr>
          <w:rtl/>
        </w:rPr>
        <w:t>بمخالفته لمعصيته دون أن يكون ذلك كفارة بخلاف النذر</w:t>
      </w:r>
      <w:r w:rsidR="00CA4563">
        <w:rPr>
          <w:rtl/>
        </w:rPr>
        <w:t>،</w:t>
      </w:r>
      <w:r w:rsidRPr="00573E19">
        <w:rPr>
          <w:rtl/>
        </w:rPr>
        <w:t xml:space="preserve"> ويؤكد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ابن أبي عمير عن حماد عن الحلبي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رجل حلف بيمين ألا يكلم ذا قرابة له قال</w:t>
      </w:r>
      <w:r w:rsidR="00CA4563">
        <w:rPr>
          <w:rtl/>
        </w:rPr>
        <w:t>:</w:t>
      </w:r>
      <w:r w:rsidRPr="00573E19">
        <w:rPr>
          <w:rtl/>
        </w:rPr>
        <w:t xml:space="preserve"> ليس</w:t>
      </w:r>
      <w:r w:rsidR="009C2257">
        <w:rPr>
          <w:rtl/>
        </w:rPr>
        <w:t xml:space="preserve"> </w:t>
      </w:r>
      <w:r w:rsidRPr="00573E19">
        <w:rPr>
          <w:rtl/>
        </w:rPr>
        <w:t>بشئ فليكلم الذي حلف عليه وقال</w:t>
      </w:r>
      <w:r w:rsidR="00CA4563">
        <w:rPr>
          <w:rtl/>
        </w:rPr>
        <w:t>:</w:t>
      </w:r>
      <w:r w:rsidRPr="00573E19">
        <w:rPr>
          <w:rtl/>
        </w:rPr>
        <w:t xml:space="preserve"> كل يمين لا يراد بها وجه الله فليس بشئ في</w:t>
      </w:r>
      <w:r w:rsidR="009C2257">
        <w:rPr>
          <w:rtl/>
        </w:rPr>
        <w:t xml:space="preserve"> </w:t>
      </w:r>
      <w:r w:rsidRPr="00573E19">
        <w:rPr>
          <w:rtl/>
        </w:rPr>
        <w:t>طلاق أو غيره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حماد بن عيسى عن علي بن أبي حمزة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جعل عليه مشيا إلى بيت الله الحرام وكل مملوك له حر إن خرج</w:t>
      </w:r>
      <w:r w:rsidR="009C2257">
        <w:rPr>
          <w:rtl/>
        </w:rPr>
        <w:t xml:space="preserve"> </w:t>
      </w:r>
      <w:r w:rsidRPr="00573E19">
        <w:rPr>
          <w:rtl/>
        </w:rPr>
        <w:t>مع عمته إلى مكة ولا يكاري لها ولا صحبها فقال</w:t>
      </w:r>
      <w:r w:rsidR="00CA4563">
        <w:rPr>
          <w:rtl/>
        </w:rPr>
        <w:t>:</w:t>
      </w:r>
      <w:r w:rsidRPr="00573E19">
        <w:rPr>
          <w:rtl/>
        </w:rPr>
        <w:t xml:space="preserve"> ليس بشئ ليتكار لها وليخرج</w:t>
      </w:r>
      <w:r w:rsidR="009C2257">
        <w:rPr>
          <w:rtl/>
        </w:rPr>
        <w:t xml:space="preserve"> </w:t>
      </w:r>
      <w:r w:rsidRPr="00573E19">
        <w:rPr>
          <w:rtl/>
        </w:rPr>
        <w:t>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الصفار عن محمد بن عبد الجبار عن صفوان عن عبد الله بن مسكان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بشير عن العبد الصالح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جعلت فداك اني جعلت لله علي</w:t>
      </w:r>
      <w:r w:rsidR="009C2257">
        <w:rPr>
          <w:rtl/>
        </w:rPr>
        <w:t xml:space="preserve"> </w:t>
      </w:r>
      <w:r w:rsidRPr="00573E19">
        <w:rPr>
          <w:rtl/>
        </w:rPr>
        <w:t>ان لا اقبل من بني عمي صلة ولا اخرج متاعي في سوق منى من تلك الأيام قال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إن كنت جعلت ذلك شكرا فف به وإن كنت إنما قلت ذلك من غصب</w:t>
      </w:r>
      <w:r w:rsidR="009C2257">
        <w:rPr>
          <w:rtl/>
        </w:rPr>
        <w:t xml:space="preserve"> </w:t>
      </w:r>
      <w:r w:rsidRPr="00573E19">
        <w:rPr>
          <w:rtl/>
        </w:rPr>
        <w:t>فلا شئ عليك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66" w:name="_Toc374810416"/>
      <w:bookmarkStart w:id="67" w:name="_Toc376954791"/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باب من نذر أنه يذبح ولدا له</w:t>
      </w:r>
      <w:bookmarkEnd w:id="66"/>
      <w:bookmarkEnd w:id="6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أحمد بن محمد عن البرقي عن النوفلي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160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5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68 وهو صدر الحديث.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161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16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16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السكوني عن 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أنه أتاه رجل فقال له</w:t>
      </w:r>
      <w:r w:rsidR="00CA4563">
        <w:rPr>
          <w:rtl/>
        </w:rPr>
        <w:t>:</w:t>
      </w:r>
      <w:r w:rsidRPr="00573E19">
        <w:rPr>
          <w:rtl/>
        </w:rPr>
        <w:t xml:space="preserve"> اني نذرت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ان أنحر ولدي عند مقام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فعلت كذا وكذا ففعلته قال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اذبح كبشا سمينا تتصدق بلحمه على المساكين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إبراهيم بن مهزيار عن الحسن عن القاسم بن محمد عن أبان بن</w:t>
      </w:r>
      <w:r w:rsidR="009C2257">
        <w:rPr>
          <w:rtl/>
        </w:rPr>
        <w:t xml:space="preserve"> </w:t>
      </w:r>
      <w:r w:rsidRPr="00573E19">
        <w:rPr>
          <w:rtl/>
        </w:rPr>
        <w:t>عثمان عن عبد الرحمن بن أبي عبد الله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</w:t>
      </w:r>
      <w:r w:rsidR="009C2257">
        <w:rPr>
          <w:rtl/>
        </w:rPr>
        <w:t xml:space="preserve"> </w:t>
      </w:r>
      <w:r w:rsidRPr="00573E19">
        <w:rPr>
          <w:rtl/>
        </w:rPr>
        <w:t>حلف أن ينحر ولده فقال</w:t>
      </w:r>
      <w:r w:rsidR="00CA4563">
        <w:rPr>
          <w:rtl/>
        </w:rPr>
        <w:t>:</w:t>
      </w:r>
      <w:r w:rsidRPr="00573E19">
        <w:rPr>
          <w:rtl/>
        </w:rPr>
        <w:t xml:space="preserve"> ذلك من خطوات الشيطان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لان الخبر الأول محمول على ضرب من الاستحباب دون</w:t>
      </w:r>
      <w:r w:rsidR="009C2257">
        <w:rPr>
          <w:rtl/>
        </w:rPr>
        <w:t xml:space="preserve"> </w:t>
      </w:r>
      <w:r w:rsidRPr="00573E19">
        <w:rPr>
          <w:rtl/>
        </w:rPr>
        <w:t>الفرض والايجاب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68" w:name="_Toc374810417"/>
      <w:bookmarkStart w:id="69" w:name="_Toc376954792"/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باب حكم العتق إذا علق بشرط على جهة النذر</w:t>
      </w:r>
      <w:bookmarkEnd w:id="68"/>
      <w:bookmarkEnd w:id="6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صفوان بن يحيى عن إسحاق بن عمار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رجل كانت عليه حجة الاسلام فأراد أن يحج فقيل</w:t>
      </w:r>
      <w:r w:rsidR="009C2257">
        <w:rPr>
          <w:rtl/>
        </w:rPr>
        <w:t xml:space="preserve"> </w:t>
      </w:r>
      <w:r w:rsidRPr="00573E19">
        <w:rPr>
          <w:rtl/>
        </w:rPr>
        <w:t>له تزوج ثم حج فقال</w:t>
      </w:r>
      <w:r w:rsidR="00CA4563">
        <w:rPr>
          <w:rtl/>
        </w:rPr>
        <w:t>:</w:t>
      </w:r>
      <w:r w:rsidRPr="00573E19">
        <w:rPr>
          <w:rtl/>
        </w:rPr>
        <w:t xml:space="preserve"> إن تزوجت قبل أن أحج فغلامي حر فتزوج قبل أن يحج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أعتق غلامه</w:t>
      </w:r>
      <w:r w:rsidR="00CA4563">
        <w:rPr>
          <w:rtl/>
        </w:rPr>
        <w:t>،</w:t>
      </w:r>
      <w:r w:rsidRPr="00573E19">
        <w:rPr>
          <w:rtl/>
        </w:rPr>
        <w:t xml:space="preserve"> فقلت لم يرد بعتقه وجه الله تعالى فقال</w:t>
      </w:r>
      <w:r w:rsidR="00CA4563">
        <w:rPr>
          <w:rtl/>
        </w:rPr>
        <w:t>:</w:t>
      </w:r>
      <w:r w:rsidRPr="00573E19">
        <w:rPr>
          <w:rtl/>
        </w:rPr>
        <w:t xml:space="preserve"> إنه نذر في طاعة الله</w:t>
      </w:r>
      <w:r w:rsidR="009C2257">
        <w:rPr>
          <w:rtl/>
        </w:rPr>
        <w:t xml:space="preserve"> </w:t>
      </w:r>
      <w:r w:rsidRPr="00573E19">
        <w:rPr>
          <w:rtl/>
        </w:rPr>
        <w:t>والحج أحق من التزويج وأوجب عليه من التزويج</w:t>
      </w:r>
      <w:r w:rsidR="00CA4563">
        <w:rPr>
          <w:rtl/>
        </w:rPr>
        <w:t>،</w:t>
      </w:r>
      <w:r w:rsidRPr="00573E19">
        <w:rPr>
          <w:rtl/>
        </w:rPr>
        <w:t xml:space="preserve"> قلت فإن الحج تطوع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وإن كان تطوعا فهي طاعة 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قد أعتق غلامه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مار واه الحسين بن سعيد عن حماد عن علي بن أبي حمزة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جعل عليه مشيا إلى بيت الله الحرام وكل مملوك له</w:t>
      </w:r>
      <w:r w:rsidR="009C2257">
        <w:rPr>
          <w:rtl/>
        </w:rPr>
        <w:t xml:space="preserve"> </w:t>
      </w:r>
      <w:r w:rsidRPr="00573E19">
        <w:rPr>
          <w:rtl/>
        </w:rPr>
        <w:t>حر إن خرج مع عمته إلى مكة ولا يكاري لها ولا صحبها فقال</w:t>
      </w:r>
      <w:r w:rsidR="00CA4563">
        <w:rPr>
          <w:rtl/>
        </w:rPr>
        <w:t>:</w:t>
      </w:r>
      <w:r w:rsidRPr="00573E19">
        <w:rPr>
          <w:rtl/>
        </w:rPr>
        <w:t xml:space="preserve"> ليس بشئ ليتكار</w:t>
      </w:r>
      <w:r w:rsidR="009C2257">
        <w:rPr>
          <w:rtl/>
        </w:rPr>
        <w:t xml:space="preserve"> </w:t>
      </w:r>
      <w:r w:rsidRPr="00573E19">
        <w:rPr>
          <w:rtl/>
        </w:rPr>
        <w:t>لها وليخرج معها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164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165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166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 هذا الخبر انه لم يجعل ذلك على وجه النذر لله لان من شرط النذر أن</w:t>
      </w:r>
      <w:r w:rsidR="009C2257">
        <w:rPr>
          <w:rtl/>
        </w:rPr>
        <w:t xml:space="preserve"> </w:t>
      </w:r>
      <w:r w:rsidRPr="00573E19">
        <w:rPr>
          <w:rtl/>
        </w:rPr>
        <w:t>يقول لله علي كذا وكذا ومتى لم يكن على هذا الوجه لا يلزمه وكان بالخيار</w:t>
      </w:r>
      <w:r w:rsidR="00CA4563">
        <w:rPr>
          <w:rtl/>
        </w:rPr>
        <w:t>،</w:t>
      </w:r>
      <w:r w:rsidRPr="00573E19">
        <w:rPr>
          <w:rtl/>
        </w:rPr>
        <w:t xml:space="preserve"> والخبر</w:t>
      </w:r>
      <w:r w:rsidR="009C2257">
        <w:rPr>
          <w:rtl/>
        </w:rPr>
        <w:t xml:space="preserve"> </w:t>
      </w:r>
      <w:r w:rsidRPr="00573E19">
        <w:rPr>
          <w:rtl/>
        </w:rPr>
        <w:t>الأول محمول على من جعل ذلك نذرا صحيحا فلأجل ذلك وجب عليه الوفاء به على</w:t>
      </w:r>
      <w:r w:rsidR="009C2257">
        <w:rPr>
          <w:rtl/>
        </w:rPr>
        <w:t xml:space="preserve"> </w:t>
      </w:r>
      <w:r w:rsidRPr="00573E19">
        <w:rPr>
          <w:rtl/>
        </w:rPr>
        <w:t>ما بيناه في كتابنا الكبير واستوفيناه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وأما ما رواه الحسين بن سعيد عن أبي علي بن راشد قال قلت</w:t>
      </w:r>
      <w:r w:rsidR="00CA4563">
        <w:rPr>
          <w:rtl/>
        </w:rPr>
        <w:t>:</w:t>
      </w:r>
      <w:r w:rsidRPr="00573E19">
        <w:rPr>
          <w:rtl/>
        </w:rPr>
        <w:t xml:space="preserve"> لأبي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امرأة من أهلنا اعتل صبي لها فقالت </w:t>
      </w:r>
      <w:r>
        <w:rPr>
          <w:rtl/>
        </w:rPr>
        <w:t>(</w:t>
      </w:r>
      <w:r w:rsidRPr="00573E19">
        <w:rPr>
          <w:rtl/>
        </w:rPr>
        <w:t xml:space="preserve"> اللهم ان كشفت عنه</w:t>
      </w:r>
      <w:r w:rsidR="009C2257">
        <w:rPr>
          <w:rtl/>
        </w:rPr>
        <w:t xml:space="preserve"> </w:t>
      </w:r>
      <w:r w:rsidRPr="00573E19">
        <w:rPr>
          <w:rtl/>
        </w:rPr>
        <w:t>ففلانة جاريتي حرة ) والجارية ليست بعارفة فأيما أفضل تعتقها أو تصرف ثمنها في</w:t>
      </w:r>
      <w:r w:rsidR="009C2257">
        <w:rPr>
          <w:rtl/>
        </w:rPr>
        <w:t xml:space="preserve"> </w:t>
      </w:r>
      <w:r w:rsidRPr="00573E19">
        <w:rPr>
          <w:rtl/>
        </w:rPr>
        <w:t>وجه البر فقال</w:t>
      </w:r>
      <w:r w:rsidR="00CA4563">
        <w:rPr>
          <w:rtl/>
        </w:rPr>
        <w:t>:</w:t>
      </w:r>
      <w:r w:rsidRPr="00573E19">
        <w:rPr>
          <w:rtl/>
        </w:rPr>
        <w:t xml:space="preserve"> لا يجوز إلا عتقها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والخبر الأول أن نحملهما على أنه إذا كان ذلك على وجه</w:t>
      </w:r>
      <w:r w:rsidR="009C2257">
        <w:rPr>
          <w:rtl/>
        </w:rPr>
        <w:t xml:space="preserve"> </w:t>
      </w:r>
      <w:r w:rsidRPr="00573E19">
        <w:rPr>
          <w:rtl/>
        </w:rPr>
        <w:t>النذر وجب الوفاء به دون أن يكون ذلك عتقا محضا معلقا بشرط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70" w:name="_Toc374810418"/>
      <w:bookmarkStart w:id="71" w:name="_Toc376954793"/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باب من نذر ان يحج ماشيا فعجز</w:t>
      </w:r>
      <w:bookmarkEnd w:id="70"/>
      <w:bookmarkEnd w:id="7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الصفار عن إبراهيم بن هاشم عن عبد الرحمن بن حماد عن إبراهيم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الحميد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سأله عباد بن عبد الله البصري عن رجل</w:t>
      </w:r>
      <w:r w:rsidR="009C2257">
        <w:rPr>
          <w:rtl/>
        </w:rPr>
        <w:t xml:space="preserve"> </w:t>
      </w:r>
      <w:r w:rsidRPr="00573E19">
        <w:rPr>
          <w:rtl/>
        </w:rPr>
        <w:t>جعل لله نذرا على نفسه المشي إلى بيته الحرام فمشى نصف الطريق أو أقل أو أكثر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ينظر ما كان ينفق من ذلك الموضع فيتصدق به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169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ابن أبي عمير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أيما رجل نذر نذرا أن يمشي إلى بيت الله الحرام ثم</w:t>
      </w:r>
      <w:r w:rsidR="009C2257">
        <w:rPr>
          <w:rtl/>
        </w:rPr>
        <w:t xml:space="preserve"> </w:t>
      </w:r>
      <w:r w:rsidRPr="00573E19">
        <w:rPr>
          <w:rtl/>
        </w:rPr>
        <w:t>عجز عن أن يمشي فليركب وليسق بدنة إذا عرف الله منه الجهد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صفوان عن إسحاق بن عمار عن عنبسة بن مصعب قال</w:t>
      </w:r>
      <w:r w:rsidR="00CA4563">
        <w:rPr>
          <w:rtl/>
        </w:rPr>
        <w:t>:</w:t>
      </w:r>
      <w:r w:rsidRPr="00573E19">
        <w:rPr>
          <w:rtl/>
        </w:rPr>
        <w:t xml:space="preserve"> نذرت في ابن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167</w:t>
      </w:r>
      <w:r>
        <w:rPr>
          <w:rtl/>
        </w:rPr>
        <w:t xml:space="preserve"> - </w:t>
      </w:r>
      <w:r w:rsidRPr="00501E62">
        <w:rPr>
          <w:rtl/>
        </w:rPr>
        <w:t>168</w:t>
      </w:r>
      <w:r>
        <w:rPr>
          <w:rtl/>
        </w:rPr>
        <w:t xml:space="preserve"> - </w:t>
      </w:r>
      <w:r w:rsidRPr="00501E62">
        <w:rPr>
          <w:rtl/>
        </w:rPr>
        <w:t>169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لي ان عافاه الله ان أحج ماشيا فمشيت حتى بلغت العقبة فاشتكيت فركبت ثم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وجدت راحة فمشيت فسألت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ذلك فقال</w:t>
      </w:r>
      <w:r w:rsidR="00CA4563">
        <w:rPr>
          <w:rtl/>
        </w:rPr>
        <w:t>:</w:t>
      </w:r>
      <w:r w:rsidRPr="00573E19">
        <w:rPr>
          <w:rtl/>
        </w:rPr>
        <w:t xml:space="preserve"> إني أحب إن</w:t>
      </w:r>
      <w:r w:rsidR="009C2257">
        <w:rPr>
          <w:rtl/>
        </w:rPr>
        <w:t xml:space="preserve"> </w:t>
      </w:r>
      <w:r w:rsidRPr="00573E19">
        <w:rPr>
          <w:rtl/>
        </w:rPr>
        <w:t>كنت موسرا أن تذبح بقرة فقلت</w:t>
      </w:r>
      <w:r w:rsidR="00CA4563">
        <w:rPr>
          <w:rtl/>
        </w:rPr>
        <w:t>:</w:t>
      </w:r>
      <w:r w:rsidRPr="00573E19">
        <w:rPr>
          <w:rtl/>
        </w:rPr>
        <w:t xml:space="preserve"> بقي معي نفقة ولو شئت أن اذبح لفعلت وعلي</w:t>
      </w:r>
      <w:r w:rsidR="009C2257">
        <w:rPr>
          <w:rtl/>
        </w:rPr>
        <w:t xml:space="preserve"> </w:t>
      </w:r>
      <w:r w:rsidRPr="00573E19">
        <w:rPr>
          <w:rtl/>
        </w:rPr>
        <w:t>دين قال</w:t>
      </w:r>
      <w:r w:rsidR="00CA4563">
        <w:rPr>
          <w:rtl/>
        </w:rPr>
        <w:t>:</w:t>
      </w:r>
      <w:r w:rsidRPr="00573E19">
        <w:rPr>
          <w:rtl/>
        </w:rPr>
        <w:t xml:space="preserve"> اني أحب إن كنت موسرا أن تذبح بقرة فقلت أشئ واجب أفعله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من جعل لله شيئا فبلغ جهده فليس عليه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سئل عن رجل نذر أن يمشي إلى البيت فمر بمعبر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فليقم في المعبر قائما حتى يجوز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رفاعة وحفص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نذر أن يمشي إلى بيت الله ماشيا قال</w:t>
      </w:r>
      <w:r w:rsidR="00CA4563">
        <w:rPr>
          <w:rtl/>
        </w:rPr>
        <w:t>:</w:t>
      </w:r>
      <w:r w:rsidRPr="00573E19">
        <w:rPr>
          <w:rtl/>
        </w:rPr>
        <w:t xml:space="preserve"> فليمش فإذا</w:t>
      </w:r>
      <w:r w:rsidR="009C2257">
        <w:rPr>
          <w:rtl/>
        </w:rPr>
        <w:t xml:space="preserve"> </w:t>
      </w:r>
      <w:r w:rsidRPr="00573E19">
        <w:rPr>
          <w:rtl/>
        </w:rPr>
        <w:t>تعب فليركب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أبو علي الأشعري عن محمد بن عبد الجبار عن صفوان عن العلا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سألته عن رجل جعل لله عليه مشيا إلى بيت الله</w:t>
      </w:r>
      <w:r w:rsidR="009C2257">
        <w:rPr>
          <w:rtl/>
        </w:rPr>
        <w:t xml:space="preserve"> </w:t>
      </w:r>
      <w:r w:rsidRPr="00573E19">
        <w:rPr>
          <w:rtl/>
        </w:rPr>
        <w:t>فلم يستطع قال</w:t>
      </w:r>
      <w:r w:rsidR="00CA4563">
        <w:rPr>
          <w:rtl/>
        </w:rPr>
        <w:t>:</w:t>
      </w:r>
      <w:r w:rsidRPr="00573E19">
        <w:rPr>
          <w:rtl/>
        </w:rPr>
        <w:t xml:space="preserve"> يحج راكبا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لا تنافي بين هذه الأخبار لان الذي يجب على من نذر أن</w:t>
      </w:r>
      <w:r w:rsidR="009C2257">
        <w:rPr>
          <w:rtl/>
        </w:rPr>
        <w:t xml:space="preserve"> </w:t>
      </w:r>
      <w:r w:rsidRPr="00573E19">
        <w:rPr>
          <w:rtl/>
        </w:rPr>
        <w:t>يمشي إلي بيت الله الحرام أن يفي به إذا أمكنه ذلك وكان قادرا عليه مستطيعا حتى</w:t>
      </w:r>
      <w:r w:rsidR="009C2257">
        <w:rPr>
          <w:rtl/>
        </w:rPr>
        <w:t xml:space="preserve"> </w:t>
      </w:r>
      <w:r w:rsidRPr="00573E19">
        <w:rPr>
          <w:rtl/>
        </w:rPr>
        <w:t>أنه ليقوم قائما في المعبر</w:t>
      </w:r>
      <w:r w:rsidR="00CA4563">
        <w:rPr>
          <w:rtl/>
        </w:rPr>
        <w:t>،</w:t>
      </w:r>
      <w:r w:rsidRPr="00573E19">
        <w:rPr>
          <w:rtl/>
        </w:rPr>
        <w:t xml:space="preserve"> فان عجز عن ذلك ولا يستطيع المشي جاز له أن يركب الا إنه</w:t>
      </w:r>
      <w:r w:rsidR="009C2257">
        <w:rPr>
          <w:rtl/>
        </w:rPr>
        <w:t xml:space="preserve"> </w:t>
      </w:r>
      <w:r w:rsidRPr="00573E19">
        <w:rPr>
          <w:rtl/>
        </w:rPr>
        <w:t>يسوق معه بدنة أو بقرة فإن لم يتمكن من ذلك فليركب ولا شئ عليه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171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333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>2</w:t>
      </w:r>
      <w:r w:rsidRPr="00501E62">
        <w:rPr>
          <w:rtl/>
        </w:rPr>
        <w:t xml:space="preserve"> الفقيه ص </w:t>
      </w:r>
      <w:r>
        <w:rPr>
          <w:rtl/>
        </w:rPr>
        <w:t>3</w:t>
      </w:r>
      <w:r w:rsidRPr="00501E62">
        <w:rPr>
          <w:rtl/>
        </w:rPr>
        <w:t>10.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17</w:t>
      </w:r>
      <w:r>
        <w:rPr>
          <w:rtl/>
        </w:rPr>
        <w:t xml:space="preserve">2 - </w:t>
      </w:r>
      <w:r w:rsidRPr="00573E19">
        <w:rPr>
          <w:rtl/>
        </w:rPr>
        <w:t>17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3.</w:t>
      </w:r>
    </w:p>
    <w:p w:rsidR="00FE5331" w:rsidRPr="00573E19" w:rsidRDefault="00FE5331" w:rsidP="00FE5331">
      <w:pPr>
        <w:pStyle w:val="Heading1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72" w:name="_Toc374810419"/>
      <w:bookmarkStart w:id="73" w:name="_Toc376954794"/>
      <w:r w:rsidRPr="00573E19">
        <w:rPr>
          <w:rtl/>
        </w:rPr>
        <w:lastRenderedPageBreak/>
        <w:t>أبواب الكفارات</w:t>
      </w:r>
      <w:bookmarkEnd w:id="72"/>
      <w:bookmarkEnd w:id="73"/>
    </w:p>
    <w:p w:rsidR="00FE5331" w:rsidRPr="00573E19" w:rsidRDefault="00FE5331" w:rsidP="00FE5331">
      <w:pPr>
        <w:pStyle w:val="Heading2Center"/>
        <w:rPr>
          <w:rtl/>
        </w:rPr>
      </w:pPr>
      <w:bookmarkStart w:id="74" w:name="_Toc374810420"/>
      <w:bookmarkStart w:id="75" w:name="_Toc376954795"/>
      <w:r>
        <w:rPr>
          <w:rtl/>
        </w:rPr>
        <w:t xml:space="preserve">32 - </w:t>
      </w:r>
      <w:r w:rsidRPr="00573E19">
        <w:rPr>
          <w:rtl/>
        </w:rPr>
        <w:t>باب ما يجزى من الكسوة في كفارة اليمين</w:t>
      </w:r>
      <w:bookmarkEnd w:id="74"/>
      <w:bookmarkEnd w:id="7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أبي علي الأشعري عن محمد بن عبد الجبار ومحمد بن إسماعيل</w:t>
      </w:r>
      <w:r w:rsidR="009C2257">
        <w:rPr>
          <w:rtl/>
        </w:rPr>
        <w:t xml:space="preserve"> </w:t>
      </w:r>
      <w:r w:rsidRPr="00573E19">
        <w:rPr>
          <w:rtl/>
        </w:rPr>
        <w:t>عن الفضل بن شاذان جميعا عن صفوان عن ابن مسكان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كفارة اليمين يطعم عشرة مساكين لكل مسكين مد من حنطة أو مد</w:t>
      </w:r>
      <w:r w:rsidR="009C2257">
        <w:rPr>
          <w:rtl/>
        </w:rPr>
        <w:t xml:space="preserve"> </w:t>
      </w:r>
      <w:r w:rsidRPr="00573E19">
        <w:rPr>
          <w:rtl/>
        </w:rPr>
        <w:t>من دقيق وحفنة</w:t>
      </w:r>
      <w:r w:rsidR="00CA4563">
        <w:rPr>
          <w:rtl/>
        </w:rPr>
        <w:t>،</w:t>
      </w:r>
      <w:r w:rsidRPr="00573E19">
        <w:rPr>
          <w:rtl/>
        </w:rPr>
        <w:t xml:space="preserve"> أو كسوتهم لكل انسان ثوبان</w:t>
      </w:r>
      <w:r w:rsidR="00CA4563">
        <w:rPr>
          <w:rtl/>
        </w:rPr>
        <w:t>،</w:t>
      </w:r>
      <w:r w:rsidRPr="00573E19">
        <w:rPr>
          <w:rtl/>
        </w:rPr>
        <w:t xml:space="preserve"> أو عتق رقبة وهو في ذلك بالخيار</w:t>
      </w:r>
      <w:r w:rsidR="009C2257">
        <w:rPr>
          <w:rtl/>
        </w:rPr>
        <w:t xml:space="preserve"> </w:t>
      </w:r>
      <w:r w:rsidRPr="00573E19">
        <w:rPr>
          <w:rtl/>
        </w:rPr>
        <w:t>أي الثلاثة صنع</w:t>
      </w:r>
      <w:r w:rsidR="00CA4563">
        <w:rPr>
          <w:rtl/>
        </w:rPr>
        <w:t>،</w:t>
      </w:r>
      <w:r w:rsidRPr="00573E19">
        <w:rPr>
          <w:rtl/>
        </w:rPr>
        <w:t xml:space="preserve"> فإن لم يقدر على واحد من الثلاثة فالصيام ثلاثة أيام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القاسم بن محمد عن علي بن أبي حمزة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كفارة اليمين قال</w:t>
      </w:r>
      <w:r w:rsidR="00CA4563">
        <w:rPr>
          <w:rtl/>
        </w:rPr>
        <w:t>:</w:t>
      </w:r>
      <w:r w:rsidRPr="00573E19">
        <w:rPr>
          <w:rtl/>
        </w:rPr>
        <w:t xml:space="preserve"> عتق رقبة أو كسوة والكسوة ثوبان</w:t>
      </w:r>
      <w:r w:rsidR="009C2257">
        <w:rPr>
          <w:rtl/>
        </w:rPr>
        <w:t xml:space="preserve"> </w:t>
      </w:r>
      <w:r w:rsidRPr="00573E19">
        <w:rPr>
          <w:rtl/>
        </w:rPr>
        <w:t>أو اطعام عشرة مساكين أي ذلك فعل أجزأ عنه</w:t>
      </w:r>
      <w:r w:rsidR="00CA4563">
        <w:rPr>
          <w:rtl/>
        </w:rPr>
        <w:t>،</w:t>
      </w:r>
      <w:r w:rsidRPr="00573E19">
        <w:rPr>
          <w:rtl/>
        </w:rPr>
        <w:t xml:space="preserve"> فإن لم يجد فصيام ثلاثة أيام متواليات</w:t>
      </w:r>
      <w:r w:rsidR="009C2257">
        <w:rPr>
          <w:rtl/>
        </w:rPr>
        <w:t xml:space="preserve"> </w:t>
      </w:r>
      <w:r w:rsidRPr="00573E19">
        <w:rPr>
          <w:rtl/>
        </w:rPr>
        <w:t>واطعام عشرة مساكين مدا مدا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176</w:t>
      </w:r>
    </w:p>
    <w:p w:rsidR="00FE5331" w:rsidRPr="00573E19" w:rsidRDefault="00FE5331" w:rsidP="00A1214D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يعقوب عن علي بن إبراهيم عن أبيه عن ابن أبي نجران</w:t>
      </w:r>
      <w:r w:rsidR="009C2257">
        <w:rPr>
          <w:rtl/>
        </w:rPr>
        <w:t xml:space="preserve"> </w:t>
      </w:r>
      <w:r w:rsidRPr="00573E19">
        <w:rPr>
          <w:rtl/>
        </w:rPr>
        <w:t>عن عاصم بن حميد عن محمد بن قيس قال</w:t>
      </w:r>
      <w:r w:rsidR="00CA4563">
        <w:rPr>
          <w:rtl/>
        </w:rPr>
        <w:t>:</w:t>
      </w:r>
      <w:r w:rsidRPr="00573E19">
        <w:rPr>
          <w:rtl/>
        </w:rPr>
        <w:t xml:space="preserve"> قال أبو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الله تعالى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« لنبيه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» </w:t>
      </w:r>
      <w:r w:rsidRPr="00FE5331">
        <w:rPr>
          <w:rStyle w:val="libAlaemChar"/>
          <w:rtl/>
        </w:rPr>
        <w:t>(</w:t>
      </w:r>
      <w:r w:rsidR="00A1214D" w:rsidRPr="00A1214D">
        <w:rPr>
          <w:rStyle w:val="libAieChar"/>
          <w:rtl/>
        </w:rPr>
        <w:t>يَا أَيُّهَا النَّبِيُّ لِمَ تُحَرِّ‌مُ مَا أَحَلَّ اللَّـهُ لَكَ تَبْتَغِي مَرْ‌ضَاتَ أَزْوَاجِكَ وَاللَّـهُ غَفُورٌ‌ رَّ‌حِيمٌ</w:t>
      </w:r>
      <w:r w:rsidRPr="00FE5331">
        <w:rPr>
          <w:rStyle w:val="libAieChar"/>
          <w:rtl/>
        </w:rPr>
        <w:t xml:space="preserve"> </w:t>
      </w:r>
      <w:r w:rsidR="00A1214D" w:rsidRPr="00A1214D">
        <w:rPr>
          <w:rStyle w:val="libAieChar"/>
          <w:rtl/>
        </w:rPr>
        <w:t>قَدْ فَرَ‌ضَ اللَّـهُ لَكُمْ تَحِلَّةَ أَيْمَانِكُمْ</w:t>
      </w:r>
      <w:r w:rsidRPr="00FE5331">
        <w:rPr>
          <w:rStyle w:val="libAlaemChar"/>
          <w:rtl/>
        </w:rPr>
        <w:t>)</w:t>
      </w:r>
      <w:r w:rsidRPr="00573E19">
        <w:rPr>
          <w:rtl/>
        </w:rPr>
        <w:t xml:space="preserve"> فجعلها يمينا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وكفرها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فبم كفر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أطعم عشرة مساكين</w:t>
      </w:r>
      <w:r w:rsidR="009C2257">
        <w:rPr>
          <w:rtl/>
        </w:rPr>
        <w:t xml:space="preserve"> </w:t>
      </w:r>
      <w:r w:rsidRPr="00573E19">
        <w:rPr>
          <w:rtl/>
        </w:rPr>
        <w:t>لكل مسكين مد</w:t>
      </w:r>
      <w:r w:rsidR="00CA4563">
        <w:rPr>
          <w:rtl/>
        </w:rPr>
        <w:t>،</w:t>
      </w:r>
      <w:r w:rsidRPr="00573E19">
        <w:rPr>
          <w:rtl/>
        </w:rPr>
        <w:t xml:space="preserve"> قلنا فمن وجد الكسوة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ثوب يواري عورته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علي بن إبراهيم عن أبيه عن ابن أبي نصر والحجال عن ثعلبة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زيادة في التهذيب والكافي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174</w:t>
      </w:r>
      <w:r>
        <w:rPr>
          <w:rtl/>
        </w:rPr>
        <w:t xml:space="preserve"> - </w:t>
      </w:r>
      <w:r w:rsidRPr="00573E19">
        <w:rPr>
          <w:rtl/>
        </w:rPr>
        <w:t>175</w:t>
      </w:r>
      <w:r>
        <w:rPr>
          <w:rtl/>
        </w:rPr>
        <w:t xml:space="preserve"> - </w:t>
      </w:r>
      <w:r w:rsidRPr="00573E19">
        <w:rPr>
          <w:rtl/>
        </w:rPr>
        <w:t>176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177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ابن ميمون عن معمر بن عثمان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عمن وجب عليه</w:t>
      </w:r>
      <w:r w:rsidR="009C2257">
        <w:rPr>
          <w:rtl/>
        </w:rPr>
        <w:t xml:space="preserve"> </w:t>
      </w:r>
      <w:r w:rsidRPr="00573E19">
        <w:rPr>
          <w:rtl/>
        </w:rPr>
        <w:t>الكسوة في كفارة يمين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ثوب يواري عورته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ابن محبوب عن أبي أيوب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أوسط ما تطعمون أهليكم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تعولون به عيالكم من أوسط ذلك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وما أوسط ذلك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الخل</w:t>
      </w:r>
      <w:r w:rsidR="00CA4563">
        <w:rPr>
          <w:rtl/>
        </w:rPr>
        <w:t>،</w:t>
      </w:r>
      <w:r w:rsidRPr="00573E19">
        <w:rPr>
          <w:rtl/>
        </w:rPr>
        <w:t xml:space="preserve"> والزيت</w:t>
      </w:r>
      <w:r w:rsidR="00CA4563">
        <w:rPr>
          <w:rtl/>
        </w:rPr>
        <w:t>،</w:t>
      </w:r>
      <w:r w:rsidRPr="00573E19">
        <w:rPr>
          <w:rtl/>
        </w:rPr>
        <w:t xml:space="preserve"> والتمر</w:t>
      </w:r>
      <w:r w:rsidR="00CA4563">
        <w:rPr>
          <w:rtl/>
        </w:rPr>
        <w:t>،</w:t>
      </w:r>
      <w:r w:rsidRPr="00573E19">
        <w:rPr>
          <w:rtl/>
        </w:rPr>
        <w:t xml:space="preserve"> والخبز</w:t>
      </w:r>
      <w:r w:rsidR="00CA4563">
        <w:rPr>
          <w:rtl/>
        </w:rPr>
        <w:t>،</w:t>
      </w:r>
      <w:r w:rsidRPr="00573E19">
        <w:rPr>
          <w:rtl/>
        </w:rPr>
        <w:t xml:space="preserve"> تشبعهم به مرة واحدة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قلت</w:t>
      </w:r>
      <w:r w:rsidR="00CA4563">
        <w:rPr>
          <w:rtl/>
        </w:rPr>
        <w:t>:</w:t>
      </w:r>
      <w:r w:rsidRPr="00573E19">
        <w:rPr>
          <w:rtl/>
        </w:rPr>
        <w:t xml:space="preserve"> كسوتهم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ثوب واحد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 لان الكسوة يترتب وجوبها على قدر</w:t>
      </w:r>
      <w:r w:rsidR="009C2257">
        <w:rPr>
          <w:rtl/>
        </w:rPr>
        <w:t xml:space="preserve"> </w:t>
      </w:r>
      <w:r w:rsidRPr="00573E19">
        <w:rPr>
          <w:rtl/>
        </w:rPr>
        <w:t>حال الانسان فمن قدر على ثوبين كان عليه ذلك ومن لم يقدر الا على واحد فإنه يجزيه</w:t>
      </w:r>
      <w:r w:rsidR="009C2257">
        <w:rPr>
          <w:rtl/>
        </w:rPr>
        <w:t xml:space="preserve"> </w:t>
      </w:r>
      <w:r w:rsidRPr="00573E19">
        <w:rPr>
          <w:rtl/>
        </w:rPr>
        <w:t>ومن عجز عن ذلك أيضا فعليه الصيام فان عجز عن الصيام أيضا فليستغفر الله تعالى</w:t>
      </w:r>
      <w:r>
        <w:rPr>
          <w:rFonts w:hint="cs"/>
          <w:rtl/>
        </w:rPr>
        <w:t xml:space="preserve"> </w:t>
      </w:r>
      <w:r w:rsidRPr="00573E19">
        <w:rPr>
          <w:rtl/>
        </w:rPr>
        <w:t>وليس عليه شئ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179</w:t>
      </w:r>
    </w:p>
    <w:p w:rsidR="00FE5331" w:rsidRPr="00573E19" w:rsidRDefault="00FE5331" w:rsidP="00A1214D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إبراهيم عن أبيه عن أحمد بن محمد بن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نصر عن أبي جميلة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كفارة اليمين عتق رقبة</w:t>
      </w:r>
      <w:r w:rsidR="009C2257">
        <w:rPr>
          <w:rtl/>
        </w:rPr>
        <w:t xml:space="preserve"> </w:t>
      </w:r>
      <w:r w:rsidRPr="00573E19">
        <w:rPr>
          <w:rtl/>
        </w:rPr>
        <w:t>أو اطعام عشرة مساكين من أوسط ما تطعمون أهليكم أو كسوتهم والوسط الخل والزيت</w:t>
      </w:r>
      <w:r w:rsidR="009C2257">
        <w:rPr>
          <w:rtl/>
        </w:rPr>
        <w:t xml:space="preserve"> </w:t>
      </w:r>
      <w:r w:rsidRPr="00573E19">
        <w:rPr>
          <w:rtl/>
        </w:rPr>
        <w:t>وارفعه اللحم والخبز والصدقة مد مد من حنطة لكل مسكين</w:t>
      </w:r>
      <w:r w:rsidR="00CA4563">
        <w:rPr>
          <w:rtl/>
        </w:rPr>
        <w:t>،</w:t>
      </w:r>
      <w:r w:rsidRPr="00573E19">
        <w:rPr>
          <w:rtl/>
        </w:rPr>
        <w:t xml:space="preserve"> والكسوة ثوبان فمن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لم يجد فعليه الصيام لقول الله تعالى </w:t>
      </w:r>
      <w:r w:rsidR="00A1214D" w:rsidRPr="00FE5331">
        <w:rPr>
          <w:rStyle w:val="libAlaemChar"/>
          <w:rtl/>
        </w:rPr>
        <w:t>(</w:t>
      </w:r>
      <w:r w:rsidR="00A1214D" w:rsidRPr="00A1214D">
        <w:rPr>
          <w:rStyle w:val="libAieChar"/>
          <w:rtl/>
        </w:rPr>
        <w:t>فَمَن لَّمْ يَجِدْ فَصِيَامُ ثَلَاثَةِ أَيَّامٍ</w:t>
      </w:r>
      <w:r w:rsidR="00A1214D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ابن فضال عن ابن بكير عن زرارة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شئ من كفارة اليمين قال فقال</w:t>
      </w:r>
      <w:r w:rsidR="00CA4563">
        <w:rPr>
          <w:rtl/>
        </w:rPr>
        <w:t>:</w:t>
      </w:r>
      <w:r w:rsidRPr="00573E19">
        <w:rPr>
          <w:rtl/>
        </w:rPr>
        <w:t xml:space="preserve"> يصوم ثلاثة أيام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إنه ضعف عن الصوم وعجز قال</w:t>
      </w:r>
      <w:r w:rsidR="00CA4563">
        <w:rPr>
          <w:rtl/>
        </w:rPr>
        <w:t>:</w:t>
      </w:r>
      <w:r w:rsidRPr="00573E19">
        <w:rPr>
          <w:rtl/>
        </w:rPr>
        <w:t xml:space="preserve"> يتصدق على عشرة مساكين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انه عجز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178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1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-</w:t>
      </w:r>
      <w:r w:rsidRPr="00FE5331">
        <w:rPr>
          <w:rStyle w:val="libFootnoteChar"/>
          <w:rtl/>
        </w:rPr>
        <w:t xml:space="preserve"> 180</w:t>
      </w:r>
      <w:r>
        <w:rPr>
          <w:rStyle w:val="libFootnoteChar"/>
          <w:rtl/>
        </w:rPr>
        <w:t xml:space="preserve"> - </w:t>
      </w:r>
      <w:r w:rsidRPr="00FE5331">
        <w:rPr>
          <w:rStyle w:val="libFootnoteChar"/>
          <w:rtl/>
        </w:rPr>
        <w:t xml:space="preserve">التهذيب ج 2 ص 331 الكافي ج 2 ص 372 وفيه عن أبي جعفر </w:t>
      </w:r>
      <w:r w:rsidRPr="00FE5331">
        <w:rPr>
          <w:rStyle w:val="libAlaemChar"/>
          <w:rtl/>
        </w:rPr>
        <w:t>عليه‌السلام</w:t>
      </w:r>
      <w:r w:rsidRPr="00FE5331">
        <w:rPr>
          <w:rStyle w:val="libFootnoteChar"/>
          <w:rtl/>
        </w:rPr>
        <w:t xml:space="preserve"> بزيادة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FootnoteChar"/>
          <w:rtl/>
        </w:rPr>
        <w:t>في آخره.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ذلك قال</w:t>
      </w:r>
      <w:r w:rsidR="00CA4563">
        <w:rPr>
          <w:rtl/>
        </w:rPr>
        <w:t>:</w:t>
      </w:r>
      <w:r w:rsidRPr="00573E19">
        <w:rPr>
          <w:rtl/>
        </w:rPr>
        <w:t xml:space="preserve"> فليستغفر الله تعالى ولا يعد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76" w:name="_Toc374810421"/>
      <w:bookmarkStart w:id="77" w:name="_Toc376954796"/>
      <w:r>
        <w:rPr>
          <w:rtl/>
        </w:rPr>
        <w:t xml:space="preserve">33 - </w:t>
      </w:r>
      <w:r w:rsidRPr="00573E19">
        <w:rPr>
          <w:rtl/>
        </w:rPr>
        <w:t>باب انه هل يجوز اطعام الصغير في الكفارة أم لا</w:t>
      </w:r>
      <w:bookmarkEnd w:id="76"/>
      <w:bookmarkEnd w:id="7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بن عبد الرحمن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عليه</w:t>
      </w:r>
      <w:r w:rsidR="009C2257">
        <w:rPr>
          <w:rtl/>
        </w:rPr>
        <w:t xml:space="preserve"> </w:t>
      </w:r>
      <w:r w:rsidRPr="00573E19">
        <w:rPr>
          <w:rtl/>
        </w:rPr>
        <w:t>كفارة إطعام عشرة مساكين أيعطي الصغار والكبار سواء والنساء والرجال</w:t>
      </w:r>
      <w:r>
        <w:rPr>
          <w:rtl/>
        </w:rPr>
        <w:t>؟</w:t>
      </w:r>
      <w:r w:rsidRPr="00573E19">
        <w:rPr>
          <w:rtl/>
        </w:rPr>
        <w:t xml:space="preserve"> أو يفضل</w:t>
      </w:r>
      <w:r w:rsidR="009C2257">
        <w:rPr>
          <w:rtl/>
        </w:rPr>
        <w:t xml:space="preserve"> </w:t>
      </w:r>
      <w:r w:rsidRPr="00573E19">
        <w:rPr>
          <w:rtl/>
        </w:rPr>
        <w:t>الكبار على الصغار والرجال على النساء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كلهم سواء ويتمم إذا لم يقدر من</w:t>
      </w:r>
      <w:r w:rsidR="009C2257">
        <w:rPr>
          <w:rtl/>
        </w:rPr>
        <w:t xml:space="preserve"> </w:t>
      </w:r>
      <w:r w:rsidRPr="00573E19">
        <w:rPr>
          <w:rtl/>
        </w:rPr>
        <w:t>المسلمين وعيالاتهم تمام العدة التي تلزمه أهل الضعف ممن لا ينصب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محمد بن يحيى عن غياث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يجوز اطعام الصغير في كفارة اليمين ولكن صغيرين بكبير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لأنه إنما لا يجوز إطعام الصغير إذا أفرد فأما إذا كان مختلطا</w:t>
      </w:r>
      <w:r w:rsidR="009C2257">
        <w:rPr>
          <w:rtl/>
        </w:rPr>
        <w:t xml:space="preserve"> </w:t>
      </w:r>
      <w:r w:rsidRPr="00573E19">
        <w:rPr>
          <w:rtl/>
        </w:rPr>
        <w:t>بالكبار فلا بأس بذلك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</w:t>
      </w:r>
      <w:r>
        <w:rPr>
          <w:rtl/>
        </w:rPr>
        <w:t>3</w:t>
      </w:r>
    </w:p>
    <w:p w:rsidR="00FE5331" w:rsidRPr="00573E19" w:rsidRDefault="00FE5331" w:rsidP="00B84D4C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علي بن إبراهيم عن أبيه عن ابن أبي عمير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قول الله تعالى </w:t>
      </w:r>
      <w:r w:rsidRPr="00FE5331">
        <w:rPr>
          <w:rStyle w:val="libAlaemChar"/>
          <w:rtl/>
        </w:rPr>
        <w:t>(</w:t>
      </w:r>
      <w:r w:rsidR="00B84D4C" w:rsidRPr="00B84D4C">
        <w:rPr>
          <w:rStyle w:val="libAieChar"/>
          <w:rtl/>
        </w:rPr>
        <w:t>مِنْ أَوْسَطِ مَا تُطْعِمُونَ أَهْلِيكُمْ</w:t>
      </w:r>
      <w:r w:rsidRPr="00FE5331">
        <w:rPr>
          <w:rStyle w:val="libAlaemChar"/>
          <w:rtl/>
        </w:rPr>
        <w:t>)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هو</w:t>
      </w:r>
      <w:r w:rsidR="009C2257">
        <w:rPr>
          <w:rtl/>
        </w:rPr>
        <w:t xml:space="preserve"> </w:t>
      </w:r>
      <w:r w:rsidRPr="00573E19">
        <w:rPr>
          <w:rtl/>
        </w:rPr>
        <w:t>كما يكون أنه يكون في البيت من يأكل أكثر من المد ومنهم من يأكل أقل من</w:t>
      </w:r>
      <w:r w:rsidR="009C2257">
        <w:rPr>
          <w:rtl/>
        </w:rPr>
        <w:t xml:space="preserve"> </w:t>
      </w:r>
      <w:r w:rsidRPr="00573E19">
        <w:rPr>
          <w:rtl/>
        </w:rPr>
        <w:t>المد وإن شئت جعلت لهم أداما</w:t>
      </w:r>
      <w:r w:rsidR="00CA4563">
        <w:rPr>
          <w:rtl/>
        </w:rPr>
        <w:t>،</w:t>
      </w:r>
      <w:r w:rsidRPr="00573E19">
        <w:rPr>
          <w:rtl/>
        </w:rPr>
        <w:t xml:space="preserve"> والإدام أدناه ملح وأوسطه الزيت وأرفعه اللحم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78" w:name="_Toc374810422"/>
      <w:bookmarkStart w:id="79" w:name="_Toc376954797"/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باب انه هل يجوز تكرير الاطعام على واحد إذا لم يجد غيره أم لا</w:t>
      </w:r>
      <w:bookmarkEnd w:id="78"/>
      <w:bookmarkEnd w:id="7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عن أبيه عن النوفلي عن السكوني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لم تجد في الكفارة إلا الرجل</w:t>
      </w:r>
      <w:r w:rsidR="009C2257">
        <w:rPr>
          <w:rtl/>
        </w:rPr>
        <w:t xml:space="preserve"> </w:t>
      </w:r>
      <w:r w:rsidRPr="00573E19">
        <w:rPr>
          <w:rtl/>
        </w:rPr>
        <w:t>والرجلين فلتكرر عليهم حتى تستكمل العشرة تعطيهم اليوم ثم تعطيهم غدا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صفوان بن يحيى عن إسحاق بن عمار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181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1.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18</w:t>
      </w:r>
      <w:r>
        <w:rPr>
          <w:rtl/>
        </w:rPr>
        <w:t xml:space="preserve">2 - </w:t>
      </w:r>
      <w:r w:rsidRPr="00501E62">
        <w:rPr>
          <w:rtl/>
        </w:rPr>
        <w:t>18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1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Pr="00501E62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184</w:t>
      </w:r>
      <w:r>
        <w:rPr>
          <w:rtl/>
        </w:rPr>
        <w:t xml:space="preserve"> - </w:t>
      </w:r>
      <w:r w:rsidRPr="00501E62">
        <w:rPr>
          <w:rtl/>
        </w:rPr>
        <w:t>185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1 واخرج الأول الكليني</w:t>
      </w:r>
      <w:r w:rsidR="009C2257">
        <w:rPr>
          <w:rtl/>
        </w:rPr>
        <w:t xml:space="preserve"> </w:t>
      </w:r>
      <w:r w:rsidRPr="00501E62">
        <w:rPr>
          <w:rtl/>
        </w:rPr>
        <w:t xml:space="preserve">في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>2</w:t>
      </w:r>
      <w:r w:rsidRPr="00501E62">
        <w:rPr>
          <w:rtl/>
        </w:rPr>
        <w:t xml:space="preserve"> والضمائر فيه للغائب.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سألت أبا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إطعام عشرة مساكين أو إطعام ستين مسكينا أيجمع</w:t>
      </w:r>
      <w:r w:rsidR="009C2257">
        <w:rPr>
          <w:rtl/>
        </w:rPr>
        <w:t xml:space="preserve"> </w:t>
      </w:r>
      <w:r w:rsidRPr="00573E19">
        <w:rPr>
          <w:rtl/>
        </w:rPr>
        <w:t>ذلك لانسان واحد يعطاه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ولكن يعطي انسانا كما قال الله تعالى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فيعطيه الرجل قرابته إن كانوا محتاجين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CA4563">
        <w:rPr>
          <w:rtl/>
        </w:rPr>
        <w:t>،</w:t>
      </w:r>
      <w:r w:rsidRPr="00573E19">
        <w:rPr>
          <w:rtl/>
        </w:rPr>
        <w:t xml:space="preserve"> قلت فيعطيه الضعفاء من غير</w:t>
      </w:r>
      <w:r w:rsidR="009C2257">
        <w:rPr>
          <w:rtl/>
        </w:rPr>
        <w:t xml:space="preserve"> </w:t>
      </w:r>
      <w:r w:rsidRPr="00573E19">
        <w:rPr>
          <w:rtl/>
        </w:rPr>
        <w:t>أهل الولاية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وأهل الولاية أحب إلي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لأنه إنما يجوز التكرير إذا لم يجد الانسان بعدد الرجال الذين</w:t>
      </w:r>
      <w:r w:rsidR="009C2257">
        <w:rPr>
          <w:rtl/>
        </w:rPr>
        <w:t xml:space="preserve"> </w:t>
      </w:r>
      <w:r w:rsidRPr="00573E19">
        <w:rPr>
          <w:rtl/>
        </w:rPr>
        <w:t>يجب عليه اطعامهم جاز حينئذ أن يكرر عليهم</w:t>
      </w:r>
      <w:r w:rsidR="00CA4563">
        <w:rPr>
          <w:rtl/>
        </w:rPr>
        <w:t>،</w:t>
      </w:r>
      <w:r w:rsidRPr="00573E19">
        <w:rPr>
          <w:rtl/>
        </w:rPr>
        <w:t xml:space="preserve"> فأما إذا وجد فينبغي أن يعطي كل</w:t>
      </w:r>
      <w:r w:rsidR="009C2257">
        <w:rPr>
          <w:rtl/>
        </w:rPr>
        <w:t xml:space="preserve"> </w:t>
      </w:r>
      <w:r w:rsidRPr="00573E19">
        <w:rPr>
          <w:rtl/>
        </w:rPr>
        <w:t>واحد منهم إلى أن يستوفي العدد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80" w:name="_Toc374810423"/>
      <w:bookmarkStart w:id="81" w:name="_Toc376954798"/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باب كفارة من خالف النذر أو العهد</w:t>
      </w:r>
      <w:bookmarkEnd w:id="80"/>
      <w:bookmarkEnd w:id="8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الصفار عن علي بن محمد القاشاني عن القاسم بن محمد الأصفهاني عن سليمان بن</w:t>
      </w:r>
      <w:r w:rsidR="009C2257">
        <w:rPr>
          <w:rtl/>
        </w:rPr>
        <w:t xml:space="preserve"> </w:t>
      </w:r>
      <w:r w:rsidRPr="00573E19">
        <w:rPr>
          <w:rtl/>
        </w:rPr>
        <w:t>داود المنقري عن حفص بن غياث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كفارة</w:t>
      </w:r>
      <w:r w:rsidR="009C2257">
        <w:rPr>
          <w:rtl/>
        </w:rPr>
        <w:t xml:space="preserve"> </w:t>
      </w:r>
      <w:r w:rsidRPr="00573E19">
        <w:rPr>
          <w:rtl/>
        </w:rPr>
        <w:t>النذر فقال</w:t>
      </w:r>
      <w:r w:rsidR="00CA4563">
        <w:rPr>
          <w:rtl/>
        </w:rPr>
        <w:t>:</w:t>
      </w:r>
      <w:r w:rsidRPr="00573E19">
        <w:rPr>
          <w:rtl/>
        </w:rPr>
        <w:t xml:space="preserve"> كفارة النذر كفارة اليمين</w:t>
      </w:r>
      <w:r w:rsidR="00CA4563">
        <w:rPr>
          <w:rtl/>
        </w:rPr>
        <w:t>،</w:t>
      </w:r>
      <w:r w:rsidRPr="00573E19">
        <w:rPr>
          <w:rtl/>
        </w:rPr>
        <w:t xml:space="preserve"> ومن نذر بدنة فعليه ناقة يقلدها ويشعرها ويقف</w:t>
      </w:r>
      <w:r w:rsidR="009C2257">
        <w:rPr>
          <w:rtl/>
        </w:rPr>
        <w:t xml:space="preserve"> </w:t>
      </w:r>
      <w:r w:rsidRPr="00573E19">
        <w:rPr>
          <w:rtl/>
        </w:rPr>
        <w:t>بها بعرفة</w:t>
      </w:r>
      <w:r w:rsidR="00CA4563">
        <w:rPr>
          <w:rtl/>
        </w:rPr>
        <w:t>،</w:t>
      </w:r>
      <w:r w:rsidRPr="00573E19">
        <w:rPr>
          <w:rtl/>
        </w:rPr>
        <w:t xml:space="preserve"> ومن نذر جزورا فحيث شاء نحره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إسماعيل عن حفص عن عمر بياع السابري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عن أبي بصير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جعل عليه عهدا لله وميثاقه</w:t>
      </w:r>
      <w:r w:rsidR="009C2257">
        <w:rPr>
          <w:rtl/>
        </w:rPr>
        <w:t xml:space="preserve"> </w:t>
      </w:r>
      <w:r w:rsidRPr="00573E19">
        <w:rPr>
          <w:rtl/>
        </w:rPr>
        <w:t>في أمر لله طاعة فحنث فعليه عتق رقبة أو صيام شهرين متتابعين أو إطعام ستين</w:t>
      </w:r>
      <w:r w:rsidR="009C2257">
        <w:rPr>
          <w:rtl/>
        </w:rPr>
        <w:t xml:space="preserve"> </w:t>
      </w:r>
      <w:r w:rsidRPr="00573E19">
        <w:rPr>
          <w:rtl/>
        </w:rPr>
        <w:t>مسكينا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ابن أبي عمير عن جميل بن دراج عن عبد الملك بن عمرو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جعل لله عليه ألا يركب محرما فركبه قال</w:t>
      </w:r>
      <w:r w:rsidR="00CA4563">
        <w:rPr>
          <w:rtl/>
        </w:rPr>
        <w:t>:</w:t>
      </w:r>
      <w:r w:rsidRPr="00573E19">
        <w:rPr>
          <w:rtl/>
        </w:rPr>
        <w:t xml:space="preserve"> ولا اعلمه</w:t>
      </w:r>
      <w:r w:rsidR="009C2257">
        <w:rPr>
          <w:rtl/>
        </w:rPr>
        <w:t xml:space="preserve"> </w:t>
      </w:r>
      <w:r w:rsidRPr="00573E19">
        <w:rPr>
          <w:rtl/>
        </w:rPr>
        <w:t>إلا قال</w:t>
      </w:r>
      <w:r w:rsidR="00CA4563">
        <w:rPr>
          <w:rtl/>
        </w:rPr>
        <w:t>:</w:t>
      </w:r>
      <w:r w:rsidRPr="00573E19">
        <w:rPr>
          <w:rtl/>
        </w:rPr>
        <w:t xml:space="preserve"> فليعتق رقبة أو ليصم شهرين أو ليطعم ستين مسكينا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186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6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187</w:t>
      </w:r>
      <w:r>
        <w:rPr>
          <w:rtl/>
        </w:rPr>
        <w:t xml:space="preserve"> - </w:t>
      </w:r>
      <w:r w:rsidRPr="00573E19">
        <w:rPr>
          <w:rtl/>
        </w:rPr>
        <w:t>188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أحمد الكوكبي عن العمركي البوفكي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بن جعفر عن أخيه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عاهد الله</w:t>
      </w:r>
      <w:r w:rsidR="009C2257">
        <w:rPr>
          <w:rtl/>
        </w:rPr>
        <w:t xml:space="preserve"> </w:t>
      </w:r>
      <w:r w:rsidRPr="00573E19">
        <w:rPr>
          <w:rtl/>
        </w:rPr>
        <w:t>في غير معصية ما عليه إن لم يف بعهده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يعتق رقبة أو يصدق بصدقة أو يصوم</w:t>
      </w:r>
      <w:r w:rsidR="009C2257">
        <w:rPr>
          <w:rtl/>
        </w:rPr>
        <w:t xml:space="preserve"> </w:t>
      </w:r>
      <w:r w:rsidRPr="00573E19">
        <w:rPr>
          <w:rtl/>
        </w:rPr>
        <w:t>شهرين متتابعين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الجوزا عن الحسين بن علوان عن عمرو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خالد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النذر نذران فما كان لله وفى به وما كان لغير</w:t>
      </w:r>
      <w:r w:rsidR="009C2257">
        <w:rPr>
          <w:rtl/>
        </w:rPr>
        <w:t xml:space="preserve"> </w:t>
      </w:r>
      <w:r w:rsidRPr="00573E19">
        <w:rPr>
          <w:rtl/>
        </w:rPr>
        <w:t>الله فكفارته كفارة يمين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يحيى عن محمد بن أحمد عن السندي بن محمد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صفوان الجمال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بأبي أنت وأمي جعلت على</w:t>
      </w:r>
      <w:r w:rsidR="009C2257">
        <w:rPr>
          <w:rtl/>
        </w:rPr>
        <w:t xml:space="preserve"> </w:t>
      </w:r>
      <w:r w:rsidRPr="00573E19">
        <w:rPr>
          <w:rtl/>
        </w:rPr>
        <w:t>نفسي مشيا إلى بيت الله قال</w:t>
      </w:r>
      <w:r w:rsidR="00CA4563">
        <w:rPr>
          <w:rtl/>
        </w:rPr>
        <w:t>:</w:t>
      </w:r>
      <w:r w:rsidRPr="00573E19">
        <w:rPr>
          <w:rtl/>
        </w:rPr>
        <w:t xml:space="preserve"> كفر يمينك فإنما جعلت على نفسك يمينا وما جعلته</w:t>
      </w:r>
      <w:r w:rsidR="009C2257">
        <w:rPr>
          <w:rtl/>
        </w:rPr>
        <w:t xml:space="preserve"> </w:t>
      </w:r>
      <w:r w:rsidRPr="00573E19">
        <w:rPr>
          <w:rtl/>
        </w:rPr>
        <w:t>لله فف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الحسن بن محبوب عن جميل بن صالح عن أبي الحسن موسى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أنه قال</w:t>
      </w:r>
      <w:r w:rsidR="00CA4563">
        <w:rPr>
          <w:rtl/>
        </w:rPr>
        <w:t>:</w:t>
      </w:r>
      <w:r w:rsidRPr="00573E19">
        <w:rPr>
          <w:rtl/>
        </w:rPr>
        <w:t xml:space="preserve"> كل من عجز من نذر نذره فكفارته كفارة يمين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حماد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قلت لله علي فكفارته كفارة يمين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عبد الله عن محمد بن عبد الله بن مهران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جعفر عن أخيه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يقول هو</w:t>
      </w:r>
      <w:r w:rsidR="009C2257">
        <w:rPr>
          <w:rtl/>
        </w:rPr>
        <w:t xml:space="preserve"> </w:t>
      </w:r>
      <w:r w:rsidRPr="00573E19">
        <w:rPr>
          <w:rtl/>
        </w:rPr>
        <w:t>يهدي إلى الكعبة كذا وكذا ما عليه إذا كان لا يقدر على ما يهديه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189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>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190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191</w:t>
      </w:r>
      <w:r>
        <w:rPr>
          <w:rtl/>
        </w:rPr>
        <w:t xml:space="preserve"> - </w:t>
      </w:r>
      <w:r w:rsidRPr="00573E19">
        <w:rPr>
          <w:rtl/>
        </w:rPr>
        <w:t>الت</w:t>
      </w:r>
      <w:r>
        <w:rPr>
          <w:rtl/>
        </w:rPr>
        <w:t>هذيب ج 2 ص 334 الكافي ج 2 ص 373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19</w:t>
      </w:r>
      <w:r>
        <w:rPr>
          <w:rtl/>
        </w:rPr>
        <w:t xml:space="preserve">2 - </w:t>
      </w:r>
      <w:r w:rsidRPr="00573E19">
        <w:rPr>
          <w:rtl/>
        </w:rPr>
        <w:t>19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 xml:space="preserve"> واخرج الأخير الصدوق في الفقيه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ص </w:t>
      </w:r>
      <w:r>
        <w:rPr>
          <w:rtl/>
        </w:rPr>
        <w:t>3</w:t>
      </w:r>
      <w:r w:rsidRPr="00573E19">
        <w:rPr>
          <w:rtl/>
        </w:rPr>
        <w:t>08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194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4 الفقيه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جعله نذرا ولا يملكه فلا شئ عليه</w:t>
      </w:r>
      <w:r w:rsidR="00CA4563">
        <w:rPr>
          <w:rtl/>
        </w:rPr>
        <w:t>،</w:t>
      </w:r>
      <w:r w:rsidRPr="00573E19">
        <w:rPr>
          <w:rtl/>
        </w:rPr>
        <w:t xml:space="preserve"> وإن كان مما يملك غلام أو جارية أو شبهه باعه</w:t>
      </w:r>
      <w:r w:rsidR="009C2257">
        <w:rPr>
          <w:rtl/>
        </w:rPr>
        <w:t xml:space="preserve"> </w:t>
      </w:r>
      <w:r w:rsidRPr="00573E19">
        <w:rPr>
          <w:rtl/>
        </w:rPr>
        <w:t>واشترى بثمنه طيبا فيطيب به الكعبة وإن كانت دابة فليس عليه 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الكلام في هذه الأخبار مثل الكلام على الاخبار التي قدمناها</w:t>
      </w:r>
      <w:r w:rsidR="009C2257">
        <w:rPr>
          <w:rtl/>
        </w:rPr>
        <w:t xml:space="preserve"> </w:t>
      </w:r>
      <w:r w:rsidRPr="00573E19">
        <w:rPr>
          <w:rtl/>
        </w:rPr>
        <w:t>في كفارة اليمين وإن ذلك يترتب على قدر حال الرجل فكذلك في كفارة النذر</w:t>
      </w:r>
      <w:r w:rsidR="009C2257">
        <w:rPr>
          <w:rtl/>
        </w:rPr>
        <w:t xml:space="preserve"> </w:t>
      </w:r>
      <w:r w:rsidRPr="00573E19">
        <w:rPr>
          <w:rtl/>
        </w:rPr>
        <w:t>لان من قدر على عتق رقبة أو إطعام ستين مسكينا أو صيام شهرين متتابعين فعل أي</w:t>
      </w:r>
      <w:r w:rsidR="009C2257">
        <w:rPr>
          <w:rtl/>
        </w:rPr>
        <w:t xml:space="preserve"> </w:t>
      </w:r>
      <w:r w:rsidRPr="00573E19">
        <w:rPr>
          <w:rtl/>
        </w:rPr>
        <w:t>ذلك شاء</w:t>
      </w:r>
      <w:r w:rsidR="00CA4563">
        <w:rPr>
          <w:rtl/>
        </w:rPr>
        <w:t>،</w:t>
      </w:r>
      <w:r w:rsidRPr="00573E19">
        <w:rPr>
          <w:rtl/>
        </w:rPr>
        <w:t xml:space="preserve"> ومتى عجز عن ذلك كان عليه كفارة اليمين فان عجز عن ذلك أيضا كان</w:t>
      </w:r>
      <w:r w:rsidR="009C2257">
        <w:rPr>
          <w:rtl/>
        </w:rPr>
        <w:t xml:space="preserve"> </w:t>
      </w:r>
      <w:r w:rsidRPr="00573E19">
        <w:rPr>
          <w:rtl/>
        </w:rPr>
        <w:t>عليه الاستغفار ولم يكن عليه شئ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82" w:name="_Toc374810424"/>
      <w:bookmarkStart w:id="83" w:name="_Toc376954799"/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باب ان من وجب عليه كفارة الظهار فعجز عنها أجمع كان باقيا في ذمته ولم</w:t>
      </w:r>
      <w:r w:rsidR="009C2257">
        <w:rPr>
          <w:rtl/>
        </w:rPr>
        <w:t xml:space="preserve"> </w:t>
      </w:r>
      <w:r w:rsidRPr="00573E19">
        <w:rPr>
          <w:rtl/>
        </w:rPr>
        <w:t>يجز له وطئ المرأة حتى يكفر</w:t>
      </w:r>
      <w:bookmarkEnd w:id="82"/>
      <w:bookmarkEnd w:id="8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عاصم بن حميد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من عجز</w:t>
      </w:r>
      <w:r w:rsidR="009C2257">
        <w:rPr>
          <w:rtl/>
        </w:rPr>
        <w:t xml:space="preserve"> </w:t>
      </w:r>
      <w:r w:rsidRPr="00573E19">
        <w:rPr>
          <w:rtl/>
        </w:rPr>
        <w:t>عن الكفارة التي يجب عليه من عتق أو صوم أو صدقة في يمين أو نذر أو قتل أو غير</w:t>
      </w:r>
      <w:r w:rsidR="009C2257">
        <w:rPr>
          <w:rtl/>
        </w:rPr>
        <w:t xml:space="preserve"> </w:t>
      </w:r>
      <w:r w:rsidRPr="00573E19">
        <w:rPr>
          <w:rtl/>
        </w:rPr>
        <w:t>ذلك مما يجب على صاحبه فيه الكفارة فالاستغفار له كفارة ما خلا يمين الظهار فإنه إذا</w:t>
      </w:r>
      <w:r w:rsidR="009C2257">
        <w:rPr>
          <w:rtl/>
        </w:rPr>
        <w:t xml:space="preserve"> </w:t>
      </w:r>
      <w:r w:rsidRPr="00573E19">
        <w:rPr>
          <w:rtl/>
        </w:rPr>
        <w:t>لم يجد ما يكفر به حرمت عليه أن يجامعها وفرق بينهما إلا أن ترضى المرأة أن يكون</w:t>
      </w:r>
      <w:r w:rsidR="009C2257">
        <w:rPr>
          <w:rtl/>
        </w:rPr>
        <w:t xml:space="preserve"> </w:t>
      </w:r>
      <w:r w:rsidRPr="00573E19">
        <w:rPr>
          <w:rtl/>
        </w:rPr>
        <w:t>معها ولا يجامعها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علي عن أبيه عن صفوان بن يحيى عن إسحاق بن عمار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الظهار إذا عجز صاحبه عن الكفارة فليستغفر ربه ثم</w:t>
      </w:r>
      <w:r w:rsidR="009C2257">
        <w:rPr>
          <w:rtl/>
        </w:rPr>
        <w:t xml:space="preserve"> </w:t>
      </w:r>
      <w:r w:rsidRPr="00573E19">
        <w:rPr>
          <w:rtl/>
        </w:rPr>
        <w:t>لينو أن لا يعود قبل أن يواقع ثم ليواقع وقد أجزأ ذلك عنه من الكفارة فإذا وجد السبيل</w:t>
      </w:r>
      <w:r w:rsidR="009C2257">
        <w:rPr>
          <w:rtl/>
        </w:rPr>
        <w:t xml:space="preserve"> </w:t>
      </w:r>
      <w:r w:rsidRPr="00573E19">
        <w:rPr>
          <w:rtl/>
        </w:rPr>
        <w:t>إلى ما يكفر به يوما من الأيام فليكفر</w:t>
      </w:r>
      <w:r w:rsidR="00CA4563">
        <w:rPr>
          <w:rtl/>
        </w:rPr>
        <w:t>،</w:t>
      </w:r>
      <w:r w:rsidRPr="00573E19">
        <w:rPr>
          <w:rtl/>
        </w:rPr>
        <w:t xml:space="preserve"> وإن تصدق فأطعم نفسه وعياله فإنه يجزيه</w:t>
      </w:r>
      <w:r w:rsidR="009C2257">
        <w:rPr>
          <w:rtl/>
        </w:rPr>
        <w:t xml:space="preserve"> </w:t>
      </w:r>
      <w:r w:rsidRPr="00573E19">
        <w:rPr>
          <w:rtl/>
        </w:rPr>
        <w:t>إذا كان محتاجا وإذا لم يجد ذك فليستغفر الله ربه وينوي إلا يعود فحسبه ذلك</w:t>
      </w:r>
      <w:r w:rsidR="009C2257">
        <w:rPr>
          <w:rtl/>
        </w:rPr>
        <w:t xml:space="preserve"> </w:t>
      </w:r>
      <w:r w:rsidRPr="00573E19">
        <w:rPr>
          <w:rtl/>
        </w:rPr>
        <w:t>والله كفارة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01E62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195</w:t>
      </w:r>
      <w:r>
        <w:rPr>
          <w:rtl/>
        </w:rPr>
        <w:t xml:space="preserve"> - </w:t>
      </w:r>
      <w:r w:rsidRPr="00501E62">
        <w:rPr>
          <w:rtl/>
        </w:rPr>
        <w:t>196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7 الكافي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74.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الخبر الأول لان الخبر الأول إنما تناول حظر المواقعة قبل الكفارة</w:t>
      </w:r>
      <w:r w:rsidR="009C2257">
        <w:rPr>
          <w:rtl/>
        </w:rPr>
        <w:t xml:space="preserve"> </w:t>
      </w:r>
      <w:r w:rsidRPr="00573E19">
        <w:rPr>
          <w:rtl/>
        </w:rPr>
        <w:t>بعد الاستغفار إذا لم ينو أنه متى تمكن كفر</w:t>
      </w:r>
      <w:r w:rsidR="00CA4563">
        <w:rPr>
          <w:rtl/>
        </w:rPr>
        <w:t>،</w:t>
      </w:r>
      <w:r w:rsidRPr="00573E19">
        <w:rPr>
          <w:rtl/>
        </w:rPr>
        <w:t xml:space="preserve"> والخبر الثاني</w:t>
      </w:r>
      <w:r w:rsidR="00CA4563">
        <w:rPr>
          <w:rtl/>
        </w:rPr>
        <w:t>:</w:t>
      </w:r>
      <w:r w:rsidRPr="00573E19">
        <w:rPr>
          <w:rtl/>
        </w:rPr>
        <w:t xml:space="preserve"> تناول إباحة ذلك عند</w:t>
      </w:r>
      <w:r w:rsidR="009C2257">
        <w:rPr>
          <w:rtl/>
        </w:rPr>
        <w:t xml:space="preserve"> </w:t>
      </w:r>
      <w:r w:rsidRPr="00573E19">
        <w:rPr>
          <w:rtl/>
        </w:rPr>
        <w:t>العزم على الكفارة متى تمكن من ذلك ويجري ذلك مجرى الدين عليه وليس بينهما تناف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وأما ما رواه الحسين بن سعيد عن عثمان بن عيسى عن سماعة عن أبي بصير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جاء رجل إلى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فقال</w:t>
      </w:r>
      <w:r w:rsidR="009C2257">
        <w:rPr>
          <w:rtl/>
        </w:rPr>
        <w:t xml:space="preserve"> </w:t>
      </w:r>
      <w:r w:rsidRPr="00573E19">
        <w:rPr>
          <w:rtl/>
        </w:rPr>
        <w:t>يا رسول الله</w:t>
      </w:r>
      <w:r w:rsidR="00CA4563">
        <w:rPr>
          <w:rtl/>
        </w:rPr>
        <w:t>:</w:t>
      </w:r>
      <w:r w:rsidRPr="00573E19">
        <w:rPr>
          <w:rtl/>
        </w:rPr>
        <w:t xml:space="preserve"> إني ظاهرت من امرأتي فقال</w:t>
      </w:r>
      <w:r w:rsidR="00CA4563">
        <w:rPr>
          <w:rtl/>
        </w:rPr>
        <w:t>:</w:t>
      </w:r>
      <w:r w:rsidRPr="00573E19">
        <w:rPr>
          <w:rtl/>
        </w:rPr>
        <w:t xml:space="preserve"> أعتق رقبة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عندي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فصم شهرين متتابعين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أقدر قال</w:t>
      </w:r>
      <w:r w:rsidR="00CA4563">
        <w:rPr>
          <w:rtl/>
        </w:rPr>
        <w:t>:</w:t>
      </w:r>
      <w:r w:rsidRPr="00573E19">
        <w:rPr>
          <w:rtl/>
        </w:rPr>
        <w:t xml:space="preserve"> فأطعم ستين مسكينا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عندي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أنا أتصدق عنك فأعطاه ثمن طعام ستين</w:t>
      </w:r>
      <w:r w:rsidR="009C2257">
        <w:rPr>
          <w:rtl/>
        </w:rPr>
        <w:t xml:space="preserve"> </w:t>
      </w:r>
      <w:r w:rsidRPr="00573E19">
        <w:rPr>
          <w:rtl/>
        </w:rPr>
        <w:t>مسكينا وقال</w:t>
      </w:r>
      <w:r w:rsidR="00CA4563">
        <w:rPr>
          <w:rtl/>
        </w:rPr>
        <w:t>:</w:t>
      </w:r>
      <w:r w:rsidRPr="00573E19">
        <w:rPr>
          <w:rtl/>
        </w:rPr>
        <w:t xml:space="preserve"> اذهب فتصدق بهذا فقال</w:t>
      </w:r>
      <w:r w:rsidR="00CA4563">
        <w:rPr>
          <w:rtl/>
        </w:rPr>
        <w:t>:</w:t>
      </w:r>
      <w:r w:rsidRPr="00573E19">
        <w:rPr>
          <w:rtl/>
        </w:rPr>
        <w:t xml:space="preserve"> والذي بعثك بالحق نبيا ما بين لابتيها</w:t>
      </w:r>
      <w:r w:rsidR="009C2257">
        <w:rPr>
          <w:rtl/>
        </w:rPr>
        <w:t xml:space="preserve"> </w:t>
      </w:r>
      <w:r w:rsidRPr="00573E19">
        <w:rPr>
          <w:rtl/>
        </w:rPr>
        <w:t>أحوج إليه مني ومن عيالي فقال</w:t>
      </w:r>
      <w:r w:rsidR="00CA4563">
        <w:rPr>
          <w:rtl/>
        </w:rPr>
        <w:t>:</w:t>
      </w:r>
      <w:r w:rsidRPr="00573E19">
        <w:rPr>
          <w:rtl/>
        </w:rPr>
        <w:t xml:space="preserve"> اذهب فكل واطعم عيالك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ولوجه في هذا الخبر انه لما أعطى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عنه الكفارة سقط عنه</w:t>
      </w:r>
      <w:r w:rsidR="009C2257">
        <w:rPr>
          <w:rtl/>
        </w:rPr>
        <w:t xml:space="preserve"> </w:t>
      </w:r>
      <w:r w:rsidRPr="00573E19">
        <w:rPr>
          <w:rtl/>
        </w:rPr>
        <w:t>فرضها ثم اجراه مجرى غيره من الفقراء في جواز اعطائه ذلك على أنه عند الضرورة</w:t>
      </w:r>
      <w:r w:rsidR="009C2257">
        <w:rPr>
          <w:rtl/>
        </w:rPr>
        <w:t xml:space="preserve"> </w:t>
      </w:r>
      <w:r w:rsidRPr="00573E19">
        <w:rPr>
          <w:rtl/>
        </w:rPr>
        <w:t>يجوز أن يصرف الكفارة إلى نفسه وإلى عياله حسب ما تضمنه الخبر الذي رواه</w:t>
      </w:r>
      <w:r w:rsidR="009C2257">
        <w:rPr>
          <w:rtl/>
        </w:rPr>
        <w:t xml:space="preserve"> </w:t>
      </w:r>
      <w:r w:rsidRPr="00573E19">
        <w:rPr>
          <w:rtl/>
        </w:rPr>
        <w:t>إسحاق بن عمار الأول</w:t>
      </w:r>
      <w:r w:rsidR="00CA4563">
        <w:rPr>
          <w:rtl/>
        </w:rPr>
        <w:t>،</w:t>
      </w:r>
      <w:r w:rsidRPr="00573E19">
        <w:rPr>
          <w:rtl/>
        </w:rPr>
        <w:t xml:space="preserve"> وإن كان ذلك لا يجوز عند الاختيار كما أن عند الضرورة</w:t>
      </w:r>
      <w:r w:rsidR="009C2257">
        <w:rPr>
          <w:rtl/>
        </w:rPr>
        <w:t xml:space="preserve"> </w:t>
      </w:r>
      <w:r w:rsidRPr="00573E19">
        <w:rPr>
          <w:rtl/>
        </w:rPr>
        <w:t>والعجز يجوز أن يقتصر على الاستغفار</w:t>
      </w:r>
      <w:r>
        <w:rPr>
          <w:rtl/>
        </w:rPr>
        <w:t>.</w:t>
      </w:r>
    </w:p>
    <w:p w:rsidR="00FE5331" w:rsidRPr="00573E19" w:rsidRDefault="00FE5331" w:rsidP="00B84D4C">
      <w:pPr>
        <w:pStyle w:val="libNormal"/>
        <w:rPr>
          <w:rtl/>
        </w:rPr>
      </w:pP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باب ان كفارة الظهار مرتبة غير مخبر فيها</w:t>
      </w:r>
      <w:r w:rsidR="009C2257">
        <w:rPr>
          <w:rtl/>
        </w:rPr>
        <w:t xml:space="preserve"> </w:t>
      </w:r>
      <w:r w:rsidRPr="00573E19">
        <w:rPr>
          <w:rtl/>
        </w:rPr>
        <w:t>يدل على ذلك ظاهر القرآن قال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B84D4C" w:rsidRPr="00FE5331">
        <w:rPr>
          <w:rStyle w:val="libAlaemChar"/>
          <w:rtl/>
        </w:rPr>
        <w:t>(</w:t>
      </w:r>
      <w:r w:rsidR="00B84D4C" w:rsidRPr="00B84D4C">
        <w:rPr>
          <w:rStyle w:val="libAieChar"/>
          <w:rtl/>
        </w:rPr>
        <w:t>وَالَّذِينَ يُظَاهِرُ‌ونَ مِن نِّسَائِهِمْ ثُمَّ يَعُودُونَ لِمَا قَالُوا فَتَحْرِ‌يرُ‌ رَ‌قَبَةٍ</w:t>
      </w:r>
      <w:r w:rsidR="00B84D4C" w:rsidRPr="00FE5331">
        <w:rPr>
          <w:rStyle w:val="libAlaemChar"/>
          <w:rtl/>
        </w:rPr>
        <w:t>)</w:t>
      </w:r>
      <w:r w:rsidRPr="00573E19">
        <w:rPr>
          <w:rtl/>
        </w:rPr>
        <w:t xml:space="preserve"> إلى قوله </w:t>
      </w:r>
      <w:r w:rsidR="00B84D4C" w:rsidRPr="00FE5331">
        <w:rPr>
          <w:rStyle w:val="libAlaemChar"/>
          <w:rtl/>
        </w:rPr>
        <w:t>(</w:t>
      </w:r>
      <w:r w:rsidR="00B84D4C" w:rsidRPr="00B84D4C">
        <w:rPr>
          <w:rStyle w:val="libAieChar"/>
          <w:rtl/>
        </w:rPr>
        <w:t>فَمَن لَّمْ يَجِدْ فَصِيَامُ شَهْرَ‌يْنِ مُتَتَابِعَيْنِ</w:t>
      </w:r>
      <w:r w:rsidR="00B84D4C" w:rsidRPr="00FE5331">
        <w:rPr>
          <w:rStyle w:val="libAlaemChar"/>
          <w:rtl/>
        </w:rPr>
        <w:t>)</w:t>
      </w:r>
      <w:r w:rsidRPr="00573E19">
        <w:rPr>
          <w:rtl/>
        </w:rPr>
        <w:t xml:space="preserve"> ثم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بعد ذلك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B84D4C" w:rsidRPr="00FE5331">
        <w:rPr>
          <w:rStyle w:val="libAlaemChar"/>
          <w:rtl/>
        </w:rPr>
        <w:t>(</w:t>
      </w:r>
      <w:r w:rsidR="00B84D4C" w:rsidRPr="00B84D4C">
        <w:rPr>
          <w:rStyle w:val="libAieChar"/>
          <w:rtl/>
        </w:rPr>
        <w:t>فَمَن لَّمْ يَسْتَطِعْ فَإِطْعَامُ سِتِّينَ مِسْكِينًا</w:t>
      </w:r>
      <w:r w:rsidR="00B84D4C" w:rsidRPr="00FE5331">
        <w:rPr>
          <w:rStyle w:val="libAlaemChar"/>
          <w:rtl/>
        </w:rPr>
        <w:t>)</w:t>
      </w:r>
      <w:r w:rsidRPr="00573E19">
        <w:rPr>
          <w:rtl/>
        </w:rPr>
        <w:t xml:space="preserve"> فالاخبار التي رويناها في الباب</w:t>
      </w:r>
      <w:r w:rsidR="009C2257">
        <w:rPr>
          <w:rtl/>
        </w:rPr>
        <w:t xml:space="preserve"> </w:t>
      </w:r>
      <w:r w:rsidRPr="00573E19">
        <w:rPr>
          <w:rtl/>
        </w:rPr>
        <w:t>الأول تؤكد ذلك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01E62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</w:t>
      </w:r>
      <w:r w:rsidRPr="00501E62">
        <w:rPr>
          <w:rtl/>
        </w:rPr>
        <w:t>197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33</w:t>
      </w:r>
      <w:r w:rsidRPr="00501E62">
        <w:rPr>
          <w:rtl/>
        </w:rPr>
        <w:t xml:space="preserve">8 الكافي ج </w:t>
      </w:r>
      <w:r>
        <w:rPr>
          <w:rtl/>
        </w:rPr>
        <w:t>2</w:t>
      </w:r>
      <w:r w:rsidRPr="00501E62">
        <w:rPr>
          <w:rtl/>
        </w:rPr>
        <w:t xml:space="preserve"> ص 1</w:t>
      </w:r>
      <w:r>
        <w:rPr>
          <w:rtl/>
        </w:rPr>
        <w:t>2</w:t>
      </w:r>
      <w:r w:rsidRPr="00501E62">
        <w:rPr>
          <w:rtl/>
        </w:rPr>
        <w:t xml:space="preserve">7 الفقيه ص </w:t>
      </w:r>
      <w:r>
        <w:rPr>
          <w:rtl/>
        </w:rPr>
        <w:t>3</w:t>
      </w:r>
      <w:r w:rsidRPr="00501E62">
        <w:rPr>
          <w:rtl/>
        </w:rPr>
        <w:t>45.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الحسن عن علي بن النعمان عن معاوية بن وهب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المظاهر قال</w:t>
      </w:r>
      <w:r w:rsidR="00CA4563">
        <w:rPr>
          <w:rtl/>
        </w:rPr>
        <w:t>:</w:t>
      </w:r>
      <w:r w:rsidRPr="00573E19">
        <w:rPr>
          <w:rtl/>
        </w:rPr>
        <w:t xml:space="preserve"> عليه تحرير رقبة أو صيام شهرين</w:t>
      </w:r>
      <w:r w:rsidR="009C2257">
        <w:rPr>
          <w:rtl/>
        </w:rPr>
        <w:t xml:space="preserve"> </w:t>
      </w:r>
      <w:r w:rsidRPr="00573E19">
        <w:rPr>
          <w:rtl/>
        </w:rPr>
        <w:t>متتابعين أو اطعام ستين مسكينا والرقبة تجزي ممن ولد في الاسلام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199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لامرأته أنت علي مثل ظهر أمي قال</w:t>
      </w:r>
      <w:r w:rsidR="00CA4563">
        <w:rPr>
          <w:rtl/>
        </w:rPr>
        <w:t>:</w:t>
      </w:r>
      <w:r w:rsidRPr="00573E19">
        <w:rPr>
          <w:rtl/>
        </w:rPr>
        <w:t xml:space="preserve"> عتق رقبة أو إطعام ستين مسكينا أو صيام</w:t>
      </w:r>
      <w:r w:rsidR="009C2257">
        <w:rPr>
          <w:rtl/>
        </w:rPr>
        <w:t xml:space="preserve"> </w:t>
      </w:r>
      <w:r w:rsidRPr="00573E19">
        <w:rPr>
          <w:rtl/>
        </w:rPr>
        <w:t>شهرين متتابعين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تضمن هذان الخبران من لفظة « أو » الموضوعة للتخيير الوجه فيه أن نحملها على</w:t>
      </w:r>
      <w:r w:rsidR="009C2257">
        <w:rPr>
          <w:rtl/>
        </w:rPr>
        <w:t xml:space="preserve"> </w:t>
      </w:r>
      <w:r w:rsidRPr="00573E19">
        <w:rPr>
          <w:rtl/>
        </w:rPr>
        <w:t>الترتيب بدلالة الاخبار الأولة المطابقة لظاهر القرآن وقد أوردنا في كتابنا الكبير</w:t>
      </w:r>
      <w:r w:rsidR="009C2257">
        <w:rPr>
          <w:rtl/>
        </w:rPr>
        <w:t xml:space="preserve"> </w:t>
      </w:r>
      <w:r w:rsidRPr="00573E19">
        <w:rPr>
          <w:rtl/>
        </w:rPr>
        <w:t>ما يتعلق بذلك مستوفى وفيما ذكرناه كفاية إنشاء الله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84" w:name="_Toc374810425"/>
      <w:bookmarkStart w:id="85" w:name="_Toc376954800"/>
      <w:r w:rsidRPr="00573E19">
        <w:rPr>
          <w:rtl/>
        </w:rPr>
        <w:t>كتاب الصيد والذبائح</w:t>
      </w:r>
      <w:bookmarkEnd w:id="84"/>
      <w:bookmarkEnd w:id="85"/>
    </w:p>
    <w:p w:rsidR="00FE5331" w:rsidRPr="00573E19" w:rsidRDefault="00FE5331" w:rsidP="00FE5331">
      <w:pPr>
        <w:pStyle w:val="Heading1Center"/>
        <w:rPr>
          <w:rtl/>
        </w:rPr>
      </w:pPr>
      <w:bookmarkStart w:id="86" w:name="_Toc374810426"/>
      <w:bookmarkStart w:id="87" w:name="_Toc376954801"/>
      <w:r w:rsidRPr="00573E19">
        <w:rPr>
          <w:rtl/>
        </w:rPr>
        <w:t>أبواب صيد السمك</w:t>
      </w:r>
      <w:bookmarkEnd w:id="86"/>
      <w:bookmarkEnd w:id="87"/>
    </w:p>
    <w:p w:rsidR="00FE5331" w:rsidRPr="00573E19" w:rsidRDefault="00FE5331" w:rsidP="00FE5331">
      <w:pPr>
        <w:pStyle w:val="Heading2Center"/>
        <w:rPr>
          <w:rtl/>
        </w:rPr>
      </w:pPr>
      <w:bookmarkStart w:id="88" w:name="_Toc374810427"/>
      <w:bookmarkStart w:id="89" w:name="_Toc376954802"/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باب النهى عن صيد الجري والمار ما هي والزمار</w:t>
      </w:r>
      <w:bookmarkEnd w:id="88"/>
      <w:bookmarkEnd w:id="8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عثمان بن عيسى عن سماعة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تأكل الجريث ولا المارماهي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ولا طافيا ولا طحالا لأنه بيت الدم</w:t>
      </w:r>
      <w:r w:rsidR="009C2257">
        <w:rPr>
          <w:rtl/>
        </w:rPr>
        <w:t xml:space="preserve"> </w:t>
      </w:r>
      <w:r w:rsidRPr="00573E19">
        <w:rPr>
          <w:rtl/>
        </w:rPr>
        <w:t>ومضغة الشيطان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خالد عن أبي الجهم عن رفاعة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المارماهي</w:t>
      </w:r>
      <w:r w:rsidR="00CA4563">
        <w:rPr>
          <w:rtl/>
        </w:rPr>
        <w:t>:</w:t>
      </w:r>
      <w:r w:rsidRPr="00573E19">
        <w:rPr>
          <w:rtl/>
        </w:rPr>
        <w:t xml:space="preserve"> معرب واصله حية الماء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198</w:t>
      </w:r>
      <w:r>
        <w:rPr>
          <w:rtl/>
        </w:rPr>
        <w:t xml:space="preserve"> - </w:t>
      </w:r>
      <w:r w:rsidRPr="00573E19">
        <w:rPr>
          <w:rtl/>
        </w:rPr>
        <w:t>199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8 وأخرج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2</w:t>
      </w:r>
      <w:r w:rsidRPr="00573E19">
        <w:rPr>
          <w:rtl/>
        </w:rPr>
        <w:t>8</w:t>
      </w:r>
      <w:r w:rsidR="009C2257">
        <w:rPr>
          <w:rtl/>
        </w:rPr>
        <w:t xml:space="preserve"> </w:t>
      </w:r>
      <w:r w:rsidRPr="00573E19">
        <w:rPr>
          <w:rtl/>
        </w:rPr>
        <w:t>بتفاوت في السند والمتن</w:t>
      </w:r>
      <w:r>
        <w:rPr>
          <w:rtl/>
        </w:rPr>
        <w:t>. - 2</w:t>
      </w:r>
      <w:r w:rsidRPr="00573E19">
        <w:rPr>
          <w:rtl/>
        </w:rPr>
        <w:t>00</w:t>
      </w:r>
      <w:r>
        <w:rPr>
          <w:rtl/>
        </w:rPr>
        <w:t xml:space="preserve"> - 2</w:t>
      </w:r>
      <w:r w:rsidRPr="00573E19">
        <w:rPr>
          <w:rtl/>
        </w:rPr>
        <w:t>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9 واخرج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144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الجريث فقال</w:t>
      </w:r>
      <w:r w:rsidR="00CA4563">
        <w:rPr>
          <w:rtl/>
        </w:rPr>
        <w:t>:</w:t>
      </w:r>
      <w:r w:rsidRPr="00573E19">
        <w:rPr>
          <w:rtl/>
        </w:rPr>
        <w:t xml:space="preserve"> والله ما رأيته قط ولكن وجدناه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حراما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النضر بن سويد عن عاصم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عما يكره من السمك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أما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فإنه نهى عن الجريث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صفوان عن منصور بن حازم عن سمرة عن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أبي سعيد قال</w:t>
      </w:r>
      <w:r w:rsidR="00CA4563">
        <w:rPr>
          <w:rtl/>
        </w:rPr>
        <w:t>:</w:t>
      </w:r>
      <w:r w:rsidRPr="00573E19">
        <w:rPr>
          <w:rtl/>
        </w:rPr>
        <w:t xml:space="preserve"> خرج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على بغلة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فخرجنا معه نمشي</w:t>
      </w:r>
      <w:r w:rsidR="009C2257">
        <w:rPr>
          <w:rtl/>
        </w:rPr>
        <w:t xml:space="preserve"> </w:t>
      </w:r>
      <w:r w:rsidRPr="00573E19">
        <w:rPr>
          <w:rtl/>
        </w:rPr>
        <w:t>حتى انتهى إلى موضع أصحاب السمك فجمعهم ثم قال</w:t>
      </w:r>
      <w:r w:rsidR="00CA4563">
        <w:rPr>
          <w:rtl/>
        </w:rPr>
        <w:t>:</w:t>
      </w:r>
      <w:r w:rsidRPr="00573E19">
        <w:rPr>
          <w:rtl/>
        </w:rPr>
        <w:t xml:space="preserve"> تدرون لأي شئ جمعتكم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فقالوا</w:t>
      </w:r>
      <w:r w:rsidR="00CA4563">
        <w:rPr>
          <w:rtl/>
        </w:rPr>
        <w:t>:</w:t>
      </w:r>
      <w:r w:rsidRPr="00573E19">
        <w:rPr>
          <w:rtl/>
        </w:rPr>
        <w:t xml:space="preserve"> لا فقال</w:t>
      </w:r>
      <w:r w:rsidR="00CA4563">
        <w:rPr>
          <w:rtl/>
        </w:rPr>
        <w:t>:</w:t>
      </w:r>
      <w:r w:rsidRPr="00573E19">
        <w:rPr>
          <w:rtl/>
        </w:rPr>
        <w:t xml:space="preserve"> لا تشتروا الجريث ولا المارماهي ولا الطافي على الماء ولا تبيعوه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ابن فضال عن غير واحد من أصحابنا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الجري والمار ما هي والطافي حرام في كتاب علي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</w:t>
      </w:r>
      <w:r w:rsidR="00B84D4C">
        <w:t xml:space="preserve"> </w:t>
      </w:r>
      <w:r w:rsidR="00B84D4C">
        <w:rPr>
          <w:rtl/>
        </w:rPr>
        <w:t>روا</w:t>
      </w:r>
      <w:r w:rsidRPr="00573E19">
        <w:rPr>
          <w:rtl/>
        </w:rPr>
        <w:t>ه الحسين بن سعيد عن صفوان عن ابن مسكان عن محمد الحلبي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يكره شئ من الحيتان إلا الجري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أبان عن حريز عن حكم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يكره من الحيتان شئ إلا الجريث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وما جرى مجراهما أنه لا يكره كراهية الحظر الا الجري</w:t>
      </w:r>
      <w:r w:rsidR="009C2257">
        <w:rPr>
          <w:rtl/>
        </w:rPr>
        <w:t xml:space="preserve"> </w:t>
      </w:r>
      <w:r w:rsidRPr="00573E19">
        <w:rPr>
          <w:rtl/>
        </w:rPr>
        <w:t>وإن كان يكره كراهية الندب والاستحباب</w:t>
      </w:r>
      <w:r w:rsidR="00CA4563">
        <w:rPr>
          <w:rtl/>
        </w:rPr>
        <w:t>،</w:t>
      </w:r>
      <w:r w:rsidRPr="00573E19">
        <w:rPr>
          <w:rtl/>
        </w:rPr>
        <w:t xml:space="preserve"> وما قدمناه من الاخبار وإن تضمن</w:t>
      </w:r>
      <w:r w:rsidR="009C2257">
        <w:rPr>
          <w:rtl/>
        </w:rPr>
        <w:t xml:space="preserve"> </w:t>
      </w:r>
      <w:r w:rsidRPr="00573E19">
        <w:rPr>
          <w:rtl/>
        </w:rPr>
        <w:t>بعضها لفظ التحريم مثل حديث ابن فضال وغير ذلك فمحمول على هذا الضرب من</w:t>
      </w:r>
      <w:r w:rsidR="009C2257">
        <w:rPr>
          <w:rtl/>
        </w:rPr>
        <w:t xml:space="preserve"> </w:t>
      </w:r>
      <w:r w:rsidRPr="00573E19">
        <w:rPr>
          <w:rtl/>
        </w:rPr>
        <w:t>التحريم الذي قدمناه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محمد بن أبي عمير عن عمر بن أذينة عن زرارة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د </w:t>
      </w:r>
      <w:r>
        <w:rPr>
          <w:rtl/>
        </w:rPr>
        <w:t>(</w:t>
      </w:r>
      <w:r w:rsidRPr="00573E19">
        <w:rPr>
          <w:rtl/>
        </w:rPr>
        <w:t xml:space="preserve"> ابن أبي سعيد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</w:t>
      </w:r>
      <w:r w:rsidRPr="00573E19">
        <w:rPr>
          <w:rtl/>
        </w:rPr>
        <w:t>0</w:t>
      </w:r>
      <w:r>
        <w:rPr>
          <w:rtl/>
        </w:rPr>
        <w:t>2 - 2</w:t>
      </w:r>
      <w:r w:rsidRPr="00573E19">
        <w:rPr>
          <w:rtl/>
        </w:rPr>
        <w:t>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04</w:t>
      </w:r>
      <w:r>
        <w:rPr>
          <w:rtl/>
        </w:rPr>
        <w:t xml:space="preserve"> - 2</w:t>
      </w:r>
      <w:r w:rsidRPr="00573E19">
        <w:rPr>
          <w:rtl/>
        </w:rPr>
        <w:t>05</w:t>
      </w:r>
      <w:r>
        <w:rPr>
          <w:rtl/>
        </w:rPr>
        <w:t xml:space="preserve"> - 2</w:t>
      </w:r>
      <w:r w:rsidRPr="00573E19">
        <w:rPr>
          <w:rtl/>
        </w:rPr>
        <w:t>06</w:t>
      </w:r>
      <w:r>
        <w:rPr>
          <w:rtl/>
        </w:rPr>
        <w:t xml:space="preserve"> - 2</w:t>
      </w:r>
      <w:r w:rsidRPr="00573E19">
        <w:rPr>
          <w:rtl/>
        </w:rPr>
        <w:t>07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40</w:t>
      </w:r>
      <w:r>
        <w:rPr>
          <w:rtl/>
        </w:rPr>
        <w:t>.</w:t>
      </w:r>
    </w:p>
    <w:p w:rsidR="00FE5331" w:rsidRPr="00573E19" w:rsidRDefault="00FE5331" w:rsidP="009433A3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الجريث فقال وما الجريث</w:t>
      </w:r>
      <w:r>
        <w:rPr>
          <w:rtl/>
        </w:rPr>
        <w:t>؟</w:t>
      </w:r>
      <w:r w:rsidRPr="00573E19">
        <w:rPr>
          <w:rtl/>
        </w:rPr>
        <w:t xml:space="preserve"> فنعته له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="009433A3" w:rsidRPr="00FE5331">
        <w:rPr>
          <w:rStyle w:val="libAlaemChar"/>
          <w:rtl/>
        </w:rPr>
        <w:t>(</w:t>
      </w:r>
      <w:r w:rsidR="009433A3" w:rsidRPr="009433A3">
        <w:rPr>
          <w:rStyle w:val="libAieChar"/>
          <w:rtl/>
        </w:rPr>
        <w:t>قُل لَّا أَجِدُ فِي مَا أُوحِيَ إِلَيَّ مُحَرَّ‌مًا عَلَىٰ طَاعِمٍ يَطْعَمُهُ</w:t>
      </w:r>
      <w:r w:rsidR="009433A3" w:rsidRPr="00FE5331">
        <w:rPr>
          <w:rStyle w:val="libAlaemChar"/>
          <w:rtl/>
        </w:rPr>
        <w:t>)</w:t>
      </w:r>
      <w:r w:rsidRPr="00573E19">
        <w:rPr>
          <w:rtl/>
        </w:rPr>
        <w:t xml:space="preserve"> إلى آخر الآية ثم قال</w:t>
      </w:r>
      <w:r w:rsidR="00CA4563">
        <w:rPr>
          <w:rtl/>
        </w:rPr>
        <w:t>:</w:t>
      </w:r>
      <w:r w:rsidRPr="00573E19">
        <w:rPr>
          <w:rtl/>
        </w:rPr>
        <w:t xml:space="preserve"> لم يحرم</w:t>
      </w:r>
      <w:r w:rsidR="009C2257">
        <w:rPr>
          <w:rtl/>
        </w:rPr>
        <w:t xml:space="preserve"> </w:t>
      </w:r>
      <w:r w:rsidRPr="00573E19">
        <w:rPr>
          <w:rtl/>
        </w:rPr>
        <w:t>الله شيئا من الحيوان في القرآن إلا الخنزير بعينه ويكره كل شئ من البحر ليس له</w:t>
      </w:r>
      <w:r w:rsidR="009C2257">
        <w:rPr>
          <w:rtl/>
        </w:rPr>
        <w:t xml:space="preserve"> </w:t>
      </w:r>
      <w:r w:rsidRPr="00573E19">
        <w:rPr>
          <w:rtl/>
        </w:rPr>
        <w:t>قشر مثل الورق وليس بحرام إنما هو مكروه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08</w:t>
      </w:r>
    </w:p>
    <w:p w:rsidR="00FE5331" w:rsidRPr="00573E19" w:rsidRDefault="00FE5331" w:rsidP="009433A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عبد الرحمن بن أبي نجران عن عاصم بن حميد عن محمد بن مسلم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الجري والمار ما هي والزمير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وما ليس له قشر</w:t>
      </w:r>
      <w:r w:rsidR="009C2257">
        <w:rPr>
          <w:rtl/>
        </w:rPr>
        <w:t xml:space="preserve"> </w:t>
      </w:r>
      <w:r w:rsidRPr="00573E19">
        <w:rPr>
          <w:rtl/>
        </w:rPr>
        <w:t>من السمك أحرام هو</w:t>
      </w:r>
      <w:r>
        <w:rPr>
          <w:rtl/>
        </w:rPr>
        <w:t>؟</w:t>
      </w:r>
      <w:r w:rsidRPr="00573E19">
        <w:rPr>
          <w:rtl/>
        </w:rPr>
        <w:t xml:space="preserve"> فقال لي يا محمد اقرأ هذه الآية التي في الانعام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</w:t>
      </w:r>
      <w:r w:rsidR="009433A3" w:rsidRPr="00FE5331">
        <w:rPr>
          <w:rStyle w:val="libAlaemChar"/>
          <w:rtl/>
        </w:rPr>
        <w:t>(</w:t>
      </w:r>
      <w:r w:rsidR="009433A3" w:rsidRPr="009433A3">
        <w:rPr>
          <w:rStyle w:val="libAieChar"/>
          <w:rtl/>
        </w:rPr>
        <w:t>قُل لَّا أَجِدُ فِي مَا أُوحِيَ إِلَيَّ مُحَرَّ‌مًا عَلَىٰ طَاعِمٍ يَطْعَمُهُ</w:t>
      </w:r>
      <w:r w:rsidR="009433A3" w:rsidRPr="00FE5331">
        <w:rPr>
          <w:rStyle w:val="libAlaemChar"/>
          <w:rtl/>
        </w:rPr>
        <w:t>)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فقرأتها حتى فرغت منها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إنما الحرام ما حرم الله ورسوله في كتابه ولكنهم قد كانوا يعافون أشياء فنحن نعافها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90" w:name="_Toc374810428"/>
      <w:bookmarkStart w:id="91" w:name="_Toc376954803"/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باب تحريم السمك الطافي وهو الذي يموت في الماء</w:t>
      </w:r>
      <w:bookmarkEnd w:id="90"/>
      <w:bookmarkEnd w:id="9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حماد بن عثمان عن الحلبي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عما يوجد من السمك طافيا على الماء أو يلقيه البحر</w:t>
      </w:r>
      <w:r w:rsidR="009C2257">
        <w:rPr>
          <w:rtl/>
        </w:rPr>
        <w:t xml:space="preserve"> </w:t>
      </w:r>
      <w:r w:rsidRPr="00573E19">
        <w:rPr>
          <w:rtl/>
        </w:rPr>
        <w:t>ميتا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تأكله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عمرو بن عثمان عن المفضل بن صالح عن زيد الشحام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عما يوجد من الحيتان طافيا على الماء ويلقيه البحر ميتا آكله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فضالة عن القاسم بن بريد عن محمد بن مسلم عن أبي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تأكل ما نبذه الماء من الحيتان وما نضب الماء عنه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الزمير</w:t>
      </w:r>
      <w:r w:rsidR="00CA4563">
        <w:rPr>
          <w:rtl/>
        </w:rPr>
        <w:t>:</w:t>
      </w:r>
      <w:r w:rsidRPr="00573E19">
        <w:rPr>
          <w:rtl/>
        </w:rPr>
        <w:t xml:space="preserve"> كسكيت نوع من السمك له شوك ناتئ على ظهره وأكثر ما يكون في المياه العذبة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سورة الأنعام 145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</w:t>
      </w:r>
      <w:r w:rsidRPr="00573E19">
        <w:rPr>
          <w:rtl/>
        </w:rPr>
        <w:t>08</w:t>
      </w:r>
      <w:r>
        <w:rPr>
          <w:rtl/>
        </w:rPr>
        <w:t xml:space="preserve"> - 2</w:t>
      </w:r>
      <w:r w:rsidRPr="00573E19">
        <w:rPr>
          <w:rtl/>
        </w:rPr>
        <w:t>09</w:t>
      </w:r>
      <w:r>
        <w:rPr>
          <w:rtl/>
        </w:rPr>
        <w:t xml:space="preserve"> - 2</w:t>
      </w: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40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</w:t>
      </w:r>
      <w:r w:rsidRPr="00573E19">
        <w:rPr>
          <w:rtl/>
        </w:rPr>
        <w:t xml:space="preserve"> بزيادة في آخره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4</w:t>
      </w:r>
      <w:r>
        <w:rPr>
          <w:rtl/>
        </w:rPr>
        <w:t xml:space="preserve"> - </w:t>
      </w:r>
      <w:r w:rsidRPr="00573E19">
        <w:rPr>
          <w:rtl/>
        </w:rPr>
        <w:t xml:space="preserve">فأما ما رواه الحسين بن سعيد عن عبد الله بن بحر عن رجل عن زرارة 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السمك يثب من الماء فيقع على الشط فيضطرب حتى يموت فقال</w:t>
      </w:r>
      <w:r w:rsidR="00CA4563">
        <w:rPr>
          <w:rtl/>
        </w:rPr>
        <w:t>:</w:t>
      </w:r>
      <w:r w:rsidRPr="00573E19">
        <w:rPr>
          <w:rtl/>
        </w:rPr>
        <w:t xml:space="preserve"> كلها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الخبران نحمله على أنه لما خرجت من الماء أخذها وهي حية ثم ماتت</w:t>
      </w:r>
      <w:r w:rsidR="009C2257">
        <w:rPr>
          <w:rtl/>
        </w:rPr>
        <w:t xml:space="preserve"> </w:t>
      </w:r>
      <w:r w:rsidRPr="00573E19">
        <w:rPr>
          <w:rtl/>
        </w:rPr>
        <w:t>جاز أكلها ولو ماتت قبل أن يأخذها لم يجز ذلك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يحيي عن العمركي بن علي عن علي بن جعفر عن أخيه موسى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سمكة وثبت من الماء فوقعت على الجد فماتت</w:t>
      </w:r>
      <w:r w:rsidR="009C2257">
        <w:rPr>
          <w:rtl/>
        </w:rPr>
        <w:t xml:space="preserve"> </w:t>
      </w:r>
      <w:r w:rsidRPr="00573E19">
        <w:rPr>
          <w:rtl/>
        </w:rPr>
        <w:t>أيصلح أكلها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أخذتها قبل أن تموت ثم ماتت فكلها</w:t>
      </w:r>
      <w:r w:rsidR="00CA4563">
        <w:rPr>
          <w:rtl/>
        </w:rPr>
        <w:t>،</w:t>
      </w:r>
      <w:r w:rsidRPr="00573E19">
        <w:rPr>
          <w:rtl/>
        </w:rPr>
        <w:t xml:space="preserve"> وإن ماتت قبل أن</w:t>
      </w:r>
      <w:r w:rsidR="009C2257">
        <w:rPr>
          <w:rtl/>
        </w:rPr>
        <w:t xml:space="preserve"> </w:t>
      </w:r>
      <w:r w:rsidRPr="00573E19">
        <w:rPr>
          <w:rtl/>
        </w:rPr>
        <w:t>تأخذها فلا تأكلها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محمد بن يحيى عن عبد الله بن محمد عن علي بن الحكم عن أبان عن سلمة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حفص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يقول</w:t>
      </w:r>
      <w:r w:rsidR="00CA4563">
        <w:rPr>
          <w:rtl/>
        </w:rPr>
        <w:t>:</w:t>
      </w:r>
      <w:r w:rsidRPr="00573E19">
        <w:rPr>
          <w:rtl/>
        </w:rPr>
        <w:t xml:space="preserve"> في صيد السمك</w:t>
      </w:r>
      <w:r w:rsidR="009C2257">
        <w:rPr>
          <w:rtl/>
        </w:rPr>
        <w:t xml:space="preserve"> </w:t>
      </w:r>
      <w:r w:rsidRPr="00573E19">
        <w:rPr>
          <w:rtl/>
        </w:rPr>
        <w:t>إذا أدركتها وهي تضطرب وتضرب بيدها وتحرك ذنبها وتطرف بعينها فهي</w:t>
      </w:r>
      <w:r w:rsidR="009C2257">
        <w:rPr>
          <w:rtl/>
        </w:rPr>
        <w:t xml:space="preserve"> </w:t>
      </w:r>
      <w:r w:rsidRPr="00573E19">
        <w:rPr>
          <w:rtl/>
        </w:rPr>
        <w:t>ذكاتها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فضالة عن القاسم بن بريد عن ابن مسلم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نصب شبكة في الماء ثم رجع إلى بيته وتركها</w:t>
      </w:r>
      <w:r w:rsidR="009C2257">
        <w:rPr>
          <w:rtl/>
        </w:rPr>
        <w:t xml:space="preserve"> </w:t>
      </w:r>
      <w:r w:rsidRPr="00573E19">
        <w:rPr>
          <w:rtl/>
        </w:rPr>
        <w:t>منصوبة فأتاها بعد ذلك وقد وقع فيها سمك فيمتن فقال</w:t>
      </w:r>
      <w:r w:rsidR="00CA4563">
        <w:rPr>
          <w:rtl/>
        </w:rPr>
        <w:t>:</w:t>
      </w:r>
      <w:r w:rsidRPr="00573E19">
        <w:rPr>
          <w:rtl/>
        </w:rPr>
        <w:t xml:space="preserve"> ما عملت يده فلا بأس</w:t>
      </w:r>
      <w:r w:rsidR="009C2257">
        <w:rPr>
          <w:rtl/>
        </w:rPr>
        <w:t xml:space="preserve"> </w:t>
      </w:r>
      <w:r w:rsidRPr="00573E19">
        <w:rPr>
          <w:rtl/>
        </w:rPr>
        <w:t>بأكل ما وقع فيها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حماد بن عثمان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الحظيرة</w:t>
      </w:r>
      <w:r w:rsidR="009C2257">
        <w:rPr>
          <w:rtl/>
        </w:rPr>
        <w:t xml:space="preserve"> </w:t>
      </w:r>
      <w:r w:rsidRPr="00573E19">
        <w:rPr>
          <w:rtl/>
        </w:rPr>
        <w:t>من القصب تجعل في الماء للحيتان فيدخل فيها الحيتان فيموت بعضها فيها فقال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1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40 الفقيه ص </w:t>
      </w:r>
      <w:r>
        <w:rPr>
          <w:rtl/>
        </w:rPr>
        <w:t>3</w:t>
      </w:r>
      <w:r w:rsidRPr="00501E62">
        <w:rPr>
          <w:rtl/>
        </w:rPr>
        <w:t>01 بتفاوت في اللفظ.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1</w:t>
      </w:r>
      <w:r>
        <w:rPr>
          <w:rtl/>
        </w:rPr>
        <w:t>3 - 2</w:t>
      </w: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40 الكافي ج </w:t>
      </w:r>
      <w:r>
        <w:rPr>
          <w:rtl/>
        </w:rPr>
        <w:t>2</w:t>
      </w:r>
      <w:r w:rsidRPr="00573E19">
        <w:rPr>
          <w:rtl/>
        </w:rPr>
        <w:t xml:space="preserve"> ص 144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15</w:t>
      </w:r>
      <w:r>
        <w:rPr>
          <w:rtl/>
        </w:rPr>
        <w:t xml:space="preserve"> - 2</w:t>
      </w: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الكافي ج </w:t>
      </w:r>
      <w:r>
        <w:rPr>
          <w:rtl/>
        </w:rPr>
        <w:t>2</w:t>
      </w:r>
      <w:r w:rsidRPr="00573E19">
        <w:rPr>
          <w:rtl/>
        </w:rPr>
        <w:t xml:space="preserve"> ص 144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ص </w:t>
      </w:r>
      <w:r>
        <w:rPr>
          <w:rtl/>
        </w:rPr>
        <w:t>3</w:t>
      </w:r>
      <w:r w:rsidRPr="00573E19">
        <w:rPr>
          <w:rtl/>
        </w:rPr>
        <w:t>01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لا بأس به إن تلك الحظيرة إنما جعلت ليصاد فيها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أنه إذا لم يتميز له ما مات في الماء مما لم يمت</w:t>
      </w:r>
      <w:r w:rsidR="009C2257">
        <w:rPr>
          <w:rtl/>
        </w:rPr>
        <w:t xml:space="preserve"> </w:t>
      </w:r>
      <w:r w:rsidRPr="00573E19">
        <w:rPr>
          <w:rtl/>
        </w:rPr>
        <w:t>فيه واخرج منه جاز أكل الجميع</w:t>
      </w:r>
      <w:r w:rsidR="00CA4563">
        <w:rPr>
          <w:rtl/>
        </w:rPr>
        <w:t>،</w:t>
      </w:r>
      <w:r w:rsidRPr="00573E19">
        <w:rPr>
          <w:rtl/>
        </w:rPr>
        <w:t xml:space="preserve"> وأما مع التمييز فلا يجوز على حال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علي بن النعمان عن ابن مسكان عن عبد الرحمن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أمرت رجلا يسأل لي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صاد سمكا وهن احياء</w:t>
      </w:r>
      <w:r w:rsidR="009C2257">
        <w:rPr>
          <w:rtl/>
        </w:rPr>
        <w:t xml:space="preserve"> </w:t>
      </w:r>
      <w:r w:rsidRPr="00573E19">
        <w:rPr>
          <w:rtl/>
        </w:rPr>
        <w:t>ثم أخرجهن بعدما مات بعضهن فقال</w:t>
      </w:r>
      <w:r w:rsidR="00CA4563">
        <w:rPr>
          <w:rtl/>
        </w:rPr>
        <w:t>:</w:t>
      </w:r>
      <w:r w:rsidRPr="00573E19">
        <w:rPr>
          <w:rtl/>
        </w:rPr>
        <w:t xml:space="preserve"> ما مات فلا تأكله فإنه مات فيما فيه حياته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ولا ينافي هذا الخبر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إبراهيم عن هارون بن مسلم عن مسعدة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صدقة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 أبي</w:t>
      </w:r>
      <w:r>
        <w:rPr>
          <w:rFonts w:hint="cs"/>
          <w:rtl/>
        </w:rPr>
        <w:t xml:space="preserve"> </w:t>
      </w:r>
      <w:r w:rsidRPr="00573E19">
        <w:rPr>
          <w:rtl/>
        </w:rPr>
        <w:t>يقول إذا ضرب صاحب</w:t>
      </w:r>
      <w:r w:rsidR="009C2257">
        <w:rPr>
          <w:rtl/>
        </w:rPr>
        <w:t xml:space="preserve"> </w:t>
      </w:r>
      <w:r w:rsidRPr="00573E19">
        <w:rPr>
          <w:rtl/>
        </w:rPr>
        <w:t>الشبكة بالشبكة فما أصاب فيها من حي أو ميت فهو حلال ما خلا ما ليس له قشر</w:t>
      </w:r>
      <w:r w:rsidR="009C2257">
        <w:rPr>
          <w:rtl/>
        </w:rPr>
        <w:t xml:space="preserve"> </w:t>
      </w:r>
      <w:r w:rsidRPr="00573E19">
        <w:rPr>
          <w:rtl/>
        </w:rPr>
        <w:t>ولا يؤكل الطافي من السمك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لان الوجه في هذا الخبر ما قلناه في الاخبار الأولة سواء من أنه إذا لم يتميز له</w:t>
      </w:r>
      <w:r w:rsidR="009C2257">
        <w:rPr>
          <w:rtl/>
        </w:rPr>
        <w:t xml:space="preserve"> </w:t>
      </w:r>
      <w:r w:rsidRPr="00573E19">
        <w:rPr>
          <w:rtl/>
        </w:rPr>
        <w:t>الميت من الحي جاز له أكل الجميع</w:t>
      </w:r>
      <w:r w:rsidR="00CA4563">
        <w:rPr>
          <w:rtl/>
        </w:rPr>
        <w:t>،</w:t>
      </w:r>
      <w:r w:rsidRPr="00573E19">
        <w:rPr>
          <w:rtl/>
        </w:rPr>
        <w:t xml:space="preserve"> فأما مع تميزه فلا يجوز حسب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92" w:name="_Toc374810429"/>
      <w:bookmarkStart w:id="93" w:name="_Toc376954804"/>
      <w:r w:rsidRPr="00573E19">
        <w:rPr>
          <w:rtl/>
        </w:rPr>
        <w:t>40</w:t>
      </w:r>
      <w:r>
        <w:rPr>
          <w:rtl/>
        </w:rPr>
        <w:t xml:space="preserve"> - </w:t>
      </w:r>
      <w:r w:rsidRPr="00573E19">
        <w:rPr>
          <w:rtl/>
        </w:rPr>
        <w:t>باب صيد المجوسي للسمك</w:t>
      </w:r>
      <w:bookmarkEnd w:id="92"/>
      <w:bookmarkEnd w:id="9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حماد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صيد الحيتان وإن لم يسم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 w:rsidR="00CA4563">
        <w:rPr>
          <w:rtl/>
        </w:rPr>
        <w:t>،</w:t>
      </w:r>
      <w:r w:rsidRPr="00573E19">
        <w:rPr>
          <w:rtl/>
        </w:rPr>
        <w:t xml:space="preserve"> وسألته عن صيد</w:t>
      </w:r>
      <w:r w:rsidR="009C2257">
        <w:rPr>
          <w:rtl/>
        </w:rPr>
        <w:t xml:space="preserve"> </w:t>
      </w:r>
      <w:r w:rsidRPr="00573E19">
        <w:rPr>
          <w:rtl/>
        </w:rPr>
        <w:t>المجوس السمك آكله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كنت لآكله حتى انظر إليه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حماد عن حريز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مجوسي يصيد السمك أيؤكل منه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كنت لآكله حتى انظر إليه قال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17</w:t>
      </w:r>
      <w:r>
        <w:rPr>
          <w:rtl/>
        </w:rPr>
        <w:t xml:space="preserve"> - 2</w:t>
      </w:r>
      <w:r w:rsidRPr="00501E62">
        <w:rPr>
          <w:rtl/>
        </w:rPr>
        <w:t>18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41 واخرج الأخير الكليني في الكافي ج </w:t>
      </w:r>
      <w:r>
        <w:rPr>
          <w:rtl/>
        </w:rPr>
        <w:t>2</w:t>
      </w:r>
      <w:r w:rsidRPr="00501E62">
        <w:rPr>
          <w:rtl/>
        </w:rPr>
        <w:t xml:space="preserve"> ص 144.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40 الفقيه ص </w:t>
      </w:r>
      <w:r>
        <w:rPr>
          <w:rtl/>
        </w:rPr>
        <w:t>3</w:t>
      </w:r>
      <w:r w:rsidRPr="00573E19">
        <w:rPr>
          <w:rtl/>
        </w:rPr>
        <w:t>01 واخرج صدره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حماد</w:t>
      </w:r>
      <w:r w:rsidR="00CA4563">
        <w:rPr>
          <w:rtl/>
        </w:rPr>
        <w:t>:</w:t>
      </w:r>
      <w:r w:rsidRPr="00573E19">
        <w:rPr>
          <w:rtl/>
        </w:rPr>
        <w:t xml:space="preserve"> يعني حتى أسمعه يسمي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الذي ذكره حماد في تأويل الخبر غير صحيح لأنا قد بينا في</w:t>
      </w:r>
      <w:r w:rsidR="009C2257">
        <w:rPr>
          <w:rtl/>
        </w:rPr>
        <w:t xml:space="preserve"> </w:t>
      </w:r>
      <w:r w:rsidRPr="00573E19">
        <w:rPr>
          <w:rtl/>
        </w:rPr>
        <w:t>الرواية الأولى انه لا يراعى في صيد السمك التسمية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علي عن أبيه عن عمرو بن عثمان عن المفضل بن صالح عن زيد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الشحام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سئل عن صيد الحيتان وإن لم يسم عليه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بأس به إن كان حيا أن تأخذه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العلا عن محمد بن 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مثل</w:t>
      </w:r>
      <w:r w:rsidR="009C2257">
        <w:rPr>
          <w:rtl/>
        </w:rPr>
        <w:t xml:space="preserve"> </w:t>
      </w:r>
      <w:r w:rsidRPr="00573E19">
        <w:rPr>
          <w:rtl/>
        </w:rPr>
        <w:t>ذلك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صيد السمك ولا يسمي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علي بن إبراهيم عن أبيه عن محمد بن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صيد المجوس حين</w:t>
      </w:r>
      <w:r w:rsidR="009C2257">
        <w:rPr>
          <w:rtl/>
        </w:rPr>
        <w:t xml:space="preserve"> </w:t>
      </w:r>
      <w:r w:rsidRPr="00573E19">
        <w:rPr>
          <w:rtl/>
        </w:rPr>
        <w:t>يضربون بالشباك ويسمون بالشرك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بصيدهم إنما صيد الحيتان أخذها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الحسين بن محمد عن معلى بن محمد عن الوشا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 بالسمك الذي يصيده المجوسي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الحسين بن سعيد عن عثمان عن سماعة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صيد المجوس السمك حين يضربون بالشبك ولا يسمون أو يهودي</w:t>
      </w:r>
      <w:r w:rsidR="009C2257">
        <w:rPr>
          <w:rtl/>
        </w:rPr>
        <w:t xml:space="preserve"> </w:t>
      </w:r>
      <w:r w:rsidRPr="00573E19">
        <w:rPr>
          <w:rtl/>
        </w:rPr>
        <w:t>ولا يسمي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 إنما صيد الحيتان اخذها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النضر عن هشام بن سالم عن سليمان بن خالد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الحيتان التي يصيدها المجوس فقال</w:t>
      </w:r>
      <w:r w:rsidR="00CA4563">
        <w:rPr>
          <w:rtl/>
        </w:rPr>
        <w:t>:</w:t>
      </w:r>
      <w:r w:rsidRPr="00573E19">
        <w:rPr>
          <w:rtl/>
        </w:rPr>
        <w:t xml:space="preserve"> 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يقول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- 22</w:t>
      </w:r>
      <w:r w:rsidRPr="00501E62">
        <w:rPr>
          <w:rtl/>
        </w:rPr>
        <w:t>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40 الكافي ج </w:t>
      </w:r>
      <w:r>
        <w:rPr>
          <w:rtl/>
        </w:rPr>
        <w:t>2</w:t>
      </w:r>
      <w:r w:rsidRPr="00501E62">
        <w:rPr>
          <w:rtl/>
        </w:rPr>
        <w:t xml:space="preserve"> ص 14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- 222 -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- 223 -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الكافي ج </w:t>
      </w:r>
      <w:r>
        <w:rPr>
          <w:rtl/>
        </w:rPr>
        <w:t>2</w:t>
      </w:r>
      <w:r w:rsidRPr="00573E19">
        <w:rPr>
          <w:rtl/>
        </w:rPr>
        <w:t xml:space="preserve"> ص 144 وهو صدر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- 22</w:t>
      </w:r>
      <w:r w:rsidRPr="00573E19">
        <w:rPr>
          <w:rtl/>
        </w:rPr>
        <w:t>4</w:t>
      </w:r>
      <w:r>
        <w:rPr>
          <w:rtl/>
        </w:rPr>
        <w:t xml:space="preserve"> - 22</w:t>
      </w:r>
      <w:r w:rsidRPr="00573E19">
        <w:rPr>
          <w:rtl/>
        </w:rPr>
        <w:t>5</w:t>
      </w:r>
      <w:r>
        <w:rPr>
          <w:rtl/>
        </w:rPr>
        <w:t xml:space="preserve"> - 22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الكافي ج </w:t>
      </w:r>
      <w:r>
        <w:rPr>
          <w:rtl/>
        </w:rPr>
        <w:t>2</w:t>
      </w:r>
      <w:r w:rsidRPr="00573E19">
        <w:rPr>
          <w:rtl/>
        </w:rPr>
        <w:t xml:space="preserve"> ص 144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الحيتان والجراد ذكي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ابن فضال عن يونس بن يعقوب عن أبي مريم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ما تقول فيما صادت المجوس من الحيتان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يقول الحيتان والجراد ذكي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الحسن بن علي الوشا 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لا بأس بكواميخ المجوس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ولا بأس بصيدهم السمك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نحملها على أنه لا بأس بصيد المجوس إذا أخذه الانسان</w:t>
      </w:r>
      <w:r w:rsidR="009C2257">
        <w:rPr>
          <w:rtl/>
        </w:rPr>
        <w:t xml:space="preserve"> </w:t>
      </w:r>
      <w:r w:rsidRPr="00573E19">
        <w:rPr>
          <w:rtl/>
        </w:rPr>
        <w:t>منهم حيا قبل أن يموت فلا يقبل قولهم في اخراج السمك من الماء حيا لأنهم لا يؤمنون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فضالة عن أبان عن عيسى بن عبد الله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صيد المجوس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إذا أعطوكه حيا والسمك</w:t>
      </w:r>
      <w:r w:rsidR="009C2257">
        <w:rPr>
          <w:rtl/>
        </w:rPr>
        <w:t xml:space="preserve"> </w:t>
      </w:r>
      <w:r w:rsidRPr="00573E19">
        <w:rPr>
          <w:rtl/>
        </w:rPr>
        <w:t>أيضا وإلا فلا تجز شهادتهم إلا أن تشهده أنت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94" w:name="_Toc374810430"/>
      <w:bookmarkStart w:id="95" w:name="_Toc376954805"/>
      <w:r w:rsidRPr="00573E19">
        <w:rPr>
          <w:rtl/>
        </w:rPr>
        <w:t>أبواب الصيد</w:t>
      </w:r>
      <w:bookmarkEnd w:id="94"/>
      <w:bookmarkEnd w:id="95"/>
    </w:p>
    <w:p w:rsidR="00FE5331" w:rsidRPr="00573E19" w:rsidRDefault="00FE5331" w:rsidP="00FE5331">
      <w:pPr>
        <w:pStyle w:val="Heading2Center"/>
        <w:rPr>
          <w:rtl/>
        </w:rPr>
      </w:pPr>
      <w:bookmarkStart w:id="96" w:name="_Toc374810431"/>
      <w:bookmarkStart w:id="97" w:name="_Toc376954806"/>
      <w:r w:rsidRPr="00573E19">
        <w:rPr>
          <w:rtl/>
        </w:rPr>
        <w:t>41</w:t>
      </w:r>
      <w:r>
        <w:rPr>
          <w:rtl/>
        </w:rPr>
        <w:t xml:space="preserve"> - </w:t>
      </w:r>
      <w:r w:rsidRPr="00573E19">
        <w:rPr>
          <w:rtl/>
        </w:rPr>
        <w:t>باب كراهية صيد الليل</w:t>
      </w:r>
      <w:bookmarkEnd w:id="96"/>
      <w:bookmarkEnd w:id="9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عدة من أصحابنا عن سهل بن زياد عن محمد بن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شمون عن عبد الله بن عبد الرحمن عن مسمع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نهى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عن اتيان الطير بالليل وقال</w:t>
      </w:r>
      <w:r w:rsidR="00CA4563">
        <w:rPr>
          <w:rtl/>
        </w:rPr>
        <w:t>:</w:t>
      </w:r>
      <w:r w:rsidRPr="00573E19">
        <w:rPr>
          <w:rtl/>
        </w:rPr>
        <w:t xml:space="preserve"> إن الليل أمان 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عدة من أصحابنا عن أحمد بن أبي عبد الله عن الحسن بن علي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الكواميخ</w:t>
      </w:r>
      <w:r w:rsidR="00CA4563">
        <w:rPr>
          <w:rtl/>
        </w:rPr>
        <w:t>:</w:t>
      </w:r>
      <w:r w:rsidRPr="00573E19">
        <w:rPr>
          <w:rtl/>
        </w:rPr>
        <w:t xml:space="preserve"> إدام يؤتدم به وهو معرب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- 22</w:t>
      </w:r>
      <w:r w:rsidRPr="00573E19">
        <w:rPr>
          <w:rtl/>
        </w:rPr>
        <w:t>7</w:t>
      </w:r>
      <w:r>
        <w:rPr>
          <w:rtl/>
        </w:rPr>
        <w:t xml:space="preserve"> - 22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واخرج الأخير الصدوق في الفقيه ص </w:t>
      </w:r>
      <w:r>
        <w:rPr>
          <w:rtl/>
        </w:rPr>
        <w:t>3</w:t>
      </w:r>
      <w:r w:rsidRPr="00573E19">
        <w:rPr>
          <w:rtl/>
        </w:rPr>
        <w:t>01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الكافي ج </w:t>
      </w:r>
      <w:r>
        <w:rPr>
          <w:rtl/>
        </w:rPr>
        <w:t>2</w:t>
      </w:r>
      <w:r w:rsidRPr="00573E19">
        <w:rPr>
          <w:rtl/>
        </w:rPr>
        <w:t xml:space="preserve"> ص 144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- 23</w:t>
      </w:r>
      <w:r w:rsidRPr="00573E19">
        <w:rPr>
          <w:rtl/>
        </w:rPr>
        <w:t>0</w:t>
      </w:r>
      <w:r>
        <w:rPr>
          <w:rtl/>
        </w:rPr>
        <w:t xml:space="preserve"> - 23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14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محمد بن الفضيل عن محمد بن عبد الرحمن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رسول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لا تأتوا الفراخ في أعشاشها</w:t>
      </w:r>
      <w:r w:rsidR="00CA4563">
        <w:rPr>
          <w:rtl/>
        </w:rPr>
        <w:t>،</w:t>
      </w:r>
      <w:r w:rsidRPr="00573E19">
        <w:rPr>
          <w:rtl/>
        </w:rPr>
        <w:t xml:space="preserve"> ولا الطير في منامه حتى يصح</w:t>
      </w:r>
      <w:r w:rsidR="00CA4563">
        <w:rPr>
          <w:rtl/>
        </w:rPr>
        <w:t>،</w:t>
      </w:r>
      <w:r w:rsidRPr="00573E19">
        <w:rPr>
          <w:rtl/>
        </w:rPr>
        <w:t xml:space="preserve"> ولا</w:t>
      </w:r>
      <w:r w:rsidR="009C2257">
        <w:rPr>
          <w:rtl/>
        </w:rPr>
        <w:t xml:space="preserve"> </w:t>
      </w:r>
      <w:r w:rsidRPr="00573E19">
        <w:rPr>
          <w:rtl/>
        </w:rPr>
        <w:t>تأتوا الفرخ في عشه حتى يريش</w:t>
      </w:r>
      <w:r w:rsidR="00CA4563">
        <w:rPr>
          <w:rtl/>
        </w:rPr>
        <w:t>،</w:t>
      </w:r>
      <w:r w:rsidRPr="00573E19">
        <w:rPr>
          <w:rtl/>
        </w:rPr>
        <w:t xml:space="preserve"> فإذا طار فأوتر له قوسك وانصب له فخك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يعقوب عن محمد بن يحيى عن أحمد بن محمد بن عيسى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بن أبي نصر قال</w:t>
      </w:r>
      <w:r w:rsidR="00CA4563">
        <w:rPr>
          <w:rtl/>
        </w:rPr>
        <w:t>:</w:t>
      </w:r>
      <w:r w:rsidRPr="00573E19">
        <w:rPr>
          <w:rtl/>
        </w:rPr>
        <w:t xml:space="preserve"> سألت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طروق الطير بالليل</w:t>
      </w:r>
      <w:r w:rsidR="009C2257">
        <w:rPr>
          <w:rtl/>
        </w:rPr>
        <w:t xml:space="preserve"> </w:t>
      </w:r>
      <w:r w:rsidRPr="00573E19">
        <w:rPr>
          <w:rtl/>
        </w:rPr>
        <w:t>في وكرها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علي بن أحمد بن اشيم عن صفوان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الصفار عن محمد بن عيسى بن عبيد عن يونس بن عبد الرحمن عن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جعلت فداك ما تقول في صيد الطير في أوكارها والوحش</w:t>
      </w:r>
      <w:r w:rsidR="009C2257">
        <w:rPr>
          <w:rtl/>
        </w:rPr>
        <w:t xml:space="preserve"> </w:t>
      </w:r>
      <w:r w:rsidRPr="00573E19">
        <w:rPr>
          <w:rtl/>
        </w:rPr>
        <w:t>في أوطانها ليلا فإن الناس يكرهون ذلك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بذلك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نحملها على الجواز ورفع الحظر والخبران الأولان</w:t>
      </w:r>
      <w:r w:rsidR="009C2257">
        <w:rPr>
          <w:rtl/>
        </w:rPr>
        <w:t xml:space="preserve"> </w:t>
      </w:r>
      <w:r w:rsidRPr="00573E19">
        <w:rPr>
          <w:rtl/>
        </w:rPr>
        <w:t>محمولان على ضرب من الكراهية دون الحظر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98" w:name="_Toc374810432"/>
      <w:bookmarkStart w:id="99" w:name="_Toc376954807"/>
      <w:r w:rsidRPr="00573E19">
        <w:rPr>
          <w:rtl/>
        </w:rPr>
        <w:t>4</w:t>
      </w:r>
      <w:r>
        <w:rPr>
          <w:rtl/>
        </w:rPr>
        <w:t xml:space="preserve">2 - </w:t>
      </w:r>
      <w:r w:rsidRPr="00573E19">
        <w:rPr>
          <w:rtl/>
        </w:rPr>
        <w:t>باب كراهية لحم الغراب</w:t>
      </w:r>
      <w:bookmarkEnd w:id="98"/>
      <w:bookmarkEnd w:id="9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يحيى عن أحمد بن محمد عن أبي يحيى الواسطي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سئل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الغراب الأبقع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إنه لا يؤكل فقال ومن</w:t>
      </w:r>
      <w:r w:rsidR="009C2257">
        <w:rPr>
          <w:rtl/>
        </w:rPr>
        <w:t xml:space="preserve"> </w:t>
      </w:r>
      <w:r w:rsidRPr="00573E19">
        <w:rPr>
          <w:rtl/>
        </w:rPr>
        <w:t>أحل لك الأسود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محمد بن يحيى عن العمركي بن علي عن علي بن جعفر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- 232 - 233 -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4</w:t>
      </w:r>
      <w:r>
        <w:rPr>
          <w:rtl/>
        </w:rPr>
        <w:t>2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14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151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151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أخيه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سألته عن الغراب الأبقع والأسود أيحل</w:t>
      </w:r>
      <w:r w:rsidR="009C2257">
        <w:rPr>
          <w:rtl/>
        </w:rPr>
        <w:t xml:space="preserve"> </w:t>
      </w:r>
      <w:r w:rsidRPr="00573E19">
        <w:rPr>
          <w:rtl/>
        </w:rPr>
        <w:t>أكله</w:t>
      </w:r>
      <w:r>
        <w:rPr>
          <w:rtl/>
        </w:rPr>
        <w:t>؟</w:t>
      </w:r>
      <w:r w:rsidRPr="00573E19">
        <w:rPr>
          <w:rtl/>
        </w:rPr>
        <w:t xml:space="preserve"> فقال لا يحل أكل شئ من الغربان زاغ ولا غيره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فضالة عن أبان بن عثمان عن زرارة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أنه قال إن أكل الغراب ليس بحرام إنما الحرام ما حرم الله في</w:t>
      </w:r>
      <w:r w:rsidR="009C2257">
        <w:rPr>
          <w:rtl/>
        </w:rPr>
        <w:t xml:space="preserve"> </w:t>
      </w:r>
      <w:r w:rsidRPr="00573E19">
        <w:rPr>
          <w:rtl/>
        </w:rPr>
        <w:t>كتابه ولكن الأنفس تتنزه عن كثير من ذلك تقززا</w:t>
      </w:r>
      <w:r>
        <w:rPr>
          <w:rtl/>
        </w:rPr>
        <w:t>.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الحسين عن محمد بن يحيى الخزاز عن غياث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إبراهيم عن جعفر بن محمد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أنه كره أكل الغراب لأنه فاسق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الوجه أن نحملها على رفع الحظر وإن كان مكروها</w:t>
      </w:r>
      <w:r w:rsidR="009C2257">
        <w:rPr>
          <w:rtl/>
        </w:rPr>
        <w:t xml:space="preserve"> </w:t>
      </w:r>
      <w:r w:rsidRPr="00573E19">
        <w:rPr>
          <w:rtl/>
        </w:rPr>
        <w:t>لان الاخبار الأولة تناولت ذلك على وجه الكراهية</w:t>
      </w:r>
      <w:r w:rsidR="00CA4563">
        <w:rPr>
          <w:rtl/>
        </w:rPr>
        <w:t>،</w:t>
      </w:r>
      <w:r w:rsidRPr="00573E19">
        <w:rPr>
          <w:rtl/>
        </w:rPr>
        <w:t xml:space="preserve"> وقوله لا يحل شئ من الغربان</w:t>
      </w:r>
      <w:r w:rsidR="009C2257">
        <w:rPr>
          <w:rtl/>
        </w:rPr>
        <w:t xml:space="preserve"> </w:t>
      </w:r>
      <w:r w:rsidRPr="00573E19">
        <w:rPr>
          <w:rtl/>
        </w:rPr>
        <w:t>معناه لا يحل حلالا طلقا ليس فيه شئ من الكراهية ولم يرد بذلك التحريم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00" w:name="_Toc374810433"/>
      <w:bookmarkStart w:id="101" w:name="_Toc376954808"/>
      <w:r w:rsidRPr="00573E19">
        <w:rPr>
          <w:rtl/>
        </w:rPr>
        <w:t>4</w:t>
      </w:r>
      <w:r>
        <w:rPr>
          <w:rtl/>
        </w:rPr>
        <w:t xml:space="preserve">3 - </w:t>
      </w:r>
      <w:r w:rsidRPr="00573E19">
        <w:rPr>
          <w:rtl/>
        </w:rPr>
        <w:t>باب كراهية لحم الخطاف</w:t>
      </w:r>
      <w:bookmarkEnd w:id="100"/>
      <w:bookmarkEnd w:id="10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إبراهيم بن إسحاق عن علي بن محمد عن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داود الرقي قال بينا نحن قعود عند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 مر رجل بيده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خطاف مذبوح فوثب إليه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حتى أخذه من يده ثم دحى به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ثم قال</w:t>
      </w:r>
      <w:r w:rsidR="00CA4563">
        <w:rPr>
          <w:rtl/>
        </w:rPr>
        <w:t>:</w:t>
      </w:r>
      <w:r w:rsidRPr="00573E19">
        <w:rPr>
          <w:rtl/>
        </w:rPr>
        <w:t xml:space="preserve"> أعالمكم أمركم بهذا أم فقيهكم</w:t>
      </w:r>
      <w:r>
        <w:rPr>
          <w:rtl/>
        </w:rPr>
        <w:t>؟</w:t>
      </w:r>
      <w:r w:rsidRPr="00573E19">
        <w:rPr>
          <w:rtl/>
        </w:rPr>
        <w:t xml:space="preserve"> لقد أخبرني أبي عن جدي ان رسول الله </w:t>
      </w:r>
      <w:r w:rsidR="002D79FE" w:rsidRPr="002D79FE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نهى عن قتل ستة النحلة والنملة والضفدع والصرد والهدهد والخطاف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أحمد بن الحسن بن علي بن فضال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التقزز</w:t>
      </w:r>
      <w:r w:rsidR="00CA4563">
        <w:rPr>
          <w:rtl/>
        </w:rPr>
        <w:t>:</w:t>
      </w:r>
      <w:r w:rsidRPr="00573E19">
        <w:rPr>
          <w:rtl/>
        </w:rPr>
        <w:t xml:space="preserve"> تقزز من الدنس وكل ما يستقذر</w:t>
      </w:r>
      <w:r w:rsidR="00CA4563">
        <w:rPr>
          <w:rtl/>
        </w:rPr>
        <w:t>:</w:t>
      </w:r>
      <w:r w:rsidRPr="00573E19">
        <w:rPr>
          <w:rtl/>
        </w:rPr>
        <w:t xml:space="preserve"> عافه وتجنبه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دحى به</w:t>
      </w:r>
      <w:r w:rsidR="00CA4563">
        <w:rPr>
          <w:rtl/>
        </w:rPr>
        <w:t>:</w:t>
      </w:r>
      <w:r w:rsidRPr="00573E19">
        <w:rPr>
          <w:rtl/>
        </w:rPr>
        <w:t xml:space="preserve"> رمى به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 xml:space="preserve">* </w:t>
      </w:r>
      <w:r>
        <w:rPr>
          <w:rtl/>
        </w:rPr>
        <w:t>23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- 23</w:t>
      </w:r>
      <w:r w:rsidRPr="00573E19">
        <w:rPr>
          <w:rtl/>
        </w:rPr>
        <w:t>8</w:t>
      </w:r>
      <w:r>
        <w:rPr>
          <w:rtl/>
        </w:rPr>
        <w:t xml:space="preserve"> - 23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145</w:t>
      </w:r>
      <w:r w:rsidR="009C2257">
        <w:rPr>
          <w:rtl/>
        </w:rPr>
        <w:t xml:space="preserve"> </w:t>
      </w:r>
      <w:r w:rsidRPr="00573E19">
        <w:rPr>
          <w:rtl/>
        </w:rPr>
        <w:t>بتفاوت في آخره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عمرو بن سعيد عن مصدق بن صدقة عن عمار بن موسى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الرجل يصيب خطافا في الصحراء أو يصيده أيأكله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هو مما يؤكل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وعن الوبر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يؤكل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هو حرام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فالوجه في قوله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هو مما يؤكل أن نحمله على التعجب من ذلك دون</w:t>
      </w:r>
      <w:r w:rsidR="009C2257">
        <w:rPr>
          <w:rtl/>
        </w:rPr>
        <w:t xml:space="preserve"> </w:t>
      </w:r>
      <w:r w:rsidRPr="00573E19">
        <w:rPr>
          <w:rtl/>
        </w:rPr>
        <w:t>الاخبار عن إباحته ويجري ذلك مجرى أحدنا إذا رأى انسانا يأكل شيئا تعافه</w:t>
      </w:r>
      <w:r w:rsidR="009C2257">
        <w:rPr>
          <w:rtl/>
        </w:rPr>
        <w:t xml:space="preserve"> </w:t>
      </w:r>
      <w:r w:rsidRPr="00573E19">
        <w:rPr>
          <w:rtl/>
        </w:rPr>
        <w:t>الأنفس هذا شئ يؤكل وإنما يريد تهجينه لا إخباره عن جواز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02" w:name="_Toc374810434"/>
      <w:bookmarkStart w:id="103" w:name="_Toc376954809"/>
      <w:r w:rsidRPr="00573E19">
        <w:rPr>
          <w:rtl/>
        </w:rPr>
        <w:t>44</w:t>
      </w:r>
      <w:r>
        <w:rPr>
          <w:rtl/>
        </w:rPr>
        <w:t xml:space="preserve"> - </w:t>
      </w:r>
      <w:r w:rsidRPr="00573E19">
        <w:rPr>
          <w:rtl/>
        </w:rPr>
        <w:t>باب جواز اكل ما ذبحه الكلب المعلم وإن أكل منه</w:t>
      </w:r>
      <w:bookmarkEnd w:id="102"/>
      <w:bookmarkEnd w:id="10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عمر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أذينة عن محمد بن مسلم وغير واحد عنهما جميعا انهما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قالا</w:t>
      </w:r>
      <w:r w:rsidR="00CA4563">
        <w:rPr>
          <w:rtl/>
        </w:rPr>
        <w:t>:</w:t>
      </w:r>
      <w:r w:rsidRPr="00573E19">
        <w:rPr>
          <w:rtl/>
        </w:rPr>
        <w:t xml:space="preserve"> في الكلب</w:t>
      </w:r>
      <w:r w:rsidR="009C2257">
        <w:rPr>
          <w:rtl/>
        </w:rPr>
        <w:t xml:space="preserve"> </w:t>
      </w:r>
      <w:r w:rsidRPr="00573E19">
        <w:rPr>
          <w:rtl/>
        </w:rPr>
        <w:t>يرسله الرجل ويسمي قالا</w:t>
      </w:r>
      <w:r w:rsidR="00CA4563">
        <w:rPr>
          <w:rtl/>
        </w:rPr>
        <w:t>:</w:t>
      </w:r>
      <w:r w:rsidRPr="00573E19">
        <w:rPr>
          <w:rtl/>
        </w:rPr>
        <w:t xml:space="preserve"> إن أخذه فأدركت ذكاته فذكه وإن أدركته قد قتله</w:t>
      </w:r>
      <w:r w:rsidR="009C2257">
        <w:rPr>
          <w:rtl/>
        </w:rPr>
        <w:t xml:space="preserve"> </w:t>
      </w:r>
      <w:r w:rsidRPr="00573E19">
        <w:rPr>
          <w:rtl/>
        </w:rPr>
        <w:t>وأكل منه فكل 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بن عيسى عن محسن بن أحمد عن يونس بن يعقوب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أرسل كلبه فأدركه وقد قتل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9C2257">
        <w:rPr>
          <w:rtl/>
        </w:rPr>
        <w:t xml:space="preserve"> </w:t>
      </w:r>
      <w:r w:rsidRPr="00573E19">
        <w:rPr>
          <w:rtl/>
        </w:rPr>
        <w:t>وإن أكل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علي بن الحكم عن سيف بن عميرة عن أبان بن تغلب عن سعيد بن</w:t>
      </w:r>
      <w:r w:rsidR="009C2257">
        <w:rPr>
          <w:rtl/>
        </w:rPr>
        <w:t xml:space="preserve"> </w:t>
      </w:r>
      <w:r w:rsidRPr="00573E19">
        <w:rPr>
          <w:rtl/>
        </w:rPr>
        <w:t>المسيب قال</w:t>
      </w:r>
      <w:r w:rsidR="00CA4563">
        <w:rPr>
          <w:rtl/>
        </w:rPr>
        <w:t>:</w:t>
      </w:r>
      <w:r w:rsidRPr="00573E19">
        <w:rPr>
          <w:rtl/>
        </w:rPr>
        <w:t xml:space="preserve"> سمعت سلمان يقول كل مما أمسك الكلب وإن أكل ثلثيه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علي بن الحكم عن سيف عن منصور بن حازم عن سالم الأشل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الوبر</w:t>
      </w:r>
      <w:r w:rsidR="00CA4563">
        <w:rPr>
          <w:rtl/>
        </w:rPr>
        <w:t>:</w:t>
      </w:r>
      <w:r w:rsidRPr="00573E19">
        <w:rPr>
          <w:rtl/>
        </w:rPr>
        <w:t xml:space="preserve"> دويبة كالسنور لكنها أصغر منه وهو قصير الذنب والأذنين وربما يظن أنه لا ذنب</w:t>
      </w:r>
      <w:r w:rsidR="009C2257">
        <w:rPr>
          <w:rtl/>
        </w:rPr>
        <w:t xml:space="preserve"> </w:t>
      </w:r>
      <w:r w:rsidRPr="00573E19">
        <w:rPr>
          <w:rtl/>
        </w:rPr>
        <w:t>له وهو طحلان اللون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 xml:space="preserve">* </w:t>
      </w:r>
      <w:r>
        <w:rPr>
          <w:rtl/>
        </w:rPr>
        <w:t>2</w:t>
      </w:r>
      <w:r w:rsidRPr="00573E19">
        <w:rPr>
          <w:rtl/>
        </w:rPr>
        <w:t>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140 بزيادة في آخره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</w:t>
      </w:r>
      <w:r>
        <w:rPr>
          <w:rtl/>
        </w:rPr>
        <w:t>3 - 2</w:t>
      </w:r>
      <w:r w:rsidRPr="00573E19">
        <w:rPr>
          <w:rtl/>
        </w:rPr>
        <w:t>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صيد كلب معلم قد أكل من صيده قال</w:t>
      </w:r>
      <w:r w:rsidR="00CA4563">
        <w:rPr>
          <w:rtl/>
        </w:rPr>
        <w:t>:</w:t>
      </w:r>
      <w:r w:rsidRPr="00573E19">
        <w:rPr>
          <w:rtl/>
        </w:rPr>
        <w:t xml:space="preserve"> كل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يعقوب عن الحسين بن محمد عن ملى بن محمد عن الحسن بن علي</w:t>
      </w:r>
      <w:r w:rsidR="009C2257">
        <w:rPr>
          <w:rtl/>
        </w:rPr>
        <w:t xml:space="preserve"> </w:t>
      </w:r>
      <w:r w:rsidRPr="00573E19">
        <w:rPr>
          <w:rtl/>
        </w:rPr>
        <w:t>عن أبان بن عثمان عن عبد الرحمن بن أبي عبد الله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أرسل كلبه فأخذ صيدا وأكل منه آكل من فضله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ما قتل</w:t>
      </w:r>
      <w:r w:rsidR="009C2257">
        <w:rPr>
          <w:rtl/>
        </w:rPr>
        <w:t xml:space="preserve"> </w:t>
      </w:r>
      <w:r w:rsidRPr="00573E19">
        <w:rPr>
          <w:rtl/>
        </w:rPr>
        <w:t>الكلب إذا سميت وإن كنت ناسيا فكل منه أيضا وكل فضله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عنه عن علي بن الحكم عن موسى بن بكر عن زرارة عن 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صيد الكلب إذا أرسله وسمى فليأكل مما أمسك عليه وإن قتل</w:t>
      </w:r>
      <w:r w:rsidR="009C2257">
        <w:rPr>
          <w:rtl/>
        </w:rPr>
        <w:t xml:space="preserve"> </w:t>
      </w:r>
      <w:r w:rsidRPr="00573E19">
        <w:rPr>
          <w:rtl/>
        </w:rPr>
        <w:t>وإن أكل فكل 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حماد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صيد البازي والكلب إذا صاد</w:t>
      </w:r>
      <w:r w:rsidR="009C2257">
        <w:rPr>
          <w:rtl/>
        </w:rPr>
        <w:t xml:space="preserve"> </w:t>
      </w:r>
      <w:r w:rsidRPr="00573E19">
        <w:rPr>
          <w:rtl/>
        </w:rPr>
        <w:t>فقتل صيده وأكل منه آكل فضلهما أم لا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أما ما قتله الطير فلا تأكله إلا</w:t>
      </w:r>
      <w:r w:rsidR="009C2257">
        <w:rPr>
          <w:rtl/>
        </w:rPr>
        <w:t xml:space="preserve"> </w:t>
      </w:r>
      <w:r w:rsidRPr="00573E19">
        <w:rPr>
          <w:rtl/>
        </w:rPr>
        <w:t>أن تذكيه</w:t>
      </w:r>
      <w:r w:rsidR="00CA4563">
        <w:rPr>
          <w:rtl/>
        </w:rPr>
        <w:t>،</w:t>
      </w:r>
      <w:r w:rsidRPr="00573E19">
        <w:rPr>
          <w:rtl/>
        </w:rPr>
        <w:t xml:space="preserve"> وأما ما قتله الكلب وقد ذكرت اسم الله عليه فكل وإن أكل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الحسين بن سعيد عن القاسم بن محمد عن معاوية بن وهب عن أبي سعيد</w:t>
      </w:r>
      <w:r w:rsidR="009C2257">
        <w:rPr>
          <w:rtl/>
        </w:rPr>
        <w:t xml:space="preserve"> </w:t>
      </w:r>
      <w:r w:rsidRPr="00573E19">
        <w:rPr>
          <w:rtl/>
        </w:rPr>
        <w:t>المكاري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الكلب يرسل على الصيد ويسمي</w:t>
      </w:r>
      <w:r w:rsidR="009C2257">
        <w:rPr>
          <w:rtl/>
        </w:rPr>
        <w:t xml:space="preserve"> </w:t>
      </w:r>
      <w:r w:rsidRPr="00573E19">
        <w:rPr>
          <w:rtl/>
        </w:rPr>
        <w:t>فيقتل ويأكل منه فقال</w:t>
      </w:r>
      <w:r w:rsidR="00CA4563">
        <w:rPr>
          <w:rtl/>
        </w:rPr>
        <w:t>:</w:t>
      </w:r>
      <w:r w:rsidRPr="00573E19">
        <w:rPr>
          <w:rtl/>
        </w:rPr>
        <w:t xml:space="preserve"> كل وإن أكل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فضالة عن عبد الله بن بكير عن سالم الأشل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الكلب يمسك عليك صيده وقد أكل منه فقال</w:t>
      </w:r>
      <w:r w:rsidR="00CA4563">
        <w:rPr>
          <w:rtl/>
        </w:rPr>
        <w:t>:</w:t>
      </w:r>
      <w:r w:rsidRPr="00573E19">
        <w:rPr>
          <w:rtl/>
        </w:rPr>
        <w:t xml:space="preserve"> لا بأس إنما أكل</w:t>
      </w:r>
      <w:r w:rsidR="009C2257">
        <w:rPr>
          <w:rtl/>
        </w:rPr>
        <w:t xml:space="preserve"> </w:t>
      </w:r>
      <w:r w:rsidRPr="00573E19">
        <w:rPr>
          <w:rtl/>
        </w:rPr>
        <w:t>وهو لك حلال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45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44 الكافي ج </w:t>
      </w:r>
      <w:r>
        <w:rPr>
          <w:rtl/>
        </w:rPr>
        <w:t>2</w:t>
      </w:r>
      <w:r w:rsidRPr="00501E62">
        <w:rPr>
          <w:rtl/>
        </w:rPr>
        <w:t xml:space="preserve"> ص 141.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141 بزيادة في آخره الفقيه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48</w:t>
      </w:r>
      <w:r>
        <w:rPr>
          <w:rtl/>
        </w:rPr>
        <w:t xml:space="preserve"> - 2</w:t>
      </w:r>
      <w:r w:rsidRPr="00573E19">
        <w:rPr>
          <w:rtl/>
        </w:rPr>
        <w:t>49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45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140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صفوان عن ابن مسكان عن محمد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الكلب يصطاد فيأكل من صيده أنأكل بقيته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51</w:t>
      </w:r>
    </w:p>
    <w:p w:rsidR="00FE5331" w:rsidRPr="00573E19" w:rsidRDefault="00FE5331" w:rsidP="009433A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عثمان بن عيسى عن سماعة بن مهران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سألته عما أمسك عليه الكلب المعلم للصيد وهو قول الله تعالى </w:t>
      </w:r>
      <w:r w:rsidRPr="00FE5331">
        <w:rPr>
          <w:rStyle w:val="libAlaemChar"/>
          <w:rtl/>
        </w:rPr>
        <w:t>(</w:t>
      </w:r>
      <w:r w:rsidR="009433A3" w:rsidRPr="009433A3">
        <w:rPr>
          <w:rStyle w:val="libAieChar"/>
          <w:rtl/>
        </w:rPr>
        <w:t>وَمَا عَلَّمْتُم مِّنَ الْجَوَارِ‌حِ مُكَلِّبِينَ تُعَلِّمُونَهُنَّ مِمَّا عَلَّمَكُمُ اللَّـهُ فَكُلُوا مِمَّا أَمْسَكْنَ عَلَيْكُمْ وَاذْكُرُ‌وا اسْمَ اللَّـهِ عَلَيْهِ</w:t>
      </w:r>
      <w:r w:rsidRPr="00FE5331">
        <w:rPr>
          <w:rStyle w:val="libAlaemChar"/>
          <w:rtl/>
        </w:rPr>
        <w:t>)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 أن تأكلوا مما أمسك الكلب مما لم يأكل الكلب فإذا أكل</w:t>
      </w:r>
      <w:r w:rsidR="009C2257">
        <w:rPr>
          <w:rtl/>
        </w:rPr>
        <w:t xml:space="preserve"> </w:t>
      </w:r>
      <w:r w:rsidRPr="00573E19">
        <w:rPr>
          <w:rtl/>
        </w:rPr>
        <w:t>الكلب منه قبل أن تدركه فلا تأكل منه</w:t>
      </w:r>
      <w:r w:rsidR="00CA4563">
        <w:rPr>
          <w:rtl/>
        </w:rPr>
        <w:t>،</w:t>
      </w:r>
      <w:r w:rsidRPr="00573E19">
        <w:rPr>
          <w:rtl/>
        </w:rPr>
        <w:t xml:space="preserve"> قال وسألته عن صيد الفهد وهو معلم</w:t>
      </w:r>
      <w:r w:rsidR="009C2257">
        <w:rPr>
          <w:rtl/>
        </w:rPr>
        <w:t xml:space="preserve"> </w:t>
      </w:r>
      <w:r w:rsidRPr="00573E19">
        <w:rPr>
          <w:rtl/>
        </w:rPr>
        <w:t>للصيد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 أدركته حيا فدكه وكله وإن قتله فلا تأكل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عنه عن فضالة بن أيوب عن رفاعة بن موسى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الكلب يقتل فقال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CA4563">
        <w:rPr>
          <w:rtl/>
        </w:rPr>
        <w:t>،</w:t>
      </w:r>
      <w:r w:rsidRPr="00573E19">
        <w:rPr>
          <w:rtl/>
        </w:rPr>
        <w:t xml:space="preserve"> فقلت آكل منه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إذا اكل منه</w:t>
      </w:r>
      <w:r w:rsidR="009C2257">
        <w:rPr>
          <w:rtl/>
        </w:rPr>
        <w:t xml:space="preserve"> </w:t>
      </w:r>
      <w:r w:rsidRPr="00573E19">
        <w:rPr>
          <w:rtl/>
        </w:rPr>
        <w:t>فلم يمسك عليك إنما أمسك على نفسه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أحد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 أن نحملهما على</w:t>
      </w:r>
      <w:r w:rsidR="009C2257">
        <w:rPr>
          <w:rtl/>
        </w:rPr>
        <w:t xml:space="preserve"> </w:t>
      </w:r>
      <w:r w:rsidRPr="00573E19">
        <w:rPr>
          <w:rtl/>
        </w:rPr>
        <w:t>أنه إذا كان الكلب معتادا لاكل ما يصطاده فإنه لا يؤكل مما بقي منه وإنما يؤكل</w:t>
      </w:r>
      <w:r w:rsidR="009C2257">
        <w:rPr>
          <w:rtl/>
        </w:rPr>
        <w:t xml:space="preserve"> </w:t>
      </w:r>
      <w:r w:rsidRPr="00573E19">
        <w:rPr>
          <w:rtl/>
        </w:rPr>
        <w:t>بقيته إذا كان ذلك منه شاذا نادرا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 أن نحملهما على ضرب من التقية</w:t>
      </w:r>
      <w:r w:rsidR="009C2257">
        <w:rPr>
          <w:rtl/>
        </w:rPr>
        <w:t xml:space="preserve"> </w:t>
      </w:r>
      <w:r w:rsidRPr="00573E19">
        <w:rPr>
          <w:rtl/>
        </w:rPr>
        <w:t>لان في الفقهاء من يقول ذلك ويعتل بأنه أمسك على نفسه لا عليك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ما رواه محمد بن يعقوب عن محمد بن يحيى عن أحمد بن محمد عن محمد بن</w:t>
      </w:r>
      <w:r w:rsidR="009C2257">
        <w:rPr>
          <w:rtl/>
        </w:rPr>
        <w:t xml:space="preserve"> </w:t>
      </w:r>
      <w:r w:rsidRPr="00573E19">
        <w:rPr>
          <w:rtl/>
        </w:rPr>
        <w:t>يحيى عن جميل بن دراج قال</w:t>
      </w:r>
      <w:r w:rsidR="00CA4563">
        <w:rPr>
          <w:rtl/>
        </w:rPr>
        <w:t>:</w:t>
      </w:r>
      <w:r w:rsidRPr="00573E19">
        <w:rPr>
          <w:rtl/>
        </w:rPr>
        <w:t xml:space="preserve"> حدثني حكم بن حكيم الصيرفي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ما تقول في الكلب يصيد الصيد فيقتله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 كل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إنهم يقولون إذا أكل منه فإنما أمسك على نفسه فلا تأكله قال</w:t>
      </w:r>
      <w:r w:rsidR="00CA4563">
        <w:rPr>
          <w:rtl/>
        </w:rPr>
        <w:t>:</w:t>
      </w:r>
      <w:r w:rsidRPr="00573E19">
        <w:rPr>
          <w:rtl/>
        </w:rPr>
        <w:t xml:space="preserve"> أو ليس قد</w:t>
      </w:r>
      <w:r w:rsidR="009C2257">
        <w:rPr>
          <w:rtl/>
        </w:rPr>
        <w:t xml:space="preserve"> </w:t>
      </w:r>
      <w:r w:rsidRPr="00573E19">
        <w:rPr>
          <w:rtl/>
        </w:rPr>
        <w:t>جامعوكم على أن قتله ذكاته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بلى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فما يقولون في شاة ذبحها رجل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50</w:t>
      </w:r>
      <w:r>
        <w:rPr>
          <w:rtl/>
        </w:rPr>
        <w:t xml:space="preserve"> - 2</w:t>
      </w:r>
      <w:r w:rsidRPr="00501E62">
        <w:rPr>
          <w:rtl/>
        </w:rPr>
        <w:t>51</w:t>
      </w:r>
      <w:r>
        <w:rPr>
          <w:rtl/>
        </w:rPr>
        <w:t xml:space="preserve"> - 2</w:t>
      </w:r>
      <w:r w:rsidRPr="00501E62">
        <w:rPr>
          <w:rtl/>
        </w:rPr>
        <w:t>5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45.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الكافي ج </w:t>
      </w:r>
      <w:r>
        <w:rPr>
          <w:rtl/>
        </w:rPr>
        <w:t>2</w:t>
      </w:r>
      <w:r w:rsidRPr="00573E19">
        <w:rPr>
          <w:rtl/>
        </w:rPr>
        <w:t xml:space="preserve"> ص 140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أذكاها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نعم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فان السبع جاء بعد ما ذكى فأكل بعضها يؤكل</w:t>
      </w:r>
      <w:r w:rsidR="009C2257">
        <w:rPr>
          <w:rtl/>
        </w:rPr>
        <w:t xml:space="preserve"> </w:t>
      </w:r>
      <w:r w:rsidRPr="00573E19">
        <w:rPr>
          <w:rtl/>
        </w:rPr>
        <w:t>البقية</w:t>
      </w:r>
      <w:r>
        <w:rPr>
          <w:rtl/>
        </w:rPr>
        <w:t>؟</w:t>
      </w:r>
      <w:r w:rsidRPr="00573E19">
        <w:rPr>
          <w:rtl/>
        </w:rPr>
        <w:t xml:space="preserve"> فإذا أجابوكم إلى هذا فقل لهم كيف تقولون إذا ذكى هذا وأكل منها</w:t>
      </w:r>
      <w:r w:rsidR="009C2257">
        <w:rPr>
          <w:rtl/>
        </w:rPr>
        <w:t xml:space="preserve"> </w:t>
      </w:r>
      <w:r w:rsidRPr="00573E19">
        <w:rPr>
          <w:rtl/>
        </w:rPr>
        <w:t>لم تأكلوا منها وإذا ذكى هذا وأكل أكلتم</w:t>
      </w:r>
      <w:r>
        <w:rPr>
          <w:rtl/>
        </w:rPr>
        <w:t>.</w:t>
      </w:r>
    </w:p>
    <w:p w:rsidR="00FE5331" w:rsidRPr="00573E19" w:rsidRDefault="00FE5331" w:rsidP="009433A3">
      <w:pPr>
        <w:pStyle w:val="libNormal"/>
        <w:rPr>
          <w:rtl/>
        </w:rPr>
      </w:pPr>
      <w:r w:rsidRPr="00573E19">
        <w:rPr>
          <w:rtl/>
        </w:rPr>
        <w:t>ويجوز أن يكون المراد بالكلب في الخبرين الفهد وغيره من السباع لان ذلك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يسمى كلبا في اللغة وإن لم يقل بعرف الشريعة في قوله تعالى </w:t>
      </w:r>
      <w:r w:rsidR="009433A3" w:rsidRPr="00FE5331">
        <w:rPr>
          <w:rStyle w:val="libAlaemChar"/>
          <w:rtl/>
        </w:rPr>
        <w:t>(</w:t>
      </w:r>
      <w:r w:rsidR="009433A3" w:rsidRPr="009433A3">
        <w:rPr>
          <w:rStyle w:val="libAieChar"/>
          <w:rtl/>
        </w:rPr>
        <w:t>مُكَلِّبِينَ</w:t>
      </w:r>
      <w:r w:rsidR="009433A3" w:rsidRPr="00FE5331">
        <w:rPr>
          <w:rStyle w:val="libAlaemChar"/>
          <w:rtl/>
        </w:rPr>
        <w:t>)</w:t>
      </w:r>
      <w:r w:rsidRPr="00573E19">
        <w:rPr>
          <w:rtl/>
        </w:rPr>
        <w:t xml:space="preserve"> فيما يصطاده</w:t>
      </w:r>
      <w:r w:rsidR="009C2257">
        <w:rPr>
          <w:rtl/>
        </w:rPr>
        <w:t xml:space="preserve"> </w:t>
      </w:r>
      <w:r w:rsidRPr="00573E19">
        <w:rPr>
          <w:rtl/>
        </w:rPr>
        <w:t>الفهد</w:t>
      </w:r>
      <w:r w:rsidR="00CA4563">
        <w:rPr>
          <w:rtl/>
        </w:rPr>
        <w:t>،</w:t>
      </w:r>
      <w:r w:rsidRPr="00573E19">
        <w:rPr>
          <w:rtl/>
        </w:rPr>
        <w:t xml:space="preserve"> وما يصطاده شبيهه لا يؤكل إلا ما أدرك ذكاته على ما سنبينه فيما بعد إن شاء</w:t>
      </w:r>
      <w:r w:rsidR="009C2257">
        <w:rPr>
          <w:rtl/>
        </w:rPr>
        <w:t xml:space="preserve"> </w:t>
      </w:r>
      <w:r w:rsidRPr="00573E19">
        <w:rPr>
          <w:rtl/>
        </w:rPr>
        <w:t>الله تعالى</w:t>
      </w:r>
      <w:r>
        <w:rPr>
          <w:rtl/>
        </w:rPr>
        <w:t>.</w:t>
      </w:r>
    </w:p>
    <w:p w:rsidR="00FE5331" w:rsidRDefault="00FE5331" w:rsidP="00FE5331">
      <w:pPr>
        <w:pStyle w:val="Heading2Center"/>
        <w:rPr>
          <w:rtl/>
        </w:rPr>
      </w:pPr>
      <w:bookmarkStart w:id="104" w:name="_Toc374810435"/>
      <w:bookmarkStart w:id="105" w:name="_Toc376954810"/>
      <w:r w:rsidRPr="00573E19">
        <w:rPr>
          <w:rtl/>
        </w:rPr>
        <w:t>45</w:t>
      </w:r>
      <w:r>
        <w:rPr>
          <w:rtl/>
        </w:rPr>
        <w:t xml:space="preserve"> - باب صيد كلب المجوس</w:t>
      </w:r>
      <w:bookmarkEnd w:id="104"/>
      <w:bookmarkEnd w:id="10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  <w:r>
        <w:rPr>
          <w:rFonts w:hint="cs"/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هشام بن سالم عن سليمان بن خالد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كلب المجوس يأخذه الرجل المسلم فيسمي</w:t>
      </w:r>
      <w:r w:rsidR="009C2257">
        <w:rPr>
          <w:rtl/>
        </w:rPr>
        <w:t xml:space="preserve"> </w:t>
      </w:r>
      <w:r w:rsidRPr="00573E19">
        <w:rPr>
          <w:rtl/>
        </w:rPr>
        <w:t>حين برسله أيأكل منه مما أمسك عليه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نعم لأنه مكلب وذكر اسم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عليه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بن عيسى عن علي بن الحكم عن سيف بن عميرة</w:t>
      </w:r>
      <w:r w:rsidR="009C2257">
        <w:rPr>
          <w:rtl/>
        </w:rPr>
        <w:t xml:space="preserve"> </w:t>
      </w:r>
      <w:r w:rsidRPr="00573E19">
        <w:rPr>
          <w:rtl/>
        </w:rPr>
        <w:t>عن منصور بن حازم عن عبد الرحمن بن سيابة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فقلت كلب مجوسي أستعيره أفأصيد به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تأكل من صيده إلا أن يكون</w:t>
      </w:r>
      <w:r w:rsidR="009C2257">
        <w:rPr>
          <w:rtl/>
        </w:rPr>
        <w:t xml:space="preserve"> </w:t>
      </w:r>
      <w:r w:rsidRPr="00573E19">
        <w:rPr>
          <w:rtl/>
        </w:rPr>
        <w:t>علمه مسلم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هذا الخبر الأول لان الوجه في هذا الخبر ان نحمله على أنه إذا لم يعلمه</w:t>
      </w:r>
      <w:r w:rsidR="009C2257">
        <w:rPr>
          <w:rtl/>
        </w:rPr>
        <w:t xml:space="preserve"> </w:t>
      </w:r>
      <w:r w:rsidRPr="00573E19">
        <w:rPr>
          <w:rtl/>
        </w:rPr>
        <w:t>المسلم ولا يسمي عند ارساله فلا يجوز أكل ما يصيده</w:t>
      </w:r>
      <w:r w:rsidR="00CA4563">
        <w:rPr>
          <w:rtl/>
        </w:rPr>
        <w:t>،</w:t>
      </w:r>
      <w:r w:rsidRPr="00573E19">
        <w:rPr>
          <w:rtl/>
        </w:rPr>
        <w:t xml:space="preserve"> فاما إذا علمه وسمى فلا بأس</w:t>
      </w:r>
      <w:r w:rsidR="009C2257">
        <w:rPr>
          <w:rtl/>
        </w:rPr>
        <w:t xml:space="preserve"> </w:t>
      </w:r>
      <w:r w:rsidRPr="00573E19">
        <w:rPr>
          <w:rtl/>
        </w:rPr>
        <w:t>على ما تضمنه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54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46 الكافي ج </w:t>
      </w:r>
      <w:r>
        <w:rPr>
          <w:rtl/>
        </w:rPr>
        <w:t>2</w:t>
      </w:r>
      <w:r w:rsidRPr="00501E62">
        <w:rPr>
          <w:rtl/>
        </w:rPr>
        <w:t xml:space="preserve"> ص 14</w:t>
      </w:r>
      <w:r>
        <w:rPr>
          <w:rtl/>
        </w:rPr>
        <w:t>2</w:t>
      </w:r>
      <w:r w:rsidRPr="00501E62">
        <w:rPr>
          <w:rtl/>
        </w:rPr>
        <w:t xml:space="preserve"> الفقيه ص </w:t>
      </w:r>
      <w:r>
        <w:rPr>
          <w:rtl/>
        </w:rPr>
        <w:t>3</w:t>
      </w:r>
      <w:r w:rsidRPr="00501E62">
        <w:rPr>
          <w:rtl/>
        </w:rPr>
        <w:t>00.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55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46 الكافي ج </w:t>
      </w:r>
      <w:r>
        <w:rPr>
          <w:rtl/>
        </w:rPr>
        <w:t>2</w:t>
      </w:r>
      <w:r w:rsidRPr="00573E19">
        <w:rPr>
          <w:rtl/>
        </w:rPr>
        <w:t xml:space="preserve"> ص 14</w:t>
      </w:r>
      <w:r>
        <w:rPr>
          <w:rtl/>
        </w:rPr>
        <w:t>2</w:t>
      </w:r>
      <w:r w:rsidRPr="00573E19">
        <w:rPr>
          <w:rtl/>
        </w:rPr>
        <w:t xml:space="preserve"> بزيادة في آخره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محمد بن يعقوب عن علي بن إبراهيم عن أبيه عن النوفلي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كلب المجوس لا تأكل صيده إلا أن يأخذه</w:t>
      </w:r>
      <w:r w:rsidR="009C2257">
        <w:rPr>
          <w:rtl/>
        </w:rPr>
        <w:t xml:space="preserve"> </w:t>
      </w:r>
      <w:r w:rsidRPr="00573E19">
        <w:rPr>
          <w:rtl/>
        </w:rPr>
        <w:t>المسلم فيعلمه فيرسله وكذلك البازي وكلاب أهل الذمة وبزاتهم حلال للمسلمين أن</w:t>
      </w:r>
      <w:r w:rsidR="009C2257">
        <w:rPr>
          <w:rtl/>
        </w:rPr>
        <w:t xml:space="preserve"> </w:t>
      </w:r>
      <w:r w:rsidRPr="00573E19">
        <w:rPr>
          <w:rtl/>
        </w:rPr>
        <w:t>يأكلوا صيدها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06" w:name="_Toc374810436"/>
      <w:bookmarkStart w:id="107" w:name="_Toc376954811"/>
      <w:r w:rsidRPr="00573E19">
        <w:rPr>
          <w:rtl/>
        </w:rPr>
        <w:t>46</w:t>
      </w:r>
      <w:r>
        <w:rPr>
          <w:rtl/>
        </w:rPr>
        <w:t xml:space="preserve"> - </w:t>
      </w:r>
      <w:r w:rsidRPr="00573E19">
        <w:rPr>
          <w:rtl/>
        </w:rPr>
        <w:t>باب أنه لا يؤكل من صيد الفهد والبازي إلا ما أدرك ذكاته</w:t>
      </w:r>
      <w:bookmarkEnd w:id="106"/>
      <w:bookmarkEnd w:id="10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حماد بن عيسى عن حريز عن محمد بن مسلم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كره صيد البازي الا ما أدرك ذكاته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القاسم بن محمد عن أبان بن عثمان عن عبد الرحمن بن أبي عبد الله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أرسل بازه فأخذ صيدا وأكل منه</w:t>
      </w:r>
      <w:r w:rsidR="009C2257">
        <w:rPr>
          <w:rtl/>
        </w:rPr>
        <w:t xml:space="preserve"> </w:t>
      </w:r>
      <w:r w:rsidRPr="00573E19">
        <w:rPr>
          <w:rtl/>
        </w:rPr>
        <w:t>نأكل من فضله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قتل الباز فلا تأكل منه إلا أن تذبحه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59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القاسم عن أبان عن أبي العباس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عن صيد البازي والصقر فقال</w:t>
      </w:r>
      <w:r w:rsidR="00CA4563">
        <w:rPr>
          <w:rtl/>
        </w:rPr>
        <w:t>:</w:t>
      </w:r>
      <w:r w:rsidRPr="00573E19">
        <w:rPr>
          <w:rtl/>
        </w:rPr>
        <w:t xml:space="preserve"> لا تأكل ما قتل الباز والصقر ولا تأكل ما قتل</w:t>
      </w:r>
      <w:r w:rsidR="009C2257">
        <w:rPr>
          <w:rtl/>
        </w:rPr>
        <w:t xml:space="preserve"> </w:t>
      </w:r>
      <w:r w:rsidRPr="00573E19">
        <w:rPr>
          <w:rtl/>
        </w:rPr>
        <w:t>سباع الطير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صيد البزاة والصقورة</w:t>
      </w:r>
      <w:r w:rsidR="009C2257">
        <w:rPr>
          <w:rtl/>
        </w:rPr>
        <w:t xml:space="preserve"> </w:t>
      </w:r>
      <w:r w:rsidRPr="00573E19">
        <w:rPr>
          <w:rtl/>
        </w:rPr>
        <w:t>والطير الذي يصيده فقال</w:t>
      </w:r>
      <w:r w:rsidR="00CA4563">
        <w:rPr>
          <w:rtl/>
        </w:rPr>
        <w:t>:</w:t>
      </w:r>
      <w:r w:rsidRPr="00573E19">
        <w:rPr>
          <w:rtl/>
        </w:rPr>
        <w:t xml:space="preserve"> ليس هذا في القرآن إلا أن تدركه حيا فتذكيه وإن قتل</w:t>
      </w:r>
      <w:r w:rsidR="009C2257">
        <w:rPr>
          <w:rtl/>
        </w:rPr>
        <w:t xml:space="preserve"> </w:t>
      </w:r>
      <w:r w:rsidRPr="00573E19">
        <w:rPr>
          <w:rtl/>
        </w:rPr>
        <w:t>فلا تأكل حتى تذكيه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61</w:t>
      </w:r>
    </w:p>
    <w:p w:rsidR="00FE5331" w:rsidRPr="00573E19" w:rsidRDefault="00FE5331" w:rsidP="00BE38D8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عيسى عن علي بن مهزيار قال</w:t>
      </w:r>
      <w:r w:rsidR="00CA4563">
        <w:rPr>
          <w:rtl/>
        </w:rPr>
        <w:t>:</w:t>
      </w:r>
      <w:r w:rsidRPr="00573E19">
        <w:rPr>
          <w:rtl/>
        </w:rPr>
        <w:t xml:space="preserve"> كتب إلي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عبد الله بن خالد بن نصر المدائني أسألك جعلت فداك عن البازي</w:t>
      </w:r>
      <w:r w:rsidR="009C2257">
        <w:rPr>
          <w:rtl/>
        </w:rPr>
        <w:t xml:space="preserve"> </w:t>
      </w:r>
      <w:r w:rsidRPr="00573E19">
        <w:rPr>
          <w:rtl/>
        </w:rPr>
        <w:t>إذا أمسك صيده وقد سمى عليه فقتل الصيد هل يحل أكله</w:t>
      </w:r>
      <w:r>
        <w:rPr>
          <w:rtl/>
        </w:rPr>
        <w:t>؟</w:t>
      </w:r>
      <w:r w:rsidRPr="00573E19">
        <w:rPr>
          <w:rtl/>
        </w:rPr>
        <w:t xml:space="preserve"> فكتب </w:t>
      </w:r>
      <w:r w:rsidR="00BE38D8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بخطه وخاتمه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56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46 الكافي ج </w:t>
      </w:r>
      <w:r>
        <w:rPr>
          <w:rtl/>
        </w:rPr>
        <w:t>2</w:t>
      </w:r>
      <w:r w:rsidRPr="00501E62">
        <w:rPr>
          <w:rtl/>
        </w:rPr>
        <w:t xml:space="preserve"> ص 14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57</w:t>
      </w:r>
      <w:r>
        <w:rPr>
          <w:rtl/>
        </w:rPr>
        <w:t xml:space="preserve"> - 2</w:t>
      </w:r>
      <w:r w:rsidRPr="00573E19">
        <w:rPr>
          <w:rtl/>
        </w:rPr>
        <w:t>58</w:t>
      </w:r>
      <w:r>
        <w:rPr>
          <w:rtl/>
        </w:rPr>
        <w:t xml:space="preserve"> - 2</w:t>
      </w:r>
      <w:r w:rsidRPr="00573E19">
        <w:rPr>
          <w:rtl/>
        </w:rPr>
        <w:t>59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46 الكافي ج </w:t>
      </w:r>
      <w:r>
        <w:rPr>
          <w:rtl/>
        </w:rPr>
        <w:t>2</w:t>
      </w:r>
      <w:r w:rsidRPr="00573E19">
        <w:rPr>
          <w:rtl/>
        </w:rPr>
        <w:t xml:space="preserve"> ص 141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60</w:t>
      </w:r>
      <w:r>
        <w:rPr>
          <w:rtl/>
        </w:rPr>
        <w:t xml:space="preserve"> - 2</w:t>
      </w:r>
      <w:r w:rsidRPr="00573E19">
        <w:rPr>
          <w:rtl/>
        </w:rPr>
        <w:t>61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إذا سميته أكلته</w:t>
      </w:r>
      <w:r w:rsidR="00CA4563">
        <w:rPr>
          <w:rtl/>
        </w:rPr>
        <w:t>،</w:t>
      </w:r>
      <w:r w:rsidRPr="00573E19">
        <w:rPr>
          <w:rtl/>
        </w:rPr>
        <w:t xml:space="preserve"> وقال علي بن مهزيار قرأته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محمد بن إسماعيل بن بزيع عن علي بن النعمان عن أبي مريم الأنصاري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الصقورة والبزاة من الجوارح هي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9C2257">
        <w:rPr>
          <w:rtl/>
        </w:rPr>
        <w:t xml:space="preserve"> </w:t>
      </w:r>
      <w:r w:rsidRPr="00573E19">
        <w:rPr>
          <w:rtl/>
        </w:rPr>
        <w:t>بمنزلة الكلاب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البرقي عن سعد بن سعد عن زكريا بن آدم قال</w:t>
      </w:r>
      <w:r w:rsidR="00CA4563">
        <w:rPr>
          <w:rtl/>
        </w:rPr>
        <w:t>:</w:t>
      </w:r>
      <w:r w:rsidRPr="00573E19">
        <w:rPr>
          <w:rtl/>
        </w:rPr>
        <w:t xml:space="preserve"> سألت الرضا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صيد البازي والصقر يقتل صيده والرجل ينظر إليه قال</w:t>
      </w:r>
      <w:r w:rsidR="00CA4563">
        <w:rPr>
          <w:rtl/>
        </w:rPr>
        <w:t>:</w:t>
      </w:r>
      <w:r w:rsidRPr="00573E19">
        <w:rPr>
          <w:rtl/>
        </w:rPr>
        <w:t xml:space="preserve"> كل منه</w:t>
      </w:r>
      <w:r w:rsidR="009C2257">
        <w:rPr>
          <w:rtl/>
        </w:rPr>
        <w:t xml:space="preserve"> </w:t>
      </w:r>
      <w:r w:rsidRPr="00573E19">
        <w:rPr>
          <w:rtl/>
        </w:rPr>
        <w:t>وإن كان قد أكل منه أيضا شيئا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فرددت عليه ثلاث مرات كل ذلك يقول</w:t>
      </w:r>
      <w:r w:rsidR="009C2257">
        <w:rPr>
          <w:rtl/>
        </w:rPr>
        <w:t xml:space="preserve"> </w:t>
      </w:r>
      <w:r w:rsidRPr="00573E19">
        <w:rPr>
          <w:rtl/>
        </w:rPr>
        <w:t>مثل هذا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تأويل هذه الأخبار أن نحملها على التقية التي قدمناها لان سلاطين</w:t>
      </w:r>
      <w:r w:rsidR="009C2257">
        <w:rPr>
          <w:rtl/>
        </w:rPr>
        <w:t xml:space="preserve"> </w:t>
      </w:r>
      <w:r w:rsidRPr="00573E19">
        <w:rPr>
          <w:rtl/>
        </w:rPr>
        <w:t>الوقت كانوا يرون ذلك وفقهاؤهم كانوا يفتون بجوازه فجاءت الاخبار موافقة لهم</w:t>
      </w:r>
      <w:r w:rsidR="009C2257">
        <w:rPr>
          <w:rtl/>
        </w:rPr>
        <w:t xml:space="preserve"> </w:t>
      </w:r>
      <w:r w:rsidRPr="00573E19">
        <w:rPr>
          <w:rtl/>
        </w:rPr>
        <w:t>كما جاء غيرها من الاخبار بمثل ذلك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الحسن بن محبوب عن علي بن رئات عن أبي عبيدة الخدا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ما تقول في البازي والصقر والعقاب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</w:t>
      </w:r>
      <w:r w:rsidR="009C2257">
        <w:rPr>
          <w:rtl/>
        </w:rPr>
        <w:t xml:space="preserve"> </w:t>
      </w:r>
      <w:r w:rsidRPr="00573E19">
        <w:rPr>
          <w:rtl/>
        </w:rPr>
        <w:t>أدركت ذكاته فكل منه وإن لم تدرك ذكاته فلا تأكل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الحسين بن سعيد عن أحمد بن محمد عن المفضل بن صالح عن أبان بن تغلب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كان أبي يفتي في زمن بني أمية أن ما قتل</w:t>
      </w:r>
      <w:r w:rsidR="009C2257">
        <w:rPr>
          <w:rtl/>
        </w:rPr>
        <w:t xml:space="preserve"> </w:t>
      </w:r>
      <w:r w:rsidRPr="00573E19">
        <w:rPr>
          <w:rtl/>
        </w:rPr>
        <w:t>البازي والصقر فهو حلال وكان يتقيهم وأنا لا أتقيهم وهو حرام ما قتل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صفوان عن ابن مسكان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6</w:t>
      </w:r>
      <w:r>
        <w:rPr>
          <w:rtl/>
        </w:rPr>
        <w:t>2 - 2</w:t>
      </w:r>
      <w:r w:rsidRPr="00501E62">
        <w:rPr>
          <w:rtl/>
        </w:rPr>
        <w:t>6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46.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2</w:t>
      </w:r>
      <w:r w:rsidRPr="00501E62">
        <w:rPr>
          <w:rtl/>
        </w:rPr>
        <w:t>64</w:t>
      </w:r>
      <w:r>
        <w:rPr>
          <w:rtl/>
        </w:rPr>
        <w:t xml:space="preserve"> - 2</w:t>
      </w:r>
      <w:r w:rsidRPr="00501E62">
        <w:rPr>
          <w:rtl/>
        </w:rPr>
        <w:t>65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46 الكافي ج </w:t>
      </w:r>
      <w:r>
        <w:rPr>
          <w:rtl/>
        </w:rPr>
        <w:t>2</w:t>
      </w:r>
      <w:r w:rsidRPr="00501E62">
        <w:rPr>
          <w:rtl/>
        </w:rPr>
        <w:t xml:space="preserve"> ص 141 واخرج الأخير الصدوق</w:t>
      </w:r>
      <w:r w:rsidR="009C2257">
        <w:rPr>
          <w:rtl/>
        </w:rPr>
        <w:t xml:space="preserve"> </w:t>
      </w:r>
      <w:r w:rsidRPr="00501E62">
        <w:rPr>
          <w:rtl/>
        </w:rPr>
        <w:t xml:space="preserve">في الفقيه ص </w:t>
      </w:r>
      <w:r>
        <w:rPr>
          <w:rtl/>
        </w:rPr>
        <w:t>3</w:t>
      </w:r>
      <w:r w:rsidRPr="00501E62">
        <w:rPr>
          <w:rtl/>
        </w:rPr>
        <w:t>00.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66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46 الكافي ج </w:t>
      </w:r>
      <w:r>
        <w:rPr>
          <w:rtl/>
        </w:rPr>
        <w:t>2</w:t>
      </w:r>
      <w:r w:rsidRPr="00573E19">
        <w:rPr>
          <w:rtl/>
        </w:rPr>
        <w:t xml:space="preserve"> ص 141</w:t>
      </w:r>
      <w:r>
        <w:rPr>
          <w:rtl/>
        </w:rPr>
        <w:t>.</w:t>
      </w:r>
    </w:p>
    <w:p w:rsidR="00FE5331" w:rsidRPr="00573E19" w:rsidRDefault="00FE5331" w:rsidP="00BE38D8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كان أبي يفتي وكنا نفتي ونحن نخاف في صيد البزاة والصقور فأما الآن فإنا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لا نخاف ولا نحل صيدها إلا أن تدرك ذكاته وإنه لفي كتاب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إن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BE38D8" w:rsidRPr="00FE5331">
        <w:rPr>
          <w:rStyle w:val="libAlaemChar"/>
          <w:rtl/>
        </w:rPr>
        <w:t>(</w:t>
      </w:r>
      <w:r w:rsidR="00BE38D8" w:rsidRPr="00BE38D8">
        <w:rPr>
          <w:rStyle w:val="libAieChar"/>
          <w:rtl/>
        </w:rPr>
        <w:t>وَمَا عَلَّمْتُم مِّنَ الْجَوَارِ‌حِ مُكَلِّبِينَ</w:t>
      </w:r>
      <w:r w:rsidR="00BE38D8" w:rsidRPr="00FE5331">
        <w:rPr>
          <w:rStyle w:val="libAlaemChar"/>
          <w:rtl/>
        </w:rPr>
        <w:t>)</w:t>
      </w:r>
      <w:r w:rsidRPr="00573E19">
        <w:rPr>
          <w:rtl/>
        </w:rPr>
        <w:t xml:space="preserve"> فسمى الكلاب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عنه عن الحسن بن علي بن فضال عن المفضل بن صالح عن ليث المرادي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الصقورة والبزاة وعن صيدهن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9C2257">
        <w:rPr>
          <w:rtl/>
        </w:rPr>
        <w:t xml:space="preserve"> </w:t>
      </w:r>
      <w:r w:rsidRPr="00573E19">
        <w:rPr>
          <w:rtl/>
        </w:rPr>
        <w:t>ما لم يقتلن إذا أدركت ذكاته</w:t>
      </w:r>
      <w:r w:rsidR="00CA4563">
        <w:rPr>
          <w:rtl/>
        </w:rPr>
        <w:t>،</w:t>
      </w:r>
      <w:r w:rsidRPr="00573E19">
        <w:rPr>
          <w:rtl/>
        </w:rPr>
        <w:t xml:space="preserve"> وآخر الذكاة إذا كانت العين تطرف والرجل تركض</w:t>
      </w:r>
      <w:r w:rsidR="009C2257">
        <w:rPr>
          <w:rtl/>
        </w:rPr>
        <w:t xml:space="preserve"> </w:t>
      </w:r>
      <w:r w:rsidRPr="00573E19">
        <w:rPr>
          <w:rtl/>
        </w:rPr>
        <w:t>والذنب يتحرك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ليست الصقورة والبزاة في القرآن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08" w:name="_Toc374810437"/>
      <w:bookmarkStart w:id="109" w:name="_Toc376954812"/>
      <w:r w:rsidRPr="00573E19">
        <w:rPr>
          <w:rtl/>
        </w:rPr>
        <w:t>47</w:t>
      </w:r>
      <w:r>
        <w:rPr>
          <w:rtl/>
        </w:rPr>
        <w:t xml:space="preserve"> - </w:t>
      </w:r>
      <w:r w:rsidRPr="00573E19">
        <w:rPr>
          <w:rtl/>
        </w:rPr>
        <w:t>باب حكم لحم الحمر الأهلية والخيل والبغال</w:t>
      </w:r>
      <w:bookmarkEnd w:id="108"/>
      <w:bookmarkEnd w:id="10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عمر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أذينة عن محمد بن مسلم وزرارة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انهما سألاه عن لحم الحمر</w:t>
      </w:r>
      <w:r w:rsidR="009C2257">
        <w:rPr>
          <w:rtl/>
        </w:rPr>
        <w:t xml:space="preserve"> </w:t>
      </w:r>
      <w:r w:rsidRPr="00573E19">
        <w:rPr>
          <w:rtl/>
        </w:rPr>
        <w:t>الأهلية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نهى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عن أكلها يوم خيبر وإنما نهى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أكلها في ذلك الوقت لأنها كانت حمولة الناس وإنما الحرام ما حرم الله </w:t>
      </w:r>
      <w:r w:rsidRPr="00FE5331">
        <w:rPr>
          <w:rStyle w:val="libAlaemChar"/>
          <w:rtl/>
        </w:rPr>
        <w:t>عزوجل</w:t>
      </w:r>
      <w:r w:rsidR="009C2257">
        <w:rPr>
          <w:rtl/>
        </w:rPr>
        <w:t xml:space="preserve"> </w:t>
      </w:r>
      <w:r w:rsidRPr="00573E19">
        <w:rPr>
          <w:rtl/>
        </w:rPr>
        <w:t>في القرآن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69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رجل عن محمد بن مسلم وعن أبي الجارود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 إن المسلمين كانوا اجتهدوا في خيبر وأسرع المسلمون</w:t>
      </w:r>
      <w:r w:rsidR="009C2257">
        <w:rPr>
          <w:rtl/>
        </w:rPr>
        <w:t xml:space="preserve"> </w:t>
      </w:r>
      <w:r w:rsidRPr="00573E19">
        <w:rPr>
          <w:rtl/>
        </w:rPr>
        <w:t>في دوابهم فأمر رسول الله باكفاء القدور ولم يقل إنها حرام وكان ذلك ابقاء</w:t>
      </w:r>
      <w:r w:rsidR="009C2257">
        <w:rPr>
          <w:rtl/>
        </w:rPr>
        <w:t xml:space="preserve"> </w:t>
      </w:r>
      <w:r w:rsidRPr="00573E19">
        <w:rPr>
          <w:rtl/>
        </w:rPr>
        <w:t>على الدواب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عبد الرحمن بن أبي نجران عن عاصم بن حميد عن</w:t>
      </w:r>
      <w:r w:rsidR="009C2257">
        <w:rPr>
          <w:rtl/>
        </w:rPr>
        <w:t xml:space="preserve"> </w:t>
      </w:r>
      <w:r w:rsidRPr="00573E19">
        <w:rPr>
          <w:rtl/>
        </w:rPr>
        <w:t>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إن الناس أكلوا لحوم دوابهم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67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47 الكافي ج </w:t>
      </w:r>
      <w:r>
        <w:rPr>
          <w:rtl/>
        </w:rPr>
        <w:t>2</w:t>
      </w:r>
      <w:r w:rsidRPr="00501E62">
        <w:rPr>
          <w:rtl/>
        </w:rPr>
        <w:t xml:space="preserve"> ص 14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68</w:t>
      </w:r>
      <w:r>
        <w:rPr>
          <w:rtl/>
        </w:rPr>
        <w:t xml:space="preserve"> - 2</w:t>
      </w:r>
      <w:r w:rsidRPr="00573E19">
        <w:rPr>
          <w:rtl/>
        </w:rPr>
        <w:t>69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48 الكافي ج </w:t>
      </w:r>
      <w:r>
        <w:rPr>
          <w:rtl/>
        </w:rPr>
        <w:t>2</w:t>
      </w:r>
      <w:r w:rsidRPr="00573E19">
        <w:rPr>
          <w:rtl/>
        </w:rPr>
        <w:t xml:space="preserve"> ص 151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يوم خيبر فأمر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باكفاء قدورهم ونهاهم عن ذلك ولم</w:t>
      </w:r>
      <w:r w:rsidR="009C2257">
        <w:rPr>
          <w:rtl/>
        </w:rPr>
        <w:t xml:space="preserve"> </w:t>
      </w:r>
      <w:r w:rsidRPr="00573E19">
        <w:rPr>
          <w:rtl/>
        </w:rPr>
        <w:t>يحرمها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الحسين عن محمد بن عبد الله بن هلال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علا بن رزين 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لحوم الخيل</w:t>
      </w:r>
      <w:r w:rsidR="009C2257">
        <w:rPr>
          <w:rtl/>
        </w:rPr>
        <w:t xml:space="preserve"> </w:t>
      </w:r>
      <w:r w:rsidRPr="00573E19">
        <w:rPr>
          <w:rtl/>
        </w:rPr>
        <w:t>والبغال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حلال ولكن الناس يعافونها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أبي علي الأشعري عن محمد بن عبد الجبار</w:t>
      </w:r>
      <w:r w:rsidR="009C2257">
        <w:rPr>
          <w:rtl/>
        </w:rPr>
        <w:t xml:space="preserve"> </w:t>
      </w:r>
      <w:r w:rsidRPr="00573E19">
        <w:rPr>
          <w:rtl/>
        </w:rPr>
        <w:t>عن صفوان عن ابن مسكان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لحوم الحمر فقال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نهى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عن أكلها يوم خيبر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أكل</w:t>
      </w:r>
      <w:r w:rsidR="009C2257">
        <w:rPr>
          <w:rtl/>
        </w:rPr>
        <w:t xml:space="preserve"> </w:t>
      </w:r>
      <w:r w:rsidRPr="00573E19">
        <w:rPr>
          <w:rtl/>
        </w:rPr>
        <w:t>لحم الخيل والبغال فقال</w:t>
      </w:r>
      <w:r w:rsidR="00CA4563">
        <w:rPr>
          <w:rtl/>
        </w:rPr>
        <w:t>:</w:t>
      </w:r>
      <w:r w:rsidRPr="00573E19">
        <w:rPr>
          <w:rtl/>
        </w:rPr>
        <w:t xml:space="preserve"> نهى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عن اكلها فلا تأكلها</w:t>
      </w:r>
      <w:r w:rsidR="009C2257">
        <w:rPr>
          <w:rtl/>
        </w:rPr>
        <w:t xml:space="preserve"> </w:t>
      </w:r>
      <w:r w:rsidRPr="00573E19">
        <w:rPr>
          <w:rtl/>
        </w:rPr>
        <w:t>إلا أن تضطر إليها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علي بن الحكم عن أبان عمن أخبره عن 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لحوم الخيل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تأكل إلا أن تصيبك ضرورة</w:t>
      </w:r>
      <w:r w:rsidR="00CA4563">
        <w:rPr>
          <w:rtl/>
        </w:rPr>
        <w:t>،</w:t>
      </w:r>
      <w:r w:rsidRPr="00573E19">
        <w:rPr>
          <w:rtl/>
        </w:rPr>
        <w:t xml:space="preserve"> ولحوم</w:t>
      </w:r>
      <w:r w:rsidR="009C2257">
        <w:rPr>
          <w:rtl/>
        </w:rPr>
        <w:t xml:space="preserve"> </w:t>
      </w:r>
      <w:r w:rsidRPr="00573E19">
        <w:rPr>
          <w:rtl/>
        </w:rPr>
        <w:t>الحمر الأهلية قال</w:t>
      </w:r>
      <w:r w:rsidR="00CA4563">
        <w:rPr>
          <w:rtl/>
        </w:rPr>
        <w:t>:</w:t>
      </w:r>
      <w:r w:rsidRPr="00573E19">
        <w:rPr>
          <w:rtl/>
        </w:rPr>
        <w:t xml:space="preserve">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يمنع أكلها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أحمد بن محمد عن البرقي عن سعد بن سعد عن الرضا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لحوم البراذين والخيل والبغال قال</w:t>
      </w:r>
      <w:r w:rsidR="00CA4563">
        <w:rPr>
          <w:rtl/>
        </w:rPr>
        <w:t>:</w:t>
      </w:r>
      <w:r w:rsidRPr="00573E19">
        <w:rPr>
          <w:rtl/>
        </w:rPr>
        <w:t xml:space="preserve"> لا تأكلها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كلها أن نحملها على ضرب من الكراهية دون الحظر بدلالة</w:t>
      </w:r>
      <w:r w:rsidR="009C2257">
        <w:rPr>
          <w:rtl/>
        </w:rPr>
        <w:t xml:space="preserve"> </w:t>
      </w:r>
      <w:r w:rsidRPr="00573E19">
        <w:rPr>
          <w:rtl/>
        </w:rPr>
        <w:t>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حماد بن عيسى عن حريز عن محمد بن مسلم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سباع الطير والوحش حتى ذكر له القنافذ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71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49 الفقيه ص </w:t>
      </w:r>
      <w:r>
        <w:rPr>
          <w:rtl/>
        </w:rPr>
        <w:t>3</w:t>
      </w:r>
      <w:r w:rsidRPr="00501E62">
        <w:rPr>
          <w:rtl/>
        </w:rPr>
        <w:t>0</w:t>
      </w:r>
      <w:r>
        <w:rPr>
          <w:rtl/>
        </w:rPr>
        <w:t>3</w:t>
      </w:r>
      <w:r w:rsidRPr="00501E62">
        <w:rPr>
          <w:rtl/>
        </w:rPr>
        <w:t xml:space="preserve"> بتفاوت بينهما.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7</w:t>
      </w:r>
      <w:r>
        <w:rPr>
          <w:rtl/>
        </w:rPr>
        <w:t>2 - 2</w:t>
      </w:r>
      <w:r w:rsidRPr="00573E19">
        <w:rPr>
          <w:rtl/>
        </w:rPr>
        <w:t>7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48 الكافي ج </w:t>
      </w:r>
      <w:r>
        <w:rPr>
          <w:rtl/>
        </w:rPr>
        <w:t>2</w:t>
      </w:r>
      <w:r w:rsidRPr="00573E19">
        <w:rPr>
          <w:rtl/>
        </w:rPr>
        <w:t xml:space="preserve"> ص 151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74</w:t>
      </w:r>
      <w:r>
        <w:rPr>
          <w:rtl/>
        </w:rPr>
        <w:t xml:space="preserve"> - 2</w:t>
      </w:r>
      <w:r w:rsidRPr="00573E19">
        <w:rPr>
          <w:rtl/>
        </w:rPr>
        <w:t>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49</w:t>
      </w:r>
      <w:r>
        <w:rPr>
          <w:rtl/>
        </w:rPr>
        <w:t>.</w:t>
      </w:r>
    </w:p>
    <w:p w:rsidR="00FE5331" w:rsidRPr="00573E19" w:rsidRDefault="00FE5331" w:rsidP="00BE38D8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والوطواط والحمير والبغال والخيل فقال</w:t>
      </w:r>
      <w:r w:rsidR="00CA4563">
        <w:rPr>
          <w:rtl/>
        </w:rPr>
        <w:t>:</w:t>
      </w:r>
      <w:r w:rsidRPr="00573E19">
        <w:rPr>
          <w:rtl/>
        </w:rPr>
        <w:t xml:space="preserve"> ليس الحرام إلا ما حرم الله في كتابه العزيز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نهى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يوم خيبر عن أكل لحوم الحمير وإنما نهاهم</w:t>
      </w:r>
      <w:r w:rsidR="009C2257">
        <w:rPr>
          <w:rtl/>
        </w:rPr>
        <w:t xml:space="preserve"> </w:t>
      </w:r>
      <w:r w:rsidRPr="00573E19">
        <w:rPr>
          <w:rtl/>
        </w:rPr>
        <w:t>من أجل ظهورهم أن يفنوه وليست الحمر بحرام</w:t>
      </w:r>
      <w:r w:rsidR="00CA4563">
        <w:rPr>
          <w:rtl/>
        </w:rPr>
        <w:t>،</w:t>
      </w:r>
      <w:r w:rsidRPr="00573E19">
        <w:rPr>
          <w:rtl/>
        </w:rPr>
        <w:t xml:space="preserve"> ثم قال</w:t>
      </w:r>
      <w:r w:rsidR="00CA4563">
        <w:rPr>
          <w:rtl/>
        </w:rPr>
        <w:t>:</w:t>
      </w:r>
      <w:r w:rsidRPr="00573E19">
        <w:rPr>
          <w:rtl/>
        </w:rPr>
        <w:t xml:space="preserve"> اقرأ هذه الآية </w:t>
      </w:r>
      <w:r w:rsidR="00BE38D8" w:rsidRPr="00FE5331">
        <w:rPr>
          <w:rStyle w:val="libAlaemChar"/>
          <w:rtl/>
        </w:rPr>
        <w:t>(</w:t>
      </w:r>
      <w:r w:rsidR="00BE38D8" w:rsidRPr="00BE38D8">
        <w:rPr>
          <w:rStyle w:val="libAieChar"/>
          <w:rtl/>
        </w:rPr>
        <w:t>قُل لَّا أَجِدُ فِي مَا أُوحِيَ إِلَيَّ مُحَرَّ‌مًا عَلَىٰ طَاعِمٍ يَطْعَمُهُ إِلَّا أَن يَكُونَ مَيْتَةً أَوْ دَمًا مَّسْفُوحًا أَوْ لَحْمَ خِنزِيرٍ‌ فَإِنَّهُ رِ‌جْسٌ أَوْ فِسْقًا أُهِلَّ لِغَيْرِ‌ اللَّـهِ بِهِ</w:t>
      </w:r>
      <w:r w:rsidR="00BE38D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الحسين بن محمد عن معلى بن محمد عن بسطام</w:t>
      </w:r>
      <w:r w:rsidR="009C2257">
        <w:rPr>
          <w:rtl/>
        </w:rPr>
        <w:t xml:space="preserve"> </w:t>
      </w:r>
      <w:r w:rsidRPr="00573E19">
        <w:rPr>
          <w:rtl/>
        </w:rPr>
        <w:t>ابن قرة عن إسحاق بن حسان عن الهيثم بن واقد عن علي بن الحسن العبدي عن أبي</w:t>
      </w:r>
      <w:r w:rsidR="009C2257">
        <w:rPr>
          <w:rtl/>
        </w:rPr>
        <w:t xml:space="preserve"> </w:t>
      </w:r>
      <w:r w:rsidRPr="00573E19">
        <w:rPr>
          <w:rtl/>
        </w:rPr>
        <w:t>هارون عن أبي سعيد الخدري قال</w:t>
      </w:r>
      <w:r w:rsidR="00CA4563">
        <w:rPr>
          <w:rtl/>
        </w:rPr>
        <w:t>:</w:t>
      </w:r>
      <w:r w:rsidRPr="00573E19">
        <w:rPr>
          <w:rtl/>
        </w:rPr>
        <w:t xml:space="preserve"> أمر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بلالا بأن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ينادى أن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حرم الجري والضب والحمر الأهلية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التقية لأنه رواه رجال العامة حسب ما يعتقدونه</w:t>
      </w:r>
      <w:r w:rsidR="009C2257">
        <w:rPr>
          <w:rtl/>
        </w:rPr>
        <w:t xml:space="preserve"> </w:t>
      </w:r>
      <w:r w:rsidRPr="00573E19">
        <w:rPr>
          <w:rtl/>
        </w:rPr>
        <w:t>ويروونه عن النبي صلى لله عليه وآله أنه حرم ذلك ولا نعمل نحن إلا على ما تقدم</w:t>
      </w:r>
      <w:r w:rsidR="009C2257">
        <w:rPr>
          <w:rtl/>
        </w:rPr>
        <w:t xml:space="preserve"> </w:t>
      </w:r>
      <w:r w:rsidRPr="00573E19">
        <w:rPr>
          <w:rtl/>
        </w:rPr>
        <w:t>من الاخبار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10" w:name="_Toc374810438"/>
      <w:bookmarkStart w:id="111" w:name="_Toc376954813"/>
      <w:r w:rsidRPr="00573E19">
        <w:rPr>
          <w:rtl/>
        </w:rPr>
        <w:t>48</w:t>
      </w:r>
      <w:r>
        <w:rPr>
          <w:rtl/>
        </w:rPr>
        <w:t xml:space="preserve"> - </w:t>
      </w:r>
      <w:r w:rsidRPr="00573E19">
        <w:rPr>
          <w:rtl/>
        </w:rPr>
        <w:t>باب تحريم أكل لحم الغنم إذا شرب من لبن خنزيرة</w:t>
      </w:r>
      <w:bookmarkEnd w:id="110"/>
      <w:bookmarkEnd w:id="11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يحيى عن العباس بن معروف عن الحسن بن محبوب عن حنان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سدير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سئل وأنا حاضر عن جدي رضع من خنزيرة</w:t>
      </w:r>
      <w:r w:rsidR="009C2257">
        <w:rPr>
          <w:rtl/>
        </w:rPr>
        <w:t xml:space="preserve"> </w:t>
      </w:r>
      <w:r w:rsidRPr="00573E19">
        <w:rPr>
          <w:rtl/>
        </w:rPr>
        <w:t>حتى شب واشتد عظمه ثم استفحله رجل في غنم له فخرج له نسل ما تقول في نسله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أما ما عرفت من نسله بعينه فلا تقربه</w:t>
      </w:r>
      <w:r w:rsidR="00CA4563">
        <w:rPr>
          <w:rtl/>
        </w:rPr>
        <w:t>،</w:t>
      </w:r>
      <w:r w:rsidRPr="00573E19">
        <w:rPr>
          <w:rtl/>
        </w:rPr>
        <w:t xml:space="preserve"> وأما ما لم تعرفه فهو بمنزلة الجبن كل</w:t>
      </w:r>
      <w:r w:rsidR="009C2257">
        <w:rPr>
          <w:rtl/>
        </w:rPr>
        <w:t xml:space="preserve"> </w:t>
      </w:r>
      <w:r w:rsidRPr="00573E19">
        <w:rPr>
          <w:rtl/>
        </w:rPr>
        <w:t>ولا تسأل عنه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حميد بن زياد عن عبد الله بن أحمد النهيكي عن ابن أبي عمير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76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48 الكافي ج </w:t>
      </w:r>
      <w:r>
        <w:rPr>
          <w:rtl/>
        </w:rPr>
        <w:t>2</w:t>
      </w:r>
      <w:r w:rsidRPr="00501E62">
        <w:rPr>
          <w:rtl/>
        </w:rPr>
        <w:t xml:space="preserve"> ص 151 وهو جزء من حديث.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77</w:t>
      </w:r>
      <w:r>
        <w:rPr>
          <w:rtl/>
        </w:rPr>
        <w:t xml:space="preserve"> - 2</w:t>
      </w:r>
      <w:r w:rsidRPr="00573E19">
        <w:rPr>
          <w:rtl/>
        </w:rPr>
        <w:t>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49 الكافي ج </w:t>
      </w:r>
      <w:r>
        <w:rPr>
          <w:rtl/>
        </w:rPr>
        <w:t>2</w:t>
      </w:r>
      <w:r w:rsidRPr="00573E19">
        <w:rPr>
          <w:rtl/>
        </w:rPr>
        <w:t xml:space="preserve"> ص 15</w:t>
      </w:r>
      <w:r>
        <w:rPr>
          <w:rtl/>
        </w:rPr>
        <w:t>2</w:t>
      </w:r>
      <w:r w:rsidRPr="00573E19">
        <w:rPr>
          <w:rtl/>
        </w:rPr>
        <w:t xml:space="preserve">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بشر بن مسلمة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جدي رضع من خنزيرة ثم</w:t>
      </w:r>
      <w:r w:rsidR="009C2257">
        <w:rPr>
          <w:rtl/>
        </w:rPr>
        <w:t xml:space="preserve"> </w:t>
      </w:r>
      <w:r w:rsidRPr="00573E19">
        <w:rPr>
          <w:rtl/>
        </w:rPr>
        <w:t>ضرب في الغنم فقال</w:t>
      </w:r>
      <w:r w:rsidR="00CA4563">
        <w:rPr>
          <w:rtl/>
        </w:rPr>
        <w:t>:</w:t>
      </w:r>
      <w:r w:rsidRPr="00573E19">
        <w:rPr>
          <w:rtl/>
        </w:rPr>
        <w:t xml:space="preserve"> هو بمنزلة الجبن فما عرفت أنه ضربة فلا تأكله وما لم تعرفه</w:t>
      </w:r>
      <w:r w:rsidR="009C2257">
        <w:rPr>
          <w:rtl/>
        </w:rPr>
        <w:t xml:space="preserve"> </w:t>
      </w:r>
      <w:r w:rsidRPr="00573E19">
        <w:rPr>
          <w:rtl/>
        </w:rPr>
        <w:t>فكله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79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محمد بن يحيى عن أحمد بن محمد عن الوشا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>عن أبي حمزه رفعه قال</w:t>
      </w:r>
      <w:r w:rsidR="00CA4563">
        <w:rPr>
          <w:rtl/>
        </w:rPr>
        <w:t>:</w:t>
      </w:r>
      <w:r w:rsidRPr="00573E19">
        <w:rPr>
          <w:rtl/>
        </w:rPr>
        <w:t xml:space="preserve"> لا تأكل من لحم حمل رضع من لبن خنزيرة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هذه الأخبار كلها محمولة على أنه إذا رضع من الخنزيرة رضاعا</w:t>
      </w:r>
      <w:r w:rsidR="009C2257">
        <w:rPr>
          <w:rtl/>
        </w:rPr>
        <w:t xml:space="preserve"> </w:t>
      </w:r>
      <w:r w:rsidRPr="00573E19">
        <w:rPr>
          <w:rtl/>
        </w:rPr>
        <w:t>تاما نبت عليه لحمه ودمه وتشتد بذلك قوته</w:t>
      </w:r>
      <w:r w:rsidR="00CA4563">
        <w:rPr>
          <w:rtl/>
        </w:rPr>
        <w:t>،</w:t>
      </w:r>
      <w:r w:rsidRPr="00573E19">
        <w:rPr>
          <w:rtl/>
        </w:rPr>
        <w:t xml:space="preserve"> فأما إذا كان دفعة أو دفعتين أو ما لا ينبت</w:t>
      </w:r>
      <w:r w:rsidR="009C2257">
        <w:rPr>
          <w:rtl/>
        </w:rPr>
        <w:t xml:space="preserve"> </w:t>
      </w:r>
      <w:r w:rsidRPr="00573E19">
        <w:rPr>
          <w:rtl/>
        </w:rPr>
        <w:t>اللحم ويشد العظم فلا بأس بأكل لحمه بعد استبرائه بما سنذكره إنشاء الله</w:t>
      </w:r>
      <w:r w:rsidR="00CA4563">
        <w:rPr>
          <w:rtl/>
        </w:rPr>
        <w:t>،</w:t>
      </w:r>
      <w:r w:rsidRPr="00573E19">
        <w:rPr>
          <w:rtl/>
        </w:rPr>
        <w:t xml:space="preserve"> وقد</w:t>
      </w:r>
      <w:r w:rsidR="009C2257">
        <w:rPr>
          <w:rtl/>
        </w:rPr>
        <w:t xml:space="preserve"> </w:t>
      </w:r>
      <w:r w:rsidRPr="00573E19">
        <w:rPr>
          <w:rtl/>
        </w:rPr>
        <w:t>صرح في الحديث الأول بذلك حين سأله السائل فقال</w:t>
      </w:r>
      <w:r w:rsidR="00CA4563">
        <w:rPr>
          <w:rtl/>
        </w:rPr>
        <w:t>:</w:t>
      </w:r>
      <w:r w:rsidRPr="00573E19">
        <w:rPr>
          <w:rtl/>
        </w:rPr>
        <w:t xml:space="preserve"> رضع من خنزيرة حتى شب</w:t>
      </w:r>
      <w:r w:rsidR="009C2257">
        <w:rPr>
          <w:rtl/>
        </w:rPr>
        <w:t xml:space="preserve"> </w:t>
      </w:r>
      <w:r w:rsidRPr="00573E19">
        <w:rPr>
          <w:rtl/>
        </w:rPr>
        <w:t>واشتد عظمه فأجابه حينئذ بما ذكرناه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إبراهيم عن أبيه عن النوفلي عن السكوني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سئل عن حمل غذي لبن</w:t>
      </w:r>
      <w:r w:rsidR="009C2257">
        <w:rPr>
          <w:rtl/>
        </w:rPr>
        <w:t xml:space="preserve"> </w:t>
      </w:r>
      <w:r w:rsidRPr="00573E19">
        <w:rPr>
          <w:rtl/>
        </w:rPr>
        <w:t>خنزير فقال</w:t>
      </w:r>
      <w:r w:rsidR="00CA4563">
        <w:rPr>
          <w:rtl/>
        </w:rPr>
        <w:t>:</w:t>
      </w:r>
      <w:r w:rsidRPr="00573E19">
        <w:rPr>
          <w:rtl/>
        </w:rPr>
        <w:t xml:space="preserve"> قيدوه واعلفوه الكسب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والنوى والشعير والخبز إن كان استغنى</w:t>
      </w:r>
      <w:r w:rsidR="009C2257">
        <w:rPr>
          <w:rtl/>
        </w:rPr>
        <w:t xml:space="preserve"> </w:t>
      </w:r>
      <w:r w:rsidRPr="00573E19">
        <w:rPr>
          <w:rtl/>
        </w:rPr>
        <w:t>عن اللبن وإن لم يكن استغنى عن اللبن فيلقى على ضرع شاة سبعة أيام ثم يؤكل لحمه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12" w:name="_Toc374810439"/>
      <w:bookmarkStart w:id="113" w:name="_Toc376954814"/>
      <w:r w:rsidRPr="00573E19">
        <w:rPr>
          <w:rtl/>
        </w:rPr>
        <w:t>49</w:t>
      </w:r>
      <w:r>
        <w:rPr>
          <w:rtl/>
        </w:rPr>
        <w:t xml:space="preserve"> - </w:t>
      </w:r>
      <w:r w:rsidRPr="00573E19">
        <w:rPr>
          <w:rtl/>
        </w:rPr>
        <w:t>باب كراهية لحوم الجلالات</w:t>
      </w:r>
      <w:bookmarkEnd w:id="112"/>
      <w:bookmarkEnd w:id="11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الحكم عن هشام بن سالم عن أبي حمزة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تأكلوا لحوم الجلالة وإن أصابك من عرقها فاغسله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الكسب</w:t>
      </w:r>
      <w:r w:rsidR="00CA4563">
        <w:rPr>
          <w:rtl/>
        </w:rPr>
        <w:t>:</w:t>
      </w:r>
      <w:r w:rsidRPr="00573E19">
        <w:rPr>
          <w:rtl/>
        </w:rPr>
        <w:t xml:space="preserve"> بالضم فالسكون فضلة دهن السمسم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>
        <w:rPr>
          <w:rtl/>
        </w:rPr>
        <w:t>-</w:t>
      </w:r>
      <w:r w:rsidRPr="00FE5331">
        <w:rPr>
          <w:rStyle w:val="libFootnoteChar"/>
          <w:rtl/>
        </w:rPr>
        <w:t xml:space="preserve"> 279</w:t>
      </w:r>
      <w:r>
        <w:rPr>
          <w:rStyle w:val="libFootnoteChar"/>
          <w:rtl/>
        </w:rPr>
        <w:t xml:space="preserve"> - </w:t>
      </w:r>
      <w:r w:rsidRPr="00FE5331">
        <w:rPr>
          <w:rStyle w:val="libFootnoteChar"/>
          <w:rtl/>
        </w:rPr>
        <w:t>التهذيب ج 2 ص 349 الكافي ج 2 ص 152 الفقيه ص 303 مرسلا عن أمير المؤمنين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FE5331">
        <w:rPr>
          <w:rStyle w:val="libFootnoteChar"/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49 الكافي ج </w:t>
      </w:r>
      <w:r>
        <w:rPr>
          <w:rtl/>
        </w:rPr>
        <w:t>2</w:t>
      </w:r>
      <w:r w:rsidRPr="00573E19">
        <w:rPr>
          <w:rtl/>
        </w:rPr>
        <w:t xml:space="preserve"> ص 15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49 الكافي ج </w:t>
      </w:r>
      <w:r>
        <w:rPr>
          <w:rtl/>
        </w:rPr>
        <w:t>2</w:t>
      </w:r>
      <w:r w:rsidRPr="00573E19">
        <w:rPr>
          <w:rtl/>
        </w:rPr>
        <w:t xml:space="preserve"> ص 15</w:t>
      </w:r>
      <w:r>
        <w:rPr>
          <w:rtl/>
        </w:rPr>
        <w:t>3.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عدة من أصحابنا عن سهل بن زياد عن محمد بن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شمون عن عبد الله بن عبد الرحمن عن مسمع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الناقة الجلالة لا يؤكل لحمها ولا يشرب لبنها حتى تغذى</w:t>
      </w:r>
      <w:r w:rsidR="009C2257">
        <w:rPr>
          <w:rtl/>
        </w:rPr>
        <w:t xml:space="preserve"> </w:t>
      </w:r>
      <w:r w:rsidRPr="00573E19">
        <w:rPr>
          <w:rtl/>
        </w:rPr>
        <w:t>أربعين يوما</w:t>
      </w:r>
      <w:r w:rsidR="00CA4563">
        <w:rPr>
          <w:rtl/>
        </w:rPr>
        <w:t>،</w:t>
      </w:r>
      <w:r w:rsidRPr="00573E19">
        <w:rPr>
          <w:rtl/>
        </w:rPr>
        <w:t xml:space="preserve"> والبقرة الجلالة لا يؤكل لحمها ولا يشرب لبنها حتى تغذى أربعين</w:t>
      </w:r>
      <w:r w:rsidR="009C2257">
        <w:rPr>
          <w:rtl/>
        </w:rPr>
        <w:t xml:space="preserve"> </w:t>
      </w:r>
      <w:r w:rsidRPr="00573E19">
        <w:rPr>
          <w:rtl/>
        </w:rPr>
        <w:t>يوما</w:t>
      </w:r>
      <w:r w:rsidR="00CA4563">
        <w:rPr>
          <w:rtl/>
        </w:rPr>
        <w:t>،</w:t>
      </w:r>
      <w:r w:rsidRPr="00573E19">
        <w:rPr>
          <w:rtl/>
        </w:rPr>
        <w:t xml:space="preserve"> والشاة الجلالة لا يؤكل لحمها ولا يشرب لبنها حتى تغذى خمسة أيام</w:t>
      </w:r>
      <w:r w:rsidR="00CA4563">
        <w:rPr>
          <w:rtl/>
        </w:rPr>
        <w:t>،</w:t>
      </w:r>
      <w:r w:rsidRPr="00573E19">
        <w:rPr>
          <w:rtl/>
        </w:rPr>
        <w:t xml:space="preserve"> والبطة</w:t>
      </w:r>
      <w:r w:rsidR="009C2257">
        <w:rPr>
          <w:rtl/>
        </w:rPr>
        <w:t xml:space="preserve"> </w:t>
      </w:r>
      <w:r w:rsidRPr="00573E19">
        <w:rPr>
          <w:rtl/>
        </w:rPr>
        <w:t>الجلالة لا يؤكل لحمها حتى تربط خمسة أيام</w:t>
      </w:r>
      <w:r w:rsidR="00CA4563">
        <w:rPr>
          <w:rtl/>
        </w:rPr>
        <w:t>،</w:t>
      </w:r>
      <w:r w:rsidRPr="00573E19">
        <w:rPr>
          <w:rtl/>
        </w:rPr>
        <w:t xml:space="preserve"> والدجاجة ثلاثة أيام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حميد بن زياد عن الحسن بن سماعة عن أحمد بن الحسن الميثمي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أبان بن عثمان عن بسام الصيرفي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الإبل الجلالة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يؤكل لحمها ولا تركب أربعين يوما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علي بن إبراهيم عن أبيه عن ابن أبي عمير عن حفص بن البختري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تشرب من البان الإبل الجلالة وإن أصابك</w:t>
      </w:r>
      <w:r w:rsidR="009C2257">
        <w:rPr>
          <w:rtl/>
        </w:rPr>
        <w:t xml:space="preserve"> </w:t>
      </w:r>
      <w:r w:rsidRPr="00573E19">
        <w:rPr>
          <w:rtl/>
        </w:rPr>
        <w:t>شئ من عرقها فاغسله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علي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  <w:r w:rsidRPr="00573E19">
        <w:rPr>
          <w:rtl/>
        </w:rPr>
        <w:t xml:space="preserve"> الدجاجة الجلالة لا يؤكل لحمها حتى تقيد ثلاثة</w:t>
      </w:r>
      <w:r w:rsidR="009C2257">
        <w:rPr>
          <w:rtl/>
        </w:rPr>
        <w:t xml:space="preserve"> </w:t>
      </w:r>
      <w:r w:rsidRPr="00573E19">
        <w:rPr>
          <w:rtl/>
        </w:rPr>
        <w:t>أيام</w:t>
      </w:r>
      <w:r w:rsidR="00CA4563">
        <w:rPr>
          <w:rtl/>
        </w:rPr>
        <w:t>،</w:t>
      </w:r>
      <w:r w:rsidRPr="00573E19">
        <w:rPr>
          <w:rtl/>
        </w:rPr>
        <w:t xml:space="preserve"> والبطة الجلالة خمسة أيام</w:t>
      </w:r>
      <w:r w:rsidR="00CA4563">
        <w:rPr>
          <w:rtl/>
        </w:rPr>
        <w:t>،</w:t>
      </w:r>
      <w:r w:rsidRPr="00573E19">
        <w:rPr>
          <w:rtl/>
        </w:rPr>
        <w:t xml:space="preserve"> والشاة الجلالة عشرة أيام</w:t>
      </w:r>
      <w:r w:rsidR="00CA4563">
        <w:rPr>
          <w:rtl/>
        </w:rPr>
        <w:t>،</w:t>
      </w:r>
      <w:r w:rsidRPr="00573E19">
        <w:rPr>
          <w:rtl/>
        </w:rPr>
        <w:t xml:space="preserve"> والبقرة الجلالة عشرين</w:t>
      </w:r>
      <w:r w:rsidR="009C2257">
        <w:rPr>
          <w:rtl/>
        </w:rPr>
        <w:t xml:space="preserve"> </w:t>
      </w:r>
      <w:r w:rsidRPr="00573E19">
        <w:rPr>
          <w:rtl/>
        </w:rPr>
        <w:t>يوما</w:t>
      </w:r>
      <w:r w:rsidR="00CA4563">
        <w:rPr>
          <w:rtl/>
        </w:rPr>
        <w:t>،</w:t>
      </w:r>
      <w:r w:rsidRPr="00573E19">
        <w:rPr>
          <w:rtl/>
        </w:rPr>
        <w:t xml:space="preserve"> والناقة أربعين يوما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محمد بن يحيى عن أحمد بن محمد عن البرقي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سعد بن سعد عن أبي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أكل لحوم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الدجاج من الدساكر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وهم لا يصدونها عن شئ يمر على العذرة مخلى عنها وأكل</w:t>
      </w:r>
      <w:r w:rsidR="009C2257">
        <w:rPr>
          <w:rtl/>
        </w:rPr>
        <w:t xml:space="preserve"> </w:t>
      </w:r>
      <w:r w:rsidRPr="00573E19">
        <w:rPr>
          <w:rtl/>
        </w:rPr>
        <w:t>بيضهن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الدساكر</w:t>
      </w:r>
      <w:r w:rsidR="00CA4563">
        <w:rPr>
          <w:rtl/>
        </w:rPr>
        <w:t>:</w:t>
      </w:r>
      <w:r w:rsidRPr="00573E19">
        <w:rPr>
          <w:rtl/>
        </w:rPr>
        <w:t xml:space="preserve"> جمع دسكرة وهي القرية العظيمة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</w:t>
      </w:r>
      <w:r w:rsidRPr="00573E19">
        <w:rPr>
          <w:rtl/>
        </w:rPr>
        <w:t>8</w:t>
      </w:r>
      <w:r>
        <w:rPr>
          <w:rtl/>
        </w:rPr>
        <w:t>2 - 2</w:t>
      </w:r>
      <w:r w:rsidRPr="00573E19">
        <w:rPr>
          <w:rtl/>
        </w:rPr>
        <w:t>8</w:t>
      </w:r>
      <w:r>
        <w:rPr>
          <w:rtl/>
        </w:rPr>
        <w:t>3 - 2</w:t>
      </w:r>
      <w:r w:rsidRPr="00573E19">
        <w:rPr>
          <w:rtl/>
        </w:rPr>
        <w:t>84</w:t>
      </w:r>
      <w:r>
        <w:rPr>
          <w:rtl/>
        </w:rPr>
        <w:t xml:space="preserve"> - 2</w:t>
      </w:r>
      <w:r w:rsidRPr="00573E19">
        <w:rPr>
          <w:rtl/>
        </w:rPr>
        <w:t>85</w:t>
      </w:r>
      <w:r>
        <w:rPr>
          <w:rtl/>
        </w:rPr>
        <w:t xml:space="preserve"> - 2</w:t>
      </w:r>
      <w:r w:rsidRPr="00573E19">
        <w:rPr>
          <w:rtl/>
        </w:rPr>
        <w:t>86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50 الكافي ج </w:t>
      </w:r>
      <w:r>
        <w:rPr>
          <w:rtl/>
        </w:rPr>
        <w:t>2</w:t>
      </w:r>
      <w:r w:rsidRPr="00573E19">
        <w:rPr>
          <w:rtl/>
        </w:rPr>
        <w:t xml:space="preserve"> ص 15</w:t>
      </w:r>
      <w:r>
        <w:rPr>
          <w:rtl/>
        </w:rPr>
        <w:t>3.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هذا الخبر ما قدمناه من الاخبار لأنه ليس في الخبر انها تكون جلالة بل</w:t>
      </w:r>
      <w:r w:rsidR="009C2257">
        <w:rPr>
          <w:rtl/>
        </w:rPr>
        <w:t xml:space="preserve"> </w:t>
      </w:r>
      <w:r w:rsidRPr="00573E19">
        <w:rPr>
          <w:rtl/>
        </w:rPr>
        <w:t>فيها انها تمر على العذرة وانها لا تصد عن شئ وكل ذلك لا يفيد كونها جلالة</w:t>
      </w:r>
      <w:r w:rsidR="00CA4563">
        <w:rPr>
          <w:rtl/>
        </w:rPr>
        <w:t>،</w:t>
      </w:r>
      <w:r w:rsidRPr="00573E19">
        <w:rPr>
          <w:rtl/>
        </w:rPr>
        <w:t xml:space="preserve"> على أنه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لو كان في الخبر صريح بأنها جلالة لجاز لنا أن نقول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لا بأس به</w:t>
      </w:r>
      <w:r w:rsidR="009C2257">
        <w:rPr>
          <w:rtl/>
        </w:rPr>
        <w:t xml:space="preserve"> </w:t>
      </w:r>
      <w:r w:rsidRPr="00573E19">
        <w:rPr>
          <w:rtl/>
        </w:rPr>
        <w:t>يحتمل أن يكون أراد بعد أن تستبرأ ثلاثة أيام حسب ما قدمناه</w:t>
      </w:r>
      <w:r w:rsidR="00CA4563">
        <w:rPr>
          <w:rtl/>
        </w:rPr>
        <w:t>،</w:t>
      </w:r>
      <w:r w:rsidRPr="00573E19">
        <w:rPr>
          <w:rtl/>
        </w:rPr>
        <w:t xml:space="preserve"> لأنا لم نقل ان</w:t>
      </w:r>
      <w:r w:rsidR="009C2257">
        <w:rPr>
          <w:rtl/>
        </w:rPr>
        <w:t xml:space="preserve"> </w:t>
      </w:r>
      <w:r w:rsidRPr="00573E19">
        <w:rPr>
          <w:rtl/>
        </w:rPr>
        <w:t>لحم الجلالات حرام على كل حال</w:t>
      </w:r>
      <w:r w:rsidR="00CA4563">
        <w:rPr>
          <w:rtl/>
        </w:rPr>
        <w:t>،</w:t>
      </w:r>
      <w:r w:rsidRPr="00573E19">
        <w:rPr>
          <w:rtl/>
        </w:rPr>
        <w:t xml:space="preserve"> على أنه قد روي أن الذي يراعى فيه الاستبراء</w:t>
      </w:r>
      <w:r w:rsidR="009C2257">
        <w:rPr>
          <w:rtl/>
        </w:rPr>
        <w:t xml:space="preserve"> </w:t>
      </w:r>
      <w:r w:rsidRPr="00573E19">
        <w:rPr>
          <w:rtl/>
        </w:rPr>
        <w:t>الذي قدمناه إذا لم تخلط غذاءها بغير العذرة</w:t>
      </w:r>
      <w:r w:rsidR="00CA4563">
        <w:rPr>
          <w:rtl/>
        </w:rPr>
        <w:t>،</w:t>
      </w:r>
      <w:r w:rsidRPr="00573E19">
        <w:rPr>
          <w:rtl/>
        </w:rPr>
        <w:t xml:space="preserve"> فأما إذا كانت تخلط فلا بأس بأكل</w:t>
      </w:r>
      <w:r w:rsidR="009C2257">
        <w:rPr>
          <w:rtl/>
        </w:rPr>
        <w:t xml:space="preserve"> </w:t>
      </w:r>
      <w:r w:rsidRPr="00573E19">
        <w:rPr>
          <w:rtl/>
        </w:rPr>
        <w:t>لحمها</w:t>
      </w:r>
      <w:r w:rsidR="00CA4563">
        <w:rPr>
          <w:rtl/>
        </w:rPr>
        <w:t>،</w:t>
      </w:r>
      <w:r w:rsidRPr="00573E19">
        <w:rPr>
          <w:rtl/>
        </w:rPr>
        <w:t xml:space="preserve"> يبين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بعض أصحابه عن علي بن حسان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عقبة عن موسى بن أكيل عن بعض أصحابنا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شاة</w:t>
      </w:r>
      <w:r w:rsidR="009C2257">
        <w:rPr>
          <w:rtl/>
        </w:rPr>
        <w:t xml:space="preserve"> </w:t>
      </w:r>
      <w:r w:rsidRPr="00573E19">
        <w:rPr>
          <w:rtl/>
        </w:rPr>
        <w:t>شربت بولا ثم ذبحت فقال</w:t>
      </w:r>
      <w:r w:rsidR="00CA4563">
        <w:rPr>
          <w:rtl/>
        </w:rPr>
        <w:t>:</w:t>
      </w:r>
      <w:r w:rsidRPr="00573E19">
        <w:rPr>
          <w:rtl/>
        </w:rPr>
        <w:t xml:space="preserve"> يغسل ما في جوفها ثم لا بأس به</w:t>
      </w:r>
      <w:r w:rsidR="00CA4563">
        <w:rPr>
          <w:rtl/>
        </w:rPr>
        <w:t>،</w:t>
      </w:r>
      <w:r w:rsidRPr="00573E19">
        <w:rPr>
          <w:rtl/>
        </w:rPr>
        <w:t xml:space="preserve"> وكذلك إذا اعتلفت</w:t>
      </w:r>
      <w:r w:rsidR="009C2257">
        <w:rPr>
          <w:rtl/>
        </w:rPr>
        <w:t xml:space="preserve"> </w:t>
      </w:r>
      <w:r w:rsidRPr="00573E19">
        <w:rPr>
          <w:rtl/>
        </w:rPr>
        <w:t>العذرة ما لم تكن جلالة</w:t>
      </w:r>
      <w:r w:rsidR="00CA4563">
        <w:rPr>
          <w:rtl/>
        </w:rPr>
        <w:t>،</w:t>
      </w:r>
      <w:r w:rsidRPr="00573E19">
        <w:rPr>
          <w:rtl/>
        </w:rPr>
        <w:t xml:space="preserve"> والجلالة التي يكون ذلك غذاؤها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يحيى عن أحمد بن محمد عن الخشاب عن علي بن</w:t>
      </w:r>
      <w:r w:rsidR="009C2257">
        <w:rPr>
          <w:rtl/>
        </w:rPr>
        <w:t xml:space="preserve"> </w:t>
      </w:r>
      <w:r w:rsidRPr="00573E19">
        <w:rPr>
          <w:rtl/>
        </w:rPr>
        <w:t>أسباط عمن روى في الجلالات لا بأس بأكلهن إذا كن يخلطن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14" w:name="_Toc374810440"/>
      <w:bookmarkStart w:id="115" w:name="_Toc376954815"/>
      <w:r w:rsidRPr="00573E19">
        <w:rPr>
          <w:rtl/>
        </w:rPr>
        <w:t>50</w:t>
      </w:r>
      <w:r>
        <w:rPr>
          <w:rtl/>
        </w:rPr>
        <w:t xml:space="preserve"> - </w:t>
      </w:r>
      <w:r w:rsidRPr="00573E19">
        <w:rPr>
          <w:rtl/>
        </w:rPr>
        <w:t>باب لحم البخاتي</w:t>
      </w:r>
      <w:bookmarkEnd w:id="114"/>
      <w:bookmarkEnd w:id="11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موسى بن عمر عن جعفر بن بشير عن داود بن</w:t>
      </w:r>
      <w:r w:rsidR="009C2257">
        <w:rPr>
          <w:rtl/>
        </w:rPr>
        <w:t xml:space="preserve"> </w:t>
      </w:r>
      <w:r w:rsidRPr="00573E19">
        <w:rPr>
          <w:rtl/>
        </w:rPr>
        <w:t>كثير الرقي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أسأله عن لحوم البخت وألبانها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ولا ينافي هذا الخبر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محمد بن أحمد بن يحيى عن أحمد بن محمد عن بكر بن صالح عن سليمان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87</w:t>
      </w:r>
      <w:r>
        <w:rPr>
          <w:rtl/>
        </w:rPr>
        <w:t xml:space="preserve"> - 2</w:t>
      </w:r>
      <w:r w:rsidRPr="00501E62">
        <w:rPr>
          <w:rtl/>
        </w:rPr>
        <w:t>88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50 الكافي ج </w:t>
      </w:r>
      <w:r>
        <w:rPr>
          <w:rtl/>
        </w:rPr>
        <w:t>2</w:t>
      </w:r>
      <w:r w:rsidRPr="00501E62">
        <w:rPr>
          <w:rtl/>
        </w:rPr>
        <w:t xml:space="preserve"> ص 15</w:t>
      </w:r>
      <w:r>
        <w:rPr>
          <w:rtl/>
        </w:rPr>
        <w:t>3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89</w:t>
      </w:r>
      <w:r>
        <w:rPr>
          <w:rtl/>
        </w:rPr>
        <w:t xml:space="preserve"> - 2</w:t>
      </w:r>
      <w:r w:rsidRPr="00573E19">
        <w:rPr>
          <w:rtl/>
        </w:rPr>
        <w:t>90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50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168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الجعفري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</w:t>
      </w:r>
      <w:r w:rsidR="00CA4563">
        <w:rPr>
          <w:rtl/>
        </w:rPr>
        <w:t>:</w:t>
      </w:r>
      <w:r w:rsidRPr="00573E19">
        <w:rPr>
          <w:rtl/>
        </w:rPr>
        <w:t xml:space="preserve"> لا آكل لحوم البخاتي</w:t>
      </w:r>
      <w:r w:rsidR="009C2257">
        <w:rPr>
          <w:rtl/>
        </w:rPr>
        <w:t xml:space="preserve"> </w:t>
      </w:r>
      <w:r w:rsidRPr="00573E19">
        <w:rPr>
          <w:rtl/>
        </w:rPr>
        <w:t>ولا آمر أحدا بأكلها في حديث طويل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لا آكله إخبار عن امتناعه من اكله وقوله</w:t>
      </w:r>
      <w:r w:rsidR="00CA4563">
        <w:rPr>
          <w:rtl/>
        </w:rPr>
        <w:t>:</w:t>
      </w:r>
      <w:r w:rsidRPr="00573E19">
        <w:rPr>
          <w:rtl/>
        </w:rPr>
        <w:t xml:space="preserve"> لا آمر إنما نفى</w:t>
      </w:r>
      <w:r w:rsidR="009C2257">
        <w:rPr>
          <w:rtl/>
        </w:rPr>
        <w:t xml:space="preserve"> </w:t>
      </w:r>
      <w:r w:rsidRPr="00573E19">
        <w:rPr>
          <w:rtl/>
        </w:rPr>
        <w:t>أن يكون ذلك مأمورا به</w:t>
      </w:r>
      <w:r w:rsidR="00CA4563">
        <w:rPr>
          <w:rtl/>
        </w:rPr>
        <w:t>،</w:t>
      </w:r>
      <w:r w:rsidRPr="00573E19">
        <w:rPr>
          <w:rtl/>
        </w:rPr>
        <w:t xml:space="preserve"> ولو كان كذلك لوجب أكله وليس ذلك قولا لاحد</w:t>
      </w:r>
      <w:r w:rsidR="009C2257">
        <w:rPr>
          <w:rtl/>
        </w:rPr>
        <w:t xml:space="preserve"> </w:t>
      </w:r>
      <w:r w:rsidRPr="00573E19">
        <w:rPr>
          <w:rtl/>
        </w:rPr>
        <w:t>وليس في الخبر ان ذلك حرام أو ليس بمباح فينا في الخبر الأول على أن تحريم لحم</w:t>
      </w:r>
      <w:r w:rsidR="009C2257">
        <w:rPr>
          <w:rtl/>
        </w:rPr>
        <w:t xml:space="preserve"> </w:t>
      </w:r>
      <w:r w:rsidRPr="00573E19">
        <w:rPr>
          <w:rtl/>
        </w:rPr>
        <w:t>البخاتي شئ كان يقوله أبو الخطاب لعنه الله وأصحابه فيجوز أن يكون سليمان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الجعفري سمع بعض أصحابه يقول ذلك ويسنده إليه فرواه عن أبي الحسن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ظنا منه لصدقه وحسن اعتقاده فيه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أحمد بن محمد بن عيسى عن الحسن بن علي عن داود بن كثير الرقي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جعلت فداك إن رجلا من أصحاب أبي الخطاب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نهاني عن أكل البخت وعن أكل الحمام المسرول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فقال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لا بأس بركوب البخت وشرب ألبانها وأكل لحومها وأكل الحمام المسرول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16" w:name="_Toc374810441"/>
      <w:bookmarkStart w:id="117" w:name="_Toc376954816"/>
      <w:r w:rsidRPr="00573E19">
        <w:rPr>
          <w:rtl/>
        </w:rPr>
        <w:t>51</w:t>
      </w:r>
      <w:r>
        <w:rPr>
          <w:rtl/>
        </w:rPr>
        <w:t xml:space="preserve"> - </w:t>
      </w:r>
      <w:r w:rsidRPr="00573E19">
        <w:rPr>
          <w:rtl/>
        </w:rPr>
        <w:t>باب انه لا يجوز الذبح الا بالحديد</w:t>
      </w:r>
      <w:bookmarkEnd w:id="116"/>
      <w:bookmarkEnd w:id="11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علي بن الحكم عن سيف بن عميرة عن أبي بكر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الحضرمي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لا يؤكل ما لم يذبح بالحديد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عدة من أصحابنا عن أحمد بن محمد بن خالد عن عثمان</w:t>
      </w:r>
      <w:r w:rsidR="009C2257">
        <w:rPr>
          <w:rtl/>
        </w:rPr>
        <w:t xml:space="preserve"> </w:t>
      </w:r>
      <w:r w:rsidRPr="00573E19">
        <w:rPr>
          <w:rtl/>
        </w:rPr>
        <w:t>ابن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الذكاة فقال</w:t>
      </w:r>
      <w:r w:rsidR="00CA4563">
        <w:rPr>
          <w:rtl/>
        </w:rPr>
        <w:t>:</w:t>
      </w:r>
      <w:r w:rsidRPr="00573E19">
        <w:rPr>
          <w:rtl/>
        </w:rPr>
        <w:t xml:space="preserve"> لا يذكى إلا بحديدة نهى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ذلك أمير المؤمنين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علي بن إبراهيم عن أبيه عن ابن أبي عمير عن عمر بن أذينة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المسرول</w:t>
      </w:r>
      <w:r w:rsidR="00CA4563">
        <w:rPr>
          <w:rtl/>
        </w:rPr>
        <w:t>:</w:t>
      </w:r>
      <w:r w:rsidRPr="00573E19">
        <w:rPr>
          <w:rtl/>
        </w:rPr>
        <w:t xml:space="preserve"> المراد به الذي في رجليه ريش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</w:t>
      </w:r>
      <w:r w:rsidRPr="00573E19">
        <w:rPr>
          <w:rtl/>
        </w:rPr>
        <w:t>91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50 الكافي ج </w:t>
      </w:r>
      <w:r>
        <w:rPr>
          <w:rtl/>
        </w:rPr>
        <w:t>2</w:t>
      </w:r>
      <w:r w:rsidRPr="00573E19">
        <w:rPr>
          <w:rtl/>
        </w:rPr>
        <w:t xml:space="preserve"> ص 168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9</w:t>
      </w:r>
      <w:r>
        <w:rPr>
          <w:rtl/>
        </w:rPr>
        <w:t>2 - 2</w:t>
      </w:r>
      <w:r w:rsidRPr="00573E19">
        <w:rPr>
          <w:rtl/>
        </w:rPr>
        <w:t>9</w:t>
      </w:r>
      <w:r>
        <w:rPr>
          <w:rtl/>
        </w:rPr>
        <w:t>3 - 2</w:t>
      </w:r>
      <w:r w:rsidRPr="00573E19">
        <w:rPr>
          <w:rtl/>
        </w:rPr>
        <w:t>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51 الكافي ج </w:t>
      </w:r>
      <w:r>
        <w:rPr>
          <w:rtl/>
        </w:rPr>
        <w:t>2</w:t>
      </w:r>
      <w:r w:rsidRPr="00573E19">
        <w:rPr>
          <w:rtl/>
        </w:rPr>
        <w:t xml:space="preserve"> ص 146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الذبيحة بالليطة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وبالمدرة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فقال لا ذكاة إلا بالحديدة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علي بن إبراهيم عن أبيه عن ابن أبي عمير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ذبيحة العود والقصبة والحجر قال</w:t>
      </w:r>
      <w:r w:rsidR="00CA4563">
        <w:rPr>
          <w:rtl/>
        </w:rPr>
        <w:t>:</w:t>
      </w:r>
      <w:r w:rsidRPr="00573E19">
        <w:rPr>
          <w:rtl/>
        </w:rPr>
        <w:t xml:space="preserve"> فقال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يصلح الذبح إلا بحديدة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محبوب عن زيد الشحام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لم يكن بحضرته سكين أفيذبح بقصبة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إذبح بالحجر وبالعظم وبالقصبة والعود إذا لم تصب الحديد إذا قطع الحلقوم وخرج</w:t>
      </w:r>
      <w:r w:rsidR="009C2257">
        <w:rPr>
          <w:rtl/>
        </w:rPr>
        <w:t xml:space="preserve"> </w:t>
      </w:r>
      <w:r w:rsidRPr="00573E19">
        <w:rPr>
          <w:rtl/>
        </w:rPr>
        <w:t>الدم فلا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عبد الرحمن</w:t>
      </w:r>
      <w:r w:rsidR="009C2257">
        <w:rPr>
          <w:rtl/>
        </w:rPr>
        <w:t xml:space="preserve"> </w:t>
      </w:r>
      <w:r w:rsidRPr="00573E19">
        <w:rPr>
          <w:rtl/>
        </w:rPr>
        <w:t>ابن الحجاج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المروة والقصبة والعود يذبح</w:t>
      </w:r>
      <w:r w:rsidR="009C2257">
        <w:rPr>
          <w:rtl/>
        </w:rPr>
        <w:t xml:space="preserve"> </w:t>
      </w:r>
      <w:r w:rsidRPr="00573E19">
        <w:rPr>
          <w:rtl/>
        </w:rPr>
        <w:t>بهن إذا لم يجدوا سكينا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فرى الأوداج فلا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يحيى عن عبد الله بن محمد عن علي بن الحكم عن أبان عن محمد بن</w:t>
      </w:r>
      <w:r w:rsidR="009C2257">
        <w:rPr>
          <w:rtl/>
        </w:rPr>
        <w:t xml:space="preserve"> </w:t>
      </w:r>
      <w:r w:rsidRPr="00573E19">
        <w:rPr>
          <w:rtl/>
        </w:rPr>
        <w:t>مسلم قال</w:t>
      </w:r>
      <w:r w:rsidR="00CA4563">
        <w:rPr>
          <w:rtl/>
        </w:rPr>
        <w:t>:</w:t>
      </w:r>
      <w:r w:rsidRPr="00573E19">
        <w:rPr>
          <w:rtl/>
        </w:rPr>
        <w:t xml:space="preserve"> قال أبو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الذبيحة بغير حديدة إذا اضطررت إليها فإن لم</w:t>
      </w:r>
      <w:r w:rsidR="009C2257">
        <w:rPr>
          <w:rtl/>
        </w:rPr>
        <w:t xml:space="preserve"> </w:t>
      </w:r>
      <w:r w:rsidRPr="00573E19">
        <w:rPr>
          <w:rtl/>
        </w:rPr>
        <w:t>تجد حديدة فاذبحها بحجر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نخصها بحال الضرورة التي لا يقدر فيها على الحديدة</w:t>
      </w:r>
      <w:r w:rsidR="009C2257">
        <w:rPr>
          <w:rtl/>
        </w:rPr>
        <w:t xml:space="preserve"> </w:t>
      </w:r>
      <w:r w:rsidRPr="00573E19">
        <w:rPr>
          <w:rtl/>
        </w:rPr>
        <w:t>فأما مع وجود الحديدة فلا يجوز على حال الذبح إلا به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الليطة</w:t>
      </w:r>
      <w:r w:rsidR="00CA4563">
        <w:rPr>
          <w:rtl/>
        </w:rPr>
        <w:t>:</w:t>
      </w:r>
      <w:r w:rsidRPr="00573E19">
        <w:rPr>
          <w:rtl/>
        </w:rPr>
        <w:t xml:space="preserve"> قشر القصبة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المدرة</w:t>
      </w:r>
      <w:r w:rsidR="00CA4563">
        <w:rPr>
          <w:rtl/>
        </w:rPr>
        <w:t>:</w:t>
      </w:r>
      <w:r w:rsidRPr="00573E19">
        <w:rPr>
          <w:rtl/>
        </w:rPr>
        <w:t xml:space="preserve"> قطعة من المدر وهو الطين الذي لا يخالطه رمل وفى نسخة </w:t>
      </w:r>
      <w:r>
        <w:rPr>
          <w:rtl/>
        </w:rPr>
        <w:t>(</w:t>
      </w:r>
      <w:r w:rsidRPr="00573E19">
        <w:rPr>
          <w:rtl/>
        </w:rPr>
        <w:t xml:space="preserve"> ج ) </w:t>
      </w:r>
      <w:r>
        <w:rPr>
          <w:rtl/>
        </w:rPr>
        <w:t>(</w:t>
      </w:r>
      <w:r w:rsidRPr="00573E19">
        <w:rPr>
          <w:rtl/>
        </w:rPr>
        <w:t xml:space="preserve"> والمروة ) وهي حجارة</w:t>
      </w:r>
      <w:r w:rsidR="009C2257">
        <w:rPr>
          <w:rtl/>
        </w:rPr>
        <w:t xml:space="preserve"> </w:t>
      </w:r>
      <w:r w:rsidRPr="00573E19">
        <w:rPr>
          <w:rtl/>
        </w:rPr>
        <w:t>صلبة تعرف بالصوان ولعلها انست بالمقام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- 2</w:t>
      </w:r>
      <w:r w:rsidRPr="00573E19">
        <w:rPr>
          <w:rtl/>
        </w:rPr>
        <w:t>95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51 الكافي ج </w:t>
      </w:r>
      <w:r>
        <w:rPr>
          <w:rtl/>
        </w:rPr>
        <w:t>2</w:t>
      </w:r>
      <w:r w:rsidRPr="00573E19">
        <w:rPr>
          <w:rtl/>
        </w:rPr>
        <w:t xml:space="preserve"> ص 146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- 2</w:t>
      </w:r>
      <w:r w:rsidRPr="00573E19">
        <w:rPr>
          <w:rtl/>
        </w:rPr>
        <w:t>96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51 الكافي ج </w:t>
      </w:r>
      <w:r>
        <w:rPr>
          <w:rtl/>
        </w:rPr>
        <w:t>2</w:t>
      </w:r>
      <w:r w:rsidRPr="00573E19">
        <w:rPr>
          <w:rtl/>
        </w:rPr>
        <w:t xml:space="preserve"> ص 147</w:t>
      </w:r>
      <w:r>
        <w:rPr>
          <w:rtl/>
        </w:rPr>
        <w:t>. - 2</w:t>
      </w:r>
      <w:r w:rsidRPr="00573E19">
        <w:rPr>
          <w:rtl/>
        </w:rPr>
        <w:t>97</w:t>
      </w:r>
      <w:r>
        <w:rPr>
          <w:rtl/>
        </w:rPr>
        <w:t xml:space="preserve"> - 2</w:t>
      </w:r>
      <w:r w:rsidRPr="00573E19">
        <w:rPr>
          <w:rtl/>
        </w:rPr>
        <w:t>98</w:t>
      </w:r>
      <w:r>
        <w:rPr>
          <w:rtl/>
        </w:rPr>
        <w:t xml:space="preserve"> - </w:t>
      </w:r>
      <w:r w:rsidRPr="00573E19">
        <w:rPr>
          <w:rtl/>
        </w:rPr>
        <w:t>التهذيب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51 الكافي ج </w:t>
      </w:r>
      <w:r>
        <w:rPr>
          <w:rtl/>
        </w:rPr>
        <w:t>2</w:t>
      </w:r>
      <w:r w:rsidRPr="00573E19">
        <w:rPr>
          <w:rtl/>
        </w:rPr>
        <w:t xml:space="preserve"> ص 146 واخرج الأول الصدوق في الفقيه ص </w:t>
      </w:r>
      <w:r>
        <w:rPr>
          <w:rtl/>
        </w:rPr>
        <w:t>3</w:t>
      </w:r>
      <w:r w:rsidRPr="00573E19">
        <w:rPr>
          <w:rtl/>
        </w:rPr>
        <w:t>01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118" w:name="_Toc374810442"/>
      <w:bookmarkStart w:id="119" w:name="_Toc376954817"/>
      <w:r w:rsidRPr="00573E19">
        <w:rPr>
          <w:rtl/>
        </w:rPr>
        <w:lastRenderedPageBreak/>
        <w:t>5</w:t>
      </w:r>
      <w:r>
        <w:rPr>
          <w:rtl/>
        </w:rPr>
        <w:t xml:space="preserve">2 - </w:t>
      </w:r>
      <w:r w:rsidRPr="00573E19">
        <w:rPr>
          <w:rtl/>
        </w:rPr>
        <w:t>باب ذبائح الكفار</w:t>
      </w:r>
      <w:bookmarkEnd w:id="118"/>
      <w:bookmarkEnd w:id="11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2</w:t>
      </w:r>
      <w:r w:rsidRPr="00573E19">
        <w:rPr>
          <w:rtl/>
        </w:rPr>
        <w:t>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عن أبي المعزا عن سماعة عن أبي إبراهيم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سألته عن ذبيحة اليهودي والنصراني فقال</w:t>
      </w:r>
      <w:r w:rsidR="00CA4563">
        <w:rPr>
          <w:rtl/>
        </w:rPr>
        <w:t>:</w:t>
      </w:r>
      <w:r w:rsidRPr="00573E19">
        <w:rPr>
          <w:rtl/>
        </w:rPr>
        <w:t xml:space="preserve"> لا تقربنها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سنان عن قتيبة الأعشى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ذبائح اليهود والنصارى فقال</w:t>
      </w:r>
      <w:r w:rsidR="00CA4563">
        <w:rPr>
          <w:rtl/>
        </w:rPr>
        <w:t>:</w:t>
      </w:r>
      <w:r w:rsidRPr="00573E19">
        <w:rPr>
          <w:rtl/>
        </w:rPr>
        <w:t xml:space="preserve"> الذبيحة اسم ولا يؤمن على الاسم إلا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محمد بن سنان عن الحسين بن المنذر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إنا نتكارى هؤلاء الأكراد في اقطاع الغنم وإنما هم عبدة النيران وأشباه ذلك</w:t>
      </w:r>
      <w:r w:rsidR="009C2257">
        <w:rPr>
          <w:rtl/>
        </w:rPr>
        <w:t xml:space="preserve"> </w:t>
      </w:r>
      <w:r w:rsidRPr="00573E19">
        <w:rPr>
          <w:rtl/>
        </w:rPr>
        <w:t>فتسقط العارضة فيذبحونها ويبيعونها</w:t>
      </w:r>
      <w:r w:rsidR="00CA4563">
        <w:rPr>
          <w:rtl/>
        </w:rPr>
        <w:t>،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ما أحب أن تفعله في مالك إنما الذبيحة</w:t>
      </w:r>
      <w:r w:rsidR="009C2257">
        <w:rPr>
          <w:rtl/>
        </w:rPr>
        <w:t xml:space="preserve"> </w:t>
      </w:r>
      <w:r w:rsidRPr="00573E19">
        <w:rPr>
          <w:rtl/>
        </w:rPr>
        <w:t>اسم ولا يؤمن على الاسم إلا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محمد بن سنان عن إسماعيل بن جابر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تأكل ذبائحهم ولا تأكل في آنيتهم يعني أهل الكتاب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</w:t>
      </w:r>
    </w:p>
    <w:p w:rsidR="00FE5331" w:rsidRPr="00573E19" w:rsidRDefault="00FE5331" w:rsidP="00BE38D8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علي بن النعمان عن ابن مسكان عن قتيبة قال</w:t>
      </w:r>
      <w:r w:rsidR="00CA4563">
        <w:rPr>
          <w:rtl/>
        </w:rPr>
        <w:t>:</w:t>
      </w:r>
      <w:r w:rsidRPr="00573E19">
        <w:rPr>
          <w:rtl/>
        </w:rPr>
        <w:t xml:space="preserve"> سأل رجل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وانا عنده فقال</w:t>
      </w:r>
      <w:r w:rsidR="00CA4563">
        <w:rPr>
          <w:rtl/>
        </w:rPr>
        <w:t>:</w:t>
      </w:r>
      <w:r w:rsidRPr="00573E19">
        <w:rPr>
          <w:rtl/>
        </w:rPr>
        <w:t xml:space="preserve"> الغنم ترسل ففيها اليهودي والنصراني فيعرض فيها</w:t>
      </w:r>
      <w:r w:rsidR="009C2257">
        <w:rPr>
          <w:rtl/>
        </w:rPr>
        <w:t xml:space="preserve"> </w:t>
      </w:r>
      <w:r w:rsidRPr="00573E19">
        <w:rPr>
          <w:rtl/>
        </w:rPr>
        <w:t>العارض فتذبح أنأكل ذبيحته</w:t>
      </w:r>
      <w:r>
        <w:rPr>
          <w:rtl/>
        </w:rPr>
        <w:t>؟</w:t>
      </w:r>
      <w:r w:rsidRPr="00573E19">
        <w:rPr>
          <w:rtl/>
        </w:rPr>
        <w:t xml:space="preserve"> فقال له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تدخل ثمنها</w:t>
      </w:r>
      <w:r w:rsidR="009C2257">
        <w:rPr>
          <w:rtl/>
        </w:rPr>
        <w:t xml:space="preserve"> </w:t>
      </w:r>
      <w:r w:rsidRPr="00573E19">
        <w:rPr>
          <w:rtl/>
        </w:rPr>
        <w:t>مالك ولا تأكلها فإنما هو الاسم ولا يؤمن عليها إلا مسلم</w:t>
      </w:r>
      <w:r w:rsidR="00CA4563">
        <w:rPr>
          <w:rtl/>
        </w:rPr>
        <w:t>،</w:t>
      </w:r>
      <w:r w:rsidRPr="00573E19">
        <w:rPr>
          <w:rtl/>
        </w:rPr>
        <w:t xml:space="preserve"> فقال له الرجل </w:t>
      </w:r>
      <w:r w:rsidR="00BE38D8" w:rsidRPr="00FE5331">
        <w:rPr>
          <w:rStyle w:val="libAlaemChar"/>
          <w:rtl/>
        </w:rPr>
        <w:t>(</w:t>
      </w:r>
      <w:r w:rsidR="00BE38D8" w:rsidRPr="00BE38D8">
        <w:rPr>
          <w:rStyle w:val="libAieChar"/>
          <w:rtl/>
        </w:rPr>
        <w:t>أُحِلَّ لَكُمُ الطَّيِّبَاتُ وَطَعَامُ الَّذِينَ أُوتُوا الْكِتَابَ حِلٌّ لَّكُمْ وَطَعَامُكُمْ حِلٌّ لَّهُمْ</w:t>
      </w:r>
      <w:r w:rsidR="00BE38D8" w:rsidRPr="00FE5331">
        <w:rPr>
          <w:rStyle w:val="libAlaemChar"/>
          <w:rtl/>
        </w:rPr>
        <w:t>)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كان</w:t>
      </w:r>
      <w:r w:rsidR="009C2257">
        <w:rPr>
          <w:rtl/>
        </w:rPr>
        <w:t xml:space="preserve"> </w:t>
      </w:r>
      <w:r w:rsidRPr="00573E19">
        <w:rPr>
          <w:rtl/>
        </w:rPr>
        <w:t>أبي يقول إنما هي الحبوب وأشباهها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محمد بن أبي عمير عن حماد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عليه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- 2</w:t>
      </w:r>
      <w:r w:rsidRPr="00501E62">
        <w:rPr>
          <w:rtl/>
        </w:rPr>
        <w:t>99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54 الكافي ج </w:t>
      </w:r>
      <w:r>
        <w:rPr>
          <w:rtl/>
        </w:rPr>
        <w:t>2</w:t>
      </w:r>
      <w:r w:rsidRPr="00501E62">
        <w:rPr>
          <w:rtl/>
        </w:rPr>
        <w:t xml:space="preserve"> ص 149.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00</w:t>
      </w:r>
      <w:r>
        <w:rPr>
          <w:rtl/>
        </w:rPr>
        <w:t xml:space="preserve"> - 3</w:t>
      </w:r>
      <w:r w:rsidRPr="00573E19">
        <w:rPr>
          <w:rtl/>
        </w:rPr>
        <w:t>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54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150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0</w:t>
      </w:r>
      <w:r>
        <w:rPr>
          <w:rtl/>
        </w:rPr>
        <w:t>2 - 3</w:t>
      </w:r>
      <w:r w:rsidRPr="00573E19">
        <w:rPr>
          <w:rtl/>
        </w:rPr>
        <w:t>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54 الكافي ج </w:t>
      </w:r>
      <w:r>
        <w:rPr>
          <w:rtl/>
        </w:rPr>
        <w:t>2</w:t>
      </w:r>
      <w:r w:rsidRPr="00573E19">
        <w:rPr>
          <w:rtl/>
        </w:rPr>
        <w:t xml:space="preserve"> ص 150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عن ذبائح نصارى العرب هل تؤكل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ينهى</w:t>
      </w:r>
      <w:r w:rsidR="009C2257">
        <w:rPr>
          <w:rtl/>
        </w:rPr>
        <w:t xml:space="preserve"> </w:t>
      </w:r>
      <w:r w:rsidRPr="00573E19">
        <w:rPr>
          <w:rtl/>
        </w:rPr>
        <w:t>عن أكل ذبائحهم وصيدهم فقال</w:t>
      </w:r>
      <w:r w:rsidR="00CA4563">
        <w:rPr>
          <w:rtl/>
        </w:rPr>
        <w:t>:</w:t>
      </w:r>
      <w:r w:rsidRPr="00573E19">
        <w:rPr>
          <w:rtl/>
        </w:rPr>
        <w:t xml:space="preserve"> لا يذبح لك يهودي ولا نصراني أضحيتك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حماد بن عيسى عن الحسين بن المختار عن الحسن بن عبد الله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اصطحب المعلى بن خنيس وابن أبي يعفور في سفر فأكل أحدهما ذبيحة اليهودي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والنصراني وأبي أكلها الآخر فاجتمعا عند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فأخبراه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أيكما الذي أباه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أنا فقال</w:t>
      </w:r>
      <w:r w:rsidR="00CA4563">
        <w:rPr>
          <w:rtl/>
        </w:rPr>
        <w:t>:</w:t>
      </w:r>
      <w:r w:rsidRPr="00573E19">
        <w:rPr>
          <w:rtl/>
        </w:rPr>
        <w:t xml:space="preserve"> أحسنت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النضر بن سويد عن عاصم بن حميد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سمعت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لا يذبح أضحيتك يهودي ولا نصراني ولا المجوسي</w:t>
      </w:r>
      <w:r w:rsidR="009C2257">
        <w:rPr>
          <w:rtl/>
        </w:rPr>
        <w:t xml:space="preserve"> </w:t>
      </w:r>
      <w:r w:rsidRPr="00573E19">
        <w:rPr>
          <w:rtl/>
        </w:rPr>
        <w:t>وإن كانت امرأة فلتذبح لنفسها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فضالة عن أبان عن سلمة أبي حفص عن أبي عبد الله عن أبيه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يذبح ضحاياك اليهود والنصارى</w:t>
      </w:r>
      <w:r w:rsidR="00CA4563">
        <w:rPr>
          <w:rtl/>
        </w:rPr>
        <w:t>،</w:t>
      </w:r>
      <w:r w:rsidRPr="00573E19">
        <w:rPr>
          <w:rtl/>
        </w:rPr>
        <w:t xml:space="preserve"> ولا يذبحها</w:t>
      </w:r>
      <w:r w:rsidR="009C2257">
        <w:rPr>
          <w:rtl/>
        </w:rPr>
        <w:t xml:space="preserve"> </w:t>
      </w:r>
      <w:r w:rsidRPr="00573E19">
        <w:rPr>
          <w:rtl/>
        </w:rPr>
        <w:t>إلا 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عنه القاسم بن محمد عن علي عن أبي بصير قال قال لي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تأكل من ذبيحة المجوسي</w:t>
      </w:r>
      <w:r w:rsidR="00CA4563">
        <w:rPr>
          <w:rtl/>
        </w:rPr>
        <w:t>،</w:t>
      </w:r>
      <w:r w:rsidRPr="00573E19">
        <w:rPr>
          <w:rtl/>
        </w:rPr>
        <w:t xml:space="preserve"> قال وقال لا تأكل ذبيحة نصارى تغلب فإنهم مشركوا</w:t>
      </w:r>
      <w:r w:rsidR="009C2257">
        <w:rPr>
          <w:rtl/>
        </w:rPr>
        <w:t xml:space="preserve"> </w:t>
      </w:r>
      <w:r w:rsidRPr="00573E19">
        <w:rPr>
          <w:rtl/>
        </w:rPr>
        <w:t>العرب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عنه عن عمرو بن عثمان عن المفضل بن صالح عن زيد الشحام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ذبيحة الذمي فقال</w:t>
      </w:r>
      <w:r w:rsidR="00CA4563">
        <w:rPr>
          <w:rtl/>
        </w:rPr>
        <w:t>:</w:t>
      </w:r>
      <w:r w:rsidRPr="00573E19">
        <w:rPr>
          <w:rtl/>
        </w:rPr>
        <w:t xml:space="preserve"> لا تأكله ان سمى وإن لم يسم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عنه عن حنان بن سدير قال</w:t>
      </w:r>
      <w:r w:rsidR="00CA4563">
        <w:rPr>
          <w:rtl/>
        </w:rPr>
        <w:t>:</w:t>
      </w:r>
      <w:r w:rsidRPr="00573E19">
        <w:rPr>
          <w:rtl/>
        </w:rPr>
        <w:t xml:space="preserve"> دخلت على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</w:t>
      </w:r>
      <w:r w:rsidRPr="00501E62">
        <w:rPr>
          <w:rtl/>
        </w:rPr>
        <w:t>05</w:t>
      </w:r>
      <w:r>
        <w:rPr>
          <w:rtl/>
        </w:rPr>
        <w:t xml:space="preserve"> - 3</w:t>
      </w:r>
      <w:r w:rsidRPr="00501E62">
        <w:rPr>
          <w:rtl/>
        </w:rPr>
        <w:t>06</w:t>
      </w:r>
      <w:r>
        <w:rPr>
          <w:rtl/>
        </w:rPr>
        <w:t xml:space="preserve"> - 3</w:t>
      </w:r>
      <w:r w:rsidRPr="00501E62">
        <w:rPr>
          <w:rtl/>
        </w:rPr>
        <w:t>07</w:t>
      </w:r>
      <w:r>
        <w:rPr>
          <w:rtl/>
        </w:rPr>
        <w:t xml:space="preserve"> - 3</w:t>
      </w:r>
      <w:r w:rsidRPr="00501E62">
        <w:rPr>
          <w:rtl/>
        </w:rPr>
        <w:t>08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54 واخرج الأول الكليني في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الكافي ج </w:t>
      </w:r>
      <w:r>
        <w:rPr>
          <w:rtl/>
        </w:rPr>
        <w:t>2</w:t>
      </w:r>
      <w:r w:rsidRPr="00501E62">
        <w:rPr>
          <w:rtl/>
        </w:rPr>
        <w:t xml:space="preserve"> ص 149.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54 الكافي ج </w:t>
      </w:r>
      <w:r>
        <w:rPr>
          <w:rtl/>
        </w:rPr>
        <w:t>2</w:t>
      </w:r>
      <w:r w:rsidRPr="00573E19">
        <w:rPr>
          <w:rtl/>
        </w:rPr>
        <w:t xml:space="preserve"> ص 149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54 الكافي ج </w:t>
      </w:r>
      <w:r>
        <w:rPr>
          <w:rtl/>
        </w:rPr>
        <w:t>2</w:t>
      </w:r>
      <w:r w:rsidRPr="00573E19">
        <w:rPr>
          <w:rtl/>
        </w:rPr>
        <w:t xml:space="preserve"> ص 150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وأبي قال فقلنا له</w:t>
      </w:r>
      <w:r w:rsidR="00CA4563">
        <w:rPr>
          <w:rtl/>
        </w:rPr>
        <w:t>:</w:t>
      </w:r>
      <w:r w:rsidRPr="00573E19">
        <w:rPr>
          <w:rtl/>
        </w:rPr>
        <w:t xml:space="preserve"> جعلنا فداك إن لنا خلطاء من النصارى وإنا نأتيهم فيذبحون لنا</w:t>
      </w:r>
      <w:r w:rsidR="009C2257">
        <w:rPr>
          <w:rtl/>
        </w:rPr>
        <w:t xml:space="preserve"> </w:t>
      </w:r>
      <w:r w:rsidRPr="00573E19">
        <w:rPr>
          <w:rtl/>
        </w:rPr>
        <w:t>الدجاج والفراخ والجدي أنأكلها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لا تأكلوها ولا تقربوها فإنهم يقولون</w:t>
      </w:r>
      <w:r w:rsidR="009C2257">
        <w:rPr>
          <w:rtl/>
        </w:rPr>
        <w:t xml:space="preserve"> </w:t>
      </w:r>
      <w:r w:rsidRPr="00573E19">
        <w:rPr>
          <w:rtl/>
        </w:rPr>
        <w:t>على ذبائحهم ما لا أحب لكم أكلها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فلما قدمنا الكوفة دعانا بعضهم فأبينا أن</w:t>
      </w:r>
      <w:r w:rsidR="009C2257">
        <w:rPr>
          <w:rtl/>
        </w:rPr>
        <w:t xml:space="preserve"> </w:t>
      </w:r>
      <w:r w:rsidRPr="00573E19">
        <w:rPr>
          <w:rtl/>
        </w:rPr>
        <w:t>نذهب فقال</w:t>
      </w:r>
      <w:r w:rsidR="00CA4563">
        <w:rPr>
          <w:rtl/>
        </w:rPr>
        <w:t>:</w:t>
      </w:r>
      <w:r w:rsidRPr="00573E19">
        <w:rPr>
          <w:rtl/>
        </w:rPr>
        <w:t xml:space="preserve"> ما بالكم كنتم تأتونا ثم تركتموه اليوم</w:t>
      </w:r>
      <w:r>
        <w:rPr>
          <w:rtl/>
        </w:rPr>
        <w:t>؟</w:t>
      </w:r>
      <w:r w:rsidRPr="00573E19">
        <w:rPr>
          <w:rtl/>
        </w:rPr>
        <w:t xml:space="preserve"> قال قلنا إن عالما لنا نهانا زعم</w:t>
      </w:r>
      <w:r w:rsidR="009C2257">
        <w:rPr>
          <w:rtl/>
        </w:rPr>
        <w:t xml:space="preserve"> </w:t>
      </w:r>
      <w:r w:rsidRPr="00573E19">
        <w:rPr>
          <w:rtl/>
        </w:rPr>
        <w:t>انكم تقولون في ذبائحكم شيئا لا يحب لنا أكلها فقال</w:t>
      </w:r>
      <w:r w:rsidR="00CA4563">
        <w:rPr>
          <w:rtl/>
        </w:rPr>
        <w:t>:</w:t>
      </w:r>
      <w:r w:rsidRPr="00573E19">
        <w:rPr>
          <w:rtl/>
        </w:rPr>
        <w:t xml:space="preserve"> من ذا العالم</w:t>
      </w:r>
      <w:r>
        <w:rPr>
          <w:rtl/>
        </w:rPr>
        <w:t>؟</w:t>
      </w:r>
      <w:r w:rsidRPr="00573E19">
        <w:rPr>
          <w:rtl/>
        </w:rPr>
        <w:t xml:space="preserve"> إذا والله أعلم من</w:t>
      </w:r>
      <w:r w:rsidR="009C2257">
        <w:rPr>
          <w:rtl/>
        </w:rPr>
        <w:t xml:space="preserve"> </w:t>
      </w:r>
      <w:r w:rsidRPr="00573E19">
        <w:rPr>
          <w:rtl/>
        </w:rPr>
        <w:t>خلق الله صدق والله انا لنقول باسم المسيح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 xml:space="preserve">عنه عن فضالة بن أيوب عن العلا عن محمد بن مسلم عن أبي جعفر </w:t>
      </w:r>
      <w:r w:rsidR="002D79FE" w:rsidRPr="002D79FE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نصارى العرب أتؤكل ذبائحهم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ينهى عن ذبائحهم وعن صيدهم وعن مناكحتهم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 xml:space="preserve">عنه عن يوسف بن عقيل عن محمد بن قيس عن أبي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تأكلوا ذبيحة نصارى العرب فإنهم ليسوا</w:t>
      </w:r>
      <w:r w:rsidR="009C2257">
        <w:rPr>
          <w:rtl/>
        </w:rPr>
        <w:t xml:space="preserve"> </w:t>
      </w:r>
      <w:r w:rsidRPr="00573E19">
        <w:rPr>
          <w:rtl/>
        </w:rPr>
        <w:t>أهل الكتاب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عنه عن حماد بن عيسى عن الحسين بن المختار عن الحسن بن عبد الله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إنا نكون في الجبل فنبعث الرعاة إلى الغنم فربما</w:t>
      </w:r>
      <w:r w:rsidR="009C2257">
        <w:rPr>
          <w:rtl/>
        </w:rPr>
        <w:t xml:space="preserve"> </w:t>
      </w:r>
      <w:r w:rsidRPr="00573E19">
        <w:rPr>
          <w:rtl/>
        </w:rPr>
        <w:t>عطبت الشاة فأصابها شئ فذبحوها فنأكلها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إنما هي الذبيحة فلا يؤمن عليها</w:t>
      </w:r>
      <w:r w:rsidR="009C2257">
        <w:rPr>
          <w:rtl/>
        </w:rPr>
        <w:t xml:space="preserve"> </w:t>
      </w:r>
      <w:r w:rsidRPr="00573E19">
        <w:rPr>
          <w:rtl/>
        </w:rPr>
        <w:t>إلا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عنه عن النضر بن سويد عن شعيب العقرقوفي قال</w:t>
      </w:r>
      <w:r w:rsidR="00CA4563">
        <w:rPr>
          <w:rtl/>
        </w:rPr>
        <w:t>:</w:t>
      </w:r>
      <w:r w:rsidRPr="00573E19">
        <w:rPr>
          <w:rtl/>
        </w:rPr>
        <w:t xml:space="preserve"> كنت عند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ومعنا أبو بصير وأناس من أهل الجبل يسئلونه عن ذبائح أهل الكتاب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FE5331">
        <w:rPr>
          <w:rtl/>
        </w:rPr>
        <w:t>*</w:t>
      </w:r>
      <w:r>
        <w:rPr>
          <w:rtl/>
        </w:rPr>
        <w:t xml:space="preserve"> - </w:t>
      </w:r>
      <w:r w:rsidRPr="00FE5331">
        <w:rPr>
          <w:rtl/>
        </w:rPr>
        <w:t>311</w:t>
      </w:r>
      <w:r>
        <w:rPr>
          <w:rtl/>
        </w:rPr>
        <w:t xml:space="preserve"> - </w:t>
      </w:r>
      <w:r w:rsidRPr="00FE5331">
        <w:rPr>
          <w:rtl/>
        </w:rPr>
        <w:t xml:space="preserve">التهذيب ج 2 ص 354 الكافي ج 2 ص 149 وفيه ( علي بن الحسين </w:t>
      </w:r>
      <w:r w:rsidRPr="00FE5331">
        <w:rPr>
          <w:rStyle w:val="libAlaemChar"/>
          <w:rtl/>
        </w:rPr>
        <w:t>عليهما‌السلام</w:t>
      </w:r>
      <w:r w:rsidRPr="00501E62">
        <w:rPr>
          <w:rtl/>
        </w:rPr>
        <w:t xml:space="preserve"> )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1</w:t>
      </w:r>
      <w:r>
        <w:rPr>
          <w:rtl/>
        </w:rPr>
        <w:t>2 - 3</w:t>
      </w:r>
      <w:r w:rsidRPr="00501E62">
        <w:rPr>
          <w:rtl/>
        </w:rPr>
        <w:t>1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54 واخرج الأخير الكليني في الكافي ج </w:t>
      </w:r>
      <w:r>
        <w:rPr>
          <w:rtl/>
        </w:rPr>
        <w:t>2</w:t>
      </w:r>
      <w:r w:rsidRPr="00501E62">
        <w:rPr>
          <w:rtl/>
        </w:rPr>
        <w:t xml:space="preserve"> ص 149</w:t>
      </w:r>
      <w:r w:rsidR="009C2257">
        <w:rPr>
          <w:rtl/>
        </w:rPr>
        <w:t xml:space="preserve"> </w:t>
      </w:r>
      <w:r w:rsidRPr="00501E62">
        <w:rPr>
          <w:rtl/>
        </w:rPr>
        <w:t xml:space="preserve">الفقيه ص </w:t>
      </w:r>
      <w:r>
        <w:rPr>
          <w:rtl/>
        </w:rPr>
        <w:t>3</w:t>
      </w:r>
      <w:r w:rsidRPr="00501E62">
        <w:rPr>
          <w:rtl/>
        </w:rPr>
        <w:t>0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54 وهو جزء 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فقال لهم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قد سمعتم ما قال الله تعالى في كتابه فقالوا له نحب</w:t>
      </w:r>
      <w:r w:rsidR="009C2257">
        <w:rPr>
          <w:rtl/>
        </w:rPr>
        <w:t xml:space="preserve"> </w:t>
      </w:r>
      <w:r w:rsidRPr="00573E19">
        <w:rPr>
          <w:rtl/>
        </w:rPr>
        <w:t>أن تخبرنا فقال</w:t>
      </w:r>
      <w:r w:rsidR="00CA4563">
        <w:rPr>
          <w:rtl/>
        </w:rPr>
        <w:t>:</w:t>
      </w:r>
      <w:r w:rsidRPr="00573E19">
        <w:rPr>
          <w:rtl/>
        </w:rPr>
        <w:t xml:space="preserve"> لا تأكلوها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 xml:space="preserve">عنه عن محمد بن أبي عمير عن الحسين الأحمسي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 قال له رجل أصلحك الله إن لنا جارا قصابا وهو يحبئ بيهودي فيذبح له</w:t>
      </w:r>
      <w:r w:rsidR="009C2257">
        <w:rPr>
          <w:rtl/>
        </w:rPr>
        <w:t xml:space="preserve"> </w:t>
      </w:r>
      <w:r w:rsidRPr="00573E19">
        <w:rPr>
          <w:rtl/>
        </w:rPr>
        <w:t>حتى يشتري منه اليهود فقال</w:t>
      </w:r>
      <w:r w:rsidR="00CA4563">
        <w:rPr>
          <w:rtl/>
        </w:rPr>
        <w:t>:</w:t>
      </w:r>
      <w:r w:rsidRPr="00573E19">
        <w:rPr>
          <w:rtl/>
        </w:rPr>
        <w:t xml:space="preserve"> لا تأكل ذبيحته ولا تشتر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الصفار عن الحسن بن موسى الخشاب عن غياث بن كلوب عن إسحاق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عمار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يقول لا يذبح</w:t>
      </w:r>
      <w:r w:rsidR="009C2257">
        <w:rPr>
          <w:rtl/>
        </w:rPr>
        <w:t xml:space="preserve"> </w:t>
      </w:r>
      <w:r w:rsidRPr="00573E19">
        <w:rPr>
          <w:rtl/>
        </w:rPr>
        <w:t>نسككم إلا أهل ملتكم ولا تصدقوا بشئ من نسككم إلا على المسلمين وتصدقوا مما</w:t>
      </w:r>
      <w:r w:rsidR="009C2257">
        <w:rPr>
          <w:rtl/>
        </w:rPr>
        <w:t xml:space="preserve"> </w:t>
      </w:r>
      <w:r w:rsidRPr="00573E19">
        <w:rPr>
          <w:rtl/>
        </w:rPr>
        <w:t>سواه غير الزكاة على أهل الذمة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عنه عن أحمد بن الحسن بن علي بن فضال عن أبيه عن أبي المعزا حميد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المثنى عن سماعة عن العبد الصالح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إنه سأله عن ذبيحة اليهودي والنصراني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 تقربوها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الحسين بن سعيد عن القاسم بن محمد عن محمد بن يحيى الخثعمي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أتاني</w:t>
      </w:r>
      <w:r w:rsidR="00CA4563">
        <w:rPr>
          <w:rtl/>
        </w:rPr>
        <w:t>:</w:t>
      </w:r>
      <w:r w:rsidRPr="00573E19">
        <w:rPr>
          <w:rtl/>
        </w:rPr>
        <w:t xml:space="preserve"> رجلان أظنهما من أهل الجبل فسألني أحدهما عن</w:t>
      </w:r>
      <w:r w:rsidR="009C2257">
        <w:rPr>
          <w:rtl/>
        </w:rPr>
        <w:t xml:space="preserve"> </w:t>
      </w:r>
      <w:r w:rsidRPr="00573E19">
        <w:rPr>
          <w:rtl/>
        </w:rPr>
        <w:t>الذبيحة فقلت</w:t>
      </w:r>
      <w:r w:rsidR="00CA4563">
        <w:rPr>
          <w:rtl/>
        </w:rPr>
        <w:t>:</w:t>
      </w:r>
      <w:r w:rsidRPr="00573E19">
        <w:rPr>
          <w:rtl/>
        </w:rPr>
        <w:t xml:space="preserve"> لا تأكل قال</w:t>
      </w:r>
      <w:r w:rsidR="00CA4563">
        <w:rPr>
          <w:rtl/>
        </w:rPr>
        <w:t>:</w:t>
      </w:r>
      <w:r w:rsidRPr="00573E19">
        <w:rPr>
          <w:rtl/>
        </w:rPr>
        <w:t xml:space="preserve"> محمد فسألته انا عن ذبيحة اليهودي والنصراني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 تأكل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19</w:t>
      </w:r>
    </w:p>
    <w:p w:rsidR="00FE5331" w:rsidRPr="00573E19" w:rsidRDefault="00FE5331" w:rsidP="00BE38D8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عمر بن أذينة عن زرارة</w:t>
      </w:r>
      <w:r w:rsidR="009C2257">
        <w:rPr>
          <w:rtl/>
        </w:rPr>
        <w:t xml:space="preserve"> </w:t>
      </w:r>
      <w:r w:rsidRPr="00573E19">
        <w:rPr>
          <w:rtl/>
        </w:rPr>
        <w:t>عن حمران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في ذبيحة الناصب واليهودي والنصراني</w:t>
      </w:r>
      <w:r w:rsidR="009C2257">
        <w:rPr>
          <w:rtl/>
        </w:rPr>
        <w:t xml:space="preserve"> </w:t>
      </w:r>
      <w:r w:rsidRPr="00573E19">
        <w:rPr>
          <w:rtl/>
        </w:rPr>
        <w:t>لا تأكل ذبيحته حتى تسمعه يذكر اسم الله قلت المجوسي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نعم إذا سمعته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يذكر اسم الله أما سمعت قول الله تعالى </w:t>
      </w:r>
      <w:r w:rsidR="00BE38D8" w:rsidRPr="00FE5331">
        <w:rPr>
          <w:rStyle w:val="libAlaemChar"/>
          <w:rtl/>
        </w:rPr>
        <w:t>(</w:t>
      </w:r>
      <w:r w:rsidR="00BE38D8" w:rsidRPr="00BE38D8">
        <w:rPr>
          <w:rStyle w:val="libAieChar"/>
          <w:rtl/>
        </w:rPr>
        <w:t>وَلَا تَأْكُلُوا مِمَّا لَمْ يُذْكَرِ‌ اسْمُ اللَّـهِ عَلَيْهِ</w:t>
      </w:r>
      <w:r w:rsidR="00BE38D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15</w:t>
      </w:r>
      <w:r>
        <w:rPr>
          <w:rtl/>
        </w:rPr>
        <w:t xml:space="preserve"> - 3</w:t>
      </w:r>
      <w:r w:rsidRPr="00501E62">
        <w:rPr>
          <w:rtl/>
        </w:rPr>
        <w:t>16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55 واخرج الأول الكليني في الكافي ج </w:t>
      </w:r>
      <w:r>
        <w:rPr>
          <w:rtl/>
        </w:rPr>
        <w:t>2</w:t>
      </w:r>
      <w:r w:rsidRPr="00501E62">
        <w:rPr>
          <w:rtl/>
        </w:rPr>
        <w:t xml:space="preserve"> ص 149.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17</w:t>
      </w:r>
      <w:r>
        <w:rPr>
          <w:rtl/>
        </w:rPr>
        <w:t xml:space="preserve"> - 3</w:t>
      </w:r>
      <w:r w:rsidRPr="00573E19">
        <w:rPr>
          <w:rtl/>
        </w:rPr>
        <w:t>18</w:t>
      </w:r>
      <w:r>
        <w:rPr>
          <w:rtl/>
        </w:rPr>
        <w:t xml:space="preserve"> - 3</w:t>
      </w: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55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149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22 - </w:t>
      </w:r>
      <w:r w:rsidRPr="00573E19">
        <w:rPr>
          <w:rtl/>
        </w:rPr>
        <w:t>عنه عن فضالة بن أيوب عن القاسم بن يزيد عن محمد بن مسلم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ذبيحة المشرك إذا ذكر اسم الله عليه وأنت تسمع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ولا تأكل ذبيحة نصارى العرب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23 - </w:t>
      </w:r>
      <w:r w:rsidRPr="00573E19">
        <w:rPr>
          <w:rtl/>
        </w:rPr>
        <w:t>عنه عن محمد بن أبي عمير عن جميل ومحمد بن حمران انهما سألا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ذبائح اليهود والنصارى والمجوس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CA4563">
        <w:rPr>
          <w:rtl/>
        </w:rPr>
        <w:t>،</w:t>
      </w:r>
      <w:r w:rsidRPr="00573E19">
        <w:rPr>
          <w:rtl/>
        </w:rPr>
        <w:t xml:space="preserve"> فقال بعضهم</w:t>
      </w:r>
      <w:r w:rsidR="009C2257">
        <w:rPr>
          <w:rtl/>
        </w:rPr>
        <w:t xml:space="preserve"> </w:t>
      </w:r>
      <w:r w:rsidRPr="00573E19">
        <w:rPr>
          <w:rtl/>
        </w:rPr>
        <w:t>انهم لا يسمون فقال</w:t>
      </w:r>
      <w:r w:rsidR="00CA4563">
        <w:rPr>
          <w:rtl/>
        </w:rPr>
        <w:t>:</w:t>
      </w:r>
      <w:r w:rsidRPr="00573E19">
        <w:rPr>
          <w:rtl/>
        </w:rPr>
        <w:t xml:space="preserve"> فإن حضرتموهم فلم يسموا فلا تأكلوا وقال</w:t>
      </w:r>
      <w:r w:rsidR="00CA4563">
        <w:rPr>
          <w:rtl/>
        </w:rPr>
        <w:t>:</w:t>
      </w:r>
      <w:r w:rsidRPr="00573E19">
        <w:rPr>
          <w:rtl/>
        </w:rPr>
        <w:t xml:space="preserve"> إذا غاب فكل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صفوان عن ابن مسكان عن محمد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ذبيحة أهل الكتاب ونسائهم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القاسم بن محمد عن جميل بن صالح عن عبد الملك بن عمرو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ما تقول في ذبائح النصارى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بها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فإنهم يذكرون عليها المسيح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إنما أرادوا بالمسيح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الحسن عن القاسم بن محمد عن علي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ذبيحة اليهودي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حلال قلت</w:t>
      </w:r>
      <w:r w:rsidR="00CA4563">
        <w:rPr>
          <w:rtl/>
        </w:rPr>
        <w:t>:</w:t>
      </w:r>
      <w:r w:rsidRPr="00573E19">
        <w:rPr>
          <w:rtl/>
        </w:rPr>
        <w:t xml:space="preserve"> فإن سمى المسيح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وإن سمى فإنه إنما أراد به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5</w:t>
      </w:r>
    </w:p>
    <w:p w:rsidR="00FE5331" w:rsidRPr="00573E19" w:rsidRDefault="00FE5331" w:rsidP="00BE38D8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فضالة عن سيف بن عميرة عن أبي بكر الحضرمي عن أبي الورد</w:t>
      </w:r>
      <w:r w:rsidR="009C2257">
        <w:rPr>
          <w:rtl/>
        </w:rPr>
        <w:t xml:space="preserve"> </w:t>
      </w:r>
      <w:r w:rsidRPr="00573E19">
        <w:rPr>
          <w:rtl/>
        </w:rPr>
        <w:t>ابن زيد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حدثني حديثا وأمله علي حتى اكتبه</w:t>
      </w:r>
      <w:r w:rsidR="009C2257">
        <w:rPr>
          <w:rtl/>
        </w:rPr>
        <w:t xml:space="preserve"> </w:t>
      </w:r>
      <w:r w:rsidRPr="00573E19">
        <w:rPr>
          <w:rtl/>
        </w:rPr>
        <w:t>فقال أين حفظكم يا أهل الكوفة</w:t>
      </w:r>
      <w:r>
        <w:rPr>
          <w:rtl/>
        </w:rPr>
        <w:t>؟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حتى لا يرده علي أحد ما تقول في مجوسي</w:t>
      </w:r>
      <w:r w:rsidR="009C2257">
        <w:rPr>
          <w:rtl/>
        </w:rPr>
        <w:t xml:space="preserve"> </w:t>
      </w:r>
      <w:r w:rsidRPr="00573E19">
        <w:rPr>
          <w:rtl/>
        </w:rPr>
        <w:t>قال بسم الله ثم ذبح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مسلم ذبح ولم يسم قال</w:t>
      </w:r>
      <w:r w:rsidR="00CA4563">
        <w:rPr>
          <w:rtl/>
        </w:rPr>
        <w:t>:</w:t>
      </w:r>
      <w:r w:rsidRPr="00573E19">
        <w:rPr>
          <w:rtl/>
        </w:rPr>
        <w:t xml:space="preserve"> لا تأكله إن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تعالى يقول </w:t>
      </w:r>
      <w:r w:rsidR="00BE38D8" w:rsidRPr="00FE5331">
        <w:rPr>
          <w:rStyle w:val="libAlaemChar"/>
          <w:rtl/>
        </w:rPr>
        <w:t>(</w:t>
      </w:r>
      <w:r w:rsidR="00BE38D8" w:rsidRPr="00BE38D8">
        <w:rPr>
          <w:rStyle w:val="libAieChar"/>
          <w:rtl/>
        </w:rPr>
        <w:t>فَكُلُوا مِمَّا ذُكِرَ‌ اسْمُ اللَّـهِ عَلَيْهِ</w:t>
      </w:r>
      <w:r w:rsidR="00BE38D8" w:rsidRPr="00BE38D8">
        <w:rPr>
          <w:rStyle w:val="libAieChar"/>
        </w:rPr>
        <w:t xml:space="preserve"> </w:t>
      </w:r>
      <w:r w:rsidR="00BE38D8" w:rsidRPr="00BE38D8">
        <w:rPr>
          <w:rStyle w:val="libAieChar"/>
          <w:rtl/>
        </w:rPr>
        <w:t>وَلَا تَأْكُلُوا مِمَّا لَمْ يُذْكَرِ‌ اسْمُ اللَّـهِ عَلَيْهِ</w:t>
      </w:r>
      <w:r w:rsidR="00BE38D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- 32</w:t>
      </w:r>
      <w:r w:rsidRPr="00501E62">
        <w:rPr>
          <w:rtl/>
        </w:rPr>
        <w:t>0</w:t>
      </w:r>
      <w:r>
        <w:rPr>
          <w:rtl/>
        </w:rPr>
        <w:t xml:space="preserve"> - 32</w:t>
      </w:r>
      <w:r w:rsidRPr="00501E62">
        <w:rPr>
          <w:rtl/>
        </w:rPr>
        <w:t>1</w:t>
      </w:r>
      <w:r>
        <w:rPr>
          <w:rtl/>
        </w:rPr>
        <w:t xml:space="preserve"> - 322 -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55.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- 323 -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55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- 32</w:t>
      </w:r>
      <w:r w:rsidRPr="00573E19">
        <w:rPr>
          <w:rtl/>
        </w:rPr>
        <w:t>4</w:t>
      </w:r>
      <w:r>
        <w:rPr>
          <w:rtl/>
        </w:rPr>
        <w:t xml:space="preserve"> - 32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55 واخرج الأخير الصدوق في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6</w:t>
      </w:r>
    </w:p>
    <w:p w:rsidR="00FE5331" w:rsidRPr="00573E19" w:rsidRDefault="00FE5331" w:rsidP="00A05482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عنه عن حماد بن عيسى عن حريز عن أبي عبد الله </w:t>
      </w:r>
      <w:r w:rsidR="00A05482" w:rsidRPr="00FE5331">
        <w:rPr>
          <w:rStyle w:val="libAlaemChar"/>
          <w:rtl/>
        </w:rPr>
        <w:t>عليه‌السلام</w:t>
      </w:r>
      <w:r w:rsidR="00A05482" w:rsidRPr="00573E19">
        <w:rPr>
          <w:rtl/>
        </w:rPr>
        <w:t xml:space="preserve"> </w:t>
      </w:r>
      <w:r w:rsidR="00CA4563">
        <w:rPr>
          <w:rtl/>
        </w:rPr>
        <w:t>،</w:t>
      </w:r>
      <w:r w:rsidRPr="00573E19">
        <w:rPr>
          <w:rtl/>
        </w:rPr>
        <w:t xml:space="preserve"> وزرارة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انهما قالا</w:t>
      </w:r>
      <w:r w:rsidR="00CA4563">
        <w:rPr>
          <w:rtl/>
        </w:rPr>
        <w:t>:</w:t>
      </w:r>
      <w:r w:rsidRPr="00573E19">
        <w:rPr>
          <w:rtl/>
        </w:rPr>
        <w:t xml:space="preserve"> في ذبائح أهل الكتاب فإذا شهدتموهم وقد سموا اسم الله فكلوا</w:t>
      </w:r>
      <w:r w:rsidR="009C2257">
        <w:rPr>
          <w:rtl/>
        </w:rPr>
        <w:t xml:space="preserve"> </w:t>
      </w:r>
      <w:r w:rsidRPr="00573E19">
        <w:rPr>
          <w:rtl/>
        </w:rPr>
        <w:t>ذبائحهم</w:t>
      </w:r>
      <w:r w:rsidR="00CA4563">
        <w:rPr>
          <w:rtl/>
        </w:rPr>
        <w:t>،</w:t>
      </w:r>
      <w:r w:rsidRPr="00573E19">
        <w:rPr>
          <w:rtl/>
        </w:rPr>
        <w:t xml:space="preserve"> وإن لم تشهدهم فلا تأكل</w:t>
      </w:r>
      <w:r w:rsidR="00CA4563">
        <w:rPr>
          <w:rtl/>
        </w:rPr>
        <w:t>،</w:t>
      </w:r>
      <w:r w:rsidRPr="00573E19">
        <w:rPr>
          <w:rtl/>
        </w:rPr>
        <w:t xml:space="preserve"> وإن أتاك رجل مسلم فأخبرك انهم سموا فكل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النضر بن سويد عن القاسم بن سليمان عن حريز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ذبائح اليهود والنصارى والمجوس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إذا سمعتهم يسمون</w:t>
      </w:r>
      <w:r w:rsidR="009C2257">
        <w:rPr>
          <w:rtl/>
        </w:rPr>
        <w:t xml:space="preserve"> </w:t>
      </w:r>
      <w:r w:rsidRPr="00573E19">
        <w:rPr>
          <w:rtl/>
        </w:rPr>
        <w:t>أو شهد لك من رآهم يسمون فكل</w:t>
      </w:r>
      <w:r w:rsidR="00CA4563">
        <w:rPr>
          <w:rtl/>
        </w:rPr>
        <w:t>،</w:t>
      </w:r>
      <w:r w:rsidRPr="00573E19">
        <w:rPr>
          <w:rtl/>
        </w:rPr>
        <w:t xml:space="preserve"> وإن لم تسمعهم ولم يشهد عندك من رآهم فلا</w:t>
      </w:r>
      <w:r w:rsidR="009C2257">
        <w:rPr>
          <w:rtl/>
        </w:rPr>
        <w:t xml:space="preserve"> </w:t>
      </w:r>
      <w:r w:rsidRPr="00573E19">
        <w:rPr>
          <w:rtl/>
        </w:rPr>
        <w:t>تأكل ذبيحتهم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الصفار عن أحمد بن محمد عن البرقي عن أحمد بن محمد عن يونس بن بهمن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الحسن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اهدى إلي قرابة لي نصراني دجاجا وفراخا قد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شواها وعمل لي فالوذجة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فآكله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سعد بن إسماعيل عن أبيه إسماعيل بن عيسى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ذبائح اليهود والنصارى وطعامهم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فأول ما في هذه الأخبار أنها لا تعارض الاخبار الأولة لان الأولة أكثر</w:t>
      </w:r>
      <w:r w:rsidR="00CA4563">
        <w:rPr>
          <w:rtl/>
        </w:rPr>
        <w:t>،</w:t>
      </w:r>
      <w:r w:rsidRPr="00573E19">
        <w:rPr>
          <w:rtl/>
        </w:rPr>
        <w:t xml:space="preserve"> وأيضا</w:t>
      </w:r>
      <w:r w:rsidR="009C2257">
        <w:rPr>
          <w:rtl/>
        </w:rPr>
        <w:t xml:space="preserve"> </w:t>
      </w:r>
      <w:r w:rsidRPr="00573E19">
        <w:rPr>
          <w:rtl/>
        </w:rPr>
        <w:t>فممن روى هذه الأخبار من روى ما ذكرناه أولا من الحظر منهم الحلبي وأبو بصير</w:t>
      </w:r>
      <w:r w:rsidR="009C2257">
        <w:rPr>
          <w:rtl/>
        </w:rPr>
        <w:t xml:space="preserve"> </w:t>
      </w:r>
      <w:r w:rsidRPr="00573E19">
        <w:rPr>
          <w:rtl/>
        </w:rPr>
        <w:t>ومحمد بن مسلم</w:t>
      </w:r>
      <w:r w:rsidR="00CA4563">
        <w:rPr>
          <w:rtl/>
        </w:rPr>
        <w:t>،</w:t>
      </w:r>
      <w:r w:rsidRPr="00573E19">
        <w:rPr>
          <w:rtl/>
        </w:rPr>
        <w:t xml:space="preserve"> ولو سلمت بعد ذلك من هذا كله لاحتملت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</w:t>
      </w:r>
      <w:r w:rsidR="009C2257">
        <w:rPr>
          <w:rtl/>
        </w:rPr>
        <w:t xml:space="preserve"> </w:t>
      </w:r>
      <w:r w:rsidRPr="00573E19">
        <w:rPr>
          <w:rtl/>
        </w:rPr>
        <w:t>نحملهما على حال الضرورة دون حال الاختيار لان عند الضرورة تحل الميتة فكيف ذبيحة</w:t>
      </w:r>
      <w:r w:rsidR="009C2257">
        <w:rPr>
          <w:rtl/>
        </w:rPr>
        <w:t xml:space="preserve"> </w:t>
      </w:r>
      <w:r w:rsidRPr="00573E19">
        <w:rPr>
          <w:rtl/>
        </w:rPr>
        <w:t>من خالف الاسلام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32 - </w:t>
      </w:r>
      <w:r w:rsidRPr="00573E19">
        <w:rPr>
          <w:rtl/>
        </w:rPr>
        <w:t>ما رواه محمد بن أحمد بن يحيى عن أحمد بن أبي حمزة القمي عن زكريا بن آدم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لي أبو الحسن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إني أنهاك عن ذبيحة كل من كان على خلاف الذي</w:t>
      </w:r>
      <w:r w:rsidR="009C2257">
        <w:rPr>
          <w:rtl/>
        </w:rPr>
        <w:t xml:space="preserve"> </w:t>
      </w:r>
      <w:r w:rsidRPr="00573E19">
        <w:rPr>
          <w:rtl/>
        </w:rPr>
        <w:t>أنت عليه وأصحابك إلا في وقت الضرورة إليه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الفالوذجة</w:t>
      </w:r>
      <w:r w:rsidR="00CA4563">
        <w:rPr>
          <w:rtl/>
        </w:rPr>
        <w:t>:</w:t>
      </w:r>
      <w:r w:rsidRPr="00573E19">
        <w:rPr>
          <w:rtl/>
        </w:rPr>
        <w:t xml:space="preserve"> حلواء تعمل من الحنطة مع السمن والعسل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- 32</w:t>
      </w:r>
      <w:r w:rsidRPr="00573E19">
        <w:rPr>
          <w:rtl/>
        </w:rPr>
        <w:t>6</w:t>
      </w:r>
      <w:r>
        <w:rPr>
          <w:rtl/>
        </w:rPr>
        <w:t xml:space="preserve"> - 32</w:t>
      </w:r>
      <w:r w:rsidRPr="00573E19">
        <w:rPr>
          <w:rtl/>
        </w:rPr>
        <w:t>7</w:t>
      </w:r>
      <w:r>
        <w:rPr>
          <w:rtl/>
        </w:rPr>
        <w:t xml:space="preserve"> - 32</w:t>
      </w:r>
      <w:r w:rsidRPr="00573E19">
        <w:rPr>
          <w:rtl/>
        </w:rPr>
        <w:t>8</w:t>
      </w:r>
      <w:r>
        <w:rPr>
          <w:rtl/>
        </w:rPr>
        <w:t xml:space="preserve"> - 32</w:t>
      </w:r>
      <w:r w:rsidRPr="00573E19">
        <w:rPr>
          <w:rtl/>
        </w:rPr>
        <w:t>9</w:t>
      </w:r>
      <w:r>
        <w:rPr>
          <w:rtl/>
        </w:rPr>
        <w:t xml:space="preserve"> - 33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55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والوجه 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هذه الأخبار وردت مورد التقية لان جميع من خالفنا</w:t>
      </w:r>
      <w:r w:rsidR="009C2257">
        <w:rPr>
          <w:rtl/>
        </w:rPr>
        <w:t xml:space="preserve"> </w:t>
      </w:r>
      <w:r w:rsidRPr="00573E19">
        <w:rPr>
          <w:rtl/>
        </w:rPr>
        <w:t>يرى إباحة ذلك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33 - </w:t>
      </w:r>
      <w:r w:rsidRPr="00573E19">
        <w:rPr>
          <w:rtl/>
        </w:rPr>
        <w:t>ما رواه محمد بن أحمد بن يحيى عن سهل بن زياد عن أحمد بن بشير عن</w:t>
      </w:r>
      <w:r w:rsidR="009C2257">
        <w:rPr>
          <w:rtl/>
        </w:rPr>
        <w:t xml:space="preserve"> </w:t>
      </w:r>
      <w:r w:rsidRPr="00573E19">
        <w:rPr>
          <w:rtl/>
        </w:rPr>
        <w:t>ابن أبي غفيلة الحسن بن أيوب عن داود بن كثير الرقي عن بشير بن أبي غيلان</w:t>
      </w:r>
      <w:r w:rsidR="009C2257">
        <w:rPr>
          <w:rtl/>
        </w:rPr>
        <w:t xml:space="preserve"> </w:t>
      </w:r>
      <w:r w:rsidRPr="00573E19">
        <w:rPr>
          <w:rtl/>
        </w:rPr>
        <w:t>الشيباني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ذبائح اليهود والنصارى والنصاب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فلوى شدقه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كلها إلى يوم ما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20" w:name="_Toc374810443"/>
      <w:bookmarkStart w:id="121" w:name="_Toc376954818"/>
      <w:r w:rsidRPr="00573E19">
        <w:rPr>
          <w:rtl/>
        </w:rPr>
        <w:t>5</w:t>
      </w:r>
      <w:r>
        <w:rPr>
          <w:rtl/>
        </w:rPr>
        <w:t xml:space="preserve">3 - </w:t>
      </w:r>
      <w:r w:rsidRPr="00573E19">
        <w:rPr>
          <w:rtl/>
        </w:rPr>
        <w:t xml:space="preserve">باب ذبائح من نصب العداوة لآل محمد </w:t>
      </w:r>
      <w:r w:rsidRPr="00FE5331">
        <w:rPr>
          <w:rStyle w:val="libAlaemChar"/>
          <w:rtl/>
        </w:rPr>
        <w:t>عليهم‌السلام</w:t>
      </w:r>
      <w:bookmarkEnd w:id="120"/>
      <w:bookmarkEnd w:id="12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زرعة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سمعت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ذبيحة الناصب لا تحل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حماد بن عيسى عن الحسين بن المختار عن أبي بصير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لم تحل ذبائح الحرورية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أحمد بن يحيى عن أحمد بن حمزة عن محمد بن علي عن يونس</w:t>
      </w:r>
      <w:r w:rsidR="009C2257">
        <w:rPr>
          <w:rtl/>
        </w:rPr>
        <w:t xml:space="preserve"> </w:t>
      </w:r>
      <w:r w:rsidRPr="00573E19">
        <w:rPr>
          <w:rtl/>
        </w:rPr>
        <w:t>ابن يعقوب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يشتري اللحم</w:t>
      </w:r>
      <w:r w:rsidR="009C2257">
        <w:rPr>
          <w:rtl/>
        </w:rPr>
        <w:t xml:space="preserve"> </w:t>
      </w:r>
      <w:r w:rsidRPr="00573E19">
        <w:rPr>
          <w:rtl/>
        </w:rPr>
        <w:t>من السوق وعنده من يذبح ويبيع من إخوانه فيتعمد الشراء من النصاب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أي شئ تسألني أن أقول</w:t>
      </w:r>
      <w:r>
        <w:rPr>
          <w:rtl/>
        </w:rPr>
        <w:t>؟</w:t>
      </w:r>
      <w:r w:rsidRPr="00573E19">
        <w:rPr>
          <w:rtl/>
        </w:rPr>
        <w:t xml:space="preserve"> ما يأكل إلا مثل الميتة والدم ولحم الخنزير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سبحان</w:t>
      </w:r>
      <w:r w:rsidR="009C2257">
        <w:rPr>
          <w:rtl/>
        </w:rPr>
        <w:t xml:space="preserve"> </w:t>
      </w:r>
      <w:r w:rsidRPr="00573E19">
        <w:rPr>
          <w:rtl/>
        </w:rPr>
        <w:t>الله مثل الميتة والدم ولحم الخنزير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نعم وأعظم عند الله من ذلك</w:t>
      </w:r>
      <w:r w:rsidR="00CA4563">
        <w:rPr>
          <w:rtl/>
        </w:rPr>
        <w:t>،</w:t>
      </w:r>
      <w:r w:rsidRPr="00573E19">
        <w:rPr>
          <w:rtl/>
        </w:rPr>
        <w:t xml:space="preserve"> ثم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هذا في قلبه على المؤمنين مرض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الحسين بن سعيد عن ابن أبي عمير عن عمر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أذينة عن حمران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 لا تأكل ذبيحة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الشدق بالفتح وبالكسر</w:t>
      </w:r>
      <w:r w:rsidR="00CA4563">
        <w:rPr>
          <w:rtl/>
        </w:rPr>
        <w:t>:</w:t>
      </w:r>
      <w:r w:rsidRPr="00573E19">
        <w:rPr>
          <w:rtl/>
        </w:rPr>
        <w:t xml:space="preserve"> زاوية الفم من باطن الخدين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5</w:t>
      </w:r>
      <w:r>
        <w:rPr>
          <w:rtl/>
        </w:rPr>
        <w:t>. - 332 - 333 - 33</w:t>
      </w:r>
      <w:r w:rsidRPr="00573E19">
        <w:rPr>
          <w:rtl/>
        </w:rPr>
        <w:t>4</w:t>
      </w:r>
      <w:r>
        <w:rPr>
          <w:rtl/>
        </w:rPr>
        <w:t xml:space="preserve"> - 33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الناصب إلا أن تسمعه يسمي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الحسن عن يوسف بن عقيل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ذبيحة من دان</w:t>
      </w:r>
      <w:r w:rsidR="009C2257">
        <w:rPr>
          <w:rtl/>
        </w:rPr>
        <w:t xml:space="preserve"> </w:t>
      </w:r>
      <w:r w:rsidRPr="00573E19">
        <w:rPr>
          <w:rtl/>
        </w:rPr>
        <w:t>بكلمة الاسلام وصام وصلى لكم حلال إذا ذكر اسم الله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من نصب الحرب والعداوة لآل محمد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لا يكون دان بكلمة الاسلام بل يكون دان بكلمة الكفر وهو خارج عما</w:t>
      </w:r>
      <w:r w:rsidR="009C2257">
        <w:rPr>
          <w:rtl/>
        </w:rPr>
        <w:t xml:space="preserve"> </w:t>
      </w:r>
      <w:r w:rsidRPr="00573E19">
        <w:rPr>
          <w:rtl/>
        </w:rPr>
        <w:t>تضمنه الخبر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محمولا على حال التقية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غير واحد عن أبي المعزا</w:t>
      </w:r>
      <w:r w:rsidR="00CA4563">
        <w:rPr>
          <w:rtl/>
        </w:rPr>
        <w:t>،</w:t>
      </w:r>
      <w:r w:rsidRPr="00573E19">
        <w:rPr>
          <w:rtl/>
        </w:rPr>
        <w:t xml:space="preserve"> والحسين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سعيد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ذبيحة المرجئ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والحروري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كل وقر واستقر حتى يكون يوما ما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ويمكن أن يكون الخبر مختصا بحال الضرورة حسب ما تضمنه الخبر الذي قدمناه</w:t>
      </w:r>
      <w:r w:rsidR="009C2257">
        <w:rPr>
          <w:rtl/>
        </w:rPr>
        <w:t xml:space="preserve"> </w:t>
      </w:r>
      <w:r w:rsidRPr="00573E19">
        <w:rPr>
          <w:rtl/>
        </w:rPr>
        <w:t>في الباب الأول عن زكريا بن آدم من قوله</w:t>
      </w:r>
      <w:r w:rsidR="00CA4563">
        <w:rPr>
          <w:rtl/>
        </w:rPr>
        <w:t>:</w:t>
      </w:r>
      <w:r w:rsidRPr="00573E19">
        <w:rPr>
          <w:rtl/>
        </w:rPr>
        <w:t xml:space="preserve"> إني أنهاك عن ذبيحة كل من كان على</w:t>
      </w:r>
      <w:r w:rsidR="009C2257">
        <w:rPr>
          <w:rtl/>
        </w:rPr>
        <w:t xml:space="preserve"> </w:t>
      </w:r>
      <w:r w:rsidRPr="00573E19">
        <w:rPr>
          <w:rtl/>
        </w:rPr>
        <w:t>خلاف الذي أنت عليه وأصحابك إلا في وقت الضرورة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22" w:name="_Toc374810444"/>
      <w:bookmarkStart w:id="123" w:name="_Toc376954819"/>
      <w:r w:rsidRPr="00573E19">
        <w:rPr>
          <w:rtl/>
        </w:rPr>
        <w:t>54</w:t>
      </w:r>
      <w:r>
        <w:rPr>
          <w:rtl/>
        </w:rPr>
        <w:t xml:space="preserve"> - </w:t>
      </w:r>
      <w:r w:rsidRPr="00573E19">
        <w:rPr>
          <w:rtl/>
        </w:rPr>
        <w:t>باب ما يجوز الانتفاع به من الميتة</w:t>
      </w:r>
      <w:r>
        <w:rPr>
          <w:rtl/>
        </w:rPr>
        <w:t>.</w:t>
      </w:r>
      <w:bookmarkEnd w:id="122"/>
      <w:bookmarkEnd w:id="12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حماد عن حريز قال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لزرارة ومحمد بن مسلم اللبن واللباء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والبيضة والشعر والصوف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المرجئة</w:t>
      </w:r>
      <w:r w:rsidR="00CA4563">
        <w:rPr>
          <w:rtl/>
        </w:rPr>
        <w:t>:</w:t>
      </w:r>
      <w:r w:rsidRPr="00573E19">
        <w:rPr>
          <w:rtl/>
        </w:rPr>
        <w:t xml:space="preserve"> هم الذين يقولون بالارجاء في الايمان</w:t>
      </w:r>
      <w:r w:rsidR="00CA4563">
        <w:rPr>
          <w:rtl/>
        </w:rPr>
        <w:t>،</w:t>
      </w:r>
      <w:r w:rsidRPr="00573E19">
        <w:rPr>
          <w:rtl/>
        </w:rPr>
        <w:t xml:space="preserve"> ومنهم من وافق القدرية في القول بالقدر ومنهم</w:t>
      </w:r>
      <w:r w:rsidR="009C2257">
        <w:rPr>
          <w:rtl/>
        </w:rPr>
        <w:t xml:space="preserve"> </w:t>
      </w:r>
      <w:r w:rsidRPr="00573E19">
        <w:rPr>
          <w:rtl/>
        </w:rPr>
        <w:t>من وافق الجهمية في القول بالجبر وانفرد فريق منهم بالارجاء المحض</w:t>
      </w:r>
      <w:r>
        <w:rPr>
          <w:rtl/>
        </w:rPr>
        <w:t>.</w:t>
      </w:r>
      <w:r w:rsidRPr="00573E19">
        <w:rPr>
          <w:rtl/>
        </w:rPr>
        <w:t xml:space="preserve"> وهم يؤخرون العمل عن الايمان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الحرورية</w:t>
      </w:r>
      <w:r w:rsidR="00CA4563">
        <w:rPr>
          <w:rtl/>
        </w:rPr>
        <w:t>:</w:t>
      </w:r>
      <w:r w:rsidRPr="00573E19">
        <w:rPr>
          <w:rtl/>
        </w:rPr>
        <w:t xml:space="preserve"> الخوارج وإنما سموا بذلك لأنهم لما فارقوا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نزلوا حروراء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وذلك عند منصرفه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من صفين ورجوعه إلى الكوفة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اللباء</w:t>
      </w:r>
      <w:r w:rsidR="00CA4563">
        <w:rPr>
          <w:rtl/>
        </w:rPr>
        <w:t>:</w:t>
      </w:r>
      <w:r w:rsidRPr="00573E19">
        <w:rPr>
          <w:rtl/>
        </w:rPr>
        <w:t xml:space="preserve"> أول اللبن في النتاج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56 الكافي ج </w:t>
      </w:r>
      <w:r>
        <w:rPr>
          <w:rtl/>
        </w:rPr>
        <w:t>2</w:t>
      </w:r>
      <w:r w:rsidRPr="00573E19">
        <w:rPr>
          <w:rtl/>
        </w:rPr>
        <w:t xml:space="preserve"> ص 149 « وفيهما حتى يكون ما يكون »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</w:t>
      </w:r>
      <w:r w:rsidR="009C2257">
        <w:rPr>
          <w:rtl/>
        </w:rPr>
        <w:t xml:space="preserve"> </w:t>
      </w:r>
      <w:r>
        <w:rPr>
          <w:rtl/>
        </w:rPr>
        <w:t xml:space="preserve"> - 32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57 الكافي ج </w:t>
      </w:r>
      <w:r>
        <w:rPr>
          <w:rtl/>
        </w:rPr>
        <w:t>2</w:t>
      </w:r>
      <w:r w:rsidRPr="00573E19">
        <w:rPr>
          <w:rtl/>
        </w:rPr>
        <w:t xml:space="preserve"> ص 154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والقرن والناب والحافر وكل شئ يفصل من الدابة والشاة فهو ذكي</w:t>
      </w:r>
      <w:r w:rsidR="00CA4563">
        <w:rPr>
          <w:rtl/>
        </w:rPr>
        <w:t>،</w:t>
      </w:r>
      <w:r w:rsidRPr="00573E19">
        <w:rPr>
          <w:rtl/>
        </w:rPr>
        <w:t xml:space="preserve"> وإن أخذته</w:t>
      </w:r>
      <w:r w:rsidR="009C2257">
        <w:rPr>
          <w:rtl/>
        </w:rPr>
        <w:t xml:space="preserve"> </w:t>
      </w:r>
      <w:r w:rsidRPr="00573E19">
        <w:rPr>
          <w:rtl/>
        </w:rPr>
        <w:t>منه بعد أن يموت فاغسله وصل فيه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الحسن بن محبوب عن علي بن رئاب عن زرارة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الإنفحة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يخرج من الجدي الميت 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اللبن</w:t>
      </w:r>
      <w:r w:rsidR="009C2257">
        <w:rPr>
          <w:rtl/>
        </w:rPr>
        <w:t xml:space="preserve"> </w:t>
      </w:r>
      <w:r w:rsidRPr="00573E19">
        <w:rPr>
          <w:rtl/>
        </w:rPr>
        <w:t>يكون في ضرع الشاة وقد ماتت 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والصوف والشعر والعظام</w:t>
      </w:r>
      <w:r w:rsidR="009C2257">
        <w:rPr>
          <w:rtl/>
        </w:rPr>
        <w:t xml:space="preserve"> </w:t>
      </w:r>
      <w:r w:rsidRPr="00573E19">
        <w:rPr>
          <w:rtl/>
        </w:rPr>
        <w:t>وعظام الفيل والجلد والبيض يخرج من الدجاجة فقال</w:t>
      </w:r>
      <w:r w:rsidR="00CA4563">
        <w:rPr>
          <w:rtl/>
        </w:rPr>
        <w:t>:</w:t>
      </w:r>
      <w:r w:rsidRPr="00573E19">
        <w:rPr>
          <w:rtl/>
        </w:rPr>
        <w:t xml:space="preserve"> كل هذا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أحمد بن يحيى عن أبي جعفر عن وهب عن جعفر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سئل عن شاة ماتت فحلب منها لبن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ذلك الحرام محضا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فهذه رواية شاذة وراويها وهب بن وهب وهو ضعيف على ما بيناه فيما مضى ويحتمل</w:t>
      </w:r>
      <w:r w:rsidR="009C2257">
        <w:rPr>
          <w:rtl/>
        </w:rPr>
        <w:t xml:space="preserve"> </w:t>
      </w:r>
      <w:r w:rsidRPr="00573E19">
        <w:rPr>
          <w:rtl/>
        </w:rPr>
        <w:t>مع تسليم الخبر أن نحمله على ضرب من التقية لأنه 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24" w:name="_Toc374810445"/>
      <w:bookmarkStart w:id="125" w:name="_Toc376954820"/>
      <w:r w:rsidRPr="00573E19">
        <w:rPr>
          <w:rtl/>
        </w:rPr>
        <w:t>55</w:t>
      </w:r>
      <w:r>
        <w:rPr>
          <w:rtl/>
        </w:rPr>
        <w:t xml:space="preserve"> - </w:t>
      </w:r>
      <w:r w:rsidRPr="00573E19">
        <w:rPr>
          <w:rtl/>
        </w:rPr>
        <w:t>باب تحريم جلود الميتة</w:t>
      </w:r>
      <w:r>
        <w:rPr>
          <w:rtl/>
        </w:rPr>
        <w:t>.</w:t>
      </w:r>
      <w:bookmarkEnd w:id="124"/>
      <w:bookmarkEnd w:id="12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المختار بن محمد بن المختار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ومحمد بن الحسن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كتبت إليه أسأله عن جلود الميتة</w:t>
      </w:r>
      <w:r w:rsidR="009C2257">
        <w:rPr>
          <w:rtl/>
        </w:rPr>
        <w:t xml:space="preserve"> </w:t>
      </w:r>
      <w:r w:rsidRPr="00573E19">
        <w:rPr>
          <w:rtl/>
        </w:rPr>
        <w:t>التي يؤكل لحمها ذكي</w:t>
      </w:r>
      <w:r>
        <w:rPr>
          <w:rtl/>
        </w:rPr>
        <w:t>؟</w:t>
      </w:r>
      <w:r w:rsidRPr="00573E19">
        <w:rPr>
          <w:rtl/>
        </w:rPr>
        <w:t xml:space="preserve"> فكتب لا ينتفع من الميتة باهاب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ولا عصب</w:t>
      </w:r>
      <w:r w:rsidR="00CA4563">
        <w:rPr>
          <w:rtl/>
        </w:rPr>
        <w:t>،</w:t>
      </w:r>
      <w:r w:rsidRPr="00573E19">
        <w:rPr>
          <w:rtl/>
        </w:rPr>
        <w:t xml:space="preserve"> وكل ما كان</w:t>
      </w:r>
      <w:r w:rsidR="009C2257">
        <w:rPr>
          <w:rtl/>
        </w:rPr>
        <w:t xml:space="preserve"> </w:t>
      </w:r>
      <w:r w:rsidRPr="00573E19">
        <w:rPr>
          <w:rtl/>
        </w:rPr>
        <w:t>للسخال من الصوف ان جز والشعر والوبر والإنفحة والقرن ولا يتعدى إلى غيرها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الإنفحة شئ يستخرج من بطن الجدي قبل أن يطعم غير اللبن فيعصر في صوفة مبتلة في</w:t>
      </w:r>
      <w:r w:rsidR="009C2257">
        <w:rPr>
          <w:rtl/>
        </w:rPr>
        <w:t xml:space="preserve"> </w:t>
      </w:r>
      <w:r w:rsidRPr="00573E19">
        <w:rPr>
          <w:rtl/>
        </w:rPr>
        <w:t>اللبن فيغلظ كالجبن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في الكافي عن عبد الله بن الحسن العلوي جميعا عن الفتح بن يزيد الجرجاني عن أبي الحسن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الإهاب</w:t>
      </w:r>
      <w:r w:rsidR="00CA4563">
        <w:rPr>
          <w:rtl/>
        </w:rPr>
        <w:t>:</w:t>
      </w:r>
      <w:r w:rsidRPr="00573E19">
        <w:rPr>
          <w:rtl/>
        </w:rPr>
        <w:t xml:space="preserve"> بالكسر الجلد أو ما لم يدبغ منه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- 33</w:t>
      </w:r>
      <w:r w:rsidRPr="00573E19">
        <w:rPr>
          <w:rtl/>
        </w:rPr>
        <w:t>9</w:t>
      </w:r>
      <w:r>
        <w:rPr>
          <w:rtl/>
        </w:rPr>
        <w:t xml:space="preserve"> - 3</w:t>
      </w:r>
      <w:r w:rsidRPr="00573E19">
        <w:rPr>
          <w:rtl/>
        </w:rPr>
        <w:t>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57 واخرج الأول الصدوق في الفقيه ص </w:t>
      </w:r>
      <w:r>
        <w:rPr>
          <w:rtl/>
        </w:rPr>
        <w:t>3</w:t>
      </w:r>
      <w:r w:rsidRPr="00573E19">
        <w:rPr>
          <w:rtl/>
        </w:rPr>
        <w:t>04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57 الكافي ج </w:t>
      </w:r>
      <w:r>
        <w:rPr>
          <w:rtl/>
        </w:rPr>
        <w:t>2</w:t>
      </w:r>
      <w:r w:rsidRPr="00573E19">
        <w:rPr>
          <w:rtl/>
        </w:rPr>
        <w:t xml:space="preserve"> ص 155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إن شاء الله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أكل الجبن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وتقليد السيف وفيه الكيمخت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والغرا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 ما لم تعلم أنه ميتة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صفوان بن يحيى عن الحسين بن زرارة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جلد شاة ميتة يدبغ فيصب فيه اللبن والماء فاشرب منه</w:t>
      </w:r>
      <w:r w:rsidR="009C2257">
        <w:rPr>
          <w:rtl/>
        </w:rPr>
        <w:t xml:space="preserve"> </w:t>
      </w:r>
      <w:r w:rsidRPr="00573E19">
        <w:rPr>
          <w:rtl/>
        </w:rPr>
        <w:t>وأتوضأ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وقال</w:t>
      </w:r>
      <w:r w:rsidR="00CA4563">
        <w:rPr>
          <w:rtl/>
        </w:rPr>
        <w:t>:</w:t>
      </w:r>
      <w:r w:rsidRPr="00573E19">
        <w:rPr>
          <w:rtl/>
        </w:rPr>
        <w:t xml:space="preserve"> يدبغ وينتفع به ولا يصلى فيه قال الحسين</w:t>
      </w:r>
      <w:r>
        <w:rPr>
          <w:rtl/>
        </w:rPr>
        <w:t>.</w:t>
      </w:r>
      <w:r w:rsidRPr="00573E19">
        <w:rPr>
          <w:rtl/>
        </w:rPr>
        <w:t xml:space="preserve"> وسأله أبي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الإنفحة تكون في بطن العناق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والجدي فهو ميت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الحسن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جلد الميتة المملوح وهو</w:t>
      </w:r>
      <w:r w:rsidR="009C2257">
        <w:rPr>
          <w:rtl/>
        </w:rPr>
        <w:t xml:space="preserve"> </w:t>
      </w:r>
      <w:r w:rsidRPr="00573E19">
        <w:rPr>
          <w:rtl/>
        </w:rPr>
        <w:t>الكيمخت فرخص فيه وقال</w:t>
      </w:r>
      <w:r w:rsidR="00CA4563">
        <w:rPr>
          <w:rtl/>
        </w:rPr>
        <w:t>:</w:t>
      </w:r>
      <w:r w:rsidRPr="00573E19">
        <w:rPr>
          <w:rtl/>
        </w:rPr>
        <w:t xml:space="preserve"> وإن لم تمسه فهو أفضل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ان نحملهما على ضرب من التقية لان جلد الميت لا يطهر</w:t>
      </w:r>
      <w:r w:rsidR="009C2257">
        <w:rPr>
          <w:rtl/>
        </w:rPr>
        <w:t xml:space="preserve"> </w:t>
      </w:r>
      <w:r w:rsidRPr="00573E19">
        <w:rPr>
          <w:rtl/>
        </w:rPr>
        <w:t>عندنا بالدباغ على ما بيناه في كتاب الصلاة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قال في الوافي هكذا وجد هذا الحديث في نسخ الكافي والتهذيبين وكأنه سقط منه شئ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السيد صاحب المدارك « ره » في حاشيته على الأصل </w:t>
      </w:r>
      <w:r>
        <w:rPr>
          <w:rtl/>
        </w:rPr>
        <w:t>(</w:t>
      </w:r>
      <w:r w:rsidRPr="00573E19">
        <w:rPr>
          <w:rtl/>
        </w:rPr>
        <w:t xml:space="preserve"> هكذا فيما رأينا من نسخ الكتاب والذي في</w:t>
      </w:r>
      <w:r w:rsidR="009C2257">
        <w:rPr>
          <w:rtl/>
        </w:rPr>
        <w:t xml:space="preserve"> </w:t>
      </w:r>
      <w:r w:rsidRPr="00573E19">
        <w:rPr>
          <w:rtl/>
        </w:rPr>
        <w:t>الكافي وكل ما كان من السخال والصوف ان جز والشعر</w:t>
      </w:r>
      <w:r>
        <w:rPr>
          <w:rtl/>
        </w:rPr>
        <w:t xml:space="preserve"> ..</w:t>
      </w:r>
      <w:r w:rsidRPr="00573E19">
        <w:rPr>
          <w:rtl/>
        </w:rPr>
        <w:t xml:space="preserve"> وهو أصح فالتقدير « كل وانفع بالصوف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الخ » ولم نجد ما ذكره السيد في النسخة المطبوعة ويوجد في هامش التهذيب نسخة </w:t>
      </w:r>
      <w:r>
        <w:rPr>
          <w:rtl/>
        </w:rPr>
        <w:t>(</w:t>
      </w:r>
      <w:r w:rsidRPr="00573E19">
        <w:rPr>
          <w:rtl/>
        </w:rPr>
        <w:t xml:space="preserve"> ينتفع بها ) وباثباتها</w:t>
      </w:r>
      <w:r w:rsidR="009C2257">
        <w:rPr>
          <w:rtl/>
        </w:rPr>
        <w:t xml:space="preserve"> </w:t>
      </w:r>
      <w:r w:rsidRPr="00573E19">
        <w:rPr>
          <w:rtl/>
        </w:rPr>
        <w:t>يحصل المطلوب وبدونها فالتشويش في الخبر ظاهر والاستفادة منه تحتاج إلى تأمل وتصرف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الكيمخت</w:t>
      </w:r>
      <w:r w:rsidR="00CA4563">
        <w:rPr>
          <w:rtl/>
        </w:rPr>
        <w:t>:</w:t>
      </w:r>
      <w:r w:rsidRPr="00573E19">
        <w:rPr>
          <w:rtl/>
        </w:rPr>
        <w:t xml:space="preserve"> فسر بجلد الميتة المملوح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الغرا</w:t>
      </w:r>
      <w:r w:rsidR="00CA4563">
        <w:rPr>
          <w:rtl/>
        </w:rPr>
        <w:t>:</w:t>
      </w:r>
      <w:r w:rsidRPr="00573E19">
        <w:rPr>
          <w:rtl/>
        </w:rPr>
        <w:t xml:space="preserve"> بالمعجمة والراء المهملة ما طلى به أو ألصق به الورق أو الجلد ونحوهما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العناق</w:t>
      </w:r>
      <w:r w:rsidR="00CA4563">
        <w:rPr>
          <w:rtl/>
        </w:rPr>
        <w:t>:</w:t>
      </w:r>
      <w:r w:rsidRPr="00573E19">
        <w:rPr>
          <w:rtl/>
        </w:rPr>
        <w:t xml:space="preserve"> الأنثى من ولد المعز قبل استكمالها الحول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</w:t>
      </w:r>
      <w:r w:rsidRPr="00573E19">
        <w:rPr>
          <w:rtl/>
        </w:rPr>
        <w:t>4</w:t>
      </w:r>
      <w:r>
        <w:rPr>
          <w:rtl/>
        </w:rPr>
        <w:t>2 - 3</w:t>
      </w:r>
      <w:r w:rsidRPr="00573E19">
        <w:rPr>
          <w:rtl/>
        </w:rPr>
        <w:t>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58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126" w:name="_Toc374810446"/>
      <w:bookmarkStart w:id="127" w:name="_Toc376954821"/>
      <w:r w:rsidRPr="00573E19">
        <w:rPr>
          <w:rtl/>
        </w:rPr>
        <w:lastRenderedPageBreak/>
        <w:t>كتاب الأطعمة والأشربة</w:t>
      </w:r>
      <w:bookmarkEnd w:id="126"/>
      <w:bookmarkEnd w:id="127"/>
    </w:p>
    <w:p w:rsidR="00FE5331" w:rsidRPr="00573E19" w:rsidRDefault="00FE5331" w:rsidP="00FE5331">
      <w:pPr>
        <w:pStyle w:val="Heading2Center"/>
        <w:rPr>
          <w:rtl/>
        </w:rPr>
      </w:pPr>
      <w:bookmarkStart w:id="128" w:name="_Toc374810447"/>
      <w:bookmarkStart w:id="129" w:name="_Toc376954822"/>
      <w:r w:rsidRPr="00573E19">
        <w:rPr>
          <w:rtl/>
        </w:rPr>
        <w:t>56</w:t>
      </w:r>
      <w:r>
        <w:rPr>
          <w:rtl/>
        </w:rPr>
        <w:t xml:space="preserve"> - </w:t>
      </w:r>
      <w:r w:rsidRPr="00573E19">
        <w:rPr>
          <w:rtl/>
        </w:rPr>
        <w:t xml:space="preserve">باب أكل الربيثا </w:t>
      </w:r>
      <w:r w:rsidRPr="00FE5331">
        <w:rPr>
          <w:rStyle w:val="libFootnotenumChar"/>
          <w:rtl/>
        </w:rPr>
        <w:t>(1)</w:t>
      </w:r>
      <w:bookmarkEnd w:id="128"/>
      <w:bookmarkEnd w:id="12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البرقي عن ابن أبي عمير عن هشام بن سالم عن</w:t>
      </w:r>
      <w:r w:rsidR="009C2257">
        <w:rPr>
          <w:rtl/>
        </w:rPr>
        <w:t xml:space="preserve"> </w:t>
      </w:r>
      <w:r w:rsidRPr="00573E19">
        <w:rPr>
          <w:rtl/>
        </w:rPr>
        <w:t>عمر بن حنظلة قال</w:t>
      </w:r>
      <w:r w:rsidR="00CA4563">
        <w:rPr>
          <w:rtl/>
        </w:rPr>
        <w:t>:</w:t>
      </w:r>
      <w:r w:rsidRPr="00573E19">
        <w:rPr>
          <w:rtl/>
        </w:rPr>
        <w:t xml:space="preserve"> حملت الربيثا في صرة حتى دخلت بها على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فسألته عنها فقال</w:t>
      </w:r>
      <w:r w:rsidR="00CA4563">
        <w:rPr>
          <w:rtl/>
        </w:rPr>
        <w:t>:</w:t>
      </w:r>
      <w:r w:rsidRPr="00573E19">
        <w:rPr>
          <w:rtl/>
        </w:rPr>
        <w:t xml:space="preserve"> كلها وقال لها قشر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إسماعيل بن بزيع قال كتبت إليه اختلف الناس في الربيثا</w:t>
      </w:r>
      <w:r w:rsidR="009C2257">
        <w:rPr>
          <w:rtl/>
        </w:rPr>
        <w:t xml:space="preserve"> </w:t>
      </w:r>
      <w:r w:rsidRPr="00573E19">
        <w:rPr>
          <w:rtl/>
        </w:rPr>
        <w:t>فما ترى فيها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لا بأس 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بكر بن محمد ومحمد بن أبي عمير جميعا عن الفضل بن يونس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تغدى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عندي بمنى ومعه محمد بن زيد فأتيا بسكرجات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وفيه الربيثا</w:t>
      </w:r>
      <w:r w:rsidR="00CA4563">
        <w:rPr>
          <w:rtl/>
        </w:rPr>
        <w:t>،</w:t>
      </w:r>
      <w:r w:rsidRPr="00573E19">
        <w:rPr>
          <w:rtl/>
        </w:rPr>
        <w:t xml:space="preserve"> فقال له محمد بن زيد هذا الربيثا قال فأخذ لقمة فغمسها فيه ثم اكلها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أحمد بن الحسن بن علي بن فضال</w:t>
      </w:r>
      <w:r w:rsidR="009C2257">
        <w:rPr>
          <w:rtl/>
        </w:rPr>
        <w:t xml:space="preserve"> </w:t>
      </w:r>
      <w:r w:rsidRPr="00573E19">
        <w:rPr>
          <w:rtl/>
        </w:rPr>
        <w:t>عن عمرو بن سعيد عن مصدق بن صدقة عن عمار بن موسى الساباطي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الربيثا فقال</w:t>
      </w:r>
      <w:r w:rsidR="00CA4563">
        <w:rPr>
          <w:rtl/>
        </w:rPr>
        <w:t>:</w:t>
      </w:r>
      <w:r w:rsidRPr="00573E19">
        <w:rPr>
          <w:rtl/>
        </w:rPr>
        <w:t xml:space="preserve"> لا تأكلها فانا لا نعرفها في السمك يا عمار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 نحمله على ضرب من الكراهية دون الحظر بدلالة الاخبار</w:t>
      </w:r>
      <w:r w:rsidR="009C2257">
        <w:rPr>
          <w:rtl/>
        </w:rPr>
        <w:t xml:space="preserve"> </w:t>
      </w:r>
      <w:r w:rsidRPr="00573E19">
        <w:rPr>
          <w:rtl/>
        </w:rPr>
        <w:t>الأولة</w:t>
      </w:r>
      <w:r>
        <w:rPr>
          <w:rtl/>
        </w:rPr>
        <w:t>.</w:t>
      </w:r>
      <w:r w:rsidRPr="00573E19">
        <w:rPr>
          <w:rtl/>
        </w:rPr>
        <w:t xml:space="preserve"> والاخبار التي أوردناها زائدا على هذه في كتابنا الكبير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30" w:name="_Toc374810448"/>
      <w:bookmarkStart w:id="131" w:name="_Toc376954823"/>
      <w:r w:rsidRPr="00573E19">
        <w:rPr>
          <w:rtl/>
        </w:rPr>
        <w:t>57</w:t>
      </w:r>
      <w:r>
        <w:rPr>
          <w:rtl/>
        </w:rPr>
        <w:t xml:space="preserve"> - </w:t>
      </w:r>
      <w:r w:rsidRPr="00573E19">
        <w:rPr>
          <w:rtl/>
        </w:rPr>
        <w:t>باب اكل الثوم والبصل</w:t>
      </w:r>
      <w:bookmarkEnd w:id="130"/>
      <w:bookmarkEnd w:id="13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فضالة عن داود بن فرقد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الربيثا</w:t>
      </w:r>
      <w:r w:rsidR="00CA4563">
        <w:rPr>
          <w:rtl/>
        </w:rPr>
        <w:t>:</w:t>
      </w:r>
      <w:r w:rsidRPr="00573E19">
        <w:rPr>
          <w:rtl/>
        </w:rPr>
        <w:t xml:space="preserve"> ضرب من السمك له فلس لطيف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السكرجة</w:t>
      </w:r>
      <w:r w:rsidR="00CA4563">
        <w:rPr>
          <w:rtl/>
        </w:rPr>
        <w:t>:</w:t>
      </w:r>
      <w:r w:rsidRPr="00573E19">
        <w:rPr>
          <w:rtl/>
        </w:rPr>
        <w:t xml:space="preserve"> الصحفة التي يوضع فيها الاكل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</w:t>
      </w:r>
      <w:r w:rsidRPr="00573E19">
        <w:rPr>
          <w:rtl/>
        </w:rPr>
        <w:t>45</w:t>
      </w:r>
      <w:r>
        <w:rPr>
          <w:rtl/>
        </w:rPr>
        <w:t xml:space="preserve"> - 3</w:t>
      </w:r>
      <w:r w:rsidRPr="00573E19">
        <w:rPr>
          <w:rtl/>
        </w:rPr>
        <w:t>46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58 واخرج الأخير الصدوق في الفقيه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47</w:t>
      </w:r>
      <w:r>
        <w:rPr>
          <w:rtl/>
        </w:rPr>
        <w:t xml:space="preserve"> - 3</w:t>
      </w:r>
      <w:r w:rsidRPr="00573E19">
        <w:rPr>
          <w:rtl/>
        </w:rPr>
        <w:t>48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58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49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قال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من أكل هذا الطعام فلا يقرب مسجدنا يعني</w:t>
      </w:r>
      <w:r w:rsidR="009C2257">
        <w:rPr>
          <w:rtl/>
        </w:rPr>
        <w:t xml:space="preserve"> </w:t>
      </w:r>
      <w:r w:rsidRPr="00573E19">
        <w:rPr>
          <w:rtl/>
        </w:rPr>
        <w:t>الثوم ولم يقل انه حرام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أبي عمير عن عمر بن أذينة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الثوم فقال</w:t>
      </w:r>
      <w:r w:rsidR="00CA4563">
        <w:rPr>
          <w:rtl/>
        </w:rPr>
        <w:t>:</w:t>
      </w:r>
      <w:r w:rsidRPr="00573E19">
        <w:rPr>
          <w:rtl/>
        </w:rPr>
        <w:t xml:space="preserve"> إنما نهى رسول الله </w:t>
      </w:r>
      <w:r w:rsidRPr="00FE5331">
        <w:rPr>
          <w:rStyle w:val="libAlaemChar"/>
          <w:rtl/>
        </w:rPr>
        <w:t>صلى‌الله‌عليه‌وآله</w:t>
      </w:r>
      <w:r w:rsidR="009C2257">
        <w:rPr>
          <w:rtl/>
        </w:rPr>
        <w:t xml:space="preserve"> </w:t>
      </w:r>
      <w:r w:rsidRPr="00573E19">
        <w:rPr>
          <w:rtl/>
        </w:rPr>
        <w:t>لريحه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من أكل هذه البقلة الخبيثة فلا يقرب مسجدنا</w:t>
      </w:r>
      <w:r w:rsidR="00CA4563">
        <w:rPr>
          <w:rtl/>
        </w:rPr>
        <w:t>،</w:t>
      </w:r>
      <w:r w:rsidRPr="00573E19">
        <w:rPr>
          <w:rtl/>
        </w:rPr>
        <w:t xml:space="preserve"> فأما من أكله ولم</w:t>
      </w:r>
      <w:r w:rsidR="009C2257">
        <w:rPr>
          <w:rtl/>
        </w:rPr>
        <w:t xml:space="preserve"> </w:t>
      </w:r>
      <w:r w:rsidRPr="00573E19">
        <w:rPr>
          <w:rtl/>
        </w:rPr>
        <w:t>يأت المسجد فلا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حماد بن عيسى عن شعيب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سئل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الثوم والبصل والكراث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بأكله نيا وفي القدر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ولا بأس بأن يتداوى بالثوم ولكن إذا أكل ذلك أحدكم فلا يخرج إلى المسجد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2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عمر بن أذينة عن زرارة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حدثني من أصدق من أصحابنا أنه قال سألت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عن الثوم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>
        <w:rPr>
          <w:rtl/>
        </w:rPr>
        <w:t>أعد كل صلاة صليتها ما دمت تأكله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التغليظ في كراهته دون الحظر الذي</w:t>
      </w:r>
      <w:r w:rsidR="009C2257">
        <w:rPr>
          <w:rtl/>
        </w:rPr>
        <w:t xml:space="preserve"> </w:t>
      </w:r>
      <w:r w:rsidRPr="00573E19">
        <w:rPr>
          <w:rtl/>
        </w:rPr>
        <w:t>يكون من أكل ذلك يقتضي استحقاقه الذم والعقاب بدلالة الاخبار الأولة والاجماع</w:t>
      </w:r>
      <w:r w:rsidR="009C2257">
        <w:rPr>
          <w:rtl/>
        </w:rPr>
        <w:t xml:space="preserve"> </w:t>
      </w:r>
      <w:r w:rsidRPr="00573E19">
        <w:rPr>
          <w:rtl/>
        </w:rPr>
        <w:t>الواقع على أن أكل هذه الأشياء لا يوجب إعادة الصلاة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32" w:name="_Toc374810449"/>
      <w:bookmarkStart w:id="133" w:name="_Toc376954824"/>
      <w:r w:rsidRPr="00573E19">
        <w:rPr>
          <w:rtl/>
        </w:rPr>
        <w:t>58</w:t>
      </w:r>
      <w:r>
        <w:rPr>
          <w:rtl/>
        </w:rPr>
        <w:t xml:space="preserve"> - </w:t>
      </w:r>
      <w:r w:rsidRPr="00573E19">
        <w:rPr>
          <w:rtl/>
        </w:rPr>
        <w:t>باب كراهية شرب الماء قائما</w:t>
      </w:r>
      <w:bookmarkEnd w:id="132"/>
      <w:bookmarkEnd w:id="13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القاسم بن سليمان عن جراح المدائني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لا يشرب الرجل</w:t>
      </w:r>
      <w:r w:rsidR="009C2257">
        <w:rPr>
          <w:rtl/>
        </w:rPr>
        <w:t xml:space="preserve"> </w:t>
      </w:r>
      <w:r w:rsidRPr="00573E19">
        <w:rPr>
          <w:rtl/>
        </w:rPr>
        <w:t>وهو قائم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</w:t>
      </w:r>
      <w:r w:rsidRPr="00501E62">
        <w:rPr>
          <w:rtl/>
        </w:rPr>
        <w:t>50</w:t>
      </w:r>
      <w:r>
        <w:rPr>
          <w:rtl/>
        </w:rPr>
        <w:t xml:space="preserve"> - 3</w:t>
      </w:r>
      <w:r w:rsidRPr="00501E62">
        <w:rPr>
          <w:rtl/>
        </w:rPr>
        <w:t>51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</w:t>
      </w:r>
      <w:r>
        <w:rPr>
          <w:rtl/>
        </w:rPr>
        <w:t>2</w:t>
      </w:r>
      <w:r w:rsidRPr="00501E62">
        <w:rPr>
          <w:rtl/>
        </w:rPr>
        <w:t xml:space="preserve"> الكافي ج </w:t>
      </w:r>
      <w:r>
        <w:rPr>
          <w:rtl/>
        </w:rPr>
        <w:t>2</w:t>
      </w:r>
      <w:r w:rsidRPr="00501E62">
        <w:rPr>
          <w:rtl/>
        </w:rPr>
        <w:t xml:space="preserve"> ص 184 الفقيه ص </w:t>
      </w:r>
      <w:r>
        <w:rPr>
          <w:rtl/>
        </w:rPr>
        <w:t>3</w:t>
      </w:r>
      <w:r w:rsidRPr="00501E62">
        <w:rPr>
          <w:rtl/>
        </w:rPr>
        <w:t>07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5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</w:t>
      </w:r>
      <w:r>
        <w:rPr>
          <w:rtl/>
        </w:rPr>
        <w:t>2</w:t>
      </w:r>
      <w:r w:rsidRPr="00501E62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61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 هذا الخبر ضرب من الكراهية دون الحظر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الحسين بن سعيد عن فضالة بن أيوب عن إسماعيل بن أبي زياد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الشرب قائما أقوى لك وأصح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34" w:name="_Toc374810450"/>
      <w:bookmarkStart w:id="135" w:name="_Toc376954825"/>
      <w:r w:rsidRPr="00573E19">
        <w:rPr>
          <w:rtl/>
        </w:rPr>
        <w:t>59</w:t>
      </w:r>
      <w:r>
        <w:rPr>
          <w:rtl/>
        </w:rPr>
        <w:t xml:space="preserve"> - </w:t>
      </w:r>
      <w:r w:rsidRPr="00573E19">
        <w:rPr>
          <w:rtl/>
        </w:rPr>
        <w:t>باب الخمر يصير خلا بما يطرح فيه</w:t>
      </w:r>
      <w:bookmarkEnd w:id="134"/>
      <w:bookmarkEnd w:id="13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علي بن إبراهيم عن أبيه عن ابن أبي عمير عن جميل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دراج عن ابن بكير عن زرارة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الخمر</w:t>
      </w:r>
      <w:r w:rsidR="009C2257">
        <w:rPr>
          <w:rtl/>
        </w:rPr>
        <w:t xml:space="preserve"> </w:t>
      </w:r>
      <w:r w:rsidRPr="00573E19">
        <w:rPr>
          <w:rtl/>
        </w:rPr>
        <w:t>العتيقة تجعل خلا 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فضالة بن أيوب عن ابن بكير عن عبيد بن زرارة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يأخذ الخمر فيجعلها خلا قال</w:t>
      </w:r>
      <w:r w:rsidR="00CA4563">
        <w:rPr>
          <w:rtl/>
        </w:rPr>
        <w:t>:</w:t>
      </w:r>
      <w:r w:rsidRPr="00573E19">
        <w:rPr>
          <w:rtl/>
        </w:rPr>
        <w:t xml:space="preserve"> لا باس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صفوان عن ابن بكير عن عبيد بن زرارة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أنه قال</w:t>
      </w:r>
      <w:r w:rsidR="00CA4563">
        <w:rPr>
          <w:rtl/>
        </w:rPr>
        <w:t>:</w:t>
      </w:r>
      <w:r w:rsidRPr="00573E19">
        <w:rPr>
          <w:rtl/>
        </w:rPr>
        <w:t xml:space="preserve"> في الرجل باع عصيرا فحبسه السلطان حتى صار خمرا فجعله صاحبه خلا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تحول عن اسم الخمر فلا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وعلي بن حديد عن جميل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تكون لي على الرجل الدراهم فيعطيني بها خمرا فقال</w:t>
      </w:r>
      <w:r w:rsidR="00CA4563">
        <w:rPr>
          <w:rtl/>
        </w:rPr>
        <w:t>:</w:t>
      </w:r>
      <w:r w:rsidRPr="00573E19">
        <w:rPr>
          <w:rtl/>
        </w:rPr>
        <w:t xml:space="preserve"> خذها ثم أفسدها</w:t>
      </w:r>
      <w:r w:rsidR="009C2257">
        <w:rPr>
          <w:rtl/>
        </w:rPr>
        <w:t xml:space="preserve"> </w:t>
      </w:r>
      <w:r w:rsidRPr="00573E19">
        <w:rPr>
          <w:rtl/>
        </w:rPr>
        <w:t>قال علي واجعلها خلا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عيسى بن عبيد عن عبد العزيز بن المهتدي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جعلت فداك العصير يصير خمرا فيصب عليه الخل</w:t>
      </w:r>
      <w:r w:rsidR="009C2257">
        <w:rPr>
          <w:rtl/>
        </w:rPr>
        <w:t xml:space="preserve"> </w:t>
      </w:r>
      <w:r w:rsidRPr="00573E19">
        <w:rPr>
          <w:rtl/>
        </w:rPr>
        <w:t>وشئ يغيره حتى يصير خلا قال</w:t>
      </w:r>
      <w:r w:rsidR="00CA4563">
        <w:rPr>
          <w:rtl/>
        </w:rPr>
        <w:t>:</w:t>
      </w:r>
      <w:r w:rsidRPr="00573E19">
        <w:rPr>
          <w:rtl/>
        </w:rPr>
        <w:t xml:space="preserve"> لا بأس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محمد بن أبي عمير عن حسين الأحمسي</w:t>
      </w:r>
    </w:p>
    <w:p w:rsidR="00FE5331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54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55</w:t>
      </w:r>
      <w:r>
        <w:rPr>
          <w:rtl/>
        </w:rPr>
        <w:t xml:space="preserve"> - 3</w:t>
      </w:r>
      <w:r w:rsidRPr="00573E19">
        <w:rPr>
          <w:rtl/>
        </w:rPr>
        <w:t>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67 الكافي ج </w:t>
      </w:r>
      <w:r>
        <w:rPr>
          <w:rtl/>
        </w:rPr>
        <w:t>2</w:t>
      </w:r>
      <w:r w:rsidRPr="00573E19">
        <w:rPr>
          <w:rtl/>
        </w:rPr>
        <w:t xml:space="preserve"> ص 199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57</w:t>
      </w:r>
      <w:r>
        <w:rPr>
          <w:rtl/>
        </w:rPr>
        <w:t xml:space="preserve"> - 3</w:t>
      </w:r>
      <w:r w:rsidRPr="00573E19">
        <w:rPr>
          <w:rtl/>
        </w:rPr>
        <w:t>58</w:t>
      </w:r>
      <w:r>
        <w:rPr>
          <w:rtl/>
        </w:rPr>
        <w:t xml:space="preserve"> - 3</w:t>
      </w:r>
      <w:r w:rsidRPr="00573E19">
        <w:rPr>
          <w:rtl/>
        </w:rPr>
        <w:t>59</w:t>
      </w:r>
      <w:r>
        <w:rPr>
          <w:rtl/>
        </w:rPr>
        <w:t xml:space="preserve"> - 3</w:t>
      </w:r>
      <w:r w:rsidRPr="00573E19">
        <w:rPr>
          <w:rtl/>
        </w:rPr>
        <w:t>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محمد بن مسلم وأبي بصير</w:t>
      </w:r>
      <w:r w:rsidR="00CA4563">
        <w:rPr>
          <w:rtl/>
        </w:rPr>
        <w:t>،</w:t>
      </w:r>
      <w:r w:rsidRPr="00573E19">
        <w:rPr>
          <w:rtl/>
        </w:rPr>
        <w:t xml:space="preserve"> وعلي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>عن الخمر يجعل فيها الخل فقال</w:t>
      </w:r>
      <w:r w:rsidR="00CA4563">
        <w:rPr>
          <w:rtl/>
        </w:rPr>
        <w:t>:</w:t>
      </w:r>
      <w:r w:rsidRPr="00573E19">
        <w:rPr>
          <w:rtl/>
        </w:rPr>
        <w:t xml:space="preserve"> لا الا ما جاء من قبل نفسه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الوجه فيه أن نحمله على ضرب من الكراهية</w:t>
      </w:r>
      <w:r w:rsidR="00CA4563">
        <w:rPr>
          <w:rtl/>
        </w:rPr>
        <w:t>،</w:t>
      </w:r>
      <w:r w:rsidRPr="00573E19">
        <w:rPr>
          <w:rtl/>
        </w:rPr>
        <w:t xml:space="preserve"> لان</w:t>
      </w:r>
      <w:r w:rsidR="009C2257">
        <w:rPr>
          <w:rtl/>
        </w:rPr>
        <w:t xml:space="preserve"> </w:t>
      </w:r>
      <w:r w:rsidRPr="00573E19">
        <w:rPr>
          <w:rtl/>
        </w:rPr>
        <w:t>الأفضل أن يترك ذلك حتى يصير خلا من قبل نفسه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الحسين عن فضالة بن أيوب عن ابن بكير عن عبيد بن زرارة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يأخذ الخمر فيجعلها خلا قال</w:t>
      </w:r>
      <w:r w:rsidR="00CA4563">
        <w:rPr>
          <w:rtl/>
        </w:rPr>
        <w:t>:</w:t>
      </w:r>
      <w:r w:rsidRPr="00573E19">
        <w:rPr>
          <w:rtl/>
        </w:rPr>
        <w:t xml:space="preserve"> لا بأس به إذا</w:t>
      </w:r>
      <w:r w:rsidR="009C2257">
        <w:rPr>
          <w:rtl/>
        </w:rPr>
        <w:t xml:space="preserve"> </w:t>
      </w:r>
      <w:r w:rsidRPr="00573E19">
        <w:rPr>
          <w:rtl/>
        </w:rPr>
        <w:t>لم يجعل فيها ما يقلبها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فيه أيضا ما قلناه في الخبر الأول 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محمد بن خالد عن عبد الله بن بكير عن أبي</w:t>
      </w:r>
      <w:r w:rsidR="009C2257">
        <w:rPr>
          <w:rtl/>
        </w:rPr>
        <w:t xml:space="preserve"> </w:t>
      </w:r>
      <w:r w:rsidRPr="00573E19">
        <w:rPr>
          <w:rtl/>
        </w:rPr>
        <w:t>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الخمر يصنع فيها الشئ حتى يحمض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إذا كان الذي يصنع فيها هو الغالب على ما صنع فلا بأس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متروك الظاهر بالاجماع لأنه لا خلاف أن ما يقع فيه الخمر أنه ينجس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وإذا نجس فلا يجوز استعماله وإن كان غالبا عليه</w:t>
      </w:r>
      <w:r w:rsidR="00CA4563">
        <w:rPr>
          <w:rtl/>
        </w:rPr>
        <w:t>،</w:t>
      </w:r>
      <w:r w:rsidRPr="00573E19">
        <w:rPr>
          <w:rtl/>
        </w:rPr>
        <w:t xml:space="preserve"> والذي يكشف عما ذكرناه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محمد بن يحيى عن محمد بن موسى عن الحسن بن المبارك</w:t>
      </w:r>
      <w:r w:rsidR="009C2257">
        <w:rPr>
          <w:rtl/>
        </w:rPr>
        <w:t xml:space="preserve"> </w:t>
      </w:r>
      <w:r w:rsidRPr="00573E19">
        <w:rPr>
          <w:rtl/>
        </w:rPr>
        <w:t>عن زكريا بن آدم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قطرة نبيذ مسكر قطرت في</w:t>
      </w:r>
      <w:r w:rsidR="009C2257">
        <w:rPr>
          <w:rtl/>
        </w:rPr>
        <w:t xml:space="preserve"> </w:t>
      </w:r>
      <w:r w:rsidRPr="00573E19">
        <w:rPr>
          <w:rtl/>
        </w:rPr>
        <w:t>قدر فيه لحم ومرق كثير قال</w:t>
      </w:r>
      <w:r w:rsidR="00CA4563">
        <w:rPr>
          <w:rtl/>
        </w:rPr>
        <w:t>:</w:t>
      </w:r>
      <w:r w:rsidRPr="00573E19">
        <w:rPr>
          <w:rtl/>
        </w:rPr>
        <w:t xml:space="preserve"> يهراق المرق أو يطعمه أهل الذمة أو الكلاب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واللحم اغسله وكله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 قطر فيه الدم قال</w:t>
      </w:r>
      <w:r w:rsidR="00CA4563">
        <w:rPr>
          <w:rtl/>
        </w:rPr>
        <w:t>:</w:t>
      </w:r>
      <w:r w:rsidRPr="00573E19">
        <w:rPr>
          <w:rtl/>
        </w:rPr>
        <w:t xml:space="preserve"> الدم تأكله النار إنشاء الله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36" w:name="_Toc374810451"/>
      <w:bookmarkStart w:id="137" w:name="_Toc376954826"/>
      <w:r w:rsidRPr="00573E19">
        <w:rPr>
          <w:rtl/>
        </w:rPr>
        <w:t>60</w:t>
      </w:r>
      <w:r>
        <w:rPr>
          <w:rtl/>
        </w:rPr>
        <w:t xml:space="preserve"> - </w:t>
      </w:r>
      <w:r w:rsidRPr="00573E19">
        <w:rPr>
          <w:rtl/>
        </w:rPr>
        <w:t>باب تحريم شرب الفقاع</w:t>
      </w:r>
      <w:bookmarkEnd w:id="136"/>
      <w:bookmarkEnd w:id="13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أحمد بن الحسن عن عمرو بن سعيد عن مصدق بن صدقة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501E62">
        <w:rPr>
          <w:rtl/>
        </w:rPr>
        <w:t>*</w:t>
      </w:r>
      <w:r>
        <w:rPr>
          <w:rtl/>
        </w:rPr>
        <w:t xml:space="preserve"> - 3</w:t>
      </w:r>
      <w:r w:rsidRPr="00501E62">
        <w:rPr>
          <w:rtl/>
        </w:rPr>
        <w:t>61</w:t>
      </w:r>
      <w:r>
        <w:rPr>
          <w:rtl/>
        </w:rPr>
        <w:t xml:space="preserve">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67 الكافي ج </w:t>
      </w:r>
      <w:r>
        <w:rPr>
          <w:rtl/>
        </w:rPr>
        <w:t>2</w:t>
      </w:r>
      <w:r w:rsidRPr="00501E62">
        <w:rPr>
          <w:rtl/>
        </w:rPr>
        <w:t xml:space="preserve"> ص 199.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6</w:t>
      </w:r>
      <w:r>
        <w:rPr>
          <w:rtl/>
        </w:rPr>
        <w:t xml:space="preserve">2 -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>68</w:t>
      </w:r>
      <w:r>
        <w:rPr>
          <w:rFonts w:hint="cs"/>
          <w:rtl/>
        </w:rPr>
        <w:t xml:space="preserve"> </w:t>
      </w:r>
      <w:r w:rsidRPr="00501E62">
        <w:rPr>
          <w:rtl/>
        </w:rPr>
        <w:t xml:space="preserve">الكافي ج </w:t>
      </w:r>
      <w:r>
        <w:rPr>
          <w:rtl/>
        </w:rPr>
        <w:t>2</w:t>
      </w:r>
      <w:r w:rsidRPr="00501E62">
        <w:rPr>
          <w:rtl/>
        </w:rPr>
        <w:t xml:space="preserve"> ص 199.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501E62">
        <w:rPr>
          <w:rtl/>
        </w:rPr>
        <w:t xml:space="preserve"> </w:t>
      </w:r>
      <w:r>
        <w:rPr>
          <w:rtl/>
        </w:rPr>
        <w:t>3</w:t>
      </w:r>
      <w:r w:rsidRPr="00501E62">
        <w:rPr>
          <w:rtl/>
        </w:rPr>
        <w:t>6</w:t>
      </w:r>
      <w:r>
        <w:rPr>
          <w:rtl/>
        </w:rPr>
        <w:t xml:space="preserve">3 - </w:t>
      </w:r>
      <w:r w:rsidRPr="00501E62">
        <w:rPr>
          <w:rtl/>
        </w:rPr>
        <w:t xml:space="preserve">التهذيب ج </w:t>
      </w:r>
      <w:r>
        <w:rPr>
          <w:rtl/>
        </w:rPr>
        <w:t>2</w:t>
      </w:r>
      <w:r w:rsidRPr="00501E62">
        <w:rPr>
          <w:rtl/>
        </w:rPr>
        <w:t xml:space="preserve"> ص </w:t>
      </w:r>
      <w:r>
        <w:rPr>
          <w:rtl/>
        </w:rPr>
        <w:t>3</w:t>
      </w:r>
      <w:r w:rsidRPr="00501E62">
        <w:rPr>
          <w:rtl/>
        </w:rPr>
        <w:t xml:space="preserve">68 الكافي ج </w:t>
      </w:r>
      <w:r>
        <w:rPr>
          <w:rtl/>
        </w:rPr>
        <w:t>2</w:t>
      </w:r>
      <w:r w:rsidRPr="00501E62">
        <w:rPr>
          <w:rtl/>
        </w:rPr>
        <w:t xml:space="preserve"> ص 197.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64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69 الكافي ج </w:t>
      </w:r>
      <w:r>
        <w:rPr>
          <w:rtl/>
        </w:rPr>
        <w:t>2</w:t>
      </w:r>
      <w:r w:rsidRPr="00573E19">
        <w:rPr>
          <w:rtl/>
        </w:rPr>
        <w:t xml:space="preserve"> ص 197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عمار الساباطي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الفقاع فقال</w:t>
      </w:r>
      <w:r w:rsidR="00CA4563">
        <w:rPr>
          <w:rtl/>
        </w:rPr>
        <w:t>:</w:t>
      </w:r>
      <w:r w:rsidRPr="00573E19">
        <w:rPr>
          <w:rtl/>
        </w:rPr>
        <w:t xml:space="preserve"> هو خمر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محمد بن يحيى عن محمد بن موسى عن محمد بن عيسى عن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علي الوشا عن أبي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مسكر حرام وكل مخمر حرام</w:t>
      </w:r>
      <w:r w:rsidR="009C2257">
        <w:rPr>
          <w:rtl/>
        </w:rPr>
        <w:t xml:space="preserve"> </w:t>
      </w:r>
      <w:r w:rsidRPr="00573E19">
        <w:rPr>
          <w:rtl/>
        </w:rPr>
        <w:t>والفقاع حرام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بكر بن صالح عن زكريا بن يحيى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أسأله عن الفقاع واصفه له فقال</w:t>
      </w:r>
      <w:r w:rsidR="00CA4563">
        <w:rPr>
          <w:rtl/>
        </w:rPr>
        <w:t>:</w:t>
      </w:r>
      <w:r w:rsidRPr="00573E19">
        <w:rPr>
          <w:rtl/>
        </w:rPr>
        <w:t xml:space="preserve"> لا تشربه فأعدت عليه ذلك واصفه له كيف يصنع فقال</w:t>
      </w:r>
      <w:r w:rsidR="00CA4563">
        <w:rPr>
          <w:rtl/>
        </w:rPr>
        <w:t>:</w:t>
      </w:r>
      <w:r w:rsidRPr="00573E19">
        <w:rPr>
          <w:rtl/>
        </w:rPr>
        <w:t xml:space="preserve"> لا تشربه ولا تراجعني فيه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محمد بن إسماعيل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شرب الفقاع فكرهه كراهة شديدة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أحمد بن الحسن عن علي بن إسماعيل عن سليمان</w:t>
      </w:r>
      <w:r w:rsidR="009C2257">
        <w:rPr>
          <w:rtl/>
        </w:rPr>
        <w:t xml:space="preserve"> </w:t>
      </w:r>
      <w:r w:rsidRPr="00573E19">
        <w:rPr>
          <w:rtl/>
        </w:rPr>
        <w:t>ابن جعفر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الحسن الرضا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  <w:r w:rsidRPr="00573E19">
        <w:rPr>
          <w:rtl/>
        </w:rPr>
        <w:t xml:space="preserve"> ما تقول في شرب الفقاع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9C2257">
        <w:rPr>
          <w:rtl/>
        </w:rPr>
        <w:t xml:space="preserve"> </w:t>
      </w:r>
      <w:r w:rsidRPr="00573E19">
        <w:rPr>
          <w:rtl/>
        </w:rPr>
        <w:t>هو خمر مجهول يا سليمان فلا تشربه أما انا يا سليمان لو كان الحكم لي والدار لي لجلدت</w:t>
      </w:r>
      <w:r w:rsidR="009C2257">
        <w:rPr>
          <w:rtl/>
        </w:rPr>
        <w:t xml:space="preserve"> </w:t>
      </w:r>
      <w:r w:rsidRPr="00573E19">
        <w:rPr>
          <w:rtl/>
        </w:rPr>
        <w:t>شاربه ولقتلت بايعه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69</w:t>
      </w:r>
    </w:p>
    <w:p w:rsidR="00FE5331" w:rsidRPr="00573E19" w:rsidRDefault="00FE5331" w:rsidP="009414FD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الوشا قال</w:t>
      </w:r>
      <w:r w:rsidR="00CA4563">
        <w:rPr>
          <w:rtl/>
        </w:rPr>
        <w:t>:</w:t>
      </w:r>
      <w:r w:rsidRPr="00573E19">
        <w:rPr>
          <w:rtl/>
        </w:rPr>
        <w:t xml:space="preserve"> كتبت إليه يعنى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أسأله عن الفقاع فكتب</w:t>
      </w:r>
      <w:r w:rsidR="00CA4563">
        <w:rPr>
          <w:rtl/>
        </w:rPr>
        <w:t>:</w:t>
      </w:r>
      <w:r w:rsidRPr="00573E19">
        <w:rPr>
          <w:rtl/>
        </w:rPr>
        <w:t xml:space="preserve"> حرام وهو خمر ومن شربه كان بمنزلة شارب الخمر</w:t>
      </w:r>
      <w:r w:rsidR="00CA4563">
        <w:rPr>
          <w:rtl/>
        </w:rPr>
        <w:t>،</w:t>
      </w:r>
      <w:r w:rsidRPr="00573E19">
        <w:rPr>
          <w:rtl/>
        </w:rPr>
        <w:t xml:space="preserve"> قال وقال 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الحسن </w:t>
      </w:r>
      <w:r w:rsidR="009414FD"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لو أن الدار داري لقتلت بايعه ولجلدت شاربه</w:t>
      </w:r>
      <w:r w:rsidR="00CA4563">
        <w:rPr>
          <w:rtl/>
        </w:rPr>
        <w:t>،</w:t>
      </w:r>
      <w:r w:rsidRPr="00573E19">
        <w:rPr>
          <w:rtl/>
        </w:rPr>
        <w:t xml:space="preserve"> وقال أبو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الأخير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حده حد شارب الخمر</w:t>
      </w:r>
      <w:r w:rsidR="00CA4563">
        <w:rPr>
          <w:rtl/>
        </w:rPr>
        <w:t>،</w:t>
      </w:r>
      <w:r w:rsidRPr="00573E19">
        <w:rPr>
          <w:rtl/>
        </w:rPr>
        <w:t xml:space="preserve"> وقال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هي خميرة استصغرها الناس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يعقوب عن عدة من أصحابنا عن سهل بن زياد عن عمرو بن سعيد</w:t>
      </w:r>
      <w:r w:rsidR="009C2257">
        <w:rPr>
          <w:rtl/>
        </w:rPr>
        <w:t xml:space="preserve"> </w:t>
      </w:r>
      <w:r w:rsidRPr="00573E19">
        <w:rPr>
          <w:rtl/>
        </w:rPr>
        <w:t>عن الحسن بن الجهم وابن فضال قالا</w:t>
      </w:r>
      <w:r w:rsidR="00CA4563">
        <w:rPr>
          <w:rtl/>
        </w:rPr>
        <w:t>:</w:t>
      </w:r>
      <w:r w:rsidRPr="00573E19">
        <w:rPr>
          <w:rtl/>
        </w:rPr>
        <w:t xml:space="preserve"> سألنا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الفقاع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هو خمر مجهول وفيه حد شارب الخمر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9334AF">
        <w:rPr>
          <w:rtl/>
        </w:rPr>
        <w:t>*</w:t>
      </w:r>
      <w:r>
        <w:rPr>
          <w:rtl/>
        </w:rPr>
        <w:t xml:space="preserve"> - 3</w:t>
      </w:r>
      <w:r w:rsidRPr="009334AF">
        <w:rPr>
          <w:rtl/>
        </w:rPr>
        <w:t>65</w:t>
      </w:r>
      <w:r>
        <w:rPr>
          <w:rtl/>
        </w:rPr>
        <w:t xml:space="preserve"> - 3</w:t>
      </w:r>
      <w:r w:rsidRPr="009334AF">
        <w:rPr>
          <w:rtl/>
        </w:rPr>
        <w:t>66</w:t>
      </w:r>
      <w:r>
        <w:rPr>
          <w:rtl/>
        </w:rPr>
        <w:t xml:space="preserve"> - 3</w:t>
      </w:r>
      <w:r w:rsidRPr="009334AF">
        <w:rPr>
          <w:rtl/>
        </w:rPr>
        <w:t>67</w:t>
      </w:r>
      <w:r>
        <w:rPr>
          <w:rtl/>
        </w:rPr>
        <w:t xml:space="preserve"> - 3</w:t>
      </w:r>
      <w:r w:rsidRPr="009334AF">
        <w:rPr>
          <w:rtl/>
        </w:rPr>
        <w:t>68</w:t>
      </w:r>
      <w:r>
        <w:rPr>
          <w:rtl/>
        </w:rPr>
        <w:t xml:space="preserve"> - 3</w:t>
      </w:r>
      <w:r w:rsidRPr="009334AF">
        <w:rPr>
          <w:rtl/>
        </w:rPr>
        <w:t>69</w:t>
      </w:r>
      <w:r>
        <w:rPr>
          <w:rtl/>
        </w:rPr>
        <w:t xml:space="preserve"> - </w:t>
      </w:r>
      <w:r w:rsidRPr="009334AF">
        <w:rPr>
          <w:rtl/>
        </w:rPr>
        <w:t xml:space="preserve">التهذيب ج </w:t>
      </w:r>
      <w:r>
        <w:rPr>
          <w:rtl/>
        </w:rPr>
        <w:t>2</w:t>
      </w:r>
      <w:r w:rsidRPr="009334AF">
        <w:rPr>
          <w:rtl/>
        </w:rPr>
        <w:t xml:space="preserve"> ص </w:t>
      </w:r>
      <w:r>
        <w:rPr>
          <w:rtl/>
        </w:rPr>
        <w:t>3</w:t>
      </w:r>
      <w:r w:rsidRPr="009334AF">
        <w:rPr>
          <w:rtl/>
        </w:rPr>
        <w:t xml:space="preserve">69 الكافي ج </w:t>
      </w:r>
      <w:r>
        <w:rPr>
          <w:rtl/>
        </w:rPr>
        <w:t>2</w:t>
      </w:r>
      <w:r w:rsidRPr="009334AF">
        <w:rPr>
          <w:rtl/>
        </w:rPr>
        <w:t xml:space="preserve"> ص 198.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69 الكافي ج </w:t>
      </w:r>
      <w:r>
        <w:rPr>
          <w:rtl/>
        </w:rPr>
        <w:t>2</w:t>
      </w:r>
      <w:r w:rsidRPr="00573E19">
        <w:rPr>
          <w:rtl/>
        </w:rPr>
        <w:t xml:space="preserve"> ص 197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أحمد بن محمد عن محمد بن سنان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الفقاع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هي الخمرة بعينها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محمد بن سنان عن الحسين القلانسي قال</w:t>
      </w:r>
      <w:r w:rsidR="00CA4563">
        <w:rPr>
          <w:rtl/>
        </w:rPr>
        <w:t>:</w:t>
      </w:r>
      <w:r w:rsidRPr="00573E19">
        <w:rPr>
          <w:rtl/>
        </w:rPr>
        <w:t xml:space="preserve"> كتبت إلي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الماضي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أسأله عن الفقاع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تقربه فإنه من الخمر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أحمد بن الحسن عن أبي سعيد عن أبي جميل</w:t>
      </w:r>
      <w:r w:rsidR="009C2257">
        <w:rPr>
          <w:rtl/>
        </w:rPr>
        <w:t xml:space="preserve"> </w:t>
      </w:r>
      <w:r w:rsidRPr="00573E19">
        <w:rPr>
          <w:rtl/>
        </w:rPr>
        <w:t>البصري قال</w:t>
      </w:r>
      <w:r w:rsidR="00CA4563">
        <w:rPr>
          <w:rtl/>
        </w:rPr>
        <w:t>:</w:t>
      </w:r>
      <w:r w:rsidRPr="00573E19">
        <w:rPr>
          <w:rtl/>
        </w:rPr>
        <w:t xml:space="preserve"> كنت مع يونس بن عبد الرحمن ببغداد وأنا أمشي معه في السوق ففتح</w:t>
      </w:r>
      <w:r w:rsidR="009C2257">
        <w:rPr>
          <w:rtl/>
        </w:rPr>
        <w:t xml:space="preserve"> </w:t>
      </w:r>
      <w:r w:rsidRPr="00573E19">
        <w:rPr>
          <w:rtl/>
        </w:rPr>
        <w:t>صاحب الفقاع فقاعه فأصاب يونس فرأيته قد اغتنم لذلك حتى زالت الشمس فقلت</w:t>
      </w:r>
      <w:r w:rsidR="009C2257">
        <w:rPr>
          <w:rtl/>
        </w:rPr>
        <w:t xml:space="preserve"> </w:t>
      </w:r>
      <w:r w:rsidRPr="00573E19">
        <w:rPr>
          <w:rtl/>
        </w:rPr>
        <w:t>له</w:t>
      </w:r>
      <w:r w:rsidR="00CA4563">
        <w:rPr>
          <w:rtl/>
        </w:rPr>
        <w:t>:</w:t>
      </w:r>
      <w:r w:rsidRPr="00573E19">
        <w:rPr>
          <w:rtl/>
        </w:rPr>
        <w:t xml:space="preserve"> ألا تصلي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ليس أريد أن أصلي حتى أرجع إلى البيت واغسل هذا الخمر من</w:t>
      </w:r>
      <w:r w:rsidR="009C2257">
        <w:rPr>
          <w:rtl/>
        </w:rPr>
        <w:t xml:space="preserve"> </w:t>
      </w:r>
      <w:r w:rsidRPr="00573E19">
        <w:rPr>
          <w:rtl/>
        </w:rPr>
        <w:t>ثوبي</w:t>
      </w:r>
      <w:r w:rsidR="00CA4563">
        <w:rPr>
          <w:rtl/>
        </w:rPr>
        <w:t>،</w:t>
      </w:r>
      <w:r w:rsidRPr="00573E19">
        <w:rPr>
          <w:rtl/>
        </w:rPr>
        <w:t xml:space="preserve"> قال فقلت له</w:t>
      </w:r>
      <w:r w:rsidR="00CA4563">
        <w:rPr>
          <w:rtl/>
        </w:rPr>
        <w:t>:</w:t>
      </w:r>
      <w:r w:rsidRPr="00573E19">
        <w:rPr>
          <w:rtl/>
        </w:rPr>
        <w:t xml:space="preserve"> هذا رأيك أو شئ رويته فقال</w:t>
      </w:r>
      <w:r w:rsidR="00CA4563">
        <w:rPr>
          <w:rtl/>
        </w:rPr>
        <w:t>:</w:t>
      </w:r>
      <w:r w:rsidRPr="00573E19">
        <w:rPr>
          <w:rtl/>
        </w:rPr>
        <w:t xml:space="preserve"> أخبرني هشام بن الحكم أنه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الفقاع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تشربه فإنه خمر مجهول وإذا أصاب</w:t>
      </w:r>
      <w:r w:rsidR="009C2257">
        <w:rPr>
          <w:rtl/>
        </w:rPr>
        <w:t xml:space="preserve"> </w:t>
      </w:r>
      <w:r w:rsidRPr="00573E19">
        <w:rPr>
          <w:rtl/>
        </w:rPr>
        <w:t>ثوبك فاغسله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يعقوب بن يزيد عن ابن أبي عمير</w:t>
      </w:r>
      <w:r w:rsidR="009C2257">
        <w:rPr>
          <w:rtl/>
        </w:rPr>
        <w:t xml:space="preserve"> </w:t>
      </w:r>
      <w:r w:rsidRPr="00573E19">
        <w:rPr>
          <w:rtl/>
        </w:rPr>
        <w:t>عن مرازم قال</w:t>
      </w:r>
      <w:r w:rsidR="00CA4563">
        <w:rPr>
          <w:rtl/>
        </w:rPr>
        <w:t>:</w:t>
      </w:r>
      <w:r w:rsidRPr="00573E19">
        <w:rPr>
          <w:rtl/>
        </w:rPr>
        <w:t xml:space="preserve"> كان يعمل لأبي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الفقاع في منزله</w:t>
      </w:r>
      <w:r w:rsidR="00CA4563">
        <w:rPr>
          <w:rtl/>
        </w:rPr>
        <w:t>،</w:t>
      </w:r>
      <w:r w:rsidRPr="00573E19">
        <w:rPr>
          <w:rtl/>
        </w:rPr>
        <w:t xml:space="preserve"> قال محمد بن</w:t>
      </w:r>
      <w:r w:rsidR="009C2257">
        <w:rPr>
          <w:rtl/>
        </w:rPr>
        <w:t xml:space="preserve"> </w:t>
      </w:r>
      <w:r w:rsidRPr="00573E19">
        <w:rPr>
          <w:rtl/>
        </w:rPr>
        <w:t>أحمد بن يحيى قال أبو أحمد يعني ابن أبي عمير ولا يعمل فقاع يغلى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الذي يكشف عما ذكره ابن أبي عمير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الحسين بن سعيد عن عثمان بن عيسى قال</w:t>
      </w:r>
      <w:r w:rsidR="00CA4563">
        <w:rPr>
          <w:rtl/>
        </w:rPr>
        <w:t>:</w:t>
      </w:r>
      <w:r w:rsidRPr="00573E19">
        <w:rPr>
          <w:rtl/>
        </w:rPr>
        <w:t xml:space="preserve"> كتب عبد الله بن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الرازي إلى أبي جعفر 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رأيت أن تفسر لي الفقاع فإنه قد اشتبه</w:t>
      </w:r>
      <w:r w:rsidR="009C2257">
        <w:rPr>
          <w:rtl/>
        </w:rPr>
        <w:t xml:space="preserve"> </w:t>
      </w:r>
      <w:r w:rsidRPr="00573E19">
        <w:rPr>
          <w:rtl/>
        </w:rPr>
        <w:t>علينا</w:t>
      </w:r>
      <w:r w:rsidR="00CA4563">
        <w:rPr>
          <w:rtl/>
        </w:rPr>
        <w:t>،</w:t>
      </w:r>
      <w:r w:rsidRPr="00573E19">
        <w:rPr>
          <w:rtl/>
        </w:rPr>
        <w:t xml:space="preserve"> أمكروه هو بعد غليانه أم قبله</w:t>
      </w:r>
      <w:r>
        <w:rPr>
          <w:rtl/>
        </w:rPr>
        <w:t>؟</w:t>
      </w:r>
      <w:r w:rsidRPr="00573E19">
        <w:rPr>
          <w:rtl/>
        </w:rPr>
        <w:t xml:space="preserve"> فكتب إليه لا تقرب الفقاع الا ما لم تضر آنيته</w:t>
      </w:r>
      <w:r w:rsidR="009C2257">
        <w:rPr>
          <w:rtl/>
        </w:rPr>
        <w:t xml:space="preserve"> </w:t>
      </w:r>
      <w:r w:rsidRPr="00573E19">
        <w:rPr>
          <w:rtl/>
        </w:rPr>
        <w:t>أو كان جديدا فأعاد الكتاب إليه إني كتبت اسأل عن الفقاع ما لم يغل فأتاني أن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9334AF">
        <w:rPr>
          <w:rtl/>
        </w:rPr>
        <w:t>*</w:t>
      </w:r>
      <w:r>
        <w:rPr>
          <w:rtl/>
        </w:rPr>
        <w:t xml:space="preserve"> - 3</w:t>
      </w:r>
      <w:r w:rsidRPr="009334AF">
        <w:rPr>
          <w:rtl/>
        </w:rPr>
        <w:t>71</w:t>
      </w:r>
      <w:r>
        <w:rPr>
          <w:rtl/>
        </w:rPr>
        <w:t xml:space="preserve"> - 3</w:t>
      </w:r>
      <w:r w:rsidRPr="009334AF">
        <w:rPr>
          <w:rtl/>
        </w:rPr>
        <w:t>7</w:t>
      </w:r>
      <w:r>
        <w:rPr>
          <w:rtl/>
        </w:rPr>
        <w:t>2 - 3</w:t>
      </w:r>
      <w:r w:rsidRPr="009334AF">
        <w:rPr>
          <w:rtl/>
        </w:rPr>
        <w:t>7</w:t>
      </w:r>
      <w:r>
        <w:rPr>
          <w:rtl/>
        </w:rPr>
        <w:t xml:space="preserve">3 - </w:t>
      </w:r>
      <w:r w:rsidRPr="009334AF">
        <w:rPr>
          <w:rtl/>
        </w:rPr>
        <w:t xml:space="preserve">التهذيب ج </w:t>
      </w:r>
      <w:r>
        <w:rPr>
          <w:rtl/>
        </w:rPr>
        <w:t>2</w:t>
      </w:r>
      <w:r w:rsidRPr="009334AF">
        <w:rPr>
          <w:rtl/>
        </w:rPr>
        <w:t xml:space="preserve"> ص </w:t>
      </w:r>
      <w:r>
        <w:rPr>
          <w:rtl/>
        </w:rPr>
        <w:t>3</w:t>
      </w:r>
      <w:r w:rsidRPr="009334AF">
        <w:rPr>
          <w:rtl/>
        </w:rPr>
        <w:t xml:space="preserve">69 الكافي ج </w:t>
      </w:r>
      <w:r>
        <w:rPr>
          <w:rtl/>
        </w:rPr>
        <w:t>2</w:t>
      </w:r>
      <w:r w:rsidRPr="009334AF">
        <w:rPr>
          <w:rtl/>
        </w:rPr>
        <w:t xml:space="preserve"> ص 197.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69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اشربه ما كان في اناء جديد أو غير ضار ولم اعرف حد الضرارة والجديد وسأل أن</w:t>
      </w:r>
      <w:r w:rsidR="009C2257">
        <w:rPr>
          <w:rtl/>
        </w:rPr>
        <w:t xml:space="preserve"> </w:t>
      </w:r>
      <w:r w:rsidRPr="00573E19">
        <w:rPr>
          <w:rtl/>
        </w:rPr>
        <w:t>يفسر ذلك له وهل يجوز شرب ما يعمل في الغضارة والزجاج والخشب ونحوه في</w:t>
      </w:r>
      <w:r w:rsidR="009C2257">
        <w:rPr>
          <w:rtl/>
        </w:rPr>
        <w:t xml:space="preserve"> </w:t>
      </w:r>
      <w:r w:rsidRPr="00573E19">
        <w:rPr>
          <w:rtl/>
        </w:rPr>
        <w:t>الأواني فكتب</w:t>
      </w:r>
      <w:r w:rsidR="00CA4563">
        <w:rPr>
          <w:rtl/>
        </w:rPr>
        <w:t>:</w:t>
      </w:r>
      <w:r w:rsidRPr="00573E19">
        <w:rPr>
          <w:rtl/>
        </w:rPr>
        <w:t xml:space="preserve"> يفعل الفقاع في الزجاج وفى الفخار الجديد إلى قدر ثلاث عملات</w:t>
      </w:r>
      <w:r w:rsidR="009C2257">
        <w:rPr>
          <w:rtl/>
        </w:rPr>
        <w:t xml:space="preserve"> </w:t>
      </w:r>
      <w:r w:rsidRPr="00573E19">
        <w:rPr>
          <w:rtl/>
        </w:rPr>
        <w:t>ثم لا تعد منه بعد ثلاث عملات إلا في اناء جديد والخشب مثل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أحمد بن محمد عن الحسن عن الحسين أخيه عن أبيه علي بن يقطين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الحسن الماضي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شرب الفقاع الذي يعمل في</w:t>
      </w:r>
      <w:r w:rsidR="009C2257">
        <w:rPr>
          <w:rtl/>
        </w:rPr>
        <w:t xml:space="preserve"> </w:t>
      </w:r>
      <w:r w:rsidRPr="00573E19">
        <w:rPr>
          <w:rtl/>
        </w:rPr>
        <w:t>السوق ويباع ولا أدري كيف عمل ولا متى عمل أيحل لي ان أشربه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أحبه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138" w:name="_Toc374810452"/>
      <w:bookmarkStart w:id="139" w:name="_Toc376954827"/>
      <w:r w:rsidRPr="00573E19">
        <w:rPr>
          <w:rtl/>
        </w:rPr>
        <w:t>كتاب الوقوف والصدقات</w:t>
      </w:r>
      <w:bookmarkEnd w:id="138"/>
      <w:bookmarkEnd w:id="139"/>
    </w:p>
    <w:p w:rsidR="00FE5331" w:rsidRPr="00573E19" w:rsidRDefault="00FE5331" w:rsidP="00FE5331">
      <w:pPr>
        <w:pStyle w:val="Heading2Center"/>
        <w:rPr>
          <w:rtl/>
        </w:rPr>
      </w:pPr>
      <w:bookmarkStart w:id="140" w:name="_Toc374810453"/>
      <w:bookmarkStart w:id="141" w:name="_Toc376954828"/>
      <w:r w:rsidRPr="00573E19">
        <w:rPr>
          <w:rtl/>
        </w:rPr>
        <w:t>61</w:t>
      </w:r>
      <w:r>
        <w:rPr>
          <w:rtl/>
        </w:rPr>
        <w:t xml:space="preserve"> - </w:t>
      </w:r>
      <w:r w:rsidRPr="00573E19">
        <w:rPr>
          <w:rtl/>
        </w:rPr>
        <w:t>باب انه لا يجوز بيع الوقف</w:t>
      </w:r>
      <w:bookmarkEnd w:id="140"/>
      <w:bookmarkEnd w:id="141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محمد بن يعقوب عن محمد بن جعفر الرزاز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محمد بن عيسى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بن راشد قال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قلت جعلت فداك اشتريت أرضا إلى</w:t>
      </w:r>
      <w:r w:rsidR="009C2257">
        <w:rPr>
          <w:rtl/>
        </w:rPr>
        <w:t xml:space="preserve"> </w:t>
      </w:r>
      <w:r w:rsidRPr="00573E19">
        <w:rPr>
          <w:rtl/>
        </w:rPr>
        <w:t>جنب ضيعتي فلما وفرت المال خبرت أن الأرض وقف فقال</w:t>
      </w:r>
      <w:r w:rsidR="00CA4563">
        <w:rPr>
          <w:rtl/>
        </w:rPr>
        <w:t>:</w:t>
      </w:r>
      <w:r w:rsidRPr="00573E19">
        <w:rPr>
          <w:rtl/>
        </w:rPr>
        <w:t xml:space="preserve"> لا يجوز شراء الوقف</w:t>
      </w:r>
      <w:r w:rsidR="009C2257">
        <w:rPr>
          <w:rtl/>
        </w:rPr>
        <w:t xml:space="preserve"> </w:t>
      </w:r>
      <w:r w:rsidRPr="00573E19">
        <w:rPr>
          <w:rtl/>
        </w:rPr>
        <w:t>ولا تدخل الغلة في مالك إدفعها إلى من أوقفت عليه</w:t>
      </w:r>
      <w:r w:rsidR="00CA4563">
        <w:rPr>
          <w:rtl/>
        </w:rPr>
        <w:t>،</w:t>
      </w:r>
      <w:r w:rsidRPr="00573E19">
        <w:rPr>
          <w:rtl/>
        </w:rPr>
        <w:t xml:space="preserve"> قلت لا أعرف لها ربا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تصدق بغلتها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فضالة عن أبان عن عجلان أبي صالح قال</w:t>
      </w:r>
      <w:r w:rsidR="00CA4563">
        <w:rPr>
          <w:rtl/>
        </w:rPr>
        <w:t>:</w:t>
      </w:r>
      <w:r w:rsidRPr="00573E19">
        <w:rPr>
          <w:rtl/>
        </w:rPr>
        <w:t xml:space="preserve"> أملى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بسم الله الرحمن الرحيم هذا ما تصدق به فلان بن فلان وهو</w:t>
      </w:r>
      <w:r w:rsidR="009C2257">
        <w:rPr>
          <w:rtl/>
        </w:rPr>
        <w:t xml:space="preserve"> </w:t>
      </w:r>
      <w:r w:rsidRPr="00573E19">
        <w:rPr>
          <w:rtl/>
        </w:rPr>
        <w:t>حي سوي بداره التي في بني فلان بحدودها صدقة لا تباع ولا توهب حتى يرثها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ب </w:t>
      </w:r>
      <w:r>
        <w:rPr>
          <w:rtl/>
        </w:rPr>
        <w:t>(</w:t>
      </w:r>
      <w:r w:rsidRPr="00573E19">
        <w:rPr>
          <w:rtl/>
        </w:rPr>
        <w:t xml:space="preserve"> جعفر الرازي ) وفي ج ود </w:t>
      </w:r>
      <w:r>
        <w:rPr>
          <w:rFonts w:hint="cs"/>
          <w:rtl/>
        </w:rPr>
        <w:t>«</w:t>
      </w:r>
      <w:r w:rsidRPr="00573E19">
        <w:rPr>
          <w:rtl/>
        </w:rPr>
        <w:t xml:space="preserve"> الرزاز وما أثبتناه عن الكافي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- 3</w:t>
      </w:r>
      <w:r w:rsidRPr="00573E19">
        <w:rPr>
          <w:rtl/>
        </w:rPr>
        <w:t>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77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44 الفقيه ص 4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وارث السماوات والأرض وانه قد أسكن صدقته هذه فلانا وعقبه فإذا انقرضوا فهي</w:t>
      </w:r>
      <w:r w:rsidR="009C2257">
        <w:rPr>
          <w:rtl/>
        </w:rPr>
        <w:t xml:space="preserve"> </w:t>
      </w:r>
      <w:r w:rsidRPr="00573E19">
        <w:rPr>
          <w:rtl/>
        </w:rPr>
        <w:t>على ذوي الحاجة من المسلمين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79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يعقوب عن حميد بن زياد عن الحسن بن سماعة عن أحمد بن عبدوس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أبان عن عبد الرحمن بن أبي عبد الله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محمد بن عاصم عن الأسود بن أبي الأسود الدؤلي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ربعي بن عبد الله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تصدق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بدار له في بني زريق بالمدينة فكتب بسم الله الرحمن الرحيم « هذا ما تصدق به علي بن</w:t>
      </w:r>
      <w:r w:rsidR="009C2257">
        <w:rPr>
          <w:rtl/>
        </w:rPr>
        <w:t xml:space="preserve"> </w:t>
      </w:r>
      <w:r w:rsidRPr="00573E19">
        <w:rPr>
          <w:rtl/>
        </w:rPr>
        <w:t>أبي طالب وهو حي سوي تصدق بداره التي في بني زريق صدقة لا تباع ولا توهب</w:t>
      </w:r>
      <w:r w:rsidR="009C2257">
        <w:rPr>
          <w:rtl/>
        </w:rPr>
        <w:t xml:space="preserve"> </w:t>
      </w:r>
      <w:r w:rsidRPr="00573E19">
        <w:rPr>
          <w:rtl/>
        </w:rPr>
        <w:t>حتى يرثها الله الذي يرث السماوات والأرض واسكن هذه الصدقة فلانا ما عاش</w:t>
      </w:r>
      <w:r w:rsidR="009C2257">
        <w:rPr>
          <w:rtl/>
        </w:rPr>
        <w:t xml:space="preserve"> </w:t>
      </w:r>
      <w:r w:rsidRPr="00573E19">
        <w:rPr>
          <w:rtl/>
        </w:rPr>
        <w:t>وعاش عقبه فإذا انقرضوا فهي لذوي الحاجة من المسلمين</w:t>
      </w:r>
      <w:r>
        <w:rPr>
          <w:rtl/>
        </w:rPr>
        <w:t>.</w:t>
      </w:r>
      <w:r w:rsidRPr="00573E19">
        <w:rPr>
          <w:rtl/>
        </w:rPr>
        <w:t xml:space="preserve"> »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محمد بن محمد وسهل بن زياد عن الحسين بن سعيد عن علي بن مهزيار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فلانا ابتاع ضيعة فأوقفها وجعل لك من</w:t>
      </w:r>
      <w:r w:rsidR="009C2257">
        <w:rPr>
          <w:rtl/>
        </w:rPr>
        <w:t xml:space="preserve"> </w:t>
      </w:r>
      <w:r w:rsidRPr="00573E19">
        <w:rPr>
          <w:rtl/>
        </w:rPr>
        <w:t>الوقف الخمس وسأل عن رأيك في بيع حصتك من الأرض أو تقويمها على نفسه بما اشتراها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أو يدعها موقوفة فكتب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إلي </w:t>
      </w:r>
      <w:r>
        <w:rPr>
          <w:rFonts w:hint="cs"/>
          <w:rtl/>
        </w:rPr>
        <w:t>«</w:t>
      </w:r>
      <w:r w:rsidRPr="00573E19">
        <w:rPr>
          <w:rtl/>
        </w:rPr>
        <w:t xml:space="preserve"> أعلم فلانا اني آمره ببيع حقي من الضيعة</w:t>
      </w:r>
      <w:r w:rsidR="009C2257">
        <w:rPr>
          <w:rtl/>
        </w:rPr>
        <w:t xml:space="preserve"> </w:t>
      </w:r>
      <w:r w:rsidRPr="00573E19">
        <w:rPr>
          <w:rtl/>
        </w:rPr>
        <w:t>وايصال ثمن ذلك إلي وإن ذلك رأيي إن شاء الله أو تقويمها على نفسه إن كان ذلك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أوفق له </w:t>
      </w:r>
      <w:r>
        <w:rPr>
          <w:rFonts w:hint="cs"/>
          <w:rtl/>
        </w:rPr>
        <w:t>»</w:t>
      </w:r>
      <w:r w:rsidRPr="00573E19">
        <w:rPr>
          <w:rtl/>
        </w:rPr>
        <w:t xml:space="preserve"> وكتبت إليه</w:t>
      </w:r>
      <w:r w:rsidR="00CA4563">
        <w:rPr>
          <w:rtl/>
        </w:rPr>
        <w:t>:</w:t>
      </w:r>
      <w:r w:rsidRPr="00573E19">
        <w:rPr>
          <w:rtl/>
        </w:rPr>
        <w:t xml:space="preserve"> ان الرجل كتب أن بين من وقف بقية هذه الضيعة عليهم</w:t>
      </w:r>
      <w:r w:rsidR="009C2257">
        <w:rPr>
          <w:rtl/>
        </w:rPr>
        <w:t xml:space="preserve"> </w:t>
      </w:r>
      <w:r w:rsidRPr="00573E19">
        <w:rPr>
          <w:rtl/>
        </w:rPr>
        <w:t>اختلافا شديدا وانه ليس يأمن أن يتفاقم ذلك بينهم بعده فإن كان ترى أن يبيع</w:t>
      </w:r>
      <w:r w:rsidR="009C2257">
        <w:rPr>
          <w:rtl/>
        </w:rPr>
        <w:t xml:space="preserve"> </w:t>
      </w:r>
      <w:r w:rsidRPr="00573E19">
        <w:rPr>
          <w:rtl/>
        </w:rPr>
        <w:t>هذا الوقف ويدفع إلى كل انسان منهم ما كان وقف له من ذلك أمرته</w:t>
      </w:r>
      <w:r w:rsidR="00CA4563">
        <w:rPr>
          <w:rtl/>
        </w:rPr>
        <w:t>،</w:t>
      </w:r>
      <w:r w:rsidRPr="00573E19">
        <w:rPr>
          <w:rtl/>
        </w:rPr>
        <w:t xml:space="preserve"> فكتب بخطه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إلي </w:t>
      </w:r>
      <w:r>
        <w:rPr>
          <w:rFonts w:hint="cs"/>
          <w:rtl/>
        </w:rPr>
        <w:t>«</w:t>
      </w:r>
      <w:r w:rsidRPr="00573E19">
        <w:rPr>
          <w:rtl/>
        </w:rPr>
        <w:t xml:space="preserve"> واعلمه أن رأيي له إن كان قد علم الاختلاف ما بين أصحاب الوقف ان بيع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9334AF">
        <w:rPr>
          <w:rtl/>
        </w:rPr>
        <w:t>*</w:t>
      </w:r>
      <w:r>
        <w:rPr>
          <w:rtl/>
        </w:rPr>
        <w:t xml:space="preserve"> - 3</w:t>
      </w:r>
      <w:r w:rsidRPr="009334AF">
        <w:rPr>
          <w:rtl/>
        </w:rPr>
        <w:t>79</w:t>
      </w:r>
      <w:r>
        <w:rPr>
          <w:rtl/>
        </w:rPr>
        <w:t xml:space="preserve"> - </w:t>
      </w:r>
      <w:r w:rsidRPr="009334AF">
        <w:rPr>
          <w:rtl/>
        </w:rPr>
        <w:t xml:space="preserve">التهذيب ج 1 ص </w:t>
      </w:r>
      <w:r>
        <w:rPr>
          <w:rtl/>
        </w:rPr>
        <w:t>3</w:t>
      </w:r>
      <w:r w:rsidRPr="009334AF">
        <w:rPr>
          <w:rtl/>
        </w:rPr>
        <w:t xml:space="preserve">71 الكافي ج </w:t>
      </w:r>
      <w:r>
        <w:rPr>
          <w:rtl/>
        </w:rPr>
        <w:t>2</w:t>
      </w:r>
      <w:r w:rsidRPr="009334AF">
        <w:rPr>
          <w:rtl/>
        </w:rPr>
        <w:t xml:space="preserve"> ص </w:t>
      </w:r>
      <w:r>
        <w:rPr>
          <w:rtl/>
        </w:rPr>
        <w:t>2</w:t>
      </w:r>
      <w:r w:rsidRPr="009334AF">
        <w:rPr>
          <w:rtl/>
        </w:rPr>
        <w:t>45.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71 الفقيه ص 4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44 الفقيه ص 4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الوقف أمثل فإنه ربما جاء في الاختلاف تلف الأموال والنفوس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جواز بيع ذلك إذا كان بالشرط الذي تضمنه</w:t>
      </w:r>
      <w:r w:rsidR="009C2257">
        <w:rPr>
          <w:rtl/>
        </w:rPr>
        <w:t xml:space="preserve"> </w:t>
      </w:r>
      <w:r w:rsidRPr="00573E19">
        <w:rPr>
          <w:rtl/>
        </w:rPr>
        <w:t>الخبر من أن كونه وقفا يؤدي إلى ضرر ووقوع اختلاف وهرج ومرج وخراب</w:t>
      </w:r>
      <w:r w:rsidR="009C2257">
        <w:rPr>
          <w:rtl/>
        </w:rPr>
        <w:t xml:space="preserve"> </w:t>
      </w:r>
      <w:r w:rsidRPr="00573E19">
        <w:rPr>
          <w:rtl/>
        </w:rPr>
        <w:t>الوقف فحينئذ يجوز بيعه واعطاء كل ذي حق حقه</w:t>
      </w:r>
      <w:r w:rsidR="00CA4563">
        <w:rPr>
          <w:rtl/>
        </w:rPr>
        <w:t>،</w:t>
      </w:r>
      <w:r w:rsidRPr="00573E19">
        <w:rPr>
          <w:rtl/>
        </w:rPr>
        <w:t xml:space="preserve"> على أن الذي يجوز بيعه إنما</w:t>
      </w:r>
      <w:r w:rsidR="009C2257">
        <w:rPr>
          <w:rtl/>
        </w:rPr>
        <w:t xml:space="preserve"> </w:t>
      </w:r>
      <w:r w:rsidRPr="00573E19">
        <w:rPr>
          <w:rtl/>
        </w:rPr>
        <w:t>يجوز لا رباب الوقف لا لغيرهم</w:t>
      </w:r>
      <w:r w:rsidR="00CA4563">
        <w:rPr>
          <w:rtl/>
        </w:rPr>
        <w:t>،</w:t>
      </w:r>
      <w:r w:rsidRPr="00573E19">
        <w:rPr>
          <w:rtl/>
        </w:rPr>
        <w:t xml:space="preserve"> والخبر الأول الذي ذكرناه في صدر الباب الظاهر</w:t>
      </w:r>
      <w:r w:rsidR="009C2257">
        <w:rPr>
          <w:rtl/>
        </w:rPr>
        <w:t xml:space="preserve"> </w:t>
      </w:r>
      <w:r w:rsidRPr="00573E19">
        <w:rPr>
          <w:rtl/>
        </w:rPr>
        <w:t>منه انه كان باعه غير الموقوف عليه فلذلك لم يجز بيعه على كل حال</w:t>
      </w:r>
      <w:r w:rsidR="00CA4563">
        <w:rPr>
          <w:rtl/>
        </w:rPr>
        <w:t>،</w:t>
      </w:r>
      <w:r w:rsidRPr="00573E19">
        <w:rPr>
          <w:rtl/>
        </w:rPr>
        <w:t xml:space="preserve"> والذي يؤكد</w:t>
      </w:r>
      <w:r w:rsidR="009C2257">
        <w:rPr>
          <w:rtl/>
        </w:rPr>
        <w:t xml:space="preserve"> </w:t>
      </w:r>
      <w:r w:rsidRPr="00573E19">
        <w:rPr>
          <w:rtl/>
        </w:rPr>
        <w:t>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الحسن بن محبوب عن علي بن رئاب عن جعفر بن</w:t>
      </w:r>
      <w:r w:rsidR="009C2257">
        <w:rPr>
          <w:rtl/>
        </w:rPr>
        <w:t xml:space="preserve"> </w:t>
      </w:r>
      <w:r w:rsidRPr="00573E19">
        <w:rPr>
          <w:rtl/>
        </w:rPr>
        <w:t>حنان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أوقف غلة له على قرابة من أبيه</w:t>
      </w:r>
      <w:r w:rsidR="009C2257">
        <w:rPr>
          <w:rtl/>
        </w:rPr>
        <w:t xml:space="preserve"> </w:t>
      </w:r>
      <w:r w:rsidRPr="00573E19">
        <w:rPr>
          <w:rtl/>
        </w:rPr>
        <w:t>وقرابة من أمه فللورثة أن يبيعوا الأرض إذا احتاجوا ولم يكفهم ما يخرج من الغلة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 إذا رضوا كلهم وكان البيع خيرا لهم باعوا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42" w:name="_Toc374810454"/>
      <w:bookmarkStart w:id="143" w:name="_Toc376954829"/>
      <w:r w:rsidRPr="00573E19">
        <w:rPr>
          <w:rtl/>
        </w:rPr>
        <w:t>6</w:t>
      </w:r>
      <w:r>
        <w:rPr>
          <w:rtl/>
        </w:rPr>
        <w:t xml:space="preserve">2 - </w:t>
      </w:r>
      <w:r w:rsidRPr="00573E19">
        <w:rPr>
          <w:rtl/>
        </w:rPr>
        <w:t>باب من وقف وقفا ولم يذكر الموقوف عليه</w:t>
      </w:r>
      <w:bookmarkEnd w:id="142"/>
      <w:bookmarkEnd w:id="143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مهزيار قال قلت له</w:t>
      </w:r>
      <w:r w:rsidR="00CA4563">
        <w:rPr>
          <w:rtl/>
        </w:rPr>
        <w:t>:</w:t>
      </w:r>
      <w:r w:rsidRPr="00573E19">
        <w:rPr>
          <w:rtl/>
        </w:rPr>
        <w:t xml:space="preserve"> روى بعض مواليك عن آبائك </w:t>
      </w:r>
      <w:r w:rsidRPr="00FE5331">
        <w:rPr>
          <w:rStyle w:val="libAlaemChar"/>
          <w:rtl/>
        </w:rPr>
        <w:t>عليهم‌السلام</w:t>
      </w:r>
      <w:r w:rsidR="009C2257">
        <w:rPr>
          <w:rtl/>
        </w:rPr>
        <w:t xml:space="preserve"> </w:t>
      </w:r>
      <w:r w:rsidRPr="00573E19">
        <w:rPr>
          <w:rtl/>
        </w:rPr>
        <w:t>أن كل وقف إلى وقت معلوم فهو واجب على الورثة وكل وقف إلى غير وقت جهل</w:t>
      </w:r>
      <w:r w:rsidR="009C2257">
        <w:rPr>
          <w:rtl/>
        </w:rPr>
        <w:t xml:space="preserve"> </w:t>
      </w:r>
      <w:r w:rsidRPr="00573E19">
        <w:rPr>
          <w:rtl/>
        </w:rPr>
        <w:t>مجهول فهو باطل على الورثة وأنت أعلم بقول آبائك فكتب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هو عندي</w:t>
      </w:r>
      <w:r w:rsidR="009C2257">
        <w:rPr>
          <w:rtl/>
        </w:rPr>
        <w:t xml:space="preserve"> </w:t>
      </w:r>
      <w:r w:rsidRPr="00573E19">
        <w:rPr>
          <w:rtl/>
        </w:rPr>
        <w:t>كذا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الوقف متى لم يكن مؤبدا لم يكن صحيحا على ما تضمنه</w:t>
      </w:r>
      <w:r w:rsidR="009C2257">
        <w:rPr>
          <w:rtl/>
        </w:rPr>
        <w:t xml:space="preserve"> </w:t>
      </w:r>
      <w:r w:rsidRPr="00573E19">
        <w:rPr>
          <w:rtl/>
        </w:rPr>
        <w:t>الاخبار الأولة في الباب الأول المتضمنة لشرط كتاب الوقف</w:t>
      </w:r>
      <w:r w:rsidR="00CA4563">
        <w:rPr>
          <w:rtl/>
        </w:rPr>
        <w:t>،</w:t>
      </w:r>
      <w:r w:rsidRPr="00573E19">
        <w:rPr>
          <w:rtl/>
        </w:rPr>
        <w:t xml:space="preserve"> ومتى لم يكن مؤبدا</w:t>
      </w:r>
      <w:r w:rsidR="009C2257">
        <w:rPr>
          <w:rtl/>
        </w:rPr>
        <w:t xml:space="preserve"> </w:t>
      </w:r>
      <w:r w:rsidRPr="00573E19">
        <w:rPr>
          <w:rtl/>
        </w:rPr>
        <w:t>لا يصح على حال</w:t>
      </w:r>
      <w:r w:rsidR="00CA4563">
        <w:rPr>
          <w:rtl/>
        </w:rPr>
        <w:t>،</w:t>
      </w:r>
      <w:r w:rsidRPr="00573E19">
        <w:rPr>
          <w:rtl/>
        </w:rPr>
        <w:t xml:space="preserve"> والمعنى في هذا الخبر أن يكون قوله كل وقف إلى وقت معلوم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9334AF">
        <w:rPr>
          <w:rtl/>
        </w:rPr>
        <w:t>*</w:t>
      </w:r>
      <w:r>
        <w:rPr>
          <w:rtl/>
        </w:rPr>
        <w:t xml:space="preserve"> - 3</w:t>
      </w:r>
      <w:r w:rsidRPr="009334AF">
        <w:rPr>
          <w:rtl/>
        </w:rPr>
        <w:t>8</w:t>
      </w:r>
      <w:r>
        <w:rPr>
          <w:rtl/>
        </w:rPr>
        <w:t xml:space="preserve">2 - </w:t>
      </w:r>
      <w:r w:rsidRPr="009334AF">
        <w:rPr>
          <w:rtl/>
        </w:rPr>
        <w:t xml:space="preserve">التهذيب ج </w:t>
      </w:r>
      <w:r>
        <w:rPr>
          <w:rtl/>
        </w:rPr>
        <w:t>2</w:t>
      </w:r>
      <w:r w:rsidRPr="009334AF">
        <w:rPr>
          <w:rtl/>
        </w:rPr>
        <w:t xml:space="preserve"> ص </w:t>
      </w:r>
      <w:r>
        <w:rPr>
          <w:rtl/>
        </w:rPr>
        <w:t>3</w:t>
      </w:r>
      <w:r w:rsidRPr="009334AF">
        <w:rPr>
          <w:rtl/>
        </w:rPr>
        <w:t>7</w:t>
      </w:r>
      <w:r>
        <w:rPr>
          <w:rtl/>
        </w:rPr>
        <w:t>2</w:t>
      </w:r>
      <w:r w:rsidRPr="009334AF">
        <w:rPr>
          <w:rtl/>
        </w:rPr>
        <w:t xml:space="preserve"> الفقيه ص 4</w:t>
      </w:r>
      <w:r>
        <w:rPr>
          <w:rtl/>
        </w:rPr>
        <w:t>2</w:t>
      </w:r>
      <w:r w:rsidRPr="009334AF">
        <w:rPr>
          <w:rtl/>
        </w:rPr>
        <w:t>0 وفيهما زيادة كثيرة.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8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44 بزيادة في آخره الفقيه ص 419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فهو واجب معناه انه إذا كان الموقوف عليه مذكورا لأنه إذا لم يذكر في الوقف</w:t>
      </w:r>
      <w:r w:rsidR="009C2257">
        <w:rPr>
          <w:rtl/>
        </w:rPr>
        <w:t xml:space="preserve"> </w:t>
      </w:r>
      <w:r w:rsidRPr="00573E19">
        <w:rPr>
          <w:rtl/>
        </w:rPr>
        <w:t>موقوفا عليه بطل الوقت ولم يرد بالوقف الاجل وكان هذا تعارفا بينهم</w:t>
      </w:r>
      <w:r w:rsidR="00CA4563">
        <w:rPr>
          <w:rtl/>
        </w:rPr>
        <w:t>،</w:t>
      </w:r>
      <w:r w:rsidRPr="00573E19">
        <w:rPr>
          <w:rtl/>
        </w:rPr>
        <w:t xml:space="preserve"> والذي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محمد بن الحسن الصفار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محمد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أسأله</w:t>
      </w:r>
      <w:r w:rsidR="009C2257">
        <w:rPr>
          <w:rtl/>
        </w:rPr>
        <w:t xml:space="preserve"> </w:t>
      </w:r>
      <w:r w:rsidRPr="00573E19">
        <w:rPr>
          <w:rtl/>
        </w:rPr>
        <w:t>عن الوقف الذي يصح كيف هو</w:t>
      </w:r>
      <w:r>
        <w:rPr>
          <w:rtl/>
        </w:rPr>
        <w:t>؟</w:t>
      </w:r>
      <w:r w:rsidRPr="00573E19">
        <w:rPr>
          <w:rtl/>
        </w:rPr>
        <w:t xml:space="preserve"> فقد روي أن الوقف إذا كان غير موقت فهو</w:t>
      </w:r>
      <w:r w:rsidR="009C2257">
        <w:rPr>
          <w:rtl/>
        </w:rPr>
        <w:t xml:space="preserve"> </w:t>
      </w:r>
      <w:r w:rsidRPr="00573E19">
        <w:rPr>
          <w:rtl/>
        </w:rPr>
        <w:t>باطل مردود على الورثة</w:t>
      </w:r>
      <w:r w:rsidR="00CA4563">
        <w:rPr>
          <w:rtl/>
        </w:rPr>
        <w:t>،</w:t>
      </w:r>
      <w:r w:rsidRPr="00573E19">
        <w:rPr>
          <w:rtl/>
        </w:rPr>
        <w:t xml:space="preserve"> وإذا كان موقتا فهو صحيح فمضى</w:t>
      </w:r>
      <w:r w:rsidR="00CA4563">
        <w:rPr>
          <w:rtl/>
        </w:rPr>
        <w:t>،</w:t>
      </w:r>
      <w:r w:rsidRPr="00573E19">
        <w:rPr>
          <w:rtl/>
        </w:rPr>
        <w:t xml:space="preserve"> وقال قوم</w:t>
      </w:r>
      <w:r w:rsidR="00CA4563">
        <w:rPr>
          <w:rtl/>
        </w:rPr>
        <w:t>:</w:t>
      </w:r>
      <w:r w:rsidRPr="00573E19">
        <w:rPr>
          <w:rtl/>
        </w:rPr>
        <w:t xml:space="preserve"> ان</w:t>
      </w:r>
      <w:r w:rsidR="009C2257">
        <w:rPr>
          <w:rtl/>
        </w:rPr>
        <w:t xml:space="preserve"> </w:t>
      </w:r>
      <w:r w:rsidRPr="00573E19">
        <w:rPr>
          <w:rtl/>
        </w:rPr>
        <w:t>الموقت هو الذي يذكر فيه أنه على فلان وعقبه فإذا انقرضوا فهو للفقراء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والمساكين إلى أن يرث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الأرض ومن عليها قال</w:t>
      </w:r>
      <w:r w:rsidR="00CA4563">
        <w:rPr>
          <w:rtl/>
        </w:rPr>
        <w:t>،</w:t>
      </w:r>
      <w:r w:rsidRPr="00573E19">
        <w:rPr>
          <w:rtl/>
        </w:rPr>
        <w:t xml:space="preserve"> وقال آخرون</w:t>
      </w:r>
      <w:r w:rsidR="00CA4563">
        <w:rPr>
          <w:rtl/>
        </w:rPr>
        <w:t>:</w:t>
      </w:r>
      <w:r w:rsidRPr="00573E19">
        <w:rPr>
          <w:rtl/>
        </w:rPr>
        <w:t xml:space="preserve"> هذا</w:t>
      </w:r>
      <w:r w:rsidR="009C2257">
        <w:rPr>
          <w:rtl/>
        </w:rPr>
        <w:t xml:space="preserve"> </w:t>
      </w:r>
      <w:r w:rsidRPr="00573E19">
        <w:rPr>
          <w:rtl/>
        </w:rPr>
        <w:t>موقت إذا ذكر أنه لفلان وعقبه ما بقوا ولم يذكر في آخره للفقراء والمساكين إلى</w:t>
      </w:r>
      <w:r w:rsidR="009C2257">
        <w:rPr>
          <w:rtl/>
        </w:rPr>
        <w:t xml:space="preserve"> </w:t>
      </w:r>
      <w:r w:rsidRPr="00573E19">
        <w:rPr>
          <w:rtl/>
        </w:rPr>
        <w:t>أن يرث الله الأرض ومن عليها</w:t>
      </w:r>
      <w:r w:rsidR="00CA4563">
        <w:rPr>
          <w:rtl/>
        </w:rPr>
        <w:t>،</w:t>
      </w:r>
      <w:r w:rsidRPr="00573E19">
        <w:rPr>
          <w:rtl/>
        </w:rPr>
        <w:t xml:space="preserve"> والذي هو غير موقت أن يقول هذا وقف ولم يذكر</w:t>
      </w:r>
      <w:r w:rsidR="009C2257">
        <w:rPr>
          <w:rtl/>
        </w:rPr>
        <w:t xml:space="preserve"> </w:t>
      </w:r>
      <w:r w:rsidRPr="00573E19">
        <w:rPr>
          <w:rtl/>
        </w:rPr>
        <w:t>أحدا فما الذي يصح من ذلك وما الذي يبطل</w:t>
      </w:r>
      <w:r>
        <w:rPr>
          <w:rtl/>
        </w:rPr>
        <w:t>؟</w:t>
      </w:r>
      <w:r w:rsidRPr="00573E19">
        <w:rPr>
          <w:rtl/>
        </w:rPr>
        <w:t xml:space="preserve"> فوقع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الوقوف بحسب</w:t>
      </w:r>
      <w:r w:rsidR="009C2257">
        <w:rPr>
          <w:rtl/>
        </w:rPr>
        <w:t xml:space="preserve"> </w:t>
      </w:r>
      <w:r w:rsidRPr="00573E19">
        <w:rPr>
          <w:rtl/>
        </w:rPr>
        <w:t>ما يوقفها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44" w:name="_Toc374810455"/>
      <w:bookmarkStart w:id="145" w:name="_Toc376954830"/>
      <w:r w:rsidRPr="00573E19">
        <w:rPr>
          <w:rtl/>
        </w:rPr>
        <w:t>6</w:t>
      </w:r>
      <w:r>
        <w:rPr>
          <w:rtl/>
        </w:rPr>
        <w:t xml:space="preserve">3 - </w:t>
      </w:r>
      <w:r w:rsidRPr="00573E19">
        <w:rPr>
          <w:rtl/>
        </w:rPr>
        <w:t>باب من تصدق على ولده الصغار ثم أراد أن يدخل معهم غيرهم</w:t>
      </w:r>
      <w:bookmarkEnd w:id="144"/>
      <w:bookmarkEnd w:id="145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إسماعيل عن الفضل بن شاذان عن ابن أبي عمير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الرحمن بن الحجاج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يجعل لولده شيئا وهم صغار</w:t>
      </w:r>
      <w:r w:rsidR="009C2257">
        <w:rPr>
          <w:rtl/>
        </w:rPr>
        <w:t xml:space="preserve"> </w:t>
      </w:r>
      <w:r w:rsidRPr="00573E19">
        <w:rPr>
          <w:rtl/>
        </w:rPr>
        <w:t>ثم يبدو له يجعل معهم غيرهم من ولده 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الحسن بن علي بن فضال عن ابن بكير عن الحكم</w:t>
      </w:r>
      <w:r w:rsidR="009C2257">
        <w:rPr>
          <w:rtl/>
        </w:rPr>
        <w:t xml:space="preserve"> </w:t>
      </w:r>
      <w:r w:rsidRPr="00573E19">
        <w:rPr>
          <w:rtl/>
        </w:rPr>
        <w:t>ابن أبي غفيلة قال</w:t>
      </w:r>
      <w:r w:rsidR="00CA4563">
        <w:rPr>
          <w:rtl/>
        </w:rPr>
        <w:t>:</w:t>
      </w:r>
      <w:r w:rsidRPr="00573E19">
        <w:rPr>
          <w:rtl/>
        </w:rPr>
        <w:t xml:space="preserve"> تصدق أبي علي بدار وقبضتها ثم ولد له بعد ذلك أولاد فأراد أن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9334AF">
        <w:rPr>
          <w:rtl/>
        </w:rPr>
        <w:t>*</w:t>
      </w:r>
      <w:r>
        <w:rPr>
          <w:rtl/>
        </w:rPr>
        <w:t xml:space="preserve"> - 3</w:t>
      </w:r>
      <w:r w:rsidRPr="009334AF">
        <w:rPr>
          <w:rtl/>
        </w:rPr>
        <w:t>84</w:t>
      </w:r>
      <w:r>
        <w:rPr>
          <w:rtl/>
        </w:rPr>
        <w:t xml:space="preserve"> - </w:t>
      </w:r>
      <w:r w:rsidRPr="009334AF">
        <w:rPr>
          <w:rtl/>
        </w:rPr>
        <w:t xml:space="preserve">التهذيب ج </w:t>
      </w:r>
      <w:r>
        <w:rPr>
          <w:rtl/>
        </w:rPr>
        <w:t>2</w:t>
      </w:r>
      <w:r w:rsidRPr="009334AF">
        <w:rPr>
          <w:rtl/>
        </w:rPr>
        <w:t xml:space="preserve"> ص </w:t>
      </w:r>
      <w:r>
        <w:rPr>
          <w:rtl/>
        </w:rPr>
        <w:t>3</w:t>
      </w:r>
      <w:r w:rsidRPr="009334AF">
        <w:rPr>
          <w:rtl/>
        </w:rPr>
        <w:t>71 الفقيه ص 419 باختصار.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86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يأخذها مني فيتصدق بها عليهم فسألت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ذلك وأخبرته</w:t>
      </w:r>
      <w:r w:rsidR="009C2257">
        <w:rPr>
          <w:rtl/>
        </w:rPr>
        <w:t xml:space="preserve"> </w:t>
      </w:r>
      <w:r w:rsidRPr="00573E19">
        <w:rPr>
          <w:rtl/>
        </w:rPr>
        <w:t>بالقصة فقال</w:t>
      </w:r>
      <w:r w:rsidR="00CA4563">
        <w:rPr>
          <w:rtl/>
        </w:rPr>
        <w:t>:</w:t>
      </w:r>
      <w:r w:rsidRPr="00573E19">
        <w:rPr>
          <w:rtl/>
        </w:rPr>
        <w:t xml:space="preserve"> لا تعطها إياه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فإنه إذا يخاصمني قال</w:t>
      </w:r>
      <w:r w:rsidR="00CA4563">
        <w:rPr>
          <w:rtl/>
        </w:rPr>
        <w:t>:</w:t>
      </w:r>
      <w:r w:rsidRPr="00573E19">
        <w:rPr>
          <w:rtl/>
        </w:rPr>
        <w:t xml:space="preserve"> فخاصمه ولا ترفع صوتك</w:t>
      </w:r>
      <w:r w:rsidR="009C2257">
        <w:rPr>
          <w:rtl/>
        </w:rPr>
        <w:t xml:space="preserve"> </w:t>
      </w:r>
      <w:r w:rsidRPr="00573E19">
        <w:rPr>
          <w:rtl/>
        </w:rPr>
        <w:t>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أنه مما لم يجز له نقضها من حيث كانت مقبوضة والأول لم</w:t>
      </w:r>
      <w:r w:rsidR="009C2257">
        <w:rPr>
          <w:rtl/>
        </w:rPr>
        <w:t xml:space="preserve"> </w:t>
      </w:r>
      <w:r w:rsidRPr="00573E19">
        <w:rPr>
          <w:rtl/>
        </w:rPr>
        <w:t>يكن كذلك فجاز له أن يغير ذلك ولم يسغ له تغيير هذه</w:t>
      </w:r>
      <w:r w:rsidR="00CA4563">
        <w:rPr>
          <w:rtl/>
        </w:rPr>
        <w:t>،</w:t>
      </w:r>
      <w:r w:rsidRPr="00573E19">
        <w:rPr>
          <w:rtl/>
        </w:rPr>
        <w:t xml:space="preserve"> وليس لاحد أن يقول</w:t>
      </w:r>
      <w:r w:rsidR="009C2257">
        <w:rPr>
          <w:rtl/>
        </w:rPr>
        <w:t xml:space="preserve"> </w:t>
      </w:r>
      <w:r w:rsidRPr="00573E19">
        <w:rPr>
          <w:rtl/>
        </w:rPr>
        <w:t>أليس قد روى محمد بن مسلم أن قبض الوالد قبض الصغار لأنه المتولي عليهم ولا يجوز</w:t>
      </w:r>
      <w:r w:rsidR="009C2257">
        <w:rPr>
          <w:rtl/>
        </w:rPr>
        <w:t xml:space="preserve"> </w:t>
      </w:r>
      <w:r w:rsidRPr="00573E19">
        <w:rPr>
          <w:rtl/>
        </w:rPr>
        <w:t>له نقضه فما قولكم في الجمع بين هذه الأخبار</w:t>
      </w:r>
      <w:r>
        <w:rPr>
          <w:rtl/>
        </w:rPr>
        <w:t>؟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روى ذلك أحمد بن محمد عن علي بن الحكم عن العلا عن محمد بن مسلم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الرجل يتصدق على ولد له وقد أدركوا إذا لم يقبضوا</w:t>
      </w:r>
      <w:r w:rsidR="009C2257">
        <w:rPr>
          <w:rtl/>
        </w:rPr>
        <w:t xml:space="preserve"> </w:t>
      </w:r>
      <w:r w:rsidRPr="00573E19">
        <w:rPr>
          <w:rtl/>
        </w:rPr>
        <w:t>حتى يموت فهو ميراث</w:t>
      </w:r>
      <w:r w:rsidR="00CA4563">
        <w:rPr>
          <w:rtl/>
        </w:rPr>
        <w:t>،</w:t>
      </w:r>
      <w:r w:rsidRPr="00573E19">
        <w:rPr>
          <w:rtl/>
        </w:rPr>
        <w:t xml:space="preserve"> وإن تصدق على من لم يدرك من ولده فهو جائز لان والده</w:t>
      </w:r>
      <w:r w:rsidR="009C2257">
        <w:rPr>
          <w:rtl/>
        </w:rPr>
        <w:t xml:space="preserve"> </w:t>
      </w:r>
      <w:r w:rsidRPr="00573E19">
        <w:rPr>
          <w:rtl/>
        </w:rPr>
        <w:t>هو الذي يلي أمره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لا يرجع في الصدقة إذا ابتغى بها وجه الله تعالى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9C2257">
        <w:rPr>
          <w:rtl/>
        </w:rPr>
        <w:t xml:space="preserve"> </w:t>
      </w:r>
      <w:r w:rsidRPr="00573E19">
        <w:rPr>
          <w:rtl/>
        </w:rPr>
        <w:t>الهبة والنحلة يرجع فيها إن شاء حيزت أولم تحز إلا لذي رحم فإنه لا يرجع فيه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قيل له</w:t>
      </w:r>
      <w:r w:rsidR="00CA4563">
        <w:rPr>
          <w:rtl/>
        </w:rPr>
        <w:t>:</w:t>
      </w:r>
      <w:r w:rsidRPr="00573E19">
        <w:rPr>
          <w:rtl/>
        </w:rPr>
        <w:t xml:space="preserve"> الذي تضمن هذا الخبر أن الصدقة على الأولاد الصغار جائزة وليس فيه أنه</w:t>
      </w:r>
      <w:r w:rsidR="009C2257">
        <w:rPr>
          <w:rtl/>
        </w:rPr>
        <w:t xml:space="preserve"> </w:t>
      </w:r>
      <w:r w:rsidRPr="00573E19">
        <w:rPr>
          <w:rtl/>
        </w:rPr>
        <w:t>لا يجوز تغييرها</w:t>
      </w:r>
      <w:r w:rsidR="00CA4563">
        <w:rPr>
          <w:rtl/>
        </w:rPr>
        <w:t>،</w:t>
      </w:r>
      <w:r w:rsidRPr="00573E19">
        <w:rPr>
          <w:rtl/>
        </w:rPr>
        <w:t xml:space="preserve"> ونحن وإن جوزنا تغيير هذه الصدقة فلا يجوز نقضها جملة ونقلها إلى</w:t>
      </w:r>
      <w:r w:rsidR="009C2257">
        <w:rPr>
          <w:rtl/>
        </w:rPr>
        <w:t xml:space="preserve"> </w:t>
      </w:r>
      <w:r w:rsidRPr="00573E19">
        <w:rPr>
          <w:rtl/>
        </w:rPr>
        <w:t>غيرهم</w:t>
      </w:r>
      <w:r w:rsidR="00CA4563">
        <w:rPr>
          <w:rtl/>
        </w:rPr>
        <w:t>،</w:t>
      </w:r>
      <w:r w:rsidRPr="00573E19">
        <w:rPr>
          <w:rtl/>
        </w:rPr>
        <w:t xml:space="preserve"> وإنما يسوغ أن يدخل فيها معهم غيرهم</w:t>
      </w:r>
      <w:r w:rsidR="00CA4563">
        <w:rPr>
          <w:rtl/>
        </w:rPr>
        <w:t>،</w:t>
      </w:r>
      <w:r w:rsidRPr="00573E19">
        <w:rPr>
          <w:rtl/>
        </w:rPr>
        <w:t xml:space="preserve"> وعلى هذا الوجه لا تتناقض الاخبار</w:t>
      </w:r>
      <w:r w:rsidR="009C2257">
        <w:rPr>
          <w:rtl/>
        </w:rPr>
        <w:t xml:space="preserve"> </w:t>
      </w:r>
      <w:r w:rsidRPr="00573E19">
        <w:rPr>
          <w:rtl/>
        </w:rPr>
        <w:t>والذي يكشف عما ذكرناه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أحمد بن محمد بن عيسى عن محمد بن سهل عن أبيه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يتصدق على بعض ولده بطرف من ماله ثم يبدو</w:t>
      </w:r>
      <w:r w:rsidR="009C2257">
        <w:rPr>
          <w:rtl/>
        </w:rPr>
        <w:t xml:space="preserve"> </w:t>
      </w:r>
      <w:r w:rsidRPr="00573E19">
        <w:rPr>
          <w:rtl/>
        </w:rPr>
        <w:t>له بعد ذلك ليدخل معه غيره من ولده 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الحسن بن علي بن يقطين عن أخيه الحسين عن أبيه علي بن يقطين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- 3</w:t>
      </w:r>
      <w:r w:rsidRPr="006468C1">
        <w:rPr>
          <w:rtl/>
        </w:rPr>
        <w:t>87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</w:t>
      </w:r>
      <w:r>
        <w:rPr>
          <w:rtl/>
        </w:rPr>
        <w:t>2</w:t>
      </w:r>
      <w:r w:rsidRPr="006468C1">
        <w:rPr>
          <w:rtl/>
        </w:rPr>
        <w:t xml:space="preserve">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 xml:space="preserve"> الفقيه ص 4</w:t>
      </w:r>
      <w:r>
        <w:rPr>
          <w:rtl/>
        </w:rPr>
        <w:t>2</w:t>
      </w:r>
      <w:r w:rsidRPr="006468C1">
        <w:rPr>
          <w:rtl/>
        </w:rPr>
        <w:t xml:space="preserve">1 عن أبي عبد الله </w:t>
      </w:r>
      <w:r w:rsidR="002D79FE" w:rsidRPr="002D79FE">
        <w:rPr>
          <w:rStyle w:val="libAlaemChar"/>
          <w:rtl/>
        </w:rPr>
        <w:t>عليه‌السلام</w:t>
      </w:r>
      <w:r w:rsidRPr="006468C1">
        <w:rPr>
          <w:rtl/>
        </w:rPr>
        <w:t xml:space="preserve"> بدون الذيل.</w:t>
      </w:r>
    </w:p>
    <w:p w:rsidR="00FE5331" w:rsidRPr="006468C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6468C1">
        <w:rPr>
          <w:rtl/>
        </w:rPr>
        <w:t xml:space="preserve"> </w:t>
      </w:r>
      <w:r>
        <w:rPr>
          <w:rtl/>
        </w:rPr>
        <w:t>3</w:t>
      </w:r>
      <w:r w:rsidRPr="006468C1">
        <w:rPr>
          <w:rtl/>
        </w:rPr>
        <w:t>88</w:t>
      </w:r>
      <w:r>
        <w:rPr>
          <w:rtl/>
        </w:rPr>
        <w:t xml:space="preserve"> - 3</w:t>
      </w:r>
      <w:r w:rsidRPr="006468C1">
        <w:rPr>
          <w:rtl/>
        </w:rPr>
        <w:t>89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</w:t>
      </w:r>
      <w:r>
        <w:rPr>
          <w:rtl/>
        </w:rPr>
        <w:t>2</w:t>
      </w:r>
      <w:r w:rsidRPr="006468C1"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تصدق على بعص ولده بطرف من ماله</w:t>
      </w:r>
      <w:r w:rsidR="009C2257">
        <w:rPr>
          <w:rtl/>
        </w:rPr>
        <w:t xml:space="preserve"> </w:t>
      </w:r>
      <w:r w:rsidRPr="00573E19">
        <w:rPr>
          <w:rtl/>
        </w:rPr>
        <w:t>ثم يبدو له بعد ذلك أن يدخل معه غيره من ولده قال</w:t>
      </w:r>
      <w:r w:rsidR="00CA4563">
        <w:rPr>
          <w:rtl/>
        </w:rPr>
        <w:t>:</w:t>
      </w:r>
      <w:r w:rsidRPr="00573E19">
        <w:rPr>
          <w:rtl/>
        </w:rPr>
        <w:t xml:space="preserve"> لا بأس بذلك</w:t>
      </w:r>
      <w:r w:rsidR="00CA4563">
        <w:rPr>
          <w:rtl/>
        </w:rPr>
        <w:t>،</w:t>
      </w:r>
      <w:r w:rsidRPr="00573E19">
        <w:rPr>
          <w:rtl/>
        </w:rPr>
        <w:t xml:space="preserve"> وعن الرجل</w:t>
      </w:r>
      <w:r w:rsidR="009C2257">
        <w:rPr>
          <w:rtl/>
        </w:rPr>
        <w:t xml:space="preserve"> </w:t>
      </w:r>
      <w:r w:rsidRPr="00573E19">
        <w:rPr>
          <w:rtl/>
        </w:rPr>
        <w:t>يتصدق ببعض ماله على بعض ولده ويبينه له أله أن يدخل معهم من ولده غيرهم بعد</w:t>
      </w:r>
      <w:r w:rsidR="009C2257">
        <w:rPr>
          <w:rtl/>
        </w:rPr>
        <w:t xml:space="preserve"> </w:t>
      </w:r>
      <w:r w:rsidRPr="00573E19">
        <w:rPr>
          <w:rtl/>
        </w:rPr>
        <w:t>أن أبانهم بصدقة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ليس له ذلك إلا أن يشترط انه من ولد فهو مثل من تصدق</w:t>
      </w:r>
      <w:r w:rsidR="009C2257">
        <w:rPr>
          <w:rtl/>
        </w:rPr>
        <w:t xml:space="preserve"> </w:t>
      </w:r>
      <w:r w:rsidRPr="00573E19">
        <w:rPr>
          <w:rtl/>
        </w:rPr>
        <w:t>عليه فذلك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يدل أيضا على أن الأولاد إذا كانوا صغارا لم يكن له الرجوع فيه أصلا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النضر بن سويد عن القاسم بن سليمان عن عبيد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زرارة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في رجل تصدق على ولد له قد أدركوا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إذا لم يقبضوا حتى يموت فهو ميراث فإن تصدق على من لم يدرك من ولده</w:t>
      </w:r>
      <w:r w:rsidR="009C2257">
        <w:rPr>
          <w:rtl/>
        </w:rPr>
        <w:t xml:space="preserve"> </w:t>
      </w:r>
      <w:r w:rsidRPr="00573E19">
        <w:rPr>
          <w:rtl/>
        </w:rPr>
        <w:t>فهو جائز لان الوالد هو الذي يلي أمره</w:t>
      </w:r>
      <w:r w:rsidR="00CA4563">
        <w:rPr>
          <w:rtl/>
        </w:rPr>
        <w:t>،</w:t>
      </w:r>
      <w:r w:rsidRPr="00573E19">
        <w:rPr>
          <w:rtl/>
        </w:rPr>
        <w:t xml:space="preserve"> وقال لا يرجع في الصدقة إذا تصدق بها</w:t>
      </w:r>
      <w:r w:rsidR="009C2257">
        <w:rPr>
          <w:rtl/>
        </w:rPr>
        <w:t xml:space="preserve"> </w:t>
      </w:r>
      <w:r w:rsidRPr="00573E19">
        <w:rPr>
          <w:rtl/>
        </w:rPr>
        <w:t>ابتغاء وجه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علي بن السندي عن ابن أبي عمير عن جميل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دراج قال 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رجل تصدق على ولده بصدقة وهم صغار</w:t>
      </w:r>
      <w:r w:rsidR="009C2257">
        <w:rPr>
          <w:rtl/>
        </w:rPr>
        <w:t xml:space="preserve"> </w:t>
      </w:r>
      <w:r w:rsidRPr="00573E19">
        <w:rPr>
          <w:rtl/>
        </w:rPr>
        <w:t>أله أن يرجع فيها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الصدقة 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صفوان بن يحيى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الرجل يوقف الضيعة ثم يبدو له أن يحدث في ذلك شيئا فقال</w:t>
      </w:r>
      <w:r w:rsidR="00CA4563">
        <w:rPr>
          <w:rtl/>
        </w:rPr>
        <w:t>:</w:t>
      </w:r>
      <w:r w:rsidRPr="00573E19">
        <w:rPr>
          <w:rtl/>
        </w:rPr>
        <w:t xml:space="preserve"> إن كان أوقفها</w:t>
      </w:r>
      <w:r w:rsidR="009C2257">
        <w:rPr>
          <w:rtl/>
        </w:rPr>
        <w:t xml:space="preserve"> </w:t>
      </w:r>
      <w:r w:rsidRPr="00573E19">
        <w:rPr>
          <w:rtl/>
        </w:rPr>
        <w:t>لولده ولغيرهم ثم جعل لها قيما لم يكن له أن يرجع</w:t>
      </w:r>
      <w:r w:rsidR="00CA4563">
        <w:rPr>
          <w:rtl/>
        </w:rPr>
        <w:t>،</w:t>
      </w:r>
      <w:r w:rsidRPr="00573E19">
        <w:rPr>
          <w:rtl/>
        </w:rPr>
        <w:t xml:space="preserve"> وإن كانوا صغارا وقد شرط</w:t>
      </w:r>
      <w:r w:rsidR="009C2257">
        <w:rPr>
          <w:rtl/>
        </w:rPr>
        <w:t xml:space="preserve"> </w:t>
      </w:r>
      <w:r w:rsidRPr="00573E19">
        <w:rPr>
          <w:rtl/>
        </w:rPr>
        <w:t>ولايتها لهم حتى يبلغوا فيحوزها لهم لم يكن له إن يرجع فيها</w:t>
      </w:r>
      <w:r w:rsidR="00CA4563">
        <w:rPr>
          <w:rtl/>
        </w:rPr>
        <w:t>،</w:t>
      </w:r>
      <w:r w:rsidRPr="00573E19">
        <w:rPr>
          <w:rtl/>
        </w:rPr>
        <w:t xml:space="preserve"> وإن كانوا كبارا ولم</w:t>
      </w:r>
      <w:r w:rsidR="009C2257">
        <w:rPr>
          <w:rtl/>
        </w:rPr>
        <w:t xml:space="preserve"> </w:t>
      </w:r>
      <w:r w:rsidRPr="00573E19">
        <w:rPr>
          <w:rtl/>
        </w:rPr>
        <w:t>يسلمها إليهم ولم يخاصموا حتى يجوزونها فله أن يرجع فيها لأنهم لا يحوزونها وقد بلغوا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FE5331">
        <w:rPr>
          <w:rtl/>
        </w:rPr>
        <w:t>*</w:t>
      </w:r>
      <w:r>
        <w:rPr>
          <w:rtl/>
        </w:rPr>
        <w:t xml:space="preserve"> - </w:t>
      </w:r>
      <w:r w:rsidRPr="00FE5331">
        <w:rPr>
          <w:rtl/>
        </w:rPr>
        <w:t>390</w:t>
      </w:r>
      <w:r>
        <w:rPr>
          <w:rtl/>
        </w:rPr>
        <w:t xml:space="preserve"> - </w:t>
      </w:r>
      <w:r w:rsidRPr="00FE5331">
        <w:rPr>
          <w:rtl/>
        </w:rPr>
        <w:t xml:space="preserve">التهذيب ج 2 ص 373 عن أبي جعفر </w:t>
      </w:r>
      <w:r w:rsidRPr="00FE5331">
        <w:rPr>
          <w:rStyle w:val="libAlaemChar"/>
          <w:rtl/>
        </w:rPr>
        <w:t>عليه‌السلام</w:t>
      </w:r>
      <w:r w:rsidRPr="006468C1">
        <w:rPr>
          <w:rtl/>
        </w:rPr>
        <w:t xml:space="preserve">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 xml:space="preserve"> الفقيه ص 4</w:t>
      </w:r>
      <w:r>
        <w:rPr>
          <w:rtl/>
        </w:rPr>
        <w:t>2</w:t>
      </w:r>
      <w:r w:rsidRPr="006468C1">
        <w:rPr>
          <w:rtl/>
        </w:rPr>
        <w:t>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44 الفقيه ص 419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146" w:name="_Toc374810456"/>
      <w:bookmarkStart w:id="147" w:name="_Toc376954831"/>
      <w:r w:rsidRPr="00573E19">
        <w:rPr>
          <w:rtl/>
        </w:rPr>
        <w:lastRenderedPageBreak/>
        <w:t>64</w:t>
      </w:r>
      <w:r>
        <w:rPr>
          <w:rtl/>
        </w:rPr>
        <w:t xml:space="preserve"> - </w:t>
      </w:r>
      <w:r w:rsidRPr="00573E19">
        <w:rPr>
          <w:rtl/>
        </w:rPr>
        <w:t>باب من تصدق بمسكن على غيره يجوز له أن يسكن معه أم لا</w:t>
      </w:r>
      <w:bookmarkEnd w:id="146"/>
      <w:bookmarkEnd w:id="147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أبان عن أبي الجارود قال</w:t>
      </w:r>
      <w:r w:rsidR="00CA4563">
        <w:rPr>
          <w:rtl/>
        </w:rPr>
        <w:t>:</w:t>
      </w:r>
      <w:r w:rsidRPr="00573E19">
        <w:rPr>
          <w:rtl/>
        </w:rPr>
        <w:t xml:space="preserve"> 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يشتري الرجل</w:t>
      </w:r>
      <w:r w:rsidR="009C2257">
        <w:rPr>
          <w:rtl/>
        </w:rPr>
        <w:t xml:space="preserve"> </w:t>
      </w:r>
      <w:r w:rsidRPr="00573E19">
        <w:rPr>
          <w:rtl/>
        </w:rPr>
        <w:t>ما تصدق به وإن تصدق بمسكن على ذي قرابته فان شاء سكن معهم</w:t>
      </w:r>
      <w:r w:rsidR="00CA4563">
        <w:rPr>
          <w:rtl/>
        </w:rPr>
        <w:t>،</w:t>
      </w:r>
      <w:r w:rsidRPr="00573E19">
        <w:rPr>
          <w:rtl/>
        </w:rPr>
        <w:t xml:space="preserve"> وإن تصدق</w:t>
      </w:r>
      <w:r w:rsidR="009C2257">
        <w:rPr>
          <w:rtl/>
        </w:rPr>
        <w:t xml:space="preserve"> </w:t>
      </w:r>
      <w:r w:rsidRPr="00573E19">
        <w:rPr>
          <w:rtl/>
        </w:rPr>
        <w:t>بخادم على ذي قرابته خدمته إن شاء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علي بن الحسن بن فضال عن عمرو بن عثمان عن عبد الله بن المغيرة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طلحة بن زيد عن أبي عبد الله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رجلا تصدق بدار له وهو</w:t>
      </w:r>
      <w:r w:rsidR="009C2257">
        <w:rPr>
          <w:rtl/>
        </w:rPr>
        <w:t xml:space="preserve"> </w:t>
      </w:r>
      <w:r w:rsidRPr="00573E19">
        <w:rPr>
          <w:rtl/>
        </w:rPr>
        <w:t>ساكن فيها فقال</w:t>
      </w:r>
      <w:r w:rsidR="00CA4563">
        <w:rPr>
          <w:rtl/>
        </w:rPr>
        <w:t>:</w:t>
      </w:r>
      <w:r w:rsidRPr="00573E19">
        <w:rPr>
          <w:rtl/>
        </w:rPr>
        <w:t xml:space="preserve"> الحين اخرج منها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لان الوجه في أمره بالخروج من الدار إنما أراد به صحة</w:t>
      </w:r>
      <w:r w:rsidR="009C2257">
        <w:rPr>
          <w:rtl/>
        </w:rPr>
        <w:t xml:space="preserve"> </w:t>
      </w:r>
      <w:r w:rsidRPr="00573E19">
        <w:rPr>
          <w:rtl/>
        </w:rPr>
        <w:t>الوقف لأنا قد بينا أن من صحته تسليم الوقف إلى من وقف عليه ولم يكن الغرض</w:t>
      </w:r>
      <w:r w:rsidR="009C2257">
        <w:rPr>
          <w:rtl/>
        </w:rPr>
        <w:t xml:space="preserve"> </w:t>
      </w:r>
      <w:r w:rsidRPr="00573E19">
        <w:rPr>
          <w:rtl/>
        </w:rPr>
        <w:t>بذلك انه محرم عليه محظور</w:t>
      </w:r>
      <w:r w:rsidR="00CA4563">
        <w:rPr>
          <w:rtl/>
        </w:rPr>
        <w:t>،</w:t>
      </w:r>
      <w:r w:rsidRPr="00573E19">
        <w:rPr>
          <w:rtl/>
        </w:rPr>
        <w:t xml:space="preserve"> ولا ينافي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علي بن الحسن عن يعقوب بن يزيد الكاتب عن ابن أبي عمير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المعزا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صدقة ما لم</w:t>
      </w:r>
      <w:r w:rsidR="009C2257">
        <w:rPr>
          <w:rtl/>
        </w:rPr>
        <w:t xml:space="preserve"> </w:t>
      </w:r>
      <w:r w:rsidRPr="00573E19">
        <w:rPr>
          <w:rtl/>
        </w:rPr>
        <w:t>يقبض ولم يقسم قال</w:t>
      </w:r>
      <w:r w:rsidR="00CA4563">
        <w:rPr>
          <w:rtl/>
        </w:rPr>
        <w:t>:</w:t>
      </w:r>
      <w:r w:rsidRPr="00573E19">
        <w:rPr>
          <w:rtl/>
        </w:rPr>
        <w:t xml:space="preserve"> يجوز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لان الوجه في هذا الخبر انه يجوز صدقة ما لم يقبض ونحن لم نقل ان ذلك غير</w:t>
      </w:r>
      <w:r w:rsidR="009C2257">
        <w:rPr>
          <w:rtl/>
        </w:rPr>
        <w:t xml:space="preserve"> </w:t>
      </w:r>
      <w:r w:rsidRPr="00573E19">
        <w:rPr>
          <w:rtl/>
        </w:rPr>
        <w:t>جائز وإنما قلنا إنه لا يلزم الوفا</w:t>
      </w:r>
      <w:r>
        <w:rPr>
          <w:rtl/>
        </w:rPr>
        <w:t>ء به ويكون صاحبه مخيرا في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48" w:name="_Toc374810457"/>
      <w:bookmarkStart w:id="149" w:name="_Toc376954832"/>
      <w:r w:rsidRPr="00573E19">
        <w:rPr>
          <w:rtl/>
        </w:rPr>
        <w:t>65</w:t>
      </w:r>
      <w:r>
        <w:rPr>
          <w:rtl/>
        </w:rPr>
        <w:t xml:space="preserve"> - </w:t>
      </w:r>
      <w:r w:rsidRPr="00573E19">
        <w:rPr>
          <w:rtl/>
        </w:rPr>
        <w:t>باب السكنى والعمرى</w:t>
      </w:r>
      <w:bookmarkEnd w:id="148"/>
      <w:bookmarkEnd w:id="149"/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غير واحد عن أبان عن عبد الرحمن بن أبي</w:t>
      </w:r>
      <w:r w:rsidR="009C2257">
        <w:rPr>
          <w:rtl/>
        </w:rPr>
        <w:t xml:space="preserve"> </w:t>
      </w:r>
      <w:r w:rsidRPr="00573E19">
        <w:rPr>
          <w:rtl/>
        </w:rPr>
        <w:t>عبد الله عن حمران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السكنى والعمرى فقال</w:t>
      </w:r>
      <w:r w:rsidR="00CA4563">
        <w:rPr>
          <w:rtl/>
        </w:rPr>
        <w:t>:</w:t>
      </w:r>
      <w:r w:rsidRPr="00573E19">
        <w:rPr>
          <w:rtl/>
        </w:rPr>
        <w:t xml:space="preserve"> الناس فيه عند شروطهم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- 3</w:t>
      </w:r>
      <w:r w:rsidRPr="006468C1">
        <w:rPr>
          <w:rtl/>
        </w:rPr>
        <w:t>9</w:t>
      </w:r>
      <w:r>
        <w:rPr>
          <w:rtl/>
        </w:rPr>
        <w:t xml:space="preserve">3 -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</w:t>
      </w:r>
      <w:r>
        <w:rPr>
          <w:rtl/>
        </w:rPr>
        <w:t>2</w:t>
      </w:r>
      <w:r w:rsidRPr="006468C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94</w:t>
      </w:r>
      <w:r>
        <w:rPr>
          <w:rtl/>
        </w:rPr>
        <w:t xml:space="preserve"> - 3</w:t>
      </w:r>
      <w:r w:rsidRPr="00573E19">
        <w:rPr>
          <w:rtl/>
        </w:rPr>
        <w:t>95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الفقيه ص 4</w:t>
      </w:r>
      <w:r>
        <w:rPr>
          <w:rtl/>
        </w:rPr>
        <w:t>23.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إن كان شرط حياته سكن حياته</w:t>
      </w:r>
      <w:r w:rsidR="00CA4563">
        <w:rPr>
          <w:rtl/>
        </w:rPr>
        <w:t>،</w:t>
      </w:r>
      <w:r w:rsidRPr="00573E19">
        <w:rPr>
          <w:rtl/>
        </w:rPr>
        <w:t xml:space="preserve"> وإن كان لعقبه فهو لعقبه كما شرط حتى يفنوا ثم</w:t>
      </w:r>
      <w:r w:rsidR="009C2257">
        <w:rPr>
          <w:rtl/>
        </w:rPr>
        <w:t xml:space="preserve"> </w:t>
      </w:r>
      <w:r w:rsidRPr="00573E19">
        <w:rPr>
          <w:rtl/>
        </w:rPr>
        <w:t>يرد إلى صاحب الدار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محمد بن إسماعيل عن محمد بن الفضيل عن أبي الصباح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 عن السكنى والعمرى فقال</w:t>
      </w:r>
      <w:r w:rsidR="00CA4563">
        <w:rPr>
          <w:rtl/>
        </w:rPr>
        <w:t>:</w:t>
      </w:r>
      <w:r w:rsidRPr="00573E19">
        <w:rPr>
          <w:rtl/>
        </w:rPr>
        <w:t xml:space="preserve"> إن كان جعل</w:t>
      </w:r>
      <w:r w:rsidR="009C2257">
        <w:rPr>
          <w:rtl/>
        </w:rPr>
        <w:t xml:space="preserve"> </w:t>
      </w:r>
      <w:r w:rsidRPr="00573E19">
        <w:rPr>
          <w:rtl/>
        </w:rPr>
        <w:t>السكنى في حياته فهو كما شرط</w:t>
      </w:r>
      <w:r w:rsidR="00CA4563">
        <w:rPr>
          <w:rtl/>
        </w:rPr>
        <w:t>،</w:t>
      </w:r>
      <w:r w:rsidRPr="00573E19">
        <w:rPr>
          <w:rtl/>
        </w:rPr>
        <w:t xml:space="preserve"> وإن كان جعلها له ولعقبه حتى يفنى عقبه فليس لهم</w:t>
      </w:r>
      <w:r w:rsidR="009C2257">
        <w:rPr>
          <w:rtl/>
        </w:rPr>
        <w:t xml:space="preserve"> </w:t>
      </w:r>
      <w:r w:rsidRPr="00573E19">
        <w:rPr>
          <w:rtl/>
        </w:rPr>
        <w:t>أن يبيعوا ولا يورثوا ثم ترجع الدار إلى صاحبها الأول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ابن أبي عمير عن حماد عن الحلبي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يسكن الرجل داره ولعقبه من بعده قال</w:t>
      </w:r>
      <w:r w:rsidR="00CA4563">
        <w:rPr>
          <w:rtl/>
        </w:rPr>
        <w:t>:</w:t>
      </w:r>
      <w:r w:rsidRPr="00573E19">
        <w:rPr>
          <w:rtl/>
        </w:rPr>
        <w:t xml:space="preserve"> يجوز وليس</w:t>
      </w:r>
      <w:r w:rsidR="009C2257">
        <w:rPr>
          <w:rtl/>
        </w:rPr>
        <w:t xml:space="preserve"> </w:t>
      </w:r>
      <w:r w:rsidRPr="00573E19">
        <w:rPr>
          <w:rtl/>
        </w:rPr>
        <w:t>لهم أن يبيعوا ولا يورثوا</w:t>
      </w:r>
      <w:r w:rsidR="00CA4563">
        <w:rPr>
          <w:rtl/>
        </w:rPr>
        <w:t>،</w:t>
      </w:r>
      <w:r w:rsidRPr="00573E19">
        <w:rPr>
          <w:rtl/>
        </w:rPr>
        <w:t xml:space="preserve"> قلت فرجل أسكن داره حياته قال</w:t>
      </w:r>
      <w:r w:rsidR="00CA4563">
        <w:rPr>
          <w:rtl/>
        </w:rPr>
        <w:t>:</w:t>
      </w:r>
      <w:r w:rsidRPr="00573E19">
        <w:rPr>
          <w:rtl/>
        </w:rPr>
        <w:t xml:space="preserve"> يجوز ذلك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فرجل أسكن داره ولم يوقف قال</w:t>
      </w:r>
      <w:r w:rsidR="00CA4563">
        <w:rPr>
          <w:rtl/>
        </w:rPr>
        <w:t>:</w:t>
      </w:r>
      <w:r w:rsidRPr="00573E19">
        <w:rPr>
          <w:rtl/>
        </w:rPr>
        <w:t xml:space="preserve"> جائز ويخرجه إذا شاء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>
        <w:rPr>
          <w:rtl/>
        </w:rPr>
        <w:t>3</w:t>
      </w:r>
      <w:r w:rsidRPr="00573E19">
        <w:rPr>
          <w:rtl/>
        </w:rPr>
        <w:t>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حسين بن نعيم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الحسن موسى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جعل دارا سكنى لرجل أيام حياته</w:t>
      </w:r>
      <w:r w:rsidR="009C2257">
        <w:rPr>
          <w:rtl/>
        </w:rPr>
        <w:t xml:space="preserve"> </w:t>
      </w:r>
      <w:r w:rsidRPr="00573E19">
        <w:rPr>
          <w:rtl/>
        </w:rPr>
        <w:t>أو جعلها له ولعقبه من بعده هل هي له ولعقبه كما شرط</w:t>
      </w:r>
      <w:r>
        <w:rPr>
          <w:rtl/>
        </w:rPr>
        <w:t>؟</w:t>
      </w:r>
      <w:r w:rsidRPr="00573E19">
        <w:rPr>
          <w:rtl/>
        </w:rPr>
        <w:t xml:space="preserve"> قال</w:t>
      </w:r>
      <w:r>
        <w:rPr>
          <w:rtl/>
        </w:rPr>
        <w:t>؟</w:t>
      </w:r>
      <w:r w:rsidRPr="00573E19">
        <w:rPr>
          <w:rtl/>
        </w:rPr>
        <w:t xml:space="preserve"> نعم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فان احتاج</w:t>
      </w:r>
      <w:r w:rsidR="009C2257">
        <w:rPr>
          <w:rtl/>
        </w:rPr>
        <w:t xml:space="preserve"> </w:t>
      </w:r>
      <w:r w:rsidRPr="00573E19">
        <w:rPr>
          <w:rtl/>
        </w:rPr>
        <w:t>يبيعها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قلت</w:t>
      </w:r>
      <w:r w:rsidR="00CA4563">
        <w:rPr>
          <w:rtl/>
        </w:rPr>
        <w:t>:</w:t>
      </w:r>
      <w:r w:rsidRPr="00573E19">
        <w:rPr>
          <w:rtl/>
        </w:rPr>
        <w:t xml:space="preserve"> فينقض بيعه الدار السكنى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ينقض بالبيع السكنى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كذلك سمعت أبي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ينقض البيع</w:t>
      </w:r>
      <w:r w:rsidR="009C2257">
        <w:rPr>
          <w:rtl/>
        </w:rPr>
        <w:t xml:space="preserve"> </w:t>
      </w:r>
      <w:r w:rsidRPr="00573E19">
        <w:rPr>
          <w:rtl/>
        </w:rPr>
        <w:t>الإجارة ولا السكنى ولكن يبيعه على أن الذي يشتريه لا يملك ما اشترى حتى</w:t>
      </w:r>
      <w:r w:rsidR="009C2257">
        <w:rPr>
          <w:rtl/>
        </w:rPr>
        <w:t xml:space="preserve"> </w:t>
      </w:r>
      <w:r w:rsidRPr="00573E19">
        <w:rPr>
          <w:rtl/>
        </w:rPr>
        <w:t>ينقضى السكنى على ما شرط وكذلك الإجارة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 رد على المستأجر ماله</w:t>
      </w:r>
      <w:r w:rsidR="009C2257">
        <w:rPr>
          <w:rtl/>
        </w:rPr>
        <w:t xml:space="preserve"> </w:t>
      </w:r>
      <w:r w:rsidRPr="00573E19">
        <w:rPr>
          <w:rtl/>
        </w:rPr>
        <w:t>وجميع ما لزمه من النفقة والعمارة فيما استأجره قال</w:t>
      </w:r>
      <w:r w:rsidR="00CA4563">
        <w:rPr>
          <w:rtl/>
        </w:rPr>
        <w:t>:</w:t>
      </w:r>
      <w:r w:rsidRPr="00573E19">
        <w:rPr>
          <w:rtl/>
        </w:rPr>
        <w:t xml:space="preserve"> على طيبة النفس ورضا المستأجر بذلك</w:t>
      </w:r>
      <w:r w:rsidR="009C2257">
        <w:rPr>
          <w:rtl/>
        </w:rPr>
        <w:t xml:space="preserve"> </w:t>
      </w:r>
      <w:r w:rsidRPr="00573E19">
        <w:rPr>
          <w:rtl/>
        </w:rPr>
        <w:t>فلا بأس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- 3</w:t>
      </w:r>
      <w:r w:rsidRPr="006468C1">
        <w:rPr>
          <w:rtl/>
        </w:rPr>
        <w:t>97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</w:t>
      </w:r>
      <w:r>
        <w:rPr>
          <w:rtl/>
        </w:rPr>
        <w:t>3</w:t>
      </w:r>
      <w:r w:rsidRPr="006468C1">
        <w:rPr>
          <w:rtl/>
        </w:rPr>
        <w:t xml:space="preserve">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3</w:t>
      </w:r>
      <w:r w:rsidRPr="006468C1">
        <w:rPr>
          <w:rtl/>
        </w:rPr>
        <w:t xml:space="preserve"> الفقيه 4</w:t>
      </w:r>
      <w:r>
        <w:rPr>
          <w:rtl/>
        </w:rPr>
        <w:t>23</w:t>
      </w:r>
      <w:r w:rsidRPr="006468C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الفقيه ص 4</w:t>
      </w:r>
      <w:r>
        <w:rPr>
          <w:rtl/>
        </w:rPr>
        <w:t>23</w:t>
      </w:r>
      <w:r w:rsidRPr="00573E19">
        <w:rPr>
          <w:rtl/>
        </w:rPr>
        <w:t xml:space="preserve">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- 3</w:t>
      </w:r>
      <w:r w:rsidRPr="00573E19">
        <w:rPr>
          <w:rtl/>
        </w:rPr>
        <w:t>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44 الفقيه ص 4</w:t>
      </w:r>
      <w:r>
        <w:rPr>
          <w:rtl/>
        </w:rPr>
        <w:t>22.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محبوب عن خالد بن نافع البجلي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جعل لرجل سكنى دار له حياته يعني صاحب الدار</w:t>
      </w:r>
      <w:r w:rsidR="009C2257">
        <w:rPr>
          <w:rtl/>
        </w:rPr>
        <w:t xml:space="preserve"> </w:t>
      </w:r>
      <w:r w:rsidRPr="00573E19">
        <w:rPr>
          <w:rtl/>
        </w:rPr>
        <w:t>فمات الذي جعل السكنى وبقي الذي جعل له السكنى أرأيت إن أراد الورثة أن يخرجوه</w:t>
      </w:r>
      <w:r w:rsidR="009C2257">
        <w:rPr>
          <w:rtl/>
        </w:rPr>
        <w:t xml:space="preserve"> </w:t>
      </w:r>
      <w:r w:rsidRPr="00573E19">
        <w:rPr>
          <w:rtl/>
        </w:rPr>
        <w:t>من الدار لهم ذلك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أرى أن تقوم الدار بقيمة عادلة ثم ينظر إلى ثلث</w:t>
      </w:r>
      <w:r w:rsidR="009C2257">
        <w:rPr>
          <w:rtl/>
        </w:rPr>
        <w:t xml:space="preserve"> </w:t>
      </w:r>
      <w:r w:rsidRPr="00573E19">
        <w:rPr>
          <w:rtl/>
        </w:rPr>
        <w:t>الميت فإن كان في ثلثه ما يحيط بثمن الدار فليس للورثة أن يخرجوه</w:t>
      </w:r>
      <w:r w:rsidR="00CA4563">
        <w:rPr>
          <w:rtl/>
        </w:rPr>
        <w:t>،</w:t>
      </w:r>
      <w:r w:rsidRPr="00573E19">
        <w:rPr>
          <w:rtl/>
        </w:rPr>
        <w:t xml:space="preserve"> وإن كان</w:t>
      </w:r>
      <w:r w:rsidR="009C2257">
        <w:rPr>
          <w:rtl/>
        </w:rPr>
        <w:t xml:space="preserve"> </w:t>
      </w:r>
      <w:r w:rsidRPr="00573E19">
        <w:rPr>
          <w:rtl/>
        </w:rPr>
        <w:t>الثلث لا يحيط بثمن الدار فلهم أن يخرجوه</w:t>
      </w:r>
      <w:r w:rsidR="00CA4563">
        <w:rPr>
          <w:rtl/>
        </w:rPr>
        <w:t>،</w:t>
      </w:r>
      <w:r w:rsidRPr="00573E19">
        <w:rPr>
          <w:rtl/>
        </w:rPr>
        <w:t xml:space="preserve"> قيل له أرأيت إن مات الرجل الذي</w:t>
      </w:r>
      <w:r w:rsidR="009C2257">
        <w:rPr>
          <w:rtl/>
        </w:rPr>
        <w:t xml:space="preserve"> </w:t>
      </w:r>
      <w:r w:rsidRPr="00573E19">
        <w:rPr>
          <w:rtl/>
        </w:rPr>
        <w:t>جعل له السكنى بعد موت صاحب الدار أتكون السكنى لورثة الذي جعل له السكنى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تضمن صدر هذا الخبر من قوله</w:t>
      </w:r>
      <w:r w:rsidR="00CA4563">
        <w:rPr>
          <w:rtl/>
        </w:rPr>
        <w:t>:</w:t>
      </w:r>
      <w:r w:rsidRPr="00573E19">
        <w:rPr>
          <w:rtl/>
        </w:rPr>
        <w:t xml:space="preserve"> يعني صاحب الدار فهو من كلام الراوي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وقد غلط في التأويل ووهم لان الأحكام التي ذكرها بعد ذلك إنما تصح إذا كان قد</w:t>
      </w:r>
      <w:r w:rsidR="009C2257">
        <w:rPr>
          <w:rtl/>
        </w:rPr>
        <w:t xml:space="preserve"> </w:t>
      </w:r>
      <w:r w:rsidRPr="00573E19">
        <w:rPr>
          <w:rtl/>
        </w:rPr>
        <w:t>جعل السكنى مدة حياة من أسكنه فحينئذ تقوم وينظر باعتبار الثلث وزيادته ونقصانه</w:t>
      </w:r>
      <w:r w:rsidR="009C2257">
        <w:rPr>
          <w:rtl/>
        </w:rPr>
        <w:t xml:space="preserve"> </w:t>
      </w:r>
      <w:r w:rsidRPr="00573E19">
        <w:rPr>
          <w:rtl/>
        </w:rPr>
        <w:t>ولو كان الامر على ما ذكره الراوي المتأول للحديث من أنه كان جعله مدة حياة</w:t>
      </w:r>
      <w:r w:rsidR="009C2257">
        <w:rPr>
          <w:rtl/>
        </w:rPr>
        <w:t xml:space="preserve"> </w:t>
      </w:r>
      <w:r w:rsidRPr="00573E19">
        <w:rPr>
          <w:rtl/>
        </w:rPr>
        <w:t>صاحب الدار لكان حين مات بطلت السكنى ولم يحتج معه إلى تقويمه واعتباره</w:t>
      </w:r>
      <w:r w:rsidR="009C2257">
        <w:rPr>
          <w:rtl/>
        </w:rPr>
        <w:t xml:space="preserve"> </w:t>
      </w:r>
      <w:r w:rsidRPr="00573E19">
        <w:rPr>
          <w:rtl/>
        </w:rPr>
        <w:t>بالثلث</w:t>
      </w:r>
      <w:r w:rsidR="00CA4563">
        <w:rPr>
          <w:rtl/>
        </w:rPr>
        <w:t>،</w:t>
      </w:r>
      <w:r w:rsidRPr="00573E19">
        <w:rPr>
          <w:rtl/>
        </w:rPr>
        <w:t xml:space="preserve"> وقد بينا ما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فاما ما رواه الحسين بن سعيد عن يوسف بن عقيل عن محمد بن قيس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قضى في العمري انها جائزة لمن أعمرها</w:t>
      </w:r>
      <w:r w:rsidR="009C2257">
        <w:rPr>
          <w:rtl/>
        </w:rPr>
        <w:t xml:space="preserve"> </w:t>
      </w:r>
      <w:r w:rsidRPr="00573E19">
        <w:rPr>
          <w:rtl/>
        </w:rPr>
        <w:t>فمن أعمر شيئا ما دام حيا فإنه لورثته إذا توفي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قدمناه لان قوله فإنه لورثته إذا توفي يعني الذي جعل العمري دون</w:t>
      </w:r>
      <w:r w:rsidR="009C2257">
        <w:rPr>
          <w:rtl/>
        </w:rPr>
        <w:t xml:space="preserve"> </w:t>
      </w:r>
      <w:r w:rsidRPr="00573E19">
        <w:rPr>
          <w:rtl/>
        </w:rPr>
        <w:t>الذي جعل له ذلك</w:t>
      </w:r>
      <w:r w:rsidR="00CA4563">
        <w:rPr>
          <w:rtl/>
        </w:rPr>
        <w:t>،</w:t>
      </w:r>
      <w:r w:rsidRPr="00573E19">
        <w:rPr>
          <w:rtl/>
        </w:rPr>
        <w:t xml:space="preserve"> ولو أراد الذي جعل له العمرى لما قال إنه لورثته لأنه إذا</w:t>
      </w:r>
      <w:r w:rsidR="009C2257">
        <w:rPr>
          <w:rtl/>
        </w:rPr>
        <w:t xml:space="preserve"> </w:t>
      </w:r>
      <w:r w:rsidRPr="00573E19">
        <w:rPr>
          <w:rtl/>
        </w:rPr>
        <w:t>مات عادت العمرى إلى صاحبها إن كان حيا وإلى ورثته إن كان ميتا</w:t>
      </w:r>
      <w:r w:rsidR="00CA4563">
        <w:rPr>
          <w:rtl/>
        </w:rPr>
        <w:t>،</w:t>
      </w:r>
      <w:r w:rsidRPr="00573E19">
        <w:rPr>
          <w:rtl/>
        </w:rPr>
        <w:t xml:space="preserve"> اللهم إلا أن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400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74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44 الفقيه ص 4</w:t>
      </w:r>
      <w:r>
        <w:rPr>
          <w:rtl/>
        </w:rPr>
        <w:t>23</w:t>
      </w:r>
      <w:r w:rsidRPr="006468C1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يجعل له ولولده ولعقبه ما بقي منهم أحد على ما بيناه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المراد بذلك</w:t>
      </w:r>
      <w:r w:rsidR="009C2257">
        <w:rPr>
          <w:rtl/>
        </w:rPr>
        <w:t xml:space="preserve"> </w:t>
      </w:r>
      <w:r w:rsidRPr="00573E19">
        <w:rPr>
          <w:rtl/>
        </w:rPr>
        <w:t>إذا جعل العمرى لغيره مدة حياته هو فإذا مات الساكن فهو لورثته إلى أن يموت هو</w:t>
      </w:r>
      <w:r w:rsidR="009C2257">
        <w:rPr>
          <w:rtl/>
        </w:rPr>
        <w:t xml:space="preserve"> </w:t>
      </w:r>
      <w:r w:rsidRPr="00573E19">
        <w:rPr>
          <w:rtl/>
        </w:rPr>
        <w:t>أيضا ثم يعود ميراثا على ما قدمنا القول فيه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50" w:name="_Toc374810458"/>
      <w:bookmarkStart w:id="151" w:name="_Toc376954833"/>
      <w:r w:rsidRPr="00573E19">
        <w:rPr>
          <w:rtl/>
        </w:rPr>
        <w:t>66</w:t>
      </w:r>
      <w:r>
        <w:rPr>
          <w:rtl/>
        </w:rPr>
        <w:t xml:space="preserve"> - </w:t>
      </w:r>
      <w:r w:rsidRPr="00573E19">
        <w:rPr>
          <w:rtl/>
        </w:rPr>
        <w:t>باب من وهب لولده الصغار</w:t>
      </w:r>
      <w:bookmarkEnd w:id="150"/>
      <w:bookmarkEnd w:id="15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جعفر بن محمد بن حكيم عن جميل بن دراج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وهب لابنه شيئا هل يصلح أن يرجع فيه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 إلا أن يكون صغيرا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محمد بن إسماعيل عن الفضل بن شاذان عن ابن أبي</w:t>
      </w:r>
      <w:r w:rsidR="009C2257">
        <w:rPr>
          <w:rtl/>
        </w:rPr>
        <w:t xml:space="preserve"> </w:t>
      </w:r>
      <w:r w:rsidRPr="00573E19">
        <w:rPr>
          <w:rtl/>
        </w:rPr>
        <w:t>عمير عن عبد الرحمن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تصدق على بعض</w:t>
      </w:r>
      <w:r w:rsidR="009C2257">
        <w:rPr>
          <w:rtl/>
        </w:rPr>
        <w:t xml:space="preserve"> </w:t>
      </w:r>
      <w:r w:rsidRPr="00573E19">
        <w:rPr>
          <w:rtl/>
        </w:rPr>
        <w:t>ولده وهم صغار بالجارية ثم تعجبه الجارية وهم صغار في عياله أترى أن يصيبها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أو يقومها قيمة عدل فيشهد بثمنها عليه</w:t>
      </w:r>
      <w:r>
        <w:rPr>
          <w:rtl/>
        </w:rPr>
        <w:t>؟</w:t>
      </w:r>
      <w:r w:rsidRPr="00573E19">
        <w:rPr>
          <w:rtl/>
        </w:rPr>
        <w:t xml:space="preserve"> أم يدع ذلك كله فلا يعرض لشئ منه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يقومها قيمه عدل ويحتسب بثمنها لهم على نفسه ويمسها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علي بن الحسن بن فضال عن العباس بن عامر عن داود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الحصين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هل لاحد أن يرجع في صدقة</w:t>
      </w:r>
      <w:r w:rsidR="009C2257">
        <w:rPr>
          <w:rtl/>
        </w:rPr>
        <w:t xml:space="preserve"> </w:t>
      </w:r>
      <w:r w:rsidRPr="00573E19">
        <w:rPr>
          <w:rtl/>
        </w:rPr>
        <w:t>أو هبة</w:t>
      </w:r>
      <w:r>
        <w:rPr>
          <w:rtl/>
        </w:rPr>
        <w:t>؟</w:t>
      </w:r>
      <w:r w:rsidRPr="00573E19">
        <w:rPr>
          <w:rtl/>
        </w:rPr>
        <w:t xml:space="preserve"> قال أما ما تصدق به لله فلا</w:t>
      </w:r>
      <w:r w:rsidR="00CA4563">
        <w:rPr>
          <w:rtl/>
        </w:rPr>
        <w:t>،</w:t>
      </w:r>
      <w:r w:rsidRPr="00573E19">
        <w:rPr>
          <w:rtl/>
        </w:rPr>
        <w:t xml:space="preserve"> وأما الهبة والنحلة فيرجع فيها حازها أو لم يحزها</w:t>
      </w:r>
      <w:r w:rsidR="009C2257">
        <w:rPr>
          <w:rtl/>
        </w:rPr>
        <w:t xml:space="preserve"> </w:t>
      </w:r>
      <w:r w:rsidRPr="00573E19">
        <w:rPr>
          <w:rtl/>
        </w:rPr>
        <w:t>وإن كانت لذي قرابة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الحسين عن صفوان بن يحيى قال</w:t>
      </w:r>
      <w:r w:rsidR="00CA4563">
        <w:rPr>
          <w:rtl/>
        </w:rPr>
        <w:t>:</w:t>
      </w:r>
      <w:r w:rsidRPr="00573E19">
        <w:rPr>
          <w:rtl/>
        </w:rPr>
        <w:t xml:space="preserve"> سألت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كان له على رجل مال فوهبه لولده فذكر له الرجل المال الذي له عليه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له ليس عليك منه شئ في الدنيا والآخرة يطيب ذلك له</w:t>
      </w:r>
      <w:r w:rsidR="00CA4563">
        <w:rPr>
          <w:rtl/>
        </w:rPr>
        <w:t>،</w:t>
      </w:r>
      <w:r w:rsidRPr="00573E19">
        <w:rPr>
          <w:rtl/>
        </w:rPr>
        <w:t xml:space="preserve"> وقد كان وهبه لولد 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40</w:t>
      </w:r>
      <w:r>
        <w:rPr>
          <w:rtl/>
        </w:rPr>
        <w:t xml:space="preserve">2 - </w:t>
      </w:r>
      <w:r w:rsidRPr="006468C1">
        <w:rPr>
          <w:rtl/>
        </w:rPr>
        <w:t>40</w:t>
      </w:r>
      <w:r>
        <w:rPr>
          <w:rtl/>
        </w:rPr>
        <w:t xml:space="preserve">3 -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77 واخرج الأخير الكليني في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 يكون وهبه له ثم نزعه فجعله هبة لهذا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أنه إذا كان الولد كبارا جاز له الرجوع</w:t>
      </w:r>
      <w:r w:rsidR="009C2257">
        <w:rPr>
          <w:rtl/>
        </w:rPr>
        <w:t xml:space="preserve"> </w:t>
      </w:r>
      <w:r w:rsidRPr="00573E19">
        <w:rPr>
          <w:rtl/>
        </w:rPr>
        <w:t>في الهبة وإنما منعنا في الرجوع فيما يهب الصغار منهم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وأما ما رواه أحمد بن محمد عن ابن أبي نصر عن حماد عن المعلى بن خنيس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هل لاحد أن يرجع في صدقة أو هبة قال</w:t>
      </w:r>
      <w:r w:rsidR="00CA4563">
        <w:rPr>
          <w:rtl/>
        </w:rPr>
        <w:t>:</w:t>
      </w:r>
      <w:r w:rsidRPr="00573E19">
        <w:rPr>
          <w:rtl/>
        </w:rPr>
        <w:t xml:space="preserve"> أما</w:t>
      </w:r>
      <w:r w:rsidR="009C2257">
        <w:rPr>
          <w:rtl/>
        </w:rPr>
        <w:t xml:space="preserve"> </w:t>
      </w:r>
      <w:r w:rsidRPr="00573E19">
        <w:rPr>
          <w:rtl/>
        </w:rPr>
        <w:t>ما تصدق به لله فلا وأما الهبة والنحلة يرجع فيهما حازهما أولم يحزهما وإن كانت لذي</w:t>
      </w:r>
      <w:r w:rsidR="009C2257">
        <w:rPr>
          <w:rtl/>
        </w:rPr>
        <w:t xml:space="preserve"> </w:t>
      </w:r>
      <w:r w:rsidRPr="00573E19">
        <w:rPr>
          <w:rtl/>
        </w:rPr>
        <w:t>قرابة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ما قلناه في الخبرين الأولين سواء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52" w:name="_Toc374810459"/>
      <w:bookmarkStart w:id="153" w:name="_Toc376954834"/>
      <w:r w:rsidRPr="00573E19">
        <w:rPr>
          <w:rtl/>
        </w:rPr>
        <w:t>67</w:t>
      </w:r>
      <w:r>
        <w:rPr>
          <w:rtl/>
        </w:rPr>
        <w:t xml:space="preserve"> - </w:t>
      </w:r>
      <w:r w:rsidRPr="00573E19">
        <w:rPr>
          <w:rtl/>
        </w:rPr>
        <w:t>باب الهبة المقبوضة</w:t>
      </w:r>
      <w:bookmarkEnd w:id="152"/>
      <w:bookmarkEnd w:id="15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موسى بن عمر عن العباس بن عامر عن ابان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الهبة لا تكون ابدا هبة حتى يقبضها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والصدقة جائزة عليه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إبراهيم عن عبد الرحمن بن حماد عن إبراهيم بن عبد الحميد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أنت بالخيار في الهبة ما دامت في يدك فإذا خرجت إلى صاحبها</w:t>
      </w:r>
      <w:r w:rsidR="009C2257">
        <w:rPr>
          <w:rtl/>
        </w:rPr>
        <w:t xml:space="preserve"> </w:t>
      </w:r>
      <w:r w:rsidRPr="00573E19">
        <w:rPr>
          <w:rtl/>
        </w:rPr>
        <w:t>فليس لك أن ترجع فيها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409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الحسن بن فضال عن العباس بن عامر عن داود بن الحصين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الهبة والنحلة ما لم تقبض حتى يموت صاحبها قال</w:t>
      </w:r>
      <w:r w:rsidR="00CA4563">
        <w:rPr>
          <w:rtl/>
        </w:rPr>
        <w:t>:</w:t>
      </w:r>
      <w:r w:rsidRPr="00573E19">
        <w:rPr>
          <w:rtl/>
        </w:rPr>
        <w:t xml:space="preserve"> هو</w:t>
      </w:r>
      <w:r w:rsidR="009C2257">
        <w:rPr>
          <w:rtl/>
        </w:rPr>
        <w:t xml:space="preserve"> </w:t>
      </w:r>
      <w:r w:rsidRPr="00573E19">
        <w:rPr>
          <w:rtl/>
        </w:rPr>
        <w:t>ميراث فان كانت لصبي في حجره واشهد عليه فهو جائز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406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78 وهو صدر حديث.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407</w:t>
      </w:r>
      <w:r>
        <w:rPr>
          <w:rtl/>
        </w:rPr>
        <w:t xml:space="preserve"> - </w:t>
      </w:r>
      <w:r w:rsidRPr="00573E19">
        <w:rPr>
          <w:rtl/>
        </w:rPr>
        <w:t>408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العلا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الهبة والنحلة يرجع فيهما صاحبهما ان شاء حيزت أو لم تحز إلا لذي</w:t>
      </w:r>
      <w:r w:rsidR="009C2257">
        <w:rPr>
          <w:rtl/>
        </w:rPr>
        <w:t xml:space="preserve"> </w:t>
      </w:r>
      <w:r w:rsidRPr="00573E19">
        <w:rPr>
          <w:rtl/>
        </w:rPr>
        <w:t>رحم فإنه لا يرجع فيها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ابن فضال عن ابن بكير عن عبيد بن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يتصدق بالصدقة أله أن يرجع في صدقته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الصدقة محدثة إنما كان النحلة والهبة ولمن وهب أو نحل أن يرجع في هبته حيز</w:t>
      </w:r>
      <w:r w:rsidR="009C2257">
        <w:rPr>
          <w:rtl/>
        </w:rPr>
        <w:t xml:space="preserve"> </w:t>
      </w:r>
      <w:r w:rsidRPr="00573E19">
        <w:rPr>
          <w:rtl/>
        </w:rPr>
        <w:t>أو لم يحز</w:t>
      </w:r>
      <w:r w:rsidR="00CA4563">
        <w:rPr>
          <w:rtl/>
        </w:rPr>
        <w:t>،</w:t>
      </w:r>
      <w:r w:rsidRPr="00573E19">
        <w:rPr>
          <w:rtl/>
        </w:rPr>
        <w:t xml:space="preserve"> ولا ينبغي لمن اعطى شيئا لله تعالى أن يرجع فيه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هذين الخبرين وما جرى مجراهما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الاخبار الأولة</w:t>
      </w:r>
      <w:r w:rsidR="009C2257">
        <w:rPr>
          <w:rtl/>
        </w:rPr>
        <w:t xml:space="preserve"> </w:t>
      </w:r>
      <w:r w:rsidRPr="00573E19">
        <w:rPr>
          <w:rtl/>
        </w:rPr>
        <w:t>محتملة أشياء</w:t>
      </w:r>
      <w:r w:rsidR="00CA4563">
        <w:rPr>
          <w:rtl/>
        </w:rPr>
        <w:t>،</w:t>
      </w:r>
      <w:r w:rsidRPr="00573E19">
        <w:rPr>
          <w:rtl/>
        </w:rPr>
        <w:t xml:space="preserve"> منها</w:t>
      </w:r>
      <w:r w:rsidR="00CA4563">
        <w:rPr>
          <w:rtl/>
        </w:rPr>
        <w:t>:</w:t>
      </w:r>
      <w:r w:rsidRPr="00573E19">
        <w:rPr>
          <w:rtl/>
        </w:rPr>
        <w:t xml:space="preserve"> انه إنما لم يجز إذا قبضت الرجوع فيها إذا كان عين الشئ قد</w:t>
      </w:r>
      <w:r w:rsidR="009C2257">
        <w:rPr>
          <w:rtl/>
        </w:rPr>
        <w:t xml:space="preserve"> </w:t>
      </w:r>
      <w:r w:rsidRPr="00573E19">
        <w:rPr>
          <w:rtl/>
        </w:rPr>
        <w:t>استهلك ولا يكون قائما بعينه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عمير عن جميل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وحماد بن عثمان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كانت</w:t>
      </w:r>
      <w:r w:rsidR="009C2257">
        <w:rPr>
          <w:rtl/>
        </w:rPr>
        <w:t xml:space="preserve"> </w:t>
      </w:r>
      <w:r w:rsidRPr="00573E19">
        <w:rPr>
          <w:rtl/>
        </w:rPr>
        <w:t>الهبة قائمة بعينها فله أن يرجع وإلا فليس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ومنها</w:t>
      </w:r>
      <w:r w:rsidR="00CA4563">
        <w:rPr>
          <w:rtl/>
        </w:rPr>
        <w:t>:</w:t>
      </w:r>
      <w:r w:rsidRPr="00573E19">
        <w:rPr>
          <w:rtl/>
        </w:rPr>
        <w:t xml:space="preserve"> أن تكون يعوض منها فإنه إذا كان كذلك لم يجز له أيضا الرجوع فيها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عمير عن عبد الله بن سنان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عوض صاحب الهبة فليس له أن يرجع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بن أيوب عن أبان عن عبد الرحمن بن أبي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410</w:t>
      </w:r>
      <w:r>
        <w:rPr>
          <w:rtl/>
        </w:rPr>
        <w:t xml:space="preserve"> - </w:t>
      </w:r>
      <w:r w:rsidRPr="006468C1">
        <w:rPr>
          <w:rtl/>
        </w:rPr>
        <w:t>411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77 واخرج الأول الكليني في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 xml:space="preserve"> وهو</w:t>
      </w:r>
      <w:r w:rsidR="009C2257">
        <w:rPr>
          <w:rtl/>
        </w:rPr>
        <w:t xml:space="preserve"> </w:t>
      </w:r>
      <w:r w:rsidRPr="006468C1">
        <w:rPr>
          <w:rtl/>
        </w:rPr>
        <w:t>ذيل حديث.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41</w:t>
      </w:r>
      <w:r>
        <w:rPr>
          <w:rtl/>
        </w:rPr>
        <w:t xml:space="preserve">2 - </w:t>
      </w:r>
      <w:r w:rsidRPr="00573E19">
        <w:rPr>
          <w:rtl/>
        </w:rPr>
        <w:t>41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77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414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وعبد الله بن سنان قالا</w:t>
      </w:r>
      <w:r w:rsidR="00CA4563">
        <w:rPr>
          <w:rtl/>
        </w:rPr>
        <w:t>:</w:t>
      </w:r>
      <w:r w:rsidRPr="00573E19">
        <w:rPr>
          <w:rtl/>
        </w:rPr>
        <w:t xml:space="preserve"> سألنا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يهب الهبة أيرجع</w:t>
      </w:r>
      <w:r w:rsidR="009C2257">
        <w:rPr>
          <w:rtl/>
        </w:rPr>
        <w:t xml:space="preserve"> </w:t>
      </w:r>
      <w:r w:rsidRPr="00573E19">
        <w:rPr>
          <w:rtl/>
        </w:rPr>
        <w:t>فيها إن شاء أم لا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تجوز الهبة لذوي القربى والذي يثاب عن هبته ويرجع</w:t>
      </w:r>
      <w:r w:rsidR="009C2257">
        <w:rPr>
          <w:rtl/>
        </w:rPr>
        <w:t xml:space="preserve"> </w:t>
      </w:r>
      <w:r w:rsidRPr="00573E19">
        <w:rPr>
          <w:rtl/>
        </w:rPr>
        <w:t>في غير ذلك إن شاء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ومنها</w:t>
      </w:r>
      <w:r w:rsidR="00CA4563">
        <w:rPr>
          <w:rtl/>
        </w:rPr>
        <w:t>:</w:t>
      </w:r>
      <w:r w:rsidRPr="00573E19">
        <w:rPr>
          <w:rtl/>
        </w:rPr>
        <w:t xml:space="preserve"> أن يكون ذلك مخصوصا بذوي الأرحام البالغين لان ذلك إذا قبضوها</w:t>
      </w:r>
      <w:r w:rsidR="009C2257">
        <w:rPr>
          <w:rtl/>
        </w:rPr>
        <w:t xml:space="preserve"> </w:t>
      </w:r>
      <w:r w:rsidRPr="00573E19">
        <w:rPr>
          <w:rtl/>
        </w:rPr>
        <w:t>لا يجوز له الرجوع فيها وقد بيناه فيما تقدم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</w:t>
      </w:r>
      <w:r w:rsidR="009C2257">
        <w:rPr>
          <w:rtl/>
        </w:rPr>
        <w:t xml:space="preserve"> </w:t>
      </w:r>
      <w:r w:rsidRPr="00573E19">
        <w:rPr>
          <w:rtl/>
        </w:rPr>
        <w:t>تصدق بصدقة على حميم أيصلح له أن يرجع فيها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ولكن إن احتاج فليأخذ</w:t>
      </w:r>
      <w:r w:rsidR="009C2257">
        <w:rPr>
          <w:rtl/>
        </w:rPr>
        <w:t xml:space="preserve"> </w:t>
      </w:r>
      <w:r w:rsidRPr="00573E19">
        <w:rPr>
          <w:rtl/>
        </w:rPr>
        <w:t>من حميمه من غير ما تصدق به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ومنها</w:t>
      </w:r>
      <w:r w:rsidR="00CA4563">
        <w:rPr>
          <w:rtl/>
        </w:rPr>
        <w:t>:</w:t>
      </w:r>
      <w:r w:rsidRPr="00573E19">
        <w:rPr>
          <w:rtl/>
        </w:rPr>
        <w:t xml:space="preserve"> أن يكون ذلك محمولا على الكراهية دون الحظر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إبراهيم عن عبد الرحمن بن حماد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إبراهيم بن عبد الحميد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رسول الله </w:t>
      </w:r>
      <w:r w:rsidR="002D79FE" w:rsidRPr="002D79FE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من يرجع في هبته كالراجع في قيئه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القاسم بن سليمان عن جراح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المدائني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من رجع</w:t>
      </w:r>
      <w:r w:rsidR="009C2257">
        <w:rPr>
          <w:rtl/>
        </w:rPr>
        <w:t xml:space="preserve"> </w:t>
      </w:r>
      <w:r w:rsidRPr="00573E19">
        <w:rPr>
          <w:rtl/>
        </w:rPr>
        <w:t>في هبته فهو كالراجع في قيئه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الحسين بن سعيد عن النضر عن القاسم بن سليمان عن جراح المدائني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الرجل يرتد في الصدقة قال</w:t>
      </w:r>
      <w:r w:rsidR="00CA4563">
        <w:rPr>
          <w:rtl/>
        </w:rPr>
        <w:t>:</w:t>
      </w:r>
      <w:r w:rsidRPr="00573E19">
        <w:rPr>
          <w:rtl/>
        </w:rPr>
        <w:t xml:space="preserve"> كالذي يرتد</w:t>
      </w:r>
      <w:r w:rsidR="009C2257">
        <w:rPr>
          <w:rtl/>
        </w:rPr>
        <w:t xml:space="preserve"> </w:t>
      </w:r>
      <w:r w:rsidRPr="00573E19">
        <w:rPr>
          <w:rtl/>
        </w:rPr>
        <w:t>في قيئه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415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77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416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78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417</w:t>
      </w:r>
      <w:r>
        <w:rPr>
          <w:rtl/>
        </w:rPr>
        <w:t xml:space="preserve"> - </w:t>
      </w:r>
      <w:r w:rsidRPr="00573E19">
        <w:rPr>
          <w:rtl/>
        </w:rPr>
        <w:t>418</w:t>
      </w:r>
      <w:r>
        <w:rPr>
          <w:rtl/>
        </w:rPr>
        <w:t xml:space="preserve"> - </w:t>
      </w:r>
      <w:r w:rsidRPr="00573E19">
        <w:rPr>
          <w:rtl/>
        </w:rPr>
        <w:t>419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إنما مثل الذي يرجع في صدقته كالذي</w:t>
      </w:r>
      <w:r w:rsidR="009C2257">
        <w:rPr>
          <w:rtl/>
        </w:rPr>
        <w:t xml:space="preserve"> </w:t>
      </w:r>
      <w:r w:rsidRPr="00573E19">
        <w:rPr>
          <w:rtl/>
        </w:rPr>
        <w:t>يرجع في قيئه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فضالة عن أبان عن أبي مريم قال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تصدق الرجل بصدقة أو هبة قبضها صاحبها أو لم يقبضها علمت أو لم تعلم فهي جائزة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أبان عن عبد الرحمن بن سيابة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يونس بن عبد الرحمن عن أبي المعزا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الهبة جائزة قبضت أو لم تقبض قسمت أو لم تقسم والنحل لا يجوز ذلك</w:t>
      </w:r>
      <w:r w:rsidR="009C2257">
        <w:rPr>
          <w:rtl/>
        </w:rPr>
        <w:t xml:space="preserve"> </w:t>
      </w:r>
      <w:r w:rsidRPr="00573E19">
        <w:rPr>
          <w:rtl/>
        </w:rPr>
        <w:t>حتى تقبض وإنما أراد الناس ذلك فأخطأوا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ضرب من الاستحباب دون الوجوب على أن الخبر الأخير</w:t>
      </w:r>
      <w:r w:rsidR="009C2257">
        <w:rPr>
          <w:rtl/>
        </w:rPr>
        <w:t xml:space="preserve"> </w:t>
      </w:r>
      <w:r w:rsidRPr="00573E19">
        <w:rPr>
          <w:rtl/>
        </w:rPr>
        <w:t>تضمن الفرق بين النحل والهبة</w:t>
      </w:r>
      <w:r w:rsidR="00CA4563">
        <w:rPr>
          <w:rtl/>
        </w:rPr>
        <w:t>،</w:t>
      </w:r>
      <w:r w:rsidRPr="00573E19">
        <w:rPr>
          <w:rtl/>
        </w:rPr>
        <w:t xml:space="preserve"> وقد بينا انه لا فرق بينهما ويجوز أن يكون خرج</w:t>
      </w:r>
      <w:r w:rsidR="009C2257">
        <w:rPr>
          <w:rtl/>
        </w:rPr>
        <w:t xml:space="preserve"> </w:t>
      </w:r>
      <w:r w:rsidRPr="00573E19">
        <w:rPr>
          <w:rtl/>
        </w:rPr>
        <w:t>مخرج التقية لأنه مذهب بعض العامة</w:t>
      </w:r>
      <w:r w:rsidR="00CA4563">
        <w:rPr>
          <w:rtl/>
        </w:rPr>
        <w:t>،</w:t>
      </w:r>
      <w:r w:rsidRPr="00573E19">
        <w:rPr>
          <w:rtl/>
        </w:rPr>
        <w:t xml:space="preserve"> والذي يزيد ما ذكرناه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23</w:t>
      </w:r>
    </w:p>
    <w:p w:rsidR="00FE5331" w:rsidRPr="00573E19" w:rsidRDefault="00FE5331" w:rsidP="00E65987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الحسن بن محبوب عن علي بن رئاب عن زرارة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إنما الصدقة محدثة إنما كان الناس على عهد رسول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ينحلون ويهبون ولا ينبغي لمن اعطى 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شيئا أن يرجع</w:t>
      </w:r>
      <w:r w:rsidR="009C2257">
        <w:rPr>
          <w:rtl/>
        </w:rPr>
        <w:t xml:space="preserve"> </w:t>
      </w:r>
      <w:r w:rsidRPr="00573E19">
        <w:rPr>
          <w:rtl/>
        </w:rPr>
        <w:t>فيه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وما لم يعطه لله وفي الله فإنه يرجع نحلة كانت أو هبة حيزت أو لم تحز</w:t>
      </w:r>
      <w:r w:rsidR="009C2257">
        <w:rPr>
          <w:rtl/>
        </w:rPr>
        <w:t xml:space="preserve"> </w:t>
      </w:r>
      <w:r w:rsidRPr="00573E19">
        <w:rPr>
          <w:rtl/>
        </w:rPr>
        <w:t>ولا يرجع الرجل فيما يهب لامرأته ولا للمرأة فيما تهب لزوجها حيزا أو لم يحازا لان</w:t>
      </w:r>
      <w:r w:rsidR="009C2257">
        <w:rPr>
          <w:rtl/>
        </w:rPr>
        <w:t xml:space="preserve"> </w:t>
      </w:r>
      <w:r w:rsidRPr="00573E19">
        <w:rPr>
          <w:rtl/>
        </w:rPr>
        <w:t>الله تعالى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E65987" w:rsidRPr="00E65987">
        <w:rPr>
          <w:rStyle w:val="libAieChar"/>
          <w:rtl/>
        </w:rPr>
        <w:t>وَلَا يَحِلُّ لَكُمْ أَن تَأْخُذُوا مِمَّا آتَيْتُمُوهُنَّ شَيْئًا</w:t>
      </w:r>
      <w:r w:rsidR="00E65987" w:rsidRPr="00FE5331">
        <w:rPr>
          <w:rStyle w:val="libAlaemChar"/>
          <w:rtl/>
        </w:rPr>
        <w:t>)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E65987" w:rsidRPr="00E65987">
        <w:rPr>
          <w:rStyle w:val="libAieChar"/>
          <w:rtl/>
        </w:rPr>
        <w:t>فَإِن طِبْنَ لَكُمْ عَن شَيْءٍ مِّنْهُ نَفْسًا فَكُلُوهُ هَنِيئًا مَّرِ‌يئًا</w:t>
      </w:r>
      <w:r w:rsidR="00E65987" w:rsidRPr="00FE5331">
        <w:rPr>
          <w:rStyle w:val="libAlaemChar"/>
          <w:rtl/>
        </w:rPr>
        <w:t>)</w:t>
      </w:r>
      <w:r w:rsidRPr="00573E19">
        <w:rPr>
          <w:rtl/>
        </w:rPr>
        <w:t xml:space="preserve"> وهذا يدخل في الصداق والهبة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0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4</w:t>
      </w:r>
      <w:r>
        <w:rPr>
          <w:rtl/>
        </w:rPr>
        <w:t xml:space="preserve">32 -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77 واخرج 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 xml:space="preserve">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فأما ما رواه محمد بن يعقوب عن محمد بن إسماعيل عن الفضل بن شاذان</w:t>
      </w:r>
      <w:r w:rsidR="009C2257">
        <w:rPr>
          <w:rtl/>
        </w:rPr>
        <w:t xml:space="preserve"> </w:t>
      </w:r>
      <w:r w:rsidRPr="00573E19">
        <w:rPr>
          <w:rtl/>
        </w:rPr>
        <w:t>عن ابن أبي عمير عن معاوية بن عمار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</w:t>
      </w:r>
      <w:r w:rsidR="009C2257">
        <w:rPr>
          <w:rtl/>
        </w:rPr>
        <w:t xml:space="preserve"> </w:t>
      </w:r>
      <w:r w:rsidRPr="00573E19">
        <w:rPr>
          <w:rtl/>
        </w:rPr>
        <w:t>يكون له على الرجل الدراهم فيهبها له أله أن يرجع فيها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أيضا ما قلناه في الاخبار الأولة سواء</w:t>
      </w:r>
      <w:r w:rsidR="00CA4563">
        <w:rPr>
          <w:rtl/>
        </w:rPr>
        <w:t>،</w:t>
      </w:r>
      <w:r w:rsidRPr="00573E19">
        <w:rPr>
          <w:rtl/>
        </w:rPr>
        <w:t xml:space="preserve"> ويحتمل أيضا أن يكون</w:t>
      </w:r>
      <w:r w:rsidR="009C2257">
        <w:rPr>
          <w:rtl/>
        </w:rPr>
        <w:t xml:space="preserve"> </w:t>
      </w:r>
      <w:r w:rsidRPr="00573E19">
        <w:rPr>
          <w:rtl/>
        </w:rPr>
        <w:t>محمولا على الاستحباب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154" w:name="_Toc374810460"/>
      <w:bookmarkStart w:id="155" w:name="_Toc376954835"/>
      <w:r w:rsidRPr="00573E19">
        <w:rPr>
          <w:rtl/>
        </w:rPr>
        <w:t>كتاب الوصايا</w:t>
      </w:r>
      <w:bookmarkEnd w:id="154"/>
      <w:bookmarkEnd w:id="155"/>
    </w:p>
    <w:p w:rsidR="00FE5331" w:rsidRPr="00573E19" w:rsidRDefault="00FE5331" w:rsidP="00FE5331">
      <w:pPr>
        <w:pStyle w:val="Heading1Center"/>
        <w:rPr>
          <w:rtl/>
        </w:rPr>
      </w:pPr>
      <w:bookmarkStart w:id="156" w:name="_Toc374810461"/>
      <w:bookmarkStart w:id="157" w:name="_Toc376954836"/>
      <w:r w:rsidRPr="00573E19">
        <w:rPr>
          <w:rtl/>
        </w:rPr>
        <w:t>أبواب الاقرار</w:t>
      </w:r>
      <w:bookmarkEnd w:id="156"/>
      <w:bookmarkEnd w:id="157"/>
    </w:p>
    <w:p w:rsidR="00FE5331" w:rsidRPr="00573E19" w:rsidRDefault="00FE5331" w:rsidP="00FE5331">
      <w:pPr>
        <w:pStyle w:val="Heading2Center"/>
        <w:rPr>
          <w:rtl/>
        </w:rPr>
      </w:pPr>
      <w:bookmarkStart w:id="158" w:name="_Toc374810462"/>
      <w:bookmarkStart w:id="159" w:name="_Toc376954837"/>
      <w:r w:rsidRPr="00573E19">
        <w:rPr>
          <w:rtl/>
        </w:rPr>
        <w:t>68</w:t>
      </w:r>
      <w:r>
        <w:rPr>
          <w:rtl/>
        </w:rPr>
        <w:t xml:space="preserve"> - </w:t>
      </w:r>
      <w:r w:rsidRPr="00573E19">
        <w:rPr>
          <w:rtl/>
        </w:rPr>
        <w:t>باب الاقرار في حال المرض لبعض الورثة بدين</w:t>
      </w:r>
      <w:bookmarkEnd w:id="158"/>
      <w:bookmarkEnd w:id="15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الرجل بقر لوارث بدين فقال</w:t>
      </w:r>
      <w:r w:rsidR="00CA4563">
        <w:rPr>
          <w:rtl/>
        </w:rPr>
        <w:t>:</w:t>
      </w:r>
      <w:r w:rsidRPr="00573E19">
        <w:rPr>
          <w:rtl/>
        </w:rPr>
        <w:t xml:space="preserve"> يجوز ذلك إذا كان مليا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أبو علي الأشعري عن محمد بن عبد الجبار عن صفوان عن منصور بن حازم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أوصى لبعض ورثته أن له عليه دينا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إن كان الميت مرضيا فاعط الذي أوصى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الحسن بن فضال عن العباس بن عامر عن داود بن الحصين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أيوب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عمن أقر للورثة</w:t>
      </w:r>
      <w:r w:rsidR="009C2257">
        <w:rPr>
          <w:rtl/>
        </w:rPr>
        <w:t xml:space="preserve"> </w:t>
      </w:r>
      <w:r w:rsidRPr="00573E19">
        <w:rPr>
          <w:rtl/>
        </w:rPr>
        <w:t>بدين عليه وهو مريض قال</w:t>
      </w:r>
      <w:r w:rsidR="00CA4563">
        <w:rPr>
          <w:rtl/>
        </w:rPr>
        <w:t>:</w:t>
      </w:r>
      <w:r w:rsidRPr="00573E19">
        <w:rPr>
          <w:rtl/>
        </w:rPr>
        <w:t xml:space="preserve"> يجوز عليه ما أقر به إذا كان قليلا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6468C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77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</w:t>
      </w:r>
      <w:r>
        <w:rPr>
          <w:rtl/>
        </w:rPr>
        <w:t>2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5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6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78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45 الفقيه ص 417.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78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هشام بن سالم عن إسماعيل بن جابر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أقر لوارث له وهو مريض بدين عليه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يجوز عليه إذا أقر به دون الثلث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ابن محبوب عن أبي ولاد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</w:t>
      </w:r>
      <w:r w:rsidR="009C2257">
        <w:rPr>
          <w:rtl/>
        </w:rPr>
        <w:t xml:space="preserve"> </w:t>
      </w:r>
      <w:r w:rsidRPr="00573E19">
        <w:rPr>
          <w:rtl/>
        </w:rPr>
        <w:t>مريض أقر عند الموت لوارث بدين له عليه قال</w:t>
      </w:r>
      <w:r w:rsidR="00CA4563">
        <w:rPr>
          <w:rtl/>
        </w:rPr>
        <w:t>:</w:t>
      </w:r>
      <w:r w:rsidRPr="00573E19">
        <w:rPr>
          <w:rtl/>
        </w:rPr>
        <w:t xml:space="preserve"> يجوز ذلك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فان أوصى</w:t>
      </w:r>
      <w:r w:rsidR="009C2257">
        <w:rPr>
          <w:rtl/>
        </w:rPr>
        <w:t xml:space="preserve"> </w:t>
      </w:r>
      <w:r w:rsidRPr="00573E19">
        <w:rPr>
          <w:rtl/>
        </w:rPr>
        <w:t>لوارث بشئ قال</w:t>
      </w:r>
      <w:r w:rsidR="00CA4563">
        <w:rPr>
          <w:rtl/>
        </w:rPr>
        <w:t>:</w:t>
      </w:r>
      <w:r w:rsidRPr="00573E19">
        <w:rPr>
          <w:rtl/>
        </w:rPr>
        <w:t xml:space="preserve"> جائز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النعمان عن ابن مسكان عن العلا بياع السابري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استودعت رجلا مالا فلما حضرها الموت</w:t>
      </w:r>
      <w:r w:rsidR="009C2257">
        <w:rPr>
          <w:rtl/>
        </w:rPr>
        <w:t xml:space="preserve"> </w:t>
      </w:r>
      <w:r w:rsidRPr="00573E19">
        <w:rPr>
          <w:rtl/>
        </w:rPr>
        <w:t>قالت له إن المال الذي دفعته إليك لفلانة وماتت المرأة فأتى أولياؤها الرجل فقالوا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انه كان لصاحبتها مال لا نراه إلا عندك فاحلف لنا ما قبلك شئ فيحلف لهم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9C2257">
        <w:rPr>
          <w:rtl/>
        </w:rPr>
        <w:t xml:space="preserve"> </w:t>
      </w:r>
      <w:r w:rsidRPr="00573E19">
        <w:rPr>
          <w:rtl/>
        </w:rPr>
        <w:t>لهم إن كانت المرأة مأمونة عندك فاحلف لهم وإن كانت متهمة فلا تحلف وتضع</w:t>
      </w:r>
      <w:r w:rsidR="009C2257">
        <w:rPr>
          <w:rtl/>
        </w:rPr>
        <w:t xml:space="preserve"> </w:t>
      </w:r>
      <w:r w:rsidRPr="00573E19">
        <w:rPr>
          <w:rtl/>
        </w:rPr>
        <w:t>الامر على ما كان فإنما لها من مالها ثلثه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بنان بن محمد عن أبيه عن عبد الله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المغيرة عن السكوني عن 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أنه كان يرد النحلة في</w:t>
      </w:r>
      <w:r w:rsidR="009C2257">
        <w:rPr>
          <w:rtl/>
        </w:rPr>
        <w:t xml:space="preserve"> </w:t>
      </w:r>
      <w:r w:rsidRPr="00573E19">
        <w:rPr>
          <w:rtl/>
        </w:rPr>
        <w:t>الوصية وما أقر عند موته بلا ثبت ولا بينة رده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 إذا كان المقر متهما على الورثة لم يقبل اقراره</w:t>
      </w:r>
      <w:r w:rsidR="009C2257">
        <w:rPr>
          <w:rtl/>
        </w:rPr>
        <w:t xml:space="preserve"> </w:t>
      </w:r>
      <w:r w:rsidRPr="00573E19">
        <w:rPr>
          <w:rtl/>
        </w:rPr>
        <w:t>الا ببينة</w:t>
      </w:r>
      <w:r w:rsidR="00CA4563">
        <w:rPr>
          <w:rtl/>
        </w:rPr>
        <w:t>،</w:t>
      </w:r>
      <w:r w:rsidRPr="00573E19">
        <w:rPr>
          <w:rtl/>
        </w:rPr>
        <w:t xml:space="preserve"> فإن لم يقم بينة كان ما أقر به ماضيا من ثلثه وقد بين ذلك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رواية الحلبي ومنصور بن حازم</w:t>
      </w:r>
      <w:r>
        <w:rPr>
          <w:rtl/>
        </w:rPr>
        <w:t xml:space="preserve"> و</w:t>
      </w:r>
      <w:r w:rsidRPr="00573E19">
        <w:rPr>
          <w:rtl/>
        </w:rPr>
        <w:t>إسماعيل بن جابر المقدم ذكرها</w:t>
      </w:r>
      <w:r w:rsidR="00CA4563">
        <w:rPr>
          <w:rtl/>
        </w:rPr>
        <w:t>،</w:t>
      </w:r>
      <w:r w:rsidRPr="00573E19">
        <w:rPr>
          <w:rtl/>
        </w:rPr>
        <w:t xml:space="preserve"> فاما إذا 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2</w:t>
      </w:r>
      <w:r w:rsidRPr="006468C1">
        <w:rPr>
          <w:rtl/>
        </w:rPr>
        <w:t>9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78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45 الفقيه ص 417.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45 واخرج الأخير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417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 xml:space="preserve">32 -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79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مرضيا فما أقر به يكون من أصل المال مثل سائر الديون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يكشف عما ذكرناه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عبد الجبار قال</w:t>
      </w:r>
      <w:r w:rsidR="00CA4563">
        <w:rPr>
          <w:rtl/>
        </w:rPr>
        <w:t>:</w:t>
      </w:r>
      <w:r w:rsidRPr="00573E19">
        <w:rPr>
          <w:rtl/>
        </w:rPr>
        <w:t xml:space="preserve"> كتبت إلى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العسكري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امرأة أوصت إلى رجل وأقرت له بدين ثمانية آلاف درهم وكذلك</w:t>
      </w:r>
      <w:r w:rsidR="009C2257">
        <w:rPr>
          <w:rtl/>
        </w:rPr>
        <w:t xml:space="preserve"> </w:t>
      </w:r>
      <w:r w:rsidRPr="00573E19">
        <w:rPr>
          <w:rtl/>
        </w:rPr>
        <w:t>ما كان لها من متاع البيت من صوف وشعر وشبه وصفر ونحاس وكل مالها أقرت به</w:t>
      </w:r>
      <w:r w:rsidR="009C2257">
        <w:rPr>
          <w:rtl/>
        </w:rPr>
        <w:t xml:space="preserve"> </w:t>
      </w:r>
      <w:r w:rsidRPr="00573E19">
        <w:rPr>
          <w:rtl/>
        </w:rPr>
        <w:t>للموصى إليه وأشهدت على وصيتها وأوصت أن يحج عنها من هذه التركة حجتان</w:t>
      </w:r>
      <w:r w:rsidR="009C2257">
        <w:rPr>
          <w:rtl/>
        </w:rPr>
        <w:t xml:space="preserve"> </w:t>
      </w:r>
      <w:r w:rsidRPr="00573E19">
        <w:rPr>
          <w:rtl/>
        </w:rPr>
        <w:t>ويعطى مولاة لها أربعمائة درهم وماتت المرأة وتركت زوجا فلم ندر كيف الخروج من</w:t>
      </w:r>
      <w:r w:rsidR="009C2257">
        <w:rPr>
          <w:rtl/>
        </w:rPr>
        <w:t xml:space="preserve"> </w:t>
      </w:r>
      <w:r w:rsidRPr="00573E19">
        <w:rPr>
          <w:rtl/>
        </w:rPr>
        <w:t>هذا واشتبه الامر علينا وذكر كاتب ان المرأة استشارته فسألته أن يكتب لها ما يصح</w:t>
      </w:r>
      <w:r w:rsidR="009C2257">
        <w:rPr>
          <w:rtl/>
        </w:rPr>
        <w:t xml:space="preserve"> </w:t>
      </w:r>
      <w:r w:rsidRPr="00573E19">
        <w:rPr>
          <w:rtl/>
        </w:rPr>
        <w:t>لهذا الوصي</w:t>
      </w:r>
      <w:r w:rsidR="00CA4563">
        <w:rPr>
          <w:rtl/>
        </w:rPr>
        <w:t>،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يصح تركتك إلا باقرارك له بدين بشهادة الشهود وتأمرينه</w:t>
      </w:r>
      <w:r w:rsidR="009C2257">
        <w:rPr>
          <w:rtl/>
        </w:rPr>
        <w:t xml:space="preserve"> </w:t>
      </w:r>
      <w:r w:rsidRPr="00573E19">
        <w:rPr>
          <w:rtl/>
        </w:rPr>
        <w:t>بعدها أن ينفذ ما توصينه به فكتب له بالوصية على هذا وأقرت للوصي بهذا الدين</w:t>
      </w:r>
      <w:r w:rsidR="009C2257">
        <w:rPr>
          <w:rtl/>
        </w:rPr>
        <w:t xml:space="preserve"> </w:t>
      </w:r>
      <w:r w:rsidRPr="00573E19">
        <w:rPr>
          <w:rtl/>
        </w:rPr>
        <w:t>فرأيك أدام الله عزك في مسألة الفقهاء قبلك عن هذا وتعريفنا بذلك لنعمل به</w:t>
      </w:r>
      <w:r w:rsidR="009C2257">
        <w:rPr>
          <w:rtl/>
        </w:rPr>
        <w:t xml:space="preserve"> </w:t>
      </w:r>
      <w:r w:rsidRPr="00573E19">
        <w:rPr>
          <w:rtl/>
        </w:rPr>
        <w:t>إن شاء الله</w:t>
      </w:r>
      <w:r>
        <w:rPr>
          <w:rtl/>
        </w:rPr>
        <w:t>؟</w:t>
      </w:r>
      <w:r w:rsidRPr="00573E19">
        <w:rPr>
          <w:rtl/>
        </w:rPr>
        <w:t xml:space="preserve"> فكتب بخطه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كان الدين صحيحا معروفا مفهوما فيخرج</w:t>
      </w:r>
      <w:r w:rsidR="009C2257">
        <w:rPr>
          <w:rtl/>
        </w:rPr>
        <w:t xml:space="preserve"> </w:t>
      </w:r>
      <w:r w:rsidRPr="00573E19">
        <w:rPr>
          <w:rtl/>
        </w:rPr>
        <w:t>الدين من رأس المال إن شاء الله</w:t>
      </w:r>
      <w:r w:rsidR="00CA4563">
        <w:rPr>
          <w:rtl/>
        </w:rPr>
        <w:t>،</w:t>
      </w:r>
      <w:r w:rsidRPr="00573E19">
        <w:rPr>
          <w:rtl/>
        </w:rPr>
        <w:t xml:space="preserve"> وإن لم يكن الدين حقا أنفذ لها ما أوصت به من</w:t>
      </w:r>
      <w:r w:rsidR="009C2257">
        <w:rPr>
          <w:rtl/>
        </w:rPr>
        <w:t xml:space="preserve"> </w:t>
      </w:r>
      <w:r w:rsidRPr="00573E19">
        <w:rPr>
          <w:rtl/>
        </w:rPr>
        <w:t>ثلثها كفى أو لم يكف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هارون بن مسلم عن ابن سعدان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مسعدة بن صدقة عن جعفر بن محمد عن أبيه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 قال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وصية لوارث ولا اقرار بدين</w:t>
      </w:r>
      <w:r w:rsidR="00CA4563">
        <w:rPr>
          <w:rtl/>
        </w:rPr>
        <w:t>،</w:t>
      </w:r>
      <w:r w:rsidRPr="00573E19">
        <w:rPr>
          <w:rtl/>
        </w:rPr>
        <w:t xml:space="preserve"> يعني إذا أقر المريض لاحد من الورثة بدين له</w:t>
      </w:r>
      <w:r w:rsidR="009C2257">
        <w:rPr>
          <w:rtl/>
        </w:rPr>
        <w:t xml:space="preserve"> </w:t>
      </w:r>
      <w:r w:rsidRPr="00573E19">
        <w:rPr>
          <w:rtl/>
        </w:rPr>
        <w:t>فليس له ذلك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التقية لأنه يتضمن الا وصية لوارث ولا اقرار</w:t>
      </w:r>
      <w:r w:rsidR="009C2257">
        <w:rPr>
          <w:rtl/>
        </w:rPr>
        <w:t xml:space="preserve"> </w:t>
      </w:r>
      <w:r w:rsidRPr="00573E19">
        <w:rPr>
          <w:rtl/>
        </w:rPr>
        <w:t>بدين</w:t>
      </w:r>
      <w:r w:rsidR="00CA4563">
        <w:rPr>
          <w:rtl/>
        </w:rPr>
        <w:t>،</w:t>
      </w:r>
      <w:r w:rsidRPr="00573E19">
        <w:rPr>
          <w:rtl/>
        </w:rPr>
        <w:t xml:space="preserve"> وقد بينا أن اقراره للورثة صحيح ونبين فيما بعد أن له أن يوصى لورثته</w:t>
      </w:r>
    </w:p>
    <w:p w:rsidR="00FE5331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6468C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6468C1">
        <w:rPr>
          <w:rtl/>
        </w:rPr>
        <w:t xml:space="preserve"> 4</w:t>
      </w:r>
      <w:r>
        <w:rPr>
          <w:rtl/>
        </w:rPr>
        <w:t xml:space="preserve">33 - </w:t>
      </w:r>
      <w:r w:rsidRPr="006468C1">
        <w:rPr>
          <w:rtl/>
        </w:rPr>
        <w:t>4</w:t>
      </w:r>
      <w:r>
        <w:rPr>
          <w:rtl/>
        </w:rPr>
        <w:t>3</w:t>
      </w:r>
      <w:r w:rsidRPr="006468C1">
        <w:rPr>
          <w:rtl/>
        </w:rPr>
        <w:t>4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79.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إن عرض ما يحتاج إلى ذكره</w:t>
      </w:r>
      <w:r w:rsidR="00CA4563">
        <w:rPr>
          <w:rtl/>
        </w:rPr>
        <w:t>،</w:t>
      </w:r>
      <w:r w:rsidRPr="00573E19">
        <w:rPr>
          <w:rtl/>
        </w:rPr>
        <w:t xml:space="preserve"> مع انا قد استوفينا ذلك في كتابنا الكبير فمن أراد الوقوف</w:t>
      </w:r>
      <w:r w:rsidR="009C2257">
        <w:rPr>
          <w:rtl/>
        </w:rPr>
        <w:t xml:space="preserve"> </w:t>
      </w:r>
      <w:r w:rsidRPr="00573E19">
        <w:rPr>
          <w:rtl/>
        </w:rPr>
        <w:t>عليه وقف من هناك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المراد بالخبر انه لا اقرار بالدين فيما زاد على</w:t>
      </w:r>
      <w:r w:rsidR="009C2257">
        <w:rPr>
          <w:rtl/>
        </w:rPr>
        <w:t xml:space="preserve"> </w:t>
      </w:r>
      <w:r w:rsidRPr="00573E19">
        <w:rPr>
          <w:rtl/>
        </w:rPr>
        <w:t>الثلث إذا كان متهما</w:t>
      </w:r>
      <w:r w:rsidR="00CA4563">
        <w:rPr>
          <w:rtl/>
        </w:rPr>
        <w:t>،</w:t>
      </w:r>
      <w:r w:rsidRPr="00573E19">
        <w:rPr>
          <w:rtl/>
        </w:rPr>
        <w:t xml:space="preserve"> لأنا قد بينا أن ذلك لا يجوز إذا لم يكن المقر مأمونا مرضيا</w:t>
      </w:r>
      <w:r w:rsidR="009C2257">
        <w:rPr>
          <w:rtl/>
        </w:rPr>
        <w:t xml:space="preserve"> </w:t>
      </w:r>
      <w:r w:rsidRPr="00573E19">
        <w:rPr>
          <w:rtl/>
        </w:rPr>
        <w:t>ويكون ذلك ماضيا في الثلث إلي ما دونه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0" w:name="_Toc374810463"/>
      <w:bookmarkStart w:id="161" w:name="_Toc376954838"/>
      <w:r w:rsidRPr="00573E19">
        <w:rPr>
          <w:rtl/>
        </w:rPr>
        <w:t>69</w:t>
      </w:r>
      <w:r>
        <w:rPr>
          <w:rtl/>
        </w:rPr>
        <w:t xml:space="preserve"> - </w:t>
      </w:r>
      <w:r w:rsidRPr="00573E19">
        <w:rPr>
          <w:rtl/>
        </w:rPr>
        <w:t>باب اقرار بعض الورثة لغيره بدين على الميت</w:t>
      </w:r>
      <w:bookmarkEnd w:id="160"/>
      <w:bookmarkEnd w:id="16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عبد الله عن السندي بن محمد عن أبي البختري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وهب بن وهب عن جعفر بن محمد عن أبيه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 ورثة فأقر أحد الورثة بدين على أبيه أنه يلزمه ذلك في</w:t>
      </w:r>
      <w:r w:rsidR="009C2257">
        <w:rPr>
          <w:rtl/>
        </w:rPr>
        <w:t xml:space="preserve"> </w:t>
      </w:r>
      <w:r w:rsidRPr="00573E19">
        <w:rPr>
          <w:rtl/>
        </w:rPr>
        <w:t>حصته بقدر ما ورث ولا يكون ذلك في ماله كله</w:t>
      </w:r>
      <w:r w:rsidR="00CA4563">
        <w:rPr>
          <w:rtl/>
        </w:rPr>
        <w:t>،</w:t>
      </w:r>
      <w:r w:rsidRPr="00573E19">
        <w:rPr>
          <w:rtl/>
        </w:rPr>
        <w:t xml:space="preserve"> فإن أقر اثنان من الورثة وكانا</w:t>
      </w:r>
      <w:r w:rsidR="009C2257">
        <w:rPr>
          <w:rtl/>
        </w:rPr>
        <w:t xml:space="preserve"> </w:t>
      </w:r>
      <w:r w:rsidRPr="00573E19">
        <w:rPr>
          <w:rtl/>
        </w:rPr>
        <w:t>عدلين أجيز ذلك على الورثة</w:t>
      </w:r>
      <w:r w:rsidR="00CA4563">
        <w:rPr>
          <w:rtl/>
        </w:rPr>
        <w:t>،</w:t>
      </w:r>
      <w:r w:rsidRPr="00573E19">
        <w:rPr>
          <w:rtl/>
        </w:rPr>
        <w:t xml:space="preserve"> وإن لم يكونا عدلين ألزما في حصتهما بقدر ما ورثا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وكذلك إن أقر بعض الورثة بأخ أو أخت فإنما يلزمه في حصته وقال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من أقر لأخيه فهو شريكه في المال ولا يثبت نسبه فإن أقر اثنان فكذلك إلا أن</w:t>
      </w:r>
      <w:r w:rsidR="009C2257">
        <w:rPr>
          <w:rtl/>
        </w:rPr>
        <w:t xml:space="preserve"> </w:t>
      </w:r>
      <w:r w:rsidRPr="00573E19">
        <w:rPr>
          <w:rtl/>
        </w:rPr>
        <w:t>يكونا عدلين فيلحق نسبه ويضرب في الميراث معهم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الفضل بن شاذان عن ابن أبي عمير عن جميل بن دراج عن الشعيري</w:t>
      </w:r>
      <w:r w:rsidR="00CA4563">
        <w:rPr>
          <w:rtl/>
        </w:rPr>
        <w:t>،</w:t>
      </w:r>
      <w:r w:rsidRPr="00573E19">
        <w:rPr>
          <w:rtl/>
        </w:rPr>
        <w:t xml:space="preserve"> وعن</w:t>
      </w:r>
      <w:r w:rsidR="009C2257">
        <w:rPr>
          <w:rtl/>
        </w:rPr>
        <w:t xml:space="preserve"> </w:t>
      </w:r>
      <w:r w:rsidRPr="00573E19">
        <w:rPr>
          <w:rtl/>
        </w:rPr>
        <w:t>الحكم بن عتيبة قالا</w:t>
      </w:r>
      <w:r w:rsidR="00CA4563">
        <w:rPr>
          <w:rtl/>
        </w:rPr>
        <w:t>:</w:t>
      </w:r>
      <w:r w:rsidRPr="00573E19">
        <w:rPr>
          <w:rtl/>
        </w:rPr>
        <w:t xml:space="preserve"> كنا بباب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فجاءت امرأة فقالت</w:t>
      </w:r>
      <w:r w:rsidR="00CA4563">
        <w:rPr>
          <w:rtl/>
        </w:rPr>
        <w:t>:</w:t>
      </w:r>
      <w:r w:rsidRPr="00573E19">
        <w:rPr>
          <w:rtl/>
        </w:rPr>
        <w:t xml:space="preserve"> أيكم</w:t>
      </w:r>
      <w:r w:rsidR="009C2257">
        <w:rPr>
          <w:rtl/>
        </w:rPr>
        <w:t xml:space="preserve"> </w:t>
      </w:r>
      <w:r w:rsidRPr="00573E19">
        <w:rPr>
          <w:rtl/>
        </w:rPr>
        <w:t>أبو جعفر</w:t>
      </w:r>
      <w:r>
        <w:rPr>
          <w:rtl/>
        </w:rPr>
        <w:t>؟</w:t>
      </w:r>
      <w:r w:rsidRPr="00573E19">
        <w:rPr>
          <w:rtl/>
        </w:rPr>
        <w:t xml:space="preserve"> فقيل لها</w:t>
      </w:r>
      <w:r w:rsidR="00CA4563">
        <w:rPr>
          <w:rtl/>
        </w:rPr>
        <w:t>:</w:t>
      </w:r>
      <w:r w:rsidRPr="00573E19">
        <w:rPr>
          <w:rtl/>
        </w:rPr>
        <w:t xml:space="preserve"> ما تريدين</w:t>
      </w:r>
      <w:r>
        <w:rPr>
          <w:rtl/>
        </w:rPr>
        <w:t>؟</w:t>
      </w:r>
      <w:r w:rsidRPr="00573E19">
        <w:rPr>
          <w:rtl/>
        </w:rPr>
        <w:t xml:space="preserve"> فقالت</w:t>
      </w:r>
      <w:r w:rsidR="00CA4563">
        <w:rPr>
          <w:rtl/>
        </w:rPr>
        <w:t>:</w:t>
      </w:r>
      <w:r w:rsidRPr="00573E19">
        <w:rPr>
          <w:rtl/>
        </w:rPr>
        <w:t xml:space="preserve"> أسأله عن مسألة</w:t>
      </w:r>
      <w:r w:rsidR="00CA4563">
        <w:rPr>
          <w:rtl/>
        </w:rPr>
        <w:t>،</w:t>
      </w:r>
      <w:r w:rsidRPr="00573E19">
        <w:rPr>
          <w:rtl/>
        </w:rPr>
        <w:t xml:space="preserve"> فقالوا لها هذا فقيه أهل</w:t>
      </w:r>
      <w:r w:rsidR="009C2257">
        <w:rPr>
          <w:rtl/>
        </w:rPr>
        <w:t xml:space="preserve"> </w:t>
      </w:r>
      <w:r w:rsidRPr="00573E19">
        <w:rPr>
          <w:rtl/>
        </w:rPr>
        <w:t>العراق فسليه</w:t>
      </w:r>
      <w:r w:rsidR="00CA4563">
        <w:rPr>
          <w:rtl/>
        </w:rPr>
        <w:t>،</w:t>
      </w:r>
      <w:r w:rsidRPr="00573E19">
        <w:rPr>
          <w:rtl/>
        </w:rPr>
        <w:t xml:space="preserve"> فقالت</w:t>
      </w:r>
      <w:r w:rsidR="00CA4563">
        <w:rPr>
          <w:rtl/>
        </w:rPr>
        <w:t>:</w:t>
      </w:r>
      <w:r w:rsidRPr="00573E19">
        <w:rPr>
          <w:rtl/>
        </w:rPr>
        <w:t xml:space="preserve"> ان زوجي مات وترك ألف درهم ولي عليه مهر خمسمائة درهم</w:t>
      </w:r>
      <w:r w:rsidR="009C2257">
        <w:rPr>
          <w:rtl/>
        </w:rPr>
        <w:t xml:space="preserve"> </w:t>
      </w:r>
      <w:r w:rsidRPr="00573E19">
        <w:rPr>
          <w:rtl/>
        </w:rPr>
        <w:t>فأخذت ميراثي وأخذت مهري مما بقي</w:t>
      </w:r>
      <w:r w:rsidR="00CA4563">
        <w:rPr>
          <w:rtl/>
        </w:rPr>
        <w:t>،</w:t>
      </w:r>
      <w:r w:rsidRPr="00573E19">
        <w:rPr>
          <w:rtl/>
        </w:rPr>
        <w:t xml:space="preserve"> ثم جاء رجل فادعى عليه ألف درهم فشهدت</w:t>
      </w:r>
      <w:r w:rsidR="009C2257">
        <w:rPr>
          <w:rtl/>
        </w:rPr>
        <w:t xml:space="preserve"> </w:t>
      </w:r>
      <w:r w:rsidRPr="00573E19">
        <w:rPr>
          <w:rtl/>
        </w:rPr>
        <w:t>له بذلك على زوجي</w:t>
      </w:r>
      <w:r w:rsidR="00CA4563">
        <w:rPr>
          <w:rtl/>
        </w:rPr>
        <w:t>،</w:t>
      </w:r>
      <w:r w:rsidRPr="00573E19">
        <w:rPr>
          <w:rtl/>
        </w:rPr>
        <w:t xml:space="preserve"> فقال الحكم</w:t>
      </w:r>
      <w:r w:rsidR="00CA4563">
        <w:rPr>
          <w:rtl/>
        </w:rPr>
        <w:t>:</w:t>
      </w:r>
      <w:r w:rsidRPr="00573E19">
        <w:rPr>
          <w:rtl/>
        </w:rPr>
        <w:t xml:space="preserve"> فبينا نحن نحسب ما يصيبها إذا خرج أبو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فأخبرناه بمقالة المرأة وما سألت عنه فقال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أقرت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3</w:t>
      </w:r>
      <w:r w:rsidRPr="006468C1">
        <w:rPr>
          <w:rtl/>
        </w:rPr>
        <w:t>5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79 الفقيه ص 417 اخرج وسط الحديث فحسب.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79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40 الفقيه ص 416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بثلث ما في يدها ولا ميراث لها</w:t>
      </w:r>
      <w:r w:rsidR="00CA4563">
        <w:rPr>
          <w:rtl/>
        </w:rPr>
        <w:t>،</w:t>
      </w:r>
      <w:r w:rsidRPr="00573E19">
        <w:rPr>
          <w:rtl/>
        </w:rPr>
        <w:t xml:space="preserve"> قال الحكم</w:t>
      </w:r>
      <w:r w:rsidR="00CA4563">
        <w:rPr>
          <w:rtl/>
        </w:rPr>
        <w:t>:</w:t>
      </w:r>
      <w:r w:rsidRPr="00573E19">
        <w:rPr>
          <w:rtl/>
        </w:rPr>
        <w:t xml:space="preserve"> فوالله ما رأيت أحدا أفهم من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علي بن إبراهيم عن أبيه عن ابن أبي عمير عن محمد بن أبي حمزة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وحسين بن عثمان عن إسحاق بن عمار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فأقر</w:t>
      </w:r>
      <w:r w:rsidR="009C2257">
        <w:rPr>
          <w:rtl/>
        </w:rPr>
        <w:t xml:space="preserve"> </w:t>
      </w:r>
      <w:r w:rsidRPr="00573E19">
        <w:rPr>
          <w:rtl/>
        </w:rPr>
        <w:t>بعض ورثته لرجل بدين قال</w:t>
      </w:r>
      <w:r w:rsidR="00CA4563">
        <w:rPr>
          <w:rtl/>
        </w:rPr>
        <w:t>:</w:t>
      </w:r>
      <w:r w:rsidRPr="00573E19">
        <w:rPr>
          <w:rtl/>
        </w:rPr>
        <w:t xml:space="preserve"> يلزمه ذلك في حصته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فلا ينافي الخبرين الأولين 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يلزمه ذلك في حصته محمول على أنه</w:t>
      </w:r>
      <w:r w:rsidR="009C2257">
        <w:rPr>
          <w:rtl/>
        </w:rPr>
        <w:t xml:space="preserve"> </w:t>
      </w:r>
      <w:r w:rsidRPr="00573E19">
        <w:rPr>
          <w:rtl/>
        </w:rPr>
        <w:t>يلزمه بمقدار ما يصيبه لا أنه يلزمه جميع الدين بدلالة الخبرين الأولين المفصلين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وهذا الخبر مجمل وينبغي أن يحمل على المفصل لما بيناه في غير موضع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2" w:name="_Toc374810464"/>
      <w:bookmarkStart w:id="163" w:name="_Toc376954839"/>
      <w:r w:rsidRPr="00573E19">
        <w:rPr>
          <w:rtl/>
        </w:rPr>
        <w:t>70</w:t>
      </w:r>
      <w:r>
        <w:rPr>
          <w:rtl/>
        </w:rPr>
        <w:t xml:space="preserve"> - </w:t>
      </w:r>
      <w:r w:rsidRPr="00573E19">
        <w:rPr>
          <w:rtl/>
        </w:rPr>
        <w:t>باب الرجل يموت وعليه دين وله أولاد صغار وخلف بمقدار ما عليه من الدين</w:t>
      </w:r>
      <w:bookmarkEnd w:id="162"/>
      <w:bookmarkEnd w:id="16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ابن أبي نصر باسناد له عن رجل يموت وترك عيالا وعليه</w:t>
      </w:r>
      <w:r w:rsidR="009C2257">
        <w:rPr>
          <w:rtl/>
        </w:rPr>
        <w:t xml:space="preserve"> </w:t>
      </w:r>
      <w:r w:rsidRPr="00573E19">
        <w:rPr>
          <w:rtl/>
        </w:rPr>
        <w:t>دين أينفق عليهم من ماله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استيقن أن الذي عليه يحيط بجميع المال فلا ينفق</w:t>
      </w:r>
      <w:r w:rsidR="009C2257">
        <w:rPr>
          <w:rtl/>
        </w:rPr>
        <w:t xml:space="preserve"> </w:t>
      </w:r>
      <w:r w:rsidRPr="00573E19">
        <w:rPr>
          <w:rtl/>
        </w:rPr>
        <w:t>عليهم</w:t>
      </w:r>
      <w:r w:rsidR="00CA4563">
        <w:rPr>
          <w:rtl/>
        </w:rPr>
        <w:t>،</w:t>
      </w:r>
      <w:r w:rsidRPr="00573E19">
        <w:rPr>
          <w:rtl/>
        </w:rPr>
        <w:t xml:space="preserve"> وإن لم يستيقن فلينفق عليهم من وسط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حميد بن زياد عن الحسن بن محمد بن سماعة عن الحسين بن هاشم ومحمد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زياد جميعا عن عبد الرحمن بن الحجاج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 w:rsidR="00CA4563">
        <w:rPr>
          <w:rtl/>
        </w:rPr>
        <w:t>،</w:t>
      </w:r>
      <w:r w:rsidRPr="00573E19">
        <w:rPr>
          <w:rtl/>
        </w:rPr>
        <w:t xml:space="preserve"> إلا أنه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كان يستيقن أن الذي ترك يحيط بجميع دينه فلا ينفق عليهم</w:t>
      </w:r>
      <w:r w:rsidR="00CA4563">
        <w:rPr>
          <w:rtl/>
        </w:rPr>
        <w:t>،</w:t>
      </w:r>
      <w:r w:rsidRPr="00573E19">
        <w:rPr>
          <w:rtl/>
        </w:rPr>
        <w:t xml:space="preserve"> وإن لم يكن يستيقن</w:t>
      </w:r>
      <w:r w:rsidR="009C2257">
        <w:rPr>
          <w:rtl/>
        </w:rPr>
        <w:t xml:space="preserve"> </w:t>
      </w:r>
      <w:r w:rsidRPr="00573E19">
        <w:rPr>
          <w:rtl/>
        </w:rPr>
        <w:t>فلينفق عليهم من وسط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حميد بن زياد عن الحسن بن محمد بن سماعة عن سليمان بن داود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أو بعض أصحابنا عنه عن علي بن أبي حمزة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</w:t>
      </w:r>
      <w:r>
        <w:rPr>
          <w:rtl/>
        </w:rPr>
        <w:t>3</w:t>
      </w:r>
      <w:r w:rsidRPr="006468C1">
        <w:rPr>
          <w:rtl/>
        </w:rPr>
        <w:t>7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79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</w:t>
      </w:r>
      <w:r w:rsidRPr="006468C1">
        <w:rPr>
          <w:rtl/>
        </w:rPr>
        <w:t>46 الفقيه 417.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46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417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46 الفقيه ص 419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له إن رجلا من مواليك مات وترك ولدا صغارا وترك شيئا وعليه دين وليس يعلم به</w:t>
      </w:r>
      <w:r w:rsidR="009C2257">
        <w:rPr>
          <w:rtl/>
        </w:rPr>
        <w:t xml:space="preserve"> </w:t>
      </w:r>
      <w:r w:rsidRPr="00573E19">
        <w:rPr>
          <w:rtl/>
        </w:rPr>
        <w:t>الغرماء فان قضاه بقي ولده ليس لهم شئ فقال</w:t>
      </w:r>
      <w:r w:rsidR="00CA4563">
        <w:rPr>
          <w:rtl/>
        </w:rPr>
        <w:t>:</w:t>
      </w:r>
      <w:r w:rsidRPr="00573E19">
        <w:rPr>
          <w:rtl/>
        </w:rPr>
        <w:t xml:space="preserve"> أنفقه على ولده</w:t>
      </w:r>
      <w:r>
        <w:rPr>
          <w:rtl/>
        </w:rPr>
        <w:t>.</w:t>
      </w:r>
    </w:p>
    <w:p w:rsidR="00FE5331" w:rsidRPr="00573E19" w:rsidRDefault="00FE5331" w:rsidP="00E65987">
      <w:pPr>
        <w:pStyle w:val="libNormal"/>
        <w:rPr>
          <w:rtl/>
        </w:rPr>
      </w:pPr>
      <w:r w:rsidRPr="00573E19">
        <w:rPr>
          <w:rtl/>
        </w:rPr>
        <w:t>فهذا الخبر مقطوع الاسناد مخالف لظاهر القرآن والخبران الأولان مطابقان له</w:t>
      </w:r>
      <w:r w:rsidR="009C2257">
        <w:rPr>
          <w:rtl/>
        </w:rPr>
        <w:t xml:space="preserve"> </w:t>
      </w:r>
      <w:r w:rsidRPr="00573E19">
        <w:rPr>
          <w:rtl/>
        </w:rPr>
        <w:t>فالعمل بهما أولى قال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E65987" w:rsidRPr="00E65987">
        <w:rPr>
          <w:rStyle w:val="libAieChar"/>
          <w:rtl/>
        </w:rPr>
        <w:t>مِن بَعْدِ وَصِيَّةٍ يُوصَىٰ بِهَا أَوْ دَيْنٍ</w:t>
      </w:r>
      <w:r w:rsidR="00E65987" w:rsidRPr="00FE5331">
        <w:rPr>
          <w:rStyle w:val="libAlaemChar"/>
          <w:rtl/>
        </w:rPr>
        <w:t>)</w:t>
      </w:r>
      <w:r w:rsidRPr="00573E19">
        <w:rPr>
          <w:rtl/>
        </w:rPr>
        <w:t xml:space="preserve"> فشرط في</w:t>
      </w:r>
      <w:r w:rsidR="009C2257">
        <w:rPr>
          <w:rtl/>
        </w:rPr>
        <w:t xml:space="preserve"> </w:t>
      </w:r>
      <w:r w:rsidRPr="00573E19">
        <w:rPr>
          <w:rtl/>
        </w:rPr>
        <w:t>صحة الميراث أن يكون ما يفضل عن الدين وعن الوصية</w:t>
      </w:r>
      <w:r w:rsidR="00CA4563">
        <w:rPr>
          <w:rtl/>
        </w:rPr>
        <w:t>،</w:t>
      </w:r>
      <w:r w:rsidRPr="00573E19">
        <w:rPr>
          <w:rtl/>
        </w:rPr>
        <w:t xml:space="preserve"> ويؤكد ذلك أيضا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نجران عن عاصم بن حميد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</w:t>
      </w:r>
      <w:r w:rsidR="009C2257">
        <w:rPr>
          <w:rtl/>
        </w:rPr>
        <w:t xml:space="preserve"> </w:t>
      </w:r>
      <w:r w:rsidRPr="00573E19">
        <w:rPr>
          <w:rtl/>
        </w:rPr>
        <w:t>الدين قبل الوصية</w:t>
      </w:r>
      <w:r w:rsidR="00CA4563">
        <w:rPr>
          <w:rtl/>
        </w:rPr>
        <w:t>،</w:t>
      </w:r>
      <w:r w:rsidRPr="00573E19">
        <w:rPr>
          <w:rtl/>
        </w:rPr>
        <w:t xml:space="preserve"> ثم الوصية على أثر الدين</w:t>
      </w:r>
      <w:r w:rsidR="00CA4563">
        <w:rPr>
          <w:rtl/>
        </w:rPr>
        <w:t>،</w:t>
      </w:r>
      <w:r w:rsidRPr="00573E19">
        <w:rPr>
          <w:rtl/>
        </w:rPr>
        <w:t xml:space="preserve"> ثم الميراث بعد الدين فان أول القضاء</w:t>
      </w:r>
      <w:r w:rsidR="009C2257">
        <w:rPr>
          <w:rtl/>
        </w:rPr>
        <w:t xml:space="preserve"> </w:t>
      </w:r>
      <w:r w:rsidRPr="00573E19">
        <w:rPr>
          <w:rtl/>
        </w:rPr>
        <w:t>كتاب الله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4" w:name="_Toc374810465"/>
      <w:bookmarkStart w:id="165" w:name="_Toc376954840"/>
      <w:r w:rsidRPr="00573E19">
        <w:rPr>
          <w:rtl/>
        </w:rPr>
        <w:t>71</w:t>
      </w:r>
      <w:r>
        <w:rPr>
          <w:rtl/>
        </w:rPr>
        <w:t xml:space="preserve"> - </w:t>
      </w:r>
      <w:r w:rsidRPr="00573E19">
        <w:rPr>
          <w:rtl/>
        </w:rPr>
        <w:t>باب من مات وخلف متاع رجل بعينه وعليه دين</w:t>
      </w:r>
      <w:bookmarkEnd w:id="164"/>
      <w:bookmarkEnd w:id="16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جميل عن بعض أصحابنا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باع متاعا من رجل فقبض المشتري المتاع ولم يدفع</w:t>
      </w:r>
      <w:r w:rsidR="009C2257">
        <w:rPr>
          <w:rtl/>
        </w:rPr>
        <w:t xml:space="preserve"> </w:t>
      </w:r>
      <w:r w:rsidRPr="00573E19">
        <w:rPr>
          <w:rtl/>
        </w:rPr>
        <w:t>الثمن ثم مات المشتري والمتاع قائم بعينه رد إلى صاحب المتاع</w:t>
      </w:r>
      <w:r w:rsidR="00CA4563">
        <w:rPr>
          <w:rtl/>
        </w:rPr>
        <w:t>،</w:t>
      </w:r>
      <w:r w:rsidRPr="00573E19">
        <w:rPr>
          <w:rtl/>
        </w:rPr>
        <w:t xml:space="preserve"> وقال ليس للغرماء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يحاصوه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  <w:r w:rsidRPr="00573E19">
        <w:rPr>
          <w:rtl/>
        </w:rPr>
        <w:t xml:space="preserve"> فلا ينافي هذا الخبر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الحسين بن سعيد عن حماد بن عيسى عن شعيب عن أبي بصير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سئل عن رجل كانت عنده مضاربة ووديعة أو أموال أيتام</w:t>
      </w:r>
      <w:r w:rsidR="009C2257">
        <w:rPr>
          <w:rtl/>
        </w:rPr>
        <w:t xml:space="preserve"> </w:t>
      </w:r>
      <w:r w:rsidRPr="00573E19">
        <w:rPr>
          <w:rtl/>
        </w:rPr>
        <w:t>وبضائع وعليه سلف لقوم فهلك وترك ألف درهم أو أكثر من ذلك والذي للناس</w:t>
      </w:r>
      <w:r w:rsidR="009C2257">
        <w:rPr>
          <w:rtl/>
        </w:rPr>
        <w:t xml:space="preserve"> </w:t>
      </w:r>
      <w:r w:rsidRPr="00573E19">
        <w:rPr>
          <w:rtl/>
        </w:rPr>
        <w:t>عليه أكثر مما ترك فقال</w:t>
      </w:r>
      <w:r w:rsidR="00CA4563">
        <w:rPr>
          <w:rtl/>
        </w:rPr>
        <w:t>:</w:t>
      </w:r>
      <w:r w:rsidRPr="00573E19">
        <w:rPr>
          <w:rtl/>
        </w:rPr>
        <w:t xml:space="preserve"> يقسم لهؤلاء الذين ذكرت كلهم على قدر حصصهم أموالهم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نسخة في المخطوطات والتهذيب </w:t>
      </w:r>
      <w:r>
        <w:rPr>
          <w:rtl/>
        </w:rPr>
        <w:t>(</w:t>
      </w:r>
      <w:r w:rsidRPr="00573E19">
        <w:rPr>
          <w:rtl/>
        </w:rPr>
        <w:t xml:space="preserve"> يخاصموه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441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40 الفقيه ص 408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44</w:t>
      </w:r>
      <w:r>
        <w:rPr>
          <w:rtl/>
        </w:rPr>
        <w:t xml:space="preserve">2 - </w:t>
      </w:r>
      <w:r w:rsidRPr="00573E19">
        <w:rPr>
          <w:rtl/>
        </w:rPr>
        <w:t>44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80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40</w:t>
      </w:r>
      <w:r w:rsidR="009C2257">
        <w:rPr>
          <w:rtl/>
        </w:rPr>
        <w:t xml:space="preserve"> </w:t>
      </w:r>
      <w:r w:rsidRPr="00573E19">
        <w:rPr>
          <w:rtl/>
        </w:rPr>
        <w:t>والصدوق في الفقيه 416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لان الخبر الأول إنما تضمن إذا كان الشئ قائما بعينه رد على صاحبه ولا يحاصه</w:t>
      </w:r>
      <w:r w:rsidR="009C2257">
        <w:rPr>
          <w:rtl/>
        </w:rPr>
        <w:t xml:space="preserve"> </w:t>
      </w:r>
      <w:r w:rsidRPr="00573E19">
        <w:rPr>
          <w:rtl/>
        </w:rPr>
        <w:t>الغرماء</w:t>
      </w:r>
      <w:r w:rsidR="00CA4563">
        <w:rPr>
          <w:rtl/>
        </w:rPr>
        <w:t>،</w:t>
      </w:r>
      <w:r w:rsidRPr="00573E19">
        <w:rPr>
          <w:rtl/>
        </w:rPr>
        <w:t xml:space="preserve"> والثاني ليس فيه إلا أنه ترك ألف درهم وعليه دين وسلف وغير ذلك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يقسم بينهم بالحصص ولا تنافي بين الخبرين على أن الذي يجب أن يعول عليه</w:t>
      </w:r>
      <w:r w:rsidR="009C2257">
        <w:rPr>
          <w:rtl/>
        </w:rPr>
        <w:t xml:space="preserve"> </w:t>
      </w:r>
      <w:r w:rsidRPr="00573E19">
        <w:rPr>
          <w:rtl/>
        </w:rPr>
        <w:t>ما أوردناه في كتاب الديون من أنه إنما يجب أن يرد المتاع بعينه على صاحبه إذا</w:t>
      </w:r>
      <w:r w:rsidR="009C2257">
        <w:rPr>
          <w:rtl/>
        </w:rPr>
        <w:t xml:space="preserve"> </w:t>
      </w:r>
      <w:r w:rsidRPr="00573E19">
        <w:rPr>
          <w:rtl/>
        </w:rPr>
        <w:t>خلف الميت</w:t>
      </w:r>
      <w:r>
        <w:rPr>
          <w:rtl/>
        </w:rPr>
        <w:t>.</w:t>
      </w:r>
      <w:r w:rsidRPr="00573E19">
        <w:rPr>
          <w:rtl/>
        </w:rPr>
        <w:t xml:space="preserve"> ما يقضي به دين الباقين من غير ذلك فأما إذا لم يخلف غير ذلك المتاع</w:t>
      </w:r>
      <w:r w:rsidR="009C2257">
        <w:rPr>
          <w:rtl/>
        </w:rPr>
        <w:t xml:space="preserve"> </w:t>
      </w:r>
      <w:r w:rsidRPr="00573E19">
        <w:rPr>
          <w:rtl/>
        </w:rPr>
        <w:t>بعينه فصاحبه أسوة للغرماء الباقين يقسم بينهم بالسواء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6" w:name="_Toc374810466"/>
      <w:bookmarkStart w:id="167" w:name="_Toc376954841"/>
      <w:r w:rsidRPr="00573E19">
        <w:rPr>
          <w:rtl/>
        </w:rPr>
        <w:t>7</w:t>
      </w:r>
      <w:r>
        <w:rPr>
          <w:rtl/>
        </w:rPr>
        <w:t xml:space="preserve">2 - </w:t>
      </w:r>
      <w:r w:rsidRPr="00573E19">
        <w:rPr>
          <w:rtl/>
        </w:rPr>
        <w:t>باب ان من أوصى إليه بشئ لأقوام فلم يعطهم إياه فهلك المال كان</w:t>
      </w:r>
      <w:r w:rsidR="009C2257">
        <w:rPr>
          <w:rtl/>
        </w:rPr>
        <w:t xml:space="preserve"> </w:t>
      </w:r>
      <w:r w:rsidRPr="00573E19">
        <w:rPr>
          <w:rtl/>
        </w:rPr>
        <w:t>عليه الضمان</w:t>
      </w:r>
      <w:bookmarkEnd w:id="166"/>
      <w:bookmarkEnd w:id="16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عن أبان عن سليمان بن عبد الله الهاشمي عن أبيه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إلى رجل فأعطاه ألف درهم زكاة</w:t>
      </w:r>
      <w:r w:rsidR="009C2257">
        <w:rPr>
          <w:rtl/>
        </w:rPr>
        <w:t xml:space="preserve"> </w:t>
      </w:r>
      <w:r w:rsidRPr="00573E19">
        <w:rPr>
          <w:rtl/>
        </w:rPr>
        <w:t>ماله فذهبت من الوصي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هو ضامن ولا يرجع على الورثة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فضالة عن أبان عن رجل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</w:t>
      </w:r>
      <w:r w:rsidR="009C2257">
        <w:rPr>
          <w:rtl/>
        </w:rPr>
        <w:t xml:space="preserve"> </w:t>
      </w:r>
      <w:r w:rsidRPr="00573E19">
        <w:rPr>
          <w:rtl/>
        </w:rPr>
        <w:t>رجل أوصى إلى رجل أن عليه دينا فقال</w:t>
      </w:r>
      <w:r w:rsidR="00CA4563">
        <w:rPr>
          <w:rtl/>
        </w:rPr>
        <w:t>:</w:t>
      </w:r>
      <w:r w:rsidRPr="00573E19">
        <w:rPr>
          <w:rtl/>
        </w:rPr>
        <w:t xml:space="preserve"> يقضي الرجل ما عليه من دينه ويقسم ما بقي</w:t>
      </w:r>
      <w:r w:rsidR="009C2257">
        <w:rPr>
          <w:rtl/>
        </w:rPr>
        <w:t xml:space="preserve"> </w:t>
      </w:r>
      <w:r w:rsidRPr="00573E19">
        <w:rPr>
          <w:rtl/>
        </w:rPr>
        <w:t>بين الورثة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فسرق ما كان أوصى به من الدين ممن يؤخذ الدين أمن الورثة</w:t>
      </w:r>
      <w:r w:rsidR="009C2257">
        <w:rPr>
          <w:rtl/>
        </w:rPr>
        <w:t xml:space="preserve"> </w:t>
      </w:r>
      <w:r w:rsidRPr="00573E19">
        <w:rPr>
          <w:rtl/>
        </w:rPr>
        <w:t>أو من الوصي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يؤخذ من الورثة ولكن الوصي ضامن لها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الوجه في هذين الخبرين إنه إنما يكون الوصي ضامنا للمال إذا</w:t>
      </w:r>
      <w:r w:rsidR="009C2257">
        <w:rPr>
          <w:rtl/>
        </w:rPr>
        <w:t xml:space="preserve"> </w:t>
      </w:r>
      <w:r w:rsidRPr="00573E19">
        <w:rPr>
          <w:rtl/>
        </w:rPr>
        <w:t>تمكن من إيصاله إلى مستحقه فلم يفعل فهلك</w:t>
      </w:r>
      <w:r w:rsidR="00CA4563">
        <w:rPr>
          <w:rtl/>
        </w:rPr>
        <w:t>،</w:t>
      </w:r>
      <w:r w:rsidRPr="00573E19">
        <w:rPr>
          <w:rtl/>
        </w:rPr>
        <w:t xml:space="preserve"> فأما إذا لم يتمكن من ذلك ثم هلك</w:t>
      </w:r>
      <w:r w:rsidR="009C2257">
        <w:rPr>
          <w:rtl/>
        </w:rPr>
        <w:t xml:space="preserve"> </w:t>
      </w:r>
      <w:r w:rsidRPr="00573E19">
        <w:rPr>
          <w:rtl/>
        </w:rPr>
        <w:t>من غير تفريط من جهته لم يكن عليه شئ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ابن أبي عمير عن حماد عن الحلبي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رجل توفي فأوصى إلى رجل وعلى الرجل المتوفى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6468C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444</w:t>
      </w:r>
      <w:r>
        <w:rPr>
          <w:rtl/>
        </w:rPr>
        <w:t xml:space="preserve"> - </w:t>
      </w:r>
      <w:r w:rsidRPr="006468C1">
        <w:rPr>
          <w:rtl/>
        </w:rPr>
        <w:t>445</w:t>
      </w:r>
      <w:r>
        <w:rPr>
          <w:rtl/>
        </w:rPr>
        <w:t xml:space="preserve"> - </w:t>
      </w:r>
      <w:r w:rsidRPr="006468C1">
        <w:rPr>
          <w:rtl/>
        </w:rPr>
        <w:t>446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81.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دين فعمد الذي أوصي إليه فعزل الدين للغرماء فرفعه في بيته وقسم الذي بقي بين</w:t>
      </w:r>
      <w:r w:rsidR="009C2257">
        <w:rPr>
          <w:rtl/>
        </w:rPr>
        <w:t xml:space="preserve"> </w:t>
      </w:r>
      <w:r w:rsidRPr="00573E19">
        <w:rPr>
          <w:rtl/>
        </w:rPr>
        <w:t>الورثة فيسرق الذي للغرماء من الليل ممن يؤخذ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هو ضامن حين عزله في بيته</w:t>
      </w:r>
      <w:r w:rsidR="009C2257">
        <w:rPr>
          <w:rtl/>
        </w:rPr>
        <w:t xml:space="preserve"> </w:t>
      </w:r>
      <w:r w:rsidRPr="00573E19">
        <w:rPr>
          <w:rtl/>
        </w:rPr>
        <w:t>يؤدي من ماله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447</w:t>
      </w:r>
    </w:p>
    <w:p w:rsidR="00FE5331" w:rsidRPr="00573E19" w:rsidRDefault="00FE5331" w:rsidP="00E65987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عمرو بن عثمان عن المفضل عن زيد الشحام عن أبي عبد الله </w:t>
      </w:r>
      <w:r w:rsidR="00E65987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68" w:name="_Toc374810467"/>
      <w:bookmarkStart w:id="169" w:name="_Toc376954842"/>
      <w:r w:rsidRPr="00573E19">
        <w:rPr>
          <w:rtl/>
        </w:rPr>
        <w:t>7</w:t>
      </w:r>
      <w:r>
        <w:rPr>
          <w:rtl/>
        </w:rPr>
        <w:t xml:space="preserve">3 - </w:t>
      </w:r>
      <w:r w:rsidRPr="00573E19">
        <w:rPr>
          <w:rtl/>
        </w:rPr>
        <w:t>باب من أوصى إلى نفسين هل يجوز أن ينفرد كل واحد منهما بنصف</w:t>
      </w:r>
      <w:r w:rsidR="009C2257">
        <w:rPr>
          <w:rtl/>
        </w:rPr>
        <w:t xml:space="preserve"> </w:t>
      </w:r>
      <w:r w:rsidRPr="00573E19">
        <w:rPr>
          <w:rtl/>
        </w:rPr>
        <w:t>المال أم لا</w:t>
      </w:r>
      <w:bookmarkEnd w:id="168"/>
      <w:bookmarkEnd w:id="16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الحسن الصفار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محمد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رجل كان أوصى</w:t>
      </w:r>
      <w:r w:rsidR="009C2257">
        <w:rPr>
          <w:rtl/>
        </w:rPr>
        <w:t xml:space="preserve"> </w:t>
      </w:r>
      <w:r w:rsidRPr="00573E19">
        <w:rPr>
          <w:rtl/>
        </w:rPr>
        <w:t>إلى رجلين أيجوز لأحدهما أن ينفرد بنصف التركة والآخر بالنصف</w:t>
      </w:r>
      <w:r>
        <w:rPr>
          <w:rtl/>
        </w:rPr>
        <w:t>؟</w:t>
      </w:r>
      <w:r w:rsidRPr="00573E19">
        <w:rPr>
          <w:rtl/>
        </w:rPr>
        <w:t xml:space="preserve"> فوقع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لا ينبغي لهما أن يخالفا الميت وأن يعملا على حسب ما أمرهما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449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الحسن عن أخويه محمد وأحمد عن أبيهما عن داود بن أبي يزيد عن بريد</w:t>
      </w:r>
      <w:r w:rsidR="009C2257">
        <w:rPr>
          <w:rtl/>
        </w:rPr>
        <w:t xml:space="preserve"> </w:t>
      </w:r>
      <w:r w:rsidRPr="00573E19">
        <w:rPr>
          <w:rtl/>
        </w:rPr>
        <w:t>ابن معاوية قال</w:t>
      </w:r>
      <w:r w:rsidR="00CA4563">
        <w:rPr>
          <w:rtl/>
        </w:rPr>
        <w:t>:</w:t>
      </w:r>
      <w:r w:rsidR="00DF5383">
        <w:rPr>
          <w:rtl/>
        </w:rPr>
        <w:t xml:space="preserve"> إن رجلا مات وأوصى إلي وإل</w:t>
      </w:r>
      <w:r w:rsidR="00DF5383">
        <w:rPr>
          <w:rFonts w:hint="cs"/>
          <w:rtl/>
        </w:rPr>
        <w:t>ى</w:t>
      </w:r>
      <w:r w:rsidRPr="00573E19">
        <w:rPr>
          <w:rtl/>
        </w:rPr>
        <w:t xml:space="preserve"> آخر أو إلى رجلين فقال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خذ نصف ما ترك وأعطني النصف مما ترك فأبى عليه الآخر فسألوا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ذلك فقال</w:t>
      </w:r>
      <w:r w:rsidR="00CA4563">
        <w:rPr>
          <w:rtl/>
        </w:rPr>
        <w:t>:</w:t>
      </w:r>
      <w:r w:rsidRPr="00573E19">
        <w:rPr>
          <w:rtl/>
        </w:rPr>
        <w:t xml:space="preserve"> ذلك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ذكر أبو جعفر محمد بن علي بن الحسين بن بابويه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أن</w:t>
      </w:r>
      <w:r w:rsidR="009C2257">
        <w:rPr>
          <w:rtl/>
        </w:rPr>
        <w:t xml:space="preserve"> </w:t>
      </w:r>
      <w:r w:rsidRPr="00573E19">
        <w:rPr>
          <w:rtl/>
        </w:rPr>
        <w:t>هذا الخبر لا أعمل عليه ولا أفتي به وإنما أعمل على الخبر الأول ظنا منه أنهما متنافيان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وليس الامر على ما ظن 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ذلك له ليس في صريحه أن ذلك للطالب</w:t>
      </w:r>
      <w:r w:rsidR="009C2257">
        <w:rPr>
          <w:rtl/>
        </w:rPr>
        <w:t xml:space="preserve"> </w:t>
      </w:r>
      <w:r w:rsidRPr="00573E19">
        <w:rPr>
          <w:rtl/>
        </w:rPr>
        <w:t>الذي طلب الاستبداد بنصف التركة</w:t>
      </w:r>
      <w:r w:rsidR="00CA4563">
        <w:rPr>
          <w:rtl/>
        </w:rPr>
        <w:t>،</w:t>
      </w:r>
      <w:r w:rsidRPr="00573E19">
        <w:rPr>
          <w:rtl/>
        </w:rPr>
        <w:t xml:space="preserve"> وليس يمتنع أن يكون المراد بقوله ذلك له يعني</w:t>
      </w:r>
      <w:r w:rsidR="009C2257">
        <w:rPr>
          <w:rtl/>
        </w:rPr>
        <w:t xml:space="preserve"> </w:t>
      </w:r>
      <w:r w:rsidRPr="00573E19">
        <w:rPr>
          <w:rtl/>
        </w:rPr>
        <w:t>الذي أبى على صاحبه الانقياد إلى ما يريده</w:t>
      </w:r>
      <w:r w:rsidR="00CA4563">
        <w:rPr>
          <w:rtl/>
        </w:rPr>
        <w:t>،</w:t>
      </w:r>
      <w:r w:rsidRPr="00573E19">
        <w:rPr>
          <w:rtl/>
        </w:rPr>
        <w:t xml:space="preserve"> فيكون تلخيص الكلام أن له أن يأبى</w:t>
      </w:r>
      <w:r w:rsidR="009C2257">
        <w:rPr>
          <w:rtl/>
        </w:rPr>
        <w:t xml:space="preserve"> </w:t>
      </w:r>
      <w:r w:rsidRPr="00573E19">
        <w:rPr>
          <w:rtl/>
        </w:rPr>
        <w:t>عليه ولا يجيب مسألته وعلى هذا الوجه لا تنافي بينهما على حال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447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81.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448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47 الفقيه ص 410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449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47 الفقيه ص 411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أحمد بن محمد بن عيسى عن محمد بن عيسى عن صفوان بن يحيى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كان لرجل عليه مال فهلك وله وصيان فهل</w:t>
      </w:r>
      <w:r w:rsidR="009C2257">
        <w:rPr>
          <w:rtl/>
        </w:rPr>
        <w:t xml:space="preserve"> </w:t>
      </w:r>
      <w:r w:rsidRPr="00573E19">
        <w:rPr>
          <w:rtl/>
        </w:rPr>
        <w:t>يجوز أن يدفع إلى أحد الوصيين دون صاحبه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يستقيم إلا أن يكون السلطان قد</w:t>
      </w:r>
      <w:r w:rsidR="009C2257">
        <w:rPr>
          <w:rtl/>
        </w:rPr>
        <w:t xml:space="preserve"> </w:t>
      </w:r>
      <w:r w:rsidRPr="00573E19">
        <w:rPr>
          <w:rtl/>
        </w:rPr>
        <w:t>قسم بينهم المال فوضع على يد هذا النصف وعلى يد هذا النصف أو يجتمعان بأمر السلطان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انه إن قسم ذلك السلطان العادل كان جائزا وإن كان السلطان</w:t>
      </w:r>
      <w:r w:rsidR="009C2257">
        <w:rPr>
          <w:rtl/>
        </w:rPr>
        <w:t xml:space="preserve"> </w:t>
      </w:r>
      <w:r w:rsidRPr="00573E19">
        <w:rPr>
          <w:rtl/>
        </w:rPr>
        <w:t>الجائر ساغ التصرف فيه لضرب من التقية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70" w:name="_Toc374810468"/>
      <w:bookmarkStart w:id="171" w:name="_Toc376954843"/>
      <w:r w:rsidRPr="00573E19">
        <w:rPr>
          <w:rtl/>
        </w:rPr>
        <w:t>74</w:t>
      </w:r>
      <w:r>
        <w:rPr>
          <w:rtl/>
        </w:rPr>
        <w:t xml:space="preserve"> - </w:t>
      </w:r>
      <w:r w:rsidRPr="00573E19">
        <w:rPr>
          <w:rtl/>
        </w:rPr>
        <w:t>باب انه لا تجوز الوصية بأكثر من الثلث</w:t>
      </w:r>
      <w:bookmarkEnd w:id="170"/>
      <w:bookmarkEnd w:id="17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هشام بن سالم وحفص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البختري وحماد بن عثمان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أوصى بالثلث فقد</w:t>
      </w:r>
      <w:r w:rsidR="009C2257">
        <w:rPr>
          <w:rtl/>
        </w:rPr>
        <w:t xml:space="preserve"> </w:t>
      </w:r>
      <w:r w:rsidRPr="00573E19">
        <w:rPr>
          <w:rtl/>
        </w:rPr>
        <w:t>أضر بالورثة</w:t>
      </w:r>
      <w:r w:rsidR="00CA4563">
        <w:rPr>
          <w:rtl/>
        </w:rPr>
        <w:t>،</w:t>
      </w:r>
      <w:r w:rsidRPr="00573E19">
        <w:rPr>
          <w:rtl/>
        </w:rPr>
        <w:t xml:space="preserve"> والوصية بالخمس والربع أفضل من الوصية بالثلث ومن أوصى بالثلث فلم</w:t>
      </w:r>
      <w:r w:rsidR="009C2257">
        <w:rPr>
          <w:rtl/>
        </w:rPr>
        <w:t xml:space="preserve"> </w:t>
      </w:r>
      <w:r w:rsidRPr="00573E19">
        <w:rPr>
          <w:rtl/>
        </w:rPr>
        <w:t>يترك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حماد بن عيسى عن شعيب بن يعقوب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يموت ماله من ماله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له ثلث ماله والمرأة أيضا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ابن أبي نجران عن عاصم بن حميد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لان أوصي</w:t>
      </w:r>
      <w:r w:rsidR="009C2257">
        <w:rPr>
          <w:rtl/>
        </w:rPr>
        <w:t xml:space="preserve"> </w:t>
      </w:r>
      <w:r w:rsidRPr="00573E19">
        <w:rPr>
          <w:rtl/>
        </w:rPr>
        <w:t>بالخمس من مالي أحب إلي من أن أوصي بالربع</w:t>
      </w:r>
      <w:r w:rsidR="00CA4563">
        <w:rPr>
          <w:rtl/>
        </w:rPr>
        <w:t>،</w:t>
      </w:r>
      <w:r w:rsidRPr="00573E19">
        <w:rPr>
          <w:rtl/>
        </w:rPr>
        <w:t xml:space="preserve"> ولان أوصي بالربع أحب إلي من</w:t>
      </w:r>
      <w:r w:rsidR="009C2257">
        <w:rPr>
          <w:rtl/>
        </w:rPr>
        <w:t xml:space="preserve"> </w:t>
      </w:r>
      <w:r w:rsidRPr="00573E19">
        <w:rPr>
          <w:rtl/>
        </w:rPr>
        <w:t>أن أوصي بالثلث</w:t>
      </w:r>
      <w:r w:rsidR="00CA4563">
        <w:rPr>
          <w:rtl/>
        </w:rPr>
        <w:t>،</w:t>
      </w:r>
      <w:r w:rsidRPr="00573E19">
        <w:rPr>
          <w:rtl/>
        </w:rPr>
        <w:t xml:space="preserve"> ومن أوصى بالثلث فلم يترك وقد بلغ الغاية</w:t>
      </w:r>
      <w:r w:rsidR="00CA4563">
        <w:rPr>
          <w:rtl/>
        </w:rPr>
        <w:t>،</w:t>
      </w:r>
      <w:r w:rsidRPr="00573E19">
        <w:rPr>
          <w:rtl/>
        </w:rPr>
        <w:t xml:space="preserve"> وقضى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توفي فأوصى بماله كله أو أكثره فقال</w:t>
      </w:r>
      <w:r w:rsidR="00CA4563">
        <w:rPr>
          <w:rtl/>
        </w:rPr>
        <w:t>:</w:t>
      </w:r>
      <w:r w:rsidRPr="00573E19">
        <w:rPr>
          <w:rtl/>
        </w:rPr>
        <w:t xml:space="preserve"> الوصية ترد إلى المعروف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450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401.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451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406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45</w:t>
      </w:r>
      <w:r>
        <w:rPr>
          <w:rtl/>
        </w:rPr>
        <w:t xml:space="preserve">2 - </w:t>
      </w:r>
      <w:r w:rsidRPr="00573E19">
        <w:rPr>
          <w:rtl/>
        </w:rPr>
        <w:t>45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406 وفى الأخير</w:t>
      </w:r>
      <w:r w:rsidR="009C2257">
        <w:rPr>
          <w:rtl/>
        </w:rPr>
        <w:t xml:space="preserve"> </w:t>
      </w:r>
      <w:r w:rsidRPr="00573E19">
        <w:rPr>
          <w:rtl/>
        </w:rPr>
        <w:t>اخرج صدر الحديث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المنكر فمن ظلم نفسه وأتى في وصيته بالمنكر والحيف فإنها ترد إلى المعروف ويترك</w:t>
      </w:r>
      <w:r w:rsidR="009C2257">
        <w:rPr>
          <w:rtl/>
        </w:rPr>
        <w:t xml:space="preserve"> </w:t>
      </w:r>
      <w:r w:rsidRPr="00573E19">
        <w:rPr>
          <w:rtl/>
        </w:rPr>
        <w:t>لأهل الميراث ميراثهم</w:t>
      </w:r>
      <w:r w:rsidR="00CA4563">
        <w:rPr>
          <w:rtl/>
        </w:rPr>
        <w:t>،</w:t>
      </w:r>
      <w:r w:rsidRPr="00573E19">
        <w:rPr>
          <w:rtl/>
        </w:rPr>
        <w:t xml:space="preserve"> قال من أوصى بثلث ماله فلم يترك وقد بلغ المدى</w:t>
      </w:r>
      <w:r w:rsidR="00CA4563">
        <w:rPr>
          <w:rtl/>
        </w:rPr>
        <w:t>،</w:t>
      </w:r>
      <w:r w:rsidRPr="00573E19">
        <w:rPr>
          <w:rtl/>
        </w:rPr>
        <w:t xml:space="preserve"> ثم قال</w:t>
      </w:r>
      <w:r w:rsidR="009C2257">
        <w:rPr>
          <w:rtl/>
        </w:rPr>
        <w:t xml:space="preserve"> </w:t>
      </w:r>
      <w:r w:rsidRPr="00573E19">
        <w:rPr>
          <w:rtl/>
        </w:rPr>
        <w:t>لان أوصي بخمس مالي أحب إلي من أن أوصي بالربع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علي بن الحسن عن علي بن أسباط عن علا بن رزين القلا عن محمد بن مسلم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حضره الموت فأعتق غلامه وأوصى</w:t>
      </w:r>
      <w:r w:rsidR="009C2257">
        <w:rPr>
          <w:rtl/>
        </w:rPr>
        <w:t xml:space="preserve"> </w:t>
      </w:r>
      <w:r w:rsidRPr="00573E19">
        <w:rPr>
          <w:rtl/>
        </w:rPr>
        <w:t>بوصيته وكان أكثر من الثلث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يمضي عتق الغلام ويكون النقصان فيما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أحمد بن الحسن عن أبيه عن علي بن عقبة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حضره الموت فاعتق مملوكا له ليس له غيره فأبى الورثة أن يجيزوا ذلك</w:t>
      </w:r>
      <w:r w:rsidR="009C2257">
        <w:rPr>
          <w:rtl/>
        </w:rPr>
        <w:t xml:space="preserve"> </w:t>
      </w:r>
      <w:r w:rsidRPr="00573E19">
        <w:rPr>
          <w:rtl/>
        </w:rPr>
        <w:t>كيف القضا فيه</w:t>
      </w:r>
      <w:r>
        <w:rPr>
          <w:rtl/>
        </w:rPr>
        <w:t>؟</w:t>
      </w:r>
      <w:r w:rsidRPr="00573E19">
        <w:rPr>
          <w:rtl/>
        </w:rPr>
        <w:t xml:space="preserve"> قال ما يعتق منه إلا ثلثه وسائر ذلك « للورثة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» والورثة أحق</w:t>
      </w:r>
      <w:r w:rsidR="009C2257">
        <w:rPr>
          <w:rtl/>
        </w:rPr>
        <w:t xml:space="preserve"> </w:t>
      </w:r>
      <w:r w:rsidRPr="00573E19">
        <w:rPr>
          <w:rtl/>
        </w:rPr>
        <w:t>بذلك ولهم 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عمرو بن عثمان عن الحسن بن محبوب عن الحسن بن صالح الثوري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أوصى لمملوك له بثلث ماله قال فقال</w:t>
      </w:r>
      <w:r w:rsidR="00CA4563">
        <w:rPr>
          <w:rtl/>
        </w:rPr>
        <w:t>:</w:t>
      </w:r>
      <w:r w:rsidRPr="00573E19">
        <w:rPr>
          <w:rtl/>
        </w:rPr>
        <w:t xml:space="preserve"> يقوم</w:t>
      </w:r>
      <w:r w:rsidR="009C2257">
        <w:rPr>
          <w:rtl/>
        </w:rPr>
        <w:t xml:space="preserve"> </w:t>
      </w:r>
      <w:r w:rsidRPr="00573E19">
        <w:rPr>
          <w:rtl/>
        </w:rPr>
        <w:t>المملوك ثم ينظر ما بلغ ثلث الميت فإن كان الثلث أقل من قيمة العبد بقدر ربع القيمة</w:t>
      </w:r>
      <w:r w:rsidR="009C2257">
        <w:rPr>
          <w:rtl/>
        </w:rPr>
        <w:t xml:space="preserve"> </w:t>
      </w:r>
      <w:r w:rsidRPr="00573E19">
        <w:rPr>
          <w:rtl/>
        </w:rPr>
        <w:t>استسعي العبد في ربع قيمته</w:t>
      </w:r>
      <w:r w:rsidR="00CA4563">
        <w:rPr>
          <w:rtl/>
        </w:rPr>
        <w:t>،</w:t>
      </w:r>
      <w:r w:rsidRPr="00573E19">
        <w:rPr>
          <w:rtl/>
        </w:rPr>
        <w:t xml:space="preserve"> وإن كان الثلث أكثر من قيمة العبد أعتق العبد ودفع</w:t>
      </w:r>
      <w:r w:rsidR="009C2257">
        <w:rPr>
          <w:rtl/>
        </w:rPr>
        <w:t xml:space="preserve"> </w:t>
      </w:r>
      <w:r w:rsidRPr="00573E19">
        <w:rPr>
          <w:rtl/>
        </w:rPr>
        <w:t>إليه ما يفضل من الثلث بعد القيمة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محمد بن علي عن الحسن بن محبوب عن أبي ولاد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يكون لامرأته عليه لدين فتبرئه منه في مرضها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بل تهبه له فتجوز هبتها له ويحسب ذلك من ثلثها إن كانت تركت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جعفر بن محمد بن نوح عن الحسين بن محمد الرازي قال</w:t>
      </w:r>
      <w:r w:rsidR="00CA4563">
        <w:rPr>
          <w:rtl/>
        </w:rPr>
        <w:t>:</w:t>
      </w:r>
      <w:r w:rsidRPr="00573E19">
        <w:rPr>
          <w:rtl/>
        </w:rPr>
        <w:t xml:space="preserve"> كتبت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زيادة من نسخة ب و ج وهامش التهذيب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454</w:t>
      </w:r>
      <w:r>
        <w:rPr>
          <w:rtl/>
        </w:rPr>
        <w:t xml:space="preserve"> - </w:t>
      </w:r>
      <w:r w:rsidRPr="00573E19">
        <w:rPr>
          <w:rtl/>
        </w:rPr>
        <w:t>455</w:t>
      </w:r>
      <w:r>
        <w:rPr>
          <w:rtl/>
        </w:rPr>
        <w:t xml:space="preserve"> - </w:t>
      </w:r>
      <w:r w:rsidRPr="00573E19">
        <w:rPr>
          <w:rtl/>
        </w:rPr>
        <w:t>456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88 واخرج الأول الكليني في الكافي ج 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573E19">
        <w:rPr>
          <w:rtl/>
        </w:rPr>
        <w:t xml:space="preserve">ص </w:t>
      </w:r>
      <w:r>
        <w:rPr>
          <w:rtl/>
        </w:rPr>
        <w:t>23</w:t>
      </w:r>
      <w:r w:rsidRPr="00573E19">
        <w:rPr>
          <w:rtl/>
        </w:rPr>
        <w:t>8 والصدوق في الفقيه ص 41</w:t>
      </w:r>
      <w:r>
        <w:rPr>
          <w:rtl/>
        </w:rPr>
        <w:t xml:space="preserve">3. - </w:t>
      </w:r>
      <w:r w:rsidRPr="00573E19">
        <w:rPr>
          <w:rtl/>
        </w:rPr>
        <w:t>457</w:t>
      </w:r>
      <w:r>
        <w:rPr>
          <w:rtl/>
        </w:rPr>
        <w:t xml:space="preserve"> - </w:t>
      </w:r>
      <w:r w:rsidRPr="00573E19">
        <w:rPr>
          <w:rtl/>
        </w:rPr>
        <w:t>458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88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الرجل يموت ووصى بماله كله في أبواب البر بأكثر من</w:t>
      </w:r>
      <w:r w:rsidR="009C2257">
        <w:rPr>
          <w:rtl/>
        </w:rPr>
        <w:t xml:space="preserve"> </w:t>
      </w:r>
      <w:r w:rsidRPr="00573E19">
        <w:rPr>
          <w:rtl/>
        </w:rPr>
        <w:t>الثلث هل يجوز ذلك له وكيف يصنع الوصي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تجاز وصيته ما لم يتعد الثلث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عن علي بن الحسن عن علي بن أسباط عن ثعلبة</w:t>
      </w:r>
      <w:r w:rsidR="009C2257">
        <w:rPr>
          <w:rtl/>
        </w:rPr>
        <w:t xml:space="preserve"> </w:t>
      </w:r>
      <w:r w:rsidRPr="00573E19">
        <w:rPr>
          <w:rtl/>
        </w:rPr>
        <w:t>عن أبي الحسن عمرو بن شداد الأزدي والسري جميعا عن عمار بن موسى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الرجل أحق بماله ما دام فيه الروح إن أوصى به كله</w:t>
      </w:r>
      <w:r w:rsidR="009C2257">
        <w:rPr>
          <w:rtl/>
        </w:rPr>
        <w:t xml:space="preserve"> </w:t>
      </w:r>
      <w:r w:rsidRPr="00573E19">
        <w:rPr>
          <w:rtl/>
        </w:rPr>
        <w:t>فهو جائز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هذا الخبر الاخبار الأولة المتضمنة لان الوصية لا تنفذ فيما زاد على الثلث</w:t>
      </w:r>
      <w:r w:rsidR="009C2257">
        <w:rPr>
          <w:rtl/>
        </w:rPr>
        <w:t xml:space="preserve"> </w:t>
      </w:r>
      <w:r w:rsidRPr="00573E19">
        <w:rPr>
          <w:rtl/>
        </w:rPr>
        <w:t>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 هذا الخبر على من لم يكن له وارث أصلا لا قريبا ولا</w:t>
      </w:r>
      <w:r w:rsidR="009C2257">
        <w:rPr>
          <w:rtl/>
        </w:rPr>
        <w:t xml:space="preserve"> </w:t>
      </w:r>
      <w:r w:rsidRPr="00573E19">
        <w:rPr>
          <w:rtl/>
        </w:rPr>
        <w:t>بعيدا ولا إماما ظاهرا جاز له أن يوصي بماله كله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ما رواه السكوني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انه سئل عن الرجل</w:t>
      </w:r>
      <w:r w:rsidR="009C2257">
        <w:rPr>
          <w:rtl/>
        </w:rPr>
        <w:t xml:space="preserve"> </w:t>
      </w:r>
      <w:r w:rsidRPr="00573E19">
        <w:rPr>
          <w:rtl/>
        </w:rPr>
        <w:t>يموت ولا وارث له ولا عصبة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يوصي بماله حيث شاء في المسلمين والمساكين وابن</w:t>
      </w:r>
      <w:r w:rsidR="009C2257">
        <w:rPr>
          <w:rtl/>
        </w:rPr>
        <w:t xml:space="preserve"> </w:t>
      </w:r>
      <w:r w:rsidRPr="00573E19">
        <w:rPr>
          <w:rtl/>
        </w:rPr>
        <w:t>السبيل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فاما ما تضمنه الخبر من قوله الرجل أحق بماله ما دام فيه الروح وكذلك التي تضمنت</w:t>
      </w:r>
      <w:r w:rsidR="009C2257">
        <w:rPr>
          <w:rtl/>
        </w:rPr>
        <w:t xml:space="preserve"> </w:t>
      </w:r>
      <w:r w:rsidRPr="00573E19">
        <w:rPr>
          <w:rtl/>
        </w:rPr>
        <w:t>ذلك أوردناها في كتابنا الكبير الوجه فيها أنه أولى بماله إذا تصرف فيه في حياته</w:t>
      </w:r>
      <w:r w:rsidR="009C2257">
        <w:rPr>
          <w:rtl/>
        </w:rPr>
        <w:t xml:space="preserve"> </w:t>
      </w:r>
      <w:r w:rsidRPr="00573E19">
        <w:rPr>
          <w:rtl/>
        </w:rPr>
        <w:t>وأبانه من ملكه فأما إذا أوصى به فليس ينفذ إلا في الثلث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علي بن الحسن بن فضال عن يعقوب بن يزيد عن ابن أبي عمير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مرازم عن عمار الساباطي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يجعل بعض ماله</w:t>
      </w:r>
      <w:r w:rsidR="009C2257">
        <w:rPr>
          <w:rtl/>
        </w:rPr>
        <w:t xml:space="preserve"> </w:t>
      </w:r>
      <w:r w:rsidRPr="00573E19">
        <w:rPr>
          <w:rtl/>
        </w:rPr>
        <w:t>لرجل في مرضه فقال</w:t>
      </w:r>
      <w:r w:rsidR="00CA4563">
        <w:rPr>
          <w:rtl/>
        </w:rPr>
        <w:t>:</w:t>
      </w:r>
      <w:r w:rsidRPr="00573E19">
        <w:rPr>
          <w:rtl/>
        </w:rPr>
        <w:t xml:space="preserve"> إذا أبانه جاز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محمد بن يحيى عن محمد بن الحسين عن عبد الله بن المبارك عن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459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86 بتفاوت في السند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23</w:t>
      </w:r>
      <w:r w:rsidRPr="006468C1">
        <w:rPr>
          <w:rtl/>
        </w:rPr>
        <w:t>6 الفقيه ص 410.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86 الفقيه ص 410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6 الفقيه ص 410 وذكر صدر الحديث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جبلة عن سماعة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الرجل له الولد</w:t>
      </w:r>
      <w:r w:rsidR="009C2257">
        <w:rPr>
          <w:rtl/>
        </w:rPr>
        <w:t xml:space="preserve"> </w:t>
      </w:r>
      <w:r w:rsidRPr="00573E19">
        <w:rPr>
          <w:rtl/>
        </w:rPr>
        <w:t>يسعه أن يجعل ماله لقرابته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هو ماله يصنع به ما يشاء إلى أن يأتيه الموت إن</w:t>
      </w:r>
      <w:r w:rsidR="009C2257">
        <w:rPr>
          <w:rtl/>
        </w:rPr>
        <w:t xml:space="preserve"> </w:t>
      </w:r>
      <w:r w:rsidRPr="00573E19">
        <w:rPr>
          <w:rtl/>
        </w:rPr>
        <w:t>لصاحب المال أن يعمل بماله ما شاء ما دام حيا إن شاء وهبه وإن شاء تصدق به وإن</w:t>
      </w:r>
      <w:r w:rsidR="009C2257">
        <w:rPr>
          <w:rtl/>
        </w:rPr>
        <w:t xml:space="preserve"> </w:t>
      </w:r>
      <w:r w:rsidRPr="00573E19">
        <w:rPr>
          <w:rtl/>
        </w:rPr>
        <w:t>شاء تركه إلى إن يأتيه الموت فان أوصى به فليس له إلا الثلث إلا أن الفضل أن</w:t>
      </w:r>
      <w:r w:rsidR="009C2257">
        <w:rPr>
          <w:rtl/>
        </w:rPr>
        <w:t xml:space="preserve"> </w:t>
      </w:r>
      <w:r w:rsidRPr="00573E19">
        <w:rPr>
          <w:rtl/>
        </w:rPr>
        <w:t>لا يضيع من يعوله ولا يضر بورثته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الحسن بن محمد بن سماعة عن ابن أبي عمير عن مرازم عن عمار الساباطي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الميت أحق بماله ما دام فيه الروح يبين به فإن قال</w:t>
      </w:r>
      <w:r w:rsidR="009C2257">
        <w:rPr>
          <w:rtl/>
        </w:rPr>
        <w:t xml:space="preserve"> </w:t>
      </w:r>
      <w:r w:rsidRPr="00573E19">
        <w:rPr>
          <w:rtl/>
        </w:rPr>
        <w:t>بعدي فليس له إلا الثلث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في الخبر المتضمن للوصية بأكثر من الثلث أن نحمله على أنه إذا</w:t>
      </w:r>
      <w:r w:rsidR="009C2257">
        <w:rPr>
          <w:rtl/>
        </w:rPr>
        <w:t xml:space="preserve"> </w:t>
      </w:r>
      <w:r w:rsidRPr="00573E19">
        <w:rPr>
          <w:rtl/>
        </w:rPr>
        <w:t>كان بمحضر من الورثة وأجازوه كان ذلك جائزا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حماد عن حريز عن محمد بن مسلم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أوصى بوصية وورثته شهود فأجازوا ذلك فلما مات الرجل</w:t>
      </w:r>
      <w:r w:rsidR="009C2257">
        <w:rPr>
          <w:rtl/>
        </w:rPr>
        <w:t xml:space="preserve"> </w:t>
      </w:r>
      <w:r w:rsidRPr="00573E19">
        <w:rPr>
          <w:rtl/>
        </w:rPr>
        <w:t>نقضوا الوصية هل لهم أن يردوا ما أقروا به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ليس لهم ذلك</w:t>
      </w:r>
      <w:r w:rsidR="00CA4563">
        <w:rPr>
          <w:rtl/>
        </w:rPr>
        <w:t>،</w:t>
      </w:r>
      <w:r w:rsidRPr="00573E19">
        <w:rPr>
          <w:rtl/>
        </w:rPr>
        <w:t xml:space="preserve"> الوصية جائزة</w:t>
      </w:r>
      <w:r w:rsidR="009C2257">
        <w:rPr>
          <w:rtl/>
        </w:rPr>
        <w:t xml:space="preserve"> </w:t>
      </w:r>
      <w:r w:rsidRPr="00573E19">
        <w:rPr>
          <w:rtl/>
        </w:rPr>
        <w:t>عليهم إذا أقروا بها في حياته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أبو علي الأشعري عن محمد بن عبد الجبار عن صفوان بن يحيى عن منصور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حازم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العباس بن عامر عن داود بن الحصين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أيوب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سئل عن رجل أوصى بوصية وورثته</w:t>
      </w:r>
      <w:r w:rsidR="009C2257">
        <w:rPr>
          <w:rtl/>
        </w:rPr>
        <w:t xml:space="preserve"> </w:t>
      </w:r>
      <w:r w:rsidRPr="00573E19">
        <w:rPr>
          <w:rtl/>
        </w:rPr>
        <w:t>شهود فأجازوا ذلك فلما مات الرجل نقضوها ألهم ان يردوا ما قد أقروا به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46</w:t>
      </w:r>
      <w:r>
        <w:rPr>
          <w:rtl/>
        </w:rPr>
        <w:t xml:space="preserve">3 -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86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23</w:t>
      </w:r>
      <w:r w:rsidRPr="006468C1">
        <w:rPr>
          <w:rtl/>
        </w:rPr>
        <w:t>6 الفقيه ص 406.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464</w:t>
      </w:r>
      <w:r>
        <w:rPr>
          <w:rtl/>
        </w:rPr>
        <w:t xml:space="preserve"> - </w:t>
      </w:r>
      <w:r w:rsidRPr="00573E19">
        <w:rPr>
          <w:rtl/>
        </w:rPr>
        <w:t>465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410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466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ليس لهم ذلك الوصية جائزة عليهم إذا أقروا بها في حياته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علي بن الحسن عن أخيه أحمد بن الحسن عن أبيه عن جعفر بن محمد بن</w:t>
      </w:r>
      <w:r w:rsidR="009C2257">
        <w:rPr>
          <w:rtl/>
        </w:rPr>
        <w:t xml:space="preserve"> </w:t>
      </w:r>
      <w:r w:rsidRPr="00573E19">
        <w:rPr>
          <w:rtl/>
        </w:rPr>
        <w:t>يحيى عن علي بن الحسن بن رباط عن منصور بن حازم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أوصى بوصية أكثر من الثلث وورثته شهود فأجازوا ذلك له قال</w:t>
      </w:r>
      <w:r w:rsidR="00CA4563">
        <w:rPr>
          <w:rtl/>
        </w:rPr>
        <w:t>:</w:t>
      </w:r>
      <w:r w:rsidRPr="00573E19">
        <w:rPr>
          <w:rtl/>
        </w:rPr>
        <w:t xml:space="preserve"> جائز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علي بن الحسن بن رباط</w:t>
      </w:r>
      <w:r w:rsidR="00CA4563">
        <w:rPr>
          <w:rtl/>
        </w:rPr>
        <w:t>:</w:t>
      </w:r>
      <w:r w:rsidRPr="00573E19">
        <w:rPr>
          <w:rtl/>
        </w:rPr>
        <w:t xml:space="preserve"> وهذا عندي على أنهم رضوا بذلك في حياته</w:t>
      </w:r>
      <w:r w:rsidR="009C2257">
        <w:rPr>
          <w:rtl/>
        </w:rPr>
        <w:t xml:space="preserve"> </w:t>
      </w:r>
      <w:r w:rsidRPr="00573E19">
        <w:rPr>
          <w:rtl/>
        </w:rPr>
        <w:t>وأقروا به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محمد بن عبدوس قال</w:t>
      </w:r>
      <w:r w:rsidR="00CA4563">
        <w:rPr>
          <w:rtl/>
        </w:rPr>
        <w:t>:</w:t>
      </w:r>
      <w:r w:rsidRPr="00573E19">
        <w:rPr>
          <w:rtl/>
        </w:rPr>
        <w:t xml:space="preserve"> أوصى رجل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بتركته متاع وغير ذلك لأبي محمد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فكتبت إليه جعلت فداك رجل أوصى</w:t>
      </w:r>
      <w:r w:rsidR="009C2257">
        <w:rPr>
          <w:rtl/>
        </w:rPr>
        <w:t xml:space="preserve"> </w:t>
      </w:r>
      <w:r w:rsidRPr="00573E19">
        <w:rPr>
          <w:rtl/>
        </w:rPr>
        <w:t>إلي بجميع ما خلف لك وخلف ابنتي أخت له فرأيك في ذلك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إلي بع</w:t>
      </w:r>
      <w:r w:rsidR="009C2257">
        <w:rPr>
          <w:rtl/>
        </w:rPr>
        <w:t xml:space="preserve"> </w:t>
      </w:r>
      <w:r w:rsidRPr="00573E19">
        <w:rPr>
          <w:rtl/>
        </w:rPr>
        <w:t>ما خلف وأبعث به إلي فبعت وبعثت به إليه فكتب</w:t>
      </w:r>
      <w:r w:rsidR="00CA4563">
        <w:rPr>
          <w:rtl/>
        </w:rPr>
        <w:t>:</w:t>
      </w:r>
      <w:r w:rsidRPr="00573E19">
        <w:rPr>
          <w:rtl/>
        </w:rPr>
        <w:t xml:space="preserve"> إلي قد وصل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علي بن الحسن</w:t>
      </w:r>
      <w:r w:rsidR="00CA4563">
        <w:rPr>
          <w:rtl/>
        </w:rPr>
        <w:t>:</w:t>
      </w:r>
      <w:r w:rsidRPr="00573E19">
        <w:rPr>
          <w:rtl/>
        </w:rPr>
        <w:t xml:space="preserve"> ومات محمد بن عبد الله بن زرارة فأوصى إلى أخي أحمد بن</w:t>
      </w:r>
      <w:r w:rsidR="009C2257">
        <w:rPr>
          <w:rtl/>
        </w:rPr>
        <w:t xml:space="preserve"> </w:t>
      </w:r>
      <w:r w:rsidRPr="00573E19">
        <w:rPr>
          <w:rtl/>
        </w:rPr>
        <w:t>الحسن وخلف دارا وكان أوصى في جميع تركته ان تباع ويحمل ثمنها إلى أبي الحسن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فباعها فاعترض فيها ابن أخت له وابن عم فأصلحنا أمره بثلاثة</w:t>
      </w:r>
      <w:r w:rsidR="009C2257">
        <w:rPr>
          <w:rtl/>
        </w:rPr>
        <w:t xml:space="preserve"> </w:t>
      </w:r>
      <w:r w:rsidRPr="00573E19">
        <w:rPr>
          <w:rtl/>
        </w:rPr>
        <w:t>دنانير</w:t>
      </w:r>
      <w:r w:rsidR="00CA4563">
        <w:rPr>
          <w:rtl/>
        </w:rPr>
        <w:t>،</w:t>
      </w:r>
      <w:r w:rsidRPr="00573E19">
        <w:rPr>
          <w:rtl/>
        </w:rPr>
        <w:t xml:space="preserve"> وكتب إليه أحمد بن الحسن ودفع الشئ بحضرتي إلى أيوب بن نوح</w:t>
      </w:r>
      <w:r w:rsidR="009C2257">
        <w:rPr>
          <w:rtl/>
        </w:rPr>
        <w:t xml:space="preserve"> </w:t>
      </w:r>
      <w:r w:rsidRPr="00573E19">
        <w:rPr>
          <w:rtl/>
        </w:rPr>
        <w:t>وأخبره انه جميع ما خلف وابن عم له وابن أخته عرض فأصلحنا أمره بثلاثة دنانير</w:t>
      </w:r>
      <w:r w:rsidR="009C2257">
        <w:rPr>
          <w:rtl/>
        </w:rPr>
        <w:t xml:space="preserve"> </w:t>
      </w:r>
      <w:r w:rsidRPr="00573E19">
        <w:rPr>
          <w:rtl/>
        </w:rPr>
        <w:t>فكتب</w:t>
      </w:r>
      <w:r w:rsidR="00CA4563">
        <w:rPr>
          <w:rtl/>
        </w:rPr>
        <w:t>:</w:t>
      </w:r>
      <w:r w:rsidRPr="00573E19">
        <w:rPr>
          <w:rtl/>
        </w:rPr>
        <w:t xml:space="preserve"> قد وصل ذلك وترحم على الميت وقرأت الجواب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علي</w:t>
      </w:r>
      <w:r w:rsidR="00CA4563">
        <w:rPr>
          <w:rtl/>
        </w:rPr>
        <w:t>:</w:t>
      </w:r>
      <w:r w:rsidRPr="00573E19">
        <w:rPr>
          <w:rtl/>
        </w:rPr>
        <w:t xml:space="preserve"> ومات الحسين بن أحمد الحلبي وخلف دراهم مائتين فأوصى لامرأته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بشئ من صداقها وغير ذلك وأوصى بالبقية لأبي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فدفعها أحمد</w:t>
      </w:r>
      <w:r w:rsidR="009C2257">
        <w:rPr>
          <w:rtl/>
        </w:rPr>
        <w:t xml:space="preserve"> </w:t>
      </w:r>
      <w:r w:rsidRPr="00573E19">
        <w:rPr>
          <w:rtl/>
        </w:rPr>
        <w:t>ابن الحسن إلى أيوب بحضرتي وكتبت إليه كتابا فورد الجواب بقبضها ودعا للميت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فأول ما في هذه الأخبار انها معارضة بأخبار مثلها تتضمن انه لما أوصى لهم بأكثر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6468C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467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87.</w:t>
      </w:r>
      <w:r>
        <w:rPr>
          <w:rtl/>
        </w:rPr>
        <w:t xml:space="preserve"> - </w:t>
      </w:r>
      <w:r w:rsidRPr="006468C1">
        <w:rPr>
          <w:rtl/>
        </w:rPr>
        <w:t>468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>88.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الثلث وحمل ذلك إليهم قبضوا الثلث وردوا الباقي على الورثة</w:t>
      </w:r>
      <w:r w:rsidR="00CA4563">
        <w:rPr>
          <w:rtl/>
        </w:rPr>
        <w:t>،</w:t>
      </w:r>
      <w:r w:rsidRPr="00573E19">
        <w:rPr>
          <w:rtl/>
        </w:rPr>
        <w:t xml:space="preserve"> روى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أخيه أحمد بن الحسن عن عمرو بن سعيد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أوصى أخو رومي بن عمر أن جميع ماله لأبي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عمرو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فأخبرني رومي أنه وضع الوصية بين يدي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هذا ما أوصى</w:t>
      </w:r>
      <w:r w:rsidR="009C2257">
        <w:rPr>
          <w:rtl/>
        </w:rPr>
        <w:t xml:space="preserve"> </w:t>
      </w:r>
      <w:r w:rsidRPr="00573E19">
        <w:rPr>
          <w:rtl/>
        </w:rPr>
        <w:t>لك أخي فجعلت اقرأ عليه فيقول لي قف ويقول أحمل كذا ووهبت لك كذا حتى</w:t>
      </w:r>
      <w:r w:rsidR="009C2257">
        <w:rPr>
          <w:rtl/>
        </w:rPr>
        <w:t xml:space="preserve"> </w:t>
      </w:r>
      <w:r w:rsidRPr="00573E19">
        <w:rPr>
          <w:rtl/>
        </w:rPr>
        <w:t>أتيت على الوصية فنظرت فإذا إنما أخذ الثلث</w:t>
      </w:r>
      <w:r w:rsidR="00CA4563">
        <w:rPr>
          <w:rtl/>
        </w:rPr>
        <w:t>،</w:t>
      </w:r>
      <w:r w:rsidRPr="00573E19">
        <w:rPr>
          <w:rtl/>
        </w:rPr>
        <w:t xml:space="preserve"> قال فقلت له</w:t>
      </w:r>
      <w:r w:rsidR="00CA4563">
        <w:rPr>
          <w:rtl/>
        </w:rPr>
        <w:t>:</w:t>
      </w:r>
      <w:r w:rsidRPr="00573E19">
        <w:rPr>
          <w:rtl/>
        </w:rPr>
        <w:t xml:space="preserve"> أمرتني أن أحمل إليك</w:t>
      </w:r>
      <w:r w:rsidR="009C2257">
        <w:rPr>
          <w:rtl/>
        </w:rPr>
        <w:t xml:space="preserve"> </w:t>
      </w:r>
      <w:r w:rsidRPr="00573E19">
        <w:rPr>
          <w:rtl/>
        </w:rPr>
        <w:t>الثلث ووهبت إلي الثلثين فقال</w:t>
      </w:r>
      <w:r w:rsidR="00CA4563">
        <w:rPr>
          <w:rtl/>
        </w:rPr>
        <w:t>:</w:t>
      </w:r>
      <w:r w:rsidRPr="00573E19">
        <w:rPr>
          <w:rtl/>
        </w:rPr>
        <w:t xml:space="preserve"> نعم قلت أبيعه وأحمله إليك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على الميسور</w:t>
      </w:r>
      <w:r w:rsidR="009C2257">
        <w:rPr>
          <w:rtl/>
        </w:rPr>
        <w:t xml:space="preserve"> </w:t>
      </w:r>
      <w:r w:rsidRPr="00573E19">
        <w:rPr>
          <w:rtl/>
        </w:rPr>
        <w:t>منك من غلتك لا تبع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محمد بن يحيى عن عبد الله بن جعفر عن الحسين بن مالك قال</w:t>
      </w:r>
      <w:r w:rsidR="00CA4563">
        <w:rPr>
          <w:rtl/>
        </w:rPr>
        <w:t>:</w:t>
      </w:r>
      <w:r w:rsidRPr="00573E19">
        <w:rPr>
          <w:rtl/>
        </w:rPr>
        <w:t xml:space="preserve"> كتبت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اعلم سيدي ان ابن أخ لي توفي وأوصى لسيدي بضيعة</w:t>
      </w:r>
      <w:r w:rsidR="009C2257">
        <w:rPr>
          <w:rtl/>
        </w:rPr>
        <w:t xml:space="preserve"> </w:t>
      </w:r>
      <w:r w:rsidRPr="00573E19">
        <w:rPr>
          <w:rtl/>
        </w:rPr>
        <w:t>وأوصى أن يدفع كل ما في داره حتى الأوتاد تباع ويحمل الثمن إلى سيدي وأوصى</w:t>
      </w:r>
      <w:r w:rsidR="009C2257">
        <w:rPr>
          <w:rtl/>
        </w:rPr>
        <w:t xml:space="preserve"> </w:t>
      </w:r>
      <w:r w:rsidRPr="00573E19">
        <w:rPr>
          <w:rtl/>
        </w:rPr>
        <w:t>بحج وأوصى للفقراء من أهل بيته وأوصى لعمته وأخته بمال</w:t>
      </w:r>
      <w:r w:rsidR="00CA4563">
        <w:rPr>
          <w:rtl/>
        </w:rPr>
        <w:t>،</w:t>
      </w:r>
      <w:r w:rsidRPr="00573E19">
        <w:rPr>
          <w:rtl/>
        </w:rPr>
        <w:t xml:space="preserve"> قال فنظرت فإذا ما أوصى</w:t>
      </w:r>
      <w:r w:rsidR="009C2257">
        <w:rPr>
          <w:rtl/>
        </w:rPr>
        <w:t xml:space="preserve"> </w:t>
      </w:r>
      <w:r w:rsidRPr="00573E19">
        <w:rPr>
          <w:rtl/>
        </w:rPr>
        <w:t>به أكثر من الثلث فلعله يقارب النصف مما ترك وخلف ابنا لثلاث سنين وترك دينا</w:t>
      </w:r>
      <w:r w:rsidR="009C2257">
        <w:rPr>
          <w:rtl/>
        </w:rPr>
        <w:t xml:space="preserve"> </w:t>
      </w:r>
      <w:r w:rsidRPr="00573E19">
        <w:rPr>
          <w:rtl/>
        </w:rPr>
        <w:t>فرأي سيدي</w:t>
      </w:r>
      <w:r>
        <w:rPr>
          <w:rtl/>
        </w:rPr>
        <w:t>؟</w:t>
      </w:r>
      <w:r w:rsidRPr="00573E19">
        <w:rPr>
          <w:rtl/>
        </w:rPr>
        <w:t xml:space="preserve"> فوقع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يقتصر من وصيته على الثلث من ماله ويقسم ذلك</w:t>
      </w:r>
      <w:r w:rsidR="009C2257">
        <w:rPr>
          <w:rtl/>
        </w:rPr>
        <w:t xml:space="preserve"> </w:t>
      </w:r>
      <w:r w:rsidRPr="00573E19">
        <w:rPr>
          <w:rtl/>
        </w:rPr>
        <w:t>بين من أوصى له على قدر سهامهم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الحسين بن مالك قال</w:t>
      </w:r>
      <w:r w:rsidR="00CA4563">
        <w:rPr>
          <w:rtl/>
        </w:rPr>
        <w:t>:</w:t>
      </w:r>
      <w:r w:rsidRPr="00573E19">
        <w:rPr>
          <w:rtl/>
        </w:rPr>
        <w:t xml:space="preserve"> كتبت إليه رجل مات</w:t>
      </w:r>
      <w:r w:rsidR="009C2257">
        <w:rPr>
          <w:rtl/>
        </w:rPr>
        <w:t xml:space="preserve"> </w:t>
      </w:r>
      <w:r w:rsidRPr="00573E19">
        <w:rPr>
          <w:rtl/>
        </w:rPr>
        <w:t>وترك كل شئ له في حياته لك ولم يكن له ولد ثم إنه أصاب بعد ذلك ولدا ومبلغ</w:t>
      </w:r>
      <w:r w:rsidR="009C2257">
        <w:rPr>
          <w:rtl/>
        </w:rPr>
        <w:t xml:space="preserve"> </w:t>
      </w:r>
      <w:r w:rsidRPr="00573E19">
        <w:rPr>
          <w:rtl/>
        </w:rPr>
        <w:t>ماله ثلاثة آلاف درهم وقد بعثت إليك بألف درهم فإن رأيت جعلني الله فداك أن</w:t>
      </w:r>
      <w:r w:rsidR="009C2257">
        <w:rPr>
          <w:rtl/>
        </w:rPr>
        <w:t xml:space="preserve"> </w:t>
      </w:r>
      <w:r w:rsidRPr="00573E19">
        <w:rPr>
          <w:rtl/>
        </w:rPr>
        <w:t>تعلمني فيه رأيك لاعمل به</w:t>
      </w:r>
      <w:r>
        <w:rPr>
          <w:rtl/>
        </w:rPr>
        <w:t>؟</w:t>
      </w:r>
      <w:r w:rsidRPr="00573E19">
        <w:rPr>
          <w:rtl/>
        </w:rPr>
        <w:t xml:space="preserve"> فكتب اطلق لهم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6468C1">
        <w:rPr>
          <w:rtl/>
        </w:rPr>
        <w:t>*</w:t>
      </w:r>
      <w:r>
        <w:rPr>
          <w:rtl/>
        </w:rPr>
        <w:t xml:space="preserve"> - </w:t>
      </w:r>
      <w:r w:rsidRPr="006468C1">
        <w:rPr>
          <w:rtl/>
        </w:rPr>
        <w:t>469</w:t>
      </w:r>
      <w:r>
        <w:rPr>
          <w:rtl/>
        </w:rPr>
        <w:t xml:space="preserve"> - </w:t>
      </w:r>
      <w:r w:rsidRPr="006468C1">
        <w:rPr>
          <w:rtl/>
        </w:rPr>
        <w:t xml:space="preserve">التهذيب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3</w:t>
      </w:r>
      <w:r w:rsidRPr="006468C1">
        <w:rPr>
          <w:rtl/>
        </w:rPr>
        <w:t xml:space="preserve">86 الكافي ج </w:t>
      </w:r>
      <w:r>
        <w:rPr>
          <w:rtl/>
        </w:rPr>
        <w:t>2</w:t>
      </w:r>
      <w:r w:rsidRPr="006468C1">
        <w:rPr>
          <w:rtl/>
        </w:rPr>
        <w:t xml:space="preserve"> ص </w:t>
      </w:r>
      <w:r>
        <w:rPr>
          <w:rtl/>
        </w:rPr>
        <w:t>23</w:t>
      </w:r>
      <w:r w:rsidRPr="006468C1">
        <w:rPr>
          <w:rtl/>
        </w:rPr>
        <w:t>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470</w:t>
      </w:r>
      <w:r>
        <w:rPr>
          <w:rtl/>
        </w:rPr>
        <w:t xml:space="preserve"> - </w:t>
      </w:r>
      <w:r w:rsidRPr="00573E19">
        <w:rPr>
          <w:rtl/>
        </w:rPr>
        <w:t>471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51 واخرج الأخير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418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وهذه الأخبار مطابقة للأخبار المتقدمة ولما أوردناها من الزيادة عليها في كتابنا</w:t>
      </w:r>
      <w:r w:rsidR="009C2257">
        <w:rPr>
          <w:rtl/>
        </w:rPr>
        <w:t xml:space="preserve"> </w:t>
      </w:r>
      <w:r w:rsidRPr="00573E19">
        <w:rPr>
          <w:rtl/>
        </w:rPr>
        <w:t>الكبير فالعمل بها أولى</w:t>
      </w:r>
      <w:r w:rsidR="00CA4563">
        <w:rPr>
          <w:rtl/>
        </w:rPr>
        <w:t>،</w:t>
      </w:r>
      <w:r w:rsidRPr="00573E19">
        <w:rPr>
          <w:rtl/>
        </w:rPr>
        <w:t xml:space="preserve"> ولو سلم الأخبار المتقدمة من المعارضة لاحتملت وجوها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أحدها</w:t>
      </w:r>
      <w:r w:rsidR="00CA4563">
        <w:rPr>
          <w:rtl/>
        </w:rPr>
        <w:t>:</w:t>
      </w:r>
      <w:r w:rsidRPr="00573E19">
        <w:rPr>
          <w:rtl/>
        </w:rPr>
        <w:t xml:space="preserve"> أن يكون إنما أمر صاحب المال بأن يحمل المال إليهم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لا على جهة</w:t>
      </w:r>
      <w:r w:rsidR="009C2257">
        <w:rPr>
          <w:rtl/>
        </w:rPr>
        <w:t xml:space="preserve"> </w:t>
      </w:r>
      <w:r w:rsidRPr="00573E19">
        <w:rPr>
          <w:rtl/>
        </w:rPr>
        <w:t>الوصية بل جعلوها صلة لهم في حال حياتهم وإذا كان كذلك كان جائزا على ما قدمناه</w:t>
      </w:r>
      <w:r w:rsidR="009C2257">
        <w:rPr>
          <w:rtl/>
        </w:rPr>
        <w:t xml:space="preserve"> </w:t>
      </w:r>
      <w:r w:rsidRPr="00573E19">
        <w:rPr>
          <w:rtl/>
        </w:rPr>
        <w:t>فيما تقدم من الاخبار الأولة وإنما يرد إلى الثلث ما كان وصية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</w:t>
      </w:r>
      <w:r w:rsidR="009C2257">
        <w:rPr>
          <w:rtl/>
        </w:rPr>
        <w:t xml:space="preserve"> </w:t>
      </w:r>
      <w:r w:rsidRPr="00573E19">
        <w:rPr>
          <w:rtl/>
        </w:rPr>
        <w:t>ورثة هؤلاء كانوا مخالفين لهم في الاعتقاد فجاز أن يحرموا ذلك ويحمل المال إلى</w:t>
      </w:r>
      <w:r w:rsidR="009C2257">
        <w:rPr>
          <w:rtl/>
        </w:rPr>
        <w:t xml:space="preserve"> </w:t>
      </w:r>
      <w:r w:rsidRPr="00573E19">
        <w:rPr>
          <w:rtl/>
        </w:rPr>
        <w:t>الامام</w:t>
      </w:r>
      <w:r w:rsidR="00CA4563">
        <w:rPr>
          <w:rtl/>
        </w:rPr>
        <w:t>،</w:t>
      </w:r>
      <w:r w:rsidRPr="00573E19">
        <w:rPr>
          <w:rtl/>
        </w:rPr>
        <w:t xml:space="preserve"> والثالث</w:t>
      </w:r>
      <w:r w:rsidR="00CA4563">
        <w:rPr>
          <w:rtl/>
        </w:rPr>
        <w:t>:</w:t>
      </w:r>
      <w:r w:rsidRPr="00573E19">
        <w:rPr>
          <w:rtl/>
        </w:rPr>
        <w:t xml:space="preserve"> انه إنما جاز ذلك لما أوصى بوصيته قبل أن يكون لهم وارث ثم</w:t>
      </w:r>
      <w:r w:rsidR="009C2257">
        <w:rPr>
          <w:rtl/>
        </w:rPr>
        <w:t xml:space="preserve"> </w:t>
      </w:r>
      <w:r w:rsidRPr="00573E19">
        <w:rPr>
          <w:rtl/>
        </w:rPr>
        <w:t>صار له وارث لم ينقض وصيته وكانت وصيته ماضية في الجميع ولم يجب نقضها</w:t>
      </w:r>
      <w:r w:rsidR="00CA4563">
        <w:rPr>
          <w:rtl/>
        </w:rPr>
        <w:t>،</w:t>
      </w:r>
      <w:r w:rsidRPr="00573E19">
        <w:rPr>
          <w:rtl/>
        </w:rPr>
        <w:t xml:space="preserve"> يدل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22 - </w:t>
      </w:r>
      <w:r w:rsidRPr="00573E19">
        <w:rPr>
          <w:rtl/>
        </w:rPr>
        <w:t>ما رواه أحمد بن محمد بن عيسى قال</w:t>
      </w:r>
      <w:r w:rsidR="00CA4563">
        <w:rPr>
          <w:rtl/>
        </w:rPr>
        <w:t>:</w:t>
      </w:r>
      <w:r w:rsidRPr="00573E19">
        <w:rPr>
          <w:rtl/>
        </w:rPr>
        <w:t xml:space="preserve"> كتب إليه محمد بن إسحاق المتطيب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وبعد أطال الله تعالى بقاك نعلمك يا سيدنا انا في شبهة من هذه الوصية التي أوصى</w:t>
      </w:r>
      <w:r w:rsidR="009C2257">
        <w:rPr>
          <w:rtl/>
        </w:rPr>
        <w:t xml:space="preserve"> </w:t>
      </w:r>
      <w:r w:rsidRPr="00573E19">
        <w:rPr>
          <w:rtl/>
        </w:rPr>
        <w:t>بها محمد بن يحيى درياب وذلك أن موالي سيدنا وعبيده الصالحين ذكروا أنه ليس</w:t>
      </w:r>
      <w:r w:rsidR="009C2257">
        <w:rPr>
          <w:rtl/>
        </w:rPr>
        <w:t xml:space="preserve"> </w:t>
      </w:r>
      <w:r w:rsidRPr="00573E19">
        <w:rPr>
          <w:rtl/>
        </w:rPr>
        <w:t>للميت أن يوصي إذا كان له ولد بأكثر من ثلث ماله</w:t>
      </w:r>
      <w:r w:rsidR="00CA4563">
        <w:rPr>
          <w:rtl/>
        </w:rPr>
        <w:t>،</w:t>
      </w:r>
      <w:r w:rsidRPr="00573E19">
        <w:rPr>
          <w:rtl/>
        </w:rPr>
        <w:t xml:space="preserve"> وقد أوصى محمد بن يحيى</w:t>
      </w:r>
      <w:r w:rsidR="009C2257">
        <w:rPr>
          <w:rtl/>
        </w:rPr>
        <w:t xml:space="preserve"> </w:t>
      </w:r>
      <w:r w:rsidRPr="00573E19">
        <w:rPr>
          <w:rtl/>
        </w:rPr>
        <w:t>بأكثر من النصف مما خلف من تركته فإن رأى سيدنا ومولانا أطال الله بقاءه أن</w:t>
      </w:r>
      <w:r w:rsidR="009C2257">
        <w:rPr>
          <w:rtl/>
        </w:rPr>
        <w:t xml:space="preserve"> </w:t>
      </w:r>
      <w:r w:rsidRPr="00573E19">
        <w:rPr>
          <w:rtl/>
        </w:rPr>
        <w:t>يفتح غياب هذه الظلمة التي شكونا ويفسر ذلك لنا نعمل عليه إن شاء الله</w:t>
      </w:r>
      <w:r>
        <w:rPr>
          <w:rtl/>
        </w:rPr>
        <w:t>؟</w:t>
      </w:r>
      <w:r w:rsidRPr="00573E19">
        <w:rPr>
          <w:rtl/>
        </w:rPr>
        <w:t xml:space="preserve"> فأجاب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كان أوصى بها من قبل أن يكون له ولد فجائز وصيته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وذلك أن ولده ولد من بعده</w:t>
      </w:r>
      <w:r w:rsidR="00CA4563">
        <w:rPr>
          <w:rtl/>
        </w:rPr>
        <w:t>،</w:t>
      </w:r>
      <w:r w:rsidRPr="00573E19">
        <w:rPr>
          <w:rtl/>
        </w:rPr>
        <w:t xml:space="preserve"> والذي يؤكد ما قدمناه من أنه لا تجوز الوصية فيما</w:t>
      </w:r>
      <w:r w:rsidR="009C2257">
        <w:rPr>
          <w:rtl/>
        </w:rPr>
        <w:t xml:space="preserve"> </w:t>
      </w:r>
      <w:r w:rsidRPr="00573E19">
        <w:rPr>
          <w:rtl/>
        </w:rPr>
        <w:t>زاد على الثلث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23 - </w:t>
      </w:r>
      <w:r w:rsidRPr="00573E19">
        <w:rPr>
          <w:rtl/>
        </w:rPr>
        <w:t>ما رواه أحمد بن محمد بن عيسى عن العباس بن معروف قال</w:t>
      </w:r>
      <w:r w:rsidR="00CA4563">
        <w:rPr>
          <w:rtl/>
        </w:rPr>
        <w:t>:</w:t>
      </w:r>
      <w:r w:rsidRPr="00573E19">
        <w:rPr>
          <w:rtl/>
        </w:rPr>
        <w:t xml:space="preserve"> كان لمحمد</w:t>
      </w:r>
      <w:r w:rsidR="009C2257">
        <w:rPr>
          <w:rtl/>
        </w:rPr>
        <w:t xml:space="preserve"> </w:t>
      </w:r>
      <w:r w:rsidRPr="00573E19">
        <w:rPr>
          <w:rtl/>
        </w:rPr>
        <w:t>ابن الحسن بن أبي خالد غلام لم يكن به بأس عارف يقال له ميمون فحضره الموت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96BA9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47</w:t>
      </w:r>
      <w:r>
        <w:rPr>
          <w:rtl/>
        </w:rPr>
        <w:t xml:space="preserve">2 - </w:t>
      </w:r>
      <w:r w:rsidRPr="00196BA9">
        <w:rPr>
          <w:rtl/>
        </w:rPr>
        <w:t>47</w:t>
      </w:r>
      <w:r>
        <w:rPr>
          <w:rtl/>
        </w:rPr>
        <w:t xml:space="preserve">3 -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89.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فأوصى إلى أبي الفضل العباس بن معروف بجميع ميراثه وتركته أن اجعله دراهم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وأبعث بها إلى أبي جعفر 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فترك أهلا حاملا وأخوة قد دخلوا في</w:t>
      </w:r>
      <w:r w:rsidR="009C2257">
        <w:rPr>
          <w:rtl/>
        </w:rPr>
        <w:t xml:space="preserve"> </w:t>
      </w:r>
      <w:r w:rsidRPr="00573E19">
        <w:rPr>
          <w:rtl/>
        </w:rPr>
        <w:t>الاسلام وأما مجوسية قال</w:t>
      </w:r>
      <w:r w:rsidR="00CA4563">
        <w:rPr>
          <w:rtl/>
        </w:rPr>
        <w:t>:</w:t>
      </w:r>
      <w:r w:rsidRPr="00573E19">
        <w:rPr>
          <w:rtl/>
        </w:rPr>
        <w:t xml:space="preserve"> ففعلت ما أوصى به وجمعت الدراهم ودفعتها إلى محمد بن</w:t>
      </w:r>
      <w:r w:rsidR="009C2257">
        <w:rPr>
          <w:rtl/>
        </w:rPr>
        <w:t xml:space="preserve"> </w:t>
      </w:r>
      <w:r w:rsidRPr="00573E19">
        <w:rPr>
          <w:rtl/>
        </w:rPr>
        <w:t>الحسن وعزم رأيي أن أكتب إليه بتفسير ما أوصى به إلي وما ترك الميت من الورثة</w:t>
      </w:r>
      <w:r w:rsidR="009C2257">
        <w:rPr>
          <w:rtl/>
        </w:rPr>
        <w:t xml:space="preserve"> </w:t>
      </w:r>
      <w:r w:rsidRPr="00573E19">
        <w:rPr>
          <w:rtl/>
        </w:rPr>
        <w:t>فأشار علي محمد بن بشير وغيره من أصحابنا أن لا اكتب بالتفسير ولا احتاج إليه</w:t>
      </w:r>
      <w:r w:rsidR="009C2257">
        <w:rPr>
          <w:rtl/>
        </w:rPr>
        <w:t xml:space="preserve"> </w:t>
      </w:r>
      <w:r w:rsidRPr="00573E19">
        <w:rPr>
          <w:rtl/>
        </w:rPr>
        <w:t>فإنه يعرف ذلك من غيره تفسير فأبيت إلا أن أكتب إليه بذلك على حقه وصدقه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فكتبت وحصلت الدراهم وأوصلتها إليه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فأمره أن يعزل منها الثلث فدفعها</w:t>
      </w:r>
      <w:r w:rsidR="009C2257">
        <w:rPr>
          <w:rtl/>
        </w:rPr>
        <w:t xml:space="preserve"> </w:t>
      </w:r>
      <w:r w:rsidRPr="00573E19">
        <w:rPr>
          <w:rtl/>
        </w:rPr>
        <w:t>إليه ويرد الباقي على وصيه يردها إلى ورثته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عبد الجبار عن العباس بن معروف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مات غلام محمد بن الحسن وترك أختا وأوصى بجميع ماله 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فبعنا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متاعه فبلغ ألف درهم وحمل إلى أبي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قال وكتبت إليه وأعلمته انه</w:t>
      </w:r>
      <w:r w:rsidR="009C2257">
        <w:rPr>
          <w:rtl/>
        </w:rPr>
        <w:t xml:space="preserve"> </w:t>
      </w:r>
      <w:r w:rsidRPr="00573E19">
        <w:rPr>
          <w:rtl/>
        </w:rPr>
        <w:t>أوصى بجميع ماله قال</w:t>
      </w:r>
      <w:r w:rsidR="00CA4563">
        <w:rPr>
          <w:rtl/>
        </w:rPr>
        <w:t>:</w:t>
      </w:r>
      <w:r w:rsidRPr="00573E19">
        <w:rPr>
          <w:rtl/>
        </w:rPr>
        <w:t xml:space="preserve"> فاخذ ثلث ما بعثت إليه ورد الباقي وأمرني أن ادفعه إلى</w:t>
      </w:r>
      <w:r w:rsidR="009C2257">
        <w:rPr>
          <w:rtl/>
        </w:rPr>
        <w:t xml:space="preserve"> </w:t>
      </w:r>
      <w:r w:rsidRPr="00573E19">
        <w:rPr>
          <w:rtl/>
        </w:rPr>
        <w:t>وارثه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العباس عن بعض أصحابنا قال</w:t>
      </w:r>
      <w:r w:rsidR="00CA4563">
        <w:rPr>
          <w:rtl/>
        </w:rPr>
        <w:t>:</w:t>
      </w:r>
      <w:r w:rsidRPr="00573E19">
        <w:rPr>
          <w:rtl/>
        </w:rPr>
        <w:t xml:space="preserve"> كتبت إليه جعلت فداك إن</w:t>
      </w:r>
      <w:r w:rsidR="009C2257">
        <w:rPr>
          <w:rtl/>
        </w:rPr>
        <w:t xml:space="preserve"> </w:t>
      </w:r>
      <w:r w:rsidRPr="00573E19">
        <w:rPr>
          <w:rtl/>
        </w:rPr>
        <w:t>امرأة أوصت إلى امرأة ودفعت إليها خمسمائة درهم ولها زوج وولد وأوصتها أن تدفع</w:t>
      </w:r>
      <w:r w:rsidR="009C2257">
        <w:rPr>
          <w:rtl/>
        </w:rPr>
        <w:t xml:space="preserve"> </w:t>
      </w:r>
      <w:r w:rsidRPr="00573E19">
        <w:rPr>
          <w:rtl/>
        </w:rPr>
        <w:t>سهما منها إلى بعض بناتها وتصرف الباقي إلى الامام فكتب</w:t>
      </w:r>
      <w:r w:rsidR="00CA4563">
        <w:rPr>
          <w:rtl/>
        </w:rPr>
        <w:t>:</w:t>
      </w:r>
      <w:r w:rsidRPr="00573E19">
        <w:rPr>
          <w:rtl/>
        </w:rPr>
        <w:t xml:space="preserve"> يصرف الثلث من ذلك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إلي والباقي يقسم على سهام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بين الورثة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72" w:name="_Toc374810469"/>
      <w:bookmarkStart w:id="173" w:name="_Toc376954844"/>
      <w:r w:rsidRPr="00573E19">
        <w:rPr>
          <w:rtl/>
        </w:rPr>
        <w:t>75</w:t>
      </w:r>
      <w:r>
        <w:rPr>
          <w:rtl/>
        </w:rPr>
        <w:t xml:space="preserve"> - </w:t>
      </w:r>
      <w:r w:rsidRPr="00573E19">
        <w:rPr>
          <w:rtl/>
        </w:rPr>
        <w:t>باب صحة الوصية للوارث</w:t>
      </w:r>
      <w:bookmarkEnd w:id="172"/>
      <w:bookmarkEnd w:id="17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الحسن بن علي وفضالة عن عبد الله بن بكير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474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400.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401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89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الوصية للوارث فقال</w:t>
      </w:r>
      <w:r w:rsidR="00CA4563">
        <w:rPr>
          <w:rtl/>
        </w:rPr>
        <w:t>:</w:t>
      </w:r>
      <w:r w:rsidRPr="00573E19">
        <w:rPr>
          <w:rtl/>
        </w:rPr>
        <w:t xml:space="preserve"> تجوز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ابن أبي عمير عن أبي المعزا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يجوز للوارث وصيته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ابن محبوب عن أبي ولاد الحناط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الميت يوصي للبنت بشئ قال</w:t>
      </w:r>
      <w:r w:rsidR="00CA4563">
        <w:rPr>
          <w:rtl/>
        </w:rPr>
        <w:t>:</w:t>
      </w:r>
      <w:r w:rsidRPr="00573E19">
        <w:rPr>
          <w:rtl/>
        </w:rPr>
        <w:t xml:space="preserve"> جائز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القاسم بن سليمان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اعترف لوارث بدين في مرضه فقال</w:t>
      </w:r>
      <w:r w:rsidR="00CA4563">
        <w:rPr>
          <w:rtl/>
        </w:rPr>
        <w:t>:</w:t>
      </w:r>
      <w:r w:rsidRPr="00573E19">
        <w:rPr>
          <w:rtl/>
        </w:rPr>
        <w:t xml:space="preserve"> لا يجوز وصية لوارث</w:t>
      </w:r>
      <w:r w:rsidR="009C2257">
        <w:rPr>
          <w:rtl/>
        </w:rPr>
        <w:t xml:space="preserve"> </w:t>
      </w:r>
      <w:r w:rsidRPr="00573E19">
        <w:rPr>
          <w:rtl/>
        </w:rPr>
        <w:t>ولا اعتراف</w:t>
      </w:r>
      <w:r>
        <w:rPr>
          <w:rtl/>
        </w:rPr>
        <w:t>.</w:t>
      </w:r>
    </w:p>
    <w:p w:rsidR="00FE5331" w:rsidRDefault="00FE5331" w:rsidP="00E65987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التقية لأنه موافق لمذاهب جميع العامة</w:t>
      </w:r>
      <w:r w:rsidR="009C2257">
        <w:rPr>
          <w:rtl/>
        </w:rPr>
        <w:t xml:space="preserve"> </w:t>
      </w:r>
      <w:r w:rsidRPr="00573E19">
        <w:rPr>
          <w:rtl/>
        </w:rPr>
        <w:t>والذي ذهبنا إليه مطابق لظاهر القرآن قال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E65987" w:rsidRPr="00E65987">
        <w:rPr>
          <w:rStyle w:val="libAieChar"/>
          <w:rtl/>
        </w:rPr>
        <w:t>كُتِبَ عَلَيْكُمْ إِذَا حَضَرَ‌ أَحَدَكُمُ الْمَوْتُ إِن تَرَ‌كَ خَيْرً‌ا الْوَصِيَّةُ لِلْوَالِدَيْنِ وَالْأَقْرَ‌بِينَ بِالْمَعْرُ‌وفِ حَقًّا عَلَى الْمُتَّقِينَ</w:t>
      </w:r>
      <w:r w:rsidR="00E65987" w:rsidRPr="00FE5331">
        <w:rPr>
          <w:rStyle w:val="libAlaemChar"/>
          <w:rtl/>
        </w:rPr>
        <w:t>)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74" w:name="_Toc374810470"/>
      <w:bookmarkStart w:id="175" w:name="_Toc376954845"/>
      <w:r w:rsidRPr="00573E19">
        <w:rPr>
          <w:rtl/>
        </w:rPr>
        <w:t>76</w:t>
      </w:r>
      <w:r>
        <w:rPr>
          <w:rtl/>
        </w:rPr>
        <w:t xml:space="preserve"> - </w:t>
      </w:r>
      <w:r w:rsidRPr="00573E19">
        <w:rPr>
          <w:rtl/>
        </w:rPr>
        <w:t>باب عطية الوالد لولده في حال المرض</w:t>
      </w:r>
      <w:bookmarkEnd w:id="174"/>
      <w:bookmarkEnd w:id="17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عن القاسم عن جراح المدائني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عطية الوالد لولده يبينه قال</w:t>
      </w:r>
      <w:r w:rsidR="00CA4563">
        <w:rPr>
          <w:rtl/>
        </w:rPr>
        <w:t>:</w:t>
      </w:r>
      <w:r w:rsidRPr="00573E19">
        <w:rPr>
          <w:rtl/>
        </w:rPr>
        <w:t xml:space="preserve"> إذا أعطاه في صحته جاز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الحسن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عطية الوالد لولده فقال</w:t>
      </w:r>
      <w:r w:rsidR="00CA4563">
        <w:rPr>
          <w:rtl/>
        </w:rPr>
        <w:t>:</w:t>
      </w:r>
      <w:r w:rsidRPr="00573E19">
        <w:rPr>
          <w:rtl/>
        </w:rPr>
        <w:t xml:space="preserve"> أما إذا كان صحيحا فهو له يصنع به ما شاء وأما في مرض</w:t>
      </w:r>
      <w:r w:rsidR="009C2257">
        <w:rPr>
          <w:rtl/>
        </w:rPr>
        <w:t xml:space="preserve"> </w:t>
      </w:r>
      <w:r w:rsidRPr="00573E19">
        <w:rPr>
          <w:rtl/>
        </w:rPr>
        <w:t>فلا يصلح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ذلك مكروها والوجه في</w:t>
      </w:r>
      <w:r w:rsidR="009C2257">
        <w:rPr>
          <w:rtl/>
        </w:rPr>
        <w:t xml:space="preserve"> </w:t>
      </w:r>
      <w:r w:rsidRPr="00573E19">
        <w:rPr>
          <w:rtl/>
        </w:rPr>
        <w:t>كراهة ذلك أنه إذا كان له أولاد فخص واحدا منهم بالعطية كان فيه إيحاش للباقين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أنه لا يصلح ذلك إذا لم يبينه من ماله ولا يسلمه إليه فإنه إذا 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96BA9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477</w:t>
      </w:r>
      <w:r>
        <w:rPr>
          <w:rtl/>
        </w:rPr>
        <w:t xml:space="preserve"> - </w:t>
      </w:r>
      <w:r w:rsidRPr="00196BA9">
        <w:rPr>
          <w:rtl/>
        </w:rPr>
        <w:t>478</w:t>
      </w:r>
      <w:r>
        <w:rPr>
          <w:rtl/>
        </w:rPr>
        <w:t xml:space="preserve"> - </w:t>
      </w:r>
      <w:r w:rsidRPr="00196BA9">
        <w:rPr>
          <w:rtl/>
        </w:rPr>
        <w:t>479</w:t>
      </w:r>
      <w:r>
        <w:rPr>
          <w:rtl/>
        </w:rPr>
        <w:t xml:space="preserve"> - </w:t>
      </w:r>
      <w:r w:rsidRPr="00196BA9">
        <w:rPr>
          <w:rtl/>
        </w:rPr>
        <w:t>480</w:t>
      </w:r>
      <w:r>
        <w:rPr>
          <w:rtl/>
        </w:rPr>
        <w:t xml:space="preserve"> - </w:t>
      </w:r>
      <w:r w:rsidRPr="00196BA9">
        <w:rPr>
          <w:rtl/>
        </w:rPr>
        <w:t>481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89.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كذلك كان ذلك غير جائز إلا أن يكون على جهة </w:t>
      </w:r>
      <w:r>
        <w:rPr>
          <w:rtl/>
        </w:rPr>
        <w:t>2</w:t>
      </w:r>
      <w:r w:rsidRPr="00573E19">
        <w:rPr>
          <w:rtl/>
        </w:rPr>
        <w:t xml:space="preserve"> فيكون بمنزلة غيره على ما قدمناه</w:t>
      </w:r>
      <w:r w:rsidR="00CA4563">
        <w:rPr>
          <w:rtl/>
        </w:rPr>
        <w:t>،</w:t>
      </w:r>
      <w:r w:rsidRPr="00573E19">
        <w:rPr>
          <w:rtl/>
        </w:rPr>
        <w:t xml:space="preserve"> </w:t>
      </w:r>
      <w:r>
        <w:rPr>
          <w:rtl/>
        </w:rPr>
        <w:t>2</w:t>
      </w:r>
      <w:r w:rsidRPr="00573E19">
        <w:rPr>
          <w:rtl/>
        </w:rPr>
        <w:t xml:space="preserve"> </w:t>
      </w:r>
      <w:r>
        <w:rPr>
          <w:rtl/>
        </w:rPr>
        <w:t>(الوصية به</w:t>
      </w:r>
      <w:r w:rsidRPr="00573E19">
        <w:rPr>
          <w:rtl/>
        </w:rPr>
        <w:t>)</w:t>
      </w:r>
      <w:r w:rsidR="009C2257">
        <w:rPr>
          <w:rtl/>
        </w:rPr>
        <w:t xml:space="preserve"> </w:t>
      </w:r>
      <w:r w:rsidRPr="00573E19">
        <w:rPr>
          <w:rtl/>
        </w:rPr>
        <w:t>والذي يدل على جواز تفضيل بعض الأولاد على بعض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حماد عن حريز عن محمد بن مسلم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يكون له الولد من غير أم أيفضل بعضهم على بعض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بأس</w:t>
      </w:r>
      <w:r w:rsidR="00CA4563">
        <w:rPr>
          <w:rtl/>
        </w:rPr>
        <w:t>،</w:t>
      </w:r>
      <w:r w:rsidRPr="00573E19">
        <w:rPr>
          <w:rtl/>
        </w:rPr>
        <w:t xml:space="preserve"> قال حريز</w:t>
      </w:r>
      <w:r w:rsidR="00CA4563">
        <w:rPr>
          <w:rtl/>
        </w:rPr>
        <w:t>:</w:t>
      </w:r>
      <w:r w:rsidRPr="00573E19">
        <w:rPr>
          <w:rtl/>
        </w:rPr>
        <w:t xml:space="preserve"> وحدثني معاوية وأبو كهمس انهما سمعا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يقول صنع ذلك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بابنه الحسن وفعل ذلك الحسين بابنه علي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وفعل أبي بي وفعلته انا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إسماعيل بن عبد الخالق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في الرجل يخص بعض ولده بعض ماله فقال</w:t>
      </w:r>
      <w:r w:rsidR="00CA4563">
        <w:rPr>
          <w:rtl/>
        </w:rPr>
        <w:t>:</w:t>
      </w:r>
      <w:r w:rsidRPr="00573E19">
        <w:rPr>
          <w:rtl/>
        </w:rPr>
        <w:t xml:space="preserve"> لا بأس بذلك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76" w:name="_Toc374810471"/>
      <w:bookmarkStart w:id="177" w:name="_Toc376954846"/>
      <w:r w:rsidRPr="00573E19">
        <w:rPr>
          <w:rtl/>
        </w:rPr>
        <w:t>77</w:t>
      </w:r>
      <w:r>
        <w:rPr>
          <w:rtl/>
        </w:rPr>
        <w:t xml:space="preserve"> - </w:t>
      </w:r>
      <w:r w:rsidRPr="00573E19">
        <w:rPr>
          <w:rtl/>
        </w:rPr>
        <w:t>باب الوصية لأهل الضلال</w:t>
      </w:r>
      <w:bookmarkEnd w:id="176"/>
      <w:bookmarkEnd w:id="17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يحيى عن محمد بن الحسين عن علي بن الحكم عن العلا عن محمد بن مسلم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في رجل أوصى بماله في سبيل الله قال</w:t>
      </w:r>
      <w:r w:rsidR="00CA4563">
        <w:rPr>
          <w:rtl/>
        </w:rPr>
        <w:t>:</w:t>
      </w:r>
      <w:r w:rsidRPr="00573E19">
        <w:rPr>
          <w:rtl/>
        </w:rPr>
        <w:t xml:space="preserve"> اعط لمن أوصى له وإن</w:t>
      </w:r>
      <w:r w:rsidR="009C2257">
        <w:rPr>
          <w:rtl/>
        </w:rPr>
        <w:t xml:space="preserve"> </w:t>
      </w:r>
      <w:r w:rsidRPr="00573E19">
        <w:rPr>
          <w:rtl/>
        </w:rPr>
        <w:t>كان يهوديا أو نصرانيا إن الله تعالى يقول « فمن بدله بعد ما سمعه فإنما إثمه على الذين</w:t>
      </w:r>
      <w:r w:rsidR="009C2257">
        <w:rPr>
          <w:rtl/>
        </w:rPr>
        <w:t xml:space="preserve"> </w:t>
      </w:r>
      <w:r w:rsidRPr="00573E19">
        <w:rPr>
          <w:rtl/>
        </w:rPr>
        <w:t>يبدلونه إن الله سميع عليم »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سهل بن زياد عن محمد بن الوليد عن يونس بن يعقوب ان رجلا كان بهمدان</w:t>
      </w:r>
      <w:r w:rsidR="009C2257">
        <w:rPr>
          <w:rtl/>
        </w:rPr>
        <w:t xml:space="preserve"> </w:t>
      </w:r>
      <w:r w:rsidRPr="00573E19">
        <w:rPr>
          <w:rtl/>
        </w:rPr>
        <w:t>فذكر أن أباه مات وكان لا يعرف هذا الامر فأوصى بوصيته عند الموت وأوصى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يعطى شيئا في سبيل الله فسئل عنه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كيف يفعل به</w:t>
      </w:r>
      <w:r>
        <w:rPr>
          <w:rtl/>
        </w:rPr>
        <w:t>؟</w:t>
      </w:r>
      <w:r w:rsidRPr="00573E19">
        <w:rPr>
          <w:rtl/>
        </w:rPr>
        <w:t xml:space="preserve"> وأخبرناه</w:t>
      </w:r>
      <w:r w:rsidR="009C2257">
        <w:rPr>
          <w:rtl/>
        </w:rPr>
        <w:t xml:space="preserve"> </w:t>
      </w:r>
      <w:r w:rsidRPr="00573E19">
        <w:rPr>
          <w:rtl/>
        </w:rPr>
        <w:t>انه كان لا يعرف هذا الامر فقال</w:t>
      </w:r>
      <w:r w:rsidR="00CA4563">
        <w:rPr>
          <w:rtl/>
        </w:rPr>
        <w:t>:</w:t>
      </w:r>
      <w:r w:rsidRPr="00573E19">
        <w:rPr>
          <w:rtl/>
        </w:rPr>
        <w:t xml:space="preserve"> لو أن رجلا أوصى إلي ان أضع في يهودي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أو نصراني لوضعته فيهم إن الله تعالى يقول </w:t>
      </w:r>
      <w:r>
        <w:rPr>
          <w:rFonts w:hint="cs"/>
          <w:rtl/>
        </w:rPr>
        <w:t>«</w:t>
      </w:r>
      <w:r w:rsidRPr="00573E19">
        <w:rPr>
          <w:rtl/>
        </w:rPr>
        <w:t xml:space="preserve"> فمن بدله بعد ما سمعه فإنما إثمه على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48</w:t>
      </w:r>
      <w:r>
        <w:rPr>
          <w:rtl/>
        </w:rPr>
        <w:t xml:space="preserve">2 - </w:t>
      </w:r>
      <w:r w:rsidRPr="00196BA9">
        <w:rPr>
          <w:rtl/>
        </w:rPr>
        <w:t>48</w:t>
      </w:r>
      <w:r>
        <w:rPr>
          <w:rtl/>
        </w:rPr>
        <w:t xml:space="preserve">3 -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89.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484</w:t>
      </w:r>
      <w:r>
        <w:rPr>
          <w:rtl/>
        </w:rPr>
        <w:t xml:space="preserve"> - </w:t>
      </w:r>
      <w:r w:rsidRPr="00573E19">
        <w:rPr>
          <w:rtl/>
        </w:rPr>
        <w:t>485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410 والأول بسند آخر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الذين يبدلونه </w:t>
      </w:r>
      <w:r>
        <w:rPr>
          <w:rFonts w:hint="cs"/>
          <w:rtl/>
        </w:rPr>
        <w:t>»</w:t>
      </w:r>
      <w:r w:rsidRPr="00573E19">
        <w:rPr>
          <w:rtl/>
        </w:rPr>
        <w:t xml:space="preserve"> فانظروا إلى من يخرج إلى هذا الوجه يعني الثغور فابعثوا به إليه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486</w:t>
      </w:r>
    </w:p>
    <w:p w:rsidR="00FE5331" w:rsidRPr="00573E19" w:rsidRDefault="00FE5331" w:rsidP="00E65987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الريان بن شبيب قال</w:t>
      </w:r>
      <w:r w:rsidR="00CA4563">
        <w:rPr>
          <w:rtl/>
        </w:rPr>
        <w:t>:</w:t>
      </w:r>
      <w:r w:rsidRPr="00573E19">
        <w:rPr>
          <w:rtl/>
        </w:rPr>
        <w:t xml:space="preserve"> أوصت ماردة لقوم</w:t>
      </w:r>
      <w:r w:rsidR="009C2257">
        <w:rPr>
          <w:rtl/>
        </w:rPr>
        <w:t xml:space="preserve"> </w:t>
      </w:r>
      <w:r w:rsidRPr="00573E19">
        <w:rPr>
          <w:rtl/>
        </w:rPr>
        <w:t>نصارى فراشين بوصية فقال</w:t>
      </w:r>
      <w:r w:rsidR="00CA4563">
        <w:rPr>
          <w:rtl/>
        </w:rPr>
        <w:t>:</w:t>
      </w:r>
      <w:r w:rsidRPr="00573E19">
        <w:rPr>
          <w:rtl/>
        </w:rPr>
        <w:t xml:space="preserve"> أصحابنا أقسم هذا في فقراء المسلمين من أصحابك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فسألت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فقلت ان أختي أوصت بوصية لقوم نصارى وأردت أن</w:t>
      </w:r>
      <w:r w:rsidR="009C2257">
        <w:rPr>
          <w:rtl/>
        </w:rPr>
        <w:t xml:space="preserve"> </w:t>
      </w:r>
      <w:r w:rsidRPr="00573E19">
        <w:rPr>
          <w:rtl/>
        </w:rPr>
        <w:t>اصرف ذلك إلى قوم من أصحابنا مسلمين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امض الوصية على ما أوصت به قال</w:t>
      </w:r>
      <w:r w:rsidR="009C2257">
        <w:rPr>
          <w:rtl/>
        </w:rPr>
        <w:t xml:space="preserve"> </w:t>
      </w:r>
      <w:r w:rsidRPr="00573E19">
        <w:rPr>
          <w:rtl/>
        </w:rPr>
        <w:t>الله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E65987" w:rsidRPr="00E65987">
        <w:rPr>
          <w:rStyle w:val="libAieChar"/>
          <w:rtl/>
        </w:rPr>
        <w:t>فَإِنَّمَا إِثْمُهُ عَلَى الَّذِينَ يُبَدِّلُونَهُ</w:t>
      </w:r>
      <w:r w:rsidR="00E65987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أبيه عن أبي طالب عبد الله بن الصلت قال</w:t>
      </w:r>
      <w:r w:rsidR="00CA4563">
        <w:rPr>
          <w:rtl/>
        </w:rPr>
        <w:t>:</w:t>
      </w:r>
      <w:r w:rsidRPr="00573E19">
        <w:rPr>
          <w:rtl/>
        </w:rPr>
        <w:t xml:space="preserve"> كتب الخليل بن</w:t>
      </w:r>
      <w:r w:rsidR="009C2257">
        <w:rPr>
          <w:rtl/>
        </w:rPr>
        <w:t xml:space="preserve"> </w:t>
      </w:r>
      <w:r w:rsidRPr="00573E19">
        <w:rPr>
          <w:rtl/>
        </w:rPr>
        <w:t>هاشم إلى ذي الرياستين وهو والي نيسابور إن رجلا من المجوس مات وأوصى</w:t>
      </w:r>
      <w:r w:rsidR="009C2257">
        <w:rPr>
          <w:rtl/>
        </w:rPr>
        <w:t xml:space="preserve"> </w:t>
      </w:r>
      <w:r w:rsidRPr="00573E19">
        <w:rPr>
          <w:rtl/>
        </w:rPr>
        <w:t>للفقراء بشئ من ماله فأخذه قاضي نيسابور فجعله في فقراء المسلمين فكتب الخليل</w:t>
      </w:r>
      <w:r w:rsidR="009C2257">
        <w:rPr>
          <w:rtl/>
        </w:rPr>
        <w:t xml:space="preserve"> </w:t>
      </w:r>
      <w:r w:rsidRPr="00573E19">
        <w:rPr>
          <w:rtl/>
        </w:rPr>
        <w:t>إلى ذي الرياستين بذلك فسأل المأمون عن ذلك فقال</w:t>
      </w:r>
      <w:r w:rsidR="00CA4563">
        <w:rPr>
          <w:rtl/>
        </w:rPr>
        <w:t>:</w:t>
      </w:r>
      <w:r w:rsidRPr="00573E19">
        <w:rPr>
          <w:rtl/>
        </w:rPr>
        <w:t xml:space="preserve"> ليس عندي في ذلك من شئ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فسأل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 أبو الحسن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المجوسي لم يوص لفقراء</w:t>
      </w:r>
      <w:r w:rsidR="009C2257">
        <w:rPr>
          <w:rtl/>
        </w:rPr>
        <w:t xml:space="preserve"> </w:t>
      </w:r>
      <w:r w:rsidRPr="00573E19">
        <w:rPr>
          <w:rtl/>
        </w:rPr>
        <w:t>المسلمين ولكن ينبغي أن يؤخذ مقدار ذلك المال من مال الصدقة فيرد على فقراء المجوس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488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حماد عن حريز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بماله في سبيل الله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اعطه لمن أوصى</w:t>
      </w:r>
      <w:r w:rsidR="009C2257">
        <w:rPr>
          <w:rtl/>
        </w:rPr>
        <w:t xml:space="preserve"> </w:t>
      </w:r>
      <w:r w:rsidRPr="00573E19">
        <w:rPr>
          <w:rtl/>
        </w:rPr>
        <w:t>له وإن كان يهوديا أو نصرانيا إن الله تعالى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E65987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فَمَن بَدَّلَهُ بَعْدَ مَا سَمِعَهُ فَإِنَّمَا إِثْمُهُ عَلَى الَّذِينَ يُبَدِّلُونَهُ</w:t>
      </w:r>
      <w:r w:rsidR="00E65987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محمد بن علي بن محبوب عن أبي محمد الحسن بن علي الهمداني</w:t>
      </w:r>
      <w:r w:rsidR="009C2257">
        <w:rPr>
          <w:rtl/>
        </w:rPr>
        <w:t xml:space="preserve"> </w:t>
      </w:r>
      <w:r w:rsidRPr="00573E19">
        <w:rPr>
          <w:rtl/>
        </w:rPr>
        <w:t>عن إبراهيم بن محمد قال</w:t>
      </w:r>
      <w:r w:rsidR="00CA4563">
        <w:rPr>
          <w:rtl/>
        </w:rPr>
        <w:t>:</w:t>
      </w:r>
      <w:r w:rsidRPr="00573E19">
        <w:rPr>
          <w:rtl/>
        </w:rPr>
        <w:t xml:space="preserve"> كتب أحمد بن هلال 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يهودي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486</w:t>
      </w:r>
      <w:r>
        <w:rPr>
          <w:rtl/>
        </w:rPr>
        <w:t xml:space="preserve"> - </w:t>
      </w:r>
      <w:r w:rsidRPr="00196BA9">
        <w:rPr>
          <w:rtl/>
        </w:rPr>
        <w:t>487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 xml:space="preserve">90 الكافي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23</w:t>
      </w:r>
      <w:r w:rsidRPr="00196BA9">
        <w:rPr>
          <w:rtl/>
        </w:rPr>
        <w:t>8 واخرج الأخير الصدوق في</w:t>
      </w:r>
      <w:r w:rsidR="009C2257">
        <w:rPr>
          <w:rtl/>
        </w:rPr>
        <w:t xml:space="preserve"> </w:t>
      </w:r>
      <w:r w:rsidRPr="00196BA9">
        <w:rPr>
          <w:rtl/>
        </w:rPr>
        <w:t>الفقيه ص 410.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410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مات وأوصى لديانهم فكتب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أوصله إلي وعرفني لانفذه فيما ينبغي</w:t>
      </w:r>
      <w:r w:rsidR="009C2257">
        <w:rPr>
          <w:rtl/>
        </w:rPr>
        <w:t xml:space="preserve"> </w:t>
      </w:r>
      <w:r w:rsidRPr="00573E19">
        <w:rPr>
          <w:rtl/>
        </w:rPr>
        <w:t>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عيسى عن محمد بن محمد قال</w:t>
      </w:r>
      <w:r w:rsidR="00CA4563">
        <w:rPr>
          <w:rtl/>
        </w:rPr>
        <w:t>:</w:t>
      </w:r>
      <w:r w:rsidRPr="00573E19">
        <w:rPr>
          <w:rtl/>
        </w:rPr>
        <w:t xml:space="preserve"> كتب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بلال 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يهودي مات وأوصى لديانه بشئ أقدر على</w:t>
      </w:r>
      <w:r w:rsidR="009C2257">
        <w:rPr>
          <w:rtl/>
        </w:rPr>
        <w:t xml:space="preserve"> </w:t>
      </w:r>
      <w:r w:rsidRPr="00573E19">
        <w:rPr>
          <w:rtl/>
        </w:rPr>
        <w:t>اخذه هل يجوز أن آخذه فادفعه إلى مواليك</w:t>
      </w:r>
      <w:r>
        <w:rPr>
          <w:rtl/>
        </w:rPr>
        <w:t>؟</w:t>
      </w:r>
      <w:r w:rsidRPr="00573E19">
        <w:rPr>
          <w:rtl/>
        </w:rPr>
        <w:t xml:space="preserve"> أو انفذه فيما أوصي به اليهودي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أوصله إلي وعرفنيه لانفذه فيما ينبغي إن شاء الله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هذين الخبرين والأخبار المتقدمة لأنه ليس فيهما أكثر من أنه أمر</w:t>
      </w:r>
      <w:r w:rsidR="009C2257">
        <w:rPr>
          <w:rtl/>
        </w:rPr>
        <w:t xml:space="preserve"> </w:t>
      </w:r>
      <w:r w:rsidRPr="00573E19">
        <w:rPr>
          <w:rtl/>
        </w:rPr>
        <w:t>بايصال المال إليه</w:t>
      </w:r>
      <w:r w:rsidR="00CA4563">
        <w:rPr>
          <w:rtl/>
        </w:rPr>
        <w:t>،</w:t>
      </w:r>
      <w:r w:rsidRPr="00573E19">
        <w:rPr>
          <w:rtl/>
        </w:rPr>
        <w:t xml:space="preserve"> ولا يمتنع أن يكون إنما استدعى المال إليه ليتولى هو تفرقته على</w:t>
      </w:r>
      <w:r w:rsidR="009C2257">
        <w:rPr>
          <w:rtl/>
        </w:rPr>
        <w:t xml:space="preserve"> </w:t>
      </w:r>
      <w:r w:rsidRPr="00573E19">
        <w:rPr>
          <w:rtl/>
        </w:rPr>
        <w:t>حسب ما أمر الموصي</w:t>
      </w:r>
      <w:r w:rsidR="00CA4563">
        <w:rPr>
          <w:rtl/>
        </w:rPr>
        <w:t>،</w:t>
      </w:r>
      <w:r w:rsidRPr="00573E19">
        <w:rPr>
          <w:rtl/>
        </w:rPr>
        <w:t xml:space="preserve"> وليس في هذين الخبرين أنه خالف ما أوصي وصرف في غير</w:t>
      </w:r>
      <w:r w:rsidR="009C2257">
        <w:rPr>
          <w:rtl/>
        </w:rPr>
        <w:t xml:space="preserve"> </w:t>
      </w:r>
      <w:r w:rsidRPr="00573E19">
        <w:rPr>
          <w:rtl/>
        </w:rPr>
        <w:t>ذلك الوجه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78" w:name="_Toc374810472"/>
      <w:bookmarkStart w:id="179" w:name="_Toc376954847"/>
      <w:r w:rsidRPr="00573E19">
        <w:rPr>
          <w:rtl/>
        </w:rPr>
        <w:t>78</w:t>
      </w:r>
      <w:r>
        <w:rPr>
          <w:rtl/>
        </w:rPr>
        <w:t xml:space="preserve"> - </w:t>
      </w:r>
      <w:r w:rsidRPr="00573E19">
        <w:rPr>
          <w:rtl/>
        </w:rPr>
        <w:t>باب من أوصى بشئ في سبيل الله تعالى</w:t>
      </w:r>
      <w:bookmarkEnd w:id="178"/>
      <w:bookmarkEnd w:id="17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محمد بن سليمان عن الحسين بن عمر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رجلا أوصى إلي بشئ في السبيل فقال</w:t>
      </w:r>
      <w:r w:rsidR="00CA4563">
        <w:rPr>
          <w:rtl/>
        </w:rPr>
        <w:t>:</w:t>
      </w:r>
      <w:r w:rsidRPr="00573E19">
        <w:rPr>
          <w:rtl/>
        </w:rPr>
        <w:t xml:space="preserve"> أصرفه في الحج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فقلت له أوصى إلي في السبيل فقال</w:t>
      </w:r>
      <w:r w:rsidR="00CA4563">
        <w:rPr>
          <w:rtl/>
        </w:rPr>
        <w:t>:</w:t>
      </w:r>
      <w:r w:rsidRPr="00573E19">
        <w:rPr>
          <w:rtl/>
        </w:rPr>
        <w:t xml:space="preserve"> اصرفه في الحج</w:t>
      </w:r>
      <w:r w:rsidR="00CA4563">
        <w:rPr>
          <w:rtl/>
        </w:rPr>
        <w:t>،</w:t>
      </w:r>
      <w:r w:rsidRPr="00573E19">
        <w:rPr>
          <w:rtl/>
        </w:rPr>
        <w:t xml:space="preserve"> قال فقلت له أوصى إلي</w:t>
      </w:r>
      <w:r w:rsidR="009C2257">
        <w:rPr>
          <w:rtl/>
        </w:rPr>
        <w:t xml:space="preserve"> </w:t>
      </w:r>
      <w:r w:rsidRPr="00573E19">
        <w:rPr>
          <w:rtl/>
        </w:rPr>
        <w:t>في السبيل فقال</w:t>
      </w:r>
      <w:r w:rsidR="00CA4563">
        <w:rPr>
          <w:rtl/>
        </w:rPr>
        <w:t>:</w:t>
      </w:r>
      <w:r w:rsidRPr="00573E19">
        <w:rPr>
          <w:rtl/>
        </w:rPr>
        <w:t xml:space="preserve"> لا أعلم شيئا من سبيله أفضل من الحج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أحمد بن يحيى عن محمد بن عيسى بن عبيد عن الحسن بن</w:t>
      </w:r>
      <w:r w:rsidR="009C2257">
        <w:rPr>
          <w:rtl/>
        </w:rPr>
        <w:t xml:space="preserve"> </w:t>
      </w:r>
      <w:r w:rsidRPr="00573E19">
        <w:rPr>
          <w:rtl/>
        </w:rPr>
        <w:t>راشد قال</w:t>
      </w:r>
      <w:r w:rsidR="00CA4563">
        <w:rPr>
          <w:rtl/>
        </w:rPr>
        <w:t>:</w:t>
      </w:r>
      <w:r w:rsidRPr="00573E19">
        <w:rPr>
          <w:rtl/>
        </w:rPr>
        <w:t xml:space="preserve"> سألت العسكري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بالمدينة عن رجل أوصى بمال في سبيل الله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سبيل الله شيعتنا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لأنه يمكن الجمع بينهما على ما ذكره أبو جعفر محمد بن علي بن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490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90 الفقيه ص 418.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491</w:t>
      </w:r>
      <w:r>
        <w:rPr>
          <w:rtl/>
        </w:rPr>
        <w:t xml:space="preserve"> - </w:t>
      </w:r>
      <w:r w:rsidRPr="00573E19">
        <w:rPr>
          <w:rtl/>
        </w:rPr>
        <w:t>49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8 الفقيه ص 411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الحسين بن بابويه القمي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لأنه قال ينبغي أن يعطي المال رجلا من الشيعة</w:t>
      </w:r>
      <w:r w:rsidR="009C2257">
        <w:rPr>
          <w:rtl/>
        </w:rPr>
        <w:t xml:space="preserve"> </w:t>
      </w:r>
      <w:r w:rsidRPr="00573E19">
        <w:rPr>
          <w:rtl/>
        </w:rPr>
        <w:t>ليحج به فيكون قد انصرف في الوجهين جميعا وهذا وجه قريب</w:t>
      </w:r>
      <w:r w:rsidR="00CA4563">
        <w:rPr>
          <w:rtl/>
        </w:rPr>
        <w:t>،</w:t>
      </w:r>
      <w:r w:rsidRPr="00573E19">
        <w:rPr>
          <w:rtl/>
        </w:rPr>
        <w:t xml:space="preserve"> ولا ينافي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</w:t>
      </w:r>
      <w:r>
        <w:rPr>
          <w:rtl/>
        </w:rPr>
        <w:t>3</w:t>
      </w:r>
    </w:p>
    <w:p w:rsidR="00FE5331" w:rsidRPr="00573E19" w:rsidRDefault="00FE5331" w:rsidP="007B1958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أحمد بن محمد عن علي بن الحكم عن حجاج الخشاب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امرأة أوصت إلي بمال أن يجعل في سبيل الله فقيل لها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نحج به فقالت اجعله في سبيل الله فقالوا لها فنعطيه آل محمد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فقالت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اجعله في سبيل الله فقال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اجعل في سبيل الله كما أمرت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مرني كيف اجعله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اجعله كما أمرتك إن الله تعالى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فَمَن بَدَّلَهُ بَعْدَ مَا سَمِعَهُ فَإِنَّمَا إِثْمُهُ عَلَى الَّذِينَ يُبَدِّلُونَهُ</w:t>
      </w:r>
      <w:r w:rsidR="007B1958">
        <w:rPr>
          <w:rStyle w:val="libAieChar"/>
        </w:rPr>
        <w:t xml:space="preserve"> </w:t>
      </w:r>
      <w:r w:rsidR="007B1958" w:rsidRPr="007B1958">
        <w:rPr>
          <w:rStyle w:val="libAieChar"/>
          <w:rtl/>
        </w:rPr>
        <w:t>إِنَّ اللَّـهَ سَمِيعٌ عَلِيمٌ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أرأيتك لو أمرتك أن تعطيه يهوديا</w:t>
      </w:r>
      <w:r w:rsidR="009C2257">
        <w:rPr>
          <w:rtl/>
        </w:rPr>
        <w:t xml:space="preserve"> </w:t>
      </w:r>
      <w:r w:rsidRPr="00573E19">
        <w:rPr>
          <w:rtl/>
        </w:rPr>
        <w:t>كنت تعطيه نصرانيا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فمكثت بعد ذلك ثلاث سنين ثم دخلت عليه فقلت له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مثل الذي قلت أول مرة فسكت هنيئة ثم قال</w:t>
      </w:r>
      <w:r w:rsidR="00CA4563">
        <w:rPr>
          <w:rtl/>
        </w:rPr>
        <w:t>:</w:t>
      </w:r>
      <w:r w:rsidRPr="00573E19">
        <w:rPr>
          <w:rtl/>
        </w:rPr>
        <w:t xml:space="preserve"> هاتها فقلت</w:t>
      </w:r>
      <w:r w:rsidR="00CA4563">
        <w:rPr>
          <w:rtl/>
        </w:rPr>
        <w:t>:</w:t>
      </w:r>
      <w:r w:rsidRPr="00573E19">
        <w:rPr>
          <w:rtl/>
        </w:rPr>
        <w:t xml:space="preserve"> من اعطيها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عيسى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شلقان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الأولين لأنه لا يمتنع أن يكون امره بتسليم ذلك إلى عيسى ليحج</w:t>
      </w:r>
      <w:r w:rsidR="009C2257">
        <w:rPr>
          <w:rtl/>
        </w:rPr>
        <w:t xml:space="preserve"> </w:t>
      </w:r>
      <w:r w:rsidRPr="00573E19">
        <w:rPr>
          <w:rtl/>
        </w:rPr>
        <w:t>به عمن أمره بذلك أو يسلم إلى غيره فإنه أعرف بموضع الاستحقاق من غيره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0" w:name="_Toc374810473"/>
      <w:bookmarkStart w:id="181" w:name="_Toc376954848"/>
      <w:r w:rsidRPr="00573E19">
        <w:rPr>
          <w:rtl/>
        </w:rPr>
        <w:t>79</w:t>
      </w:r>
      <w:r>
        <w:rPr>
          <w:rtl/>
        </w:rPr>
        <w:t xml:space="preserve"> - </w:t>
      </w:r>
      <w:r w:rsidRPr="00573E19">
        <w:rPr>
          <w:rtl/>
        </w:rPr>
        <w:t>باب من أوصى بجزء من ماله</w:t>
      </w:r>
      <w:bookmarkEnd w:id="180"/>
      <w:bookmarkEnd w:id="18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494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إن امرأة</w:t>
      </w:r>
      <w:r w:rsidR="009C2257">
        <w:rPr>
          <w:rtl/>
        </w:rPr>
        <w:t xml:space="preserve"> </w:t>
      </w:r>
      <w:r w:rsidRPr="00573E19">
        <w:rPr>
          <w:rtl/>
        </w:rPr>
        <w:t>أوصت إلي وقالت ثلثي تقضي به ديني وجزء منه لفلانة فسألت عن ذلك ابن أبي</w:t>
      </w:r>
      <w:r w:rsidR="009C2257">
        <w:rPr>
          <w:rtl/>
        </w:rPr>
        <w:t xml:space="preserve"> </w:t>
      </w:r>
      <w:r w:rsidRPr="00573E19">
        <w:rPr>
          <w:rtl/>
        </w:rPr>
        <w:t>ليلى فقال</w:t>
      </w:r>
      <w:r w:rsidR="00CA4563">
        <w:rPr>
          <w:rtl/>
        </w:rPr>
        <w:t>:</w:t>
      </w:r>
      <w:r w:rsidRPr="00573E19">
        <w:rPr>
          <w:rtl/>
        </w:rPr>
        <w:t xml:space="preserve"> ما أرى لها شيئا</w:t>
      </w:r>
      <w:r w:rsidR="00CA4563">
        <w:rPr>
          <w:rtl/>
        </w:rPr>
        <w:t>،</w:t>
      </w:r>
      <w:r w:rsidRPr="00573E19">
        <w:rPr>
          <w:rtl/>
        </w:rPr>
        <w:t xml:space="preserve"> لا أدري ما الجزء فسألت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بعد ذلك</w:t>
      </w:r>
      <w:r w:rsidR="009C2257">
        <w:rPr>
          <w:rtl/>
        </w:rPr>
        <w:t xml:space="preserve"> </w:t>
      </w:r>
      <w:r w:rsidRPr="00573E19">
        <w:rPr>
          <w:rtl/>
        </w:rPr>
        <w:t>وخبرته كيف قالت المرأة وبما قال ابن أبي ليلى فقال</w:t>
      </w:r>
      <w:r w:rsidR="00CA4563">
        <w:rPr>
          <w:rtl/>
        </w:rPr>
        <w:t>:</w:t>
      </w:r>
      <w:r w:rsidRPr="00573E19">
        <w:rPr>
          <w:rtl/>
        </w:rPr>
        <w:t xml:space="preserve"> كذب ابن أبي ليلى لها عشر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الثلث إن الله تعالى أمر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وقال له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اجْعَلْ عَلَىٰ كُلِّ جَبَلٍ مِّنْهُنَّ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هامش نسخة د ان عيسى شلقان كان وكيلا عنه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49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45</w:t>
      </w:r>
      <w:r>
        <w:rPr>
          <w:rtl/>
        </w:rPr>
        <w:t>.</w:t>
      </w:r>
    </w:p>
    <w:p w:rsidR="00FE5331" w:rsidRPr="00573E19" w:rsidRDefault="00FE5331" w:rsidP="007B1958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="007B1958" w:rsidRPr="007B1958">
        <w:rPr>
          <w:rStyle w:val="libAieChar"/>
          <w:rtl/>
        </w:rPr>
        <w:lastRenderedPageBreak/>
        <w:t>جُزْءًا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وكانت الجبال يومئذ عشرة والجزء هو العشر من الشئ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495</w:t>
      </w:r>
    </w:p>
    <w:p w:rsidR="00FE5331" w:rsidRPr="00573E19" w:rsidRDefault="00FE5331" w:rsidP="007B1958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ابن فضال عن فضالة عن معاوية بن عمار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بجزء من ماله قال</w:t>
      </w:r>
      <w:r w:rsidR="00CA4563">
        <w:rPr>
          <w:rtl/>
        </w:rPr>
        <w:t>:</w:t>
      </w:r>
      <w:r w:rsidRPr="00573E19">
        <w:rPr>
          <w:rtl/>
        </w:rPr>
        <w:t xml:space="preserve"> جزء من عشرة قال الله</w:t>
      </w:r>
      <w:r w:rsidR="009C2257">
        <w:rPr>
          <w:rtl/>
        </w:rPr>
        <w:t xml:space="preserve"> </w:t>
      </w:r>
      <w:r w:rsidRPr="00573E19">
        <w:rPr>
          <w:rtl/>
        </w:rPr>
        <w:t>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اجْعَلْ عَلَىٰ كُلِّ جَبَلٍ مِّنْهُنَّ</w:t>
      </w:r>
      <w:r w:rsidRPr="00573E19">
        <w:rPr>
          <w:rtl/>
        </w:rPr>
        <w:t xml:space="preserve"> </w:t>
      </w:r>
      <w:r w:rsidR="007B1958" w:rsidRPr="007B1958">
        <w:rPr>
          <w:rStyle w:val="libAieChar"/>
          <w:rtl/>
        </w:rPr>
        <w:t>جُزْءًا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وكانت الجبال عشرة أجبال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حماد عن أبان بن تغلب قال</w:t>
      </w:r>
      <w:r w:rsidR="00CA4563">
        <w:rPr>
          <w:rtl/>
        </w:rPr>
        <w:t>:</w:t>
      </w:r>
      <w:r w:rsidRPr="00573E19">
        <w:rPr>
          <w:rtl/>
        </w:rPr>
        <w:t xml:space="preserve"> قال أبو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الجزء واحد من عشرة لان الجبال عشرة والطير أربعة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السندي بن الربيع عن محمد بن أبي عمير عن</w:t>
      </w:r>
      <w:r w:rsidR="009C2257">
        <w:rPr>
          <w:rtl/>
        </w:rPr>
        <w:t xml:space="preserve"> </w:t>
      </w:r>
      <w:r w:rsidRPr="00573E19">
        <w:rPr>
          <w:rtl/>
        </w:rPr>
        <w:t>أبي أيوب الخزاز عن أبي بصير</w:t>
      </w:r>
      <w:r w:rsidR="00CA4563">
        <w:rPr>
          <w:rtl/>
        </w:rPr>
        <w:t>،</w:t>
      </w:r>
      <w:r w:rsidRPr="00573E19">
        <w:rPr>
          <w:rtl/>
        </w:rPr>
        <w:t xml:space="preserve"> وحفص بن البختري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أوصى بجزء من ماله قال</w:t>
      </w:r>
      <w:r w:rsidR="00CA4563">
        <w:rPr>
          <w:rtl/>
        </w:rPr>
        <w:t>:</w:t>
      </w:r>
      <w:r w:rsidRPr="00573E19">
        <w:rPr>
          <w:rtl/>
        </w:rPr>
        <w:t xml:space="preserve"> جزء من عشرة وقال</w:t>
      </w:r>
      <w:r w:rsidR="00CA4563">
        <w:rPr>
          <w:rtl/>
        </w:rPr>
        <w:t>:</w:t>
      </w:r>
      <w:r w:rsidRPr="00573E19">
        <w:rPr>
          <w:rtl/>
        </w:rPr>
        <w:t xml:space="preserve"> كانت الجبال</w:t>
      </w:r>
      <w:r w:rsidR="009C2257">
        <w:rPr>
          <w:rtl/>
        </w:rPr>
        <w:t xml:space="preserve"> </w:t>
      </w:r>
      <w:r w:rsidRPr="00573E19">
        <w:rPr>
          <w:rtl/>
        </w:rPr>
        <w:t>عشرة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498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فاما ما رواه محمد بن علي بن محبوب عن أحمد بن محمد عن ابن أبي نصر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بجزء من ماله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واحد من</w:t>
      </w:r>
      <w:r w:rsidR="009C2257">
        <w:rPr>
          <w:rtl/>
        </w:rPr>
        <w:t xml:space="preserve"> </w:t>
      </w:r>
      <w:r w:rsidRPr="00573E19">
        <w:rPr>
          <w:rtl/>
        </w:rPr>
        <w:t>سبعة إن الله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لَهَا سَبْعَةُ أَبْوَابٍ لِّكُلِّ بَابٍ مِّنْهُمْ جُزْءٌ مَّقْسُومٌ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فرجل</w:t>
      </w:r>
      <w:r w:rsidR="009C2257">
        <w:rPr>
          <w:rtl/>
        </w:rPr>
        <w:t xml:space="preserve"> </w:t>
      </w:r>
      <w:r w:rsidRPr="00573E19">
        <w:rPr>
          <w:rtl/>
        </w:rPr>
        <w:t>أوصى بسهم من ماله فقال</w:t>
      </w:r>
      <w:r w:rsidR="00CA4563">
        <w:rPr>
          <w:rtl/>
        </w:rPr>
        <w:t>:</w:t>
      </w:r>
      <w:r w:rsidRPr="00573E19">
        <w:rPr>
          <w:rtl/>
        </w:rPr>
        <w:t xml:space="preserve"> السهم واحد من ثمانية ثم قرأ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إِنَّمَا الصَّدَقَاتُ لِلْفُقَرَ‌اءِ وَالْمَسَاكِينِ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إلى آخر الآية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499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بن عيسى عن إسماعيل بن همام الكندي عن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أوصى بجزء من ماله قال</w:t>
      </w:r>
      <w:r w:rsidR="00CA4563">
        <w:rPr>
          <w:rtl/>
        </w:rPr>
        <w:t>:</w:t>
      </w:r>
      <w:r w:rsidRPr="00573E19">
        <w:rPr>
          <w:rtl/>
        </w:rPr>
        <w:t xml:space="preserve"> الجزء من سبعة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لَهَا سَبْعَةُ أَبْوَابٍ لِّكُلِّ بَابٍ مِّنْهُمْ جُزْءٌ مَّقْسُومٌ</w:t>
      </w:r>
      <w:r w:rsidR="007B195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نسخة في د </w:t>
      </w:r>
      <w:r>
        <w:rPr>
          <w:rtl/>
        </w:rPr>
        <w:t>(</w:t>
      </w:r>
      <w:r w:rsidRPr="00573E19">
        <w:rPr>
          <w:rtl/>
        </w:rPr>
        <w:t xml:space="preserve"> ابن أبي عمير )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495</w:t>
      </w:r>
      <w:r>
        <w:rPr>
          <w:rtl/>
        </w:rPr>
        <w:t xml:space="preserve"> - </w:t>
      </w:r>
      <w:r w:rsidRPr="00196BA9">
        <w:rPr>
          <w:rtl/>
        </w:rPr>
        <w:t>496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 xml:space="preserve">91 الكافي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2</w:t>
      </w:r>
      <w:r w:rsidRPr="00196BA9">
        <w:rPr>
          <w:rtl/>
        </w:rPr>
        <w:t>45 واخرج الأول الصدوق في</w:t>
      </w:r>
      <w:r w:rsidR="009C2257">
        <w:rPr>
          <w:rtl/>
        </w:rPr>
        <w:t xml:space="preserve"> </w:t>
      </w:r>
      <w:r w:rsidRPr="00196BA9">
        <w:rPr>
          <w:rtl/>
        </w:rPr>
        <w:t>الفقيه ص 411.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497</w:t>
      </w:r>
      <w:r>
        <w:rPr>
          <w:rtl/>
        </w:rPr>
        <w:t xml:space="preserve"> - </w:t>
      </w:r>
      <w:r w:rsidRPr="00573E19">
        <w:rPr>
          <w:rtl/>
        </w:rPr>
        <w:t>498</w:t>
      </w:r>
      <w:r>
        <w:rPr>
          <w:rtl/>
        </w:rPr>
        <w:t xml:space="preserve"> - </w:t>
      </w:r>
      <w:r w:rsidRPr="00573E19">
        <w:rPr>
          <w:rtl/>
        </w:rPr>
        <w:t>499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91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عنه عن ابن همام عن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عبد الله الرازي عن أحمد بن محمد بن أبي نصر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الحسين بن خالد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أوصى بجزء من</w:t>
      </w:r>
      <w:r w:rsidR="009C2257">
        <w:rPr>
          <w:rtl/>
        </w:rPr>
        <w:t xml:space="preserve"> </w:t>
      </w:r>
      <w:r w:rsidRPr="00573E19">
        <w:rPr>
          <w:rtl/>
        </w:rPr>
        <w:t>ماله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سبع ثلثه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 لان الوجه في الجمع بينهما أن نحمل</w:t>
      </w:r>
      <w:r w:rsidR="009C2257">
        <w:rPr>
          <w:rtl/>
        </w:rPr>
        <w:t xml:space="preserve"> </w:t>
      </w:r>
      <w:r w:rsidRPr="00573E19">
        <w:rPr>
          <w:rtl/>
        </w:rPr>
        <w:t>الاخبار الأولة على الوجوب والأخيرة على الاستحباب فنقول يلزم أن يخرج واحد</w:t>
      </w:r>
      <w:r w:rsidR="009C2257">
        <w:rPr>
          <w:rtl/>
        </w:rPr>
        <w:t xml:space="preserve"> </w:t>
      </w:r>
      <w:r w:rsidRPr="00573E19">
        <w:rPr>
          <w:rtl/>
        </w:rPr>
        <w:t>من عشرة ويستحب للورثة أن يخرجوا واحدا من سبعة لئلا تتناقض الاخبار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2" w:name="_Toc374810474"/>
      <w:bookmarkStart w:id="183" w:name="_Toc376954849"/>
      <w:r w:rsidRPr="00573E19">
        <w:rPr>
          <w:rtl/>
        </w:rPr>
        <w:t>80</w:t>
      </w:r>
      <w:r>
        <w:rPr>
          <w:rtl/>
        </w:rPr>
        <w:t xml:space="preserve"> - </w:t>
      </w:r>
      <w:r w:rsidRPr="00573E19">
        <w:rPr>
          <w:rtl/>
        </w:rPr>
        <w:t>باب من أوصى بسهم من ماله</w:t>
      </w:r>
      <w:bookmarkEnd w:id="182"/>
      <w:bookmarkEnd w:id="18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</w:t>
      </w:r>
      <w:r>
        <w:rPr>
          <w:rtl/>
        </w:rPr>
        <w:t>2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النوفلي عن السكوني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سئل عن رجل يوصي بسهم من ماله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السهم واحد من ثمانية</w:t>
      </w:r>
      <w:r w:rsidR="009C2257">
        <w:rPr>
          <w:rtl/>
        </w:rPr>
        <w:t xml:space="preserve"> </w:t>
      </w:r>
      <w:r w:rsidRPr="00573E19">
        <w:rPr>
          <w:rtl/>
        </w:rPr>
        <w:t>لقول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إِنَّمَا الصَّدَقَاتُ لِلْفُقَرَ‌اءِ وَالْمَسَاكِينِ وَالْعَامِلِينَ عَلَيْهَا وَالْمُؤَلَّفَةِ قُلُوبُهُمْ وَفِي الرِّ‌قَابِ وَالْغَارِ‌مِينَ وَفِي سَبِيلِ اللَّـهِ وَابْنِ السَّبِيلِ</w:t>
      </w:r>
      <w:r w:rsidR="007B195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علي عن أبيه عن صفوان قال سألت الرضا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ومحمد بن يحيى عن</w:t>
      </w:r>
      <w:r w:rsidR="009C2257">
        <w:rPr>
          <w:rtl/>
        </w:rPr>
        <w:t xml:space="preserve"> </w:t>
      </w:r>
      <w:r w:rsidRPr="00573E19">
        <w:rPr>
          <w:rtl/>
        </w:rPr>
        <w:t>أحمد بن محمد عن علي بن أحمد عن صفوان وأحمد بن محمد بن أبي نصر قالا</w:t>
      </w:r>
      <w:r w:rsidR="00CA4563">
        <w:rPr>
          <w:rtl/>
        </w:rPr>
        <w:t>:</w:t>
      </w:r>
      <w:r w:rsidRPr="00573E19">
        <w:rPr>
          <w:rtl/>
        </w:rPr>
        <w:t xml:space="preserve"> سألنا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لك بسهم من ماله ولا ندري السهم أي شئ هو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ليس عندكم فيما بلغكم عن جعفر ولا عن أبي جعفر فيها شئ</w:t>
      </w:r>
      <w:r>
        <w:rPr>
          <w:rtl/>
        </w:rPr>
        <w:t>؟</w:t>
      </w:r>
      <w:r w:rsidRPr="00573E19">
        <w:rPr>
          <w:rtl/>
        </w:rPr>
        <w:t xml:space="preserve"> فقلنا له جعلنا</w:t>
      </w:r>
      <w:r w:rsidR="009C2257">
        <w:rPr>
          <w:rtl/>
        </w:rPr>
        <w:t xml:space="preserve"> </w:t>
      </w:r>
      <w:r w:rsidRPr="00573E19">
        <w:rPr>
          <w:rtl/>
        </w:rPr>
        <w:t>فداك ما سمعنا أصحابنا يذكرون شيئا من هذا عن أبائك فقال</w:t>
      </w:r>
      <w:r w:rsidR="00CA4563">
        <w:rPr>
          <w:rtl/>
        </w:rPr>
        <w:t>:</w:t>
      </w:r>
      <w:r w:rsidRPr="00573E19">
        <w:rPr>
          <w:rtl/>
        </w:rPr>
        <w:t xml:space="preserve"> السهم واحد من</w:t>
      </w:r>
      <w:r w:rsidR="009C2257">
        <w:rPr>
          <w:rtl/>
        </w:rPr>
        <w:t xml:space="preserve"> </w:t>
      </w:r>
      <w:r w:rsidRPr="00573E19">
        <w:rPr>
          <w:rtl/>
        </w:rPr>
        <w:t>ثمانية فقلنا له جعلنا فداك فكيف صار واحدا من ثمانية</w:t>
      </w:r>
      <w:r>
        <w:rPr>
          <w:rtl/>
        </w:rPr>
        <w:t>؟</w:t>
      </w:r>
      <w:r w:rsidRPr="00573E19">
        <w:rPr>
          <w:rtl/>
        </w:rPr>
        <w:t xml:space="preserve"> فقال أما تقرأ كتاب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500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91.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91 الفقيه ص 411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</w:t>
      </w:r>
      <w:r>
        <w:rPr>
          <w:rtl/>
        </w:rPr>
        <w:t xml:space="preserve">2 - </w:t>
      </w:r>
      <w:r w:rsidRPr="00573E19">
        <w:rPr>
          <w:rtl/>
        </w:rPr>
        <w:t>50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45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411</w:t>
      </w:r>
      <w:r>
        <w:rPr>
          <w:rtl/>
        </w:rPr>
        <w:t>.</w:t>
      </w:r>
    </w:p>
    <w:p w:rsidR="00FE5331" w:rsidRPr="00573E19" w:rsidRDefault="00FE5331" w:rsidP="007B1958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تعالى قلت</w:t>
      </w:r>
      <w:r w:rsidR="00CA4563">
        <w:rPr>
          <w:rtl/>
        </w:rPr>
        <w:t>:</w:t>
      </w:r>
      <w:r w:rsidRPr="00573E19">
        <w:rPr>
          <w:rtl/>
        </w:rPr>
        <w:t xml:space="preserve"> جعلت فداك إني لأقرأه ولكن لا أدري أي موضع هو فقال</w:t>
      </w:r>
      <w:r w:rsidR="00CA4563">
        <w:rPr>
          <w:rtl/>
        </w:rPr>
        <w:t>:</w:t>
      </w:r>
      <w:r w:rsidRPr="00573E19">
        <w:rPr>
          <w:rtl/>
        </w:rPr>
        <w:t xml:space="preserve"> قول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عزوجل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إِنَّمَا الصَّدَقَاتُ لِلْفُقَرَ‌اءِ وَالْمَسَاكِينِ وَالْعَامِلِينَ عَلَيْهَا وَالْمُؤَلَّفَةِ قُلُوبُهُمْ وَفِي الرِّ‌قَابِ وَالْغَارِ‌مِينَ وَفِي سَبِيلِ اللَّـهِ وَابْنِ السَّبِيلِ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ثم عقد بيده ثمانية قال</w:t>
      </w:r>
      <w:r w:rsidR="00CA4563">
        <w:rPr>
          <w:rtl/>
        </w:rPr>
        <w:t>:</w:t>
      </w:r>
      <w:r w:rsidRPr="00573E19">
        <w:rPr>
          <w:rtl/>
        </w:rPr>
        <w:t xml:space="preserve"> وكذلك قسمها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على ثمانية أسهم فالسهم واحد من ثمانية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علي بن الحسن بن فضال عن عمرو بن سعيد عن عبد الله بن المغيرة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طلحة بن زيد عن أبي عبد الله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أوصى بسهم من</w:t>
      </w:r>
      <w:r w:rsidR="009C2257">
        <w:rPr>
          <w:rtl/>
        </w:rPr>
        <w:t xml:space="preserve"> </w:t>
      </w:r>
      <w:r w:rsidRPr="00573E19">
        <w:rPr>
          <w:rtl/>
        </w:rPr>
        <w:t>ماله فهو سهم من عشرة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الراوي وهم لأنه لا يمتنع أن</w:t>
      </w:r>
      <w:r w:rsidR="009C2257">
        <w:rPr>
          <w:rtl/>
        </w:rPr>
        <w:t xml:space="preserve"> </w:t>
      </w:r>
      <w:r w:rsidRPr="00573E19">
        <w:rPr>
          <w:rtl/>
        </w:rPr>
        <w:t>يكون سمع ذلك في تفسير الجزء فرواه في السهم وظن أن المعنى واحد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أن يحمل على أن السهم واحد من عشرة وجوبا وواحد من ثمانية استحبابا كما قلناه</w:t>
      </w:r>
      <w:r w:rsidR="009C2257">
        <w:rPr>
          <w:rtl/>
        </w:rPr>
        <w:t xml:space="preserve"> </w:t>
      </w:r>
      <w:r w:rsidRPr="00573E19">
        <w:rPr>
          <w:rtl/>
        </w:rPr>
        <w:t>في الجزء سواء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4" w:name="_Toc374810475"/>
      <w:bookmarkStart w:id="185" w:name="_Toc376954850"/>
      <w:r w:rsidRPr="00573E19">
        <w:rPr>
          <w:rtl/>
        </w:rPr>
        <w:t>81</w:t>
      </w:r>
      <w:r>
        <w:rPr>
          <w:rtl/>
        </w:rPr>
        <w:t xml:space="preserve"> - </w:t>
      </w:r>
      <w:r w:rsidRPr="00573E19">
        <w:rPr>
          <w:rtl/>
        </w:rPr>
        <w:t>باب من أوصى لمملوكه بشئ</w:t>
      </w:r>
      <w:bookmarkEnd w:id="184"/>
      <w:bookmarkEnd w:id="18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الحسن بن محبوب عن الحسن بن صالح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أوصى لمملوك له بثلث ماله قال فقال</w:t>
      </w:r>
      <w:r w:rsidR="00CA4563">
        <w:rPr>
          <w:rtl/>
        </w:rPr>
        <w:t>:</w:t>
      </w:r>
      <w:r w:rsidRPr="00573E19">
        <w:rPr>
          <w:rtl/>
        </w:rPr>
        <w:t xml:space="preserve"> يقوم المملوك بقيمته ثم ينظر</w:t>
      </w:r>
      <w:r w:rsidR="009C2257">
        <w:rPr>
          <w:rtl/>
        </w:rPr>
        <w:t xml:space="preserve"> </w:t>
      </w:r>
      <w:r w:rsidRPr="00573E19">
        <w:rPr>
          <w:rtl/>
        </w:rPr>
        <w:t>ما ثلث الميت فإن كان أقل من قيمة العبد بقدر ربع القيمة استسعي العبد في ربع قيمته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وإن كان أكثر من قيمة العبد أعتق العبد ودفع إليه ما فضل من الثلث بعد القيمة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علي بن حديد عن جميل بن دراج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الرحمن بن الحجاج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لا وصية لمملوك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يحتمل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أنه لا وصية لمملوك من غير مواليه فاما من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504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9</w:t>
      </w:r>
      <w:r>
        <w:rPr>
          <w:rtl/>
        </w:rPr>
        <w:t>2</w:t>
      </w:r>
      <w:r w:rsidRPr="00196BA9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505</w:t>
      </w:r>
      <w:r>
        <w:rPr>
          <w:rtl/>
        </w:rPr>
        <w:t xml:space="preserve"> - </w:t>
      </w:r>
      <w:r w:rsidRPr="00573E19">
        <w:rPr>
          <w:rtl/>
        </w:rPr>
        <w:t>506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مولاه فإنها جائزة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يكون المراد بالخبر أنه لا يجوز للمملوك أن</w:t>
      </w:r>
      <w:r w:rsidR="009C2257">
        <w:rPr>
          <w:rtl/>
        </w:rPr>
        <w:t xml:space="preserve"> </w:t>
      </w:r>
      <w:r w:rsidRPr="00573E19">
        <w:rPr>
          <w:rtl/>
        </w:rPr>
        <w:t>يوصي لأنه لا يملك شيئا وماله مال مولاه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النضر عن عاصم بن حميد عن محمد بن قيس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 في المملوك ما دام عبدا فإنه وماله لأهله لا يجوز له</w:t>
      </w:r>
      <w:r w:rsidR="009C2257">
        <w:rPr>
          <w:rtl/>
        </w:rPr>
        <w:t xml:space="preserve"> </w:t>
      </w:r>
      <w:r w:rsidRPr="00573E19">
        <w:rPr>
          <w:rtl/>
        </w:rPr>
        <w:t>تحرير ولا كثير عطاء ولا وصية إلا أن يشاء سيده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6" w:name="_Toc374810476"/>
      <w:bookmarkStart w:id="187" w:name="_Toc376954851"/>
      <w:r w:rsidRPr="00573E19">
        <w:rPr>
          <w:rtl/>
        </w:rPr>
        <w:t>8</w:t>
      </w:r>
      <w:r>
        <w:rPr>
          <w:rtl/>
        </w:rPr>
        <w:t xml:space="preserve">2 - </w:t>
      </w:r>
      <w:r w:rsidRPr="00573E19">
        <w:rPr>
          <w:rtl/>
        </w:rPr>
        <w:t>باب من أوصى بحج وعتق وصدقة ولم يبلغ الثلث ذلك</w:t>
      </w:r>
      <w:bookmarkEnd w:id="186"/>
      <w:bookmarkEnd w:id="18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معاوية بن عمار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أوصت بمال في عتق وصدقة وحج فلم يبلغ قال</w:t>
      </w:r>
      <w:r w:rsidR="00CA4563">
        <w:rPr>
          <w:rtl/>
        </w:rPr>
        <w:t>:</w:t>
      </w:r>
      <w:r w:rsidRPr="00573E19">
        <w:rPr>
          <w:rtl/>
        </w:rPr>
        <w:t xml:space="preserve"> ابدأ بالحج</w:t>
      </w:r>
      <w:r w:rsidR="009C2257">
        <w:rPr>
          <w:rtl/>
        </w:rPr>
        <w:t xml:space="preserve"> </w:t>
      </w:r>
      <w:r w:rsidRPr="00573E19">
        <w:rPr>
          <w:rtl/>
        </w:rPr>
        <w:t>فإنه مفروض فان بقي شئ فاجعل في الصدقة طائفة وفي العتق طائفة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509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أبيه عن ابن أبي عمير عن معاوية بن عمار قال أوصت</w:t>
      </w:r>
      <w:r w:rsidR="009C2257">
        <w:rPr>
          <w:rtl/>
        </w:rPr>
        <w:t xml:space="preserve"> </w:t>
      </w:r>
      <w:r w:rsidRPr="00573E19">
        <w:rPr>
          <w:rtl/>
        </w:rPr>
        <w:t>إلي امرأة من أهلي بثلث مالها فأمرت أن يعتق ويحج ويتصدق فلم يبلغ ذلك فسألت</w:t>
      </w:r>
      <w:r w:rsidR="009C2257">
        <w:rPr>
          <w:rtl/>
        </w:rPr>
        <w:t xml:space="preserve"> </w:t>
      </w:r>
      <w:r w:rsidRPr="00573E19">
        <w:rPr>
          <w:rtl/>
        </w:rPr>
        <w:t>أبا حنيفة عنها فقال</w:t>
      </w:r>
      <w:r w:rsidR="00CA4563">
        <w:rPr>
          <w:rtl/>
        </w:rPr>
        <w:t>:</w:t>
      </w:r>
      <w:r w:rsidRPr="00573E19">
        <w:rPr>
          <w:rtl/>
        </w:rPr>
        <w:t xml:space="preserve"> يجعل أثلاثا ثلث في العتق وثلث في الحج وثلث في الصدقة فدخلت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على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إن امرأة من أهلي ماتت وأوصت إلي بثلث مالها</w:t>
      </w:r>
      <w:r w:rsidR="009C2257">
        <w:rPr>
          <w:rtl/>
        </w:rPr>
        <w:t xml:space="preserve"> </w:t>
      </w:r>
      <w:r w:rsidRPr="00573E19">
        <w:rPr>
          <w:rtl/>
        </w:rPr>
        <w:t>وأمرت أن يعتق عنها ويتصدق ويحج عنها فنظرت فيه فلم يبلغ فقال</w:t>
      </w:r>
      <w:r w:rsidR="00CA4563">
        <w:rPr>
          <w:rtl/>
        </w:rPr>
        <w:t>:</w:t>
      </w:r>
      <w:r w:rsidRPr="00573E19">
        <w:rPr>
          <w:rtl/>
        </w:rPr>
        <w:t xml:space="preserve"> ابدأ بالحج فإنه</w:t>
      </w:r>
      <w:r w:rsidR="009C2257">
        <w:rPr>
          <w:rtl/>
        </w:rPr>
        <w:t xml:space="preserve"> </w:t>
      </w:r>
      <w:r w:rsidRPr="00573E19">
        <w:rPr>
          <w:rtl/>
        </w:rPr>
        <w:t>فريضة من فرائض الله تعالى وتجعل ما بقي طائفة في العتق وطائفة في الصدقة فأخبرت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حنيفة بقول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فرجع عن قوله وقال بقول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فأما ما رواه أحمد بن محمد عن إسماعيل بن همام عن أبي الحسن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507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9</w:t>
      </w:r>
      <w:r>
        <w:rPr>
          <w:rtl/>
        </w:rPr>
        <w:t>3</w:t>
      </w:r>
      <w:r w:rsidRPr="00196BA9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8 الفقيه 41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9 الفقيه ص 41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8 الفقيه ص 41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رجل أوصى عند موته بمال لذوي قرابته وأعتق مملوكا فكان جميع ما أوصى به</w:t>
      </w:r>
      <w:r w:rsidR="009C2257">
        <w:rPr>
          <w:rtl/>
        </w:rPr>
        <w:t xml:space="preserve"> </w:t>
      </w:r>
      <w:r w:rsidRPr="00573E19">
        <w:rPr>
          <w:rtl/>
        </w:rPr>
        <w:t>يزيد على الثلث كيف يصنع</w:t>
      </w:r>
      <w:r>
        <w:rPr>
          <w:rtl/>
        </w:rPr>
        <w:t>؟</w:t>
      </w:r>
      <w:r w:rsidRPr="00573E19">
        <w:rPr>
          <w:rtl/>
        </w:rPr>
        <w:t xml:space="preserve"> قال يبدأ بالعتق فينفذه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لأنه إذا بدأ بالعتق وما بقي صرفه في الصدقة فقد جعل طائفة</w:t>
      </w:r>
      <w:r w:rsidR="009C2257">
        <w:rPr>
          <w:rtl/>
        </w:rPr>
        <w:t xml:space="preserve"> </w:t>
      </w:r>
      <w:r w:rsidRPr="00573E19">
        <w:rPr>
          <w:rtl/>
        </w:rPr>
        <w:t>من المال في العتق وطائفة في الصدقة حسب ما تضمنه الخبران الأولان</w:t>
      </w:r>
      <w:r w:rsidR="00CA4563">
        <w:rPr>
          <w:rtl/>
        </w:rPr>
        <w:t>،</w:t>
      </w:r>
      <w:r w:rsidRPr="00573E19">
        <w:rPr>
          <w:rtl/>
        </w:rPr>
        <w:t xml:space="preserve"> وليس في</w:t>
      </w:r>
      <w:r w:rsidR="009C2257">
        <w:rPr>
          <w:rtl/>
        </w:rPr>
        <w:t xml:space="preserve"> </w:t>
      </w:r>
      <w:r w:rsidRPr="00573E19">
        <w:rPr>
          <w:rtl/>
        </w:rPr>
        <w:t>الخبرين الأولين أنه يجعل ذلك سواء</w:t>
      </w:r>
      <w:r w:rsidR="00CA4563">
        <w:rPr>
          <w:rtl/>
        </w:rPr>
        <w:t>،</w:t>
      </w:r>
      <w:r w:rsidRPr="00573E19">
        <w:rPr>
          <w:rtl/>
        </w:rPr>
        <w:t xml:space="preserve"> ولا يمتنع أيضا أن يجعل مال الصدقة والعتق</w:t>
      </w:r>
      <w:r w:rsidR="009C2257">
        <w:rPr>
          <w:rtl/>
        </w:rPr>
        <w:t xml:space="preserve"> </w:t>
      </w:r>
      <w:r w:rsidRPr="00573E19">
        <w:rPr>
          <w:rtl/>
        </w:rPr>
        <w:t>سواء ويبدأ في انفاذه بالعتق ثم بالصدقة</w:t>
      </w:r>
      <w:r w:rsidR="00CA4563">
        <w:rPr>
          <w:rtl/>
        </w:rPr>
        <w:t>،</w:t>
      </w:r>
      <w:r w:rsidRPr="00573E19">
        <w:rPr>
          <w:rtl/>
        </w:rPr>
        <w:t xml:space="preserve"> ويجوز أيضا أن يكون إنما تجب البدأة</w:t>
      </w:r>
      <w:r w:rsidR="009C2257">
        <w:rPr>
          <w:rtl/>
        </w:rPr>
        <w:t xml:space="preserve"> </w:t>
      </w:r>
      <w:r w:rsidRPr="00573E19">
        <w:rPr>
          <w:rtl/>
        </w:rPr>
        <w:t>بالعتق لأنه يستغرق أكثر المال وما يبقى بعد ذلك يجعل للصدقة وكل ذلك محتمل</w:t>
      </w:r>
      <w:r w:rsidR="009C2257">
        <w:rPr>
          <w:rtl/>
        </w:rPr>
        <w:t xml:space="preserve"> </w:t>
      </w:r>
      <w:r w:rsidRPr="00573E19">
        <w:rPr>
          <w:rtl/>
        </w:rPr>
        <w:t>على ما قلناه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88" w:name="_Toc374810477"/>
      <w:bookmarkStart w:id="189" w:name="_Toc376954852"/>
      <w:r w:rsidRPr="00573E19">
        <w:rPr>
          <w:rtl/>
        </w:rPr>
        <w:t>8</w:t>
      </w:r>
      <w:r>
        <w:rPr>
          <w:rtl/>
        </w:rPr>
        <w:t xml:space="preserve">3 - </w:t>
      </w:r>
      <w:r w:rsidRPr="00573E19">
        <w:rPr>
          <w:rtl/>
        </w:rPr>
        <w:t>باب من خلف جارية حبلى ومملوكين فشهدا على الميت انه الولد منه</w:t>
      </w:r>
      <w:bookmarkEnd w:id="188"/>
      <w:bookmarkEnd w:id="18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البزوفري عن أحمد بن إدريس عن أحمد بن محمد عن ابن أبي عمير عن حماد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 جارية ومملوكين فورثهما</w:t>
      </w:r>
      <w:r w:rsidR="009C2257">
        <w:rPr>
          <w:rtl/>
        </w:rPr>
        <w:t xml:space="preserve"> </w:t>
      </w:r>
      <w:r w:rsidRPr="00573E19">
        <w:rPr>
          <w:rtl/>
        </w:rPr>
        <w:t>أخ له فاعتق العبدين وولدت الجارية غلاما قال</w:t>
      </w:r>
      <w:r w:rsidR="00CA4563">
        <w:rPr>
          <w:rtl/>
        </w:rPr>
        <w:t>:</w:t>
      </w:r>
      <w:r w:rsidRPr="00573E19">
        <w:rPr>
          <w:rtl/>
        </w:rPr>
        <w:t xml:space="preserve"> فشهدا بعد العتق أن مولاهما كان</w:t>
      </w:r>
      <w:r w:rsidR="009C2257">
        <w:rPr>
          <w:rtl/>
        </w:rPr>
        <w:t xml:space="preserve"> </w:t>
      </w:r>
      <w:r w:rsidRPr="00573E19">
        <w:rPr>
          <w:rtl/>
        </w:rPr>
        <w:t>أشهدهما أنه كان ينزل على الجارية وان الحبل منه قال</w:t>
      </w:r>
      <w:r w:rsidR="00CA4563">
        <w:rPr>
          <w:rtl/>
        </w:rPr>
        <w:t>:</w:t>
      </w:r>
      <w:r w:rsidRPr="00573E19">
        <w:rPr>
          <w:rtl/>
        </w:rPr>
        <w:t xml:space="preserve"> تجوز شهادتهما ويردان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عبدين</w:t>
      </w:r>
      <w:r w:rsidR="009C2257">
        <w:rPr>
          <w:rtl/>
        </w:rPr>
        <w:t xml:space="preserve"> </w:t>
      </w:r>
      <w:r w:rsidRPr="00573E19">
        <w:rPr>
          <w:rtl/>
        </w:rPr>
        <w:t>كما كانا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ابن فضال عن داود بن فرقد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كان في سفر ومعه جارية له وغلامان مملوكان فقال</w:t>
      </w:r>
      <w:r w:rsidR="009C2257">
        <w:rPr>
          <w:rtl/>
        </w:rPr>
        <w:t xml:space="preserve"> </w:t>
      </w:r>
      <w:r w:rsidRPr="00573E19">
        <w:rPr>
          <w:rtl/>
        </w:rPr>
        <w:t>لهما أنتما حران لوجه الله واشهدا أن ما في بطن جاريتي هذه مني فولدت غلاما فلما</w:t>
      </w:r>
      <w:r w:rsidR="009C2257">
        <w:rPr>
          <w:rtl/>
        </w:rPr>
        <w:t xml:space="preserve"> </w:t>
      </w:r>
      <w:r w:rsidRPr="00573E19">
        <w:rPr>
          <w:rtl/>
        </w:rPr>
        <w:t>قدموا على الورثة أنكروا ذلك واسترقوهم ثم إن الغلامين عتقا بعد ذلك فشهدا بعد ما</w:t>
      </w:r>
      <w:r w:rsidR="009C2257">
        <w:rPr>
          <w:rtl/>
        </w:rPr>
        <w:t xml:space="preserve"> </w:t>
      </w:r>
      <w:r w:rsidRPr="00573E19">
        <w:rPr>
          <w:rtl/>
        </w:rPr>
        <w:t>أعتقا أن مولاهما الأول اشهدهما ان ما في بطن جاريته منه قال</w:t>
      </w:r>
      <w:r w:rsidR="00CA4563">
        <w:rPr>
          <w:rtl/>
        </w:rPr>
        <w:t>:</w:t>
      </w:r>
      <w:r w:rsidRPr="00573E19">
        <w:rPr>
          <w:rtl/>
        </w:rPr>
        <w:t xml:space="preserve"> تجوز شهادتهما للغلام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بهامش نسخة ج نقلا عن خط المصنف </w:t>
      </w:r>
      <w:r>
        <w:rPr>
          <w:rtl/>
        </w:rPr>
        <w:t>(</w:t>
      </w:r>
      <w:r w:rsidRPr="00573E19">
        <w:rPr>
          <w:rtl/>
        </w:rPr>
        <w:t xml:space="preserve"> يردا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511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9 الفقيه ص 41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ولا يسترقهما الغلام الذي شهدا له لأنهما أثبتا نسبه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ليس في الخبر الأول انه كان</w:t>
      </w:r>
      <w:r w:rsidR="009C2257">
        <w:rPr>
          <w:rtl/>
        </w:rPr>
        <w:t xml:space="preserve"> </w:t>
      </w:r>
      <w:r w:rsidRPr="00573E19">
        <w:rPr>
          <w:rtl/>
        </w:rPr>
        <w:t>اعتقهما فلأجل ذلك جاز استرقاقهما حسب ما تضمنه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يكون</w:t>
      </w:r>
      <w:r w:rsidR="009C2257">
        <w:rPr>
          <w:rtl/>
        </w:rPr>
        <w:t xml:space="preserve"> </w:t>
      </w:r>
      <w:r w:rsidRPr="00573E19">
        <w:rPr>
          <w:rtl/>
        </w:rPr>
        <w:t>ذلك محمولا على الاستحباب لأنه يستحب للغلام عتقهما وألا يسترقهما من حيث كانا</w:t>
      </w:r>
      <w:r w:rsidR="009C2257">
        <w:rPr>
          <w:rtl/>
        </w:rPr>
        <w:t xml:space="preserve"> </w:t>
      </w:r>
      <w:r w:rsidRPr="00573E19">
        <w:rPr>
          <w:rtl/>
        </w:rPr>
        <w:t>مثبتين لنسبه حسب ما تضمنه الخبر وإن لم يكن ذلك واجبا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90" w:name="_Toc374810478"/>
      <w:bookmarkStart w:id="191" w:name="_Toc376954853"/>
      <w:r w:rsidRPr="00573E19">
        <w:rPr>
          <w:rtl/>
        </w:rPr>
        <w:t>84</w:t>
      </w:r>
      <w:r>
        <w:rPr>
          <w:rtl/>
        </w:rPr>
        <w:t xml:space="preserve"> - </w:t>
      </w:r>
      <w:r w:rsidRPr="00573E19">
        <w:rPr>
          <w:rtl/>
        </w:rPr>
        <w:t>باب من أوصى فقال حجوا عنى مبهما ولم يبينه</w:t>
      </w:r>
      <w:bookmarkEnd w:id="190"/>
      <w:bookmarkEnd w:id="19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محمد بن أرومة القمي عن محمد بن الحسن الأشعري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جعلت فداك إني سألت أصحابنا عما أريد أن</w:t>
      </w:r>
      <w:r w:rsidR="009C2257">
        <w:rPr>
          <w:rtl/>
        </w:rPr>
        <w:t xml:space="preserve"> </w:t>
      </w:r>
      <w:r w:rsidRPr="00573E19">
        <w:rPr>
          <w:rtl/>
        </w:rPr>
        <w:t>أسألك فلم أجد عندهم جوابا وقد اضطررت إلى مسألتك وإن سعد بن سعد أوصى</w:t>
      </w:r>
      <w:r w:rsidR="009C2257">
        <w:rPr>
          <w:rtl/>
        </w:rPr>
        <w:t xml:space="preserve"> </w:t>
      </w:r>
      <w:r w:rsidRPr="00573E19">
        <w:rPr>
          <w:rtl/>
        </w:rPr>
        <w:t>إلي فأوصى في وصيته حجوا عني</w:t>
      </w:r>
      <w:r>
        <w:rPr>
          <w:rtl/>
        </w:rPr>
        <w:t>.</w:t>
      </w:r>
      <w:r w:rsidRPr="00573E19">
        <w:rPr>
          <w:rtl/>
        </w:rPr>
        <w:t xml:space="preserve"> مبهما ولم يفسر فكيف اصنع</w:t>
      </w:r>
      <w:r>
        <w:rPr>
          <w:rtl/>
        </w:rPr>
        <w:t>؟</w:t>
      </w:r>
      <w:r w:rsidRPr="00573E19">
        <w:rPr>
          <w:rtl/>
        </w:rPr>
        <w:t xml:space="preserve"> قال يأتيك جوابي في</w:t>
      </w:r>
      <w:r w:rsidR="009C2257">
        <w:rPr>
          <w:rtl/>
        </w:rPr>
        <w:t xml:space="preserve"> </w:t>
      </w:r>
      <w:r w:rsidRPr="00573E19">
        <w:rPr>
          <w:rtl/>
        </w:rPr>
        <w:t>كتابك فكتب</w:t>
      </w:r>
      <w:r w:rsidR="00CA4563">
        <w:rPr>
          <w:rtl/>
        </w:rPr>
        <w:t>:</w:t>
      </w:r>
      <w:r w:rsidRPr="00573E19">
        <w:rPr>
          <w:rtl/>
        </w:rPr>
        <w:t xml:space="preserve"> بحج ما دام له مال يحمله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فاما ما رواه محمد بن علي بن محبوب عن العباس عن محمد بن الحسين بن أبي</w:t>
      </w:r>
      <w:r w:rsidR="009C2257">
        <w:rPr>
          <w:rtl/>
        </w:rPr>
        <w:t xml:space="preserve"> </w:t>
      </w:r>
      <w:r w:rsidRPr="00573E19">
        <w:rPr>
          <w:rtl/>
        </w:rPr>
        <w:t>خالد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أن يحج عنه مبهما</w:t>
      </w:r>
      <w:r w:rsidR="00CA4563">
        <w:rPr>
          <w:rtl/>
        </w:rPr>
        <w:t>،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يحج عنه ما بقي منه ثلثه 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لان الذي له من ماله الثلث وهو الذي أطلقه في الخبر الأول</w:t>
      </w:r>
      <w:r w:rsidR="009C2257">
        <w:rPr>
          <w:rtl/>
        </w:rPr>
        <w:t xml:space="preserve"> </w:t>
      </w:r>
      <w:r w:rsidRPr="00573E19">
        <w:rPr>
          <w:rtl/>
        </w:rPr>
        <w:t>ولا تنافي بين الخبرين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92" w:name="_Toc374810479"/>
      <w:bookmarkStart w:id="193" w:name="_Toc376954854"/>
      <w:r w:rsidRPr="00573E19">
        <w:rPr>
          <w:rtl/>
        </w:rPr>
        <w:t>85</w:t>
      </w:r>
      <w:r>
        <w:rPr>
          <w:rtl/>
        </w:rPr>
        <w:t xml:space="preserve"> - </w:t>
      </w:r>
      <w:r w:rsidRPr="00573E19">
        <w:rPr>
          <w:rtl/>
        </w:rPr>
        <w:t>باب الموصى له يموت قبل الموصى</w:t>
      </w:r>
      <w:bookmarkEnd w:id="192"/>
      <w:bookmarkEnd w:id="19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نجران عن عاصم بن حميد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أوصى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51</w:t>
      </w:r>
      <w:r>
        <w:rPr>
          <w:rtl/>
        </w:rPr>
        <w:t xml:space="preserve">3 - </w:t>
      </w:r>
      <w:r w:rsidRPr="00196BA9">
        <w:rPr>
          <w:rtl/>
        </w:rPr>
        <w:t>514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>96.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15 5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23</w:t>
      </w:r>
      <w:r w:rsidRPr="00573E19">
        <w:rPr>
          <w:rtl/>
        </w:rPr>
        <w:t>7 الفقيه ص 41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لآخر والموصى له غائب فتوفي الذي أوصى له قبل الموصي قال</w:t>
      </w:r>
      <w:r w:rsidR="00CA4563">
        <w:rPr>
          <w:rtl/>
        </w:rPr>
        <w:t>:</w:t>
      </w:r>
      <w:r w:rsidRPr="00573E19">
        <w:rPr>
          <w:rtl/>
        </w:rPr>
        <w:t xml:space="preserve"> الوصية لوارث الذي</w:t>
      </w:r>
      <w:r w:rsidR="009C2257">
        <w:rPr>
          <w:rtl/>
        </w:rPr>
        <w:t xml:space="preserve"> </w:t>
      </w:r>
      <w:r w:rsidRPr="00573E19">
        <w:rPr>
          <w:rtl/>
        </w:rPr>
        <w:t>أوصى له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ومن أوصى لاحد شاهدا كان أو غائبا فتوفي الموصى له قبل الموصي</w:t>
      </w:r>
      <w:r w:rsidR="009C2257">
        <w:rPr>
          <w:rtl/>
        </w:rPr>
        <w:t xml:space="preserve"> </w:t>
      </w:r>
      <w:r w:rsidRPr="00573E19">
        <w:rPr>
          <w:rtl/>
        </w:rPr>
        <w:t>فالوصية لوارث الذي أوصى له إلا أن يرجع في وصيته قبل موته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أحمد بن يحيى عن عمران بن موسى عن موسى بن جعفر عن عمرو بن</w:t>
      </w:r>
      <w:r w:rsidR="009C2257">
        <w:rPr>
          <w:rtl/>
        </w:rPr>
        <w:t xml:space="preserve"> </w:t>
      </w:r>
      <w:r w:rsidRPr="00573E19">
        <w:rPr>
          <w:rtl/>
        </w:rPr>
        <w:t>سعيد المدائني عن محمد بن عمر الساباطي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</w:t>
      </w:r>
      <w:r w:rsidR="009C2257">
        <w:rPr>
          <w:rtl/>
        </w:rPr>
        <w:t xml:space="preserve"> </w:t>
      </w:r>
      <w:r w:rsidRPr="00573E19">
        <w:rPr>
          <w:rtl/>
        </w:rPr>
        <w:t>أوصى إلي وأمرني أن أعطي عما له في كل سنة شيئا فمات العم فكتب</w:t>
      </w:r>
      <w:r w:rsidR="00CA4563">
        <w:rPr>
          <w:rtl/>
        </w:rPr>
        <w:t>:</w:t>
      </w:r>
      <w:r w:rsidRPr="00573E19">
        <w:rPr>
          <w:rtl/>
        </w:rPr>
        <w:t xml:space="preserve"> اعط ورثته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محمد بن أحمد عن أيوب بن نوح عن العباس بن عامر عن مثنى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عن رجل أوصي له بوصية فمات قبل أن يقبضها ولم يترك عقبا قال</w:t>
      </w:r>
      <w:r w:rsidR="00CA4563">
        <w:rPr>
          <w:rtl/>
        </w:rPr>
        <w:t>:</w:t>
      </w:r>
      <w:r w:rsidRPr="00573E19">
        <w:rPr>
          <w:rtl/>
        </w:rPr>
        <w:t xml:space="preserve"> اطلب له</w:t>
      </w:r>
      <w:r w:rsidR="009C2257">
        <w:rPr>
          <w:rtl/>
        </w:rPr>
        <w:t xml:space="preserve"> </w:t>
      </w:r>
      <w:r w:rsidRPr="00573E19">
        <w:rPr>
          <w:rtl/>
        </w:rPr>
        <w:t>وارثا أو مولى نعمة فادفعها إليه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 لم أعلم له وارثا قال</w:t>
      </w:r>
      <w:r w:rsidR="00CA4563">
        <w:rPr>
          <w:rtl/>
        </w:rPr>
        <w:t>:</w:t>
      </w:r>
      <w:r w:rsidRPr="00573E19">
        <w:rPr>
          <w:rtl/>
        </w:rPr>
        <w:t xml:space="preserve"> اجهد على أن تقدر</w:t>
      </w:r>
      <w:r w:rsidR="009C2257">
        <w:rPr>
          <w:rtl/>
        </w:rPr>
        <w:t xml:space="preserve"> </w:t>
      </w:r>
      <w:r w:rsidRPr="00573E19">
        <w:rPr>
          <w:rtl/>
        </w:rPr>
        <w:t>له على ولي فإن لم تجده وعلم الله منك الجد فتصدق 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حماد بن عيسى عن شعيب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وعن فضالة عن العلا عن محمد بن مسلم جميعا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>عن رجل أوصى لرجل فمات الموصى له قبل الموصي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بشئ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وما رواه علي بن الحسن بن فضال عن العباس بن عامر عن أبان بن عثمان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منصور بن حازم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أوصى لرجل</w:t>
      </w:r>
      <w:r w:rsidR="009C2257">
        <w:rPr>
          <w:rtl/>
        </w:rPr>
        <w:t xml:space="preserve"> </w:t>
      </w:r>
      <w:r w:rsidRPr="00573E19">
        <w:rPr>
          <w:rtl/>
        </w:rPr>
        <w:t>بوصية إن حدث به حدث فمات الموصى له قبل الموصي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بشئ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قوله ليس بشئ يعني</w:t>
      </w:r>
      <w:r w:rsidR="009C2257">
        <w:rPr>
          <w:rtl/>
        </w:rPr>
        <w:t xml:space="preserve"> </w:t>
      </w:r>
      <w:r w:rsidRPr="00573E19">
        <w:rPr>
          <w:rtl/>
        </w:rPr>
        <w:t>ليس بشئ ينقض الوصية بل ينبغي أن يكون على حالها في الثبوت لورثته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9C2257">
        <w:rPr>
          <w:rtl/>
        </w:rPr>
        <w:t xml:space="preserve"> </w:t>
      </w:r>
      <w:r w:rsidRPr="00573E19">
        <w:rPr>
          <w:rtl/>
        </w:rPr>
        <w:t>أن يكون المراد بذلك بطلان الوصية إذا كان غيرها الموصي في حال حياته على ما فصل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516</w:t>
      </w:r>
      <w:r>
        <w:rPr>
          <w:rtl/>
        </w:rPr>
        <w:t xml:space="preserve"> - </w:t>
      </w:r>
      <w:r w:rsidRPr="00196BA9">
        <w:rPr>
          <w:rtl/>
        </w:rPr>
        <w:t>517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 xml:space="preserve">97 الكافي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23</w:t>
      </w:r>
      <w:r w:rsidRPr="00196BA9">
        <w:rPr>
          <w:rtl/>
        </w:rPr>
        <w:t>7 الفقيه ص 41</w:t>
      </w:r>
      <w:r>
        <w:rPr>
          <w:rtl/>
        </w:rPr>
        <w:t>2</w:t>
      </w:r>
      <w:r w:rsidRPr="00196BA9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518</w:t>
      </w:r>
      <w:r>
        <w:rPr>
          <w:rtl/>
        </w:rPr>
        <w:t xml:space="preserve"> - </w:t>
      </w:r>
      <w:r w:rsidRPr="00573E19">
        <w:rPr>
          <w:rtl/>
        </w:rPr>
        <w:t>519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الخبر الذي رويناه عن محمد بن قيس أولا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94" w:name="_Toc374810480"/>
      <w:bookmarkStart w:id="195" w:name="_Toc376954855"/>
      <w:r w:rsidRPr="00573E19">
        <w:rPr>
          <w:rtl/>
        </w:rPr>
        <w:t>86</w:t>
      </w:r>
      <w:r>
        <w:rPr>
          <w:rtl/>
        </w:rPr>
        <w:t xml:space="preserve"> - </w:t>
      </w:r>
      <w:r w:rsidRPr="00573E19">
        <w:rPr>
          <w:rtl/>
        </w:rPr>
        <w:t>باب أن من كان له ولد أقربه ثم نفاه لم يلتفت إلى نفيه ولا إلى انكاره</w:t>
      </w:r>
      <w:bookmarkEnd w:id="194"/>
      <w:bookmarkEnd w:id="19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عبد العزيز بن المهتدي عن سعد بن سعد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سألته يعني أبا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كان له ابن يدعيه فنفاه ثم أخرجه</w:t>
      </w:r>
      <w:r w:rsidR="009C2257">
        <w:rPr>
          <w:rtl/>
        </w:rPr>
        <w:t xml:space="preserve"> </w:t>
      </w:r>
      <w:r w:rsidRPr="00573E19">
        <w:rPr>
          <w:rtl/>
        </w:rPr>
        <w:t>من الميراث وانا وصيه فكيف اصنع</w:t>
      </w:r>
      <w:r>
        <w:rPr>
          <w:rtl/>
        </w:rPr>
        <w:t>؟</w:t>
      </w:r>
      <w:r w:rsidRPr="00573E19">
        <w:rPr>
          <w:rtl/>
        </w:rPr>
        <w:t xml:space="preserve"> فقال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لزمه الولد لاقراره بالمشهد</w:t>
      </w:r>
      <w:r w:rsidR="009C2257">
        <w:rPr>
          <w:rtl/>
        </w:rPr>
        <w:t xml:space="preserve"> </w:t>
      </w:r>
      <w:r w:rsidRPr="00573E19">
        <w:rPr>
          <w:rtl/>
        </w:rPr>
        <w:t>لا يدفعه الوصي عن شئ قد علمه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فاما ما رواه محمد بن يعقوب عن الحسين بن محمد الأشعري عن معلى عن</w:t>
      </w:r>
      <w:r w:rsidR="009C2257">
        <w:rPr>
          <w:rtl/>
        </w:rPr>
        <w:t xml:space="preserve"> </w:t>
      </w:r>
      <w:r w:rsidRPr="00573E19">
        <w:rPr>
          <w:rtl/>
        </w:rPr>
        <w:t>الحسن بن علي الوشا عن محمد بن يحيى عن وصي علي بن السري قال</w:t>
      </w:r>
      <w:r w:rsidR="00CA4563">
        <w:rPr>
          <w:rtl/>
        </w:rPr>
        <w:t>:</w:t>
      </w:r>
      <w:r w:rsidRPr="00573E19">
        <w:rPr>
          <w:rtl/>
        </w:rPr>
        <w:t xml:space="preserve"> قلت لأبي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الحسن موسى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علي بن السري توفي فأوصى إلي فقال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فان ابنه جعفرا وقع على أم ولد له فأمرني أن أخرجه عن الميراث قال</w:t>
      </w:r>
      <w:r w:rsidR="00CA4563">
        <w:rPr>
          <w:rtl/>
        </w:rPr>
        <w:t>:</w:t>
      </w:r>
      <w:r w:rsidRPr="00573E19">
        <w:rPr>
          <w:rtl/>
        </w:rPr>
        <w:t xml:space="preserve"> فقال لي أخرجه</w:t>
      </w:r>
      <w:r w:rsidR="009C2257">
        <w:rPr>
          <w:rtl/>
        </w:rPr>
        <w:t xml:space="preserve"> </w:t>
      </w:r>
      <w:r w:rsidRPr="00573E19">
        <w:rPr>
          <w:rtl/>
        </w:rPr>
        <w:t>فإن كنت صادقا فيصيبه خبل قال</w:t>
      </w:r>
      <w:r w:rsidR="00CA4563">
        <w:rPr>
          <w:rtl/>
        </w:rPr>
        <w:t>:</w:t>
      </w:r>
      <w:r w:rsidRPr="00573E19">
        <w:rPr>
          <w:rtl/>
        </w:rPr>
        <w:t xml:space="preserve"> فرجعت فقدمني إلى أبي يوسف القاضي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له أصلحك الله انا جعفر بن علي بن السري وهذا وصي أبي فمره فيدفع إلي ميراثي</w:t>
      </w:r>
      <w:r w:rsidR="009C2257">
        <w:rPr>
          <w:rtl/>
        </w:rPr>
        <w:t xml:space="preserve"> </w:t>
      </w:r>
      <w:r w:rsidRPr="00573E19">
        <w:rPr>
          <w:rtl/>
        </w:rPr>
        <w:t>فقال لي ما تقول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نعم هذا جعفر بن علي بن السري وانا وصي علي بن السري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فادفع إليه ماله فقلت</w:t>
      </w:r>
      <w:r w:rsidR="00CA4563">
        <w:rPr>
          <w:rtl/>
        </w:rPr>
        <w:t>:</w:t>
      </w:r>
      <w:r w:rsidRPr="00573E19">
        <w:rPr>
          <w:rtl/>
        </w:rPr>
        <w:t xml:space="preserve"> أريد ان أكلمك قال فادنه فدنوت حيث لا يسمع أحد كلامي</w:t>
      </w:r>
      <w:r w:rsidR="009C2257">
        <w:rPr>
          <w:rtl/>
        </w:rPr>
        <w:t xml:space="preserve"> </w:t>
      </w:r>
      <w:r w:rsidRPr="00573E19">
        <w:rPr>
          <w:rtl/>
        </w:rPr>
        <w:t>وقلت له</w:t>
      </w:r>
      <w:r w:rsidR="00CA4563">
        <w:rPr>
          <w:rtl/>
        </w:rPr>
        <w:t>:</w:t>
      </w:r>
      <w:r w:rsidRPr="00573E19">
        <w:rPr>
          <w:rtl/>
        </w:rPr>
        <w:t xml:space="preserve"> هذا وقع على أم ولد لأبيه فأمرني أبوه وأوصى إلي ان أخرجه من الميراث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ولا أورثه شيئا فاتيت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بالمدينة فأخبرته وسألته فأمرني</w:t>
      </w:r>
      <w:r w:rsidR="009C2257">
        <w:rPr>
          <w:rtl/>
        </w:rPr>
        <w:t xml:space="preserve"> </w:t>
      </w:r>
      <w:r w:rsidRPr="00573E19">
        <w:rPr>
          <w:rtl/>
        </w:rPr>
        <w:t>أن أخرجه من الميراث ولا أورثه شيئا فقال</w:t>
      </w:r>
      <w:r w:rsidR="00CA4563">
        <w:rPr>
          <w:rtl/>
        </w:rPr>
        <w:t>:</w:t>
      </w:r>
      <w:r w:rsidRPr="00573E19">
        <w:rPr>
          <w:rtl/>
        </w:rPr>
        <w:t xml:space="preserve"> الله إن أبا الحسن أمرك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>نعم فاستحلفني ثلثا ثم قال انفذ ما أمرك فالقول قوله قال الوصي فأصابه الخبل بعد</w:t>
      </w:r>
      <w:r w:rsidR="009C2257">
        <w:rPr>
          <w:rtl/>
        </w:rPr>
        <w:t xml:space="preserve"> </w:t>
      </w:r>
      <w:r w:rsidRPr="00573E19">
        <w:rPr>
          <w:rtl/>
        </w:rPr>
        <w:t>ذلك</w:t>
      </w:r>
      <w:r w:rsidR="00CA4563">
        <w:rPr>
          <w:rtl/>
        </w:rPr>
        <w:t>،</w:t>
      </w:r>
      <w:r w:rsidRPr="00573E19">
        <w:rPr>
          <w:rtl/>
        </w:rPr>
        <w:t xml:space="preserve"> قال أبو محمد الحسن بن علي الوشا</w:t>
      </w:r>
      <w:r w:rsidR="00CA4563">
        <w:rPr>
          <w:rtl/>
        </w:rPr>
        <w:t>:</w:t>
      </w:r>
      <w:r w:rsidRPr="00573E19">
        <w:rPr>
          <w:rtl/>
        </w:rPr>
        <w:t xml:space="preserve"> رأيته بعد ذلك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96BA9">
        <w:rPr>
          <w:rtl/>
        </w:rPr>
        <w:t>*</w:t>
      </w:r>
      <w:r>
        <w:rPr>
          <w:rtl/>
        </w:rPr>
        <w:t xml:space="preserve"> - </w:t>
      </w:r>
      <w:r w:rsidRPr="00196BA9">
        <w:rPr>
          <w:rtl/>
        </w:rPr>
        <w:t>5</w:t>
      </w:r>
      <w:r>
        <w:rPr>
          <w:rtl/>
        </w:rPr>
        <w:t>2</w:t>
      </w:r>
      <w:r w:rsidRPr="00196BA9">
        <w:rPr>
          <w:rtl/>
        </w:rPr>
        <w:t>0</w:t>
      </w:r>
      <w:r>
        <w:rPr>
          <w:rtl/>
        </w:rPr>
        <w:t xml:space="preserve"> - </w:t>
      </w:r>
      <w:r w:rsidRPr="00196BA9">
        <w:rPr>
          <w:rtl/>
        </w:rPr>
        <w:t xml:space="preserve">التهذيب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3</w:t>
      </w:r>
      <w:r w:rsidRPr="00196BA9">
        <w:rPr>
          <w:rtl/>
        </w:rPr>
        <w:t xml:space="preserve">98 الكافي ج </w:t>
      </w:r>
      <w:r>
        <w:rPr>
          <w:rtl/>
        </w:rPr>
        <w:t>2</w:t>
      </w:r>
      <w:r w:rsidRPr="00196BA9">
        <w:rPr>
          <w:rtl/>
        </w:rPr>
        <w:t xml:space="preserve"> ص </w:t>
      </w:r>
      <w:r>
        <w:rPr>
          <w:rtl/>
        </w:rPr>
        <w:t>2</w:t>
      </w:r>
      <w:r w:rsidRPr="00196BA9">
        <w:rPr>
          <w:rtl/>
        </w:rPr>
        <w:t>5</w:t>
      </w:r>
      <w:r>
        <w:rPr>
          <w:rtl/>
        </w:rPr>
        <w:t>2</w:t>
      </w:r>
      <w:r w:rsidRPr="00196BA9">
        <w:rPr>
          <w:rtl/>
        </w:rPr>
        <w:t xml:space="preserve"> الفقيه 415.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98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51 الفقيه ص 415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الخبر الأول لان هذا الحكم مقصور على هذه القضية لا يتعدى بها إلى</w:t>
      </w:r>
      <w:r w:rsidR="009C2257">
        <w:rPr>
          <w:rtl/>
        </w:rPr>
        <w:t xml:space="preserve"> </w:t>
      </w:r>
      <w:r w:rsidRPr="00573E19">
        <w:rPr>
          <w:rtl/>
        </w:rPr>
        <w:t>غيرها لأنه لا يجوز أن يخرج الرجل من الميراث المستحق بنسب شائع بقول الموصي</w:t>
      </w:r>
      <w:r w:rsidR="009C2257">
        <w:rPr>
          <w:rtl/>
        </w:rPr>
        <w:t xml:space="preserve"> </w:t>
      </w:r>
      <w:r w:rsidRPr="00573E19">
        <w:rPr>
          <w:rtl/>
        </w:rPr>
        <w:t>وأمره بذلك ولا يلتفت إلى قوله بل ينبغي أن يورث على ما يستحقه من الميراث</w:t>
      </w:r>
      <w:r w:rsidR="009C2257">
        <w:rPr>
          <w:rtl/>
        </w:rPr>
        <w:t xml:space="preserve"> </w:t>
      </w:r>
      <w:r w:rsidRPr="00573E19">
        <w:rPr>
          <w:rtl/>
        </w:rPr>
        <w:t>بالنسب ولا ينقص عنه على حال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196" w:name="_Toc374810481"/>
      <w:bookmarkStart w:id="197" w:name="_Toc376954856"/>
      <w:r w:rsidRPr="00573E19">
        <w:rPr>
          <w:rtl/>
        </w:rPr>
        <w:t>87</w:t>
      </w:r>
      <w:r>
        <w:rPr>
          <w:rtl/>
        </w:rPr>
        <w:t xml:space="preserve"> - </w:t>
      </w:r>
      <w:r w:rsidRPr="00573E19">
        <w:rPr>
          <w:rtl/>
        </w:rPr>
        <w:t>باب انه يجوز أن يوصى إلى امرأة</w:t>
      </w:r>
      <w:bookmarkEnd w:id="196"/>
      <w:bookmarkEnd w:id="19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محمد بن عيسى بن عبيد عن أخيه جعفر بن عيسى عن</w:t>
      </w:r>
      <w:r w:rsidR="009C2257">
        <w:rPr>
          <w:rtl/>
        </w:rPr>
        <w:t xml:space="preserve"> </w:t>
      </w:r>
      <w:r w:rsidRPr="00573E19">
        <w:rPr>
          <w:rtl/>
        </w:rPr>
        <w:t>علي بن يقطين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أوصى إلى امرأة وشرك</w:t>
      </w:r>
      <w:r w:rsidR="009C2257">
        <w:rPr>
          <w:rtl/>
        </w:rPr>
        <w:t xml:space="preserve"> </w:t>
      </w:r>
      <w:r w:rsidRPr="00573E19">
        <w:rPr>
          <w:rtl/>
        </w:rPr>
        <w:t>في الوصية معها صبيا فقال</w:t>
      </w:r>
      <w:r w:rsidR="00CA4563">
        <w:rPr>
          <w:rtl/>
        </w:rPr>
        <w:t>:</w:t>
      </w:r>
      <w:r w:rsidRPr="00573E19">
        <w:rPr>
          <w:rtl/>
        </w:rPr>
        <w:t xml:space="preserve"> يجوز ذلك وتمضي المرأة الوصية ولا تنتظر بلوغ الصبي</w:t>
      </w:r>
      <w:r w:rsidR="009C2257">
        <w:rPr>
          <w:rtl/>
        </w:rPr>
        <w:t xml:space="preserve"> </w:t>
      </w:r>
      <w:r w:rsidRPr="00573E19">
        <w:rPr>
          <w:rtl/>
        </w:rPr>
        <w:t>فإذا بلغ الصبي فليس له ألا بأن يرضى إلا بما كان من تبديل أو تغيير فان له فان له أن يرد</w:t>
      </w:r>
      <w:r w:rsidR="009C2257">
        <w:rPr>
          <w:rtl/>
        </w:rPr>
        <w:t xml:space="preserve"> </w:t>
      </w:r>
      <w:r w:rsidRPr="00573E19">
        <w:rPr>
          <w:rtl/>
        </w:rPr>
        <w:t>إلى ما أوصى به الميت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23</w:t>
      </w:r>
    </w:p>
    <w:p w:rsidR="00FE5331" w:rsidRPr="00573E19" w:rsidRDefault="00FE5331" w:rsidP="007B1958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فأما ما رواه السكوني عن جعفر بن محمد عن أبيه عن آبائه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المرأة لا يوصى إليها لان الله تعالى يقول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وَلَا تُؤْتُوا السُّفَهَاءَ أَمْوَالَكُمُ</w:t>
      </w:r>
      <w:r w:rsidR="007B1958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ضرب من الكراهية</w:t>
      </w:r>
      <w:r w:rsidR="009C2257">
        <w:rPr>
          <w:rtl/>
        </w:rPr>
        <w:t xml:space="preserve"> </w:t>
      </w:r>
      <w:r w:rsidRPr="00573E19">
        <w:rPr>
          <w:rtl/>
        </w:rPr>
        <w:t>دون الحظر</w:t>
      </w:r>
      <w:r w:rsidR="00CA4563">
        <w:rPr>
          <w:rtl/>
        </w:rPr>
        <w:t>،</w:t>
      </w:r>
      <w:r w:rsidRPr="00573E19">
        <w:rPr>
          <w:rtl/>
        </w:rPr>
        <w:t xml:space="preserve"> والثاني أن نحمله على التقية لأنه مذهب كثير من العامة وإنما قلنا ذلك</w:t>
      </w:r>
      <w:r w:rsidR="009C2257">
        <w:rPr>
          <w:rtl/>
        </w:rPr>
        <w:t xml:space="preserve"> </w:t>
      </w:r>
      <w:r w:rsidRPr="00573E19">
        <w:rPr>
          <w:rtl/>
        </w:rPr>
        <w:t>لاجماع علماء الطائفة على الفتوى بما تضمنه الخبر الأول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 xml:space="preserve">22 -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3</w:t>
      </w:r>
      <w:r w:rsidRPr="007F5BD9">
        <w:rPr>
          <w:rtl/>
        </w:rPr>
        <w:t xml:space="preserve">85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46 الفقيه ص 41</w:t>
      </w:r>
      <w:r>
        <w:rPr>
          <w:rtl/>
        </w:rPr>
        <w:t>2</w:t>
      </w:r>
      <w:r w:rsidRPr="007F5BD9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</w:t>
      </w:r>
      <w:r>
        <w:rPr>
          <w:rtl/>
        </w:rPr>
        <w:t xml:space="preserve">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40</w:t>
      </w:r>
      <w:r>
        <w:rPr>
          <w:rtl/>
        </w:rPr>
        <w:t>2</w:t>
      </w:r>
      <w:r w:rsidRPr="00573E19">
        <w:rPr>
          <w:rtl/>
        </w:rPr>
        <w:t xml:space="preserve"> الفقيه 416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198" w:name="_Toc374810482"/>
      <w:bookmarkStart w:id="199" w:name="_Toc376954857"/>
      <w:r w:rsidRPr="00573E19">
        <w:rPr>
          <w:rtl/>
        </w:rPr>
        <w:lastRenderedPageBreak/>
        <w:t>كتاب الفرائض</w:t>
      </w:r>
      <w:bookmarkEnd w:id="198"/>
      <w:bookmarkEnd w:id="199"/>
    </w:p>
    <w:p w:rsidR="00FE5331" w:rsidRPr="00573E19" w:rsidRDefault="00FE5331" w:rsidP="00FE5331">
      <w:pPr>
        <w:pStyle w:val="Heading2Center"/>
        <w:rPr>
          <w:rtl/>
        </w:rPr>
      </w:pPr>
      <w:bookmarkStart w:id="200" w:name="_Toc374810483"/>
      <w:bookmarkStart w:id="201" w:name="_Toc376954858"/>
      <w:r w:rsidRPr="00573E19">
        <w:rPr>
          <w:rtl/>
        </w:rPr>
        <w:t>88</w:t>
      </w:r>
      <w:r>
        <w:rPr>
          <w:rtl/>
        </w:rPr>
        <w:t xml:space="preserve"> - </w:t>
      </w:r>
      <w:r w:rsidRPr="00573E19">
        <w:rPr>
          <w:rtl/>
        </w:rPr>
        <w:t>باب انه تحجب الام عن الثلث إلى السدس بأربع أخوات</w:t>
      </w:r>
      <w:bookmarkEnd w:id="200"/>
      <w:bookmarkEnd w:id="20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سعد بن أبي خلف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العباس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ترك الميت أخوين فهم اخوة مع</w:t>
      </w:r>
      <w:r w:rsidR="009C2257">
        <w:rPr>
          <w:rtl/>
        </w:rPr>
        <w:t xml:space="preserve"> </w:t>
      </w:r>
      <w:r w:rsidRPr="00573E19">
        <w:rPr>
          <w:rtl/>
        </w:rPr>
        <w:t>الميت حجبا الام وإن كان واحدا لا يحجب الام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إذا كن أربع أخوات</w:t>
      </w:r>
      <w:r w:rsidR="009C2257">
        <w:rPr>
          <w:rtl/>
        </w:rPr>
        <w:t xml:space="preserve"> </w:t>
      </w:r>
      <w:r w:rsidRPr="00573E19">
        <w:rPr>
          <w:rtl/>
        </w:rPr>
        <w:t>حجبن الام من الثلث لأنهن بمنزلة الأخوين فان كن ثلاثا لا يحجبن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محسن بن أحمد عن أبان بن عثمان عن فضل أبي العباس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أبوين وأختين لأب وأم هل يحجبان الام من</w:t>
      </w:r>
      <w:r w:rsidR="009C2257">
        <w:rPr>
          <w:rtl/>
        </w:rPr>
        <w:t xml:space="preserve"> </w:t>
      </w:r>
      <w:r w:rsidRPr="00573E19">
        <w:rPr>
          <w:rtl/>
        </w:rPr>
        <w:t>الثلث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فثلاث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قلت فأربع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ابن فضال عن عبد الله بن بكير عن فضل أبي العباس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البقباق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يحجب الام عن الثلث إلا أخوان أو أربع</w:t>
      </w:r>
      <w:r w:rsidR="009C2257">
        <w:rPr>
          <w:rtl/>
        </w:rPr>
        <w:t xml:space="preserve"> </w:t>
      </w:r>
      <w:r w:rsidRPr="00573E19">
        <w:rPr>
          <w:rtl/>
        </w:rPr>
        <w:t>أخوات لأب وأم أو 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أبو علي الأشعري عن محمد بن عبد الجبار عن صفوان بن يحيى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أيوب الخزاز عن محمد بن مسلم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يحجب الام من</w:t>
      </w:r>
      <w:r w:rsidR="009C2257">
        <w:rPr>
          <w:rtl/>
        </w:rPr>
        <w:t xml:space="preserve"> </w:t>
      </w:r>
      <w:r w:rsidRPr="00573E19">
        <w:rPr>
          <w:rtl/>
        </w:rPr>
        <w:t>الثلث إذا لم يكن ولد إلا اخوان أو أربع أخوات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7B1958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ابن رباط عن ابن مسكان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العباس البقباق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أبوين وأختين قال</w:t>
      </w:r>
      <w:r w:rsidR="00CA4563">
        <w:rPr>
          <w:rtl/>
        </w:rPr>
        <w:t>:</w:t>
      </w:r>
      <w:r w:rsidRPr="00573E19">
        <w:rPr>
          <w:rtl/>
        </w:rPr>
        <w:t xml:space="preserve"> للام مع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الأخوات الثلث إن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7B1958" w:rsidRPr="00FE5331">
        <w:rPr>
          <w:rStyle w:val="libAlaemChar"/>
          <w:rtl/>
        </w:rPr>
        <w:t>(</w:t>
      </w:r>
      <w:r w:rsidR="007B1958" w:rsidRPr="007B1958">
        <w:rPr>
          <w:rStyle w:val="libAieChar"/>
          <w:rtl/>
        </w:rPr>
        <w:t>فَإِن كَانَ لَهُ إِخْوَةٌ</w:t>
      </w:r>
      <w:r w:rsidR="007B1958" w:rsidRPr="00FE5331">
        <w:rPr>
          <w:rStyle w:val="libAlaemChar"/>
          <w:rtl/>
        </w:rPr>
        <w:t>)</w:t>
      </w:r>
      <w:r w:rsidRPr="00573E19">
        <w:rPr>
          <w:rtl/>
        </w:rPr>
        <w:t xml:space="preserve"> ولم يقل فإن كان</w:t>
      </w:r>
      <w:r w:rsidR="009C2257">
        <w:rPr>
          <w:rtl/>
        </w:rPr>
        <w:t xml:space="preserve"> </w:t>
      </w:r>
      <w:r w:rsidRPr="00573E19">
        <w:rPr>
          <w:rtl/>
        </w:rPr>
        <w:t>له أخوات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2</w:t>
      </w:r>
      <w:r w:rsidRPr="007F5BD9">
        <w:rPr>
          <w:rtl/>
        </w:rPr>
        <w:t>4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2</w:t>
      </w:r>
      <w:r w:rsidRPr="007F5BD9">
        <w:rPr>
          <w:rtl/>
        </w:rPr>
        <w:t>5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2</w:t>
      </w:r>
      <w:r w:rsidRPr="007F5BD9">
        <w:rPr>
          <w:rtl/>
        </w:rPr>
        <w:t>6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2</w:t>
      </w:r>
      <w:r w:rsidRPr="007F5BD9">
        <w:rPr>
          <w:rtl/>
        </w:rPr>
        <w:t>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</w:t>
      </w:r>
      <w:r>
        <w:rPr>
          <w:rtl/>
        </w:rPr>
        <w:t>3</w:t>
      </w:r>
      <w:r w:rsidRPr="007F5BD9">
        <w:rPr>
          <w:rtl/>
        </w:rPr>
        <w:t xml:space="preserve">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61.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414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فأول ما في هذه الرواية أن راويها وهو أبو العباس البقباق قد روى مطابقا للروايات</w:t>
      </w:r>
      <w:r w:rsidR="009C2257">
        <w:rPr>
          <w:rtl/>
        </w:rPr>
        <w:t xml:space="preserve"> </w:t>
      </w:r>
      <w:r w:rsidRPr="00573E19">
        <w:rPr>
          <w:rtl/>
        </w:rPr>
        <w:t>الأولة فينبغي ان يعمل على روايته التي تطابق رواية غيره ولا يعمل على روايته التي</w:t>
      </w:r>
      <w:r w:rsidR="009C2257">
        <w:rPr>
          <w:rtl/>
        </w:rPr>
        <w:t xml:space="preserve"> </w:t>
      </w:r>
      <w:r w:rsidRPr="00573E19">
        <w:rPr>
          <w:rtl/>
        </w:rPr>
        <w:t>ينفرد بها</w:t>
      </w:r>
      <w:r w:rsidR="00CA4563">
        <w:rPr>
          <w:rtl/>
        </w:rPr>
        <w:t>،</w:t>
      </w:r>
      <w:r w:rsidRPr="00573E19">
        <w:rPr>
          <w:rtl/>
        </w:rPr>
        <w:t xml:space="preserve"> ثم لو سلمت من ذلك لكانت محمولة على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تكون</w:t>
      </w:r>
      <w:r w:rsidR="009C2257">
        <w:rPr>
          <w:rtl/>
        </w:rPr>
        <w:t xml:space="preserve"> </w:t>
      </w:r>
      <w:r w:rsidRPr="00573E19">
        <w:rPr>
          <w:rtl/>
        </w:rPr>
        <w:t>محمولة على الأخوات من قبل الام لان هؤلاء لا يحجبون أصلا بالغا ما بلغوا ذكورا</w:t>
      </w:r>
      <w:r w:rsidR="009C2257">
        <w:rPr>
          <w:rtl/>
        </w:rPr>
        <w:t xml:space="preserve"> </w:t>
      </w:r>
      <w:r w:rsidRPr="00573E19">
        <w:rPr>
          <w:rtl/>
        </w:rPr>
        <w:t>كانوا أو إناثا</w:t>
      </w:r>
      <w:r w:rsidR="00CA4563">
        <w:rPr>
          <w:rtl/>
        </w:rPr>
        <w:t>،</w:t>
      </w:r>
      <w:r w:rsidRPr="00573E19">
        <w:rPr>
          <w:rtl/>
        </w:rPr>
        <w:t xml:space="preserve"> ويجوز أن يكون المراد به إذا لم يكن أربعا بان يكن ثلاثا فإنهن</w:t>
      </w:r>
      <w:r w:rsidR="009C2257">
        <w:rPr>
          <w:rtl/>
        </w:rPr>
        <w:t xml:space="preserve"> </w:t>
      </w:r>
      <w:r w:rsidRPr="00573E19">
        <w:rPr>
          <w:rtl/>
        </w:rPr>
        <w:t>لا يحجبن وان كن من جهة الأب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 الرواية على ضرب من</w:t>
      </w:r>
      <w:r w:rsidR="009C2257">
        <w:rPr>
          <w:rtl/>
        </w:rPr>
        <w:t xml:space="preserve"> </w:t>
      </w:r>
      <w:r w:rsidRPr="00573E19">
        <w:rPr>
          <w:rtl/>
        </w:rPr>
        <w:t>التقية لان ذلك مذهب جميع العامة ولا يوافقنا عليه أحد منهم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02" w:name="_Toc374810484"/>
      <w:bookmarkStart w:id="203" w:name="_Toc376954859"/>
      <w:r w:rsidRPr="00573E19">
        <w:rPr>
          <w:rtl/>
        </w:rPr>
        <w:t>89</w:t>
      </w:r>
      <w:r>
        <w:rPr>
          <w:rtl/>
        </w:rPr>
        <w:t xml:space="preserve"> - </w:t>
      </w:r>
      <w:r w:rsidRPr="00573E19">
        <w:rPr>
          <w:rtl/>
        </w:rPr>
        <w:t>باب ميراث الأبوين مع الزوج</w:t>
      </w:r>
      <w:bookmarkEnd w:id="202"/>
      <w:bookmarkEnd w:id="20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محسن بن أحمد عن أبان بن عثمان عن إسماعيل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الجعفي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زوج وأبوين قال</w:t>
      </w:r>
      <w:r w:rsidR="00CA4563">
        <w:rPr>
          <w:rtl/>
        </w:rPr>
        <w:t>:</w:t>
      </w:r>
      <w:r w:rsidRPr="00573E19">
        <w:rPr>
          <w:rtl/>
        </w:rPr>
        <w:t xml:space="preserve"> للزوج النصف وللأم الثلث</w:t>
      </w:r>
      <w:r w:rsidR="009C2257">
        <w:rPr>
          <w:rtl/>
        </w:rPr>
        <w:t xml:space="preserve"> </w:t>
      </w:r>
      <w:r w:rsidRPr="00573E19">
        <w:rPr>
          <w:rtl/>
        </w:rPr>
        <w:t>وما بقي للأب</w:t>
      </w:r>
      <w:r w:rsidR="00CA4563">
        <w:rPr>
          <w:rtl/>
        </w:rPr>
        <w:t>،</w:t>
      </w:r>
      <w:r w:rsidRPr="00573E19">
        <w:rPr>
          <w:rtl/>
        </w:rPr>
        <w:t xml:space="preserve"> وقال في امرأة وأبوين قال</w:t>
      </w:r>
      <w:r w:rsidR="00CA4563">
        <w:rPr>
          <w:rtl/>
        </w:rPr>
        <w:t>:</w:t>
      </w:r>
      <w:r w:rsidRPr="00573E19">
        <w:rPr>
          <w:rtl/>
        </w:rPr>
        <w:t xml:space="preserve"> للمرأة الربع وللأم الثلث وما</w:t>
      </w:r>
      <w:r w:rsidR="009C2257">
        <w:rPr>
          <w:rtl/>
        </w:rPr>
        <w:t xml:space="preserve"> </w:t>
      </w:r>
      <w:r w:rsidRPr="00573E19">
        <w:rPr>
          <w:rtl/>
        </w:rPr>
        <w:t>بقي للأب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أبيه عن ابن أبي عمير عن جميل بن دراج عن إسماعيل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عبد الرحمن الجعفي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زوج وأبوين قال</w:t>
      </w:r>
      <w:r w:rsidR="00CA4563">
        <w:rPr>
          <w:rtl/>
        </w:rPr>
        <w:t>:</w:t>
      </w:r>
      <w:r w:rsidRPr="00573E19">
        <w:rPr>
          <w:rtl/>
        </w:rPr>
        <w:t xml:space="preserve"> للزوج</w:t>
      </w:r>
      <w:r w:rsidR="009C2257">
        <w:rPr>
          <w:rtl/>
        </w:rPr>
        <w:t xml:space="preserve"> </w:t>
      </w:r>
      <w:r w:rsidRPr="00573E19">
        <w:rPr>
          <w:rtl/>
        </w:rPr>
        <w:t>النصف وللأم الثلث وما بقي للأب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أبيه عن ابن أبي عمير ومحمد بن عيسى عن يونس جميعا عن عمر بن أذينة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مسلم ان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أقرأه صحيفة الفرائض التي املاها رسول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وخط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بيده فقرأت فيها امرأة ماتت وتركت زوجها</w:t>
      </w:r>
      <w:r w:rsidR="009C2257">
        <w:rPr>
          <w:rtl/>
        </w:rPr>
        <w:t xml:space="preserve"> </w:t>
      </w:r>
      <w:r w:rsidRPr="00573E19">
        <w:rPr>
          <w:rtl/>
        </w:rPr>
        <w:t>وأبويها فللزوج النصف ثلاثة أسهم وللأم سهمان الثلث تاما وللأب السدس سهم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2</w:t>
      </w:r>
      <w:r w:rsidRPr="007F5BD9">
        <w:rPr>
          <w:rtl/>
        </w:rPr>
        <w:t>9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414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</w:t>
      </w:r>
      <w:r>
        <w:rPr>
          <w:rtl/>
        </w:rPr>
        <w:t>3</w:t>
      </w:r>
      <w:r w:rsidRPr="007F5BD9">
        <w:rPr>
          <w:rtl/>
        </w:rPr>
        <w:t xml:space="preserve"> الفقيه ص 4</w:t>
      </w:r>
      <w:r>
        <w:rPr>
          <w:rtl/>
        </w:rPr>
        <w:t>2</w:t>
      </w:r>
      <w:r w:rsidRPr="007F5BD9">
        <w:rPr>
          <w:rtl/>
        </w:rPr>
        <w:t>6 بتفاوت.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 xml:space="preserve"> واخرج الأخير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علي بن الحسن بن رباط عن عبد الله بن وضاح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توفيت وتركت زوجها وأمها</w:t>
      </w:r>
      <w:r w:rsidR="009C2257">
        <w:rPr>
          <w:rtl/>
        </w:rPr>
        <w:t xml:space="preserve"> </w:t>
      </w:r>
      <w:r w:rsidRPr="00573E19">
        <w:rPr>
          <w:rtl/>
        </w:rPr>
        <w:t>وأباها قال</w:t>
      </w:r>
      <w:r w:rsidR="00CA4563">
        <w:rPr>
          <w:rtl/>
        </w:rPr>
        <w:t>:</w:t>
      </w:r>
      <w:r w:rsidRPr="00573E19">
        <w:rPr>
          <w:rtl/>
        </w:rPr>
        <w:t xml:space="preserve"> من ستة أسهم للزوج النصف ثلاثة أسهم وللأم الثلث سهمان وللأب</w:t>
      </w:r>
      <w:r w:rsidR="009C2257">
        <w:rPr>
          <w:rtl/>
        </w:rPr>
        <w:t xml:space="preserve"> </w:t>
      </w:r>
      <w:r w:rsidRPr="00573E19">
        <w:rPr>
          <w:rtl/>
        </w:rPr>
        <w:t>السدس 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الحسن بن علي بن يوسف عن مثنى بن الوليد الحناط عن زرارة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تركت زوجها وأبويها فقال</w:t>
      </w:r>
      <w:r w:rsidR="00CA4563">
        <w:rPr>
          <w:rtl/>
        </w:rPr>
        <w:t>:</w:t>
      </w:r>
      <w:r w:rsidRPr="00573E19">
        <w:rPr>
          <w:rtl/>
        </w:rPr>
        <w:t xml:space="preserve"> للزوج النصف</w:t>
      </w:r>
      <w:r w:rsidR="009C2257">
        <w:rPr>
          <w:rtl/>
        </w:rPr>
        <w:t xml:space="preserve"> </w:t>
      </w:r>
      <w:r w:rsidRPr="00573E19">
        <w:rPr>
          <w:rtl/>
        </w:rPr>
        <w:t>وللأم الثلث وللأب السدس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عنه عن أيوب بن نوح عن صفوان بن يحيى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زوج وأبوين أن للزوج النصف وللأم الثلث كاملا وما بقي للأب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الحسن بن علي بن يوسف عن مثنى عن الحسن الصيقل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امرأة تركت زوجها وأبويها قال</w:t>
      </w:r>
      <w:r w:rsidR="00CA4563">
        <w:rPr>
          <w:rtl/>
        </w:rPr>
        <w:t>:</w:t>
      </w:r>
      <w:r w:rsidRPr="00573E19">
        <w:rPr>
          <w:rtl/>
        </w:rPr>
        <w:t xml:space="preserve"> للزوج النصف</w:t>
      </w:r>
      <w:r w:rsidR="009C2257">
        <w:rPr>
          <w:rtl/>
        </w:rPr>
        <w:t xml:space="preserve"> </w:t>
      </w:r>
      <w:r w:rsidRPr="00573E19">
        <w:rPr>
          <w:rtl/>
        </w:rPr>
        <w:t>وللأم الثلث وللأب السدس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علي عن محمد بن سكين عن نوح بن دراج عن عقبة بن بشير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 زوجته وأبويه قال للمرأة الربع وللأم</w:t>
      </w:r>
      <w:r w:rsidR="009C2257">
        <w:rPr>
          <w:rtl/>
        </w:rPr>
        <w:t xml:space="preserve"> </w:t>
      </w:r>
      <w:r w:rsidRPr="00573E19">
        <w:rPr>
          <w:rtl/>
        </w:rPr>
        <w:t>الثلث وما بقي فللأب</w:t>
      </w:r>
      <w:r w:rsidR="00CA4563">
        <w:rPr>
          <w:rtl/>
        </w:rPr>
        <w:t>،</w:t>
      </w:r>
      <w:r w:rsidRPr="00573E19">
        <w:rPr>
          <w:rtl/>
        </w:rPr>
        <w:t xml:space="preserve"> وسألته عن امرأة ماتت وتركت زوجها وأبويها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للزوج النصف وللأم الثلث من جميع المال وما بقي فللأب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عن الحسن بن محبوب عن أبي جميلة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أبان بن تغلب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ماتت وتركت أبويها وزوجها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للزوج النصف وللأم السدس وللأب ما بقي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 xml:space="preserve">32 - </w:t>
      </w:r>
      <w:r w:rsidRPr="007F5BD9">
        <w:rPr>
          <w:rtl/>
        </w:rPr>
        <w:t>5</w:t>
      </w:r>
      <w:r>
        <w:rPr>
          <w:rtl/>
        </w:rPr>
        <w:t xml:space="preserve">33 - </w:t>
      </w:r>
      <w:r w:rsidRPr="007F5BD9">
        <w:rPr>
          <w:rtl/>
        </w:rPr>
        <w:t>5</w:t>
      </w:r>
      <w:r>
        <w:rPr>
          <w:rtl/>
        </w:rPr>
        <w:t>3</w:t>
      </w:r>
      <w:r w:rsidRPr="007F5BD9">
        <w:rPr>
          <w:rtl/>
        </w:rPr>
        <w:t>4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3</w:t>
      </w:r>
      <w:r w:rsidRPr="007F5BD9">
        <w:rPr>
          <w:rtl/>
        </w:rPr>
        <w:t>5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414 واخرج الأول الكليني في الكافي</w:t>
      </w:r>
      <w:r w:rsidR="009C2257">
        <w:rPr>
          <w:rtl/>
        </w:rPr>
        <w:t xml:space="preserve"> </w:t>
      </w:r>
      <w:r w:rsidRPr="007F5BD9">
        <w:rPr>
          <w:rtl/>
        </w:rPr>
        <w:t xml:space="preserve">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</w:t>
      </w:r>
      <w:r>
        <w:rPr>
          <w:rtl/>
        </w:rPr>
        <w:t>3</w:t>
      </w:r>
      <w:r w:rsidRPr="007F5BD9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415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 هذه الرواية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تكون محمولة على التقية لأنه مذهب</w:t>
      </w:r>
      <w:r w:rsidR="009C2257">
        <w:rPr>
          <w:rtl/>
        </w:rPr>
        <w:t xml:space="preserve"> </w:t>
      </w:r>
      <w:r w:rsidRPr="00573E19">
        <w:rPr>
          <w:rtl/>
        </w:rPr>
        <w:t>جميع العامة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تكون محمولة على أنه إذا كان هناك اخوة يحجبون</w:t>
      </w:r>
      <w:r w:rsidR="009C2257">
        <w:rPr>
          <w:rtl/>
        </w:rPr>
        <w:t xml:space="preserve"> </w:t>
      </w:r>
      <w:r w:rsidRPr="00573E19">
        <w:rPr>
          <w:rtl/>
        </w:rPr>
        <w:t>الام عن الثلث وليس في الخبر أنه إذا لم يكن هناك اخوة يحجبون فإن لها السدس</w:t>
      </w:r>
      <w:r w:rsidR="009C2257">
        <w:rPr>
          <w:rtl/>
        </w:rPr>
        <w:t xml:space="preserve"> </w:t>
      </w:r>
      <w:r w:rsidRPr="00573E19">
        <w:rPr>
          <w:rtl/>
        </w:rPr>
        <w:t>وإذا احتمل ذلك لم يتناقض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04" w:name="_Toc374810485"/>
      <w:bookmarkStart w:id="205" w:name="_Toc376954860"/>
      <w:r w:rsidRPr="00573E19">
        <w:rPr>
          <w:rtl/>
        </w:rPr>
        <w:t>90</w:t>
      </w:r>
      <w:r>
        <w:rPr>
          <w:rtl/>
        </w:rPr>
        <w:t xml:space="preserve"> - </w:t>
      </w:r>
      <w:r w:rsidRPr="00573E19">
        <w:rPr>
          <w:rtl/>
        </w:rPr>
        <w:t>باب ما يختص به الولد الأكبر إذا كان ذكرا من الميراث</w:t>
      </w:r>
      <w:bookmarkEnd w:id="204"/>
      <w:bookmarkEnd w:id="20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حماد عن حريز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هلك الرجل وترك بنين فللأكبر السيف والدرع والخاتم والمصحف فان حدث</w:t>
      </w:r>
      <w:r w:rsidR="009C2257">
        <w:rPr>
          <w:rtl/>
        </w:rPr>
        <w:t xml:space="preserve"> </w:t>
      </w:r>
      <w:r w:rsidRPr="00573E19">
        <w:rPr>
          <w:rtl/>
        </w:rPr>
        <w:t>به حدث فللأكبر منهم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علي عن أبيه عن ابن أبي عمير عن ابن أذينة عن بعض أصحابه عن أحدهما </w:t>
      </w:r>
      <w:r w:rsidR="002D79FE" w:rsidRPr="002D79FE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الرجل إذا ترك سيفا وسلاحا فهو لابنه وإن كان له بنون فهو لأكبرهم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الفضل بن شاذان عن ابن أبي عمير عن ربعي بن عبد الله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مات الرجل فلاكبر ولده سيفه ومصحفه وخاتمه ودرعه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بن خالد عن أبيه عن حماد عن ربعي بن عبد الله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مات الرجل فسيفه وخاتمه ومصحفه وكتبه ورحله وراحلته</w:t>
      </w:r>
      <w:r w:rsidR="009C2257">
        <w:rPr>
          <w:rtl/>
        </w:rPr>
        <w:t xml:space="preserve"> </w:t>
      </w:r>
      <w:r w:rsidRPr="00573E19">
        <w:rPr>
          <w:rtl/>
        </w:rPr>
        <w:t>وكسوته لأكبر ولده فإن كان الأكبر بنتا فللأكبر من الذكور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علي بن أسباط عن محمد بن زياد عن ابن أذينة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زرارة ومحمد بن مسلم وبكير وفضيل بن يسار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 الرجل</w:t>
      </w:r>
      <w:r w:rsidR="009C2257">
        <w:rPr>
          <w:rtl/>
        </w:rPr>
        <w:t xml:space="preserve"> </w:t>
      </w:r>
      <w:r w:rsidRPr="00573E19">
        <w:rPr>
          <w:rtl/>
        </w:rPr>
        <w:t>إذا ترك سيفا أو سلاحا فهو لابنه فان كانوا اثنين فهو لأكبرهما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محمد بن عبيد الله الحلبي والعباس بن عامر عن عبد الله بن بكير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3</w:t>
      </w:r>
      <w:r w:rsidRPr="007F5BD9">
        <w:rPr>
          <w:rtl/>
        </w:rPr>
        <w:t>8</w:t>
      </w:r>
      <w:r>
        <w:rPr>
          <w:rtl/>
        </w:rPr>
        <w:t xml:space="preserve"> - </w:t>
      </w:r>
      <w:r w:rsidRPr="007F5BD9">
        <w:rPr>
          <w:rtl/>
        </w:rPr>
        <w:t>5</w:t>
      </w:r>
      <w:r>
        <w:rPr>
          <w:rtl/>
        </w:rPr>
        <w:t>3</w:t>
      </w:r>
      <w:r w:rsidRPr="007F5BD9">
        <w:rPr>
          <w:rtl/>
        </w:rPr>
        <w:t>9</w:t>
      </w:r>
      <w:r>
        <w:rPr>
          <w:rtl/>
        </w:rPr>
        <w:t xml:space="preserve"> - </w:t>
      </w:r>
      <w:r w:rsidRPr="007F5BD9">
        <w:rPr>
          <w:rtl/>
        </w:rPr>
        <w:t>540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</w:t>
      </w:r>
      <w:r>
        <w:rPr>
          <w:rtl/>
        </w:rPr>
        <w:t>2</w:t>
      </w:r>
      <w:r w:rsidRPr="007F5BD9">
        <w:rPr>
          <w:rtl/>
        </w:rPr>
        <w:t xml:space="preserve">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58.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541</w:t>
      </w:r>
      <w:r>
        <w:rPr>
          <w:rtl/>
        </w:rPr>
        <w:t xml:space="preserve"> - </w:t>
      </w:r>
      <w:r w:rsidRPr="00573E19">
        <w:rPr>
          <w:rtl/>
        </w:rPr>
        <w:t>54</w:t>
      </w:r>
      <w:r>
        <w:rPr>
          <w:rtl/>
        </w:rPr>
        <w:t xml:space="preserve">2 - </w:t>
      </w:r>
      <w:r w:rsidRPr="00573E19">
        <w:rPr>
          <w:rtl/>
        </w:rPr>
        <w:t>54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</w:t>
      </w:r>
      <w:r>
        <w:rPr>
          <w:rtl/>
        </w:rPr>
        <w:t>2</w:t>
      </w:r>
      <w:r w:rsidRPr="00573E19">
        <w:rPr>
          <w:rtl/>
        </w:rPr>
        <w:t xml:space="preserve">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59</w:t>
      </w:r>
      <w:r w:rsidR="009C2257">
        <w:rPr>
          <w:rtl/>
        </w:rPr>
        <w:t xml:space="preserve"> </w:t>
      </w:r>
      <w:r w:rsidRPr="00573E19">
        <w:rPr>
          <w:rtl/>
        </w:rPr>
        <w:t>والصدوق في الفقيه ص 446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عبيد بن زرارة عن أبي بصير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كم من إنسان له حق لا يعلم</w:t>
      </w:r>
      <w:r w:rsidR="009C2257">
        <w:rPr>
          <w:rtl/>
        </w:rPr>
        <w:t xml:space="preserve"> </w:t>
      </w:r>
      <w:r w:rsidRPr="00573E19">
        <w:rPr>
          <w:rtl/>
        </w:rPr>
        <w:t>به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وما ذاك أصلحك الله</w:t>
      </w:r>
      <w:r>
        <w:rPr>
          <w:rtl/>
        </w:rPr>
        <w:t>؟</w:t>
      </w:r>
      <w:r w:rsidRPr="00573E19">
        <w:rPr>
          <w:rtl/>
        </w:rPr>
        <w:t xml:space="preserve"> قال إن صاحبي الجدار كان لهما كنز تحته لا يعلمان</w:t>
      </w:r>
      <w:r w:rsidR="009C2257">
        <w:rPr>
          <w:rtl/>
        </w:rPr>
        <w:t xml:space="preserve"> </w:t>
      </w:r>
      <w:r w:rsidRPr="00573E19">
        <w:rPr>
          <w:rtl/>
        </w:rPr>
        <w:t>به أما انه لم يكن من ذهب ولا فضة قلت</w:t>
      </w:r>
      <w:r w:rsidR="00CA4563">
        <w:rPr>
          <w:rtl/>
        </w:rPr>
        <w:t>:</w:t>
      </w:r>
      <w:r w:rsidRPr="00573E19">
        <w:rPr>
          <w:rtl/>
        </w:rPr>
        <w:t xml:space="preserve"> فما كان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علما قلت</w:t>
      </w:r>
      <w:r w:rsidR="00CA4563">
        <w:rPr>
          <w:rtl/>
        </w:rPr>
        <w:t>:</w:t>
      </w:r>
      <w:r w:rsidRPr="00573E19">
        <w:rPr>
          <w:rtl/>
        </w:rPr>
        <w:t xml:space="preserve"> فأيهما</w:t>
      </w:r>
      <w:r w:rsidR="009C2257">
        <w:rPr>
          <w:rtl/>
        </w:rPr>
        <w:t xml:space="preserve"> </w:t>
      </w:r>
      <w:r w:rsidRPr="00573E19">
        <w:rPr>
          <w:rtl/>
        </w:rPr>
        <w:t>أحق به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الكبير كذلك نقول نحن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هذه الأخبار عامة في أن للأكبر ثيابه ورحله وكسوته</w:t>
      </w:r>
      <w:r w:rsidR="009C2257">
        <w:rPr>
          <w:rtl/>
        </w:rPr>
        <w:t xml:space="preserve"> </w:t>
      </w:r>
      <w:r w:rsidRPr="00573E19">
        <w:rPr>
          <w:rtl/>
        </w:rPr>
        <w:t>وينبغي أن نخصها بثياب جلده فأما ما عداها من الثياب كان هو والورثة فيه سواء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علي بن الحسن بن فضال عن أحمد بن الحسن عن أبيه عن حماد بن</w:t>
      </w:r>
      <w:r w:rsidR="009C2257">
        <w:rPr>
          <w:rtl/>
        </w:rPr>
        <w:t xml:space="preserve"> </w:t>
      </w:r>
      <w:r w:rsidRPr="00573E19">
        <w:rPr>
          <w:rtl/>
        </w:rPr>
        <w:t>عيسى عن شعيب العقرقوفي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يموت</w:t>
      </w:r>
      <w:r w:rsidR="009C2257">
        <w:rPr>
          <w:rtl/>
        </w:rPr>
        <w:t xml:space="preserve"> </w:t>
      </w:r>
      <w:r w:rsidRPr="00573E19">
        <w:rPr>
          <w:rtl/>
        </w:rPr>
        <w:t>ماله من متاع بيته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السيف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الميت إذا مات فان لابنه السيف والرحل</w:t>
      </w:r>
      <w:r w:rsidR="009C2257">
        <w:rPr>
          <w:rtl/>
        </w:rPr>
        <w:t xml:space="preserve"> </w:t>
      </w:r>
      <w:r w:rsidRPr="00573E19">
        <w:rPr>
          <w:rtl/>
        </w:rPr>
        <w:t>والثياب ثياب جلده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06" w:name="_Toc374810486"/>
      <w:bookmarkStart w:id="207" w:name="_Toc376954861"/>
      <w:r w:rsidRPr="00573E19">
        <w:rPr>
          <w:rtl/>
        </w:rPr>
        <w:t>91</w:t>
      </w:r>
      <w:r>
        <w:rPr>
          <w:rtl/>
        </w:rPr>
        <w:t xml:space="preserve"> - </w:t>
      </w:r>
      <w:r w:rsidRPr="00573E19">
        <w:rPr>
          <w:rtl/>
        </w:rPr>
        <w:t>باب ان الاخوة والأخوات على اختلاف أنسابهم لا يرثون مع الأبوين ولا</w:t>
      </w:r>
      <w:r w:rsidR="009C2257">
        <w:rPr>
          <w:rtl/>
        </w:rPr>
        <w:t xml:space="preserve"> </w:t>
      </w:r>
      <w:r w:rsidRPr="00573E19">
        <w:rPr>
          <w:rtl/>
        </w:rPr>
        <w:t>مع واحد منهما شيئا</w:t>
      </w:r>
      <w:bookmarkEnd w:id="206"/>
      <w:bookmarkEnd w:id="20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ومحمد بن عيسى عن يونس جميعا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عمر بن أذينة عن زرارة عن أبي عبد الله وأبي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أنهما قالا إن</w:t>
      </w:r>
      <w:r w:rsidR="009C2257">
        <w:rPr>
          <w:rtl/>
        </w:rPr>
        <w:t xml:space="preserve"> </w:t>
      </w:r>
      <w:r w:rsidRPr="00573E19">
        <w:rPr>
          <w:rtl/>
        </w:rPr>
        <w:t>مات رجل فترك أمه واخوة وأخوات لأب وأم واخوة وأخوات لأب واخوة وأخوات لأم</w:t>
      </w:r>
      <w:r w:rsidR="009C2257">
        <w:rPr>
          <w:rtl/>
        </w:rPr>
        <w:t xml:space="preserve"> </w:t>
      </w:r>
      <w:r w:rsidRPr="00573E19">
        <w:rPr>
          <w:rtl/>
        </w:rPr>
        <w:t>وليس الأب حيا فإنهم لا يرثون ولا يحجبونها لأنه لم يورث كلالة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محمد بن سماعة عن رجل عن عبد الله بن الوضاح عن أبي بصير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544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</w:t>
      </w:r>
      <w:r>
        <w:rPr>
          <w:rtl/>
        </w:rPr>
        <w:t>2</w:t>
      </w:r>
      <w:r w:rsidRPr="007F5BD9">
        <w:rPr>
          <w:rtl/>
        </w:rPr>
        <w:t xml:space="preserve"> الفقيه ص 446 بتفاوت يسير.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545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60 في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546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414</w:t>
      </w:r>
      <w:r>
        <w:rPr>
          <w:rtl/>
        </w:rPr>
        <w:t>.</w:t>
      </w:r>
    </w:p>
    <w:p w:rsidR="00FE5331" w:rsidRPr="00573E19" w:rsidRDefault="00FE5331" w:rsidP="00530FC2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امرأة توفيت وتركت زوجها وأمها وأباها</w:t>
      </w:r>
      <w:r w:rsidR="009C2257">
        <w:rPr>
          <w:rtl/>
        </w:rPr>
        <w:t xml:space="preserve"> </w:t>
      </w:r>
      <w:r w:rsidRPr="00573E19">
        <w:rPr>
          <w:rtl/>
        </w:rPr>
        <w:t>واخوتها قال</w:t>
      </w:r>
      <w:r w:rsidR="00CA4563">
        <w:rPr>
          <w:rtl/>
        </w:rPr>
        <w:t>:</w:t>
      </w:r>
      <w:r w:rsidRPr="00573E19">
        <w:rPr>
          <w:rtl/>
        </w:rPr>
        <w:t xml:space="preserve"> هي من ستة أسهم للزوج النصف ثلاثة أسهم وللأب الثلث سهمان وللأم السدس</w:t>
      </w:r>
      <w:r w:rsidR="009C2257">
        <w:rPr>
          <w:rtl/>
        </w:rPr>
        <w:t xml:space="preserve"> </w:t>
      </w:r>
      <w:r w:rsidRPr="00573E19">
        <w:rPr>
          <w:rtl/>
        </w:rPr>
        <w:t>سهم وليس للاخوة والأخوات شئ نقصوا الام وزادوا الأب لان الله</w:t>
      </w:r>
      <w:r w:rsidR="009C2257">
        <w:rPr>
          <w:rtl/>
        </w:rPr>
        <w:t xml:space="preserve"> </w:t>
      </w:r>
      <w:r w:rsidRPr="00573E19">
        <w:rPr>
          <w:rtl/>
        </w:rPr>
        <w:t>تعالى 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530FC2" w:rsidRPr="00FE5331">
        <w:rPr>
          <w:rStyle w:val="libAlaemChar"/>
          <w:rtl/>
        </w:rPr>
        <w:t>(</w:t>
      </w:r>
      <w:r w:rsidR="00530FC2" w:rsidRPr="00530FC2">
        <w:rPr>
          <w:rStyle w:val="libAieChar"/>
          <w:rtl/>
        </w:rPr>
        <w:t>فَإِن كَانَ لَهُ إِخْوَةٌ فَلِأُمِّهِ السُّدُسُ</w:t>
      </w:r>
      <w:r w:rsidR="00530FC2"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علي بن مسكين عن مشمعل بن سعد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ترك أبويه واخوته قال</w:t>
      </w:r>
      <w:r w:rsidR="00CA4563">
        <w:rPr>
          <w:rtl/>
        </w:rPr>
        <w:t>:</w:t>
      </w:r>
      <w:r w:rsidRPr="00573E19">
        <w:rPr>
          <w:rtl/>
        </w:rPr>
        <w:t xml:space="preserve"> للأم السدس وللأب خمسة أسهم</w:t>
      </w:r>
      <w:r w:rsidR="009C2257">
        <w:rPr>
          <w:rtl/>
        </w:rPr>
        <w:t xml:space="preserve"> </w:t>
      </w:r>
      <w:r w:rsidRPr="00573E19">
        <w:rPr>
          <w:rtl/>
        </w:rPr>
        <w:t>وسقط الاخوة وهي من ستة أسهم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ومحمد بن عيسى عن يونس جميعا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عمر ابن أذينة عن بكير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ليس للاخوة من الأب</w:t>
      </w:r>
      <w:r w:rsidR="009C2257">
        <w:rPr>
          <w:rtl/>
        </w:rPr>
        <w:t xml:space="preserve"> </w:t>
      </w:r>
      <w:r w:rsidRPr="00573E19">
        <w:rPr>
          <w:rtl/>
        </w:rPr>
        <w:t>والام ولا للاخوة من الأب مع الأب شئ ولا مع الام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فاما ما رواه أحمد بن محمد بن عيسى عن الحسن بن علي الخراز وعلي بن الحكم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مثنى الحناط عن زرارة بن أعين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امرأة</w:t>
      </w:r>
      <w:r w:rsidR="009C2257">
        <w:rPr>
          <w:rtl/>
        </w:rPr>
        <w:t xml:space="preserve"> </w:t>
      </w:r>
      <w:r w:rsidRPr="00573E19">
        <w:rPr>
          <w:rtl/>
        </w:rPr>
        <w:t>تركت زوجها وأمها واخوتها لامها واخوة لامها وأبيها فقال</w:t>
      </w:r>
      <w:r w:rsidR="00CA4563">
        <w:rPr>
          <w:rtl/>
        </w:rPr>
        <w:t>:</w:t>
      </w:r>
      <w:r w:rsidRPr="00573E19">
        <w:rPr>
          <w:rtl/>
        </w:rPr>
        <w:t xml:space="preserve"> لزوجها النصف ولأمها السدس</w:t>
      </w:r>
      <w:r w:rsidR="009C2257">
        <w:rPr>
          <w:rtl/>
        </w:rPr>
        <w:t xml:space="preserve"> </w:t>
      </w:r>
      <w:r w:rsidRPr="00573E19">
        <w:rPr>
          <w:rtl/>
        </w:rPr>
        <w:t>وللاخوة من الام الثلث وسقط الاخوة من الأب والام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وما رواه أحمد بن محمد بن عيسى عن الحسن بن علي الخزاز وعلي بن الحكم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مثنى الحناط عن زرارة بن أعين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امرأة</w:t>
      </w:r>
      <w:r w:rsidR="009C2257">
        <w:rPr>
          <w:rtl/>
        </w:rPr>
        <w:t xml:space="preserve"> </w:t>
      </w:r>
      <w:r w:rsidRPr="00573E19">
        <w:rPr>
          <w:rtl/>
        </w:rPr>
        <w:t>تركت أمها وأخواتها لأبيها وأمها وإخوة لأم وأخوات لأب قال</w:t>
      </w:r>
      <w:r w:rsidR="00CA4563">
        <w:rPr>
          <w:rtl/>
        </w:rPr>
        <w:t>:</w:t>
      </w:r>
      <w:r w:rsidRPr="00573E19">
        <w:rPr>
          <w:rtl/>
        </w:rPr>
        <w:t xml:space="preserve"> لأخواتها لأبيها</w:t>
      </w:r>
      <w:r w:rsidR="009C2257">
        <w:rPr>
          <w:rtl/>
        </w:rPr>
        <w:t xml:space="preserve"> </w:t>
      </w:r>
      <w:r w:rsidRPr="00573E19">
        <w:rPr>
          <w:rtl/>
        </w:rPr>
        <w:t>وأمها الثلثان ولأمها السدس ولاخوتها من أمها السدس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الحسن بن علي الخزاز وعلي بن الحكم عن مثنى الحناط عن زرارة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547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414.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7F5BD9">
        <w:rPr>
          <w:rtl/>
        </w:rPr>
        <w:t xml:space="preserve"> 548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416 في ذيل حديث طويل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64 في ذيل حديث</w:t>
      </w:r>
      <w:r w:rsidR="009C2257">
        <w:rPr>
          <w:rtl/>
        </w:rPr>
        <w:t xml:space="preserve"> </w:t>
      </w:r>
      <w:r w:rsidRPr="007F5BD9">
        <w:rPr>
          <w:rtl/>
        </w:rPr>
        <w:t>طويل الفقيه ص 4</w:t>
      </w:r>
      <w:r>
        <w:rPr>
          <w:rtl/>
        </w:rPr>
        <w:t>2</w:t>
      </w:r>
      <w:r w:rsidRPr="007F5BD9">
        <w:rPr>
          <w:rtl/>
        </w:rPr>
        <w:t>6.</w:t>
      </w:r>
    </w:p>
    <w:p w:rsidR="00FE5331" w:rsidRPr="007F5BD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7F5BD9">
        <w:rPr>
          <w:rtl/>
        </w:rPr>
        <w:t xml:space="preserve"> 549</w:t>
      </w:r>
      <w:r>
        <w:rPr>
          <w:rtl/>
        </w:rPr>
        <w:t xml:space="preserve"> - </w:t>
      </w:r>
      <w:r w:rsidRPr="007F5BD9">
        <w:rPr>
          <w:rtl/>
        </w:rPr>
        <w:t>550</w:t>
      </w:r>
      <w:r>
        <w:rPr>
          <w:rtl/>
        </w:rPr>
        <w:t xml:space="preserve"> - </w:t>
      </w:r>
      <w:r w:rsidRPr="007F5BD9">
        <w:rPr>
          <w:rtl/>
        </w:rPr>
        <w:t>551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4.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أعين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امرأة تركت أمها وأخواتها لأبيها</w:t>
      </w:r>
      <w:r w:rsidR="009C2257">
        <w:rPr>
          <w:rtl/>
        </w:rPr>
        <w:t xml:space="preserve"> </w:t>
      </w:r>
      <w:r w:rsidRPr="00573E19">
        <w:rPr>
          <w:rtl/>
        </w:rPr>
        <w:t>وأمها وإخوة لأم وأخوات لأب قال</w:t>
      </w:r>
      <w:r w:rsidR="00CA4563">
        <w:rPr>
          <w:rtl/>
        </w:rPr>
        <w:t>:</w:t>
      </w:r>
      <w:r w:rsidRPr="00573E19">
        <w:rPr>
          <w:rtl/>
        </w:rPr>
        <w:t xml:space="preserve"> لأخواتها لامها وأبيها الثلثان ولأمها السدس</w:t>
      </w:r>
      <w:r w:rsidR="009C2257">
        <w:rPr>
          <w:rtl/>
        </w:rPr>
        <w:t xml:space="preserve"> </w:t>
      </w:r>
      <w:r w:rsidRPr="00573E19">
        <w:rPr>
          <w:rtl/>
        </w:rPr>
        <w:t>ولاخوتها من أمها السدس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فهذه الأخبار الثلاثة الأصل فيها زرارة والطريق إليها واحد ومع ذلك فقد أجمعت</w:t>
      </w:r>
      <w:r w:rsidR="009C2257">
        <w:rPr>
          <w:rtl/>
        </w:rPr>
        <w:t xml:space="preserve"> </w:t>
      </w:r>
      <w:r w:rsidRPr="00573E19">
        <w:rPr>
          <w:rtl/>
        </w:rPr>
        <w:t>الطائفة على العمل بخلافها لأنه لا خلاف بينهم أن مع الام لا يرث أحد من الاخوة</w:t>
      </w:r>
      <w:r w:rsidR="009C2257">
        <w:rPr>
          <w:rtl/>
        </w:rPr>
        <w:t xml:space="preserve"> </w:t>
      </w:r>
      <w:r w:rsidRPr="00573E19">
        <w:rPr>
          <w:rtl/>
        </w:rPr>
        <w:t>والأخوات من أي جهة كانوا</w:t>
      </w:r>
      <w:r w:rsidR="00CA4563">
        <w:rPr>
          <w:rtl/>
        </w:rPr>
        <w:t>،</w:t>
      </w:r>
      <w:r w:rsidRPr="00573E19">
        <w:rPr>
          <w:rtl/>
        </w:rPr>
        <w:t xml:space="preserve"> فالوجه في هذه الأخبار أن نحملها على ضرب من</w:t>
      </w:r>
      <w:r w:rsidR="009C2257">
        <w:rPr>
          <w:rtl/>
        </w:rPr>
        <w:t xml:space="preserve"> </w:t>
      </w:r>
      <w:r w:rsidRPr="00573E19">
        <w:rPr>
          <w:rtl/>
        </w:rPr>
        <w:t>التقية</w:t>
      </w:r>
      <w:r w:rsidR="00CA4563">
        <w:rPr>
          <w:rtl/>
        </w:rPr>
        <w:t>،</w:t>
      </w:r>
      <w:r w:rsidRPr="00573E19">
        <w:rPr>
          <w:rtl/>
        </w:rPr>
        <w:t xml:space="preserve"> ويجوز أن نقول فيها وجها من التأويل وهو انها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وردت الرخصة في جواز</w:t>
      </w:r>
      <w:r w:rsidR="009C2257">
        <w:rPr>
          <w:rtl/>
        </w:rPr>
        <w:t xml:space="preserve"> </w:t>
      </w:r>
      <w:r w:rsidRPr="00573E19">
        <w:rPr>
          <w:rtl/>
        </w:rPr>
        <w:t>الاخذ منهم على ما يعتقدونه كما يأخذونه منا وإنما نحرم الاخذ بها لمن يعتقد بطلانها</w:t>
      </w:r>
      <w:r w:rsidR="009C2257">
        <w:rPr>
          <w:rtl/>
        </w:rPr>
        <w:t xml:space="preserve"> </w:t>
      </w:r>
      <w:r w:rsidRPr="00573E19">
        <w:rPr>
          <w:rtl/>
        </w:rPr>
        <w:t>والذي يدل على هذه الرخصة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علي بن الحسن بن فضال عن جعفر بن محمد بن حكيم عن جميل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دراج عن عبد الله بن محرز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رجل ترك ابنته</w:t>
      </w:r>
      <w:r w:rsidR="009C2257">
        <w:rPr>
          <w:rtl/>
        </w:rPr>
        <w:t xml:space="preserve"> </w:t>
      </w:r>
      <w:r w:rsidRPr="00573E19">
        <w:rPr>
          <w:rtl/>
        </w:rPr>
        <w:t>وأخته لأبيه وأمه قال</w:t>
      </w:r>
      <w:r w:rsidR="00CA4563">
        <w:rPr>
          <w:rtl/>
        </w:rPr>
        <w:t>:</w:t>
      </w:r>
      <w:r w:rsidRPr="00573E19">
        <w:rPr>
          <w:rtl/>
        </w:rPr>
        <w:t xml:space="preserve"> المال كله لابنته وليس للأخت من الأب والام شئ فقلت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انا قد احتجنا إلى هذا والرجل الميت من هؤلاء الناس وأخته مؤمنة قال</w:t>
      </w:r>
      <w:r w:rsidR="00CA4563">
        <w:rPr>
          <w:rtl/>
        </w:rPr>
        <w:t>:</w:t>
      </w:r>
      <w:r w:rsidRPr="00573E19">
        <w:rPr>
          <w:rtl/>
        </w:rPr>
        <w:t xml:space="preserve"> فخذ لها</w:t>
      </w:r>
      <w:r w:rsidR="009C2257">
        <w:rPr>
          <w:rtl/>
        </w:rPr>
        <w:t xml:space="preserve"> </w:t>
      </w:r>
      <w:r w:rsidRPr="00573E19">
        <w:rPr>
          <w:rtl/>
        </w:rPr>
        <w:t>النصف خذوا منهم كما يأخذون منكم في سنتهم وقضائهم وأحكامهم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فذكرت</w:t>
      </w:r>
      <w:r w:rsidR="009C2257">
        <w:rPr>
          <w:rtl/>
        </w:rPr>
        <w:t xml:space="preserve"> </w:t>
      </w:r>
      <w:r w:rsidRPr="00573E19">
        <w:rPr>
          <w:rtl/>
        </w:rPr>
        <w:t>ذلك لزرارة فقال</w:t>
      </w:r>
      <w:r w:rsidR="00CA4563">
        <w:rPr>
          <w:rtl/>
        </w:rPr>
        <w:t>:</w:t>
      </w:r>
      <w:r w:rsidRPr="00573E19">
        <w:rPr>
          <w:rtl/>
        </w:rPr>
        <w:t xml:space="preserve"> إن على ما جاء به ابن محرز لنورا خذهم بحقك في أحكامهم وسنتهم</w:t>
      </w:r>
      <w:r w:rsidR="009C2257">
        <w:rPr>
          <w:rtl/>
        </w:rPr>
        <w:t xml:space="preserve"> </w:t>
      </w:r>
      <w:r w:rsidRPr="00573E19">
        <w:rPr>
          <w:rtl/>
        </w:rPr>
        <w:t>وقضائهم كما يأخذون منكم فيه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عنه عن أيوب بن نوح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أسأله</w:t>
      </w:r>
      <w:r w:rsidR="009C2257">
        <w:rPr>
          <w:rtl/>
        </w:rPr>
        <w:t xml:space="preserve"> </w:t>
      </w:r>
      <w:r w:rsidRPr="00573E19">
        <w:rPr>
          <w:rtl/>
        </w:rPr>
        <w:t>هل نأخذ في أحكام المخالفين ما يأخذون منا في أحكامهم أم لا</w:t>
      </w:r>
      <w:r>
        <w:rPr>
          <w:rtl/>
        </w:rPr>
        <w:t>؟</w:t>
      </w:r>
      <w:r w:rsidRPr="00573E19">
        <w:rPr>
          <w:rtl/>
        </w:rPr>
        <w:t xml:space="preserve"> فكتب يجوز لكم</w:t>
      </w:r>
      <w:r w:rsidR="009C2257">
        <w:rPr>
          <w:rtl/>
        </w:rPr>
        <w:t xml:space="preserve"> </w:t>
      </w:r>
      <w:r w:rsidRPr="00573E19">
        <w:rPr>
          <w:rtl/>
        </w:rPr>
        <w:t>ذلك إن كان مذهبكم فيه التقية منهم والمداراة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نسخة د </w:t>
      </w:r>
      <w:r>
        <w:rPr>
          <w:rtl/>
        </w:rPr>
        <w:t>(</w:t>
      </w:r>
      <w:r w:rsidRPr="00573E19">
        <w:rPr>
          <w:rtl/>
        </w:rPr>
        <w:t xml:space="preserve"> انه )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55</w:t>
      </w:r>
      <w:r>
        <w:rPr>
          <w:rtl/>
        </w:rPr>
        <w:t xml:space="preserve">2 - </w:t>
      </w:r>
      <w:r w:rsidRPr="00573E19">
        <w:rPr>
          <w:rtl/>
        </w:rPr>
        <w:t>55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4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</w:t>
      </w:r>
      <w:r w:rsidR="009C2257">
        <w:rPr>
          <w:rtl/>
        </w:rPr>
        <w:t xml:space="preserve"> </w:t>
      </w:r>
      <w:r w:rsidRPr="00573E19">
        <w:rPr>
          <w:rtl/>
        </w:rPr>
        <w:t>بتفاوت في السند والمتن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سندي بن محمد البزاز عن علا بن رزين القلا عن محمد بن مسلم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الأحكام قال</w:t>
      </w:r>
      <w:r w:rsidR="00CA4563">
        <w:rPr>
          <w:rtl/>
        </w:rPr>
        <w:t>:</w:t>
      </w:r>
      <w:r w:rsidRPr="00573E19">
        <w:rPr>
          <w:rtl/>
        </w:rPr>
        <w:t xml:space="preserve"> يجوز على أهل كل ذي دين</w:t>
      </w:r>
      <w:r w:rsidR="009C2257">
        <w:rPr>
          <w:rtl/>
        </w:rPr>
        <w:t xml:space="preserve"> </w:t>
      </w:r>
      <w:r w:rsidRPr="00573E19">
        <w:rPr>
          <w:rtl/>
        </w:rPr>
        <w:t>ما يستحلون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عبد الله بن جبلة عن عدة من أصحاب علي ولا</w:t>
      </w:r>
      <w:r w:rsidR="009C2257">
        <w:rPr>
          <w:rtl/>
        </w:rPr>
        <w:t xml:space="preserve"> </w:t>
      </w:r>
      <w:r w:rsidRPr="00573E19">
        <w:rPr>
          <w:rtl/>
        </w:rPr>
        <w:t>أعلم سليمان إلا أخبرني به وعلي بن عبد الله عن سليمان أيضا عن علي بن أبي حمزة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ألزموهم ما ألزموا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أنفسهم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فأما ما رواه الحسن بن محمد بن سماعة قال حدثهم محمد بن زياد عن معاوية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عمار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كان لها زوج ولها ولد من غيره وولد</w:t>
      </w:r>
      <w:r w:rsidR="009C2257">
        <w:rPr>
          <w:rtl/>
        </w:rPr>
        <w:t xml:space="preserve"> </w:t>
      </w:r>
      <w:r w:rsidRPr="00573E19">
        <w:rPr>
          <w:rtl/>
        </w:rPr>
        <w:t>منه فمات ولدها الذي من غيره فقال</w:t>
      </w:r>
      <w:r w:rsidR="00CA4563">
        <w:rPr>
          <w:rtl/>
        </w:rPr>
        <w:t>:</w:t>
      </w:r>
      <w:r w:rsidRPr="00573E19">
        <w:rPr>
          <w:rtl/>
        </w:rPr>
        <w:t xml:space="preserve"> يعتزلها زوجها ثلاثة أشهر حتى يعلم ما في بطنها</w:t>
      </w:r>
      <w:r w:rsidR="009C2257">
        <w:rPr>
          <w:rtl/>
        </w:rPr>
        <w:t xml:space="preserve"> </w:t>
      </w:r>
      <w:r w:rsidRPr="00573E19">
        <w:rPr>
          <w:rtl/>
        </w:rPr>
        <w:t>ولد أم لا فإن كان في بطنها ولد ورث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عنه قال</w:t>
      </w:r>
      <w:r w:rsidR="00CA4563">
        <w:rPr>
          <w:rtl/>
        </w:rPr>
        <w:t>:</w:t>
      </w:r>
      <w:r w:rsidRPr="00573E19">
        <w:rPr>
          <w:rtl/>
        </w:rPr>
        <w:t xml:space="preserve"> حدثهم وهيب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</w:t>
      </w:r>
      <w:r w:rsidR="009C2257">
        <w:rPr>
          <w:rtl/>
        </w:rPr>
        <w:t xml:space="preserve"> </w:t>
      </w:r>
      <w:r w:rsidRPr="00573E19">
        <w:rPr>
          <w:rtl/>
        </w:rPr>
        <w:t>تزوج امرأة ولها ولد من غيره فمات الولد وله مال قال</w:t>
      </w:r>
      <w:r w:rsidR="00CA4563">
        <w:rPr>
          <w:rtl/>
        </w:rPr>
        <w:t>:</w:t>
      </w:r>
      <w:r w:rsidRPr="00573E19">
        <w:rPr>
          <w:rtl/>
        </w:rPr>
        <w:t xml:space="preserve"> ينبغي للزوج أن يعتزل المرأة</w:t>
      </w:r>
      <w:r w:rsidR="009C2257">
        <w:rPr>
          <w:rtl/>
        </w:rPr>
        <w:t xml:space="preserve"> </w:t>
      </w:r>
      <w:r w:rsidRPr="00573E19">
        <w:rPr>
          <w:rtl/>
        </w:rPr>
        <w:t>حتى تحيض حيضة تستبرئ رحمها أخاف أن يحدث بها حمل فيرث من لا ميراث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ما قلناه في الاخبار الأولة سواء من حمله على التقية</w:t>
      </w:r>
      <w:r w:rsidR="009C2257">
        <w:rPr>
          <w:rtl/>
        </w:rPr>
        <w:t xml:space="preserve"> </w:t>
      </w:r>
      <w:r w:rsidRPr="00573E19">
        <w:rPr>
          <w:rtl/>
        </w:rPr>
        <w:t>لاجماع الطائفة على العمل بخلاف متضمنها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08" w:name="_Toc374810487"/>
      <w:bookmarkStart w:id="209" w:name="_Toc376954862"/>
      <w:r w:rsidRPr="00573E19">
        <w:rPr>
          <w:rtl/>
        </w:rPr>
        <w:t>9</w:t>
      </w:r>
      <w:r>
        <w:rPr>
          <w:rtl/>
        </w:rPr>
        <w:t xml:space="preserve">2 - </w:t>
      </w:r>
      <w:r w:rsidRPr="00573E19">
        <w:rPr>
          <w:rtl/>
        </w:rPr>
        <w:t>باب ميراث الزوج إذا لم يكن للمرأة وارث غيره</w:t>
      </w:r>
      <w:bookmarkEnd w:id="208"/>
      <w:bookmarkEnd w:id="20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الحسن بن علي بن يوسف عن مثنى بن الوليد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الحناط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امرأة تركت زوجها قال</w:t>
      </w:r>
      <w:r w:rsidR="00CA4563">
        <w:rPr>
          <w:rtl/>
        </w:rPr>
        <w:t>:</w:t>
      </w:r>
      <w:r w:rsidRPr="00573E19">
        <w:rPr>
          <w:rtl/>
        </w:rPr>
        <w:t xml:space="preserve"> المال كله</w:t>
      </w:r>
      <w:r w:rsidR="009C2257">
        <w:rPr>
          <w:rtl/>
        </w:rPr>
        <w:t xml:space="preserve"> </w:t>
      </w:r>
      <w:r w:rsidRPr="00573E19">
        <w:rPr>
          <w:rtl/>
        </w:rPr>
        <w:t>له إذا لم يكن لها وارث غيره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نسخة د </w:t>
      </w:r>
      <w:r>
        <w:rPr>
          <w:rtl/>
        </w:rPr>
        <w:t>(</w:t>
      </w:r>
      <w:r w:rsidRPr="00573E19">
        <w:rPr>
          <w:rtl/>
        </w:rPr>
        <w:t xml:space="preserve"> ألزموا به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554</w:t>
      </w:r>
      <w:r>
        <w:rPr>
          <w:rtl/>
        </w:rPr>
        <w:t xml:space="preserve"> - </w:t>
      </w:r>
      <w:r w:rsidRPr="00573E19">
        <w:rPr>
          <w:rtl/>
        </w:rPr>
        <w:t>555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. - </w:t>
      </w:r>
      <w:r w:rsidRPr="00573E19">
        <w:rPr>
          <w:rtl/>
        </w:rPr>
        <w:t>556</w:t>
      </w:r>
      <w:r>
        <w:rPr>
          <w:rtl/>
        </w:rPr>
        <w:t xml:space="preserve"> - </w:t>
      </w:r>
      <w:r w:rsidRPr="00573E19">
        <w:rPr>
          <w:rtl/>
        </w:rPr>
        <w:t>557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559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النضر بن سويد عن عاصم بن حميد عن محمد بن قيس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توفيت ولم يعلم لها أحد ولها زوج قال</w:t>
      </w:r>
      <w:r w:rsidR="00CA4563">
        <w:rPr>
          <w:rtl/>
        </w:rPr>
        <w:t>:</w:t>
      </w:r>
      <w:r w:rsidRPr="00573E19">
        <w:rPr>
          <w:rtl/>
        </w:rPr>
        <w:t xml:space="preserve"> الميراث</w:t>
      </w:r>
      <w:r w:rsidR="009C2257">
        <w:rPr>
          <w:rtl/>
        </w:rPr>
        <w:t xml:space="preserve"> </w:t>
      </w:r>
      <w:r w:rsidRPr="00573E19">
        <w:rPr>
          <w:rtl/>
        </w:rPr>
        <w:t>لزوجها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القاسم بن محمد وفضالة عن أبان بن عثمان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قرأ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فرائض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فإذا فيها الزوج يحوز المال إذا لم</w:t>
      </w:r>
      <w:r w:rsidR="009C2257">
        <w:rPr>
          <w:rtl/>
        </w:rPr>
        <w:t xml:space="preserve"> </w:t>
      </w:r>
      <w:r w:rsidRPr="00573E19">
        <w:rPr>
          <w:rtl/>
        </w:rPr>
        <w:t>يكن غيره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النضر عن يحيى الحلبي عن أيوب بن الحر عن أبي بصير قال كنت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عند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فدعا بالجامعة فنظر فيها فإذا امرأة ماتت وتركت زوجها</w:t>
      </w:r>
      <w:r w:rsidR="009C2257">
        <w:rPr>
          <w:rtl/>
        </w:rPr>
        <w:t xml:space="preserve"> </w:t>
      </w:r>
      <w:r w:rsidRPr="00573E19">
        <w:rPr>
          <w:rtl/>
        </w:rPr>
        <w:t>لا وارث لها غيره</w:t>
      </w:r>
      <w:r w:rsidR="00CA4563">
        <w:rPr>
          <w:rtl/>
        </w:rPr>
        <w:t>،</w:t>
      </w:r>
      <w:r w:rsidRPr="00573E19">
        <w:rPr>
          <w:rtl/>
        </w:rPr>
        <w:t xml:space="preserve"> المال له كله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القاسم عن علي عن أبي بصير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عن المرأة تموت ولا تترك وارثا غير زوجها قال</w:t>
      </w:r>
      <w:r w:rsidR="00CA4563">
        <w:rPr>
          <w:rtl/>
        </w:rPr>
        <w:t>:</w:t>
      </w:r>
      <w:r w:rsidRPr="00573E19">
        <w:rPr>
          <w:rtl/>
        </w:rPr>
        <w:t xml:space="preserve"> الميراث له كله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الحسن بن علي بن بنت الياس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جميل بن دراج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يكون الرد على زوج ولا زوجة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لأنا لا نعطي الزوج المال كله بالرد</w:t>
      </w:r>
      <w:r w:rsidR="00CA4563">
        <w:rPr>
          <w:rtl/>
        </w:rPr>
        <w:t>،</w:t>
      </w:r>
      <w:r w:rsidRPr="00573E19">
        <w:rPr>
          <w:rtl/>
        </w:rPr>
        <w:t xml:space="preserve"> بل نعطيه النصف</w:t>
      </w:r>
      <w:r w:rsidR="009C2257">
        <w:rPr>
          <w:rtl/>
        </w:rPr>
        <w:t xml:space="preserve"> </w:t>
      </w:r>
      <w:r w:rsidRPr="00573E19">
        <w:rPr>
          <w:rtl/>
        </w:rPr>
        <w:t>بالتسمية والباقي باجماع الطائفة المحقة ولا نعطيه برد يقتضيه ظاهر القرآن كما يقتضي</w:t>
      </w:r>
      <w:r w:rsidR="009C2257">
        <w:rPr>
          <w:rtl/>
        </w:rPr>
        <w:t xml:space="preserve"> </w:t>
      </w:r>
      <w:r w:rsidRPr="00573E19">
        <w:rPr>
          <w:rtl/>
        </w:rPr>
        <w:t>في كثير من ذوي الأرحام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10" w:name="_Toc374810488"/>
      <w:bookmarkStart w:id="211" w:name="_Toc376954863"/>
      <w:r w:rsidRPr="00573E19">
        <w:rPr>
          <w:rtl/>
        </w:rPr>
        <w:t>9</w:t>
      </w:r>
      <w:r>
        <w:rPr>
          <w:rtl/>
        </w:rPr>
        <w:t xml:space="preserve">3 - </w:t>
      </w:r>
      <w:r w:rsidRPr="00573E19">
        <w:rPr>
          <w:rtl/>
        </w:rPr>
        <w:t>باب ميراث الزوجة إذا لم يكن وارث غيرها</w:t>
      </w:r>
      <w:bookmarkEnd w:id="210"/>
      <w:bookmarkEnd w:id="21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معاوية بن حكيم عن إسماعيل عن أبي بصير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559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417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71.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560</w:t>
      </w:r>
      <w:r>
        <w:rPr>
          <w:rtl/>
        </w:rPr>
        <w:t xml:space="preserve"> - </w:t>
      </w:r>
      <w:r w:rsidRPr="00573E19">
        <w:rPr>
          <w:rtl/>
        </w:rPr>
        <w:t>561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 واخرج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56</w:t>
      </w:r>
      <w:r>
        <w:rPr>
          <w:rtl/>
        </w:rPr>
        <w:t xml:space="preserve">2 - </w:t>
      </w:r>
      <w:r w:rsidRPr="00573E19">
        <w:rPr>
          <w:rtl/>
        </w:rPr>
        <w:t>56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564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407 الفقيه ص 4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عن امرأة ماتت وتركت زوجها لا وارث لها غيره قال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لم يكن غيره فله المال والمرأة لها الربع وما بقي فللامام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محمد بن سماعة عن محمد بن الحسن بن زياد العطار عن محمد بن نعيم</w:t>
      </w:r>
      <w:r w:rsidR="009C2257">
        <w:rPr>
          <w:rtl/>
        </w:rPr>
        <w:t xml:space="preserve"> </w:t>
      </w:r>
      <w:r w:rsidRPr="00573E19">
        <w:rPr>
          <w:rtl/>
        </w:rPr>
        <w:t>الصحاف قال</w:t>
      </w:r>
      <w:r w:rsidR="00CA4563">
        <w:rPr>
          <w:rtl/>
        </w:rPr>
        <w:t>:</w:t>
      </w:r>
      <w:r w:rsidRPr="00573E19">
        <w:rPr>
          <w:rtl/>
        </w:rPr>
        <w:t xml:space="preserve"> مات محمد بن أبي عمير وأوصى إلي وترك امرأة ولم يترك وارثا غيرها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فكتبت إلى عبد 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فكتب إلي بخطه</w:t>
      </w:r>
      <w:r w:rsidR="00CA4563">
        <w:rPr>
          <w:rtl/>
        </w:rPr>
        <w:t>:</w:t>
      </w:r>
      <w:r w:rsidRPr="00573E19">
        <w:rPr>
          <w:rtl/>
        </w:rPr>
        <w:t xml:space="preserve"> للمرأة الربع وأحمل الباقي إلينا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علي بن مهزيار قال</w:t>
      </w:r>
      <w:r w:rsidR="00CA4563">
        <w:rPr>
          <w:rtl/>
        </w:rPr>
        <w:t>:</w:t>
      </w:r>
      <w:r w:rsidRPr="00573E19">
        <w:rPr>
          <w:rtl/>
        </w:rPr>
        <w:t xml:space="preserve"> كتب محمد بن حمزة العلوي إلى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مولى لك أوصى إلي بمائة درهم وكنت أسمعه يقول كل شئ</w:t>
      </w:r>
      <w:r w:rsidR="009C2257">
        <w:rPr>
          <w:rtl/>
        </w:rPr>
        <w:t xml:space="preserve"> </w:t>
      </w:r>
      <w:r w:rsidRPr="00573E19">
        <w:rPr>
          <w:rtl/>
        </w:rPr>
        <w:t>لي فهو لمولاي فمات وتركها ولم يأمر فيها بشئ وله امرأتان أما الواحدة فلا اعرف لها</w:t>
      </w:r>
      <w:r w:rsidR="009C2257">
        <w:rPr>
          <w:rtl/>
        </w:rPr>
        <w:t xml:space="preserve"> </w:t>
      </w:r>
      <w:r w:rsidRPr="00573E19">
        <w:rPr>
          <w:rtl/>
        </w:rPr>
        <w:t>موضعا الساعة والأخرى بقم ما الذي تأمرني في هذه المائة درهم</w:t>
      </w:r>
      <w:r>
        <w:rPr>
          <w:rtl/>
        </w:rPr>
        <w:t>؟</w:t>
      </w:r>
      <w:r w:rsidRPr="00573E19">
        <w:rPr>
          <w:rtl/>
        </w:rPr>
        <w:t xml:space="preserve"> فكتب إلي انظر</w:t>
      </w:r>
      <w:r w:rsidR="009C2257">
        <w:rPr>
          <w:rtl/>
        </w:rPr>
        <w:t xml:space="preserve"> </w:t>
      </w:r>
      <w:r w:rsidRPr="00573E19">
        <w:rPr>
          <w:rtl/>
        </w:rPr>
        <w:t>أن تدفع هذه الدراهم إلى زوجتي الرجل وحقهما من ذلك الثمن إن كان له ولد فإن</w:t>
      </w:r>
      <w:r w:rsidR="009C2257">
        <w:rPr>
          <w:rtl/>
        </w:rPr>
        <w:t xml:space="preserve"> </w:t>
      </w:r>
      <w:r w:rsidRPr="00573E19">
        <w:rPr>
          <w:rtl/>
        </w:rPr>
        <w:t>لم يكن له ولد فالربع وتصدق بالباقي على من تعرف أن له إليه حاجة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سهل بن زياد عن علي بن أسباط عن خلف بن حماد عن موسى بن بكر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محمد بن مروان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زوج مات وترك امرأة قال</w:t>
      </w:r>
      <w:r w:rsidR="00CA4563">
        <w:rPr>
          <w:rtl/>
        </w:rPr>
        <w:t>:</w:t>
      </w:r>
      <w:r w:rsidRPr="00573E19">
        <w:rPr>
          <w:rtl/>
        </w:rPr>
        <w:t xml:space="preserve"> لها الربع</w:t>
      </w:r>
      <w:r w:rsidR="009C2257">
        <w:rPr>
          <w:rtl/>
        </w:rPr>
        <w:t xml:space="preserve"> </w:t>
      </w:r>
      <w:r w:rsidRPr="00573E19">
        <w:rPr>
          <w:rtl/>
        </w:rPr>
        <w:t>ويدفع الباقي إلى الامام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عيسى عن محمد بن أبي عمير عن ابن مسكان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له رجل مات وترك امرأته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المال لها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المرأة ماتت وتركت زوجها قال</w:t>
      </w:r>
      <w:r w:rsidR="00CA4563">
        <w:rPr>
          <w:rtl/>
        </w:rPr>
        <w:t>:</w:t>
      </w:r>
      <w:r w:rsidRPr="00573E19">
        <w:rPr>
          <w:rtl/>
        </w:rPr>
        <w:t xml:space="preserve"> المال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لأنه يحتمل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ما ذكره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565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417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71.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566</w:t>
      </w:r>
      <w:r>
        <w:rPr>
          <w:rtl/>
        </w:rPr>
        <w:t xml:space="preserve"> - </w:t>
      </w:r>
      <w:r w:rsidRPr="00573E19">
        <w:rPr>
          <w:rtl/>
        </w:rPr>
        <w:t>567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568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 الفقيه ص 4</w:t>
      </w:r>
      <w:r>
        <w:rPr>
          <w:rtl/>
        </w:rPr>
        <w:t>2</w:t>
      </w:r>
      <w:r w:rsidRPr="00573E19">
        <w:rPr>
          <w:rtl/>
        </w:rPr>
        <w:t>5 بتقديم وتأخير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أبو جعفر محمد بن علي بن الحسين بن بابويه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فإنه قال</w:t>
      </w:r>
      <w:r w:rsidR="00CA4563">
        <w:rPr>
          <w:rtl/>
        </w:rPr>
        <w:t>:</w:t>
      </w:r>
      <w:r w:rsidRPr="00573E19">
        <w:rPr>
          <w:rtl/>
        </w:rPr>
        <w:t xml:space="preserve"> هذا الخبر يختص حال</w:t>
      </w:r>
      <w:r w:rsidR="009C2257">
        <w:rPr>
          <w:rtl/>
        </w:rPr>
        <w:t xml:space="preserve"> </w:t>
      </w:r>
      <w:r w:rsidRPr="00573E19">
        <w:rPr>
          <w:rtl/>
        </w:rPr>
        <w:t>الغيبة لان لها الربع إذا كان هناك امام ظاهر يأخذ الباقي فإذا لم يكن ظاهرا كان</w:t>
      </w:r>
      <w:r w:rsidR="009C2257">
        <w:rPr>
          <w:rtl/>
        </w:rPr>
        <w:t xml:space="preserve"> </w:t>
      </w:r>
      <w:r w:rsidRPr="00573E19">
        <w:rPr>
          <w:rtl/>
        </w:rPr>
        <w:t>الباقي لها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أنها إذا كانت قريبة له فإنها تأخذ الربع</w:t>
      </w:r>
      <w:r w:rsidR="009C2257">
        <w:rPr>
          <w:rtl/>
        </w:rPr>
        <w:t xml:space="preserve"> </w:t>
      </w:r>
      <w:r w:rsidRPr="00573E19">
        <w:rPr>
          <w:rtl/>
        </w:rPr>
        <w:t>بالتسمية والباقي بالقرابة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أحمد بن محمد بن عيسى عن البرقي عن محمد بن القاسم عن الفضل</w:t>
      </w:r>
      <w:r w:rsidR="009C2257">
        <w:rPr>
          <w:rtl/>
        </w:rPr>
        <w:t xml:space="preserve"> </w:t>
      </w:r>
      <w:r w:rsidRPr="00573E19">
        <w:rPr>
          <w:rtl/>
        </w:rPr>
        <w:t>ابن يسار البصري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مات وترك امرأة</w:t>
      </w:r>
      <w:r w:rsidR="009C2257">
        <w:rPr>
          <w:rtl/>
        </w:rPr>
        <w:t xml:space="preserve"> </w:t>
      </w:r>
      <w:r w:rsidRPr="00573E19">
        <w:rPr>
          <w:rtl/>
        </w:rPr>
        <w:t>قرابة ليس له قرابة غيرها قال</w:t>
      </w:r>
      <w:r w:rsidR="00CA4563">
        <w:rPr>
          <w:rtl/>
        </w:rPr>
        <w:t>:</w:t>
      </w:r>
      <w:r w:rsidRPr="00573E19">
        <w:rPr>
          <w:rtl/>
        </w:rPr>
        <w:t xml:space="preserve"> يدفع المال كله إليها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12" w:name="_Toc374810489"/>
      <w:bookmarkStart w:id="213" w:name="_Toc376954864"/>
      <w:r w:rsidRPr="00573E19">
        <w:rPr>
          <w:rtl/>
        </w:rPr>
        <w:t>94</w:t>
      </w:r>
      <w:r>
        <w:rPr>
          <w:rtl/>
        </w:rPr>
        <w:t xml:space="preserve"> - </w:t>
      </w:r>
      <w:r w:rsidRPr="00573E19">
        <w:rPr>
          <w:rtl/>
        </w:rPr>
        <w:t>باب ان المرأة لا ترث من العقار والدور والأرضين شيئا من تربة الأرض</w:t>
      </w:r>
      <w:r w:rsidR="009C2257">
        <w:rPr>
          <w:rtl/>
        </w:rPr>
        <w:t xml:space="preserve"> </w:t>
      </w:r>
      <w:r w:rsidRPr="00573E19">
        <w:rPr>
          <w:rtl/>
        </w:rPr>
        <w:t>ولها نصيبها من قيمة الطوب والخشب والبنيان</w:t>
      </w:r>
      <w:bookmarkEnd w:id="212"/>
      <w:bookmarkEnd w:id="21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ابن أذينة عن زرارة وبكير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وفضيل وبريد ومحمد بن مسلم عن أبي جعفر وأبي عبد الله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منهم من رواه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ومنهم من رواه عن 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ومنهم 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رواه عن أحدهما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المرأة لا ترث من تركة زوجها من تربة دار وأرض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إلا أن يقوم الطوب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والخشب قيمة فتعطى ربعها أو ثمنها إن كانت من قيمة</w:t>
      </w:r>
      <w:r w:rsidR="009C2257">
        <w:rPr>
          <w:rtl/>
        </w:rPr>
        <w:t xml:space="preserve"> </w:t>
      </w:r>
      <w:r w:rsidRPr="00573E19">
        <w:rPr>
          <w:rtl/>
        </w:rPr>
        <w:t>الطوب والجذوع والخشب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الحسن بن محبوب عن علي بن رئاب عن زرارة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المرأة لا ترث مما ترك زوجها من القرى والدور والسلاح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والدواب شيئا وترث من المال والفرش والثياب ومتاع البيت مما ترك ويقوم النقض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والأبواب والجذوع والقصب فتعطى حقها منه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الطوب</w:t>
      </w:r>
      <w:r w:rsidR="00CA4563">
        <w:rPr>
          <w:rtl/>
        </w:rPr>
        <w:t>:</w:t>
      </w:r>
      <w:r w:rsidRPr="00573E19">
        <w:rPr>
          <w:rtl/>
        </w:rPr>
        <w:t xml:space="preserve"> الآجر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النقض ما نكث من الأخبية والاكسة والنقض ما انقض من البنيان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569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570</w:t>
      </w:r>
      <w:r>
        <w:rPr>
          <w:rtl/>
        </w:rPr>
        <w:t xml:space="preserve"> - </w:t>
      </w:r>
      <w:r w:rsidRPr="00573E19">
        <w:rPr>
          <w:rtl/>
        </w:rPr>
        <w:t>571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يونس بن عبد الرحمن عن محمد بن حمران عن زرارة ومحمد بن مسلم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النساء لا يرثن من الأرض ولا من العقار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سهل بن زياد عن علي بن الحكم عن العلا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قال أبو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ترث المرأة الطوب ولا ترث من الرباع شيئا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كيف</w:t>
      </w:r>
      <w:r w:rsidR="009C2257">
        <w:rPr>
          <w:rtl/>
        </w:rPr>
        <w:t xml:space="preserve"> </w:t>
      </w:r>
      <w:r w:rsidRPr="00573E19">
        <w:rPr>
          <w:rtl/>
        </w:rPr>
        <w:t>ترث من الفرع ولا ترث من الرباع شيئا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لي ليس لها منهم حسب ترث به</w:t>
      </w:r>
      <w:r w:rsidR="009C2257">
        <w:rPr>
          <w:rtl/>
        </w:rPr>
        <w:t xml:space="preserve"> </w:t>
      </w:r>
      <w:r w:rsidRPr="00573E19">
        <w:rPr>
          <w:rtl/>
        </w:rPr>
        <w:t>وإنما هي دخيل عليهم فترث من الفروع ولا ترث من الأصل ولا يدخل عليهم</w:t>
      </w:r>
      <w:r w:rsidR="009C2257">
        <w:rPr>
          <w:rtl/>
        </w:rPr>
        <w:t xml:space="preserve"> </w:t>
      </w:r>
      <w:r w:rsidRPr="00573E19">
        <w:rPr>
          <w:rtl/>
        </w:rPr>
        <w:t>داخل بسببها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الحسين بن محمد عن معلى بن محمد عن الحسن بن علي عن حماد بن عثمان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إنما جعل للمرأة قيمة الخشب والطوب لئلا يتزوجن</w:t>
      </w:r>
      <w:r w:rsidR="009C2257">
        <w:rPr>
          <w:rtl/>
        </w:rPr>
        <w:t xml:space="preserve"> </w:t>
      </w:r>
      <w:r w:rsidRPr="00573E19">
        <w:rPr>
          <w:rtl/>
        </w:rPr>
        <w:t>فتدخل عليهم من يفسد مواريثهم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معاوية بن حكيم عن علي بن الحسن بن رباط</w:t>
      </w:r>
      <w:r w:rsidR="009C2257">
        <w:rPr>
          <w:rtl/>
        </w:rPr>
        <w:t xml:space="preserve"> </w:t>
      </w:r>
      <w:r w:rsidRPr="00573E19">
        <w:rPr>
          <w:rtl/>
        </w:rPr>
        <w:t>عن مثنى عن يزيد الصايغ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إن النساء لا يرثن</w:t>
      </w:r>
      <w:r w:rsidR="009C2257">
        <w:rPr>
          <w:rtl/>
        </w:rPr>
        <w:t xml:space="preserve"> </w:t>
      </w:r>
      <w:r w:rsidRPr="00573E19">
        <w:rPr>
          <w:rtl/>
        </w:rPr>
        <w:t>من رباع الأرض شيئا ولكن لهن قيمة الطوب والخشب قال</w:t>
      </w:r>
      <w:r w:rsidR="00CA4563">
        <w:rPr>
          <w:rtl/>
        </w:rPr>
        <w:t>:</w:t>
      </w:r>
      <w:r w:rsidRPr="00573E19">
        <w:rPr>
          <w:rtl/>
        </w:rPr>
        <w:t xml:space="preserve"> قلت له إن</w:t>
      </w:r>
      <w:r w:rsidR="00CA4563">
        <w:rPr>
          <w:rtl/>
        </w:rPr>
        <w:t>:</w:t>
      </w:r>
      <w:r w:rsidRPr="00573E19">
        <w:rPr>
          <w:rtl/>
        </w:rPr>
        <w:t xml:space="preserve"> الناس</w:t>
      </w:r>
      <w:r w:rsidR="009C2257">
        <w:rPr>
          <w:rtl/>
        </w:rPr>
        <w:t xml:space="preserve"> </w:t>
      </w:r>
      <w:r w:rsidRPr="00573E19">
        <w:rPr>
          <w:rtl/>
        </w:rPr>
        <w:t>لا يأخذون بهذا فقال</w:t>
      </w:r>
      <w:r w:rsidR="00CA4563">
        <w:rPr>
          <w:rtl/>
        </w:rPr>
        <w:t>:</w:t>
      </w:r>
      <w:r w:rsidRPr="00573E19">
        <w:rPr>
          <w:rtl/>
        </w:rPr>
        <w:t xml:space="preserve"> إذا ولينا ضربناهم بالسوط فان انتهوا وإلا ضر بناهم بالسيف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جعفر عن مثنى عن عبد الملك بن أعين عن أحدهما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للنساء من الدور والعقار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سهل بن زياد عن علي بن الحكم عن أبان الأحمر قال لا أعلم إلا عن ميسرة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بياع الزطي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النساء مالهن من الميراث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الزطي</w:t>
      </w:r>
      <w:r w:rsidR="00CA4563">
        <w:rPr>
          <w:rtl/>
        </w:rPr>
        <w:t>:</w:t>
      </w:r>
      <w:r w:rsidRPr="00573E19">
        <w:rPr>
          <w:rtl/>
        </w:rPr>
        <w:t xml:space="preserve"> نسبة لي بيع الزط وهم جنس من السودان والهنود الواحد زطي كزنج وزنجي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57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بتفاوت في السند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57</w:t>
      </w:r>
      <w:r>
        <w:rPr>
          <w:rtl/>
        </w:rPr>
        <w:t xml:space="preserve">3 - </w:t>
      </w:r>
      <w:r w:rsidRPr="00573E19">
        <w:rPr>
          <w:rtl/>
        </w:rPr>
        <w:t>574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واخرج الأخير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446</w:t>
      </w:r>
      <w:r>
        <w:rPr>
          <w:rtl/>
        </w:rPr>
        <w:t xml:space="preserve">. - </w:t>
      </w:r>
      <w:r w:rsidRPr="00573E19">
        <w:rPr>
          <w:rtl/>
        </w:rPr>
        <w:t>575</w:t>
      </w:r>
      <w:r>
        <w:rPr>
          <w:rtl/>
        </w:rPr>
        <w:t xml:space="preserve"> - </w:t>
      </w:r>
      <w:r w:rsidRPr="00573E19">
        <w:rPr>
          <w:rtl/>
        </w:rPr>
        <w:t>576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577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 xml:space="preserve"> الفقيه ص 446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لهن قيمة الطوب والبناء والخشب والقصب فأما الأرضون والعقار فلا ميراث</w:t>
      </w:r>
      <w:r w:rsidR="009C2257">
        <w:rPr>
          <w:rtl/>
        </w:rPr>
        <w:t xml:space="preserve"> </w:t>
      </w:r>
      <w:r w:rsidRPr="00573E19">
        <w:rPr>
          <w:rtl/>
        </w:rPr>
        <w:t>لهن فيه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فالثياب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الثياب لهن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كيف صار ذا ولهذه</w:t>
      </w:r>
      <w:r w:rsidR="009C2257">
        <w:rPr>
          <w:rtl/>
        </w:rPr>
        <w:t xml:space="preserve"> </w:t>
      </w:r>
      <w:r w:rsidRPr="00573E19">
        <w:rPr>
          <w:rtl/>
        </w:rPr>
        <w:t>الثمن والربع مسمى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لأن المرأة ليس لها نسب ترث به وإنما هي دخيل عليهم</w:t>
      </w:r>
      <w:r w:rsidR="009C2257">
        <w:rPr>
          <w:rtl/>
        </w:rPr>
        <w:t xml:space="preserve"> </w:t>
      </w:r>
      <w:r w:rsidRPr="00573E19">
        <w:rPr>
          <w:rtl/>
        </w:rPr>
        <w:t>وإنما صار هذا كذا لئلا تتزوج المرأة فيجئ زوجها أو ولد من قوم آخرين فيزاحموا</w:t>
      </w:r>
      <w:r w:rsidR="009C2257">
        <w:rPr>
          <w:rtl/>
        </w:rPr>
        <w:t xml:space="preserve"> </w:t>
      </w:r>
      <w:r w:rsidRPr="00573E19">
        <w:rPr>
          <w:rtl/>
        </w:rPr>
        <w:t>قوما في عقارهم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الحسن بن محبوب عن علي بن رئاب عن زرارة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وخطاب بن أبي محمد الهمداني عن طربال بن رجا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المرأة لا ترث مما ترك زوجها من القري والدور والسلاح والدواب</w:t>
      </w:r>
      <w:r w:rsidR="009C2257">
        <w:rPr>
          <w:rtl/>
        </w:rPr>
        <w:t xml:space="preserve"> </w:t>
      </w:r>
      <w:r w:rsidRPr="00573E19">
        <w:rPr>
          <w:rtl/>
        </w:rPr>
        <w:t>شيئا وترث من المال والرقيق والثياب ومتاع البيت مما ترك ويقوم النقض والجذوع</w:t>
      </w:r>
      <w:r w:rsidR="009C2257">
        <w:rPr>
          <w:rtl/>
        </w:rPr>
        <w:t xml:space="preserve"> </w:t>
      </w:r>
      <w:r w:rsidRPr="00573E19">
        <w:rPr>
          <w:rtl/>
        </w:rPr>
        <w:t>والقصب فتعطى حقها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محمد بن زياد عن محمد بن حمران عن محمد بن مسلم وزرارة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النساء لا يرثن من الدور ولا من الضياع شيئا إلا أن يكون</w:t>
      </w:r>
      <w:r w:rsidR="009C2257">
        <w:rPr>
          <w:rtl/>
        </w:rPr>
        <w:t xml:space="preserve"> </w:t>
      </w:r>
      <w:r w:rsidRPr="00573E19">
        <w:rPr>
          <w:rtl/>
        </w:rPr>
        <w:t>أحدث بناء فيرثن ذلك البناء</w:t>
      </w:r>
      <w:r w:rsidR="00CA4563">
        <w:rPr>
          <w:rtl/>
        </w:rPr>
        <w:t>،</w:t>
      </w:r>
      <w:r w:rsidRPr="00573E19">
        <w:rPr>
          <w:rtl/>
        </w:rPr>
        <w:t xml:space="preserve"> وكتب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إلى محمد بن سنان فيما كتب</w:t>
      </w:r>
      <w:r w:rsidR="009C2257">
        <w:rPr>
          <w:rtl/>
        </w:rPr>
        <w:t xml:space="preserve"> </w:t>
      </w:r>
      <w:r w:rsidRPr="00573E19">
        <w:rPr>
          <w:rtl/>
        </w:rPr>
        <w:t>من جواب مسائله</w:t>
      </w:r>
      <w:r w:rsidR="00CA4563">
        <w:rPr>
          <w:rtl/>
        </w:rPr>
        <w:t>:</w:t>
      </w:r>
      <w:r w:rsidRPr="00573E19">
        <w:rPr>
          <w:rtl/>
        </w:rPr>
        <w:t xml:space="preserve"> علة المرأة انها لا ترث من العقار شيئا الا قيمة الطوب والنقض</w:t>
      </w:r>
      <w:r w:rsidR="009C2257">
        <w:rPr>
          <w:rtl/>
        </w:rPr>
        <w:t xml:space="preserve"> </w:t>
      </w:r>
      <w:r w:rsidRPr="00573E19">
        <w:rPr>
          <w:rtl/>
        </w:rPr>
        <w:t>لان العقار لا يمكن تغييره وقلبه والمرأة يجوز أن ينقطع ما بينها وبينه من العصمة ويجوز</w:t>
      </w:r>
      <w:r w:rsidR="009C2257">
        <w:rPr>
          <w:rtl/>
        </w:rPr>
        <w:t xml:space="preserve"> </w:t>
      </w:r>
      <w:r w:rsidRPr="00573E19">
        <w:rPr>
          <w:rtl/>
        </w:rPr>
        <w:t>تغييرها وتبديلها وليس الولد والوالد كذلك</w:t>
      </w:r>
      <w:r w:rsidR="00CA4563">
        <w:rPr>
          <w:rtl/>
        </w:rPr>
        <w:t>،</w:t>
      </w:r>
      <w:r w:rsidRPr="00573E19">
        <w:rPr>
          <w:rtl/>
        </w:rPr>
        <w:t xml:space="preserve"> لأنه لا يمكن التفصي بينهما والمرأة يمكن</w:t>
      </w:r>
      <w:r w:rsidR="009C2257">
        <w:rPr>
          <w:rtl/>
        </w:rPr>
        <w:t xml:space="preserve"> </w:t>
      </w:r>
      <w:r w:rsidRPr="00573E19">
        <w:rPr>
          <w:rtl/>
        </w:rPr>
        <w:t>الاستبدال بها فما يجوز أن يجئ ويذهب كان ميراثه فيما يجوز تغييره وتبديله إذا</w:t>
      </w:r>
      <w:r w:rsidR="009C2257">
        <w:rPr>
          <w:rtl/>
        </w:rPr>
        <w:t xml:space="preserve"> </w:t>
      </w:r>
      <w:r w:rsidRPr="00573E19">
        <w:rPr>
          <w:rtl/>
        </w:rPr>
        <w:t>أشبههما وكان الثابت المقيم على حاله كمن كان مثله في الثبات والقيام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أحمد بن الحسن عن أبيه عن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578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418 الفقيه ص 446 بتفاوت بينهما.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418 الفقيه ص 446 واخرج المكاتبة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ابن المغيرة عن موسى بن بكر الواسطي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لزرارة ان بكيرا حدثني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النساء لا ترث امرأة مما ترك زوجها من تربة دار ولا أرض إلا أن</w:t>
      </w:r>
      <w:r w:rsidR="009C2257">
        <w:rPr>
          <w:rtl/>
        </w:rPr>
        <w:t xml:space="preserve"> </w:t>
      </w:r>
      <w:r w:rsidRPr="00573E19">
        <w:rPr>
          <w:rtl/>
        </w:rPr>
        <w:t>يقوم البناء والجذوع والخشب فتعطى نصيبها من قيمة البناء</w:t>
      </w:r>
      <w:r w:rsidR="00CA4563">
        <w:rPr>
          <w:rtl/>
        </w:rPr>
        <w:t>،</w:t>
      </w:r>
      <w:r w:rsidRPr="00573E19">
        <w:rPr>
          <w:rtl/>
        </w:rPr>
        <w:t xml:space="preserve"> فأما التربة فلا تعطى</w:t>
      </w:r>
      <w:r w:rsidR="009C2257">
        <w:rPr>
          <w:rtl/>
        </w:rPr>
        <w:t xml:space="preserve"> </w:t>
      </w:r>
      <w:r w:rsidRPr="00573E19">
        <w:rPr>
          <w:rtl/>
        </w:rPr>
        <w:t>شيئا من الأرض ولا تربة دار قال</w:t>
      </w:r>
      <w:r w:rsidR="00CA4563">
        <w:rPr>
          <w:rtl/>
        </w:rPr>
        <w:t>:</w:t>
      </w:r>
      <w:r w:rsidRPr="00573E19">
        <w:rPr>
          <w:rtl/>
        </w:rPr>
        <w:t xml:space="preserve"> زرارة هذا لا شك فيه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هذه الأخبار التي أوردناها عامة في أنه ليس للمرأة من الرباع</w:t>
      </w:r>
      <w:r w:rsidR="009C2257">
        <w:rPr>
          <w:rtl/>
        </w:rPr>
        <w:t xml:space="preserve"> </w:t>
      </w:r>
      <w:r w:rsidRPr="00573E19">
        <w:rPr>
          <w:rtl/>
        </w:rPr>
        <w:t>والأرضين والقرايا شئ ولهن قيمة الطوب والخشب والبنيان</w:t>
      </w:r>
      <w:r w:rsidR="00CA4563">
        <w:rPr>
          <w:rtl/>
        </w:rPr>
        <w:t>،</w:t>
      </w:r>
      <w:r w:rsidRPr="00573E19">
        <w:rPr>
          <w:rtl/>
        </w:rPr>
        <w:t xml:space="preserve"> وما يتضمن بعض الأخبار</w:t>
      </w:r>
      <w:r w:rsidR="009C2257">
        <w:rPr>
          <w:rtl/>
        </w:rPr>
        <w:t xml:space="preserve"> </w:t>
      </w:r>
      <w:r w:rsidRPr="00573E19">
        <w:rPr>
          <w:rtl/>
        </w:rPr>
        <w:t>من انهن لا يرثن شيئا من هذه الأشياء فالمعنى أنهن لا يرثن من نفس تربة</w:t>
      </w:r>
      <w:r w:rsidR="009C2257">
        <w:rPr>
          <w:rtl/>
        </w:rPr>
        <w:t xml:space="preserve"> </w:t>
      </w:r>
      <w:r w:rsidRPr="00573E19">
        <w:rPr>
          <w:rtl/>
        </w:rPr>
        <w:t>الأرض وإن كان لها من قيمة الخشب والطوب والبنيان بدلالة ما فصل في غيرها من</w:t>
      </w:r>
      <w:r w:rsidR="009C2257">
        <w:rPr>
          <w:rtl/>
        </w:rPr>
        <w:t xml:space="preserve"> </w:t>
      </w:r>
      <w:r w:rsidRPr="00573E19">
        <w:rPr>
          <w:rtl/>
        </w:rPr>
        <w:t>الاخبار التي أوردناها</w:t>
      </w:r>
      <w:r w:rsidR="00CA4563">
        <w:rPr>
          <w:rtl/>
        </w:rPr>
        <w:t>،</w:t>
      </w:r>
      <w:r w:rsidRPr="00573E19">
        <w:rPr>
          <w:rtl/>
        </w:rPr>
        <w:t xml:space="preserve"> وكان شيخنا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يقول ليس لهن من الرباع شئ وإنما</w:t>
      </w:r>
      <w:r w:rsidR="009C2257">
        <w:rPr>
          <w:rtl/>
        </w:rPr>
        <w:t xml:space="preserve"> </w:t>
      </w:r>
      <w:r w:rsidRPr="00573E19">
        <w:rPr>
          <w:rtl/>
        </w:rPr>
        <w:t>هي المنازل والعقارات ولهن من الأرض سهم والاخبار عامة والعمل بعمومها أولى</w:t>
      </w:r>
      <w:r w:rsidR="009C2257">
        <w:rPr>
          <w:rtl/>
        </w:rPr>
        <w:t xml:space="preserve"> </w:t>
      </w:r>
      <w:r w:rsidRPr="00573E19">
        <w:rPr>
          <w:rtl/>
        </w:rPr>
        <w:t>لأنا إن طرقنا على الأرضين ما يخصها تطرق على الرباع والمنازل لعدم الدليل على الكل</w:t>
      </w:r>
      <w:r w:rsidR="009C2257">
        <w:rPr>
          <w:rtl/>
        </w:rPr>
        <w:t xml:space="preserve"> </w:t>
      </w:r>
      <w:r w:rsidRPr="00573E19">
        <w:rPr>
          <w:rtl/>
        </w:rPr>
        <w:t>وما يتضمن بعض الأخبار من أن ليس لهن من الرباع والعقار شئ ولم يتضمن ذكر</w:t>
      </w:r>
      <w:r w:rsidR="009C2257">
        <w:rPr>
          <w:rtl/>
        </w:rPr>
        <w:t xml:space="preserve"> </w:t>
      </w:r>
      <w:r w:rsidRPr="00573E19">
        <w:rPr>
          <w:rtl/>
        </w:rPr>
        <w:t>الأرضين لا يدل على أن لهن من الأرضين نصيبا إلا من جهة دليل الخطاب وذلك</w:t>
      </w:r>
      <w:r w:rsidR="009C2257">
        <w:rPr>
          <w:rtl/>
        </w:rPr>
        <w:t xml:space="preserve"> </w:t>
      </w:r>
      <w:r w:rsidRPr="00573E19">
        <w:rPr>
          <w:rtl/>
        </w:rPr>
        <w:t>يترك لدليل</w:t>
      </w:r>
      <w:r w:rsidR="00CA4563">
        <w:rPr>
          <w:rtl/>
        </w:rPr>
        <w:t>،</w:t>
      </w:r>
      <w:r w:rsidRPr="00573E19">
        <w:rPr>
          <w:rtl/>
        </w:rPr>
        <w:t xml:space="preserve"> والاخبار الاخر دالة على ذلك ولا يمتنع أن تدل هذه الأخبار على أنه</w:t>
      </w:r>
      <w:r w:rsidR="009C2257">
        <w:rPr>
          <w:rtl/>
        </w:rPr>
        <w:t xml:space="preserve"> </w:t>
      </w:r>
      <w:r w:rsidRPr="00573E19">
        <w:rPr>
          <w:rtl/>
        </w:rPr>
        <w:t>ليس لهن من الرباع والعقار شئ والاخبار الباقية تدل على أنه ليس لهن من الأرض</w:t>
      </w:r>
      <w:r w:rsidR="009C2257">
        <w:rPr>
          <w:rtl/>
        </w:rPr>
        <w:t xml:space="preserve"> </w:t>
      </w:r>
      <w:r w:rsidRPr="00573E19">
        <w:rPr>
          <w:rtl/>
        </w:rPr>
        <w:t>والقرايا شئ فالأولى العمل بجميعها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فأما ما رواه الحسين بن سعيد عن فضالة عن أبان عن الفضل بن عبد الملك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وابن أبي يعفور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هل يرث من دار</w:t>
      </w:r>
      <w:r w:rsidR="009C2257">
        <w:rPr>
          <w:rtl/>
        </w:rPr>
        <w:t xml:space="preserve"> </w:t>
      </w:r>
      <w:r w:rsidRPr="00573E19">
        <w:rPr>
          <w:rtl/>
        </w:rPr>
        <w:t>امرأته أو أرضها من التربة شيئا</w:t>
      </w:r>
      <w:r>
        <w:rPr>
          <w:rtl/>
        </w:rPr>
        <w:t>؟</w:t>
      </w:r>
      <w:r w:rsidRPr="00573E19">
        <w:rPr>
          <w:rtl/>
        </w:rPr>
        <w:t xml:space="preserve"> أو يكون في ذلك منزلة المرأة فلا يرث من ذلك</w:t>
      </w:r>
      <w:r w:rsidR="009C2257">
        <w:rPr>
          <w:rtl/>
        </w:rPr>
        <w:t xml:space="preserve"> </w:t>
      </w:r>
      <w:r w:rsidRPr="00573E19">
        <w:rPr>
          <w:rtl/>
        </w:rPr>
        <w:t>شيئا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يرثها وترثه من كل شئ ترك وتركت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7F5BD9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581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419 الفقيه ص 446.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تنافي الاخبار الأولة 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لان جميع من</w:t>
      </w:r>
      <w:r w:rsidR="009C2257">
        <w:rPr>
          <w:rtl/>
        </w:rPr>
        <w:t xml:space="preserve"> </w:t>
      </w:r>
      <w:r w:rsidRPr="00573E19">
        <w:rPr>
          <w:rtl/>
        </w:rPr>
        <w:t>خالفنا يخالف في هذه المسألة وليس يوافقنا عليها أحد من العامة</w:t>
      </w:r>
      <w:r w:rsidR="00CA4563">
        <w:rPr>
          <w:rtl/>
        </w:rPr>
        <w:t>،</w:t>
      </w:r>
      <w:r w:rsidRPr="00573E19">
        <w:rPr>
          <w:rtl/>
        </w:rPr>
        <w:t xml:space="preserve"> وما يجرى هذا</w:t>
      </w:r>
      <w:r w:rsidR="009C2257">
        <w:rPr>
          <w:rtl/>
        </w:rPr>
        <w:t xml:space="preserve"> </w:t>
      </w:r>
      <w:r w:rsidRPr="00573E19">
        <w:rPr>
          <w:rtl/>
        </w:rPr>
        <w:t>المجرى يجوز التقية فيه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لهن ميراثهن من كل شئ ترك ما عدا</w:t>
      </w:r>
      <w:r w:rsidR="009C2257">
        <w:rPr>
          <w:rtl/>
        </w:rPr>
        <w:t xml:space="preserve"> </w:t>
      </w:r>
      <w:r w:rsidRPr="00573E19">
        <w:rPr>
          <w:rtl/>
        </w:rPr>
        <w:t>تربة الأرض من القرايا والأرضين والرباع والمنازل فنخص الخبر بالاخبار المتقدمة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وكان أبو جعفر محمد بن علي بن الحسين بن بابويه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يتأول هذا الخبر ويقول</w:t>
      </w:r>
      <w:r w:rsidR="009C2257">
        <w:rPr>
          <w:rtl/>
        </w:rPr>
        <w:t xml:space="preserve"> </w:t>
      </w:r>
      <w:r w:rsidRPr="00573E19">
        <w:rPr>
          <w:rtl/>
        </w:rPr>
        <w:t>ليس لهن شئ مع عدم الأولاد من هذه الأشياء المذكورة فإذا كان هناك ولد فإنها</w:t>
      </w:r>
      <w:r w:rsidR="009C2257">
        <w:rPr>
          <w:rtl/>
        </w:rPr>
        <w:t xml:space="preserve"> </w:t>
      </w:r>
      <w:r w:rsidRPr="00573E19">
        <w:rPr>
          <w:rtl/>
        </w:rPr>
        <w:t>ترث من كل شئ</w:t>
      </w:r>
      <w:r w:rsidR="00CA4563">
        <w:rPr>
          <w:rtl/>
        </w:rPr>
        <w:t>،</w:t>
      </w:r>
      <w:r w:rsidRPr="00573E19">
        <w:rPr>
          <w:rtl/>
        </w:rPr>
        <w:t xml:space="preserve"> واستدل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بما رواه محمد بن أحمد بن يحيى عن يعقوب بن يزيد عن ابن أبي عمير عن</w:t>
      </w:r>
      <w:r w:rsidR="009C2257">
        <w:rPr>
          <w:rtl/>
        </w:rPr>
        <w:t xml:space="preserve"> </w:t>
      </w:r>
      <w:r w:rsidRPr="00573E19">
        <w:rPr>
          <w:rtl/>
        </w:rPr>
        <w:t>ابن أذينة في النساء إذا كان لهن ولد أعطين من الرباع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14" w:name="_Toc374810490"/>
      <w:bookmarkStart w:id="215" w:name="_Toc376954865"/>
      <w:r w:rsidRPr="00573E19">
        <w:rPr>
          <w:rtl/>
        </w:rPr>
        <w:t>95</w:t>
      </w:r>
      <w:r>
        <w:rPr>
          <w:rtl/>
        </w:rPr>
        <w:t xml:space="preserve"> - </w:t>
      </w:r>
      <w:r w:rsidRPr="00573E19">
        <w:rPr>
          <w:rtl/>
        </w:rPr>
        <w:t>باب ميراث الجد مع كلالة الأب</w:t>
      </w:r>
      <w:bookmarkEnd w:id="214"/>
      <w:bookmarkEnd w:id="21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عمر بن أذينة عن زرارة وبكير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والفضيل ومحمد وبريد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الجد مع الاخوة من الأب</w:t>
      </w:r>
      <w:r w:rsidR="009C2257">
        <w:rPr>
          <w:rtl/>
        </w:rPr>
        <w:t xml:space="preserve"> </w:t>
      </w:r>
      <w:r w:rsidRPr="00573E19">
        <w:rPr>
          <w:rtl/>
        </w:rPr>
        <w:t>يصير مثل واحد من الاخوة ما بلغوا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رجل ترك أخاه لأبيه وأمه وجده</w:t>
      </w:r>
      <w:r w:rsidR="009C2257">
        <w:rPr>
          <w:rtl/>
        </w:rPr>
        <w:t xml:space="preserve"> </w:t>
      </w:r>
      <w:r w:rsidRPr="00573E19">
        <w:rPr>
          <w:rtl/>
        </w:rPr>
        <w:t>له أو قلت</w:t>
      </w:r>
      <w:r w:rsidR="00CA4563">
        <w:rPr>
          <w:rtl/>
        </w:rPr>
        <w:t>:</w:t>
      </w:r>
      <w:r w:rsidRPr="00573E19">
        <w:rPr>
          <w:rtl/>
        </w:rPr>
        <w:t xml:space="preserve"> جده وأخاه لأبيه أو أخاه لأبيه وأمه قال</w:t>
      </w:r>
      <w:r w:rsidR="00CA4563">
        <w:rPr>
          <w:rtl/>
        </w:rPr>
        <w:t>:</w:t>
      </w:r>
      <w:r w:rsidRPr="00573E19">
        <w:rPr>
          <w:rtl/>
        </w:rPr>
        <w:t xml:space="preserve"> المال بينهما وإن كانا أخوين</w:t>
      </w:r>
      <w:r w:rsidR="009C2257">
        <w:rPr>
          <w:rtl/>
        </w:rPr>
        <w:t xml:space="preserve"> </w:t>
      </w:r>
      <w:r w:rsidRPr="00573E19">
        <w:rPr>
          <w:rtl/>
        </w:rPr>
        <w:t>أو مائة الف فله مثل نصيب واحد من الاخوة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رجل ترك جده وأخته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للذكر مثل حظ الأنثيين وإن كانتا أختين فالنصف للجد والنصف الآخر</w:t>
      </w:r>
      <w:r w:rsidR="009C2257">
        <w:rPr>
          <w:rtl/>
        </w:rPr>
        <w:t xml:space="preserve"> </w:t>
      </w:r>
      <w:r w:rsidRPr="00573E19">
        <w:rPr>
          <w:rtl/>
        </w:rPr>
        <w:t>للأختين وإن كن أكثر من ذلك فعلى هذا الحساب</w:t>
      </w:r>
      <w:r w:rsidR="00CA4563">
        <w:rPr>
          <w:rtl/>
        </w:rPr>
        <w:t>،</w:t>
      </w:r>
      <w:r w:rsidRPr="00573E19">
        <w:rPr>
          <w:rtl/>
        </w:rPr>
        <w:t xml:space="preserve"> فان ترك أخوة أو أخوات</w:t>
      </w:r>
      <w:r w:rsidR="009C2257">
        <w:rPr>
          <w:rtl/>
        </w:rPr>
        <w:t xml:space="preserve"> </w:t>
      </w:r>
      <w:r w:rsidRPr="00573E19">
        <w:rPr>
          <w:rtl/>
        </w:rPr>
        <w:t>لأب وأم أو لأب وجدا فالجد أحد الاخوة فالمال بينهم للذكر مثل حظ الأنثيين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وقال زرارة</w:t>
      </w:r>
      <w:r w:rsidR="00CA4563">
        <w:rPr>
          <w:rtl/>
        </w:rPr>
        <w:t>:</w:t>
      </w:r>
      <w:r w:rsidRPr="00573E19">
        <w:rPr>
          <w:rtl/>
        </w:rPr>
        <w:t xml:space="preserve"> وهذا مما لم يؤخذ علي فيه قد سمعته من ابنه ومن أبيه قبل ذلك وليس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58</w:t>
      </w:r>
      <w:r>
        <w:rPr>
          <w:rtl/>
        </w:rPr>
        <w:t xml:space="preserve">2 -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446.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66 الفقيه ص 4</w:t>
      </w:r>
      <w:r>
        <w:rPr>
          <w:rtl/>
        </w:rPr>
        <w:t>3</w:t>
      </w:r>
      <w:r w:rsidRPr="00573E19">
        <w:rPr>
          <w:rtl/>
        </w:rPr>
        <w:t>0 واخرج صدره</w:t>
      </w:r>
      <w:r w:rsidR="009C2257">
        <w:rPr>
          <w:rtl/>
        </w:rPr>
        <w:t xml:space="preserve"> </w:t>
      </w:r>
      <w:r w:rsidRPr="00573E19">
        <w:rPr>
          <w:rtl/>
        </w:rPr>
        <w:t>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عندنا في ذلك شك ولا اختلاف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الحسين بن محمد عن معلى بن محمد عن الحسن بن علي عن</w:t>
      </w:r>
      <w:r w:rsidR="009C2257">
        <w:rPr>
          <w:rtl/>
        </w:rPr>
        <w:t xml:space="preserve"> </w:t>
      </w:r>
      <w:r w:rsidRPr="00573E19">
        <w:rPr>
          <w:rtl/>
        </w:rPr>
        <w:t>حماد بن عثمان عن إسماعيل الجعفي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الجدة</w:t>
      </w:r>
      <w:r w:rsidR="009C2257">
        <w:rPr>
          <w:rtl/>
        </w:rPr>
        <w:t xml:space="preserve"> </w:t>
      </w:r>
      <w:r w:rsidRPr="00573E19">
        <w:rPr>
          <w:rtl/>
        </w:rPr>
        <w:t>تقاسم الاخوة ما بلغوا وإن كانوا مائة الف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ابن محبوب عن ابن رئاب عن أبي عبيدة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 امرأته وأخته وجده قال</w:t>
      </w:r>
      <w:r w:rsidR="00CA4563">
        <w:rPr>
          <w:rtl/>
        </w:rPr>
        <w:t>:</w:t>
      </w:r>
      <w:r w:rsidRPr="00573E19">
        <w:rPr>
          <w:rtl/>
        </w:rPr>
        <w:t xml:space="preserve"> هذه من أربعة أسهم</w:t>
      </w:r>
      <w:r w:rsidR="009C2257">
        <w:rPr>
          <w:rtl/>
        </w:rPr>
        <w:t xml:space="preserve"> </w:t>
      </w:r>
      <w:r w:rsidRPr="00573E19">
        <w:rPr>
          <w:rtl/>
        </w:rPr>
        <w:t>للمرأة الربع وللأخت سهم وللجد سهمان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عبد الله بن جبلة عن إسحاق بن عمار عن</w:t>
      </w:r>
      <w:r w:rsidR="009C2257">
        <w:rPr>
          <w:rtl/>
        </w:rPr>
        <w:t xml:space="preserve"> </w:t>
      </w:r>
      <w:r w:rsidRPr="00573E19">
        <w:rPr>
          <w:rtl/>
        </w:rPr>
        <w:t>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 في ستة أخوة وجد قال</w:t>
      </w:r>
      <w:r w:rsidR="00CA4563">
        <w:rPr>
          <w:rtl/>
        </w:rPr>
        <w:t>:</w:t>
      </w:r>
      <w:r w:rsidRPr="00573E19">
        <w:rPr>
          <w:rtl/>
        </w:rPr>
        <w:t xml:space="preserve"> للجد السبع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عبيس بن هشام عن مشمعل بن سعد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ترك خمسة اخوة وجدا قال</w:t>
      </w:r>
      <w:r w:rsidR="00CA4563">
        <w:rPr>
          <w:rtl/>
        </w:rPr>
        <w:t>:</w:t>
      </w:r>
      <w:r w:rsidRPr="00573E19">
        <w:rPr>
          <w:rtl/>
        </w:rPr>
        <w:t xml:space="preserve"> هي من ستة لكل واحد 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العلا بن رزين عن عبد الله بن بكير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الاخوة مع الجد يعني أبا الأب يقاسم</w:t>
      </w:r>
      <w:r w:rsidR="009C2257">
        <w:rPr>
          <w:rtl/>
        </w:rPr>
        <w:t xml:space="preserve"> </w:t>
      </w:r>
      <w:r w:rsidRPr="00573E19">
        <w:rPr>
          <w:rtl/>
        </w:rPr>
        <w:t>الاخوة من الأب والام والاخوة من الأب يكون الجد كواحد من الذكور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عنه عن ابن محبوب عن علي بن رئاب عن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ترك أخاه لأبيه وأمه وجده قال</w:t>
      </w:r>
      <w:r w:rsidR="00CA4563">
        <w:rPr>
          <w:rtl/>
        </w:rPr>
        <w:t>:</w:t>
      </w:r>
      <w:r w:rsidRPr="00573E19">
        <w:rPr>
          <w:rtl/>
        </w:rPr>
        <w:t xml:space="preserve"> المال بينهما ولو كانا أخوين</w:t>
      </w:r>
      <w:r w:rsidR="009C2257">
        <w:rPr>
          <w:rtl/>
        </w:rPr>
        <w:t xml:space="preserve"> </w:t>
      </w:r>
      <w:r w:rsidRPr="00573E19">
        <w:rPr>
          <w:rtl/>
        </w:rPr>
        <w:t>أو مائة كان الجد معهم كواحد منهم للجد ما يصيب واحدا من الاخوة</w:t>
      </w:r>
      <w:r w:rsidR="00CA4563">
        <w:rPr>
          <w:rtl/>
        </w:rPr>
        <w:t>،</w:t>
      </w:r>
      <w:r w:rsidRPr="00573E19">
        <w:rPr>
          <w:rtl/>
        </w:rPr>
        <w:t xml:space="preserve"> قال ولو ترك</w:t>
      </w:r>
      <w:r w:rsidR="009C2257">
        <w:rPr>
          <w:rtl/>
        </w:rPr>
        <w:t xml:space="preserve"> </w:t>
      </w:r>
      <w:r w:rsidRPr="00573E19">
        <w:rPr>
          <w:rtl/>
        </w:rPr>
        <w:t>أخته فللجد سهمان وللأخت سهم ولو كانتا أختين فللجد النصف وللأختين النصف</w:t>
      </w:r>
      <w:r w:rsidR="00CA4563">
        <w:rPr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584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419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67 الفقيه ص 4</w:t>
      </w:r>
      <w:r>
        <w:rPr>
          <w:rtl/>
        </w:rPr>
        <w:t>3</w:t>
      </w:r>
      <w:r w:rsidRPr="007F5BD9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586</w:t>
      </w:r>
      <w:r>
        <w:rPr>
          <w:rtl/>
        </w:rPr>
        <w:t xml:space="preserve"> - </w:t>
      </w:r>
      <w:r w:rsidRPr="00573E19">
        <w:rPr>
          <w:rtl/>
        </w:rPr>
        <w:t>587</w:t>
      </w:r>
      <w:r>
        <w:rPr>
          <w:rtl/>
        </w:rPr>
        <w:t xml:space="preserve"> - </w:t>
      </w:r>
      <w:r w:rsidRPr="00573E19">
        <w:rPr>
          <w:rtl/>
        </w:rPr>
        <w:t>588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 واخرج الأول الصدوق</w:t>
      </w:r>
      <w:r w:rsidR="009C2257">
        <w:rPr>
          <w:rtl/>
        </w:rPr>
        <w:t xml:space="preserve"> </w:t>
      </w:r>
      <w:r w:rsidRPr="00573E19">
        <w:rPr>
          <w:rtl/>
        </w:rPr>
        <w:t>في الفقيه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 الفقيه 4</w:t>
      </w:r>
      <w:r>
        <w:rPr>
          <w:rtl/>
        </w:rPr>
        <w:t>3</w:t>
      </w:r>
      <w:r w:rsidRPr="00573E19">
        <w:rPr>
          <w:rtl/>
        </w:rPr>
        <w:t>0 وذكر الحديث بتفاوت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وقال إن ترك اخوة وأخوات من أب وأم كان الجد كواحد من الاخوة للذكر مثل</w:t>
      </w:r>
      <w:r w:rsidR="009C2257">
        <w:rPr>
          <w:rtl/>
        </w:rPr>
        <w:t xml:space="preserve"> </w:t>
      </w:r>
      <w:r w:rsidRPr="00573E19">
        <w:rPr>
          <w:rtl/>
        </w:rPr>
        <w:t>حظ الأنثيين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ابن محبوب عن ابن رئاب عن أبي عبيدة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</w:t>
      </w:r>
      <w:r w:rsidR="009C2257">
        <w:rPr>
          <w:rtl/>
        </w:rPr>
        <w:t xml:space="preserve"> </w:t>
      </w:r>
      <w:r w:rsidRPr="00573E19">
        <w:rPr>
          <w:rtl/>
        </w:rPr>
        <w:t>مات وترك امرأته وأخته وجده قال</w:t>
      </w:r>
      <w:r w:rsidR="00CA4563">
        <w:rPr>
          <w:rtl/>
        </w:rPr>
        <w:t>:</w:t>
      </w:r>
      <w:r w:rsidRPr="00573E19">
        <w:rPr>
          <w:rtl/>
        </w:rPr>
        <w:t xml:space="preserve"> هذا من أربعة أسهم للمرأة الربع وللأخت</w:t>
      </w:r>
      <w:r w:rsidR="009C2257">
        <w:rPr>
          <w:rtl/>
        </w:rPr>
        <w:t xml:space="preserve"> </w:t>
      </w:r>
      <w:r w:rsidRPr="00573E19">
        <w:rPr>
          <w:rtl/>
        </w:rPr>
        <w:t>سهم وللجد سهمان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بن عثمان وجميل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دراج عن إسماعيل بن عبد الرحمن الجعفي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</w:t>
      </w:r>
      <w:r w:rsidR="009C2257">
        <w:rPr>
          <w:rtl/>
        </w:rPr>
        <w:t xml:space="preserve"> </w:t>
      </w:r>
      <w:r w:rsidRPr="00573E19">
        <w:rPr>
          <w:rtl/>
        </w:rPr>
        <w:t>يقول الجد يقاسم الاخوة ما بلغوا وإن كانوا مائة الف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أحمد بن محمد 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أخ من أب وجد قال</w:t>
      </w:r>
      <w:r w:rsidR="00CA4563">
        <w:rPr>
          <w:rtl/>
        </w:rPr>
        <w:t>:</w:t>
      </w:r>
      <w:r w:rsidRPr="00573E19">
        <w:rPr>
          <w:rtl/>
        </w:rPr>
        <w:t xml:space="preserve"> المال بينهما 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فاما ما رواه الحسين بن سعيد عن محمد بن الفضيل عن أبي الصباح الكناني</w:t>
      </w:r>
      <w:r w:rsidR="009C2257">
        <w:rPr>
          <w:rtl/>
        </w:rPr>
        <w:t xml:space="preserve"> </w:t>
      </w:r>
      <w:r w:rsidRPr="00573E19">
        <w:rPr>
          <w:rtl/>
        </w:rPr>
        <w:t>وعمرو بن عثمان عن المفضل عن زيد الشحام وصفوان بن يحيى عن ابن مسكان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الحلبي كلهم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إنه قال في الأخوات مع الجد أن لهن</w:t>
      </w:r>
      <w:r w:rsidR="009C2257">
        <w:rPr>
          <w:rtl/>
        </w:rPr>
        <w:t xml:space="preserve"> </w:t>
      </w:r>
      <w:r w:rsidRPr="00573E19">
        <w:rPr>
          <w:rtl/>
        </w:rPr>
        <w:t>فريضتهن إن كانت واحدة فلها النصف وإن كانتا اثنتين أو أكثر من ذلك فلهما</w:t>
      </w:r>
      <w:r w:rsidR="009C2257">
        <w:rPr>
          <w:rtl/>
        </w:rPr>
        <w:t xml:space="preserve"> </w:t>
      </w:r>
      <w:r w:rsidRPr="00573E19">
        <w:rPr>
          <w:rtl/>
        </w:rPr>
        <w:t>الثلثان وما بقي فللجد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وما رواه أحمد بن محمد بن عيسى عن الحسين بن سعيد عن ابن أبي عمير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الأخوات مع الجد لهن</w:t>
      </w:r>
      <w:r w:rsidR="009C2257">
        <w:rPr>
          <w:rtl/>
        </w:rPr>
        <w:t xml:space="preserve"> </w:t>
      </w:r>
      <w:r w:rsidRPr="00573E19">
        <w:rPr>
          <w:rtl/>
        </w:rPr>
        <w:t>فريضتهن إن كانت واحدة فلها النصف وإن كانت اثنتين أو أكثر من ذلك فلهن</w:t>
      </w:r>
      <w:r w:rsidR="009C2257">
        <w:rPr>
          <w:rtl/>
        </w:rPr>
        <w:t xml:space="preserve"> </w:t>
      </w:r>
      <w:r w:rsidRPr="00573E19">
        <w:rPr>
          <w:rtl/>
        </w:rPr>
        <w:t>الثلثان وما بقي فللجد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590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0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7F5BD9">
        <w:rPr>
          <w:rtl/>
        </w:rPr>
        <w:t xml:space="preserve"> 591</w:t>
      </w:r>
      <w:r>
        <w:rPr>
          <w:rtl/>
        </w:rPr>
        <w:t xml:space="preserve"> - </w:t>
      </w:r>
      <w:r w:rsidRPr="007F5BD9">
        <w:rPr>
          <w:rtl/>
        </w:rPr>
        <w:t>59</w:t>
      </w:r>
      <w:r>
        <w:rPr>
          <w:rtl/>
        </w:rPr>
        <w:t xml:space="preserve">2 -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0 الكافي ج </w:t>
      </w:r>
      <w:r>
        <w:rPr>
          <w:rtl/>
        </w:rPr>
        <w:t>2</w:t>
      </w:r>
      <w:r w:rsidRPr="007F5BD9">
        <w:rPr>
          <w:rtl/>
        </w:rPr>
        <w:t xml:space="preserve"> ص 467 الفقيه ص 4</w:t>
      </w:r>
      <w:r>
        <w:rPr>
          <w:rtl/>
        </w:rPr>
        <w:t>3</w:t>
      </w:r>
      <w:r w:rsidRPr="007F5BD9">
        <w:rPr>
          <w:rtl/>
        </w:rPr>
        <w:t>0 وفي الأول</w:t>
      </w:r>
      <w:r w:rsidR="009C2257">
        <w:rPr>
          <w:rtl/>
        </w:rPr>
        <w:t xml:space="preserve"> </w:t>
      </w:r>
      <w:r w:rsidRPr="007F5BD9">
        <w:rPr>
          <w:rtl/>
        </w:rPr>
        <w:t>بتفاوت في السند.</w:t>
      </w:r>
    </w:p>
    <w:p w:rsidR="00FE5331" w:rsidRPr="007F5BD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7F5BD9">
        <w:rPr>
          <w:rtl/>
        </w:rPr>
        <w:t xml:space="preserve"> 59</w:t>
      </w:r>
      <w:r>
        <w:rPr>
          <w:rtl/>
        </w:rPr>
        <w:t xml:space="preserve">3 - </w:t>
      </w:r>
      <w:r w:rsidRPr="007F5BD9">
        <w:rPr>
          <w:rtl/>
        </w:rPr>
        <w:t>594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0.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وما رواه الحسين بن سعيد عن أحمد بن حمزة عن أبان عن أبي بصير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الجد يقاسم الاخوة حتى يكون السبع خيرا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عنه عن النضر بن سويد عن القاسم بن سليمان قال</w:t>
      </w:r>
      <w:r w:rsidR="00CA4563">
        <w:rPr>
          <w:rtl/>
        </w:rPr>
        <w:t>: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يقاسم الجد الاخوة إلى السبع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علي بن الحسين بن فضال عن علي بن أسباط عن محمد بن حمران عن زرارة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أراني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صحيفة الفرائض فإذا فيها لا ينقص الجد من السدس</w:t>
      </w:r>
      <w:r w:rsidR="009C2257">
        <w:rPr>
          <w:rtl/>
        </w:rPr>
        <w:t xml:space="preserve"> </w:t>
      </w:r>
      <w:r w:rsidRPr="00573E19">
        <w:rPr>
          <w:rtl/>
        </w:rPr>
        <w:t>شيئا ورأيت سهم الجد فيها مثبتا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نحملها على ضرب من التقية لان الذي يعول عليه هو</w:t>
      </w:r>
      <w:r w:rsidR="009C2257">
        <w:rPr>
          <w:rtl/>
        </w:rPr>
        <w:t xml:space="preserve"> </w:t>
      </w:r>
      <w:r w:rsidRPr="00573E19">
        <w:rPr>
          <w:rtl/>
        </w:rPr>
        <w:t>ما اجتمعت الفرقة المحقة عليه من أن الجد مع الاخوة من الأب والام أو من الأب</w:t>
      </w:r>
      <w:r w:rsidR="009C2257">
        <w:rPr>
          <w:rtl/>
        </w:rPr>
        <w:t xml:space="preserve"> </w:t>
      </w:r>
      <w:r w:rsidRPr="00573E19">
        <w:rPr>
          <w:rtl/>
        </w:rPr>
        <w:t>خاصة كواحد منهم يقاسمهم</w:t>
      </w:r>
      <w:r w:rsidR="00CA4563">
        <w:rPr>
          <w:rtl/>
        </w:rPr>
        <w:t>،</w:t>
      </w:r>
      <w:r w:rsidRPr="00573E19">
        <w:rPr>
          <w:rtl/>
        </w:rPr>
        <w:t xml:space="preserve"> وكذلك إذا اجتمع مع الأخت أو مع الأخوات كان</w:t>
      </w:r>
      <w:r w:rsidR="009C2257">
        <w:rPr>
          <w:rtl/>
        </w:rPr>
        <w:t xml:space="preserve"> </w:t>
      </w:r>
      <w:r w:rsidRPr="00573E19">
        <w:rPr>
          <w:rtl/>
        </w:rPr>
        <w:t>معهن بمنزلة الأخ للذكر مثل حظ الأنثيين</w:t>
      </w:r>
      <w:r w:rsidR="00CA4563">
        <w:rPr>
          <w:rtl/>
        </w:rPr>
        <w:t>،</w:t>
      </w:r>
      <w:r w:rsidRPr="00573E19">
        <w:rPr>
          <w:rtl/>
        </w:rPr>
        <w:t xml:space="preserve"> ويسقط فرضها النصف أو الثلثين</w:t>
      </w:r>
      <w:r w:rsidR="009C2257">
        <w:rPr>
          <w:rtl/>
        </w:rPr>
        <w:t xml:space="preserve"> </w:t>
      </w:r>
      <w:r w:rsidRPr="00573E19">
        <w:rPr>
          <w:rtl/>
        </w:rPr>
        <w:t>إن كانتا اثنتين فما زاد عليهما وإذا ثبت ذلك فهو يقاسم هؤلاء بالغا ما بلغوا قل</w:t>
      </w:r>
      <w:r w:rsidR="009C2257">
        <w:rPr>
          <w:rtl/>
        </w:rPr>
        <w:t xml:space="preserve"> </w:t>
      </w:r>
      <w:r w:rsidRPr="00573E19">
        <w:rPr>
          <w:rtl/>
        </w:rPr>
        <w:t>عددهم أو كثر</w:t>
      </w:r>
      <w:r w:rsidR="00CA4563">
        <w:rPr>
          <w:rtl/>
        </w:rPr>
        <w:t>،</w:t>
      </w:r>
      <w:r w:rsidRPr="00573E19">
        <w:rPr>
          <w:rtl/>
        </w:rPr>
        <w:t xml:space="preserve"> وما تضمن بعض هذه الأخبار من أنه يقاسمهم إلى السبع أو إلى</w:t>
      </w:r>
      <w:r w:rsidR="009C2257">
        <w:rPr>
          <w:rtl/>
        </w:rPr>
        <w:t xml:space="preserve"> </w:t>
      </w:r>
      <w:r w:rsidRPr="00573E19">
        <w:rPr>
          <w:rtl/>
        </w:rPr>
        <w:t>السدس فمحمول على ما قلناه من التقية لان ذلك 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وأما ما رواه علي بن الحسن بن فضال عن محمد بن عبد الله بن زرارة عن</w:t>
      </w:r>
      <w:r w:rsidR="009C2257">
        <w:rPr>
          <w:rtl/>
        </w:rPr>
        <w:t xml:space="preserve"> </w:t>
      </w:r>
      <w:r w:rsidRPr="00573E19">
        <w:rPr>
          <w:rtl/>
        </w:rPr>
        <w:t>القاسم بن عروة عن بريد بن معاوية أو عبد الله وأكثر ظنه انه يريد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الجد بمنزلة الأب ليس للاخوة معه 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ما قلناه من التقية لأنه خلاف اجماع الفرقة المحقة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599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فأما ما رواه الحسن بن علي بن النعمان عن عبد الله بن بحر عن الأعمش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595</w:t>
      </w:r>
      <w:r>
        <w:rPr>
          <w:rtl/>
        </w:rPr>
        <w:t xml:space="preserve"> - </w:t>
      </w:r>
      <w:r w:rsidRPr="007F5BD9">
        <w:rPr>
          <w:rtl/>
        </w:rPr>
        <w:t>596</w:t>
      </w:r>
      <w:r>
        <w:rPr>
          <w:rtl/>
        </w:rPr>
        <w:t xml:space="preserve"> - </w:t>
      </w:r>
      <w:r w:rsidRPr="007F5BD9">
        <w:rPr>
          <w:rtl/>
        </w:rPr>
        <w:t>597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598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599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22</w:t>
      </w:r>
      <w:r w:rsidRPr="00573E19">
        <w:rPr>
          <w:rtl/>
        </w:rPr>
        <w:t xml:space="preserve"> الفقيه ص 4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سالم بن أبي الجعد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اعطى الجدة المال كله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تقدم من الاخبار لان الوجه في هذا الخبر انه أعطاها المال لما لم يكن</w:t>
      </w:r>
      <w:r w:rsidR="009C2257">
        <w:rPr>
          <w:rtl/>
        </w:rPr>
        <w:t xml:space="preserve"> </w:t>
      </w:r>
      <w:r w:rsidRPr="00573E19">
        <w:rPr>
          <w:rtl/>
        </w:rPr>
        <w:t>غيرها ممن هو أولى منها أو مثلها بالميراث</w:t>
      </w:r>
      <w:r w:rsidR="00CA4563">
        <w:rPr>
          <w:rtl/>
        </w:rPr>
        <w:t>،</w:t>
      </w:r>
      <w:r w:rsidRPr="00573E19">
        <w:rPr>
          <w:rtl/>
        </w:rPr>
        <w:t xml:space="preserve"> وليس في الخبر انه أعطاها مع وجودهم</w:t>
      </w:r>
      <w:r w:rsidR="009C2257">
        <w:rPr>
          <w:rtl/>
        </w:rPr>
        <w:t xml:space="preserve"> </w:t>
      </w:r>
      <w:r w:rsidRPr="00573E19">
        <w:rPr>
          <w:rtl/>
        </w:rPr>
        <w:t>فيكون مخالفا لما تقدم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16" w:name="_Toc374810491"/>
      <w:bookmarkStart w:id="217" w:name="_Toc376954866"/>
      <w:r w:rsidRPr="00573E19">
        <w:rPr>
          <w:rtl/>
        </w:rPr>
        <w:t>96</w:t>
      </w:r>
      <w:r>
        <w:rPr>
          <w:rtl/>
        </w:rPr>
        <w:t xml:space="preserve"> - </w:t>
      </w:r>
      <w:r w:rsidRPr="00573E19">
        <w:rPr>
          <w:rtl/>
        </w:rPr>
        <w:t>باب ميراث الجد مع كلالة الام</w:t>
      </w:r>
      <w:bookmarkEnd w:id="216"/>
      <w:bookmarkEnd w:id="21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ابن سنان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ترك أخاه لأمه لم يترك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وارثا غيره قال</w:t>
      </w:r>
      <w:r w:rsidR="00CA4563">
        <w:rPr>
          <w:rtl/>
        </w:rPr>
        <w:t>:</w:t>
      </w:r>
      <w:r w:rsidRPr="00573E19">
        <w:rPr>
          <w:rtl/>
        </w:rPr>
        <w:t xml:space="preserve"> المال له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فإن كان مع الأخ للام جد قال</w:t>
      </w:r>
      <w:r w:rsidR="00CA4563">
        <w:rPr>
          <w:rtl/>
        </w:rPr>
        <w:t>:</w:t>
      </w:r>
      <w:r w:rsidRPr="00573E19">
        <w:rPr>
          <w:rtl/>
        </w:rPr>
        <w:t xml:space="preserve"> يعطى الأخ السدس ويعطى الجد الباقي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فإن كان الأخ لأب وجد قال</w:t>
      </w:r>
      <w:r w:rsidR="00CA4563">
        <w:rPr>
          <w:rtl/>
        </w:rPr>
        <w:t>:</w:t>
      </w:r>
      <w:r w:rsidRPr="00573E19">
        <w:rPr>
          <w:rtl/>
        </w:rPr>
        <w:t xml:space="preserve"> بينهما 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إسماعيل عن محمد بن الفضيل عن أبي الصباح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الاخوة من الام مع الجد قال</w:t>
      </w:r>
      <w:r w:rsidR="00CA4563">
        <w:rPr>
          <w:rtl/>
        </w:rPr>
        <w:t>:</w:t>
      </w:r>
      <w:r w:rsidRPr="00573E19">
        <w:rPr>
          <w:rtl/>
        </w:rPr>
        <w:t xml:space="preserve"> للاخوة من الام مع</w:t>
      </w:r>
      <w:r w:rsidR="009C2257">
        <w:rPr>
          <w:rtl/>
        </w:rPr>
        <w:t xml:space="preserve"> </w:t>
      </w:r>
      <w:r w:rsidRPr="00573E19">
        <w:rPr>
          <w:rtl/>
        </w:rPr>
        <w:t>الجد فريضتهم الثلث مع الجد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ابن محبوب عن حسين بن عمارة عن مسمع أبي سيار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مات وترك أخوة وأخوات لأم وجدا فقال</w:t>
      </w:r>
      <w:r w:rsidR="00CA4563">
        <w:rPr>
          <w:rtl/>
        </w:rPr>
        <w:t>:</w:t>
      </w:r>
      <w:r w:rsidRPr="00573E19">
        <w:rPr>
          <w:rtl/>
        </w:rPr>
        <w:t xml:space="preserve"> الجد</w:t>
      </w:r>
      <w:r w:rsidR="009C2257">
        <w:rPr>
          <w:rtl/>
        </w:rPr>
        <w:t xml:space="preserve"> </w:t>
      </w:r>
      <w:r w:rsidRPr="00573E19">
        <w:rPr>
          <w:rtl/>
        </w:rPr>
        <w:t>بمنزلة الأخ من الأب له الثلثان وللاخوة والأخوات من الام الثلث فهم فيه شركاء</w:t>
      </w:r>
      <w:r w:rsidR="009C2257">
        <w:rPr>
          <w:rtl/>
        </w:rPr>
        <w:t xml:space="preserve"> </w:t>
      </w:r>
      <w:r w:rsidRPr="00573E19">
        <w:rPr>
          <w:rtl/>
        </w:rPr>
        <w:t>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يعقوب عن الحسين بن محمد عن معلى بن محمد عن الحسن بن علي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نسخة د « ولم يترك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 الفقيه ص 4</w:t>
      </w:r>
      <w:r>
        <w:rPr>
          <w:rtl/>
        </w:rPr>
        <w:t>3</w:t>
      </w:r>
      <w:r w:rsidRPr="00573E19">
        <w:rPr>
          <w:rtl/>
        </w:rPr>
        <w:t>0 ولم يذكر فرض</w:t>
      </w:r>
      <w:r w:rsidR="009C2257">
        <w:rPr>
          <w:rtl/>
        </w:rPr>
        <w:t xml:space="preserve"> </w:t>
      </w:r>
      <w:r w:rsidRPr="00573E19">
        <w:rPr>
          <w:rtl/>
        </w:rPr>
        <w:t>الأخ للأب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 بسند آخر الفقيه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-</w:t>
      </w:r>
      <w:r w:rsidRPr="00FE5331">
        <w:rPr>
          <w:rStyle w:val="libFootnoteChar"/>
          <w:rtl/>
        </w:rPr>
        <w:t xml:space="preserve"> 602</w:t>
      </w:r>
      <w:r>
        <w:rPr>
          <w:rStyle w:val="libFootnoteChar"/>
          <w:rtl/>
        </w:rPr>
        <w:t xml:space="preserve"> - </w:t>
      </w:r>
      <w:r w:rsidRPr="00FE5331">
        <w:rPr>
          <w:rStyle w:val="libFootnoteChar"/>
          <w:rtl/>
        </w:rPr>
        <w:t>603</w:t>
      </w:r>
      <w:r>
        <w:rPr>
          <w:rStyle w:val="libFootnoteChar"/>
          <w:rtl/>
        </w:rPr>
        <w:t xml:space="preserve"> - </w:t>
      </w:r>
      <w:r w:rsidRPr="00FE5331">
        <w:rPr>
          <w:rStyle w:val="libFootnoteChar"/>
          <w:rtl/>
        </w:rPr>
        <w:t xml:space="preserve">التهذيب ج 2 ص 420 الكافي ج 2 ص 267 وفى الأخير قال أبو جعفر </w:t>
      </w:r>
      <w:r w:rsidRPr="00FE5331">
        <w:rPr>
          <w:rStyle w:val="libAlaemChar"/>
          <w:rtl/>
        </w:rPr>
        <w:t>عليه‌السلام</w:t>
      </w:r>
      <w:r w:rsidRPr="00FE5331">
        <w:rPr>
          <w:rStyle w:val="libFootnoteChar"/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أبان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اعط الأخوات من</w:t>
      </w:r>
      <w:r w:rsidR="009C2257">
        <w:rPr>
          <w:rtl/>
        </w:rPr>
        <w:t xml:space="preserve"> </w:t>
      </w:r>
      <w:r w:rsidRPr="00573E19">
        <w:rPr>
          <w:rtl/>
        </w:rPr>
        <w:t>الام فريضتهن مع الجد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علي بن رباط عن ابن مسكان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الاخوة من الام مع الجد قال</w:t>
      </w:r>
      <w:r w:rsidR="00CA4563">
        <w:rPr>
          <w:rtl/>
        </w:rPr>
        <w:t>:</w:t>
      </w:r>
      <w:r w:rsidRPr="00573E19">
        <w:rPr>
          <w:rtl/>
        </w:rPr>
        <w:t xml:space="preserve"> للاخوة من</w:t>
      </w:r>
      <w:r w:rsidR="009C2257">
        <w:rPr>
          <w:rtl/>
        </w:rPr>
        <w:t xml:space="preserve"> </w:t>
      </w:r>
      <w:r w:rsidRPr="00573E19">
        <w:rPr>
          <w:rtl/>
        </w:rPr>
        <w:t>الام مع الجد نصيبهم الثلث مع الجد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صالح بن خالد عن أبي جميلة عن زيد الشحام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الاخوة من الام مع الجد قال</w:t>
      </w:r>
      <w:r w:rsidR="00CA4563">
        <w:rPr>
          <w:rtl/>
        </w:rPr>
        <w:t>:</w:t>
      </w:r>
      <w:r w:rsidRPr="00573E19">
        <w:rPr>
          <w:rtl/>
        </w:rPr>
        <w:t xml:space="preserve"> للاخوة من الام</w:t>
      </w:r>
      <w:r w:rsidR="009C2257">
        <w:rPr>
          <w:rtl/>
        </w:rPr>
        <w:t xml:space="preserve"> </w:t>
      </w:r>
      <w:r w:rsidRPr="00573E19">
        <w:rPr>
          <w:rtl/>
        </w:rPr>
        <w:t>فريضتهم الثلث مع الجد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إسماعيل عن الفضل بن شاذان عن صفوان عن ابن مسكان عن الحلبي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الاخوة من الام فقال</w:t>
      </w:r>
      <w:r w:rsidR="00CA4563">
        <w:rPr>
          <w:rtl/>
        </w:rPr>
        <w:t>:</w:t>
      </w:r>
      <w:r w:rsidRPr="00573E19">
        <w:rPr>
          <w:rtl/>
        </w:rPr>
        <w:t xml:space="preserve"> للاخوة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>فريضتهم الثلث مع الجد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محمد بن عبد الله بن زرارة عن محمد</w:t>
      </w:r>
      <w:r w:rsidR="009C2257">
        <w:rPr>
          <w:rtl/>
        </w:rPr>
        <w:t xml:space="preserve"> </w:t>
      </w:r>
      <w:r w:rsidRPr="00573E19">
        <w:rPr>
          <w:rtl/>
        </w:rPr>
        <w:t>ابن مسلم عن يونس عن القاسم بن سليمان قال</w:t>
      </w:r>
      <w:r w:rsidR="00CA4563">
        <w:rPr>
          <w:rtl/>
        </w:rPr>
        <w:t>:</w:t>
      </w:r>
      <w:r w:rsidRPr="00573E19">
        <w:rPr>
          <w:rtl/>
        </w:rPr>
        <w:t xml:space="preserve"> حدثني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إن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الاخوة من الام لا يرثون مع الجد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أيضا متروك بالاجماع من الفرقة المحقة</w:t>
      </w:r>
      <w:r w:rsidR="00CA4563">
        <w:rPr>
          <w:rtl/>
        </w:rPr>
        <w:t>،</w:t>
      </w:r>
      <w:r w:rsidRPr="00573E19">
        <w:rPr>
          <w:rtl/>
        </w:rPr>
        <w:t xml:space="preserve"> ويمكن أن يقال في تأويله انهم</w:t>
      </w:r>
      <w:r w:rsidR="009C2257">
        <w:rPr>
          <w:rtl/>
        </w:rPr>
        <w:t xml:space="preserve"> </w:t>
      </w:r>
      <w:r w:rsidRPr="00573E19">
        <w:rPr>
          <w:rtl/>
        </w:rPr>
        <w:t>لا يرثون معه بان يقاسموه كما يقاسمونه الاخوة من الأب والام أو الأب لان</w:t>
      </w:r>
      <w:r w:rsidR="009C2257">
        <w:rPr>
          <w:rtl/>
        </w:rPr>
        <w:t xml:space="preserve"> </w:t>
      </w:r>
      <w:r w:rsidRPr="00573E19">
        <w:rPr>
          <w:rtl/>
        </w:rPr>
        <w:t>الاخوة من الام لهم نصيبهم الثلث لا يزادون على ذلك شيئا وعلى هذا التأويل لا ينافي</w:t>
      </w:r>
      <w:r w:rsidR="009C2257">
        <w:rPr>
          <w:rtl/>
        </w:rPr>
        <w:t xml:space="preserve"> </w:t>
      </w:r>
      <w:r w:rsidRPr="00573E19">
        <w:rPr>
          <w:rtl/>
        </w:rPr>
        <w:t>ما تقدم من الاخبار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نسخة د « للاخوة من الام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 وفيه ابن رئاب بدل ابن رباط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606</w:t>
      </w:r>
      <w:r>
        <w:rPr>
          <w:rtl/>
        </w:rPr>
        <w:t xml:space="preserve"> - </w:t>
      </w:r>
      <w:r w:rsidRPr="00573E19">
        <w:rPr>
          <w:rtl/>
        </w:rPr>
        <w:t>607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1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18" w:name="_Toc374810492"/>
      <w:bookmarkStart w:id="219" w:name="_Toc376954867"/>
      <w:r w:rsidRPr="00573E19">
        <w:rPr>
          <w:rtl/>
        </w:rPr>
        <w:lastRenderedPageBreak/>
        <w:t>97</w:t>
      </w:r>
      <w:r>
        <w:rPr>
          <w:rtl/>
        </w:rPr>
        <w:t xml:space="preserve"> - </w:t>
      </w:r>
      <w:r w:rsidRPr="00573E19">
        <w:rPr>
          <w:rtl/>
        </w:rPr>
        <w:t>باب ان مع الأبوين أو مع واحد منهما لا يرث الجد والجدة</w:t>
      </w:r>
      <w:bookmarkEnd w:id="218"/>
      <w:bookmarkEnd w:id="21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الحسن بن صالح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امرأة مملكة لم يدخل بها زوجها ماتت وتركت أمها وأخوين لها من أبيها وأمها</w:t>
      </w:r>
      <w:r w:rsidR="009C2257">
        <w:rPr>
          <w:rtl/>
        </w:rPr>
        <w:t xml:space="preserve"> </w:t>
      </w:r>
      <w:r w:rsidRPr="00573E19">
        <w:rPr>
          <w:rtl/>
        </w:rPr>
        <w:t>وجدها أبا أمها وزوجها قال</w:t>
      </w:r>
      <w:r w:rsidR="00CA4563">
        <w:rPr>
          <w:rtl/>
        </w:rPr>
        <w:t>:</w:t>
      </w:r>
      <w:r w:rsidRPr="00573E19">
        <w:rPr>
          <w:rtl/>
        </w:rPr>
        <w:t xml:space="preserve"> يعطى الزوج النصف وتعطى الام الباقي ولا يعطى الجد</w:t>
      </w:r>
      <w:r w:rsidR="009C2257">
        <w:rPr>
          <w:rtl/>
        </w:rPr>
        <w:t xml:space="preserve"> </w:t>
      </w:r>
      <w:r w:rsidRPr="00573E19">
        <w:rPr>
          <w:rtl/>
        </w:rPr>
        <w:t>شيئا لان ابنته حجبته عن الميراث ولا يعطى الاخوة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609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ابن محبوب عن علي بن أبي حمزة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مات وترك أباه وعمه وجده قال</w:t>
      </w:r>
      <w:r w:rsidR="00CA4563">
        <w:rPr>
          <w:rtl/>
        </w:rPr>
        <w:t>: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حجب الأب الجد</w:t>
      </w:r>
      <w:r w:rsidR="009C2257">
        <w:rPr>
          <w:rtl/>
        </w:rPr>
        <w:t xml:space="preserve"> </w:t>
      </w:r>
      <w:r w:rsidRPr="00573E19">
        <w:rPr>
          <w:rtl/>
        </w:rPr>
        <w:t>الميراث للأب وليس للعم ولا للجد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يحيى العطار عن عبد الله بن جعفر قال</w:t>
      </w:r>
      <w:r w:rsidR="00CA4563">
        <w:rPr>
          <w:rtl/>
        </w:rPr>
        <w:t>:</w:t>
      </w:r>
      <w:r w:rsidRPr="00573E19">
        <w:rPr>
          <w:rtl/>
        </w:rPr>
        <w:t xml:space="preserve"> كتبت إلى أبي محمد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امرأة ماتت وتركت زوجها وأبويها وجدها أو جدتها كيف يقسم ميراثها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فوقع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للزوج النصف وما بقي فللأبوين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الحسن بن محبوب عن علي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رئاب عن فضيل بن يسار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 أمه وزوجته</w:t>
      </w:r>
      <w:r w:rsidR="009C2257">
        <w:rPr>
          <w:rtl/>
        </w:rPr>
        <w:t xml:space="preserve"> </w:t>
      </w:r>
      <w:r w:rsidRPr="00573E19">
        <w:rPr>
          <w:rtl/>
        </w:rPr>
        <w:t>وأخته وجده قال</w:t>
      </w:r>
      <w:r w:rsidR="00CA4563">
        <w:rPr>
          <w:rtl/>
        </w:rPr>
        <w:t>:</w:t>
      </w:r>
      <w:r w:rsidRPr="00573E19">
        <w:rPr>
          <w:rtl/>
        </w:rPr>
        <w:t xml:space="preserve"> للأم الثلث وللمرأة الربع وما بقي بين الجد والأخت</w:t>
      </w:r>
      <w:r w:rsidR="00CA4563">
        <w:rPr>
          <w:rtl/>
        </w:rPr>
        <w:t>،</w:t>
      </w:r>
      <w:r w:rsidRPr="00573E19">
        <w:rPr>
          <w:rtl/>
        </w:rPr>
        <w:t xml:space="preserve"> للجد سهمان</w:t>
      </w:r>
      <w:r w:rsidR="009C2257">
        <w:rPr>
          <w:rtl/>
        </w:rPr>
        <w:t xml:space="preserve"> </w:t>
      </w:r>
      <w:r w:rsidRPr="00573E19">
        <w:rPr>
          <w:rtl/>
        </w:rPr>
        <w:t>وللأخت 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ابن محبوب عن حماد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مات وترك أمه وزوجته وأختين له وجده فقال</w:t>
      </w:r>
      <w:r w:rsidR="00CA4563">
        <w:rPr>
          <w:rtl/>
        </w:rPr>
        <w:t>:</w:t>
      </w:r>
      <w:r w:rsidRPr="00573E19">
        <w:rPr>
          <w:rtl/>
        </w:rPr>
        <w:t xml:space="preserve"> للأم السدس</w:t>
      </w:r>
      <w:r w:rsidR="009C2257">
        <w:rPr>
          <w:rtl/>
        </w:rPr>
        <w:t xml:space="preserve"> </w:t>
      </w:r>
      <w:r w:rsidRPr="00573E19">
        <w:rPr>
          <w:rtl/>
        </w:rPr>
        <w:t>وللمرأة الربع وما بقي نصفه للجد ونصفه للأختين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فهذان الخبران متروكان باجماع الطائفة المحقة</w:t>
      </w:r>
      <w:r w:rsidR="00CA4563">
        <w:rPr>
          <w:rtl/>
        </w:rPr>
        <w:t>،</w:t>
      </w:r>
      <w:r w:rsidRPr="00573E19">
        <w:rPr>
          <w:rtl/>
        </w:rPr>
        <w:t xml:space="preserve"> لأنه لا يرث مع الأبوين ولا مع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608</w:t>
      </w:r>
      <w:r>
        <w:rPr>
          <w:rtl/>
        </w:rPr>
        <w:t xml:space="preserve"> - </w:t>
      </w:r>
      <w:r w:rsidRPr="007F5BD9">
        <w:rPr>
          <w:rtl/>
        </w:rPr>
        <w:t>609</w:t>
      </w:r>
      <w:r>
        <w:rPr>
          <w:rtl/>
        </w:rPr>
        <w:t xml:space="preserve"> - </w:t>
      </w:r>
      <w:r w:rsidRPr="007F5BD9">
        <w:rPr>
          <w:rtl/>
        </w:rPr>
        <w:t>610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1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68.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611</w:t>
      </w:r>
      <w:r>
        <w:rPr>
          <w:rtl/>
        </w:rPr>
        <w:t xml:space="preserve"> - </w:t>
      </w:r>
      <w:r w:rsidRPr="00573E19">
        <w:rPr>
          <w:rtl/>
        </w:rPr>
        <w:t>61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واحد منهما أحد من الاخوة والأخوات ولا الجد والجدة على ما تضمنت الاخبار</w:t>
      </w:r>
      <w:r w:rsidR="009C2257">
        <w:rPr>
          <w:rtl/>
        </w:rPr>
        <w:t xml:space="preserve"> </w:t>
      </w:r>
      <w:r w:rsidRPr="00573E19">
        <w:rPr>
          <w:rtl/>
        </w:rPr>
        <w:t>الأولة</w:t>
      </w:r>
      <w:r w:rsidR="00CA4563">
        <w:rPr>
          <w:rtl/>
        </w:rPr>
        <w:t>،</w:t>
      </w:r>
      <w:r w:rsidRPr="00573E19">
        <w:rPr>
          <w:rtl/>
        </w:rPr>
        <w:t xml:space="preserve"> والوجه فيهما التقية لأنهما موافقان لمذهب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عن محمد بن أبي عمير عن سعد بن أبي</w:t>
      </w:r>
      <w:r w:rsidR="009C2257">
        <w:rPr>
          <w:rtl/>
        </w:rPr>
        <w:t xml:space="preserve"> </w:t>
      </w:r>
      <w:r w:rsidRPr="00573E19">
        <w:rPr>
          <w:rtl/>
        </w:rPr>
        <w:t>خلف عن عبد الرحمن بن أبي عبد الله قال قلت</w:t>
      </w:r>
      <w:r w:rsidR="00CA4563">
        <w:rPr>
          <w:rtl/>
        </w:rPr>
        <w:t>:</w:t>
      </w:r>
      <w:r w:rsidRPr="00573E19">
        <w:rPr>
          <w:rtl/>
        </w:rPr>
        <w:t xml:space="preserve">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ابنتي</w:t>
      </w:r>
      <w:r w:rsidR="009C2257">
        <w:rPr>
          <w:rtl/>
        </w:rPr>
        <w:t xml:space="preserve"> </w:t>
      </w:r>
      <w:r w:rsidRPr="00573E19">
        <w:rPr>
          <w:rtl/>
        </w:rPr>
        <w:t>هلكت وأمي حية</w:t>
      </w:r>
      <w:r w:rsidR="00CA4563">
        <w:rPr>
          <w:rtl/>
        </w:rPr>
        <w:t>،</w:t>
      </w:r>
      <w:r w:rsidRPr="00573E19">
        <w:rPr>
          <w:rtl/>
        </w:rPr>
        <w:t xml:space="preserve"> فقال أبان بن تغلب</w:t>
      </w:r>
      <w:r w:rsidR="00CA4563">
        <w:rPr>
          <w:rtl/>
        </w:rPr>
        <w:t>:</w:t>
      </w:r>
      <w:r w:rsidRPr="00573E19">
        <w:rPr>
          <w:rtl/>
        </w:rPr>
        <w:t xml:space="preserve"> وكان عنده ليس لامك شئ فقال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سبحان الله إعطها السدس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تقدم من الاخبار من أن الجد لا يستحق الميراث مع الأبوين لان 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هذا الموضع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إنما جعل للجد أو الجدة السدس على جهة الطعمة لا على وجه الميراث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عمير عن جميل بن دراج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أطعم الجدة السدس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أحمد بن محمد عن ابن فضال عن ابن بكير عن زرارة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إن نبي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أطعم الجدة السدس طعمة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على أن الطعمة إنما تكون أيضا للجد أو الجدة إذا كان ولدها حيا</w:t>
      </w:r>
      <w:r w:rsidR="00CA4563">
        <w:rPr>
          <w:rtl/>
        </w:rPr>
        <w:t>،</w:t>
      </w:r>
      <w:r w:rsidRPr="00573E19">
        <w:rPr>
          <w:rtl/>
        </w:rPr>
        <w:t xml:space="preserve"> فاما إذا كان ميتا</w:t>
      </w:r>
      <w:r w:rsidR="009C2257">
        <w:rPr>
          <w:rtl/>
        </w:rPr>
        <w:t xml:space="preserve"> </w:t>
      </w:r>
      <w:r w:rsidRPr="00573E19">
        <w:rPr>
          <w:rtl/>
        </w:rPr>
        <w:t>فليس لهما طعمة على حال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عمير عن جميل بن دراج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أطعم الجدة أم الأب</w:t>
      </w:r>
      <w:r w:rsidR="009C2257">
        <w:rPr>
          <w:rtl/>
        </w:rPr>
        <w:t xml:space="preserve"> </w:t>
      </w:r>
      <w:r w:rsidRPr="00573E19">
        <w:rPr>
          <w:rtl/>
        </w:rPr>
        <w:t>السدس وابنها حي</w:t>
      </w:r>
      <w:r w:rsidR="00CA4563">
        <w:rPr>
          <w:rtl/>
        </w:rPr>
        <w:t>،</w:t>
      </w:r>
      <w:r w:rsidRPr="00573E19">
        <w:rPr>
          <w:rtl/>
        </w:rPr>
        <w:t xml:space="preserve"> واطعم الجدة أم الام السدس وابنتها حية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نسخة ب ود « هذه المواضع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68 الفقيه ص 4</w:t>
      </w:r>
      <w:r>
        <w:rPr>
          <w:rtl/>
        </w:rPr>
        <w:t>3</w:t>
      </w:r>
      <w:r w:rsidRPr="00573E19">
        <w:rPr>
          <w:rtl/>
        </w:rPr>
        <w:t>0 بتفاوت بينهما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614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615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68 بتفاوت في السند الفقيه ص 4</w:t>
      </w:r>
      <w:r>
        <w:rPr>
          <w:rtl/>
        </w:rPr>
        <w:t>3</w:t>
      </w:r>
      <w:r w:rsidRPr="00573E19">
        <w:rPr>
          <w:rtl/>
        </w:rPr>
        <w:t>0 بزيادة</w:t>
      </w:r>
      <w:r w:rsidR="009C2257">
        <w:rPr>
          <w:rtl/>
        </w:rPr>
        <w:t xml:space="preserve"> </w:t>
      </w:r>
      <w:r w:rsidRPr="00573E19">
        <w:rPr>
          <w:rtl/>
        </w:rPr>
        <w:t>في آخره</w:t>
      </w:r>
      <w:r>
        <w:rPr>
          <w:rtl/>
        </w:rPr>
        <w:t xml:space="preserve">. - </w:t>
      </w:r>
      <w:r w:rsidRPr="00573E19">
        <w:rPr>
          <w:rtl/>
        </w:rPr>
        <w:t>616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1 الفقيه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وروى يعقوب بن يزيد عن يحيى بن المبارك عن ابن جبلة عن أبي جميلة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إسحاق بن عمار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أبوين وجدة لام قال</w:t>
      </w:r>
      <w:r w:rsidR="00CA4563">
        <w:rPr>
          <w:rtl/>
        </w:rPr>
        <w:t>:</w:t>
      </w:r>
      <w:r w:rsidRPr="00573E19">
        <w:rPr>
          <w:rtl/>
        </w:rPr>
        <w:t xml:space="preserve"> للأم السدس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وللجدة السدس وما بقي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وهو الثلثان للأب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وروى معاوية بن حكيم عن علي بن الحسن بن رباط رفعه إلى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الجدة لها السدس مع ابنها ومع ابنتها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هذه الأخبار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علي بن الحسن بن فضال عن أيوب بن نوح عن محمد بن أبي عمير</w:t>
      </w:r>
      <w:r w:rsidR="009C2257">
        <w:rPr>
          <w:rtl/>
        </w:rPr>
        <w:t xml:space="preserve"> </w:t>
      </w:r>
      <w:r w:rsidRPr="00573E19">
        <w:rPr>
          <w:rtl/>
        </w:rPr>
        <w:t>عن جميل فيما يعلم رواه قال</w:t>
      </w:r>
      <w:r w:rsidR="00CA4563">
        <w:rPr>
          <w:rtl/>
        </w:rPr>
        <w:t>:</w:t>
      </w:r>
      <w:r w:rsidRPr="00573E19">
        <w:rPr>
          <w:rtl/>
        </w:rPr>
        <w:t xml:space="preserve"> إذا ترك الميت جدتين أم أبيه وأم أمه فالسدس بينهما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عنه عن محمد بن علي ومحمد بن الحسين جميعا عن محمد بن أبي عمير عن غياث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إبراهيم عن أبي عبد الله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أطعم رسول الله </w:t>
      </w:r>
      <w:r w:rsidR="002D79FE" w:rsidRPr="002D79FE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الجدتين السدس ما لم يكن دون أم الام أم ولا دون أم الأب أب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لان الوجه في هذين الخبرين ان نحملهما على ضرب من التقية</w:t>
      </w:r>
      <w:r w:rsidR="00CA4563">
        <w:rPr>
          <w:rtl/>
        </w:rPr>
        <w:t>،</w:t>
      </w:r>
      <w:r w:rsidRPr="00573E19">
        <w:rPr>
          <w:rtl/>
        </w:rPr>
        <w:t xml:space="preserve"> لأن هذه قضية قضى</w:t>
      </w:r>
      <w:r w:rsidR="009C2257">
        <w:rPr>
          <w:rtl/>
        </w:rPr>
        <w:t xml:space="preserve"> </w:t>
      </w:r>
      <w:r w:rsidRPr="00573E19">
        <w:rPr>
          <w:rtl/>
        </w:rPr>
        <w:t>بها أبو بكر في خلافته فيجوز أن يكون روى ذلك على وجه الحكاية عنه دون مر</w:t>
      </w:r>
      <w:r w:rsidR="009C2257">
        <w:rPr>
          <w:rtl/>
        </w:rPr>
        <w:t xml:space="preserve"> </w:t>
      </w:r>
      <w:r w:rsidRPr="00573E19">
        <w:rPr>
          <w:rtl/>
        </w:rPr>
        <w:t>الحق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ما رواه علي بن الحسن بن فضال عن ابن أبي طاهر بن تسنيم عن يعلى</w:t>
      </w:r>
      <w:r w:rsidR="009C2257">
        <w:rPr>
          <w:rtl/>
        </w:rPr>
        <w:t xml:space="preserve"> </w:t>
      </w:r>
      <w:r w:rsidRPr="00573E19">
        <w:rPr>
          <w:rtl/>
        </w:rPr>
        <w:t>الطنافسي عن يحيى بن سعيد عن القاسم بن محمد بن أبي بكر قال</w:t>
      </w:r>
      <w:r w:rsidR="00CA4563">
        <w:rPr>
          <w:rtl/>
        </w:rPr>
        <w:t>:</w:t>
      </w:r>
      <w:r w:rsidRPr="00573E19">
        <w:rPr>
          <w:rtl/>
        </w:rPr>
        <w:t xml:space="preserve"> توفي رجل وترك</w:t>
      </w:r>
      <w:r w:rsidR="009C2257">
        <w:rPr>
          <w:rtl/>
        </w:rPr>
        <w:t xml:space="preserve"> </w:t>
      </w:r>
      <w:r w:rsidRPr="00573E19">
        <w:rPr>
          <w:rtl/>
        </w:rPr>
        <w:t>جدتين أم أمه وأم أبيه فورث أبو بكر أم أمه وترك الأخرى</w:t>
      </w:r>
      <w:r w:rsidR="00CA4563">
        <w:rPr>
          <w:rtl/>
        </w:rPr>
        <w:t>،</w:t>
      </w:r>
      <w:r w:rsidRPr="00573E19">
        <w:rPr>
          <w:rtl/>
        </w:rPr>
        <w:t xml:space="preserve"> فقال رجل من</w:t>
      </w:r>
      <w:r w:rsidR="009C2257">
        <w:rPr>
          <w:rtl/>
        </w:rPr>
        <w:t xml:space="preserve"> </w:t>
      </w:r>
      <w:r w:rsidRPr="00573E19">
        <w:rPr>
          <w:rtl/>
        </w:rPr>
        <w:t>الأنصار</w:t>
      </w:r>
      <w:r w:rsidR="00CA4563">
        <w:rPr>
          <w:rtl/>
        </w:rPr>
        <w:t>:</w:t>
      </w:r>
      <w:r w:rsidRPr="00573E19">
        <w:rPr>
          <w:rtl/>
        </w:rPr>
        <w:t xml:space="preserve"> لقد تركت امرأة لو أن الجدتين هلكتا وابنهما حي ما ورث من التي ورثتها</w:t>
      </w:r>
      <w:r w:rsidR="009C2257">
        <w:rPr>
          <w:rtl/>
        </w:rPr>
        <w:t xml:space="preserve"> </w:t>
      </w:r>
      <w:r w:rsidRPr="00573E19">
        <w:rPr>
          <w:rtl/>
        </w:rPr>
        <w:t>شيئا وورث التي تركت أم أبيه فورثها قال محمد بن تسنيم</w:t>
      </w:r>
      <w:r w:rsidR="00CA4563">
        <w:rPr>
          <w:rtl/>
        </w:rPr>
        <w:t>:</w:t>
      </w:r>
      <w:r w:rsidRPr="00573E19">
        <w:rPr>
          <w:rtl/>
        </w:rPr>
        <w:t xml:space="preserve"> وحدثني أبو نعيم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نسخة ب و ج « الباقي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617</w:t>
      </w:r>
      <w:r>
        <w:rPr>
          <w:rtl/>
        </w:rPr>
        <w:t xml:space="preserve"> - </w:t>
      </w:r>
      <w:r w:rsidRPr="00573E19">
        <w:rPr>
          <w:rtl/>
        </w:rPr>
        <w:t>618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1 الفقيه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619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حدثنا إبراهيم بن إسماعيل بن مجمع بن حارثة الأنصاري عن الزهري عن قبيصة بن</w:t>
      </w:r>
      <w:r w:rsidR="009C2257">
        <w:rPr>
          <w:rtl/>
        </w:rPr>
        <w:t xml:space="preserve"> </w:t>
      </w:r>
      <w:r w:rsidRPr="00573E19">
        <w:rPr>
          <w:rtl/>
        </w:rPr>
        <w:t>ذويب قال</w:t>
      </w:r>
      <w:r w:rsidR="00CA4563">
        <w:rPr>
          <w:rtl/>
        </w:rPr>
        <w:t>:</w:t>
      </w:r>
      <w:r w:rsidRPr="00573E19">
        <w:rPr>
          <w:rtl/>
        </w:rPr>
        <w:t xml:space="preserve"> جاءت الجدة إلى أبي بكر فقالت إن ابن ابني مات فاعطني حقي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أعلم لك في كتاب الله شيئا وسأسأل الناس فسأل فشهد لها المغيرة بن شعبة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أعطاها السدس فقال</w:t>
      </w:r>
      <w:r w:rsidR="00CA4563">
        <w:rPr>
          <w:rtl/>
        </w:rPr>
        <w:t>:</w:t>
      </w:r>
      <w:r w:rsidRPr="00573E19">
        <w:rPr>
          <w:rtl/>
        </w:rPr>
        <w:t xml:space="preserve"> من سمع معك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محمد</w:t>
      </w:r>
      <w:r w:rsidR="009C2257">
        <w:rPr>
          <w:rtl/>
        </w:rPr>
        <w:t xml:space="preserve"> </w:t>
      </w:r>
      <w:r w:rsidRPr="00573E19">
        <w:rPr>
          <w:rtl/>
        </w:rPr>
        <w:t>ابن مسلمة فأعطاها السدس</w:t>
      </w:r>
      <w:r w:rsidR="00CA4563">
        <w:rPr>
          <w:rtl/>
        </w:rPr>
        <w:t>،</w:t>
      </w:r>
      <w:r w:rsidRPr="00573E19">
        <w:rPr>
          <w:rtl/>
        </w:rPr>
        <w:t xml:space="preserve"> فجاءت أم الام فقالت</w:t>
      </w:r>
      <w:r w:rsidR="00CA4563">
        <w:rPr>
          <w:rtl/>
        </w:rPr>
        <w:t>:</w:t>
      </w:r>
      <w:r w:rsidRPr="00573E19">
        <w:rPr>
          <w:rtl/>
        </w:rPr>
        <w:t xml:space="preserve"> ان ابن ابنتي مات فاعطني حقي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ما أنت التي شهد لها أن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أعطاها السدس فان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اقتسمتموه « فاقسموه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» بينكما فأنتم اعلم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عمرو بن يحيى عن الحسن بن</w:t>
      </w:r>
      <w:r w:rsidR="009C2257">
        <w:rPr>
          <w:rtl/>
        </w:rPr>
        <w:t xml:space="preserve"> </w:t>
      </w:r>
      <w:r w:rsidRPr="00573E19">
        <w:rPr>
          <w:rtl/>
        </w:rPr>
        <w:t>محبوب عن سعد بن أبي خلف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موسى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بنات</w:t>
      </w:r>
      <w:r w:rsidR="009C2257">
        <w:rPr>
          <w:rtl/>
        </w:rPr>
        <w:t xml:space="preserve"> </w:t>
      </w:r>
      <w:r w:rsidRPr="00573E19">
        <w:rPr>
          <w:rtl/>
        </w:rPr>
        <w:t>بنت وجد فقال</w:t>
      </w:r>
      <w:r w:rsidR="00CA4563">
        <w:rPr>
          <w:rtl/>
        </w:rPr>
        <w:t>:</w:t>
      </w:r>
      <w:r w:rsidRPr="00573E19">
        <w:rPr>
          <w:rtl/>
        </w:rPr>
        <w:t xml:space="preserve"> للجد السدس والباقي لبنات البنت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وقد ذكر علي بن الحسن بن فضال أن هذا الخبر أجمعت العصابة على ترك العمل</w:t>
      </w:r>
      <w:r w:rsidR="009C2257">
        <w:rPr>
          <w:rtl/>
        </w:rPr>
        <w:t xml:space="preserve"> </w:t>
      </w:r>
      <w:r w:rsidRPr="00573E19">
        <w:rPr>
          <w:rtl/>
        </w:rPr>
        <w:t>به</w:t>
      </w:r>
      <w:r w:rsidR="00CA4563">
        <w:rPr>
          <w:rtl/>
        </w:rPr>
        <w:t>،</w:t>
      </w:r>
      <w:r w:rsidRPr="00573E19">
        <w:rPr>
          <w:rtl/>
        </w:rPr>
        <w:t xml:space="preserve"> ورأيت بعض المتأخرين ذهب إلى ما تضمنه الخبر وهو غلط</w:t>
      </w:r>
      <w:r w:rsidR="00CA4563">
        <w:rPr>
          <w:rtl/>
        </w:rPr>
        <w:t>،</w:t>
      </w:r>
      <w:r w:rsidRPr="00573E19">
        <w:rPr>
          <w:rtl/>
        </w:rPr>
        <w:t xml:space="preserve"> لأنه قد ثبت أن ولد</w:t>
      </w:r>
      <w:r w:rsidR="009C2257">
        <w:rPr>
          <w:rtl/>
        </w:rPr>
        <w:t xml:space="preserve"> </w:t>
      </w:r>
      <w:r w:rsidRPr="00573E19">
        <w:rPr>
          <w:rtl/>
        </w:rPr>
        <w:t>الولد يقوم مقام الولد</w:t>
      </w:r>
      <w:r w:rsidR="00CA4563">
        <w:rPr>
          <w:rtl/>
        </w:rPr>
        <w:t>،</w:t>
      </w:r>
      <w:r w:rsidRPr="00573E19">
        <w:rPr>
          <w:rtl/>
        </w:rPr>
        <w:t xml:space="preserve"> فبنت البنت تقوم مقام البنت إذا لم يكن هناك ولد</w:t>
      </w:r>
      <w:r w:rsidR="00CA4563">
        <w:rPr>
          <w:rtl/>
        </w:rPr>
        <w:t>،</w:t>
      </w:r>
      <w:r w:rsidRPr="00573E19">
        <w:rPr>
          <w:rtl/>
        </w:rPr>
        <w:t xml:space="preserve"> ومع</w:t>
      </w:r>
      <w:r w:rsidR="009C2257">
        <w:rPr>
          <w:rtl/>
        </w:rPr>
        <w:t xml:space="preserve"> </w:t>
      </w:r>
      <w:r w:rsidRPr="00573E19">
        <w:rPr>
          <w:rtl/>
        </w:rPr>
        <w:t>وجود الولد لا يستحق واحد من الأبوين مما يؤخذ من نصيب السدس فيعطى الجد</w:t>
      </w:r>
      <w:r w:rsidR="009C2257">
        <w:rPr>
          <w:rtl/>
        </w:rPr>
        <w:t xml:space="preserve"> </w:t>
      </w:r>
      <w:r w:rsidRPr="00573E19">
        <w:rPr>
          <w:rtl/>
        </w:rPr>
        <w:t>على وجه الطعمة</w:t>
      </w:r>
      <w:r w:rsidR="00CA4563">
        <w:rPr>
          <w:rtl/>
        </w:rPr>
        <w:t>،</w:t>
      </w:r>
      <w:r w:rsidRPr="00573E19">
        <w:rPr>
          <w:rtl/>
        </w:rPr>
        <w:t xml:space="preserve"> وإنما يؤخذ من فريضتهما السدس إذا كانا هما الوارثان دون الأولاد</w:t>
      </w:r>
      <w:r w:rsidR="009C2257">
        <w:rPr>
          <w:rtl/>
        </w:rPr>
        <w:t xml:space="preserve"> </w:t>
      </w:r>
      <w:r w:rsidRPr="00573E19">
        <w:rPr>
          <w:rtl/>
        </w:rPr>
        <w:t>وذلك يدل على ما قاله ابن فضال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 xml:space="preserve">وأما ما رواه محمد بن أحمد بن يحيى عن مثوبة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بن نايحة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زيادة في المطبوعة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نسخة في ب وهامش التهذيب متوية وفى نسختي ود « متوبة »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 xml:space="preserve">) في نسختي ب و ج ص </w:t>
      </w:r>
      <w:r>
        <w:rPr>
          <w:rtl/>
        </w:rPr>
        <w:t>(</w:t>
      </w:r>
      <w:r w:rsidRPr="00573E19">
        <w:rPr>
          <w:rtl/>
        </w:rPr>
        <w:t xml:space="preserve"> نايجة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 xml:space="preserve">22 -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22</w:t>
      </w:r>
      <w:r w:rsidRPr="00573E19">
        <w:rPr>
          <w:rtl/>
        </w:rPr>
        <w:t xml:space="preserve"> الفقيه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</w:t>
      </w:r>
      <w:r>
        <w:rPr>
          <w:rtl/>
        </w:rPr>
        <w:t xml:space="preserve">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أبي سمينة عن محمد بن زياد البزاز عن هارون بن خارجة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ترك خاله وجده فقال</w:t>
      </w:r>
      <w:r w:rsidR="00CA4563">
        <w:rPr>
          <w:rtl/>
        </w:rPr>
        <w:t>:</w:t>
      </w:r>
      <w:r w:rsidRPr="00573E19">
        <w:rPr>
          <w:rtl/>
        </w:rPr>
        <w:t xml:space="preserve"> المال بينهما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أيضا متروك باجماع الطائفة المحقة</w:t>
      </w:r>
      <w:r w:rsidR="00CA4563">
        <w:rPr>
          <w:rtl/>
        </w:rPr>
        <w:t>،</w:t>
      </w:r>
      <w:r w:rsidRPr="00573E19">
        <w:rPr>
          <w:rtl/>
        </w:rPr>
        <w:t xml:space="preserve"> لان الأقرب أولى بالميراث من الابعد</w:t>
      </w:r>
      <w:r w:rsidR="009C2257">
        <w:rPr>
          <w:rtl/>
        </w:rPr>
        <w:t xml:space="preserve"> </w:t>
      </w:r>
      <w:r w:rsidRPr="00573E19">
        <w:rPr>
          <w:rtl/>
        </w:rPr>
        <w:t>والجد أقرب من الخال</w:t>
      </w:r>
      <w:r w:rsidR="00CA4563">
        <w:rPr>
          <w:rtl/>
        </w:rPr>
        <w:t>،</w:t>
      </w:r>
      <w:r w:rsidRPr="00573E19">
        <w:rPr>
          <w:rtl/>
        </w:rPr>
        <w:t xml:space="preserve"> لان الخال به يتقرب فقد بعد بدرجة فينبغي ان لا يستحق</w:t>
      </w:r>
      <w:r w:rsidR="009C2257">
        <w:rPr>
          <w:rtl/>
        </w:rPr>
        <w:t xml:space="preserve"> </w:t>
      </w:r>
      <w:r w:rsidRPr="00573E19">
        <w:rPr>
          <w:rtl/>
        </w:rPr>
        <w:t>معه شيئا على حال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0" w:name="_Toc374810493"/>
      <w:bookmarkStart w:id="221" w:name="_Toc376954868"/>
      <w:r w:rsidRPr="00573E19">
        <w:rPr>
          <w:rtl/>
        </w:rPr>
        <w:t>98</w:t>
      </w:r>
      <w:r>
        <w:rPr>
          <w:rtl/>
        </w:rPr>
        <w:t xml:space="preserve"> - </w:t>
      </w:r>
      <w:r w:rsidRPr="00573E19">
        <w:rPr>
          <w:rtl/>
        </w:rPr>
        <w:t>باب ان الجد الأدنى يمنع الجد الاعلى من الميراث</w:t>
      </w:r>
      <w:bookmarkEnd w:id="220"/>
      <w:bookmarkEnd w:id="22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أيوب بن نوح عن صفوان بن يحيى عن</w:t>
      </w:r>
      <w:r w:rsidR="009C2257">
        <w:rPr>
          <w:rtl/>
        </w:rPr>
        <w:t xml:space="preserve"> </w:t>
      </w:r>
      <w:r w:rsidRPr="00573E19">
        <w:rPr>
          <w:rtl/>
        </w:rPr>
        <w:t>خزيمة بن يقطين عن عبد الرحمن بن الحجاج عن بكير بن أعين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يرث من الأجداد أبو الأب وأبو الأم ومن الجدات أم الأب وأم</w:t>
      </w:r>
      <w:r w:rsidR="009C2257">
        <w:rPr>
          <w:rtl/>
        </w:rPr>
        <w:t xml:space="preserve"> </w:t>
      </w:r>
      <w:r w:rsidRPr="00573E19">
        <w:rPr>
          <w:rtl/>
        </w:rPr>
        <w:t>الام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عمرو بن عثمان عن الحسن بن محبوب عن أبي أيوب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إذا لم يترك الميت الا جده أبا أبيه وجدته أم</w:t>
      </w:r>
      <w:r w:rsidR="009C2257">
        <w:rPr>
          <w:rtl/>
        </w:rPr>
        <w:t xml:space="preserve"> </w:t>
      </w:r>
      <w:r w:rsidRPr="00573E19">
        <w:rPr>
          <w:rtl/>
        </w:rPr>
        <w:t>أمه فإن للجدة الثلث وللجد الباقي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وإذا ترك جده من قبل أبيه وجد أبيه</w:t>
      </w:r>
      <w:r w:rsidR="009C2257">
        <w:rPr>
          <w:rtl/>
        </w:rPr>
        <w:t xml:space="preserve"> </w:t>
      </w:r>
      <w:r w:rsidRPr="00573E19">
        <w:rPr>
          <w:rtl/>
        </w:rPr>
        <w:t>وجدته من قبل أمه وجدة أمه كان للجدة من قبل الام الثلث وسقطت جدة الام</w:t>
      </w:r>
      <w:r w:rsidR="009C2257">
        <w:rPr>
          <w:rtl/>
        </w:rPr>
        <w:t xml:space="preserve"> </w:t>
      </w:r>
      <w:r w:rsidRPr="00573E19">
        <w:rPr>
          <w:rtl/>
        </w:rPr>
        <w:t>والباقي للجد من قبل الأب وسقط جد الأب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أحمد بن محمد بن عيسى عن علي بن أسباط عن إسماعيل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منصور عن بعض أصحابه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اجتمع أربع جدات</w:t>
      </w:r>
      <w:r w:rsidR="009C2257">
        <w:rPr>
          <w:rtl/>
        </w:rPr>
        <w:t xml:space="preserve"> </w:t>
      </w:r>
      <w:r w:rsidRPr="00573E19">
        <w:rPr>
          <w:rtl/>
        </w:rPr>
        <w:t>ثنتين من قبل الأب وثنتين من قبل الام طرحت واحدة من قبل الام بالقرعة وكان السدس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زيادة في ب و ج ود </w:t>
      </w:r>
      <w:r>
        <w:rPr>
          <w:rtl/>
        </w:rPr>
        <w:t>(</w:t>
      </w:r>
      <w:r w:rsidRPr="00573E19">
        <w:rPr>
          <w:rtl/>
        </w:rPr>
        <w:t xml:space="preserve"> قال قال أبو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بين الثلاثة</w:t>
      </w:r>
      <w:r w:rsidR="00CA4563">
        <w:rPr>
          <w:rtl/>
        </w:rPr>
        <w:t>،</w:t>
      </w:r>
      <w:r w:rsidRPr="00573E19">
        <w:rPr>
          <w:rtl/>
        </w:rPr>
        <w:t xml:space="preserve"> وكذلك إذا اجتمع أربعة أجداد سقط واحد من قبل الام بالقرعة</w:t>
      </w:r>
      <w:r w:rsidR="009C2257">
        <w:rPr>
          <w:rtl/>
        </w:rPr>
        <w:t xml:space="preserve"> </w:t>
      </w:r>
      <w:r w:rsidRPr="00573E19">
        <w:rPr>
          <w:rtl/>
        </w:rPr>
        <w:t>وكان السدس بين الثلاثة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عبد الرحمن بن الحجاج عمن رواه قال</w:t>
      </w:r>
      <w:r w:rsidR="00CA4563">
        <w:rPr>
          <w:rtl/>
        </w:rPr>
        <w:t>:</w:t>
      </w:r>
      <w:r w:rsidRPr="00573E19">
        <w:rPr>
          <w:rtl/>
        </w:rPr>
        <w:t xml:space="preserve"> لا تورثوا</w:t>
      </w:r>
      <w:r w:rsidR="009C2257">
        <w:rPr>
          <w:rtl/>
        </w:rPr>
        <w:t xml:space="preserve"> </w:t>
      </w:r>
      <w:r w:rsidRPr="00573E19">
        <w:rPr>
          <w:rtl/>
        </w:rPr>
        <w:t>من الأجداد إلا ثلاثة أبو الأم وأبو الأب وأبو أب الأب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فهذان الخبران مرسلان ومع كونهما كذلك فقد أجمعت الطائفة على خلاف العمل</w:t>
      </w:r>
      <w:r w:rsidR="009C2257">
        <w:rPr>
          <w:rtl/>
        </w:rPr>
        <w:t xml:space="preserve"> </w:t>
      </w:r>
      <w:r w:rsidRPr="00573E19">
        <w:rPr>
          <w:rtl/>
        </w:rPr>
        <w:t>بهما لأنه لا خلاف بينها ان الأقرب أولى بالميراث من الابعد</w:t>
      </w:r>
      <w:r w:rsidR="00CA4563">
        <w:rPr>
          <w:rtl/>
        </w:rPr>
        <w:t>،</w:t>
      </w:r>
      <w:r w:rsidRPr="00573E19">
        <w:rPr>
          <w:rtl/>
        </w:rPr>
        <w:t xml:space="preserve"> والجد الأدنى أقرب</w:t>
      </w:r>
      <w:r w:rsidR="009C2257">
        <w:rPr>
          <w:rtl/>
        </w:rPr>
        <w:t xml:space="preserve"> </w:t>
      </w:r>
      <w:r w:rsidRPr="00573E19">
        <w:rPr>
          <w:rtl/>
        </w:rPr>
        <w:t>إلى الميت بدرجة فينبغي أن يكون هو مستحقا للميراث دون من هو أبعد منه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وينبغي أن نحمل الروايتين على ضرب من التقية لأنه يجوز أن يكون في العامة المتقدمين</w:t>
      </w:r>
      <w:r w:rsidR="009C2257">
        <w:rPr>
          <w:rtl/>
        </w:rPr>
        <w:t xml:space="preserve"> </w:t>
      </w:r>
      <w:r w:rsidRPr="00573E19">
        <w:rPr>
          <w:rtl/>
        </w:rPr>
        <w:t>من ذهب إلى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2" w:name="_Toc374810494"/>
      <w:bookmarkStart w:id="223" w:name="_Toc376954869"/>
      <w:r w:rsidRPr="00573E19">
        <w:rPr>
          <w:rtl/>
        </w:rPr>
        <w:t>99</w:t>
      </w:r>
      <w:r>
        <w:rPr>
          <w:rtl/>
        </w:rPr>
        <w:t xml:space="preserve"> - </w:t>
      </w:r>
      <w:r w:rsidRPr="00573E19">
        <w:rPr>
          <w:rtl/>
        </w:rPr>
        <w:t>باب ان ولد الولد بقوم مقام الولد إذا لم يكن ولد</w:t>
      </w:r>
      <w:bookmarkEnd w:id="222"/>
      <w:bookmarkEnd w:id="22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الفضل بن شاذان عن صفوان بن يحيى عن عبد الرحمن بن الحجاج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بنات البنت يقمن مقام البنت إذا لم يكن للميت بنات ولا</w:t>
      </w:r>
      <w:r w:rsidR="009C2257">
        <w:rPr>
          <w:rtl/>
        </w:rPr>
        <w:t xml:space="preserve"> </w:t>
      </w:r>
      <w:r w:rsidRPr="00573E19">
        <w:rPr>
          <w:rtl/>
        </w:rPr>
        <w:t>وارث غيرهن</w:t>
      </w:r>
      <w:r w:rsidR="00CA4563">
        <w:rPr>
          <w:rtl/>
        </w:rPr>
        <w:t>،</w:t>
      </w:r>
      <w:r w:rsidRPr="00573E19">
        <w:rPr>
          <w:rtl/>
        </w:rPr>
        <w:t xml:space="preserve"> وبنات الابن يقمن مقام الابن إذا لم يكن للميت ولد ولا وارث غيرهن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الحسن بن محبوب عن سعد بن أبي خلف عن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الأول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بنات البنت يقمن مقام البنات إذا لم يكن للميت بنات ولا</w:t>
      </w:r>
      <w:r w:rsidR="009C2257">
        <w:rPr>
          <w:rtl/>
        </w:rPr>
        <w:t xml:space="preserve"> </w:t>
      </w:r>
      <w:r w:rsidRPr="00573E19">
        <w:rPr>
          <w:rtl/>
        </w:rPr>
        <w:t>وارث غيرهن</w:t>
      </w:r>
      <w:r w:rsidR="00CA4563">
        <w:rPr>
          <w:rtl/>
        </w:rPr>
        <w:t>،</w:t>
      </w:r>
      <w:r w:rsidRPr="00573E19">
        <w:rPr>
          <w:rtl/>
        </w:rPr>
        <w:t xml:space="preserve"> وبنات الابن يقمن مقام الابن إذا لم يكن للميت ولد ولا وارث</w:t>
      </w:r>
      <w:r w:rsidR="009C2257">
        <w:rPr>
          <w:rtl/>
        </w:rPr>
        <w:t xml:space="preserve"> </w:t>
      </w:r>
      <w:r w:rsidRPr="00573E19">
        <w:rPr>
          <w:rtl/>
        </w:rPr>
        <w:t>غيرهن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ابن محبوب عن عبد الرحمن بن الحجاج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 بنات البنت يرثن إذا لم يكن بنات كن مكان البنات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</w:t>
      </w:r>
      <w:r>
        <w:rPr>
          <w:rtl/>
        </w:rPr>
        <w:t>2</w:t>
      </w:r>
      <w:r w:rsidRPr="007F5BD9">
        <w:rPr>
          <w:rtl/>
        </w:rPr>
        <w:t>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22</w:t>
      </w:r>
      <w:r w:rsidRPr="007F5BD9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7F5BD9">
        <w:rPr>
          <w:rtl/>
        </w:rPr>
        <w:t xml:space="preserve"> 6</w:t>
      </w:r>
      <w:r>
        <w:rPr>
          <w:rtl/>
        </w:rPr>
        <w:t>2</w:t>
      </w:r>
      <w:r w:rsidRPr="007F5BD9">
        <w:rPr>
          <w:rtl/>
        </w:rPr>
        <w:t>8</w:t>
      </w:r>
      <w:r>
        <w:rPr>
          <w:rtl/>
        </w:rPr>
        <w:t xml:space="preserve"> - </w:t>
      </w:r>
      <w:r w:rsidRPr="007F5BD9">
        <w:rPr>
          <w:rtl/>
        </w:rPr>
        <w:t>6</w:t>
      </w:r>
      <w:r>
        <w:rPr>
          <w:rtl/>
        </w:rPr>
        <w:t>2</w:t>
      </w:r>
      <w:r w:rsidRPr="007F5BD9">
        <w:rPr>
          <w:rtl/>
        </w:rPr>
        <w:t>9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23</w:t>
      </w:r>
      <w:r w:rsidRPr="007F5BD9">
        <w:rPr>
          <w:rtl/>
        </w:rPr>
        <w:t xml:space="preserve">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59 واخرج الأخير الصدوق في</w:t>
      </w:r>
      <w:r w:rsidR="009C2257">
        <w:rPr>
          <w:rtl/>
        </w:rPr>
        <w:t xml:space="preserve"> </w:t>
      </w:r>
      <w:r w:rsidRPr="007F5BD9">
        <w:rPr>
          <w:rtl/>
        </w:rPr>
        <w:t>الفقيه ص 4</w:t>
      </w:r>
      <w:r>
        <w:rPr>
          <w:rtl/>
        </w:rPr>
        <w:t>2</w:t>
      </w:r>
      <w:r w:rsidRPr="007F5BD9">
        <w:rPr>
          <w:rtl/>
        </w:rPr>
        <w:t>6.</w:t>
      </w:r>
    </w:p>
    <w:p w:rsidR="00FE5331" w:rsidRPr="007F5BD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7F5BD9">
        <w:rPr>
          <w:rtl/>
        </w:rPr>
        <w:t xml:space="preserve"> 6</w:t>
      </w:r>
      <w:r>
        <w:rPr>
          <w:rtl/>
        </w:rPr>
        <w:t>3</w:t>
      </w:r>
      <w:r w:rsidRPr="007F5BD9">
        <w:rPr>
          <w:rtl/>
        </w:rPr>
        <w:t>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23</w:t>
      </w:r>
      <w:r w:rsidRPr="007F5BD9">
        <w:rPr>
          <w:rtl/>
        </w:rPr>
        <w:t xml:space="preserve">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59.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محمد بن سكين عن إسحاق بن عمار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ابن الابن يقوم مقام أبيه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وكتب محمد بن الحسن الصفار إلى أبي محمد الحسن بن علي </w:t>
      </w:r>
      <w:r w:rsidRPr="00FE5331">
        <w:rPr>
          <w:rStyle w:val="libAlaemChar"/>
          <w:rtl/>
        </w:rPr>
        <w:t>عليهما‌السلام</w:t>
      </w:r>
      <w:r w:rsidR="009C2257">
        <w:rPr>
          <w:rtl/>
        </w:rPr>
        <w:t xml:space="preserve"> </w:t>
      </w:r>
      <w:r w:rsidRPr="00573E19">
        <w:rPr>
          <w:rtl/>
        </w:rPr>
        <w:t>رجل مات وترك ابنة بنته وأخاه لأبيه وأمه لمن يكون الميراث</w:t>
      </w:r>
      <w:r>
        <w:rPr>
          <w:rtl/>
        </w:rPr>
        <w:t>؟</w:t>
      </w:r>
      <w:r w:rsidRPr="00573E19">
        <w:rPr>
          <w:rtl/>
        </w:rPr>
        <w:t xml:space="preserve"> فوقع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</w:t>
      </w:r>
      <w:r w:rsidR="009C2257">
        <w:rPr>
          <w:rtl/>
        </w:rPr>
        <w:t xml:space="preserve"> </w:t>
      </w:r>
      <w:r w:rsidRPr="00573E19">
        <w:rPr>
          <w:rtl/>
        </w:rPr>
        <w:t>ذلك</w:t>
      </w:r>
      <w:r w:rsidR="00CA4563">
        <w:rPr>
          <w:rtl/>
        </w:rPr>
        <w:t>:</w:t>
      </w:r>
      <w:r w:rsidRPr="00573E19">
        <w:rPr>
          <w:rtl/>
        </w:rPr>
        <w:t xml:space="preserve"> الميراث للأقرب إن شاء الله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فأما ما ذكره بعض أصحابنا من أن ولد الولد لا يرث مع</w:t>
      </w:r>
      <w:r w:rsidR="009C2257">
        <w:rPr>
          <w:rtl/>
        </w:rPr>
        <w:t xml:space="preserve"> </w:t>
      </w:r>
      <w:r w:rsidRPr="00573E19">
        <w:rPr>
          <w:rtl/>
        </w:rPr>
        <w:t>الأبوين واحتجاجه في ذلك بخبري سعد بن أبي خلف وعبد الرحمن بن الحجاج في</w:t>
      </w:r>
      <w:r w:rsidR="009C2257">
        <w:rPr>
          <w:rtl/>
        </w:rPr>
        <w:t xml:space="preserve"> </w:t>
      </w:r>
      <w:r w:rsidRPr="00573E19">
        <w:rPr>
          <w:rtl/>
        </w:rPr>
        <w:t>قوله</w:t>
      </w:r>
      <w:r w:rsidR="00CA4563">
        <w:rPr>
          <w:rtl/>
        </w:rPr>
        <w:t>:</w:t>
      </w:r>
      <w:r w:rsidRPr="00573E19">
        <w:rPr>
          <w:rtl/>
        </w:rPr>
        <w:t xml:space="preserve"> ان ابن الابن يقوم مقام الابن إذا لم يكن للميت ولد ولا وارث غيره قال</w:t>
      </w:r>
      <w:r w:rsidR="00CA4563">
        <w:rPr>
          <w:rtl/>
        </w:rPr>
        <w:t>:</w:t>
      </w:r>
      <w:r w:rsidRPr="00573E19">
        <w:rPr>
          <w:rtl/>
        </w:rPr>
        <w:t xml:space="preserve"> ولا</w:t>
      </w:r>
      <w:r w:rsidR="009C2257">
        <w:rPr>
          <w:rtl/>
        </w:rPr>
        <w:t xml:space="preserve"> </w:t>
      </w:r>
      <w:r w:rsidRPr="00573E19">
        <w:rPr>
          <w:rtl/>
        </w:rPr>
        <w:t>وارث غيره إنما هما الوالدان لا غير فغلط</w:t>
      </w:r>
      <w:r w:rsidR="00CA4563">
        <w:rPr>
          <w:rtl/>
        </w:rPr>
        <w:t>،</w:t>
      </w:r>
      <w:r w:rsidRPr="00573E19">
        <w:rPr>
          <w:rtl/>
        </w:rPr>
        <w:t xml:space="preserve"> 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ولا وارث غيره</w:t>
      </w:r>
      <w:r w:rsidR="009C2257">
        <w:rPr>
          <w:rtl/>
        </w:rPr>
        <w:t xml:space="preserve"> </w:t>
      </w:r>
      <w:r w:rsidRPr="00573E19">
        <w:rPr>
          <w:rtl/>
        </w:rPr>
        <w:t>المراد بذلك إذا لم يكن للميت الابن الذي يتقرب ابن الابن به</w:t>
      </w:r>
      <w:r w:rsidR="00CA4563">
        <w:rPr>
          <w:rtl/>
        </w:rPr>
        <w:t>،</w:t>
      </w:r>
      <w:r w:rsidRPr="00573E19">
        <w:rPr>
          <w:rtl/>
        </w:rPr>
        <w:t xml:space="preserve"> أو البنت التي</w:t>
      </w:r>
      <w:r w:rsidR="009C2257">
        <w:rPr>
          <w:rtl/>
        </w:rPr>
        <w:t xml:space="preserve"> </w:t>
      </w:r>
      <w:r w:rsidRPr="00573E19">
        <w:rPr>
          <w:rtl/>
        </w:rPr>
        <w:t>تتقرب بنت البنت بها ولا وارث له غيره من الأولاد للصلب</w:t>
      </w:r>
      <w:r w:rsidR="00CA4563">
        <w:rPr>
          <w:rtl/>
        </w:rPr>
        <w:t>،</w:t>
      </w:r>
      <w:r w:rsidRPr="00573E19">
        <w:rPr>
          <w:rtl/>
        </w:rPr>
        <w:t xml:space="preserve"> والذي يكشف</w:t>
      </w:r>
      <w:r w:rsidR="009C2257">
        <w:rPr>
          <w:rtl/>
        </w:rPr>
        <w:t xml:space="preserve"> </w:t>
      </w:r>
      <w:r w:rsidRPr="00573E19">
        <w:rPr>
          <w:rtl/>
        </w:rPr>
        <w:t>عما ذكرناه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محمد بن الحسن الصفار عن إبراهيم بن هاشم عن صفوان عن خزيمة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يقطين عن عبد الرحمن بن الحجاج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ابن الابن</w:t>
      </w:r>
      <w:r w:rsidR="009C2257">
        <w:rPr>
          <w:rtl/>
        </w:rPr>
        <w:t xml:space="preserve"> </w:t>
      </w:r>
      <w:r w:rsidRPr="00573E19">
        <w:rPr>
          <w:rtl/>
        </w:rPr>
        <w:t>إذا لم يكن من صلب الرجل أحد قام مقام الابن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وابنة البنت إذا لم يكن من</w:t>
      </w:r>
      <w:r w:rsidR="009C2257">
        <w:rPr>
          <w:rtl/>
        </w:rPr>
        <w:t xml:space="preserve"> </w:t>
      </w:r>
      <w:r w:rsidRPr="00573E19">
        <w:rPr>
          <w:rtl/>
        </w:rPr>
        <w:t>صلب الرجل أحد قامت مقام البنت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قال</w:t>
      </w:r>
      <w:r w:rsidR="00CA4563">
        <w:rPr>
          <w:rtl/>
        </w:rPr>
        <w:t>:</w:t>
      </w:r>
      <w:r w:rsidRPr="00573E19">
        <w:rPr>
          <w:rtl/>
        </w:rPr>
        <w:t xml:space="preserve"> روى على عن محمد بن أبي حمزة</w:t>
      </w:r>
      <w:r w:rsidR="009C2257">
        <w:rPr>
          <w:rtl/>
        </w:rPr>
        <w:t xml:space="preserve"> </w:t>
      </w:r>
      <w:r w:rsidRPr="00573E19">
        <w:rPr>
          <w:rtl/>
        </w:rPr>
        <w:t>عن عبد الرحمن بن الحجاج قال</w:t>
      </w:r>
      <w:r w:rsidR="00CA4563">
        <w:rPr>
          <w:rtl/>
        </w:rPr>
        <w:t>:</w:t>
      </w:r>
      <w:r w:rsidRPr="00573E19">
        <w:rPr>
          <w:rtl/>
        </w:rPr>
        <w:t xml:space="preserve"> بنات الابن يرثن مع البنات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وما رواه أيضا الحسن بن محمد بن سماعة عن علي عن عبد الرحمن بن أبي نجران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</w:t>
      </w:r>
      <w:r>
        <w:rPr>
          <w:rtl/>
        </w:rPr>
        <w:t>3</w:t>
      </w:r>
      <w:r w:rsidRPr="007F5BD9">
        <w:rPr>
          <w:rtl/>
        </w:rPr>
        <w:t>1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23</w:t>
      </w:r>
      <w:r w:rsidRPr="007F5BD9">
        <w:rPr>
          <w:rtl/>
        </w:rPr>
        <w:t xml:space="preserve">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59.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</w:t>
      </w:r>
      <w:r>
        <w:rPr>
          <w:rtl/>
        </w:rPr>
        <w:t xml:space="preserve">32 - </w:t>
      </w:r>
      <w:r w:rsidRPr="00573E19">
        <w:rPr>
          <w:rtl/>
        </w:rPr>
        <w:t>6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23</w:t>
      </w:r>
      <w:r w:rsidRPr="00573E19">
        <w:rPr>
          <w:rtl/>
        </w:rPr>
        <w:t xml:space="preserve"> واخرج الأول الصدوق في الفقيه ص 4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صفوان عن عبد الرحمن بن الحجاج قال</w:t>
      </w:r>
      <w:r w:rsidR="00CA4563">
        <w:rPr>
          <w:rtl/>
        </w:rPr>
        <w:t>:</w:t>
      </w:r>
      <w:r w:rsidRPr="00573E19">
        <w:rPr>
          <w:rtl/>
        </w:rPr>
        <w:t xml:space="preserve"> قال لي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بنت الابن</w:t>
      </w:r>
      <w:r>
        <w:rPr>
          <w:rFonts w:hint="cs"/>
          <w:rtl/>
        </w:rPr>
        <w:t xml:space="preserve"> </w:t>
      </w:r>
      <w:r w:rsidRPr="00573E19">
        <w:rPr>
          <w:rtl/>
        </w:rPr>
        <w:t>أقرب من ابنة البنت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وما رواه محمد بن الحسن الصفار عن معاوية بن حكيم عن أحمد بن محمد بن</w:t>
      </w:r>
      <w:r w:rsidR="009C2257">
        <w:rPr>
          <w:rtl/>
        </w:rPr>
        <w:t xml:space="preserve"> </w:t>
      </w:r>
      <w:r w:rsidRPr="00573E19">
        <w:rPr>
          <w:rtl/>
        </w:rPr>
        <w:t>أبي نصر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ابن بنت وبنت ابن قال</w:t>
      </w:r>
      <w:r w:rsidR="00CA4563">
        <w:rPr>
          <w:rtl/>
        </w:rPr>
        <w:t>:</w:t>
      </w:r>
      <w:r w:rsidRPr="00573E19">
        <w:rPr>
          <w:rtl/>
        </w:rPr>
        <w:t xml:space="preserve"> إن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لا يألوا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ان يعطي الميراث للأقرب قلت</w:t>
      </w:r>
      <w:r w:rsidR="00CA4563">
        <w:rPr>
          <w:rtl/>
        </w:rPr>
        <w:t>:</w:t>
      </w:r>
      <w:r w:rsidRPr="00573E19">
        <w:rPr>
          <w:rtl/>
        </w:rPr>
        <w:t xml:space="preserve"> فأيهما أقرب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>ابنة الابن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فهذه الأخبار غير معمول عليها باجماع الفرقة المحقة</w:t>
      </w:r>
      <w:r w:rsidR="00CA4563">
        <w:rPr>
          <w:rtl/>
        </w:rPr>
        <w:t>،</w:t>
      </w:r>
      <w:r w:rsidRPr="00573E19">
        <w:rPr>
          <w:rtl/>
        </w:rPr>
        <w:t xml:space="preserve"> لأنا قد بينا ان مع البنت للصلب</w:t>
      </w:r>
      <w:r w:rsidR="009C2257">
        <w:rPr>
          <w:rtl/>
        </w:rPr>
        <w:t xml:space="preserve"> </w:t>
      </w:r>
      <w:r w:rsidRPr="00573E19">
        <w:rPr>
          <w:rtl/>
        </w:rPr>
        <w:t>لا ترث بنت البنت ولا ابن الابن</w:t>
      </w:r>
      <w:r w:rsidR="00CA4563">
        <w:rPr>
          <w:rtl/>
        </w:rPr>
        <w:t>،</w:t>
      </w:r>
      <w:r w:rsidRPr="00573E19">
        <w:rPr>
          <w:rtl/>
        </w:rPr>
        <w:t xml:space="preserve"> وإنما يقوم كل واحد منهما مقام من يتقرب به</w:t>
      </w:r>
      <w:r w:rsidR="009C2257">
        <w:rPr>
          <w:rtl/>
        </w:rPr>
        <w:t xml:space="preserve"> </w:t>
      </w:r>
      <w:r w:rsidRPr="00573E19">
        <w:rPr>
          <w:rtl/>
        </w:rPr>
        <w:t>إذا لم يكن هناك من هو أقرب</w:t>
      </w:r>
      <w:r w:rsidR="00CA4563">
        <w:rPr>
          <w:rtl/>
        </w:rPr>
        <w:t>،</w:t>
      </w:r>
      <w:r w:rsidRPr="00573E19">
        <w:rPr>
          <w:rtl/>
        </w:rPr>
        <w:t xml:space="preserve"> وأما الخبران الأخيران وما تضمنا من أن بنت الابن</w:t>
      </w:r>
      <w:r w:rsidR="009C2257">
        <w:rPr>
          <w:rtl/>
        </w:rPr>
        <w:t xml:space="preserve"> </w:t>
      </w:r>
      <w:r w:rsidRPr="00573E19">
        <w:rPr>
          <w:rtl/>
        </w:rPr>
        <w:t>أقرب من بنت البنت فغير صحيح أيضا</w:t>
      </w:r>
      <w:r w:rsidR="00CA4563">
        <w:rPr>
          <w:rtl/>
        </w:rPr>
        <w:t>،</w:t>
      </w:r>
      <w:r w:rsidRPr="00573E19">
        <w:rPr>
          <w:rtl/>
        </w:rPr>
        <w:t xml:space="preserve"> لان درجتهما واحدة</w:t>
      </w:r>
      <w:r w:rsidR="00CA4563">
        <w:rPr>
          <w:rtl/>
        </w:rPr>
        <w:t>،</w:t>
      </w:r>
      <w:r w:rsidRPr="00573E19">
        <w:rPr>
          <w:rtl/>
        </w:rPr>
        <w:t xml:space="preserve"> وهو أن كل واحد</w:t>
      </w:r>
      <w:r w:rsidR="009C2257">
        <w:rPr>
          <w:rtl/>
        </w:rPr>
        <w:t xml:space="preserve"> </w:t>
      </w:r>
      <w:r w:rsidRPr="00573E19">
        <w:rPr>
          <w:rtl/>
        </w:rPr>
        <w:t>منهما يتقرب بمن يتقرب بنفسه فقرباهما واحدة</w:t>
      </w:r>
      <w:r w:rsidR="00CA4563">
        <w:rPr>
          <w:rtl/>
        </w:rPr>
        <w:t>،</w:t>
      </w:r>
      <w:r w:rsidRPr="00573E19">
        <w:rPr>
          <w:rtl/>
        </w:rPr>
        <w:t xml:space="preserve"> والوجه في هذه الأخبار أن نحملها</w:t>
      </w:r>
      <w:r w:rsidR="009C2257">
        <w:rPr>
          <w:rtl/>
        </w:rPr>
        <w:t xml:space="preserve"> </w:t>
      </w:r>
      <w:r w:rsidRPr="00573E19">
        <w:rPr>
          <w:rtl/>
        </w:rPr>
        <w:t>على ضرب من التقية لان في العامة من يذهب إلى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4" w:name="_Toc374810495"/>
      <w:bookmarkStart w:id="225" w:name="_Toc376954870"/>
      <w:r w:rsidRPr="00573E19">
        <w:rPr>
          <w:rtl/>
        </w:rPr>
        <w:t>100</w:t>
      </w:r>
      <w:r>
        <w:rPr>
          <w:rtl/>
        </w:rPr>
        <w:t xml:space="preserve"> - </w:t>
      </w:r>
      <w:r w:rsidRPr="00573E19">
        <w:rPr>
          <w:rtl/>
        </w:rPr>
        <w:t>باب ميراث أولاد الإخوة والأخوات</w:t>
      </w:r>
      <w:bookmarkEnd w:id="224"/>
      <w:bookmarkEnd w:id="22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عمرو بن عثمان عن الحسن بن محبوب عن أبي</w:t>
      </w:r>
      <w:r w:rsidR="009C2257">
        <w:rPr>
          <w:rtl/>
        </w:rPr>
        <w:t xml:space="preserve"> </w:t>
      </w:r>
      <w:r w:rsidRPr="00573E19">
        <w:rPr>
          <w:rtl/>
        </w:rPr>
        <w:t>أيوب الخزاز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ابن أخت لأب</w:t>
      </w:r>
      <w:r w:rsidR="009C2257">
        <w:rPr>
          <w:rtl/>
        </w:rPr>
        <w:t xml:space="preserve"> </w:t>
      </w:r>
      <w:r w:rsidRPr="00573E19">
        <w:rPr>
          <w:rtl/>
        </w:rPr>
        <w:t>وابن أخت لأم قال</w:t>
      </w:r>
      <w:r w:rsidR="00CA4563">
        <w:rPr>
          <w:rtl/>
        </w:rPr>
        <w:t>:</w:t>
      </w:r>
      <w:r w:rsidRPr="00573E19">
        <w:rPr>
          <w:rtl/>
        </w:rPr>
        <w:t xml:space="preserve"> لابن الأخت من الام السدس</w:t>
      </w:r>
      <w:r w:rsidR="00CA4563">
        <w:rPr>
          <w:rtl/>
        </w:rPr>
        <w:t>،</w:t>
      </w:r>
      <w:r w:rsidRPr="00573E19">
        <w:rPr>
          <w:rtl/>
        </w:rPr>
        <w:t xml:space="preserve"> ولابن الأخت من</w:t>
      </w:r>
      <w:r w:rsidR="009C2257">
        <w:rPr>
          <w:rtl/>
        </w:rPr>
        <w:t xml:space="preserve"> </w:t>
      </w:r>
      <w:r w:rsidRPr="00573E19">
        <w:rPr>
          <w:rtl/>
        </w:rPr>
        <w:t>الأب الباقي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هذا الخبر يدل على أنه إذا اجتمع أخت من أم وأخت من</w:t>
      </w:r>
      <w:r w:rsidR="009C2257">
        <w:rPr>
          <w:rtl/>
        </w:rPr>
        <w:t xml:space="preserve"> </w:t>
      </w:r>
      <w:r w:rsidRPr="00573E19">
        <w:rPr>
          <w:rtl/>
        </w:rPr>
        <w:t>أب ان تعطى الأخت من الام السدس بالتسمية والأخت من الأب الباقي النصف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لا يألو</w:t>
      </w:r>
      <w:r w:rsidR="00CA4563">
        <w:rPr>
          <w:rtl/>
        </w:rPr>
        <w:t>:</w:t>
      </w:r>
      <w:r w:rsidRPr="00573E19">
        <w:rPr>
          <w:rtl/>
        </w:rPr>
        <w:t xml:space="preserve"> أي لا يقصر ولا يتوانى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 xml:space="preserve">23. 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بالتسمية أيضا والباقي يرد عليها لان بنتها إنما تأخذ ما كانت تأخذ هي لو كانت</w:t>
      </w:r>
      <w:r w:rsidR="009C2257">
        <w:rPr>
          <w:rtl/>
        </w:rPr>
        <w:t xml:space="preserve"> </w:t>
      </w:r>
      <w:r w:rsidRPr="00573E19">
        <w:rPr>
          <w:rtl/>
        </w:rPr>
        <w:t>حية لأنها تتقرب بها وتأخذ نصيب من تتقرب به</w:t>
      </w:r>
      <w:r w:rsidR="00CA4563">
        <w:rPr>
          <w:rtl/>
        </w:rPr>
        <w:t>،</w:t>
      </w:r>
      <w:r w:rsidRPr="00573E19">
        <w:rPr>
          <w:rtl/>
        </w:rPr>
        <w:t xml:space="preserve"> وذلك خلاف ما يذهب إليه قوم</w:t>
      </w:r>
      <w:r w:rsidR="009C2257">
        <w:rPr>
          <w:rtl/>
        </w:rPr>
        <w:t xml:space="preserve"> </w:t>
      </w:r>
      <w:r w:rsidRPr="00573E19">
        <w:rPr>
          <w:rtl/>
        </w:rPr>
        <w:t>من أصحابنا من وجوب الرد عليهما لان ذلك خطأ على موجب هذا النص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الحسن الصفار عن محمد بن الحسين بن أبي الخطاب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بن هلال عن العلا بن رزين 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</w:t>
      </w:r>
      <w:r w:rsidR="009C2257">
        <w:rPr>
          <w:rtl/>
        </w:rPr>
        <w:t xml:space="preserve"> </w:t>
      </w:r>
      <w:r w:rsidRPr="00573E19">
        <w:rPr>
          <w:rtl/>
        </w:rPr>
        <w:t>ابن أخ لأب وابن أخ لام قال</w:t>
      </w:r>
      <w:r w:rsidR="00CA4563">
        <w:rPr>
          <w:rtl/>
        </w:rPr>
        <w:t>:</w:t>
      </w:r>
      <w:r w:rsidRPr="00573E19">
        <w:rPr>
          <w:rtl/>
        </w:rPr>
        <w:t xml:space="preserve"> لابن الأخ من الام السدس وما بقي فلابن الأخ</w:t>
      </w:r>
      <w:r w:rsidR="009C2257">
        <w:rPr>
          <w:rtl/>
        </w:rPr>
        <w:t xml:space="preserve"> </w:t>
      </w:r>
      <w:r w:rsidRPr="00573E19">
        <w:rPr>
          <w:rtl/>
        </w:rPr>
        <w:t>من الأب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الحسن بن محمد بن سماعة عن علي بن محمد بن مسكين عن العلا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بنات أخ وابن أخ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المال لابن الأخ قلت</w:t>
      </w:r>
      <w:r w:rsidR="00CA4563">
        <w:rPr>
          <w:rtl/>
        </w:rPr>
        <w:t>:</w:t>
      </w:r>
      <w:r w:rsidRPr="00573E19">
        <w:rPr>
          <w:rtl/>
        </w:rPr>
        <w:t xml:space="preserve"> قرابتهم واحدة قال</w:t>
      </w:r>
      <w:r w:rsidR="00CA4563">
        <w:rPr>
          <w:rtl/>
        </w:rPr>
        <w:t>:</w:t>
      </w:r>
      <w:r w:rsidRPr="00573E19">
        <w:rPr>
          <w:rtl/>
        </w:rPr>
        <w:t xml:space="preserve"> العاقلة والدية عليهم وليس على</w:t>
      </w:r>
      <w:r w:rsidR="009C2257">
        <w:rPr>
          <w:rtl/>
        </w:rPr>
        <w:t xml:space="preserve"> </w:t>
      </w:r>
      <w:r w:rsidRPr="00573E19">
        <w:rPr>
          <w:rtl/>
        </w:rPr>
        <w:t>النساء 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موافق للعامة ولسنا نعمل به لاجماع الفرقة المحقة على العمل لخلافه</w:t>
      </w:r>
      <w:r w:rsidR="00CA4563">
        <w:rPr>
          <w:rtl/>
        </w:rPr>
        <w:t>،</w:t>
      </w:r>
      <w:r w:rsidRPr="00573E19">
        <w:rPr>
          <w:rtl/>
        </w:rPr>
        <w:t xml:space="preserve"> لأنا</w:t>
      </w:r>
      <w:r w:rsidR="009C2257">
        <w:rPr>
          <w:rtl/>
        </w:rPr>
        <w:t xml:space="preserve"> </w:t>
      </w:r>
      <w:r w:rsidRPr="00573E19">
        <w:rPr>
          <w:rtl/>
        </w:rPr>
        <w:t>بينا انه إذا تساوت القرابات اشتركوا في الميراث ذكورا كانوا أو إناثا وأخذ كل</w:t>
      </w:r>
      <w:r w:rsidR="009C2257">
        <w:rPr>
          <w:rtl/>
        </w:rPr>
        <w:t xml:space="preserve"> </w:t>
      </w:r>
      <w:r w:rsidRPr="00573E19">
        <w:rPr>
          <w:rtl/>
        </w:rPr>
        <w:t>واحد منهم نصيب من يتقرب به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الخبر مختصا بابن أخ إذا كان</w:t>
      </w:r>
      <w:r w:rsidR="009C2257">
        <w:rPr>
          <w:rtl/>
        </w:rPr>
        <w:t xml:space="preserve"> </w:t>
      </w:r>
      <w:r w:rsidRPr="00573E19">
        <w:rPr>
          <w:rtl/>
        </w:rPr>
        <w:t>لأب وأم وبنات أخ من قبل الأب وإذا كان كذلك فإنهن لا يستحققن شيئا لأنه</w:t>
      </w:r>
      <w:r w:rsidR="009C2257">
        <w:rPr>
          <w:rtl/>
        </w:rPr>
        <w:t xml:space="preserve"> </w:t>
      </w:r>
      <w:r w:rsidRPr="00573E19">
        <w:rPr>
          <w:rtl/>
        </w:rPr>
        <w:t>لو كان أبوهن حيا مع الأخ من الأب والام لم يكن له شئ على حال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6" w:name="_Toc374810496"/>
      <w:bookmarkStart w:id="227" w:name="_Toc376954871"/>
      <w:r w:rsidRPr="00573E19">
        <w:rPr>
          <w:rtl/>
        </w:rPr>
        <w:t>101</w:t>
      </w:r>
      <w:r>
        <w:rPr>
          <w:rtl/>
        </w:rPr>
        <w:t xml:space="preserve"> - </w:t>
      </w:r>
      <w:r w:rsidRPr="00573E19">
        <w:rPr>
          <w:rtl/>
        </w:rPr>
        <w:t xml:space="preserve">باب ميراث الأولى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من ذوي الأرحام</w:t>
      </w:r>
      <w:bookmarkEnd w:id="226"/>
      <w:bookmarkEnd w:id="22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الحسن بن محبوب عن أبي أيوب الخزاز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ان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كل ذي رحم بمنزلة الرحم الذي يجر به إلا أن يكون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نسخة في هامش المطبوعة « الأدنى »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وارث أقرب إلى الميت منه فيحجبه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</w:t>
      </w:r>
      <w:r>
        <w:rPr>
          <w:rFonts w:hint="cs"/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محمد بن عيسى عن يونس عن رجل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إذا التفت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القرابات فالسابق أحق بميراث قريبه فان</w:t>
      </w:r>
      <w:r w:rsidR="009C2257">
        <w:rPr>
          <w:rtl/>
        </w:rPr>
        <w:t xml:space="preserve"> </w:t>
      </w:r>
      <w:r w:rsidRPr="00573E19">
        <w:rPr>
          <w:rtl/>
        </w:rPr>
        <w:t>استوت قام كل واحد منهم مقام قريبه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صالح بن السندي عن جعفر بن بشير عن عبد الله بن بكير</w:t>
      </w:r>
      <w:r w:rsidR="009C2257">
        <w:rPr>
          <w:rtl/>
        </w:rPr>
        <w:t xml:space="preserve"> </w:t>
      </w:r>
      <w:r w:rsidRPr="00573E19">
        <w:rPr>
          <w:rtl/>
        </w:rPr>
        <w:t>عن حسين البزاز قال</w:t>
      </w:r>
      <w:r w:rsidR="00CA4563">
        <w:rPr>
          <w:rtl/>
        </w:rPr>
        <w:t>:</w:t>
      </w:r>
      <w:r w:rsidRPr="00573E19">
        <w:rPr>
          <w:rtl/>
        </w:rPr>
        <w:t xml:space="preserve"> أمرت من يسأل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المال لمن هو للأقرب</w:t>
      </w:r>
      <w:r w:rsidR="009C2257">
        <w:rPr>
          <w:rtl/>
        </w:rPr>
        <w:t xml:space="preserve"> </w:t>
      </w:r>
      <w:r w:rsidRPr="00573E19">
        <w:rPr>
          <w:rtl/>
        </w:rPr>
        <w:t>أو العصبة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المال للأقرب والعصبة في فيه التراب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فاما ما رواه محمد بن الحسن الصفار عن محمد بن عيسى عن إبراهيم بن محمد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كتب محمد بن يحيى الخراساني أوصى إلي رجل ولم يخلف الا بني عم وبنات عم وعم</w:t>
      </w:r>
      <w:r w:rsidR="009C2257">
        <w:rPr>
          <w:rtl/>
        </w:rPr>
        <w:t xml:space="preserve"> </w:t>
      </w:r>
      <w:r w:rsidRPr="00573E19">
        <w:rPr>
          <w:rtl/>
        </w:rPr>
        <w:t>أب وعمتين لمن الميراث فكتب</w:t>
      </w:r>
      <w:r w:rsidR="00CA4563">
        <w:rPr>
          <w:rtl/>
        </w:rPr>
        <w:t>:</w:t>
      </w:r>
      <w:r w:rsidRPr="00573E19">
        <w:rPr>
          <w:rtl/>
        </w:rPr>
        <w:t xml:space="preserve"> أهل العصبة وبنوا العم هم وارثون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لأنه موافق لمذهب</w:t>
      </w:r>
      <w:r w:rsidR="009C2257">
        <w:rPr>
          <w:rtl/>
        </w:rPr>
        <w:t xml:space="preserve"> </w:t>
      </w:r>
      <w:r w:rsidRPr="00573E19">
        <w:rPr>
          <w:rtl/>
        </w:rPr>
        <w:t>العامة</w:t>
      </w:r>
      <w:r w:rsidR="00CA4563">
        <w:rPr>
          <w:rtl/>
        </w:rPr>
        <w:t>،</w:t>
      </w:r>
      <w:r w:rsidRPr="00573E19">
        <w:rPr>
          <w:rtl/>
        </w:rPr>
        <w:t xml:space="preserve"> لان المتقرر من مذهب الطائفة أن الأقرب أولى بالميراث من الابعد فإذا ثبت</w:t>
      </w:r>
      <w:r w:rsidR="009C2257">
        <w:rPr>
          <w:rtl/>
        </w:rPr>
        <w:t xml:space="preserve"> </w:t>
      </w:r>
      <w:r w:rsidRPr="00573E19">
        <w:rPr>
          <w:rtl/>
        </w:rPr>
        <w:t>ذلك فالعمتان أولى لأنهما أقرب من ابن العم ومن عم الأب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يكون</w:t>
      </w:r>
      <w:r w:rsidR="009C2257">
        <w:rPr>
          <w:rtl/>
        </w:rPr>
        <w:t xml:space="preserve"> </w:t>
      </w:r>
      <w:r w:rsidRPr="00573E19">
        <w:rPr>
          <w:rtl/>
        </w:rPr>
        <w:t>هذا الحكم يختص إذا كان بنوا العم لأب وأم والعم أو العمة للأب خاصة فإن</w:t>
      </w:r>
      <w:r w:rsidR="009C2257">
        <w:rPr>
          <w:rtl/>
        </w:rPr>
        <w:t xml:space="preserve"> </w:t>
      </w:r>
      <w:r w:rsidRPr="00573E19">
        <w:rPr>
          <w:rtl/>
        </w:rPr>
        <w:t>المال يكون لابن العم من الأب والام دون العم للأب باجماع من الفرقة المحقة دون</w:t>
      </w:r>
      <w:r w:rsidR="009C2257">
        <w:rPr>
          <w:rtl/>
        </w:rPr>
        <w:t xml:space="preserve"> </w:t>
      </w:r>
      <w:r w:rsidRPr="00573E19">
        <w:rPr>
          <w:rtl/>
        </w:rPr>
        <w:t>ظاهر الاعتبار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الحسن بن محمد بن سماعة قال</w:t>
      </w:r>
      <w:r w:rsidR="00CA4563">
        <w:rPr>
          <w:rtl/>
        </w:rPr>
        <w:t>:</w:t>
      </w:r>
      <w:r w:rsidRPr="00573E19">
        <w:rPr>
          <w:rtl/>
        </w:rPr>
        <w:t xml:space="preserve"> حدثني محمد بن بكر عن صفوان عن</w:t>
      </w:r>
      <w:r w:rsidR="009C2257">
        <w:rPr>
          <w:rtl/>
        </w:rPr>
        <w:t xml:space="preserve"> </w:t>
      </w:r>
      <w:r w:rsidRPr="00573E19">
        <w:rPr>
          <w:rtl/>
        </w:rPr>
        <w:t>إبراهيم بن محمد بن مهاجر عن الحسن بن عمارة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أيما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نسختي ب و ج </w:t>
      </w:r>
      <w:r>
        <w:rPr>
          <w:rtl/>
        </w:rPr>
        <w:t>(</w:t>
      </w:r>
      <w:r w:rsidRPr="00573E19">
        <w:rPr>
          <w:rtl/>
        </w:rPr>
        <w:t xml:space="preserve"> النفت وفى المطبوعة </w:t>
      </w:r>
      <w:r>
        <w:rPr>
          <w:rtl/>
        </w:rPr>
        <w:t>(</w:t>
      </w:r>
      <w:r w:rsidRPr="00573E19">
        <w:rPr>
          <w:rtl/>
        </w:rPr>
        <w:t xml:space="preserve"> اتسقت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410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56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64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409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56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أقرب ابن عم لأب وأم أو عم لأب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حدثنا أبو إسحاق السبيعي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الحارث الأعور عن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كان يقول أعيان بني الام أقرب</w:t>
      </w:r>
      <w:r w:rsidR="009C2257">
        <w:rPr>
          <w:rtl/>
        </w:rPr>
        <w:t xml:space="preserve"> </w:t>
      </w:r>
      <w:r w:rsidRPr="00573E19">
        <w:rPr>
          <w:rtl/>
        </w:rPr>
        <w:t>من بني العلات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فاستوى جالسا ثم قال</w:t>
      </w:r>
      <w:r w:rsidR="00CA4563">
        <w:rPr>
          <w:rtl/>
        </w:rPr>
        <w:t>:</w:t>
      </w:r>
      <w:r w:rsidRPr="00573E19">
        <w:rPr>
          <w:rtl/>
        </w:rPr>
        <w:t xml:space="preserve"> جئت بها من عين صافية إن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أخو أبي طالب لأبيه وأمه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يدل على أن ظاهر الاعتبار وعموم الاخبار يقتضى ان العم أولى من ابن</w:t>
      </w:r>
      <w:r w:rsidR="009C2257">
        <w:rPr>
          <w:rtl/>
        </w:rPr>
        <w:t xml:space="preserve"> </w:t>
      </w:r>
      <w:r w:rsidRPr="00573E19">
        <w:rPr>
          <w:rtl/>
        </w:rPr>
        <w:t>العم أنه قد ثبت ان الخال أولى من ابن العم بلا خلاف</w:t>
      </w:r>
      <w:r w:rsidR="00CA4563">
        <w:rPr>
          <w:rtl/>
        </w:rPr>
        <w:t>،</w:t>
      </w:r>
      <w:r w:rsidRPr="00573E19">
        <w:rPr>
          <w:rtl/>
        </w:rPr>
        <w:t xml:space="preserve"> وإذا كان الخال أولى والعم</w:t>
      </w:r>
      <w:r w:rsidR="009C2257">
        <w:rPr>
          <w:rtl/>
        </w:rPr>
        <w:t xml:space="preserve"> </w:t>
      </w:r>
      <w:r w:rsidRPr="00573E19">
        <w:rPr>
          <w:rtl/>
        </w:rPr>
        <w:t>مشارك له في الدرجة فينبغي أن يكون أيضا أولى لولا الاجماع الذي ذكرناه</w:t>
      </w:r>
      <w:r w:rsidR="00CA4563">
        <w:rPr>
          <w:rtl/>
        </w:rPr>
        <w:t>،</w:t>
      </w:r>
      <w:r w:rsidRPr="00573E19">
        <w:rPr>
          <w:rtl/>
        </w:rPr>
        <w:t xml:space="preserve"> والذي</w:t>
      </w:r>
      <w:r w:rsidR="009C2257">
        <w:rPr>
          <w:rtl/>
        </w:rPr>
        <w:t xml:space="preserve"> </w:t>
      </w:r>
      <w:r w:rsidRPr="00573E19">
        <w:rPr>
          <w:rtl/>
        </w:rPr>
        <w:t>يدل على أن الخال أولى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الصفار عن عمران بن موسى عن الحسن بن ظريف عن محمد بن زياد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سلمة بن محوز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عمة وعم قال للعم الثلثان وللعمة</w:t>
      </w:r>
      <w:r w:rsidR="009C2257">
        <w:rPr>
          <w:rtl/>
        </w:rPr>
        <w:t xml:space="preserve"> </w:t>
      </w:r>
      <w:r w:rsidRPr="00573E19">
        <w:rPr>
          <w:rtl/>
        </w:rPr>
        <w:t>الثلث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في ابن عم وابن خالة قال المال للخالة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في ابن عم وخال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المال للخال</w:t>
      </w:r>
      <w:r w:rsidR="00CA4563">
        <w:rPr>
          <w:rtl/>
        </w:rPr>
        <w:t>،</w:t>
      </w:r>
      <w:r w:rsidRPr="00573E19">
        <w:rPr>
          <w:rtl/>
        </w:rPr>
        <w:t xml:space="preserve"> وقال في ابن عم وابن خالة قال</w:t>
      </w:r>
      <w:r w:rsidR="00CA4563">
        <w:rPr>
          <w:rtl/>
        </w:rPr>
        <w:t>:</w:t>
      </w:r>
      <w:r w:rsidRPr="00573E19">
        <w:rPr>
          <w:rtl/>
        </w:rPr>
        <w:t xml:space="preserve"> للذكر مثل حظ الأنثيين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28" w:name="_Toc374810497"/>
      <w:bookmarkStart w:id="229" w:name="_Toc376954872"/>
      <w:r w:rsidRPr="00573E19">
        <w:rPr>
          <w:rtl/>
        </w:rPr>
        <w:t>10</w:t>
      </w:r>
      <w:r>
        <w:rPr>
          <w:rtl/>
        </w:rPr>
        <w:t xml:space="preserve">2 - </w:t>
      </w:r>
      <w:r w:rsidRPr="00573E19">
        <w:rPr>
          <w:rtl/>
        </w:rPr>
        <w:t>باب انه لا يرث أحد من الموالي مع وجود واحد من ذوي الأرحام</w:t>
      </w:r>
      <w:bookmarkEnd w:id="228"/>
      <w:bookmarkEnd w:id="22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محمد بن زياد عن عبد الله بن سنان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لا يأخذ من ميراث مولى له إذا كان له ذو قرابة</w:t>
      </w:r>
      <w:r w:rsidR="009C2257">
        <w:rPr>
          <w:rtl/>
        </w:rPr>
        <w:t xml:space="preserve"> </w:t>
      </w:r>
      <w:r w:rsidRPr="00573E19">
        <w:rPr>
          <w:rtl/>
        </w:rPr>
        <w:t>وان لم يكونوا ممن يجرى لهم الميراث المفروض قال</w:t>
      </w:r>
      <w:r w:rsidR="00CA4563">
        <w:rPr>
          <w:rtl/>
        </w:rPr>
        <w:t>:</w:t>
      </w:r>
      <w:r w:rsidRPr="00573E19">
        <w:rPr>
          <w:rtl/>
        </w:rPr>
        <w:t xml:space="preserve"> وكان يدفع ماله إليهم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أبو علي الأشعري عن محمد بن عبد الجبار عن صفوان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إذا مات مولى له</w:t>
      </w:r>
      <w:r w:rsidR="009C2257">
        <w:rPr>
          <w:rtl/>
        </w:rPr>
        <w:t xml:space="preserve"> </w:t>
      </w:r>
      <w:r w:rsidRPr="00573E19">
        <w:rPr>
          <w:rtl/>
        </w:rPr>
        <w:t>وترك قرابة لم يأخذ من ميراثه شيئا ويقول أولوا الأرحام بعضهم أولى ببعض في</w:t>
      </w:r>
      <w:r w:rsidR="009C2257">
        <w:rPr>
          <w:rtl/>
        </w:rPr>
        <w:t xml:space="preserve"> </w:t>
      </w:r>
      <w:r w:rsidRPr="00573E19">
        <w:rPr>
          <w:rtl/>
        </w:rPr>
        <w:t>كتاب الله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645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646</w:t>
      </w:r>
      <w:r>
        <w:rPr>
          <w:rtl/>
        </w:rPr>
        <w:t xml:space="preserve"> - </w:t>
      </w:r>
      <w:r w:rsidRPr="00573E19">
        <w:rPr>
          <w:rtl/>
        </w:rPr>
        <w:t>647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يونس بن عبد الرحمن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لم يكن يأخذ ميراث أحد من مواليه إذا مات وله قرابة كان يدفع</w:t>
      </w:r>
      <w:r w:rsidR="009C2257">
        <w:rPr>
          <w:rtl/>
        </w:rPr>
        <w:t xml:space="preserve"> </w:t>
      </w:r>
      <w:r w:rsidRPr="00573E19">
        <w:rPr>
          <w:rtl/>
        </w:rPr>
        <w:t>إلى قرابته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649</w:t>
      </w:r>
    </w:p>
    <w:p w:rsidR="00FE5331" w:rsidRPr="00573E19" w:rsidRDefault="00FE5331" w:rsidP="00530FC2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نجران عن عاصم بن حميد عن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خالة جاءت</w:t>
      </w:r>
      <w:r w:rsidR="009C2257">
        <w:rPr>
          <w:rtl/>
        </w:rPr>
        <w:t xml:space="preserve"> </w:t>
      </w:r>
      <w:r w:rsidRPr="00573E19">
        <w:rPr>
          <w:rtl/>
        </w:rPr>
        <w:t>تخاصم في مولى رجل مات فقرأ هذه الآية</w:t>
      </w:r>
      <w:r w:rsidRPr="0079732C">
        <w:rPr>
          <w:rtl/>
        </w:rPr>
        <w:t xml:space="preserve"> </w:t>
      </w:r>
      <w:r w:rsidRPr="00FE5331">
        <w:rPr>
          <w:rStyle w:val="libAlaemChar"/>
          <w:rtl/>
        </w:rPr>
        <w:t>(</w:t>
      </w:r>
      <w:r w:rsidR="00530FC2" w:rsidRPr="00530FC2">
        <w:rPr>
          <w:rStyle w:val="libAieChar"/>
          <w:rtl/>
        </w:rPr>
        <w:t>وَأُولُو الْأَرْ‌حَامِ بَعْضُهُمْ أَوْلَىٰ بِبَعْضٍ فِي كِتَابِ اللَّـهِ</w:t>
      </w:r>
      <w:r w:rsidRPr="00FE5331">
        <w:rPr>
          <w:rStyle w:val="libAlaemChar"/>
          <w:rtl/>
        </w:rPr>
        <w:t>)</w:t>
      </w:r>
      <w:r w:rsidRPr="00573E19">
        <w:rPr>
          <w:rtl/>
        </w:rPr>
        <w:t xml:space="preserve"> فدفع الميراث إلى الخالة ولم يعط المولى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الحسن بن علي بن يوسف عن صالح مولى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يقطين عن بن يقطين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مات وترك</w:t>
      </w:r>
      <w:r w:rsidR="009C2257">
        <w:rPr>
          <w:rtl/>
        </w:rPr>
        <w:t xml:space="preserve"> </w:t>
      </w:r>
      <w:r w:rsidRPr="00573E19">
        <w:rPr>
          <w:rtl/>
        </w:rPr>
        <w:t>مالا وترك أخته وترك مواليه قال</w:t>
      </w:r>
      <w:r w:rsidR="00CA4563">
        <w:rPr>
          <w:rtl/>
        </w:rPr>
        <w:t>:</w:t>
      </w:r>
      <w:r w:rsidRPr="00573E19">
        <w:rPr>
          <w:rtl/>
        </w:rPr>
        <w:t xml:space="preserve"> المال لأخته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محمد بن عبد الله عن محمد بن اشيم</w:t>
      </w:r>
      <w:r w:rsidR="009C2257">
        <w:rPr>
          <w:rtl/>
        </w:rPr>
        <w:t xml:space="preserve"> </w:t>
      </w:r>
      <w:r w:rsidRPr="00573E19">
        <w:rPr>
          <w:rtl/>
        </w:rPr>
        <w:t>عن يونس بن أبي الحرث عن سيف بن عميرة عن منصور بن حازم قال</w:t>
      </w:r>
      <w:r w:rsidR="00CA4563">
        <w:rPr>
          <w:rtl/>
        </w:rPr>
        <w:t>:</w:t>
      </w:r>
      <w:r w:rsidRPr="00573E19">
        <w:rPr>
          <w:rtl/>
        </w:rPr>
        <w:t xml:space="preserve"> سمعت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مات مولى لابنة حمزة وله ابنة فأعطى رسول الله </w:t>
      </w:r>
      <w:r w:rsidR="002D79FE" w:rsidRPr="002D79FE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ابنة حمزة النصف وابنته النصف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مخالف لاجماع الفرقة المحقة والاخبار التي قدمناها المتضمنة</w:t>
      </w:r>
      <w:r w:rsidR="00CA4563">
        <w:rPr>
          <w:rtl/>
        </w:rPr>
        <w:t>،</w:t>
      </w:r>
      <w:r w:rsidRPr="00573E19">
        <w:rPr>
          <w:rtl/>
        </w:rPr>
        <w:t xml:space="preserve"> لان مع وجود</w:t>
      </w:r>
      <w:r w:rsidR="009C2257">
        <w:rPr>
          <w:rtl/>
        </w:rPr>
        <w:t xml:space="preserve"> </w:t>
      </w:r>
      <w:r w:rsidRPr="00573E19">
        <w:rPr>
          <w:rtl/>
        </w:rPr>
        <w:t>واحد من ذوي القرابات لا يرث المولى</w:t>
      </w:r>
      <w:r w:rsidR="00CA4563">
        <w:rPr>
          <w:rtl/>
        </w:rPr>
        <w:t>،</w:t>
      </w:r>
      <w:r w:rsidRPr="00573E19">
        <w:rPr>
          <w:rtl/>
        </w:rPr>
        <w:t xml:space="preserve"> والوجه في هذا الخبر التقية لان في هذه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القضية بعينها قد روي أن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اعطى بنت الحمزة المال كله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روى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صفوان بن يحيى عن عبد الرحمن بن الحجاج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648</w:t>
      </w:r>
      <w:r>
        <w:rPr>
          <w:rtl/>
        </w:rPr>
        <w:t xml:space="preserve"> - </w:t>
      </w:r>
      <w:r w:rsidRPr="007F5BD9">
        <w:rPr>
          <w:rtl/>
        </w:rPr>
        <w:t>649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6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74.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650</w:t>
      </w:r>
      <w:r>
        <w:rPr>
          <w:rtl/>
        </w:rPr>
        <w:t xml:space="preserve"> - </w:t>
      </w:r>
      <w:r w:rsidRPr="00573E19">
        <w:rPr>
          <w:rtl/>
        </w:rPr>
        <w:t>651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6 واخرج الأول الصدوق في الفقيه ص 4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65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مات مولى لحمزة بن عبد المطلب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فدفع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ميراثه إلى بنت حمزة</w:t>
      </w:r>
      <w:r w:rsidR="00CA4563">
        <w:rPr>
          <w:rtl/>
        </w:rPr>
        <w:t>،</w:t>
      </w:r>
      <w:r w:rsidRPr="00573E19">
        <w:rPr>
          <w:rtl/>
        </w:rPr>
        <w:t xml:space="preserve"> قال أبو علي الحسن بن محمد بن</w:t>
      </w:r>
      <w:r w:rsidR="009C2257">
        <w:rPr>
          <w:rtl/>
        </w:rPr>
        <w:t xml:space="preserve"> </w:t>
      </w:r>
      <w:r w:rsidRPr="00573E19">
        <w:rPr>
          <w:rtl/>
        </w:rPr>
        <w:t>سماعة هذه الرواية تدل على أنه لم يكن للمولى بنت كما تروي العامة وأن المرأة أيضا</w:t>
      </w:r>
      <w:r w:rsidR="009C2257">
        <w:rPr>
          <w:rtl/>
        </w:rPr>
        <w:t xml:space="preserve"> </w:t>
      </w:r>
      <w:r w:rsidRPr="00573E19">
        <w:rPr>
          <w:rtl/>
        </w:rPr>
        <w:t>ترث الولاء ليس كما يروون العامة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هذا الخبر يدل على أن البنت ترث من ميراث المولى كما يرث</w:t>
      </w:r>
      <w:r w:rsidR="009C2257">
        <w:rPr>
          <w:rtl/>
        </w:rPr>
        <w:t xml:space="preserve"> </w:t>
      </w:r>
      <w:r w:rsidRPr="00573E19">
        <w:rPr>
          <w:rtl/>
        </w:rPr>
        <w:t>الابن وهو الأظهر من مذهب أصحابنا</w:t>
      </w:r>
      <w:r w:rsidR="00CA4563">
        <w:rPr>
          <w:rtl/>
        </w:rPr>
        <w:t>،</w:t>
      </w:r>
      <w:r w:rsidRPr="00573E19">
        <w:rPr>
          <w:rtl/>
        </w:rPr>
        <w:t xml:space="preserve"> وذلك خلاف ما قدمناه في كتاب العتق</w:t>
      </w:r>
      <w:r w:rsidR="009C2257">
        <w:rPr>
          <w:rtl/>
        </w:rPr>
        <w:t xml:space="preserve"> </w:t>
      </w:r>
      <w:r w:rsidRPr="00573E19">
        <w:rPr>
          <w:rtl/>
        </w:rPr>
        <w:t>من أن الميراث لأولاد المولى للذكور منهم دون الإناث</w:t>
      </w:r>
      <w:r w:rsidR="00CA4563">
        <w:rPr>
          <w:rtl/>
        </w:rPr>
        <w:t>،</w:t>
      </w:r>
      <w:r w:rsidRPr="00573E19">
        <w:rPr>
          <w:rtl/>
        </w:rPr>
        <w:t xml:space="preserve"> فإن لم يكونوا ذكورا كان</w:t>
      </w:r>
      <w:r w:rsidR="009C2257">
        <w:rPr>
          <w:rtl/>
        </w:rPr>
        <w:t xml:space="preserve"> </w:t>
      </w:r>
      <w:r w:rsidRPr="00573E19">
        <w:rPr>
          <w:rtl/>
        </w:rPr>
        <w:t>للعصبة</w:t>
      </w:r>
      <w:r w:rsidR="00CA4563">
        <w:rPr>
          <w:rtl/>
        </w:rPr>
        <w:t>،</w:t>
      </w:r>
      <w:r w:rsidRPr="00573E19">
        <w:rPr>
          <w:rtl/>
        </w:rPr>
        <w:t xml:space="preserve"> لان في هذا الخبر مع وجود العصبة اعطى المال البنت</w:t>
      </w:r>
      <w:r w:rsidR="00CA4563">
        <w:rPr>
          <w:rtl/>
        </w:rPr>
        <w:t>،</w:t>
      </w:r>
      <w:r w:rsidRPr="00573E19">
        <w:rPr>
          <w:rtl/>
        </w:rPr>
        <w:t xml:space="preserve"> والوجه في الاخبار</w:t>
      </w:r>
      <w:r w:rsidR="009C2257">
        <w:rPr>
          <w:rtl/>
        </w:rPr>
        <w:t xml:space="preserve"> </w:t>
      </w:r>
      <w:r w:rsidRPr="00573E19">
        <w:rPr>
          <w:rtl/>
        </w:rPr>
        <w:t>الأولة التي ذكرناها هناك</w:t>
      </w:r>
      <w:r w:rsidR="00CA4563">
        <w:rPr>
          <w:rtl/>
        </w:rPr>
        <w:t>:</w:t>
      </w:r>
      <w:r w:rsidRPr="00573E19">
        <w:rPr>
          <w:rtl/>
        </w:rPr>
        <w:t xml:space="preserve"> أن نحملها على التقية لأنها موافقة للعامة</w:t>
      </w:r>
      <w:r w:rsidR="00CA4563">
        <w:rPr>
          <w:rtl/>
        </w:rPr>
        <w:t>،</w:t>
      </w:r>
      <w:r w:rsidRPr="00573E19">
        <w:rPr>
          <w:rtl/>
        </w:rPr>
        <w:t xml:space="preserve"> هذا إذا كان</w:t>
      </w:r>
      <w:r w:rsidR="009C2257">
        <w:rPr>
          <w:rtl/>
        </w:rPr>
        <w:t xml:space="preserve"> </w:t>
      </w:r>
      <w:r w:rsidRPr="00573E19">
        <w:rPr>
          <w:rtl/>
        </w:rPr>
        <w:t>المعتق رجلا</w:t>
      </w:r>
      <w:r w:rsidR="00CA4563">
        <w:rPr>
          <w:rtl/>
        </w:rPr>
        <w:t>،</w:t>
      </w:r>
      <w:r w:rsidRPr="00573E19">
        <w:rPr>
          <w:rtl/>
        </w:rPr>
        <w:t xml:space="preserve"> فاما إذا كان المعتق امرأة فلا خلاف بين الطائفة ان الميراث للعصبة</w:t>
      </w:r>
      <w:r w:rsidR="009C2257">
        <w:rPr>
          <w:rtl/>
        </w:rPr>
        <w:t xml:space="preserve"> </w:t>
      </w:r>
      <w:r w:rsidRPr="00573E19">
        <w:rPr>
          <w:rtl/>
        </w:rPr>
        <w:t>دون الأولاد ذكورا كانوا أو إناثا</w:t>
      </w:r>
      <w:r w:rsidR="00CA4563">
        <w:rPr>
          <w:rtl/>
        </w:rPr>
        <w:t>،</w:t>
      </w:r>
      <w:r w:rsidRPr="00573E19">
        <w:rPr>
          <w:rtl/>
        </w:rPr>
        <w:t xml:space="preserve"> وقد دللنا عليه فيما تقدم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علي بن الحسن بن فضال عن محمد الكاتب عن عبد الله بن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عمر بن يزيد عن عمه محمد بن عمر أنه كتب إلى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يسأله عن</w:t>
      </w:r>
      <w:r w:rsidR="009C2257">
        <w:rPr>
          <w:rtl/>
        </w:rPr>
        <w:t xml:space="preserve"> </w:t>
      </w:r>
      <w:r w:rsidRPr="00573E19">
        <w:rPr>
          <w:rtl/>
        </w:rPr>
        <w:t>رجل مات وكان مولى لرجل وقد مات مولاه قبله وللمولى ابن وبنات فسأله عن</w:t>
      </w:r>
      <w:r w:rsidR="009C2257">
        <w:rPr>
          <w:rtl/>
        </w:rPr>
        <w:t xml:space="preserve"> </w:t>
      </w:r>
      <w:r w:rsidRPr="00573E19">
        <w:rPr>
          <w:rtl/>
        </w:rPr>
        <w:t>ميراث المولى فقال</w:t>
      </w:r>
      <w:r w:rsidR="00CA4563">
        <w:rPr>
          <w:rtl/>
        </w:rPr>
        <w:t>:</w:t>
      </w:r>
      <w:r w:rsidRPr="00573E19">
        <w:rPr>
          <w:rtl/>
        </w:rPr>
        <w:t xml:space="preserve"> هو للرجال دون النساء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أيضا ان نحمله على التقية على أنهم قد رووا عن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 ما قلناه في مولى حمزة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روى الفضل بن شاذان قال روي عن حنان قال</w:t>
      </w:r>
      <w:r w:rsidR="00CA4563">
        <w:rPr>
          <w:rtl/>
        </w:rPr>
        <w:t>:</w:t>
      </w:r>
      <w:r w:rsidRPr="00573E19">
        <w:rPr>
          <w:rtl/>
        </w:rPr>
        <w:t xml:space="preserve"> كنت جالسا عند سويد</w:t>
      </w:r>
      <w:r w:rsidR="009C2257">
        <w:rPr>
          <w:rtl/>
        </w:rPr>
        <w:t xml:space="preserve"> </w:t>
      </w:r>
      <w:r w:rsidRPr="00573E19">
        <w:rPr>
          <w:rtl/>
        </w:rPr>
        <w:t>ابن غفلة فجاءه رجل فسأله عن بنت وامرأة وموالى فقال</w:t>
      </w:r>
      <w:r w:rsidR="00CA4563">
        <w:rPr>
          <w:rtl/>
        </w:rPr>
        <w:t>:</w:t>
      </w:r>
      <w:r w:rsidRPr="00573E19">
        <w:rPr>
          <w:rtl/>
        </w:rPr>
        <w:t xml:space="preserve"> أخبرك فيها بقضاء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 للبنت النصف وللمرأة الثمن وما بقي يرد على البنت ولم يعط الموالي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65</w:t>
      </w:r>
      <w:r>
        <w:rPr>
          <w:rtl/>
        </w:rPr>
        <w:t xml:space="preserve">3 -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444.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654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530FC2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شيئا</w:t>
      </w:r>
      <w:r w:rsidR="00CA4563">
        <w:rPr>
          <w:rtl/>
        </w:rPr>
        <w:t>،</w:t>
      </w:r>
      <w:r w:rsidRPr="00573E19">
        <w:rPr>
          <w:rtl/>
        </w:rPr>
        <w:t xml:space="preserve"> قال الفضل بن شاذان</w:t>
      </w:r>
      <w:r w:rsidR="00CA4563">
        <w:rPr>
          <w:rtl/>
        </w:rPr>
        <w:t>:</w:t>
      </w:r>
      <w:r w:rsidRPr="00573E19">
        <w:rPr>
          <w:rtl/>
        </w:rPr>
        <w:t xml:space="preserve"> وهذا الخبر أصح مما رواه سلمة بن كهيل قال</w:t>
      </w:r>
      <w:r w:rsidR="00CA4563">
        <w:rPr>
          <w:rtl/>
        </w:rPr>
        <w:t>:</w:t>
      </w:r>
      <w:r w:rsidRPr="00573E19">
        <w:rPr>
          <w:rtl/>
        </w:rPr>
        <w:t xml:space="preserve"> رأيت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المرأة التي ورثها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فجعل للبنت النصف وللموالي النصف لان سلمة لم</w:t>
      </w:r>
      <w:r w:rsidR="009C2257">
        <w:rPr>
          <w:rtl/>
        </w:rPr>
        <w:t xml:space="preserve"> </w:t>
      </w:r>
      <w:r w:rsidRPr="00573E19">
        <w:rPr>
          <w:rtl/>
        </w:rPr>
        <w:t>يدرك عليا وسويد قد أدرك عليا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وأما ما روي أن مولى لحمزة </w:t>
      </w:r>
      <w:r w:rsidRPr="00FE5331">
        <w:rPr>
          <w:rStyle w:val="libAlaemChar"/>
          <w:rtl/>
        </w:rPr>
        <w:t>رحمه‌الله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توفى وإن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اعطى بنت حمزة النصف وأعطى المولى النصف فهو</w:t>
      </w:r>
      <w:r w:rsidR="009C2257">
        <w:rPr>
          <w:rtl/>
        </w:rPr>
        <w:t xml:space="preserve"> </w:t>
      </w:r>
      <w:r w:rsidRPr="00573E19">
        <w:rPr>
          <w:rtl/>
        </w:rPr>
        <w:t xml:space="preserve">حديث منقطع وإنما هو عن عبد الله بن شداد عن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وهو</w:t>
      </w:r>
      <w:r w:rsidR="009C2257">
        <w:rPr>
          <w:rtl/>
        </w:rPr>
        <w:t xml:space="preserve"> </w:t>
      </w:r>
      <w:r w:rsidRPr="00573E19">
        <w:rPr>
          <w:rtl/>
        </w:rPr>
        <w:t>حديث مرسل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ولعل ذلك كان قبل نزول الفرائض فنسخ وقد فرض الله</w:t>
      </w:r>
      <w:r w:rsidR="009C2257">
        <w:rPr>
          <w:rtl/>
        </w:rPr>
        <w:t xml:space="preserve"> </w:t>
      </w:r>
      <w:r w:rsidRPr="00573E19">
        <w:rPr>
          <w:rtl/>
        </w:rPr>
        <w:t>تعالى للحلفاء في كتابه فقال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(</w:t>
      </w:r>
      <w:r w:rsidR="00530FC2" w:rsidRPr="00530FC2">
        <w:rPr>
          <w:rStyle w:val="libAieChar"/>
          <w:rtl/>
        </w:rPr>
        <w:t>وَالَّذِينَ عَقَدَتْ أَيْمَانُكُمْ فَآتُوهُمْ نَصِيبَهُمْ</w:t>
      </w:r>
      <w:r w:rsidRPr="00FE5331">
        <w:rPr>
          <w:rStyle w:val="libAlaemChar"/>
          <w:rtl/>
        </w:rPr>
        <w:t>)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فنسخت الفرائض ذلك كله بقوله تعالى </w:t>
      </w:r>
      <w:r w:rsidR="00530FC2" w:rsidRPr="00FE5331">
        <w:rPr>
          <w:rStyle w:val="libAlaemChar"/>
          <w:rtl/>
        </w:rPr>
        <w:t>(</w:t>
      </w:r>
      <w:r w:rsidR="00530FC2" w:rsidRPr="00530FC2">
        <w:rPr>
          <w:rStyle w:val="libAieChar"/>
          <w:rtl/>
        </w:rPr>
        <w:t>وَأُولُو الْأَرْ‌حَامِ بَعْضُهُمْ أَوْلَىٰ بِبَعْضٍ</w:t>
      </w:r>
      <w:r w:rsidR="00530FC2" w:rsidRPr="00FE5331">
        <w:rPr>
          <w:rStyle w:val="libAlaemChar"/>
          <w:rtl/>
        </w:rPr>
        <w:t>)</w:t>
      </w:r>
      <w:r w:rsidR="009C2257">
        <w:rPr>
          <w:rtl/>
        </w:rPr>
        <w:t xml:space="preserve"> </w:t>
      </w:r>
      <w:r w:rsidRPr="00573E19">
        <w:rPr>
          <w:rtl/>
        </w:rPr>
        <w:t>وقد كان إبراهيم النخعي ينكر هذا الحديث في ميراث مولى حمزة والصحيح من هذا</w:t>
      </w:r>
      <w:r w:rsidR="009C2257">
        <w:rPr>
          <w:rtl/>
        </w:rPr>
        <w:t xml:space="preserve"> </w:t>
      </w:r>
      <w:r w:rsidRPr="00573E19">
        <w:rPr>
          <w:rtl/>
        </w:rPr>
        <w:t>الباب قد بيناه</w:t>
      </w:r>
      <w:r w:rsidR="00CA4563">
        <w:rPr>
          <w:rtl/>
        </w:rPr>
        <w:t>،</w:t>
      </w:r>
      <w:r w:rsidRPr="00573E19">
        <w:rPr>
          <w:rtl/>
        </w:rPr>
        <w:t xml:space="preserve"> والذي يدل أيضا على 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الحسن الصفار عن الحسن بن علي بن النعمان عن عبد الله بن</w:t>
      </w:r>
      <w:r w:rsidR="009C2257">
        <w:rPr>
          <w:rtl/>
        </w:rPr>
        <w:t xml:space="preserve"> </w:t>
      </w:r>
      <w:r w:rsidRPr="00573E19">
        <w:rPr>
          <w:rtl/>
        </w:rPr>
        <w:t>موسى العبسي عن سفيان الثوري عن جابر الجعفي عن سويد بن غفلة قال</w:t>
      </w:r>
      <w:r w:rsidR="00CA4563">
        <w:rPr>
          <w:rtl/>
        </w:rPr>
        <w:t>:</w:t>
      </w:r>
      <w:r w:rsidRPr="00573E19">
        <w:rPr>
          <w:rtl/>
        </w:rPr>
        <w:t xml:space="preserve"> إن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طالب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قضى في ابنة وامرأة وموالي فأعطى البنت النصف وأعطى</w:t>
      </w:r>
      <w:r w:rsidRPr="000A07FB">
        <w:rPr>
          <w:rtl/>
        </w:rPr>
        <w:t xml:space="preserve"> </w:t>
      </w:r>
      <w:r w:rsidRPr="00573E19">
        <w:rPr>
          <w:rtl/>
        </w:rPr>
        <w:t>المرأة الثمن وما بقي رده على البنت ولم يعط الموالي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عنه عن الحسن بن علي بن النعمان عن عبد الله بن موسى عن سفيان عن منصور</w:t>
      </w:r>
      <w:r w:rsidR="009C2257">
        <w:rPr>
          <w:rtl/>
        </w:rPr>
        <w:t xml:space="preserve"> </w:t>
      </w:r>
      <w:r w:rsidRPr="00573E19">
        <w:rPr>
          <w:rtl/>
        </w:rPr>
        <w:t>عن إبراهيم النخعي قال</w:t>
      </w:r>
      <w:r w:rsidR="00CA4563">
        <w:rPr>
          <w:rtl/>
        </w:rPr>
        <w:t>:</w:t>
      </w:r>
      <w:r w:rsidRPr="00573E19">
        <w:rPr>
          <w:rtl/>
        </w:rPr>
        <w:t xml:space="preserve"> كان عبد الله بن مسعود وزيد بن علي يورثان ذوي الأرحام</w:t>
      </w:r>
      <w:r w:rsidR="009C2257">
        <w:rPr>
          <w:rtl/>
        </w:rPr>
        <w:t xml:space="preserve"> </w:t>
      </w:r>
      <w:r w:rsidRPr="00573E19">
        <w:rPr>
          <w:rtl/>
        </w:rPr>
        <w:t>دون الموالي قلت</w:t>
      </w:r>
      <w:r w:rsidR="00CA4563">
        <w:rPr>
          <w:rtl/>
        </w:rPr>
        <w:t>:</w:t>
      </w:r>
      <w:r w:rsidRPr="00573E19">
        <w:rPr>
          <w:rtl/>
        </w:rPr>
        <w:t xml:space="preserve"> فعلي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أشدهما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عنه عن عبد الله بن عامر عن ابن أبي نجران عن ابن سنان عن عقبة بن مسلم</w:t>
      </w:r>
      <w:r w:rsidR="009C2257">
        <w:rPr>
          <w:rtl/>
        </w:rPr>
        <w:t xml:space="preserve"> </w:t>
      </w:r>
      <w:r w:rsidRPr="00573E19">
        <w:rPr>
          <w:rtl/>
        </w:rPr>
        <w:t>وعمار بن مروان عن سلمة بن محرز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رجل مات</w:t>
      </w:r>
      <w:r w:rsidR="009C2257">
        <w:rPr>
          <w:rtl/>
        </w:rPr>
        <w:t xml:space="preserve"> </w:t>
      </w:r>
      <w:r w:rsidRPr="00573E19">
        <w:rPr>
          <w:rtl/>
        </w:rPr>
        <w:t>وله عندي مال وله ابنة وله موالي قال فقال لي</w:t>
      </w:r>
      <w:r w:rsidR="00CA4563">
        <w:rPr>
          <w:rtl/>
        </w:rPr>
        <w:t>:</w:t>
      </w:r>
      <w:r w:rsidRPr="00573E19">
        <w:rPr>
          <w:rtl/>
        </w:rPr>
        <w:t xml:space="preserve"> اذهب فاعط البنت النصف وامسك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7F5BD9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655</w:t>
      </w:r>
      <w:r>
        <w:rPr>
          <w:rtl/>
        </w:rPr>
        <w:t xml:space="preserve"> - </w:t>
      </w:r>
      <w:r w:rsidRPr="007F5BD9">
        <w:rPr>
          <w:rtl/>
        </w:rPr>
        <w:t>656</w:t>
      </w:r>
      <w:r>
        <w:rPr>
          <w:rtl/>
        </w:rPr>
        <w:t xml:space="preserve"> - </w:t>
      </w:r>
      <w:r w:rsidRPr="007F5BD9">
        <w:rPr>
          <w:rtl/>
        </w:rPr>
        <w:t>657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7.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الباقي فلما جئت أخبرت بذلك أصحابنا فقالوا</w:t>
      </w:r>
      <w:r w:rsidR="00CA4563">
        <w:rPr>
          <w:rtl/>
        </w:rPr>
        <w:t>:</w:t>
      </w:r>
      <w:r w:rsidRPr="00573E19">
        <w:rPr>
          <w:rtl/>
        </w:rPr>
        <w:t xml:space="preserve"> أعطاك من جراب النورة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فرجعت إليه وقلت</w:t>
      </w:r>
      <w:r w:rsidR="00CA4563">
        <w:rPr>
          <w:rtl/>
        </w:rPr>
        <w:t>:</w:t>
      </w:r>
      <w:r w:rsidRPr="00573E19">
        <w:rPr>
          <w:rtl/>
        </w:rPr>
        <w:t xml:space="preserve"> إن أصحابنا قالوا لي</w:t>
      </w:r>
      <w:r w:rsidR="00CA4563">
        <w:rPr>
          <w:rtl/>
        </w:rPr>
        <w:t>:</w:t>
      </w:r>
      <w:r w:rsidRPr="00573E19">
        <w:rPr>
          <w:rtl/>
        </w:rPr>
        <w:t xml:space="preserve"> أعطاك من جراب النورة قال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أعطيتك من جراب النورة قال</w:t>
      </w:r>
      <w:r w:rsidR="00CA4563">
        <w:rPr>
          <w:rtl/>
        </w:rPr>
        <w:t>:</w:t>
      </w:r>
      <w:r w:rsidRPr="00573E19">
        <w:rPr>
          <w:rtl/>
        </w:rPr>
        <w:t xml:space="preserve"> علم بها أحد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لا قال</w:t>
      </w:r>
      <w:r w:rsidR="00CA4563">
        <w:rPr>
          <w:rtl/>
        </w:rPr>
        <w:t>:</w:t>
      </w:r>
      <w:r w:rsidRPr="00573E19">
        <w:rPr>
          <w:rtl/>
        </w:rPr>
        <w:t xml:space="preserve"> فاذهب فاعط البنت</w:t>
      </w:r>
      <w:r w:rsidR="009C2257">
        <w:rPr>
          <w:rtl/>
        </w:rPr>
        <w:t xml:space="preserve"> </w:t>
      </w:r>
      <w:r w:rsidRPr="00573E19">
        <w:rPr>
          <w:rtl/>
        </w:rPr>
        <w:t>الباقي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30" w:name="_Toc374810498"/>
      <w:bookmarkStart w:id="231" w:name="_Toc376954873"/>
      <w:r w:rsidRPr="00573E19">
        <w:rPr>
          <w:rtl/>
        </w:rPr>
        <w:t>10</w:t>
      </w:r>
      <w:r>
        <w:rPr>
          <w:rtl/>
        </w:rPr>
        <w:t xml:space="preserve">3 - </w:t>
      </w:r>
      <w:r w:rsidRPr="00573E19">
        <w:rPr>
          <w:rtl/>
        </w:rPr>
        <w:t>باب من خلف وارثا مملوكا ليس له وارث غيره حر</w:t>
      </w:r>
      <w:bookmarkEnd w:id="230"/>
      <w:bookmarkEnd w:id="23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محبوب عن عبد الله بن سنان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يموت وله أم</w:t>
      </w:r>
      <w:r w:rsidR="009C2257">
        <w:rPr>
          <w:rtl/>
        </w:rPr>
        <w:t xml:space="preserve"> </w:t>
      </w:r>
      <w:r w:rsidRPr="00573E19">
        <w:rPr>
          <w:rtl/>
        </w:rPr>
        <w:t>مملوكة وله مال ان تشترى أمه من ماله ويدفع إليها بقية المال إذا لم يكن له ذو قرابة له</w:t>
      </w:r>
      <w:r w:rsidR="009C2257">
        <w:rPr>
          <w:rtl/>
        </w:rPr>
        <w:t xml:space="preserve"> </w:t>
      </w:r>
      <w:r w:rsidRPr="00573E19">
        <w:rPr>
          <w:rtl/>
        </w:rPr>
        <w:t>سهم في الكتاب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659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الفضل بن شاذان عن أبي ثابت عن حنان بن سدير عن ابن أبي يعفور عن</w:t>
      </w:r>
      <w:r w:rsidR="009C2257">
        <w:rPr>
          <w:rtl/>
        </w:rPr>
        <w:t xml:space="preserve"> </w:t>
      </w:r>
      <w:r w:rsidRPr="00573E19">
        <w:rPr>
          <w:rtl/>
        </w:rPr>
        <w:t>إسحاق قال</w:t>
      </w:r>
      <w:r w:rsidR="00CA4563">
        <w:rPr>
          <w:rtl/>
        </w:rPr>
        <w:t>:</w:t>
      </w:r>
      <w:r w:rsidRPr="00573E19">
        <w:rPr>
          <w:rtl/>
        </w:rPr>
        <w:t xml:space="preserve"> مات مولى لعلي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انظروا هل تجدون له وارثا فقيل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له ابنتان باليمامة مملوكتين فاشتراهما من مال الميت ثم دفع إليهما بقية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محمد بن حفص عن عبد الله بن طلحة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مات وترك مالا كثيرا وترك اما مملوكة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يشتريان من مال الميت ثم يعتقان ويورثان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أرأيت ان أبى أهل الجارية</w:t>
      </w:r>
      <w:r w:rsidR="009C2257">
        <w:rPr>
          <w:rtl/>
        </w:rPr>
        <w:t xml:space="preserve"> </w:t>
      </w:r>
      <w:r w:rsidRPr="00573E19">
        <w:rPr>
          <w:rtl/>
        </w:rPr>
        <w:t>كيف يصنع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لهم ذلك يقومان قيمة عدل ثم يعطى مالهم على قدر القيمة</w:t>
      </w:r>
      <w:r w:rsidR="009C2257">
        <w:rPr>
          <w:rtl/>
        </w:rPr>
        <w:t xml:space="preserve"> </w:t>
      </w:r>
      <w:r w:rsidRPr="00573E19">
        <w:rPr>
          <w:rtl/>
        </w:rPr>
        <w:t>قلت</w:t>
      </w:r>
      <w:r w:rsidR="00CA4563">
        <w:rPr>
          <w:rtl/>
        </w:rPr>
        <w:t>:</w:t>
      </w:r>
      <w:r w:rsidRPr="00573E19">
        <w:rPr>
          <w:rtl/>
        </w:rPr>
        <w:t xml:space="preserve"> أرأيت لو أنهما اشتريا ثم أعتقا ثم ورثا من كان يرثهما</w:t>
      </w:r>
      <w:r>
        <w:rPr>
          <w:rtl/>
        </w:rPr>
        <w:t>؟</w:t>
      </w:r>
      <w:r w:rsidRPr="00573E19">
        <w:rPr>
          <w:rtl/>
        </w:rPr>
        <w:t xml:space="preserve"> قال يرثهما موالي ابنهما</w:t>
      </w:r>
      <w:r w:rsidR="009C2257">
        <w:rPr>
          <w:rtl/>
        </w:rPr>
        <w:t xml:space="preserve"> </w:t>
      </w:r>
      <w:r w:rsidRPr="00573E19">
        <w:rPr>
          <w:rtl/>
        </w:rPr>
        <w:t>لأنهما اشتريتا من مال الابن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ابن أبي عمير عن هشام بن سالم عن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658</w:t>
      </w:r>
      <w:r>
        <w:rPr>
          <w:rtl/>
        </w:rPr>
        <w:t xml:space="preserve"> - </w:t>
      </w:r>
      <w:r w:rsidRPr="007F5BD9">
        <w:rPr>
          <w:rtl/>
        </w:rPr>
        <w:t>659</w:t>
      </w:r>
      <w:r>
        <w:rPr>
          <w:rtl/>
        </w:rPr>
        <w:t xml:space="preserve"> - </w:t>
      </w:r>
      <w:r w:rsidRPr="007F5BD9">
        <w:rPr>
          <w:rtl/>
        </w:rPr>
        <w:t>660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7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78 واخرج الأوسط</w:t>
      </w:r>
      <w:r w:rsidR="009C2257">
        <w:rPr>
          <w:rtl/>
        </w:rPr>
        <w:t xml:space="preserve"> </w:t>
      </w:r>
      <w:r w:rsidRPr="007F5BD9">
        <w:rPr>
          <w:rtl/>
        </w:rPr>
        <w:t>الصدوق في الفقيه ص 444.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661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سليمان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9C2257">
        <w:rPr>
          <w:rtl/>
        </w:rPr>
        <w:t xml:space="preserve"> </w:t>
      </w:r>
      <w:r w:rsidRPr="00573E19">
        <w:rPr>
          <w:rtl/>
        </w:rPr>
        <w:t>في الرجل لحر يموت وله أم مملوكة تشترى من مال ابنها ثم تعتق ويورثها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ابن أبي نجران 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في رجل توفي وترك مالا وله أم مملوكة قال</w:t>
      </w:r>
      <w:r w:rsidR="00CA4563">
        <w:rPr>
          <w:rtl/>
        </w:rPr>
        <w:t>:</w:t>
      </w:r>
      <w:r w:rsidRPr="00573E19">
        <w:rPr>
          <w:rtl/>
        </w:rPr>
        <w:t xml:space="preserve"> تشترى أمه وتعتق</w:t>
      </w:r>
      <w:r w:rsidR="009C2257">
        <w:rPr>
          <w:rtl/>
        </w:rPr>
        <w:t xml:space="preserve"> </w:t>
      </w:r>
      <w:r w:rsidRPr="00573E19">
        <w:rPr>
          <w:rtl/>
        </w:rPr>
        <w:t>ثم يدفع إليها بقية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جميل بن دراج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الرجل يموت وله ابن مملوك قال</w:t>
      </w:r>
      <w:r w:rsidR="00CA4563">
        <w:rPr>
          <w:rtl/>
        </w:rPr>
        <w:t>:</w:t>
      </w:r>
      <w:r w:rsidRPr="00573E19">
        <w:rPr>
          <w:rtl/>
        </w:rPr>
        <w:t xml:space="preserve"> يشترى ويعتق ثم يدفع</w:t>
      </w:r>
      <w:r w:rsidR="009C2257">
        <w:rPr>
          <w:rtl/>
        </w:rPr>
        <w:t xml:space="preserve"> </w:t>
      </w:r>
      <w:r w:rsidRPr="00573E19">
        <w:rPr>
          <w:rtl/>
        </w:rPr>
        <w:t>إليه ما بقي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علي عن ابن بكير عن بعض أصحابنا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مات الرجل وترك أباه وهو مملوك أو أمه وهي مملوكة</w:t>
      </w:r>
      <w:r w:rsidR="009C2257">
        <w:rPr>
          <w:rtl/>
        </w:rPr>
        <w:t xml:space="preserve"> </w:t>
      </w:r>
      <w:r w:rsidRPr="00573E19">
        <w:rPr>
          <w:rtl/>
        </w:rPr>
        <w:t>والميت حر يشترى مما ترك أبوه أو قرابته وورث الباقي من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علي بن الحسن عن محمد وأحمد ابني الحسن عن أبيهما عن عبد الله بن بكير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بعض أصحابنا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مات الرجل وترك أباه وهو</w:t>
      </w:r>
      <w:r w:rsidR="009C2257">
        <w:rPr>
          <w:rtl/>
        </w:rPr>
        <w:t xml:space="preserve"> </w:t>
      </w:r>
      <w:r w:rsidRPr="00573E19">
        <w:rPr>
          <w:rtl/>
        </w:rPr>
        <w:t>مملوك أو أمه وهي مملوكة أو أخاه أو أخته وترك مالا والميت حر اشتري مما ترك</w:t>
      </w:r>
      <w:r w:rsidR="009C2257">
        <w:rPr>
          <w:rtl/>
        </w:rPr>
        <w:t xml:space="preserve"> </w:t>
      </w:r>
      <w:r w:rsidRPr="00573E19">
        <w:rPr>
          <w:rtl/>
        </w:rPr>
        <w:t>أبوه أو قرابته وورث ما بقي من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فأما ما رواه يونس بن عبد الرحمن عن أبي ثابت وابن عون عن السائي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في رجل توفي وترك مالا وله أم مملوكة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تشترى وتعتق ويدفع إليها بعد ماله ان لم يكن له عصبة</w:t>
      </w:r>
      <w:r w:rsidR="00CA4563">
        <w:rPr>
          <w:rtl/>
        </w:rPr>
        <w:t>،</w:t>
      </w:r>
      <w:r w:rsidRPr="00573E19">
        <w:rPr>
          <w:rtl/>
        </w:rPr>
        <w:t xml:space="preserve"> فان كانت له عصبة قسم المال</w:t>
      </w:r>
      <w:r w:rsidR="009C2257">
        <w:rPr>
          <w:rtl/>
        </w:rPr>
        <w:t xml:space="preserve"> </w:t>
      </w:r>
      <w:r w:rsidRPr="00573E19">
        <w:rPr>
          <w:rtl/>
        </w:rPr>
        <w:t>بينها وبين العصبة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نسخة بهامش المطبوعة </w:t>
      </w:r>
      <w:r>
        <w:rPr>
          <w:rtl/>
        </w:rPr>
        <w:t>(</w:t>
      </w:r>
      <w:r w:rsidRPr="00573E19">
        <w:rPr>
          <w:rtl/>
        </w:rPr>
        <w:t xml:space="preserve"> السابي )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66</w:t>
      </w:r>
      <w:r>
        <w:rPr>
          <w:rtl/>
        </w:rPr>
        <w:t xml:space="preserve">2 - </w:t>
      </w:r>
      <w:r w:rsidRPr="00573E19">
        <w:rPr>
          <w:rtl/>
        </w:rPr>
        <w:t>66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77 واخرج الأخير الصدوق في الفقيه</w:t>
      </w:r>
      <w:r w:rsidR="009C2257">
        <w:rPr>
          <w:rtl/>
        </w:rPr>
        <w:t xml:space="preserve"> </w:t>
      </w:r>
      <w:r w:rsidRPr="00573E19">
        <w:rPr>
          <w:rtl/>
        </w:rPr>
        <w:t>ص 444</w:t>
      </w:r>
      <w:r>
        <w:rPr>
          <w:rtl/>
        </w:rPr>
        <w:t xml:space="preserve">. - </w:t>
      </w:r>
      <w:r w:rsidRPr="00573E19">
        <w:rPr>
          <w:rtl/>
        </w:rPr>
        <w:t>664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. - </w:t>
      </w:r>
      <w:r w:rsidRPr="00573E19">
        <w:rPr>
          <w:rtl/>
        </w:rPr>
        <w:t>665</w:t>
      </w:r>
      <w:r>
        <w:rPr>
          <w:rtl/>
        </w:rPr>
        <w:t xml:space="preserve"> - </w:t>
      </w:r>
      <w:r w:rsidRPr="00573E19">
        <w:rPr>
          <w:rtl/>
        </w:rPr>
        <w:t>666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فهذا الخبر غير معمول عليه بالاجماع من الفرقة المحقة لان مع وجود العصبة إذا</w:t>
      </w:r>
      <w:r w:rsidR="009C2257">
        <w:rPr>
          <w:rtl/>
        </w:rPr>
        <w:t xml:space="preserve"> </w:t>
      </w:r>
      <w:r w:rsidRPr="00573E19">
        <w:rPr>
          <w:rtl/>
        </w:rPr>
        <w:t>كانوا أحرارا لا يجب شراء الام</w:t>
      </w:r>
      <w:r w:rsidR="00CA4563">
        <w:rPr>
          <w:rtl/>
        </w:rPr>
        <w:t>،</w:t>
      </w:r>
      <w:r w:rsidRPr="00573E19">
        <w:rPr>
          <w:rtl/>
        </w:rPr>
        <w:t xml:space="preserve"> بل يكون الميراث لهم</w:t>
      </w:r>
      <w:r w:rsidR="00CA4563">
        <w:rPr>
          <w:rtl/>
        </w:rPr>
        <w:t>،</w:t>
      </w:r>
      <w:r w:rsidRPr="00573E19">
        <w:rPr>
          <w:rtl/>
        </w:rPr>
        <w:t xml:space="preserve"> وإنما يجب شراؤها إذا لم</w:t>
      </w:r>
      <w:r w:rsidR="009C2257">
        <w:rPr>
          <w:rtl/>
        </w:rPr>
        <w:t xml:space="preserve"> </w:t>
      </w:r>
      <w:r w:rsidRPr="00573E19">
        <w:rPr>
          <w:rtl/>
        </w:rPr>
        <w:t>يكن هناك من يرث من الأحرار قريبا كان أو بعيدا</w:t>
      </w:r>
      <w:r w:rsidR="00CA4563">
        <w:rPr>
          <w:rtl/>
        </w:rPr>
        <w:t>،</w:t>
      </w:r>
      <w:r w:rsidRPr="00573E19">
        <w:rPr>
          <w:rtl/>
        </w:rPr>
        <w:t xml:space="preserve"> ومتى صارت الام حرة كان</w:t>
      </w:r>
      <w:r w:rsidR="009C2257">
        <w:rPr>
          <w:rtl/>
        </w:rPr>
        <w:t xml:space="preserve"> </w:t>
      </w:r>
      <w:r w:rsidRPr="00573E19">
        <w:rPr>
          <w:rtl/>
        </w:rPr>
        <w:t>الميراث لها دون العصبة معها عندنا بلا خلاف</w:t>
      </w:r>
      <w:r w:rsidR="00CA4563">
        <w:rPr>
          <w:rtl/>
        </w:rPr>
        <w:t>،</w:t>
      </w:r>
      <w:r w:rsidRPr="00573E19">
        <w:rPr>
          <w:rtl/>
        </w:rPr>
        <w:t xml:space="preserve"> فالخبر متروك عندنا على كل حال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اللهم إلا أن نحمله على ضرب من التقية إذا ثبت حرية الام الان العامة يورثونها الثلث</w:t>
      </w:r>
      <w:r w:rsidR="009C2257">
        <w:rPr>
          <w:rtl/>
        </w:rPr>
        <w:t xml:space="preserve"> </w:t>
      </w:r>
      <w:r w:rsidRPr="00573E19">
        <w:rPr>
          <w:rtl/>
        </w:rPr>
        <w:t>والباقي يعطون العصبة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ما اعتبرناه من أنه إنما ينبغي شراء أحد</w:t>
      </w:r>
      <w:r w:rsidR="009C2257">
        <w:rPr>
          <w:rtl/>
        </w:rPr>
        <w:t xml:space="preserve"> </w:t>
      </w:r>
      <w:r w:rsidRPr="00573E19">
        <w:rPr>
          <w:rtl/>
        </w:rPr>
        <w:t>ممن ذكرناه إذا لم يكن هناك وارث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علي بن الحسن بن فضال عن يعقوب بن يزيد عن محمد بن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عمير عن بكار عن سليمان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مات وترك</w:t>
      </w:r>
      <w:r w:rsidR="009C2257">
        <w:rPr>
          <w:rtl/>
        </w:rPr>
        <w:t xml:space="preserve"> </w:t>
      </w:r>
      <w:r w:rsidRPr="00573E19">
        <w:rPr>
          <w:rtl/>
        </w:rPr>
        <w:t>ابنا له مملوكا ولم يترك وارثا غيره وترك مالا فقال</w:t>
      </w:r>
      <w:r w:rsidR="00CA4563">
        <w:rPr>
          <w:rtl/>
        </w:rPr>
        <w:t>:</w:t>
      </w:r>
      <w:r w:rsidRPr="00573E19">
        <w:rPr>
          <w:rtl/>
        </w:rPr>
        <w:t xml:space="preserve"> يشترى الابن ويعتق ويورث</w:t>
      </w:r>
      <w:r w:rsidR="009C2257">
        <w:rPr>
          <w:rtl/>
        </w:rPr>
        <w:t xml:space="preserve"> </w:t>
      </w:r>
      <w:r w:rsidRPr="00573E19">
        <w:rPr>
          <w:rtl/>
        </w:rPr>
        <w:t>ما بقي من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وأما ما رواه الحسن بن محمد بن سماعة عن عبد الله وجعفر ومحمد بن عباس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علا عن محمد بن 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يتوارث الحر والمملوك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عنه قال</w:t>
      </w:r>
      <w:r w:rsidR="00CA4563">
        <w:rPr>
          <w:rtl/>
        </w:rPr>
        <w:t>:</w:t>
      </w:r>
      <w:r w:rsidRPr="00573E19">
        <w:rPr>
          <w:rtl/>
        </w:rPr>
        <w:t xml:space="preserve"> حدثهم عبد الله بن جبلة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يتوارث الحر والمملوك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عنه قال</w:t>
      </w:r>
      <w:r w:rsidR="00CA4563">
        <w:rPr>
          <w:rtl/>
        </w:rPr>
        <w:t>:</w:t>
      </w:r>
      <w:r w:rsidRPr="00573E19">
        <w:rPr>
          <w:rtl/>
        </w:rPr>
        <w:t xml:space="preserve"> حدثهم محمد بن زياد عن محمد بن حمران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يتوارث الحر والمملوك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انه لا يتوارث الحر والمملوك بأن يرث كل واحد منهما</w:t>
      </w:r>
      <w:r w:rsidR="009C2257">
        <w:rPr>
          <w:rtl/>
        </w:rPr>
        <w:t xml:space="preserve"> </w:t>
      </w:r>
      <w:r w:rsidRPr="00573E19">
        <w:rPr>
          <w:rtl/>
        </w:rPr>
        <w:t>صاحبه لان المملوك لا يملك شيئا فيصح أن يورث وهو لا يرث الحر إلا إذا لم يكن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667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>8.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668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78 الفقيه ص 445 بسند آخر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669</w:t>
      </w:r>
      <w:r>
        <w:rPr>
          <w:rtl/>
        </w:rPr>
        <w:t xml:space="preserve"> - </w:t>
      </w:r>
      <w:r w:rsidRPr="00573E19">
        <w:rPr>
          <w:rtl/>
        </w:rPr>
        <w:t>670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78 والأول بسند آخره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غيره</w:t>
      </w:r>
      <w:r w:rsidR="00CA4563">
        <w:rPr>
          <w:rtl/>
        </w:rPr>
        <w:t>،</w:t>
      </w:r>
      <w:r w:rsidRPr="00573E19">
        <w:rPr>
          <w:rtl/>
        </w:rPr>
        <w:t xml:space="preserve"> فأما مع وجود غيره من الأحرار فلا توارث بينهما على حال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وأما ما رواه الحسن بن محمد بن سماعة عن جعفر بن محمد بن سماعة عن الحسن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حذيفة عن جميل عن فضيل بن يسار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العبد لا يرث</w:t>
      </w:r>
      <w:r w:rsidR="009C2257">
        <w:rPr>
          <w:rtl/>
        </w:rPr>
        <w:t xml:space="preserve"> </w:t>
      </w:r>
      <w:r w:rsidRPr="00573E19">
        <w:rPr>
          <w:rtl/>
        </w:rPr>
        <w:t>والطليق لا يرث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العبد لا يرث مع وجود حر هناك</w:t>
      </w:r>
      <w:r w:rsidR="00CA4563">
        <w:rPr>
          <w:rtl/>
        </w:rPr>
        <w:t>،</w:t>
      </w:r>
      <w:r w:rsidRPr="00573E19">
        <w:rPr>
          <w:rtl/>
        </w:rPr>
        <w:t xml:space="preserve"> فاما مع عدمه فإنه يرثه</w:t>
      </w:r>
      <w:r w:rsidR="009C2257">
        <w:rPr>
          <w:rtl/>
        </w:rPr>
        <w:t xml:space="preserve"> </w:t>
      </w:r>
      <w:r w:rsidRPr="00573E19">
        <w:rPr>
          <w:rtl/>
        </w:rPr>
        <w:t>حسب ما قدمناه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أن مع وجود وارث حر وإن كان أبعد من المملوك</w:t>
      </w:r>
      <w:r w:rsidR="009C2257">
        <w:rPr>
          <w:rtl/>
        </w:rPr>
        <w:t xml:space="preserve"> </w:t>
      </w:r>
      <w:r w:rsidRPr="00573E19">
        <w:rPr>
          <w:rtl/>
        </w:rPr>
        <w:t>لا يجب شراء المملوك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الحسن بن محبوب عن أبي أيوب عن مهزم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عبد مسلم وله أم نصرانية وللعبد ابن حر قيل أرأيت إن</w:t>
      </w:r>
      <w:r w:rsidR="009C2257">
        <w:rPr>
          <w:rtl/>
        </w:rPr>
        <w:t xml:space="preserve"> </w:t>
      </w:r>
      <w:r w:rsidRPr="00573E19">
        <w:rPr>
          <w:rtl/>
        </w:rPr>
        <w:t>ماتت أم العبد وتركت مالا قال</w:t>
      </w:r>
      <w:r w:rsidR="00CA4563">
        <w:rPr>
          <w:rtl/>
        </w:rPr>
        <w:t>:</w:t>
      </w:r>
      <w:r w:rsidRPr="00573E19">
        <w:rPr>
          <w:rtl/>
        </w:rPr>
        <w:t xml:space="preserve"> يرثها ابن ابنها الحر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وروى الحسن بن محمد بن سماعة قال روى علي بن الحسن بن فضال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محمد عن محمد بن أبي خديجة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إن رجلا مات وترك</w:t>
      </w:r>
      <w:r w:rsidR="009C2257">
        <w:rPr>
          <w:rtl/>
        </w:rPr>
        <w:t xml:space="preserve"> </w:t>
      </w:r>
      <w:r w:rsidRPr="00573E19">
        <w:rPr>
          <w:rtl/>
        </w:rPr>
        <w:t>أخا له عبدا وأوصى له بألف درهم فأبى مولاه أن يجيز له فارتفعوا إلى عمر بن عبد العزيز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للغلام ألك ولد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  <w:r w:rsidRPr="00573E19">
        <w:rPr>
          <w:rtl/>
        </w:rPr>
        <w:t xml:space="preserve"> فقال أحرار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قال</w:t>
      </w:r>
      <w:r w:rsidR="00CA4563">
        <w:rPr>
          <w:rtl/>
        </w:rPr>
        <w:t>:</w:t>
      </w:r>
      <w:r w:rsidRPr="00573E19">
        <w:rPr>
          <w:rtl/>
        </w:rPr>
        <w:t xml:space="preserve"> فقال ترضى من</w:t>
      </w:r>
      <w:r w:rsidR="009C2257">
        <w:rPr>
          <w:rtl/>
        </w:rPr>
        <w:t xml:space="preserve"> </w:t>
      </w:r>
      <w:r w:rsidRPr="00573E19">
        <w:rPr>
          <w:rtl/>
        </w:rPr>
        <w:t>جميع المال بألف درهم وهم يرثون عمهم</w:t>
      </w:r>
      <w:r w:rsidR="00CA4563">
        <w:rPr>
          <w:rtl/>
        </w:rPr>
        <w:t>،</w:t>
      </w:r>
      <w:r w:rsidRPr="00573E19">
        <w:rPr>
          <w:rtl/>
        </w:rPr>
        <w:t xml:space="preserve"> فقال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أصاب عمر بن</w:t>
      </w:r>
      <w:r w:rsidR="009C2257">
        <w:rPr>
          <w:rtl/>
        </w:rPr>
        <w:t xml:space="preserve"> </w:t>
      </w:r>
      <w:r w:rsidRPr="00573E19">
        <w:rPr>
          <w:rtl/>
        </w:rPr>
        <w:t>عبد العزيز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وأما ما رواه محمد بن علي بن محبوب عن العباس بن معروف عن يونس بن</w:t>
      </w:r>
      <w:r w:rsidR="009C2257">
        <w:rPr>
          <w:rtl/>
        </w:rPr>
        <w:t xml:space="preserve"> </w:t>
      </w:r>
      <w:r w:rsidRPr="00573E19">
        <w:rPr>
          <w:rtl/>
        </w:rPr>
        <w:t>عبد الرحمن عن ابن مسكان عن سليمان بن خالد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671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2</w:t>
      </w:r>
      <w:r w:rsidRPr="007F5BD9">
        <w:rPr>
          <w:rtl/>
        </w:rPr>
        <w:t xml:space="preserve">8 الكافي ج </w:t>
      </w:r>
      <w:r>
        <w:rPr>
          <w:rtl/>
        </w:rPr>
        <w:t>2</w:t>
      </w:r>
      <w:r w:rsidRPr="007F5BD9">
        <w:rPr>
          <w:rtl/>
        </w:rPr>
        <w:t xml:space="preserve"> ص </w:t>
      </w:r>
      <w:r>
        <w:rPr>
          <w:rtl/>
        </w:rPr>
        <w:t>2</w:t>
      </w:r>
      <w:r w:rsidRPr="007F5BD9">
        <w:rPr>
          <w:rtl/>
        </w:rPr>
        <w:t>78 الفقيه ص 444 بسند آخر.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78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8 الفقيه ص 444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إذا مات الرجل وله امرأة مملوكة اشتراها من ماله فاعتقها</w:t>
      </w:r>
      <w:r w:rsidR="009C2257">
        <w:rPr>
          <w:rtl/>
        </w:rPr>
        <w:t xml:space="preserve"> </w:t>
      </w:r>
      <w:r w:rsidRPr="00573E19">
        <w:rPr>
          <w:rtl/>
        </w:rPr>
        <w:t>ثم ورثها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فالوجه في هذا الخبر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يفعل على طريق التطوع</w:t>
      </w:r>
      <w:r w:rsidR="009C2257">
        <w:rPr>
          <w:rtl/>
        </w:rPr>
        <w:t xml:space="preserve"> </w:t>
      </w:r>
      <w:r w:rsidRPr="00573E19">
        <w:rPr>
          <w:rtl/>
        </w:rPr>
        <w:t>لأنا قد بينا أن الزوجة إذا كانت حرة ولم يكن هناك وارث لم يكن لها أكثر 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الربع والباقي يكون للامام وإذا كان المستحق للمال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جاز أن</w:t>
      </w:r>
      <w:r w:rsidR="009C2257">
        <w:rPr>
          <w:rtl/>
        </w:rPr>
        <w:t xml:space="preserve"> </w:t>
      </w:r>
      <w:r w:rsidRPr="00573E19">
        <w:rPr>
          <w:rtl/>
        </w:rPr>
        <w:t>يشتري الزوجة ويعتقها ويعطيها بقية المال تبرعا وندبا دون أن يكون فعل ذلك واجبا</w:t>
      </w:r>
      <w:r w:rsidR="009C2257">
        <w:rPr>
          <w:rtl/>
        </w:rPr>
        <w:t xml:space="preserve"> </w:t>
      </w:r>
      <w:r w:rsidRPr="00573E19">
        <w:rPr>
          <w:rtl/>
        </w:rPr>
        <w:t>لازما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32" w:name="_Toc374810499"/>
      <w:bookmarkStart w:id="233" w:name="_Toc376954874"/>
      <w:r w:rsidRPr="00573E19">
        <w:rPr>
          <w:rtl/>
        </w:rPr>
        <w:t>104</w:t>
      </w:r>
      <w:r>
        <w:rPr>
          <w:rtl/>
        </w:rPr>
        <w:t xml:space="preserve"> - </w:t>
      </w:r>
      <w:r w:rsidRPr="00573E19">
        <w:rPr>
          <w:rtl/>
        </w:rPr>
        <w:t>باب ان ولد الملاعنة يرث أخواله ويرثونه إذا لم يكن هناك أم ولا اخوة</w:t>
      </w:r>
      <w:r w:rsidR="009C2257">
        <w:rPr>
          <w:rtl/>
        </w:rPr>
        <w:t xml:space="preserve"> </w:t>
      </w:r>
      <w:r w:rsidRPr="00573E19">
        <w:rPr>
          <w:rtl/>
        </w:rPr>
        <w:t>من أم ولا جد لها</w:t>
      </w:r>
      <w:bookmarkEnd w:id="232"/>
      <w:bookmarkEnd w:id="23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جعفر بن محمد بن سماعة وعلي بن خالد العاقولي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كرام عن ابن مسكان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لاعن امرأته</w:t>
      </w:r>
      <w:r w:rsidR="009C2257">
        <w:rPr>
          <w:rtl/>
        </w:rPr>
        <w:t xml:space="preserve"> </w:t>
      </w:r>
      <w:r w:rsidRPr="00573E19">
        <w:rPr>
          <w:rtl/>
        </w:rPr>
        <w:t>وانتفى من ولدها واكذب نفسه بعد الملاعنة وزعم أن ولدها له هل يرد إليه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نعم يرد إليه ولا أدع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ولده ليس له ميراث وأما المرأة فلا تحل له أبدا</w:t>
      </w:r>
      <w:r w:rsidR="00CA4563">
        <w:rPr>
          <w:rtl/>
        </w:rPr>
        <w:t>،</w:t>
      </w:r>
      <w:r w:rsidRPr="00573E19">
        <w:rPr>
          <w:rtl/>
        </w:rPr>
        <w:t xml:space="preserve"> فسألته</w:t>
      </w:r>
      <w:r w:rsidR="009C2257">
        <w:rPr>
          <w:rtl/>
        </w:rPr>
        <w:t xml:space="preserve"> </w:t>
      </w:r>
      <w:r w:rsidRPr="00573E19">
        <w:rPr>
          <w:rtl/>
        </w:rPr>
        <w:t>من يرث الولد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أخواله</w:t>
      </w:r>
      <w:r w:rsidR="00CA4563">
        <w:rPr>
          <w:rtl/>
        </w:rPr>
        <w:t>،</w:t>
      </w:r>
      <w:r w:rsidRPr="00573E19">
        <w:rPr>
          <w:rtl/>
        </w:rPr>
        <w:t xml:space="preserve"> قلت أرأيت إن ماتت أمه فورثها الغلام ثم مات</w:t>
      </w:r>
      <w:r w:rsidR="009C2257">
        <w:rPr>
          <w:rtl/>
        </w:rPr>
        <w:t xml:space="preserve"> </w:t>
      </w:r>
      <w:r w:rsidRPr="00573E19">
        <w:rPr>
          <w:rtl/>
        </w:rPr>
        <w:t>الغلام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عصبة أمه</w:t>
      </w:r>
      <w:r w:rsidR="00CA4563">
        <w:rPr>
          <w:rtl/>
        </w:rPr>
        <w:t>،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فهو يرث أخواله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الحسن بن فضال عن أيوب بن نوح عن صفوان بن يحيى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قرأت في كتاب محمد بن مسلم أخذته من مخلد بن حمزة بن بيض زعم أنه كتاب محمد</w:t>
      </w:r>
      <w:r w:rsidR="009C2257">
        <w:rPr>
          <w:rtl/>
        </w:rPr>
        <w:t xml:space="preserve"> </w:t>
      </w:r>
      <w:r w:rsidRPr="00573E19">
        <w:rPr>
          <w:rtl/>
        </w:rPr>
        <w:t>ابن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لاعن امرأته وانتفى من ولدها ثم اكذب نفسه بعد</w:t>
      </w:r>
      <w:r w:rsidR="009C2257">
        <w:rPr>
          <w:rtl/>
        </w:rPr>
        <w:t xml:space="preserve"> </w:t>
      </w:r>
      <w:r w:rsidRPr="00573E19">
        <w:rPr>
          <w:rtl/>
        </w:rPr>
        <w:t>الملاعنة وزعم أن الولد ولده هل يرد الولد إليه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ولا كرامة لا يرد إليه ولا تحل 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كذا في سائر النسخ وفى التهذيب </w:t>
      </w:r>
      <w:r>
        <w:rPr>
          <w:rtl/>
        </w:rPr>
        <w:t>(</w:t>
      </w:r>
      <w:r w:rsidRPr="00573E19">
        <w:rPr>
          <w:rtl/>
        </w:rPr>
        <w:t xml:space="preserve"> يدع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81 بتفاوت في السند والمتن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إلى يوم القيامة</w:t>
      </w:r>
      <w:r w:rsidR="00CA4563">
        <w:rPr>
          <w:rtl/>
        </w:rPr>
        <w:t>،</w:t>
      </w:r>
      <w:r w:rsidRPr="00573E19">
        <w:rPr>
          <w:rtl/>
        </w:rPr>
        <w:t xml:space="preserve"> وسألته من يرث الولد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أمه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ماتت أمه</w:t>
      </w:r>
      <w:r w:rsidR="009C2257">
        <w:rPr>
          <w:rtl/>
        </w:rPr>
        <w:t xml:space="preserve"> </w:t>
      </w:r>
      <w:r w:rsidRPr="00573E19">
        <w:rPr>
          <w:rtl/>
        </w:rPr>
        <w:t>ورثها الغلام ثم مات الغلام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عصبة أمه فقلت</w:t>
      </w:r>
      <w:r w:rsidR="00CA4563">
        <w:rPr>
          <w:rtl/>
        </w:rPr>
        <w:t>:</w:t>
      </w:r>
      <w:r w:rsidRPr="00573E19">
        <w:rPr>
          <w:rtl/>
        </w:rPr>
        <w:t xml:space="preserve"> وهو يرث أخواله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محمد بن عبد الله عن محمد بن الفضيل عن أبي الصباح الكناني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لاعن امرأته وانتفى من ولدها ثم أكذب نفسه</w:t>
      </w:r>
      <w:r w:rsidR="009C2257">
        <w:rPr>
          <w:rtl/>
        </w:rPr>
        <w:t xml:space="preserve"> </w:t>
      </w:r>
      <w:r w:rsidRPr="00573E19">
        <w:rPr>
          <w:rtl/>
        </w:rPr>
        <w:t>بعد الملاعنة وزعم أن الولد ولده هل يرد عليه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ولا كرامة لا يرد إليه ولا</w:t>
      </w:r>
      <w:r w:rsidR="009C2257">
        <w:rPr>
          <w:rtl/>
        </w:rPr>
        <w:t xml:space="preserve"> </w:t>
      </w:r>
      <w:r w:rsidRPr="00573E19">
        <w:rPr>
          <w:rtl/>
        </w:rPr>
        <w:t>تحل له إلى يوم القيامة</w:t>
      </w:r>
      <w:r w:rsidR="00CA4563">
        <w:rPr>
          <w:rtl/>
        </w:rPr>
        <w:t>،</w:t>
      </w:r>
      <w:r w:rsidRPr="00573E19">
        <w:rPr>
          <w:rtl/>
        </w:rPr>
        <w:t xml:space="preserve"> وعن الولد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ترثه أمه</w:t>
      </w:r>
      <w:r w:rsidR="00CA4563">
        <w:rPr>
          <w:rtl/>
        </w:rPr>
        <w:t>،</w:t>
      </w:r>
      <w:r w:rsidRPr="00573E19">
        <w:rPr>
          <w:rtl/>
        </w:rPr>
        <w:t xml:space="preserve"> فقلت أرأيت ان</w:t>
      </w:r>
      <w:r w:rsidR="009C2257">
        <w:rPr>
          <w:rtl/>
        </w:rPr>
        <w:t xml:space="preserve"> </w:t>
      </w:r>
      <w:r w:rsidRPr="00573E19">
        <w:rPr>
          <w:rtl/>
        </w:rPr>
        <w:t>ماتت أمه وورثها الابن ثم مات هو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عصبة أمه وهو يرث أخواله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محمد بن عبد الحميد عن المفضل بن صالح وهو أبو جميلة عن زيد الشحام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لاعن امرأته وانتفى من ولدها ثم أكذب</w:t>
      </w:r>
      <w:r w:rsidR="009C2257">
        <w:rPr>
          <w:rtl/>
        </w:rPr>
        <w:t xml:space="preserve"> </w:t>
      </w:r>
      <w:r w:rsidRPr="00573E19">
        <w:rPr>
          <w:rtl/>
        </w:rPr>
        <w:t>نفسه بعد الملاعنة وزعم أن الولد ولده هل يرد إليه ولده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ولا كرامة لا يرد إليه</w:t>
      </w:r>
      <w:r w:rsidR="009C2257">
        <w:rPr>
          <w:rtl/>
        </w:rPr>
        <w:t xml:space="preserve"> </w:t>
      </w:r>
      <w:r w:rsidRPr="00573E19">
        <w:rPr>
          <w:rtl/>
        </w:rPr>
        <w:t>ولا تحل له إلى يوم القيامة</w:t>
      </w:r>
      <w:r w:rsidR="00CA4563">
        <w:rPr>
          <w:rtl/>
        </w:rPr>
        <w:t>،</w:t>
      </w:r>
      <w:r w:rsidRPr="00573E19">
        <w:rPr>
          <w:rtl/>
        </w:rPr>
        <w:t xml:space="preserve"> وعن الولد من يرثه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أمه</w:t>
      </w:r>
      <w:r w:rsidR="00CA4563">
        <w:rPr>
          <w:rtl/>
        </w:rPr>
        <w:t>،</w:t>
      </w:r>
      <w:r w:rsidRPr="00573E19">
        <w:rPr>
          <w:rtl/>
        </w:rPr>
        <w:t xml:space="preserve"> قلت أرأيت إن ماتت</w:t>
      </w:r>
      <w:r w:rsidR="009C2257">
        <w:rPr>
          <w:rtl/>
        </w:rPr>
        <w:t xml:space="preserve"> </w:t>
      </w:r>
      <w:r w:rsidRPr="00573E19">
        <w:rPr>
          <w:rtl/>
        </w:rPr>
        <w:t>أمه وورثها الغلام ثم مات بعد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عصبة أمه وهو يرث أخواله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قال</w:t>
      </w:r>
      <w:r w:rsidR="00CA4563">
        <w:rPr>
          <w:rtl/>
        </w:rPr>
        <w:t>:</w:t>
      </w:r>
      <w:r w:rsidRPr="00573E19">
        <w:rPr>
          <w:rtl/>
        </w:rPr>
        <w:t xml:space="preserve"> حدثني وهيب بن حفص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لاعن امرأته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يلحق الولد بأمه يرثه أخواله ولا يرثهم الولد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أبو علي الأشعري عن الحسن بن علي الكوفي عن عبيس بن هشام عن ثابت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الملاعنة إذا تلاعنا وتفرقا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نسخة د </w:t>
      </w:r>
      <w:r>
        <w:rPr>
          <w:rtl/>
        </w:rPr>
        <w:t>(</w:t>
      </w:r>
      <w:r w:rsidRPr="00573E19">
        <w:rPr>
          <w:rtl/>
        </w:rPr>
        <w:t xml:space="preserve"> وانتفى من ولدها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677</w:t>
      </w:r>
      <w:r>
        <w:rPr>
          <w:rtl/>
        </w:rPr>
        <w:t xml:space="preserve"> - </w:t>
      </w:r>
      <w:r w:rsidRPr="00573E19">
        <w:rPr>
          <w:rtl/>
        </w:rPr>
        <w:t>678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>9 الفقيه ص 441 باختصار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2</w:t>
      </w:r>
      <w:r w:rsidRPr="00573E19">
        <w:rPr>
          <w:rtl/>
        </w:rPr>
        <w:t xml:space="preserve">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 xml:space="preserve"> بزيادة في آخره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وقال</w:t>
      </w:r>
      <w:r w:rsidR="00CA4563">
        <w:rPr>
          <w:rtl/>
        </w:rPr>
        <w:t>:</w:t>
      </w:r>
      <w:r w:rsidRPr="00573E19">
        <w:rPr>
          <w:rtl/>
        </w:rPr>
        <w:t xml:space="preserve"> زوجها بعد ذلك الولد ولدي وأكذب نفسه قال</w:t>
      </w:r>
      <w:r w:rsidR="00CA4563">
        <w:rPr>
          <w:rtl/>
        </w:rPr>
        <w:t>:</w:t>
      </w:r>
      <w:r w:rsidRPr="00573E19">
        <w:rPr>
          <w:rtl/>
        </w:rPr>
        <w:t xml:space="preserve"> اما المرأة فلا ترجع إليه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ولكن أرد إليه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الولد ولا ادع ولده ليس له ميراث فإن لم يدعه أبوه فإن أخواله</w:t>
      </w:r>
      <w:r w:rsidR="009C2257">
        <w:rPr>
          <w:rtl/>
        </w:rPr>
        <w:t xml:space="preserve"> </w:t>
      </w:r>
      <w:r w:rsidRPr="00573E19">
        <w:rPr>
          <w:rtl/>
        </w:rPr>
        <w:t>يرثونه ولا يرثهم فإن دعاه أحد بابن الزانية جلد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الحسن الصفار عن أحمد بن محمد بن عيسى عن محمد بن سنان عن</w:t>
      </w:r>
      <w:r w:rsidR="009C2257">
        <w:rPr>
          <w:rtl/>
        </w:rPr>
        <w:t xml:space="preserve"> </w:t>
      </w:r>
      <w:r w:rsidRPr="00573E19">
        <w:rPr>
          <w:rtl/>
        </w:rPr>
        <w:t>العلا عن الفضيل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افترى على امرأته قال</w:t>
      </w:r>
      <w:r w:rsidR="00CA4563">
        <w:rPr>
          <w:rtl/>
        </w:rPr>
        <w:t>:</w:t>
      </w:r>
      <w:r w:rsidRPr="00573E19">
        <w:rPr>
          <w:rtl/>
        </w:rPr>
        <w:t xml:space="preserve"> يلاعنها وان أبى ان</w:t>
      </w:r>
      <w:r w:rsidR="009C2257">
        <w:rPr>
          <w:rtl/>
        </w:rPr>
        <w:t xml:space="preserve"> </w:t>
      </w:r>
      <w:r w:rsidRPr="00573E19">
        <w:rPr>
          <w:rtl/>
        </w:rPr>
        <w:t>يلاعنها جلد الحد وردت إليه امرأته</w:t>
      </w:r>
      <w:r w:rsidR="00CA4563">
        <w:rPr>
          <w:rtl/>
        </w:rPr>
        <w:t>،</w:t>
      </w:r>
      <w:r w:rsidRPr="00573E19">
        <w:rPr>
          <w:rtl/>
        </w:rPr>
        <w:t xml:space="preserve"> وإن لاعنها فرق بينهما ولم تحل له إلى يوم القيامة</w:t>
      </w:r>
      <w:r w:rsidR="009C2257">
        <w:rPr>
          <w:rtl/>
        </w:rPr>
        <w:t xml:space="preserve"> </w:t>
      </w:r>
      <w:r w:rsidRPr="00573E19">
        <w:rPr>
          <w:rtl/>
        </w:rPr>
        <w:t>فإن كان انتفى من ولدها ألحق بأخواله يرثونه ولا يرثهم إلا أنه يرث أمه وإن سماه</w:t>
      </w:r>
      <w:r w:rsidR="009C2257">
        <w:rPr>
          <w:rtl/>
        </w:rPr>
        <w:t xml:space="preserve"> </w:t>
      </w:r>
      <w:r w:rsidRPr="00573E19">
        <w:rPr>
          <w:rtl/>
        </w:rPr>
        <w:t>أحد ولد زنا جلد الذي يسميه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إذا قذف الرجل امرأته يلاعنها ثم يفرق بينهما فلا تحل له أبدا</w:t>
      </w:r>
      <w:r w:rsidR="00CA4563">
        <w:rPr>
          <w:rtl/>
        </w:rPr>
        <w:t>،</w:t>
      </w:r>
      <w:r w:rsidRPr="00573E19">
        <w:rPr>
          <w:rtl/>
        </w:rPr>
        <w:t xml:space="preserve"> فإن أقر على</w:t>
      </w:r>
      <w:r w:rsidR="009C2257">
        <w:rPr>
          <w:rtl/>
        </w:rPr>
        <w:t xml:space="preserve"> </w:t>
      </w:r>
      <w:r w:rsidRPr="00573E19">
        <w:rPr>
          <w:rtl/>
        </w:rPr>
        <w:t>نفسه قبل الملاعنة جلد حدا وهي امرأته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الملاعنة التي يرميها زوجها</w:t>
      </w:r>
      <w:r w:rsidR="009C2257">
        <w:rPr>
          <w:rtl/>
        </w:rPr>
        <w:t xml:space="preserve"> </w:t>
      </w:r>
      <w:r w:rsidRPr="00573E19">
        <w:rPr>
          <w:rtl/>
        </w:rPr>
        <w:t>وينتفي من ولدها ويلاعنها ويفارقها ثم يقول بعد ذلك الولد ولدي ويكذب نفسه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أما المرأة فلا ترجع إليه أبدا</w:t>
      </w:r>
      <w:r w:rsidR="00CA4563">
        <w:rPr>
          <w:rtl/>
        </w:rPr>
        <w:t>،</w:t>
      </w:r>
      <w:r w:rsidRPr="00573E19">
        <w:rPr>
          <w:rtl/>
        </w:rPr>
        <w:t xml:space="preserve"> وأما الولد فاني أرده إليه إذا أعاده ولا ادع ولده</w:t>
      </w:r>
      <w:r w:rsidR="009C2257">
        <w:rPr>
          <w:rtl/>
        </w:rPr>
        <w:t xml:space="preserve"> </w:t>
      </w:r>
      <w:r w:rsidRPr="00573E19">
        <w:rPr>
          <w:rtl/>
        </w:rPr>
        <w:t>وليس له ميراث ويرث الابن الأب ولا يرث الأب الابن يكون ميراثه لأخواله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فإن لم يدعه أبوه فان أخواله يرثونه ولا يرثهم فان دعاه أحد ابن الزانية جلد الحد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ثبوت الموارثة بينهم إنما يكون إذا</w:t>
      </w:r>
      <w:r w:rsidR="009C2257">
        <w:rPr>
          <w:rtl/>
        </w:rPr>
        <w:t xml:space="preserve"> </w:t>
      </w:r>
      <w:r w:rsidRPr="00573E19">
        <w:rPr>
          <w:rtl/>
        </w:rPr>
        <w:t>أقربه الوالد بعد انقضاء الملاعنة</w:t>
      </w:r>
      <w:r w:rsidR="00CA4563">
        <w:rPr>
          <w:rtl/>
        </w:rPr>
        <w:t>،</w:t>
      </w:r>
      <w:r w:rsidRPr="00573E19">
        <w:rPr>
          <w:rtl/>
        </w:rPr>
        <w:t xml:space="preserve"> لان عند ذلك تبعد التهمة من المرأة ويقوى صحة</w:t>
      </w:r>
      <w:r w:rsidR="009C2257">
        <w:rPr>
          <w:rtl/>
        </w:rPr>
        <w:t xml:space="preserve"> </w:t>
      </w:r>
      <w:r w:rsidRPr="00573E19">
        <w:rPr>
          <w:rtl/>
        </w:rPr>
        <w:t>نسبه فيرث أخواله ويرثونه</w:t>
      </w:r>
      <w:r w:rsidR="00CA4563">
        <w:rPr>
          <w:rtl/>
        </w:rPr>
        <w:t>،</w:t>
      </w:r>
      <w:r w:rsidRPr="00573E19">
        <w:rPr>
          <w:rtl/>
        </w:rPr>
        <w:t xml:space="preserve"> والاخبار الأخيرة متناولة لمن لم يقر والده به بعد</w:t>
      </w:r>
      <w:r w:rsidR="009C2257">
        <w:rPr>
          <w:rtl/>
        </w:rPr>
        <w:t xml:space="preserve"> </w:t>
      </w:r>
      <w:r w:rsidRPr="00573E19">
        <w:rPr>
          <w:rtl/>
        </w:rPr>
        <w:t>الملاعنة فإن عند ذلك التهمة باقية فلا تثبت الموارثة بل يرثونه ولا يرثهم لأنه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نسخة ب و ج </w:t>
      </w:r>
      <w:r>
        <w:rPr>
          <w:rtl/>
        </w:rPr>
        <w:t>(</w:t>
      </w:r>
      <w:r w:rsidRPr="00573E19">
        <w:rPr>
          <w:rtl/>
        </w:rPr>
        <w:t xml:space="preserve"> يرد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68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1</w:t>
      </w:r>
      <w:r>
        <w:rPr>
          <w:rtl/>
        </w:rPr>
        <w:t>2</w:t>
      </w:r>
      <w:r w:rsidRPr="00573E19">
        <w:rPr>
          <w:rtl/>
        </w:rPr>
        <w:t>9 الفقيه ص 441 وذكر ذيل الحديث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لم يصح نسبه وقد فصل ما قلناه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رواية أبي بصير ومحمد</w:t>
      </w:r>
      <w:r w:rsidR="009C2257">
        <w:rPr>
          <w:rtl/>
        </w:rPr>
        <w:t xml:space="preserve"> </w:t>
      </w:r>
      <w:r w:rsidRPr="00573E19">
        <w:rPr>
          <w:rtl/>
        </w:rPr>
        <w:t>ابن مسلم وأبي الصباح الكناني وزيد الشحام</w:t>
      </w:r>
      <w:r w:rsidR="00CA4563">
        <w:rPr>
          <w:rtl/>
        </w:rPr>
        <w:t>،</w:t>
      </w:r>
      <w:r w:rsidRPr="00573E19">
        <w:rPr>
          <w:rtl/>
        </w:rPr>
        <w:t xml:space="preserve"> وانه إنما تثبت الموارثة إذا أكذب</w:t>
      </w:r>
      <w:r w:rsidR="009C2257">
        <w:rPr>
          <w:rtl/>
        </w:rPr>
        <w:t xml:space="preserve"> </w:t>
      </w:r>
      <w:r w:rsidRPr="00573E19">
        <w:rPr>
          <w:rtl/>
        </w:rPr>
        <w:t>نفسه</w:t>
      </w:r>
      <w:r w:rsidR="00CA4563">
        <w:rPr>
          <w:rtl/>
        </w:rPr>
        <w:t>،</w:t>
      </w:r>
      <w:r w:rsidRPr="00573E19">
        <w:rPr>
          <w:rtl/>
        </w:rPr>
        <w:t xml:space="preserve"> وذكر في رواية أبي بصير الأخيرة والحلبي معا انه إنما لم يثبت ذلك إذا لم يدعه</w:t>
      </w:r>
      <w:r w:rsidR="009C2257">
        <w:rPr>
          <w:rtl/>
        </w:rPr>
        <w:t xml:space="preserve"> </w:t>
      </w:r>
      <w:r w:rsidRPr="00573E19">
        <w:rPr>
          <w:rtl/>
        </w:rPr>
        <w:t>أبوه فكان ذلك دالا على ما قلناه من التفصيل</w:t>
      </w:r>
      <w:r w:rsidR="00CA4563">
        <w:rPr>
          <w:rtl/>
        </w:rPr>
        <w:t>،</w:t>
      </w:r>
      <w:r w:rsidRPr="00573E19">
        <w:rPr>
          <w:rtl/>
        </w:rPr>
        <w:t xml:space="preserve"> وعلى هذا الوجه لا تنافي بينهما</w:t>
      </w:r>
      <w:r w:rsidR="009C2257">
        <w:rPr>
          <w:rtl/>
        </w:rPr>
        <w:t xml:space="preserve"> </w:t>
      </w:r>
      <w:r w:rsidRPr="00573E19">
        <w:rPr>
          <w:rtl/>
        </w:rPr>
        <w:t>على حال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محبوب عن علي بن رئاب عن أبي عبيدة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ابن الملاعنة ترثه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أمه</w:t>
      </w:r>
      <w:r w:rsidR="009C2257">
        <w:rPr>
          <w:rtl/>
        </w:rPr>
        <w:t xml:space="preserve"> </w:t>
      </w:r>
      <w:r w:rsidRPr="00573E19">
        <w:rPr>
          <w:rtl/>
        </w:rPr>
        <w:t>الثلث والباقي لإمام المسلمين لان جنايته على الامام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الحسين بن سعيد عن ابن أبي عمير عن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ابن</w:t>
      </w:r>
      <w:r w:rsidR="009C2257">
        <w:rPr>
          <w:rtl/>
        </w:rPr>
        <w:t xml:space="preserve"> </w:t>
      </w:r>
      <w:r w:rsidRPr="00573E19">
        <w:rPr>
          <w:rtl/>
        </w:rPr>
        <w:t>الملاعنة ترث أمه الثلث والباقي للامام لان جنايته على الامام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هاتين الروايتين أن نقول</w:t>
      </w:r>
      <w:r w:rsidR="00CA4563">
        <w:rPr>
          <w:rtl/>
        </w:rPr>
        <w:t>:</w:t>
      </w:r>
      <w:r w:rsidRPr="00573E19">
        <w:rPr>
          <w:rtl/>
        </w:rPr>
        <w:t xml:space="preserve"> إنما يكون لها الثلث من المال إذا</w:t>
      </w:r>
      <w:r w:rsidR="009C2257">
        <w:rPr>
          <w:rtl/>
        </w:rPr>
        <w:t xml:space="preserve"> </w:t>
      </w:r>
      <w:r w:rsidRPr="00573E19">
        <w:rPr>
          <w:rtl/>
        </w:rPr>
        <w:t>لم يكن لها عصبة يعقلون عنه فإنه إذا كان كذلك كانت جنايته على الامام</w:t>
      </w:r>
      <w:r w:rsidR="00CA4563">
        <w:rPr>
          <w:rtl/>
        </w:rPr>
        <w:t>،</w:t>
      </w:r>
      <w:r w:rsidRPr="00573E19">
        <w:rPr>
          <w:rtl/>
        </w:rPr>
        <w:t xml:space="preserve"> وينبغي</w:t>
      </w:r>
      <w:r w:rsidR="009C2257">
        <w:rPr>
          <w:rtl/>
        </w:rPr>
        <w:t xml:space="preserve"> </w:t>
      </w:r>
      <w:r w:rsidRPr="00573E19">
        <w:rPr>
          <w:rtl/>
        </w:rPr>
        <w:t>أن تأخذ الام الثلث والباقي يكون للامام</w:t>
      </w:r>
      <w:r w:rsidR="00CA4563">
        <w:rPr>
          <w:rtl/>
        </w:rPr>
        <w:t>،</w:t>
      </w:r>
      <w:r w:rsidRPr="00573E19">
        <w:rPr>
          <w:rtl/>
        </w:rPr>
        <w:t xml:space="preserve"> ومتى كان هناك عصبة لها يعقلون عنه فإنه</w:t>
      </w:r>
      <w:r w:rsidR="009C2257">
        <w:rPr>
          <w:rtl/>
        </w:rPr>
        <w:t xml:space="preserve"> </w:t>
      </w:r>
      <w:r w:rsidRPr="00573E19">
        <w:rPr>
          <w:rtl/>
        </w:rPr>
        <w:t>يكون جميع ميراثه لها أو لمن يتقرب بها إذا لم تكن موجودة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34" w:name="_Toc374810500"/>
      <w:bookmarkStart w:id="235" w:name="_Toc376954875"/>
      <w:r w:rsidRPr="00573E19">
        <w:rPr>
          <w:rtl/>
        </w:rPr>
        <w:t>105</w:t>
      </w:r>
      <w:r>
        <w:rPr>
          <w:rtl/>
        </w:rPr>
        <w:t xml:space="preserve"> - </w:t>
      </w:r>
      <w:r w:rsidRPr="00573E19">
        <w:rPr>
          <w:rtl/>
        </w:rPr>
        <w:t>باب ميراث ولد الزنا</w:t>
      </w:r>
      <w:bookmarkEnd w:id="234"/>
      <w:bookmarkEnd w:id="23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محمد بن الحسن الأشعري قال</w:t>
      </w:r>
      <w:r w:rsidR="00CA4563">
        <w:rPr>
          <w:rtl/>
        </w:rPr>
        <w:t>:</w:t>
      </w:r>
      <w:r w:rsidRPr="00573E19">
        <w:rPr>
          <w:rtl/>
        </w:rPr>
        <w:t xml:space="preserve"> كتب بعض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أبي جعفر 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يسأله عن رجل فجر بامرأة ثم إنه تزوجها بعد الحمل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نسختي ب و ج </w:t>
      </w:r>
      <w:r>
        <w:rPr>
          <w:rtl/>
        </w:rPr>
        <w:t>(</w:t>
      </w:r>
      <w:r w:rsidRPr="00573E19">
        <w:rPr>
          <w:rtl/>
        </w:rPr>
        <w:t xml:space="preserve"> ترث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68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 xml:space="preserve"> الفقيه ص 441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684</w:t>
      </w:r>
      <w:r>
        <w:rPr>
          <w:rtl/>
        </w:rPr>
        <w:t xml:space="preserve"> - </w:t>
      </w:r>
      <w:r w:rsidRPr="00573E19">
        <w:rPr>
          <w:rtl/>
        </w:rPr>
        <w:t>685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0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573E19">
        <w:rPr>
          <w:rtl/>
        </w:rPr>
        <w:t>والصدوق في الفقيه ص 4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فجاءت بولد هو أشبه خلق الله به</w:t>
      </w:r>
      <w:r>
        <w:rPr>
          <w:rtl/>
        </w:rPr>
        <w:t>؟</w:t>
      </w:r>
      <w:r w:rsidRPr="00573E19">
        <w:rPr>
          <w:rtl/>
        </w:rPr>
        <w:t xml:space="preserve"> فكتب بخطه وخاتمه الولد لغية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لا يورث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686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يونس بن عبد الرحمن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فقلت له</w:t>
      </w:r>
      <w:r w:rsidR="00CA4563">
        <w:rPr>
          <w:rtl/>
        </w:rPr>
        <w:t>:</w:t>
      </w:r>
      <w:r w:rsidRPr="00573E19">
        <w:rPr>
          <w:rtl/>
        </w:rPr>
        <w:t xml:space="preserve"> جعلت فداك كم دية ولد الزنا</w:t>
      </w:r>
      <w:r>
        <w:rPr>
          <w:rtl/>
        </w:rPr>
        <w:t>؟</w:t>
      </w:r>
      <w:r w:rsidRPr="00573E19">
        <w:rPr>
          <w:rtl/>
        </w:rPr>
        <w:t xml:space="preserve"> قال يعطى الذي أنفق عليه ما أنفق</w:t>
      </w:r>
      <w:r w:rsidR="009C2257">
        <w:rPr>
          <w:rtl/>
        </w:rPr>
        <w:t xml:space="preserve"> </w:t>
      </w:r>
      <w:r w:rsidRPr="00573E19">
        <w:rPr>
          <w:rtl/>
        </w:rPr>
        <w:t>عليه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فإنه مات وله مال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الامام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الحسن بن محمد بن سماعة قال حدثهم وهيب عن أبي بصير عن أبي عبد الله 687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إيما رجل وقع على أمة قوم حراما ثم اشتراها وادعى ولدها فإنه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لا يورث منه فأن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الولد للفراش وللعاهر الحجر</w:t>
      </w:r>
      <w:r w:rsidR="009C2257">
        <w:rPr>
          <w:rtl/>
        </w:rPr>
        <w:t xml:space="preserve"> </w:t>
      </w:r>
      <w:r w:rsidRPr="00573E19">
        <w:rPr>
          <w:rtl/>
        </w:rPr>
        <w:t>ولا يورث ولد الزنا الا رجل يدعي ولد جاريته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قال</w:t>
      </w:r>
      <w:r w:rsidR="00CA4563">
        <w:rPr>
          <w:rtl/>
        </w:rPr>
        <w:t>:</w:t>
      </w:r>
      <w:r w:rsidRPr="00573E19">
        <w:rPr>
          <w:rtl/>
        </w:rPr>
        <w:t xml:space="preserve"> حدثهم جعفر وأبو شعيب عن أبي جميلة عن زيد الشحام 688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أيما رجل وقع على جارية حراما ثم اشتراها وادعى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ولدها فإنه لا يورث منه فان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الولد للفراش وللعاهر</w:t>
      </w:r>
      <w:r w:rsidR="009C2257">
        <w:rPr>
          <w:rtl/>
        </w:rPr>
        <w:t xml:space="preserve"> </w:t>
      </w:r>
      <w:r w:rsidRPr="00573E19">
        <w:rPr>
          <w:rtl/>
        </w:rPr>
        <w:t>الحجر ولا يورث ولد الزنا الا رجل يدعي ولد جاريته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علي بن إبراهيم عن أبيه عن محمد بن عيسى عن يونس قال</w:t>
      </w:r>
      <w:r w:rsidR="00CA4563">
        <w:rPr>
          <w:rtl/>
        </w:rPr>
        <w:t>:</w:t>
      </w:r>
      <w:r w:rsidRPr="00573E19">
        <w:rPr>
          <w:rtl/>
        </w:rPr>
        <w:t xml:space="preserve"> 689</w:t>
      </w:r>
      <w:r w:rsidR="009C2257">
        <w:rPr>
          <w:rtl/>
        </w:rPr>
        <w:t xml:space="preserve"> </w:t>
      </w:r>
      <w:r w:rsidRPr="00573E19">
        <w:rPr>
          <w:rtl/>
        </w:rPr>
        <w:t>ميراث ولد الزنا لقرابته من أمه على نحو ميراث ابن الملاعنة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فهذه رواية شاذة مخالفة للاخبار الكثيرة التي قدمناها ومع هذا فهي موقوفة غير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مسندة لان يونس لم يسندها إلى أحد من الأئمة </w:t>
      </w:r>
      <w:r w:rsidRPr="00FE5331">
        <w:rPr>
          <w:rStyle w:val="libAlaemChar"/>
          <w:rtl/>
        </w:rPr>
        <w:t>عليهم‌السلام</w:t>
      </w:r>
      <w:r w:rsidR="00CA4563">
        <w:rPr>
          <w:rtl/>
        </w:rPr>
        <w:t>،</w:t>
      </w:r>
      <w:r w:rsidRPr="00573E19">
        <w:rPr>
          <w:rtl/>
        </w:rPr>
        <w:t xml:space="preserve"> ويجوز أن يكون ذلك</w:t>
      </w:r>
      <w:r w:rsidR="009C2257">
        <w:rPr>
          <w:rtl/>
        </w:rPr>
        <w:t xml:space="preserve"> </w:t>
      </w:r>
      <w:r w:rsidRPr="00573E19">
        <w:rPr>
          <w:rtl/>
        </w:rPr>
        <w:t>مذهبا كان اختاره لنفسه كما اختار مذاهب كثيرة علمنا بطلانها</w:t>
      </w:r>
      <w:r w:rsidR="00CA4563">
        <w:rPr>
          <w:rtl/>
        </w:rPr>
        <w:t>،</w:t>
      </w:r>
      <w:r w:rsidRPr="00573E19">
        <w:rPr>
          <w:rtl/>
        </w:rPr>
        <w:t xml:space="preserve"> ولان الموارثة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الغية بالفتح والكسر الضلال يقال إنه ولد غية أي ولد زنى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686</w:t>
      </w:r>
      <w:r>
        <w:rPr>
          <w:rtl/>
        </w:rPr>
        <w:t xml:space="preserve"> - </w:t>
      </w:r>
      <w:r w:rsidRPr="00573E19">
        <w:rPr>
          <w:rtl/>
        </w:rPr>
        <w:t>687</w:t>
      </w:r>
      <w:r>
        <w:rPr>
          <w:rtl/>
        </w:rPr>
        <w:t xml:space="preserve"> - </w:t>
      </w:r>
      <w:r w:rsidRPr="00573E19">
        <w:rPr>
          <w:rtl/>
        </w:rPr>
        <w:t>688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0 واخرج الأول الصدوق في</w:t>
      </w:r>
      <w:r w:rsidR="009C2257">
        <w:rPr>
          <w:rtl/>
        </w:rPr>
        <w:t xml:space="preserve"> </w:t>
      </w:r>
      <w:r w:rsidRPr="00573E19">
        <w:rPr>
          <w:rtl/>
        </w:rPr>
        <w:t>الفقيه ص 4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شرع الاسلام إنما تثبت بالأنساب الصحيحة</w:t>
      </w:r>
      <w:r w:rsidR="00CA4563">
        <w:rPr>
          <w:rtl/>
        </w:rPr>
        <w:t>،</w:t>
      </w:r>
      <w:r w:rsidRPr="00573E19">
        <w:rPr>
          <w:rtl/>
        </w:rPr>
        <w:t xml:space="preserve"> وإذا كان النسب الصحيح ليس</w:t>
      </w:r>
      <w:r w:rsidR="009C2257">
        <w:rPr>
          <w:rtl/>
        </w:rPr>
        <w:t xml:space="preserve"> </w:t>
      </w:r>
      <w:r w:rsidRPr="00573E19">
        <w:rPr>
          <w:rtl/>
        </w:rPr>
        <w:t>بموجود ههنا ينبغي أن يرتفع التوارث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وأما ما رواه محمد بن الحسن الصفار عن الحسن بن موسى الخشاب عن غياث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كلوب عن إسحاق بن عمار عن جعفر عن أبيه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يقول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ولد الزنا وابن الملاعنة ترثه أمه واخوته لامه أو عصبتها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نقول إنه يجوز أن يكون الراوي سمع هذا الحكم في</w:t>
      </w:r>
      <w:r w:rsidR="009C2257">
        <w:rPr>
          <w:rtl/>
        </w:rPr>
        <w:t xml:space="preserve"> </w:t>
      </w:r>
      <w:r w:rsidRPr="00573E19">
        <w:rPr>
          <w:rtl/>
        </w:rPr>
        <w:t>ولد الملاعنة فظن أن حكم ولد الزنا حكمه فرواه على ظنه دون السماع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علي بن إبراهيم عن محمد بن عيسى عن يونس عن ابن ثابت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حنان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فجر بنصرانية فولدت منه</w:t>
      </w:r>
      <w:r w:rsidR="009C2257">
        <w:rPr>
          <w:rtl/>
        </w:rPr>
        <w:t xml:space="preserve"> </w:t>
      </w:r>
      <w:r w:rsidRPr="00573E19">
        <w:rPr>
          <w:rtl/>
        </w:rPr>
        <w:t>غلاما فأقر به ثم مات ولم يترك ولدا غيره أيرثه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وما رواه الحسن بن محبوب عن حنان بن سدير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مسلم فجر بامرأة يهودية فأولدها ثم مات ولم يدع وارثا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يسلم لولده الميراث من اليهودية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فنصراني فجر بامرأة مسلمة فأولدها</w:t>
      </w:r>
      <w:r w:rsidR="009C2257">
        <w:rPr>
          <w:rtl/>
        </w:rPr>
        <w:t xml:space="preserve"> </w:t>
      </w:r>
      <w:r w:rsidRPr="00573E19">
        <w:rPr>
          <w:rtl/>
        </w:rPr>
        <w:t>غلاما ثم مات النصراني وترك مالا لمن يكون ميراثه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يكون ميراثه لابنه من</w:t>
      </w:r>
      <w:r w:rsidR="009C2257">
        <w:rPr>
          <w:rtl/>
        </w:rPr>
        <w:t xml:space="preserve"> </w:t>
      </w:r>
      <w:r w:rsidRPr="00573E19">
        <w:rPr>
          <w:rtl/>
        </w:rPr>
        <w:t>المسلمة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فهاتان الروايتان الأصل فيهما حنان بن سدير ولم يروهما غيره</w:t>
      </w:r>
      <w:r w:rsidR="00CA4563">
        <w:rPr>
          <w:rtl/>
        </w:rPr>
        <w:t>،</w:t>
      </w:r>
      <w:r w:rsidRPr="00573E19">
        <w:rPr>
          <w:rtl/>
        </w:rPr>
        <w:t xml:space="preserve"> فالوجه فيهما ما تضمنته</w:t>
      </w:r>
      <w:r w:rsidR="009C2257">
        <w:rPr>
          <w:rtl/>
        </w:rPr>
        <w:t xml:space="preserve"> </w:t>
      </w:r>
      <w:r w:rsidRPr="00573E19">
        <w:rPr>
          <w:rtl/>
        </w:rPr>
        <w:t>الرواية الأولى وهو انه إذا كان الرجل مقرا بالولد وألحقه به مسلما كان أو نصرانيا</w:t>
      </w:r>
      <w:r w:rsidR="009C2257">
        <w:rPr>
          <w:rtl/>
        </w:rPr>
        <w:t xml:space="preserve"> </w:t>
      </w:r>
      <w:r w:rsidRPr="00573E19">
        <w:rPr>
          <w:rtl/>
        </w:rPr>
        <w:t>فإنه يلزمه نسبه ويرثه وإن كان مولودا من الفجور لاعترافه به</w:t>
      </w:r>
      <w:r w:rsidR="00CA4563">
        <w:rPr>
          <w:rtl/>
        </w:rPr>
        <w:t>،</w:t>
      </w:r>
      <w:r w:rsidRPr="00573E19">
        <w:rPr>
          <w:rtl/>
        </w:rPr>
        <w:t xml:space="preserve"> فاما إذا لم يعترف به</w:t>
      </w:r>
      <w:r w:rsidR="009C2257">
        <w:rPr>
          <w:rtl/>
        </w:rPr>
        <w:t xml:space="preserve"> </w:t>
      </w:r>
      <w:r w:rsidRPr="00573E19">
        <w:rPr>
          <w:rtl/>
        </w:rPr>
        <w:t>وعلم أنه ولد زنا فلا ميراث له على حال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7F5BD9">
        <w:rPr>
          <w:rtl/>
        </w:rPr>
        <w:t>*</w:t>
      </w:r>
      <w:r>
        <w:rPr>
          <w:rtl/>
        </w:rPr>
        <w:t xml:space="preserve"> - </w:t>
      </w:r>
      <w:r w:rsidRPr="007F5BD9">
        <w:rPr>
          <w:rtl/>
        </w:rPr>
        <w:t>690</w:t>
      </w:r>
      <w:r>
        <w:rPr>
          <w:rtl/>
        </w:rPr>
        <w:t xml:space="preserve"> - </w:t>
      </w:r>
      <w:r w:rsidRPr="007F5BD9">
        <w:rPr>
          <w:rtl/>
        </w:rPr>
        <w:t xml:space="preserve">التهذيب ج </w:t>
      </w:r>
      <w:r>
        <w:rPr>
          <w:rtl/>
        </w:rPr>
        <w:t>2</w:t>
      </w:r>
      <w:r w:rsidRPr="007F5BD9">
        <w:rPr>
          <w:rtl/>
        </w:rPr>
        <w:t xml:space="preserve"> ص 4</w:t>
      </w:r>
      <w:r>
        <w:rPr>
          <w:rtl/>
        </w:rPr>
        <w:t>3</w:t>
      </w:r>
      <w:r w:rsidRPr="007F5BD9">
        <w:rPr>
          <w:rtl/>
        </w:rPr>
        <w:t>0.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691</w:t>
      </w:r>
      <w:r>
        <w:rPr>
          <w:rtl/>
        </w:rPr>
        <w:t xml:space="preserve"> - </w:t>
      </w:r>
      <w:r w:rsidRPr="00573E19">
        <w:rPr>
          <w:rtl/>
        </w:rPr>
        <w:t>69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3.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36" w:name="_Toc374810501"/>
      <w:bookmarkStart w:id="237" w:name="_Toc376954876"/>
      <w:r w:rsidRPr="00573E19">
        <w:rPr>
          <w:rtl/>
        </w:rPr>
        <w:lastRenderedPageBreak/>
        <w:t>106</w:t>
      </w:r>
      <w:r>
        <w:rPr>
          <w:rtl/>
        </w:rPr>
        <w:t xml:space="preserve"> - </w:t>
      </w:r>
      <w:r w:rsidRPr="00573E19">
        <w:rPr>
          <w:rtl/>
        </w:rPr>
        <w:t>باب ان من أقر بولد ثم نفاه لم يلتفت إلى انكاره</w:t>
      </w:r>
      <w:bookmarkEnd w:id="236"/>
      <w:bookmarkEnd w:id="23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أيما رجل وقع على وليدة قوم حراما ثم اشتراها فادعى ولدها فإنه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لا يورث منه شئ فان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الولد للفراش وللعاهر</w:t>
      </w:r>
      <w:r w:rsidR="009C2257">
        <w:rPr>
          <w:rtl/>
        </w:rPr>
        <w:t xml:space="preserve"> </w:t>
      </w:r>
      <w:r w:rsidRPr="00573E19">
        <w:rPr>
          <w:rtl/>
        </w:rPr>
        <w:t>الحجر ولا يورث ولد الزنا الا رجل يدعى ابن وليدته فأيما رجل أقر بولده ثم انتفى</w:t>
      </w:r>
      <w:r w:rsidR="009C2257">
        <w:rPr>
          <w:rtl/>
        </w:rPr>
        <w:t xml:space="preserve"> </w:t>
      </w:r>
      <w:r w:rsidRPr="00573E19">
        <w:rPr>
          <w:rtl/>
        </w:rPr>
        <w:t>منه فليس له ذلك ولا كرامة</w:t>
      </w:r>
      <w:r w:rsidR="00CA4563">
        <w:rPr>
          <w:rtl/>
        </w:rPr>
        <w:t>،</w:t>
      </w:r>
      <w:r w:rsidRPr="00573E19">
        <w:rPr>
          <w:rtl/>
        </w:rPr>
        <w:t xml:space="preserve"> يلحق به ولده إذا كان من امرأته أو وليدته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عنه عن القاسم بن محمد عن علي بن أبي حمزة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أقر رجل بولد ثم نفاه لزمه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هذه الروايات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عيسى عن صفوان بن يحيى عن</w:t>
      </w:r>
      <w:r w:rsidR="009C2257">
        <w:rPr>
          <w:rtl/>
        </w:rPr>
        <w:t xml:space="preserve"> </w:t>
      </w:r>
      <w:r w:rsidRPr="00573E19">
        <w:rPr>
          <w:rtl/>
        </w:rPr>
        <w:t>ابن مسكان عن يزيد بن خليل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تبرأ عند</w:t>
      </w:r>
      <w:r w:rsidR="009C2257">
        <w:rPr>
          <w:rtl/>
        </w:rPr>
        <w:t xml:space="preserve"> </w:t>
      </w:r>
      <w:r w:rsidRPr="00573E19">
        <w:rPr>
          <w:rtl/>
        </w:rPr>
        <w:t>السلطان من جريرة ابنه وميراثه ثم مات الابن وترك مالا من يرثه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ميراثه</w:t>
      </w:r>
      <w:r w:rsidR="009C2257">
        <w:rPr>
          <w:rtl/>
        </w:rPr>
        <w:t xml:space="preserve"> </w:t>
      </w:r>
      <w:r w:rsidRPr="00573E19">
        <w:rPr>
          <w:rtl/>
        </w:rPr>
        <w:t>لأقرب الناس إلى أبيه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وروى صفوان بن يحيى عن ابن مسكان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سألته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المخلوع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تبرأ منه أبوه عند السلطان ومن ميراثه وجريرته لمن ميراثه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فقال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هو لأقرب الناس إليه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لأنه ليس في هذين الخبرين انه نفى الولد بعد أن كان أقر به لأنه لو كان متضمنا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المخلوع</w:t>
      </w:r>
      <w:r w:rsidR="00CA4563">
        <w:rPr>
          <w:rtl/>
        </w:rPr>
        <w:t>:</w:t>
      </w:r>
      <w:r w:rsidRPr="00573E19">
        <w:rPr>
          <w:rtl/>
        </w:rPr>
        <w:t xml:space="preserve"> من تبرأ منه أهله فلا يؤاخذون بجريرته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 xml:space="preserve"> الفقيه ص 4</w:t>
      </w:r>
      <w:r>
        <w:rPr>
          <w:rtl/>
        </w:rPr>
        <w:t>3</w:t>
      </w:r>
      <w:r w:rsidRPr="00573E19">
        <w:rPr>
          <w:rtl/>
        </w:rPr>
        <w:t>9 وذكر ذيل الحديث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694</w:t>
      </w:r>
      <w:r>
        <w:rPr>
          <w:rtl/>
        </w:rPr>
        <w:t xml:space="preserve"> - </w:t>
      </w:r>
      <w:r w:rsidRPr="00573E19">
        <w:rPr>
          <w:rtl/>
        </w:rPr>
        <w:t>695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696</w:t>
      </w:r>
      <w:r>
        <w:rPr>
          <w:rtl/>
        </w:rPr>
        <w:t xml:space="preserve"> - </w:t>
      </w:r>
      <w:r w:rsidRPr="00573E19">
        <w:rPr>
          <w:rtl/>
        </w:rPr>
        <w:t>697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32</w:t>
      </w:r>
      <w:r w:rsidRPr="00573E19">
        <w:rPr>
          <w:rtl/>
        </w:rPr>
        <w:t xml:space="preserve"> واخرج الأخير الصدوق في الفقيه ص 4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لذلك لم يلتفت إلى انتفائه</w:t>
      </w:r>
      <w:r w:rsidR="00CA4563">
        <w:rPr>
          <w:rtl/>
        </w:rPr>
        <w:t>،</w:t>
      </w:r>
      <w:r w:rsidRPr="00573E19">
        <w:rPr>
          <w:rtl/>
        </w:rPr>
        <w:t xml:space="preserve"> ولو « أقر » قبل انكاره لم يلحق ميراثه بعصبته</w:t>
      </w:r>
      <w:r w:rsidR="00CA4563">
        <w:rPr>
          <w:rtl/>
        </w:rPr>
        <w:t>،</w:t>
      </w:r>
      <w:r w:rsidRPr="00573E19">
        <w:rPr>
          <w:rtl/>
        </w:rPr>
        <w:t xml:space="preserve"> لان</w:t>
      </w:r>
      <w:r w:rsidR="009C2257">
        <w:rPr>
          <w:rtl/>
        </w:rPr>
        <w:t xml:space="preserve"> </w:t>
      </w:r>
      <w:r w:rsidRPr="00573E19">
        <w:rPr>
          <w:rtl/>
        </w:rPr>
        <w:t>العصبة إنما يثبتون إذا ثبت نسبه منه</w:t>
      </w:r>
      <w:r w:rsidR="00CA4563">
        <w:rPr>
          <w:rtl/>
        </w:rPr>
        <w:t>،</w:t>
      </w:r>
      <w:r w:rsidRPr="00573E19">
        <w:rPr>
          <w:rtl/>
        </w:rPr>
        <w:t xml:space="preserve"> فأما إذا لم يثبت فكيف يثبتون</w:t>
      </w:r>
      <w:r w:rsidR="00CA4563">
        <w:rPr>
          <w:rtl/>
        </w:rPr>
        <w:t>،</w:t>
      </w:r>
      <w:r w:rsidRPr="00573E19">
        <w:rPr>
          <w:rtl/>
        </w:rPr>
        <w:t xml:space="preserve"> فلا يمتنع أن</w:t>
      </w:r>
      <w:r w:rsidR="009C2257">
        <w:rPr>
          <w:rtl/>
        </w:rPr>
        <w:t xml:space="preserve"> </w:t>
      </w:r>
      <w:r w:rsidRPr="00573E19">
        <w:rPr>
          <w:rtl/>
        </w:rPr>
        <w:t>يكون الوجه في الخبرين أن الوالد من حيث تبرأ من جريرة الولد وضمانه حرم الميراث</w:t>
      </w:r>
      <w:r w:rsidR="009C2257">
        <w:rPr>
          <w:rtl/>
        </w:rPr>
        <w:t xml:space="preserve"> </w:t>
      </w:r>
      <w:r w:rsidRPr="00573E19">
        <w:rPr>
          <w:rtl/>
        </w:rPr>
        <w:t>والحق بعصبته وإن كان نسبه ثابتا صحيحا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38" w:name="_Toc374810502"/>
      <w:bookmarkStart w:id="239" w:name="_Toc376954877"/>
      <w:r w:rsidRPr="00573E19">
        <w:rPr>
          <w:rtl/>
        </w:rPr>
        <w:t>107</w:t>
      </w:r>
      <w:r>
        <w:rPr>
          <w:rtl/>
        </w:rPr>
        <w:t xml:space="preserve"> - </w:t>
      </w:r>
      <w:r w:rsidRPr="00573E19">
        <w:rPr>
          <w:rtl/>
        </w:rPr>
        <w:t>باب ميراث الحميل</w:t>
      </w:r>
      <w:bookmarkEnd w:id="238"/>
      <w:bookmarkEnd w:id="23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عبد الرحمن بن الحجاج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الحميل فقال</w:t>
      </w:r>
      <w:r w:rsidR="00CA4563">
        <w:rPr>
          <w:rtl/>
        </w:rPr>
        <w:t>:</w:t>
      </w:r>
      <w:r w:rsidRPr="00573E19">
        <w:rPr>
          <w:rtl/>
        </w:rPr>
        <w:t xml:space="preserve"> وأي شئ الحميل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المرأة تسبي من أرضها ومعها</w:t>
      </w:r>
      <w:r w:rsidR="009C2257">
        <w:rPr>
          <w:rtl/>
        </w:rPr>
        <w:t xml:space="preserve"> </w:t>
      </w:r>
      <w:r w:rsidRPr="00573E19">
        <w:rPr>
          <w:rtl/>
        </w:rPr>
        <w:t>الولد الصغير فتقول هو ابني والرجل يسبى فيلقاه أخوه فيقول هو أخي ويتعارفان</w:t>
      </w:r>
      <w:r w:rsidR="009C2257">
        <w:rPr>
          <w:rtl/>
        </w:rPr>
        <w:t xml:space="preserve"> </w:t>
      </w:r>
      <w:r w:rsidRPr="00573E19">
        <w:rPr>
          <w:rtl/>
        </w:rPr>
        <w:t>وليس لهما على ذلك بينة إلا قولهما قال فقال</w:t>
      </w:r>
      <w:r w:rsidR="00CA4563">
        <w:rPr>
          <w:rtl/>
        </w:rPr>
        <w:t>:</w:t>
      </w:r>
      <w:r w:rsidRPr="00573E19">
        <w:rPr>
          <w:rtl/>
        </w:rPr>
        <w:t xml:space="preserve"> فما يقول من قبلكم</w:t>
      </w:r>
      <w:r>
        <w:rPr>
          <w:rtl/>
        </w:rPr>
        <w:t>؟</w:t>
      </w:r>
      <w:r w:rsidRPr="00573E19">
        <w:rPr>
          <w:rtl/>
        </w:rPr>
        <w:t xml:space="preserve"> قلت لا يورثونه</w:t>
      </w:r>
      <w:r w:rsidR="009C2257">
        <w:rPr>
          <w:rtl/>
        </w:rPr>
        <w:t xml:space="preserve"> </w:t>
      </w:r>
      <w:r w:rsidRPr="00573E19">
        <w:rPr>
          <w:rtl/>
        </w:rPr>
        <w:t>لأنه لم يكن لها على ذلك بينة إنما كانت ولادة في الشرك قال</w:t>
      </w:r>
      <w:r w:rsidR="00CA4563">
        <w:rPr>
          <w:rtl/>
        </w:rPr>
        <w:t>:</w:t>
      </w:r>
      <w:r w:rsidRPr="00573E19">
        <w:rPr>
          <w:rtl/>
        </w:rPr>
        <w:t xml:space="preserve"> سبحان الله إذا جاءت</w:t>
      </w:r>
      <w:r w:rsidR="009C2257">
        <w:rPr>
          <w:rtl/>
        </w:rPr>
        <w:t xml:space="preserve"> </w:t>
      </w:r>
      <w:r w:rsidRPr="00573E19">
        <w:rPr>
          <w:rtl/>
        </w:rPr>
        <w:t>بابنها أو بابنتها معها لم تزل مقرة به</w:t>
      </w:r>
      <w:r w:rsidR="00CA4563">
        <w:rPr>
          <w:rtl/>
        </w:rPr>
        <w:t>،</w:t>
      </w:r>
      <w:r w:rsidRPr="00573E19">
        <w:rPr>
          <w:rtl/>
        </w:rPr>
        <w:t xml:space="preserve"> وإذا عرف أخاه وكان ذلك في صحة من عقولهما</w:t>
      </w:r>
      <w:r w:rsidR="009C2257">
        <w:rPr>
          <w:rtl/>
        </w:rPr>
        <w:t xml:space="preserve"> </w:t>
      </w:r>
      <w:r w:rsidRPr="00573E19">
        <w:rPr>
          <w:rtl/>
        </w:rPr>
        <w:t>لا يزالان مقرين بذلك ورث بعضهم بعضا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699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أبو علي الأشعري عن محمد بن عبد الجبار عن محمد بن إسماعيل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النعمان عن سعيد الأعرج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رجلين حميلين</w:t>
      </w:r>
      <w:r w:rsidR="009C2257">
        <w:rPr>
          <w:rtl/>
        </w:rPr>
        <w:t xml:space="preserve"> </w:t>
      </w:r>
      <w:r w:rsidRPr="00573E19">
        <w:rPr>
          <w:rtl/>
        </w:rPr>
        <w:t>جيئ بهما من ارض الشرك فقال</w:t>
      </w:r>
      <w:r w:rsidR="00CA4563">
        <w:rPr>
          <w:rtl/>
        </w:rPr>
        <w:t>:</w:t>
      </w:r>
      <w:r w:rsidRPr="00573E19">
        <w:rPr>
          <w:rtl/>
        </w:rPr>
        <w:t xml:space="preserve"> أحدهما لصاحبه أنت أخي فعرفا بذلك ثم أعتقا</w:t>
      </w:r>
      <w:r w:rsidR="009C2257">
        <w:rPr>
          <w:rtl/>
        </w:rPr>
        <w:t xml:space="preserve"> </w:t>
      </w:r>
      <w:r w:rsidRPr="00573E19">
        <w:rPr>
          <w:rtl/>
        </w:rPr>
        <w:t>ومكثا مقرين بالإخاء</w:t>
      </w:r>
      <w:r w:rsidR="00CA4563">
        <w:rPr>
          <w:rtl/>
        </w:rPr>
        <w:t>،</w:t>
      </w:r>
      <w:r w:rsidRPr="00573E19">
        <w:rPr>
          <w:rtl/>
        </w:rPr>
        <w:t xml:space="preserve"> ثم إن أحدهما مات قال</w:t>
      </w:r>
      <w:r w:rsidR="00CA4563">
        <w:rPr>
          <w:rtl/>
        </w:rPr>
        <w:t>:</w:t>
      </w:r>
      <w:r w:rsidRPr="00573E19">
        <w:rPr>
          <w:rtl/>
        </w:rPr>
        <w:t xml:space="preserve"> الميراث للآخر يصدقان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علي بن الحسن بن فضال عن محمد بن علي عن الحسن بن محبوب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طلحة بن زيد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أبيه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يرث الحميل</w:t>
      </w:r>
      <w:r w:rsidR="009C2257">
        <w:rPr>
          <w:rtl/>
        </w:rPr>
        <w:t xml:space="preserve"> </w:t>
      </w:r>
      <w:r w:rsidRPr="00573E19">
        <w:rPr>
          <w:rtl/>
        </w:rPr>
        <w:t>إلا ببينة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698</w:t>
      </w:r>
      <w:r>
        <w:rPr>
          <w:rtl/>
        </w:rPr>
        <w:t xml:space="preserve"> - </w:t>
      </w:r>
      <w:r w:rsidRPr="00101C21">
        <w:rPr>
          <w:rtl/>
        </w:rPr>
        <w:t>699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 xml:space="preserve">1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</w:t>
      </w:r>
      <w:r>
        <w:rPr>
          <w:rtl/>
        </w:rPr>
        <w:t>3</w:t>
      </w:r>
      <w:r w:rsidRPr="00101C21">
        <w:rPr>
          <w:rtl/>
        </w:rPr>
        <w:t xml:space="preserve"> واخرج الأول الصدوق</w:t>
      </w:r>
      <w:r w:rsidR="009C2257">
        <w:rPr>
          <w:rtl/>
        </w:rPr>
        <w:t xml:space="preserve"> </w:t>
      </w:r>
      <w:r w:rsidRPr="00101C21">
        <w:rPr>
          <w:rtl/>
        </w:rPr>
        <w:t>في الفقيه ص 4</w:t>
      </w:r>
      <w:r>
        <w:rPr>
          <w:rtl/>
        </w:rPr>
        <w:t>3</w:t>
      </w:r>
      <w:r w:rsidRPr="00101C21">
        <w:rPr>
          <w:rtl/>
        </w:rPr>
        <w:t>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1 الفقيه ص 4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الخبرين الأولين لان الوجه في هذا الخبر أن نحمله على التقية لأنه موافق</w:t>
      </w:r>
      <w:r w:rsidR="009C2257">
        <w:rPr>
          <w:rtl/>
        </w:rPr>
        <w:t xml:space="preserve"> </w:t>
      </w:r>
      <w:r w:rsidRPr="00573E19">
        <w:rPr>
          <w:rtl/>
        </w:rPr>
        <w:t>لمذهب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0" w:name="_Toc374810503"/>
      <w:bookmarkStart w:id="241" w:name="_Toc376954878"/>
      <w:r w:rsidRPr="00573E19">
        <w:rPr>
          <w:rtl/>
        </w:rPr>
        <w:t>108</w:t>
      </w:r>
      <w:r>
        <w:rPr>
          <w:rtl/>
        </w:rPr>
        <w:t xml:space="preserve"> - </w:t>
      </w:r>
      <w:r w:rsidRPr="00573E19">
        <w:rPr>
          <w:rtl/>
        </w:rPr>
        <w:t>باب ميراث المولود الذي له ما للرجال وما للنساء ومن يشكل امره</w:t>
      </w:r>
      <w:bookmarkEnd w:id="240"/>
      <w:bookmarkEnd w:id="24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علي بن رئاب عن الفضيل بن يسار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مولود ليس له ما للرجال ولا ما للنساء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يقرع الامام أو المقرع يكتب على سهم عبد الله وعلى سهم أمة الله ثم يقول الامام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أو المقرع </w:t>
      </w:r>
      <w:r>
        <w:rPr>
          <w:rtl/>
        </w:rPr>
        <w:t>(</w:t>
      </w:r>
      <w:r w:rsidRPr="00573E19">
        <w:rPr>
          <w:rtl/>
        </w:rPr>
        <w:t xml:space="preserve"> اللهم أنت عالم الغيب والشهادة أنت تحكم بين عبادك فيما كانوا فيه</w:t>
      </w:r>
      <w:r w:rsidR="009C2257">
        <w:rPr>
          <w:rtl/>
        </w:rPr>
        <w:t xml:space="preserve"> </w:t>
      </w:r>
      <w:r w:rsidRPr="00573E19">
        <w:rPr>
          <w:rtl/>
        </w:rPr>
        <w:t>يختلفون بين لنا أمر هذا المولود كيف يورث ما فرضت له في الكتاب ) ثم يطرح</w:t>
      </w:r>
      <w:r w:rsidR="009C2257">
        <w:rPr>
          <w:rtl/>
        </w:rPr>
        <w:t xml:space="preserve"> </w:t>
      </w:r>
      <w:r w:rsidRPr="00573E19">
        <w:rPr>
          <w:rtl/>
        </w:rPr>
        <w:t>السهمان في سهام مبهمة ثم يجال السهم على ما خرج ورث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وقد أوردنا روايات آخر في كتابنا الكبير مثل هذه الرواية سواء فلا ينافي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علي بن الحسن بن فضال عن محمد وأحمد ابني الحسن عن أبيهما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الله بن بكير عن بعض أصحابنا عنهم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في مولود ليس له ما للرجال ولا</w:t>
      </w:r>
      <w:r w:rsidR="009C2257">
        <w:rPr>
          <w:rtl/>
        </w:rPr>
        <w:t xml:space="preserve"> </w:t>
      </w:r>
      <w:r w:rsidRPr="00573E19">
        <w:rPr>
          <w:rtl/>
        </w:rPr>
        <w:t>ما للنساء ألا ثقب يخرج منه البول على أي ميراث يورث قال</w:t>
      </w:r>
      <w:r w:rsidR="00CA4563">
        <w:rPr>
          <w:rtl/>
        </w:rPr>
        <w:t>:</w:t>
      </w:r>
      <w:r w:rsidRPr="00573E19">
        <w:rPr>
          <w:rtl/>
        </w:rPr>
        <w:t xml:space="preserve"> إن كان إذا بال</w:t>
      </w:r>
      <w:r w:rsidR="009C2257">
        <w:rPr>
          <w:rtl/>
        </w:rPr>
        <w:t xml:space="preserve"> </w:t>
      </w:r>
      <w:r w:rsidRPr="00573E19">
        <w:rPr>
          <w:rtl/>
        </w:rPr>
        <w:t>يتنحى بوله ورث ميراث الذكور</w:t>
      </w:r>
      <w:r w:rsidR="00CA4563">
        <w:rPr>
          <w:rtl/>
        </w:rPr>
        <w:t>،</w:t>
      </w:r>
      <w:r w:rsidRPr="00573E19">
        <w:rPr>
          <w:rtl/>
        </w:rPr>
        <w:t xml:space="preserve"> وإن كان لا يتنحى بوله ورث ميراث الأنثى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الروايات الأولة لأنها محمولة على أنه إذا لم يكن هناك طريق يعلم به أنه</w:t>
      </w:r>
      <w:r w:rsidR="009C2257">
        <w:rPr>
          <w:rtl/>
        </w:rPr>
        <w:t xml:space="preserve"> </w:t>
      </w:r>
      <w:r w:rsidRPr="00573E19">
        <w:rPr>
          <w:rtl/>
        </w:rPr>
        <w:t>ذكر أم أنثى استعمل القرعة</w:t>
      </w:r>
      <w:r w:rsidR="00CA4563">
        <w:rPr>
          <w:rtl/>
        </w:rPr>
        <w:t>،</w:t>
      </w:r>
      <w:r w:rsidRPr="00573E19">
        <w:rPr>
          <w:rtl/>
        </w:rPr>
        <w:t xml:space="preserve"> فاما إذا أمكن على ما تضمنته الرواية الأخيرة فلا يمتنع</w:t>
      </w:r>
      <w:r w:rsidR="009C2257">
        <w:rPr>
          <w:rtl/>
        </w:rPr>
        <w:t xml:space="preserve"> </w:t>
      </w:r>
      <w:r w:rsidRPr="00573E19">
        <w:rPr>
          <w:rtl/>
        </w:rPr>
        <w:t>العمل عليها</w:t>
      </w:r>
      <w:r w:rsidR="00CA4563">
        <w:rPr>
          <w:rtl/>
        </w:rPr>
        <w:t>،</w:t>
      </w:r>
      <w:r w:rsidRPr="00573E19">
        <w:rPr>
          <w:rtl/>
        </w:rPr>
        <w:t xml:space="preserve"> وإن كان الاخذ بالروايات الأولة أحوط وأولى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أحمد بن يحيى عن محمد بن عيسى عن يوسف بن عقيل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وليدة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701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 xml:space="preserve">4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81 الفقيه ص 44</w:t>
      </w:r>
      <w:r>
        <w:rPr>
          <w:rtl/>
        </w:rPr>
        <w:t>2</w:t>
      </w:r>
      <w:r w:rsidRPr="00101C2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80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جامعها ربها في قبل طهرها ثم باعها من آخر قبل أن تحيض فجامعها الآخر ولم تحض</w:t>
      </w:r>
      <w:r w:rsidR="009C2257">
        <w:rPr>
          <w:rtl/>
        </w:rPr>
        <w:t xml:space="preserve"> </w:t>
      </w:r>
      <w:r w:rsidRPr="00573E19">
        <w:rPr>
          <w:rtl/>
        </w:rPr>
        <w:t>فجامعها الرجلان في طهر واحد فولدت غلاما فاختلفا فيه فسئلت أم الغلام فقالت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انهما أتياها في طهر واحد ولا أدري أيهما أبوه فقضى في الغلام أنه يرثهما كليهما</w:t>
      </w:r>
      <w:r w:rsidR="009C2257">
        <w:rPr>
          <w:rtl/>
        </w:rPr>
        <w:t xml:space="preserve"> </w:t>
      </w:r>
      <w:r w:rsidRPr="00573E19">
        <w:rPr>
          <w:rtl/>
        </w:rPr>
        <w:t>ويرثانه سواء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قد بينا فيما تقدم من الكتاب أن الجارية إذا وطئها جماعة في</w:t>
      </w:r>
      <w:r w:rsidR="009C2257">
        <w:rPr>
          <w:rtl/>
        </w:rPr>
        <w:t xml:space="preserve"> </w:t>
      </w:r>
      <w:r w:rsidRPr="00573E19">
        <w:rPr>
          <w:rtl/>
        </w:rPr>
        <w:t>طهر واحد بعد أن تنتقل من الأول إلى الآخر بالبيع فان الولد لاحق بمن عنده الجارية</w:t>
      </w:r>
      <w:r w:rsidR="009C2257">
        <w:rPr>
          <w:rtl/>
        </w:rPr>
        <w:t xml:space="preserve"> </w:t>
      </w:r>
      <w:r w:rsidRPr="00573E19">
        <w:rPr>
          <w:rtl/>
        </w:rPr>
        <w:t>ومتى كانوا شركاء ووطؤها في طهر واحد فان الولد يخرج بالقرعة فمن خرج عليه</w:t>
      </w:r>
      <w:r w:rsidR="009C2257">
        <w:rPr>
          <w:rtl/>
        </w:rPr>
        <w:t xml:space="preserve"> </w:t>
      </w:r>
      <w:r w:rsidRPr="00573E19">
        <w:rPr>
          <w:rtl/>
        </w:rPr>
        <w:t>لحق به وضمن للباقين قيمة نصيبهم</w:t>
      </w:r>
      <w:r w:rsidR="00CA4563">
        <w:rPr>
          <w:rtl/>
        </w:rPr>
        <w:t>،</w:t>
      </w:r>
      <w:r w:rsidRPr="00573E19">
        <w:rPr>
          <w:rtl/>
        </w:rPr>
        <w:t xml:space="preserve"> والوجه في هذا الخبر أن نحمله على ضرب</w:t>
      </w:r>
      <w:r w:rsidR="009C2257">
        <w:rPr>
          <w:rtl/>
        </w:rPr>
        <w:t xml:space="preserve"> </w:t>
      </w:r>
      <w:r w:rsidRPr="00573E19">
        <w:rPr>
          <w:rtl/>
        </w:rPr>
        <w:t>من التقية لأنه موافق لبعض مذاهب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2" w:name="_Toc374810504"/>
      <w:bookmarkStart w:id="243" w:name="_Toc376954879"/>
      <w:r w:rsidRPr="00573E19">
        <w:rPr>
          <w:rtl/>
        </w:rPr>
        <w:t>109</w:t>
      </w:r>
      <w:r>
        <w:rPr>
          <w:rtl/>
        </w:rPr>
        <w:t xml:space="preserve"> - </w:t>
      </w:r>
      <w:r w:rsidRPr="00573E19">
        <w:rPr>
          <w:rtl/>
        </w:rPr>
        <w:t>باب ميراث المجوس</w:t>
      </w:r>
      <w:bookmarkEnd w:id="242"/>
      <w:bookmarkEnd w:id="243"/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اختلف أصحابنا في ميراث المجوس إذا تزوج بواحدة من المحرمات في شريعة</w:t>
      </w:r>
      <w:r w:rsidR="009C2257">
        <w:rPr>
          <w:rtl/>
        </w:rPr>
        <w:t xml:space="preserve"> </w:t>
      </w:r>
      <w:r w:rsidRPr="00573E19">
        <w:rPr>
          <w:rtl/>
        </w:rPr>
        <w:t>الاسلام فقال يونس بن عبد الرحمن ومن تبعه من المتأخرين</w:t>
      </w:r>
      <w:r w:rsidR="00CA4563">
        <w:rPr>
          <w:rtl/>
        </w:rPr>
        <w:t>:</w:t>
      </w:r>
      <w:r w:rsidRPr="00573E19">
        <w:rPr>
          <w:rtl/>
        </w:rPr>
        <w:t xml:space="preserve"> انه لا يورث إلا من</w:t>
      </w:r>
      <w:r w:rsidR="009C2257">
        <w:rPr>
          <w:rtl/>
        </w:rPr>
        <w:t xml:space="preserve"> </w:t>
      </w:r>
      <w:r w:rsidRPr="00573E19">
        <w:rPr>
          <w:rtl/>
        </w:rPr>
        <w:t>جهة النسب والسبب الذين يجوزان في شريعة الاسلام</w:t>
      </w:r>
      <w:r w:rsidR="00CA4563">
        <w:rPr>
          <w:rtl/>
        </w:rPr>
        <w:t>،</w:t>
      </w:r>
      <w:r w:rsidRPr="00573E19">
        <w:rPr>
          <w:rtl/>
        </w:rPr>
        <w:t xml:space="preserve"> فأما ما لا يجوز في شريعة</w:t>
      </w:r>
      <w:r w:rsidR="009C2257">
        <w:rPr>
          <w:rtl/>
        </w:rPr>
        <w:t xml:space="preserve"> </w:t>
      </w:r>
      <w:r w:rsidRPr="00573E19">
        <w:rPr>
          <w:rtl/>
        </w:rPr>
        <w:t>الاسلام فإنه لا يورث منه على كل حال</w:t>
      </w:r>
      <w:r w:rsidR="00CA4563">
        <w:rPr>
          <w:rtl/>
        </w:rPr>
        <w:t>،</w:t>
      </w:r>
      <w:r w:rsidRPr="00573E19">
        <w:rPr>
          <w:rtl/>
        </w:rPr>
        <w:t xml:space="preserve"> وقال الفضل بن شاذان وقوم من المتأخرين</w:t>
      </w:r>
      <w:r w:rsidR="009C2257">
        <w:rPr>
          <w:rtl/>
        </w:rPr>
        <w:t xml:space="preserve"> </w:t>
      </w:r>
      <w:r w:rsidRPr="00573E19">
        <w:rPr>
          <w:rtl/>
        </w:rPr>
        <w:t>ممن يتبعوه على قوله</w:t>
      </w:r>
      <w:r w:rsidR="00CA4563">
        <w:rPr>
          <w:rtl/>
        </w:rPr>
        <w:t>:</w:t>
      </w:r>
      <w:r w:rsidRPr="00573E19">
        <w:rPr>
          <w:rtl/>
        </w:rPr>
        <w:t xml:space="preserve"> انه يورث من جهة النسب على كل حال وإن كان حاصلا</w:t>
      </w:r>
      <w:r w:rsidR="009C2257">
        <w:rPr>
          <w:rtl/>
        </w:rPr>
        <w:t xml:space="preserve"> </w:t>
      </w:r>
      <w:r w:rsidRPr="00573E19">
        <w:rPr>
          <w:rtl/>
        </w:rPr>
        <w:t>عن سبب لا يجوز في شريعة الاسلام</w:t>
      </w:r>
      <w:r w:rsidR="00CA4563">
        <w:rPr>
          <w:rtl/>
        </w:rPr>
        <w:t>،</w:t>
      </w:r>
      <w:r w:rsidRPr="00573E19">
        <w:rPr>
          <w:rtl/>
        </w:rPr>
        <w:t xml:space="preserve"> فاما السبب فلا يورث منه إلا ما يجوز في شريعة</w:t>
      </w:r>
      <w:r w:rsidR="009C2257">
        <w:rPr>
          <w:rtl/>
        </w:rPr>
        <w:t xml:space="preserve"> </w:t>
      </w:r>
      <w:r w:rsidRPr="00573E19">
        <w:rPr>
          <w:rtl/>
        </w:rPr>
        <w:t>الاسلام</w:t>
      </w:r>
      <w:r w:rsidR="00CA4563">
        <w:rPr>
          <w:rtl/>
        </w:rPr>
        <w:t>،</w:t>
      </w:r>
      <w:r w:rsidRPr="00573E19">
        <w:rPr>
          <w:rtl/>
        </w:rPr>
        <w:t xml:space="preserve"> والصحيح انه يورث المجوسي من جهة السبب والنسب معا سواءا كانا مما</w:t>
      </w:r>
      <w:r w:rsidR="009C2257">
        <w:rPr>
          <w:rtl/>
        </w:rPr>
        <w:t xml:space="preserve"> </w:t>
      </w:r>
      <w:r w:rsidRPr="00573E19">
        <w:rPr>
          <w:rtl/>
        </w:rPr>
        <w:t>يجوز في شريعة الاسلام أو لا يجوز وهو مذهب جماعة من المتقدمين</w:t>
      </w:r>
      <w:r w:rsidR="00CA4563">
        <w:rPr>
          <w:rtl/>
        </w:rPr>
        <w:t>،</w:t>
      </w:r>
      <w:r w:rsidRPr="00573E19">
        <w:rPr>
          <w:rtl/>
        </w:rPr>
        <w:t xml:space="preserve"> والذي يدل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بنان بن محمد عن أبيه عن ابن المغيرة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01C2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704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>6 الفقيه ص 445.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السكوني عن 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أنه كان يورث المجوسي إذا تزوج بأمه وبابنته من وجهين من وجه انها أمه ووجه انها زوجته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فأما ما ذكرناه من خلاف ذلك من أقاويل أصحابنا فليس به أثر عن الصادقين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ولا عليه دليل من ظاهر القرآن</w:t>
      </w:r>
      <w:r w:rsidR="00CA4563">
        <w:rPr>
          <w:rtl/>
        </w:rPr>
        <w:t>،</w:t>
      </w:r>
      <w:r w:rsidRPr="00573E19">
        <w:rPr>
          <w:rtl/>
        </w:rPr>
        <w:t xml:space="preserve"> بل إنما قالوه لضرب من الاعتبار</w:t>
      </w:r>
      <w:r w:rsidR="009C2257">
        <w:rPr>
          <w:rtl/>
        </w:rPr>
        <w:t xml:space="preserve"> </w:t>
      </w:r>
      <w:r w:rsidRPr="00573E19">
        <w:rPr>
          <w:rtl/>
        </w:rPr>
        <w:t>الذي هو عندنا مطرح بالاجماع</w:t>
      </w:r>
      <w:r w:rsidR="00CA4563">
        <w:rPr>
          <w:rtl/>
        </w:rPr>
        <w:t>،</w:t>
      </w:r>
      <w:r w:rsidRPr="00573E19">
        <w:rPr>
          <w:rtl/>
        </w:rPr>
        <w:t xml:space="preserve"> ويدل على ذلك أيضا ان هذه الأنساب</w:t>
      </w:r>
      <w:r w:rsidR="009C2257">
        <w:rPr>
          <w:rtl/>
        </w:rPr>
        <w:t xml:space="preserve"> </w:t>
      </w:r>
      <w:r w:rsidRPr="00573E19">
        <w:rPr>
          <w:rtl/>
        </w:rPr>
        <w:t>والأسباب وإن كانا فاسدين في شريعة الاسلام فهما جايزان عندهم ويستبيحون بهما</w:t>
      </w:r>
      <w:r w:rsidR="009C2257">
        <w:rPr>
          <w:rtl/>
        </w:rPr>
        <w:t xml:space="preserve"> </w:t>
      </w:r>
      <w:r w:rsidRPr="00573E19">
        <w:rPr>
          <w:rtl/>
        </w:rPr>
        <w:t>الفرج ويثبتون بهما الأنساب ويفرقون بين هذه الأنساب والأسباب وبين الزنا</w:t>
      </w:r>
      <w:r w:rsidR="009C2257">
        <w:rPr>
          <w:rtl/>
        </w:rPr>
        <w:t xml:space="preserve"> </w:t>
      </w:r>
      <w:r w:rsidRPr="00573E19">
        <w:rPr>
          <w:rtl/>
        </w:rPr>
        <w:t>المحض فجرى ذلك مجرى العقد في شريعة الاسلام</w:t>
      </w:r>
      <w:r w:rsidR="00CA4563">
        <w:rPr>
          <w:rtl/>
        </w:rPr>
        <w:t>،</w:t>
      </w:r>
      <w:r w:rsidRPr="00573E19">
        <w:rPr>
          <w:rtl/>
        </w:rPr>
        <w:t xml:space="preserve"> ألا ترى أن رجلا سب مجوسيا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بحضرة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فزبره ونهاه عن ذلك فقال</w:t>
      </w:r>
      <w:r w:rsidR="00CA4563">
        <w:rPr>
          <w:rtl/>
        </w:rPr>
        <w:t>:</w:t>
      </w:r>
      <w:r w:rsidRPr="00573E19">
        <w:rPr>
          <w:rtl/>
        </w:rPr>
        <w:t xml:space="preserve"> انه قد تزوج بأمه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أما علمت أن ذلك عندهم النكاح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وقد روي أيضا أنه قال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كل قوم دانوا بدين يلزمهم حكمه</w:t>
      </w:r>
      <w:r w:rsidR="009C2257">
        <w:rPr>
          <w:rtl/>
        </w:rPr>
        <w:t xml:space="preserve"> </w:t>
      </w:r>
      <w:r w:rsidRPr="00573E19">
        <w:rPr>
          <w:rtl/>
        </w:rPr>
        <w:t>وإذا كان المجوس معتقدين صحة ذلك فينبغي أن يكون نكاحهم جائزا</w:t>
      </w:r>
      <w:r w:rsidR="00CA4563">
        <w:rPr>
          <w:rtl/>
        </w:rPr>
        <w:t>،</w:t>
      </w:r>
      <w:r w:rsidRPr="00573E19">
        <w:rPr>
          <w:rtl/>
        </w:rPr>
        <w:t xml:space="preserve"> وأيضا</w:t>
      </w:r>
      <w:r w:rsidR="009C2257">
        <w:rPr>
          <w:rtl/>
        </w:rPr>
        <w:t xml:space="preserve"> </w:t>
      </w:r>
      <w:r w:rsidRPr="00573E19">
        <w:rPr>
          <w:rtl/>
        </w:rPr>
        <w:t>لو كان ذلك غير جائز لوجب ألا يجوز أيضا إذا عقدوا على غير المحرمات وجعلوا</w:t>
      </w:r>
      <w:r w:rsidR="009C2257">
        <w:rPr>
          <w:rtl/>
        </w:rPr>
        <w:t xml:space="preserve"> </w:t>
      </w:r>
      <w:r w:rsidRPr="00573E19">
        <w:rPr>
          <w:rtl/>
        </w:rPr>
        <w:t>المهر خمرا أو خنزيرا أو غير ذلك من المحرمات لان ذلك غير جائز في الشرع وقد</w:t>
      </w:r>
      <w:r w:rsidR="009C2257">
        <w:rPr>
          <w:rtl/>
        </w:rPr>
        <w:t xml:space="preserve"> </w:t>
      </w:r>
      <w:r w:rsidRPr="00573E19">
        <w:rPr>
          <w:rtl/>
        </w:rPr>
        <w:t>أجمع أصحابنا على جواز ذلك فعلم بجميع ذلك صحة ما اخترناه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4" w:name="_Toc374810505"/>
      <w:bookmarkStart w:id="245" w:name="_Toc376954880"/>
      <w:r w:rsidRPr="00573E19">
        <w:rPr>
          <w:rtl/>
        </w:rPr>
        <w:t>110</w:t>
      </w:r>
      <w:r>
        <w:rPr>
          <w:rtl/>
        </w:rPr>
        <w:t xml:space="preserve"> - </w:t>
      </w:r>
      <w:r w:rsidRPr="00573E19">
        <w:rPr>
          <w:rtl/>
        </w:rPr>
        <w:t>باب انه يرث المسلم الكافر ولا يرثه الكافر</w:t>
      </w:r>
      <w:bookmarkEnd w:id="244"/>
      <w:bookmarkEnd w:id="24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جميل وهشام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فيما روى الناس عن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يتوارث أهل ملتين فقال</w:t>
      </w:r>
      <w:r w:rsidR="00CA4563">
        <w:rPr>
          <w:rtl/>
        </w:rPr>
        <w:t>:</w:t>
      </w:r>
      <w:r w:rsidRPr="00573E19">
        <w:rPr>
          <w:rtl/>
        </w:rPr>
        <w:t xml:space="preserve"> نرثهم ولا يرثونا إن الاسلام لم يزده إلا عزا في حقه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705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>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أبيه عن ابن أبي نجران عن عاصم بن حميد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قيس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لا يرث اليهودي والنصراني المسلمين</w:t>
      </w:r>
      <w:r w:rsidR="009C2257">
        <w:rPr>
          <w:rtl/>
        </w:rPr>
        <w:t xml:space="preserve"> </w:t>
      </w:r>
      <w:r w:rsidRPr="00573E19">
        <w:rPr>
          <w:rtl/>
        </w:rPr>
        <w:t>ويرث المسلم اليهودي والنصراني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يونس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</w:t>
      </w:r>
      <w:r w:rsidR="009C2257">
        <w:rPr>
          <w:rtl/>
        </w:rPr>
        <w:t xml:space="preserve"> </w:t>
      </w:r>
      <w:r w:rsidRPr="00573E19">
        <w:rPr>
          <w:rtl/>
        </w:rPr>
        <w:t>المسلم هل يرث المشرك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ولا يرث المشرك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موسى بن بكر عن عبد الرحمن بن أعين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لأبي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جعلت فداك النصراني يموت وله ابن مسلم أيرثه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نعم إن</w:t>
      </w:r>
      <w:r w:rsidR="009C2257">
        <w:rPr>
          <w:rtl/>
        </w:rPr>
        <w:t xml:space="preserve"> </w:t>
      </w:r>
      <w:r w:rsidRPr="00573E19">
        <w:rPr>
          <w:rtl/>
        </w:rPr>
        <w:t>الله تعالى لم يزده بالاسلام الا عزا فنحن نرثهم ولا يرثونا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محبوب عن أبي ولاد قال</w:t>
      </w:r>
      <w:r w:rsidR="00CA4563">
        <w:rPr>
          <w:rtl/>
        </w:rPr>
        <w:t>:</w:t>
      </w:r>
      <w:r w:rsidRPr="00573E19">
        <w:rPr>
          <w:rtl/>
        </w:rPr>
        <w:t xml:space="preserve"> سمعت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المسلم يرث امرأته الذمية ولا ترثه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ابن محبوب عن الحسن بن صالح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المسلم يحجب الكافر ويرثه</w:t>
      </w:r>
      <w:r w:rsidR="00CA4563">
        <w:rPr>
          <w:rtl/>
        </w:rPr>
        <w:t>،</w:t>
      </w:r>
      <w:r w:rsidRPr="00573E19">
        <w:rPr>
          <w:rtl/>
        </w:rPr>
        <w:t xml:space="preserve"> والكافر لا يحجب المؤمن ولا يرثه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حنان بن سدير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يتوارث أهل ملتين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قال</w:t>
      </w:r>
      <w:r w:rsidR="00CA4563">
        <w:rPr>
          <w:rtl/>
        </w:rPr>
        <w:t>:</w:t>
      </w:r>
      <w:r w:rsidRPr="00573E19">
        <w:rPr>
          <w:rtl/>
        </w:rPr>
        <w:t xml:space="preserve"> حدثهم عبد الله بن جبلة عن جميل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الزوج المسلم واليهودية والنصرانية أنه قال</w:t>
      </w:r>
      <w:r w:rsidR="00CA4563">
        <w:rPr>
          <w:rtl/>
        </w:rPr>
        <w:t>:</w:t>
      </w:r>
      <w:r w:rsidRPr="00573E19">
        <w:rPr>
          <w:rtl/>
        </w:rPr>
        <w:t xml:space="preserve"> لا يتوارثان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عنه عن محمد بن زياد عن محمد بن حمران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707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 xml:space="preserve">6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76 الفقيه ص 444.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 الفقيه ص 44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 الفقيه ص 44</w:t>
      </w:r>
      <w:r>
        <w:rPr>
          <w:rtl/>
        </w:rPr>
        <w:t>3</w:t>
      </w:r>
      <w:r w:rsidRPr="00573E19">
        <w:rPr>
          <w:rtl/>
        </w:rPr>
        <w:t xml:space="preserve"> بتفاوت يسير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710</w:t>
      </w:r>
      <w:r>
        <w:rPr>
          <w:rtl/>
        </w:rPr>
        <w:t xml:space="preserve"> - </w:t>
      </w:r>
      <w:r w:rsidRPr="00573E19">
        <w:rPr>
          <w:rtl/>
        </w:rPr>
        <w:t>711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 الفقيه ص 44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71</w:t>
      </w:r>
      <w:r>
        <w:rPr>
          <w:rtl/>
        </w:rPr>
        <w:t xml:space="preserve">3 - </w:t>
      </w:r>
      <w:r w:rsidRPr="00573E19">
        <w:rPr>
          <w:rtl/>
        </w:rPr>
        <w:t>714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عنه عن حنان عن أبي الصيرفي أو بينه وبينه رجل عن عبد الملك بن عمر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القبطي عن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للنصراني الذي أسلمت زوجته بضعها</w:t>
      </w:r>
      <w:r w:rsidR="009C2257">
        <w:rPr>
          <w:rtl/>
        </w:rPr>
        <w:t xml:space="preserve"> </w:t>
      </w:r>
      <w:r w:rsidRPr="00573E19">
        <w:rPr>
          <w:rtl/>
        </w:rPr>
        <w:t>في يدك ولا ميراث بينكما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أنه لا ميراث بينهما على وجه يرث كل واحد منهما صاحبه كما</w:t>
      </w:r>
      <w:r w:rsidR="009C2257">
        <w:rPr>
          <w:rtl/>
        </w:rPr>
        <w:t xml:space="preserve"> </w:t>
      </w:r>
      <w:r w:rsidRPr="00573E19">
        <w:rPr>
          <w:rtl/>
        </w:rPr>
        <w:t>يتوارث المسلمان</w:t>
      </w:r>
      <w:r w:rsidR="00CA4563">
        <w:rPr>
          <w:rtl/>
        </w:rPr>
        <w:t>،</w:t>
      </w:r>
      <w:r w:rsidRPr="00573E19">
        <w:rPr>
          <w:rtl/>
        </w:rPr>
        <w:t xml:space="preserve"> وليس ينافي ذلك أن يرث المسلم الكافر وان لم يرثه الكافر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صرح بذلك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رواية جميل وهشام التي ذكرناها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الحسن بن محمد بن سماعة قال</w:t>
      </w:r>
      <w:r w:rsidR="00CA4563">
        <w:rPr>
          <w:rtl/>
        </w:rPr>
        <w:t>:</w:t>
      </w:r>
      <w:r w:rsidRPr="00573E19">
        <w:rPr>
          <w:rtl/>
        </w:rPr>
        <w:t xml:space="preserve"> حدثهم عبد الله بن جبلة عن أبي بكر</w:t>
      </w:r>
      <w:r w:rsidR="009C2257">
        <w:rPr>
          <w:rtl/>
        </w:rPr>
        <w:t xml:space="preserve"> </w:t>
      </w:r>
      <w:r w:rsidRPr="00573E19">
        <w:rPr>
          <w:rtl/>
        </w:rPr>
        <w:t>عن عبد الرحمن بن أعين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قوله لا يتوارث</w:t>
      </w:r>
      <w:r w:rsidR="009C2257">
        <w:rPr>
          <w:rtl/>
        </w:rPr>
        <w:t xml:space="preserve"> </w:t>
      </w:r>
      <w:r w:rsidRPr="00573E19">
        <w:rPr>
          <w:rtl/>
        </w:rPr>
        <w:t>أهل ملتين فقال</w:t>
      </w:r>
      <w:r w:rsidR="00CA4563">
        <w:rPr>
          <w:rtl/>
        </w:rPr>
        <w:t>: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يرثهم ولا يرثونه إن الاسلام</w:t>
      </w:r>
      <w:r w:rsidR="009C2257">
        <w:rPr>
          <w:rtl/>
        </w:rPr>
        <w:t xml:space="preserve"> </w:t>
      </w:r>
      <w:r w:rsidRPr="00573E19">
        <w:rPr>
          <w:rtl/>
        </w:rPr>
        <w:t>لم يزده في ميراثه إلا شدة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علي بن الحسن بن فضال عن محمد بن عبد الله بن زرارة عن القاسم</w:t>
      </w:r>
      <w:r w:rsidR="009C2257">
        <w:rPr>
          <w:rtl/>
        </w:rPr>
        <w:t xml:space="preserve"> </w:t>
      </w:r>
      <w:r w:rsidRPr="00573E19">
        <w:rPr>
          <w:rtl/>
        </w:rPr>
        <w:t>ابن عروة عن أبي العباس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لا يتوارث أهل</w:t>
      </w:r>
      <w:r w:rsidR="009C2257">
        <w:rPr>
          <w:rtl/>
        </w:rPr>
        <w:t xml:space="preserve"> </w:t>
      </w:r>
      <w:r w:rsidRPr="00573E19">
        <w:rPr>
          <w:rtl/>
        </w:rPr>
        <w:t>ملتين يرث هذا هذا وهذا هذا إلا إن المسلم يرث الكافر والكافر لا يرث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فأما ما رواه الحسن بن محمد بن سماعة عن جعفر بن سماعة عن أبان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الرحمن البصري 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نصراني اختارت زوجته الاسلام ودار الهجرة أنها في دار الاسلام لا تخرج منها</w:t>
      </w:r>
      <w:r w:rsidR="009C2257">
        <w:rPr>
          <w:rtl/>
        </w:rPr>
        <w:t xml:space="preserve"> </w:t>
      </w:r>
      <w:r w:rsidRPr="00573E19">
        <w:rPr>
          <w:rtl/>
        </w:rPr>
        <w:t>وأن بضعها في يد زوجها النصراني وانها لا ترثه ولا يرثها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التقية لأنه موافق لمذهب العامة</w:t>
      </w:r>
      <w:r w:rsidR="009C2257">
        <w:rPr>
          <w:rtl/>
        </w:rPr>
        <w:t xml:space="preserve"> </w:t>
      </w:r>
      <w:r w:rsidRPr="00573E19">
        <w:rPr>
          <w:rtl/>
        </w:rPr>
        <w:t>وأجمعت الطائفة على خلاف متضمنه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01C2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715</w:t>
      </w:r>
      <w:r>
        <w:rPr>
          <w:rtl/>
        </w:rPr>
        <w:t xml:space="preserve"> - </w:t>
      </w:r>
      <w:r w:rsidRPr="00101C21">
        <w:rPr>
          <w:rtl/>
        </w:rPr>
        <w:t>716</w:t>
      </w:r>
      <w:r>
        <w:rPr>
          <w:rtl/>
        </w:rPr>
        <w:t xml:space="preserve"> - </w:t>
      </w:r>
      <w:r w:rsidRPr="00101C21">
        <w:rPr>
          <w:rtl/>
        </w:rPr>
        <w:t>717</w:t>
      </w:r>
      <w:r>
        <w:rPr>
          <w:rtl/>
        </w:rPr>
        <w:t xml:space="preserve"> - </w:t>
      </w:r>
      <w:r w:rsidRPr="00101C21">
        <w:rPr>
          <w:rtl/>
        </w:rPr>
        <w:t>718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>7.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وأما ما رواه الحسن بن محمد بن سماعة عن جعفر عن أبان عن عبد الرحمن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أعين قال 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يزداد بالاسلام إلا عزا فنحن نرثهم</w:t>
      </w:r>
      <w:r w:rsidR="009C2257">
        <w:rPr>
          <w:rtl/>
        </w:rPr>
        <w:t xml:space="preserve"> </w:t>
      </w:r>
      <w:r w:rsidRPr="00573E19">
        <w:rPr>
          <w:rtl/>
        </w:rPr>
        <w:t>ولا يرثونا هذا ميراث أبي طالب في أيدينا فلا نراه إلا في الولد والوالد ولا نراه</w:t>
      </w:r>
      <w:r w:rsidR="009C2257">
        <w:rPr>
          <w:rtl/>
        </w:rPr>
        <w:t xml:space="preserve"> </w:t>
      </w:r>
      <w:r w:rsidRPr="00573E19">
        <w:rPr>
          <w:rtl/>
        </w:rPr>
        <w:t>في الزوج والمرأة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فالاستثناء الذي في هذا الخبر من حديث الزوج والزوجة متروك باجماع الطائفة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وبالخبر الذي قدمناه عن أبي ولاد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الحسن بن محبوب عن ابن رئاب عن أبي حمزة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يقضي في المواريث فيما</w:t>
      </w:r>
      <w:r w:rsidR="009C2257">
        <w:rPr>
          <w:rtl/>
        </w:rPr>
        <w:t xml:space="preserve"> </w:t>
      </w:r>
      <w:r w:rsidRPr="00573E19">
        <w:rPr>
          <w:rtl/>
        </w:rPr>
        <w:t>أدرك الاسلام من مال مشرك تركه لم يكن قسم قبل الاسلام انه كان يجعل للنساء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والرجال حظوظهم منه على كتاب الله وسنة نبيه </w:t>
      </w:r>
      <w:r w:rsidRPr="00FE5331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نجران عن عاصم بن حميد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المواريث ما أدرك</w:t>
      </w:r>
      <w:r w:rsidR="009C2257">
        <w:rPr>
          <w:rtl/>
        </w:rPr>
        <w:t xml:space="preserve"> </w:t>
      </w:r>
      <w:r w:rsidRPr="00573E19">
        <w:rPr>
          <w:rtl/>
        </w:rPr>
        <w:t>الاسلام من مال مشرك لم يقسم</w:t>
      </w:r>
      <w:r w:rsidR="00CA4563">
        <w:rPr>
          <w:rtl/>
        </w:rPr>
        <w:t>،</w:t>
      </w:r>
      <w:r w:rsidRPr="00573E19">
        <w:rPr>
          <w:rtl/>
        </w:rPr>
        <w:t xml:space="preserve"> فان للنساء وللرجال حظوظهم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>وأما ما رواه علي بن إبراهيم عن ابن أبي نجران عن غير واحد عن أبي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يهودي أو نصراني يموت وله أولاد مسلمون وأولاد غير</w:t>
      </w:r>
      <w:r w:rsidR="009C2257">
        <w:rPr>
          <w:rtl/>
        </w:rPr>
        <w:t xml:space="preserve"> </w:t>
      </w:r>
      <w:r w:rsidRPr="00573E19">
        <w:rPr>
          <w:rtl/>
        </w:rPr>
        <w:t>مسلمين فقال</w:t>
      </w:r>
      <w:r w:rsidR="00CA4563">
        <w:rPr>
          <w:rtl/>
        </w:rPr>
        <w:t>:</w:t>
      </w:r>
      <w:r w:rsidRPr="00573E19">
        <w:rPr>
          <w:rtl/>
        </w:rPr>
        <w:t xml:space="preserve"> هم على مواريثهم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التقية لان ذلك مذهب العامة</w:t>
      </w:r>
      <w:r w:rsidR="009C2257">
        <w:rPr>
          <w:rtl/>
        </w:rPr>
        <w:t xml:space="preserve"> </w:t>
      </w:r>
      <w:r w:rsidRPr="00573E19">
        <w:rPr>
          <w:rtl/>
        </w:rPr>
        <w:t>على ما تقدم القول فيه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معنى قوله هم على مواريثهم أي على ما يستحقونه</w:t>
      </w:r>
      <w:r w:rsidR="009C2257">
        <w:rPr>
          <w:rtl/>
        </w:rPr>
        <w:t xml:space="preserve"> </w:t>
      </w:r>
      <w:r w:rsidRPr="00573E19">
        <w:rPr>
          <w:rtl/>
        </w:rPr>
        <w:t>من الميراث وقد بينا ان المسلمين إذا اجتمعوا مع الكفار كان الميراث للمسلمين</w:t>
      </w:r>
      <w:r w:rsidR="009C2257">
        <w:rPr>
          <w:rtl/>
        </w:rPr>
        <w:t xml:space="preserve"> </w:t>
      </w:r>
      <w:r w:rsidRPr="00573E19">
        <w:rPr>
          <w:rtl/>
        </w:rPr>
        <w:t>دونهم وأوردنا ذلك في كتابنا الكبير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719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>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 xml:space="preserve">22 -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أحمد بن محمد عن علي بن الحسن الميثمي عن أخيه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أحمد بن الحسن عن أبيه عن جعفر بن محمد بن رباط روى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قال قال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لو أن رجلا ذميا أسلم وأبوه حي ولأبيه ولد غيره ثم مات الأب ورثه</w:t>
      </w:r>
      <w:r w:rsidR="009C2257">
        <w:rPr>
          <w:rtl/>
        </w:rPr>
        <w:t xml:space="preserve"> </w:t>
      </w:r>
      <w:r w:rsidRPr="00573E19">
        <w:rPr>
          <w:rtl/>
        </w:rPr>
        <w:t>المسلم جميع ماله ولم يرثه ولده ولا امرأته مع المسلم 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عن يعقوب بن يزيد عن ابن أبي عمير</w:t>
      </w:r>
      <w:r w:rsidR="009C2257">
        <w:rPr>
          <w:rtl/>
        </w:rPr>
        <w:t xml:space="preserve"> </w:t>
      </w:r>
      <w:r w:rsidRPr="00573E19">
        <w:rPr>
          <w:rtl/>
        </w:rPr>
        <w:t>عن إبراهيم بن عبد الحميد عن رجل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نصراني</w:t>
      </w:r>
      <w:r w:rsidR="009C2257">
        <w:rPr>
          <w:rtl/>
        </w:rPr>
        <w:t xml:space="preserve"> </w:t>
      </w:r>
      <w:r w:rsidRPr="00573E19">
        <w:rPr>
          <w:rtl/>
        </w:rPr>
        <w:t>أسلم ثم رجع إلى النصرانية ثم مات قال</w:t>
      </w:r>
      <w:r w:rsidR="00CA4563">
        <w:rPr>
          <w:rtl/>
        </w:rPr>
        <w:t>:</w:t>
      </w:r>
      <w:r w:rsidRPr="00573E19">
        <w:rPr>
          <w:rtl/>
        </w:rPr>
        <w:t xml:space="preserve"> ميراثه لولده النصارى</w:t>
      </w:r>
      <w:r w:rsidR="00CA4563">
        <w:rPr>
          <w:rtl/>
        </w:rPr>
        <w:t>،</w:t>
      </w:r>
      <w:r w:rsidRPr="00573E19">
        <w:rPr>
          <w:rtl/>
        </w:rPr>
        <w:t xml:space="preserve"> ومسلم تنصر ثم مات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ميراثه لولده المسلمين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ميراث النصراني إنما يكون لولده النصراني إذا لم يكن له</w:t>
      </w:r>
      <w:r w:rsidR="009C2257">
        <w:rPr>
          <w:rtl/>
        </w:rPr>
        <w:t xml:space="preserve"> </w:t>
      </w:r>
      <w:r w:rsidRPr="00573E19">
        <w:rPr>
          <w:rtl/>
        </w:rPr>
        <w:t>ولد مسلمون</w:t>
      </w:r>
      <w:r w:rsidR="00CA4563">
        <w:rPr>
          <w:rtl/>
        </w:rPr>
        <w:t>،</w:t>
      </w:r>
      <w:r w:rsidRPr="00573E19">
        <w:rPr>
          <w:rtl/>
        </w:rPr>
        <w:t xml:space="preserve"> وميراث المسلم يكون لولده المسلمين إذا كانوا حاصلين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6" w:name="_Toc374810506"/>
      <w:bookmarkStart w:id="247" w:name="_Toc376954881"/>
      <w:r w:rsidRPr="00573E19">
        <w:rPr>
          <w:rtl/>
        </w:rPr>
        <w:t>111</w:t>
      </w:r>
      <w:r>
        <w:rPr>
          <w:rtl/>
        </w:rPr>
        <w:t xml:space="preserve"> - </w:t>
      </w:r>
      <w:r w:rsidRPr="00573E19">
        <w:rPr>
          <w:rtl/>
        </w:rPr>
        <w:t>باب ان القاتل خطأ يرث المقتول</w:t>
      </w:r>
      <w:bookmarkEnd w:id="246"/>
      <w:bookmarkEnd w:id="24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الحسن بن فضال عن عبد الرحمن بن أبي نجران وسندي بن محمد</w:t>
      </w:r>
      <w:r w:rsidR="009C2257">
        <w:rPr>
          <w:rtl/>
        </w:rPr>
        <w:t xml:space="preserve"> </w:t>
      </w:r>
      <w:r w:rsidRPr="00573E19">
        <w:rPr>
          <w:rtl/>
        </w:rPr>
        <w:t>عن عاصم بن حميد الحناط عن محمد بن قيس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قتل أمه قال</w:t>
      </w:r>
      <w:r w:rsidR="00CA4563">
        <w:rPr>
          <w:rtl/>
        </w:rPr>
        <w:t>:</w:t>
      </w:r>
      <w:r w:rsidRPr="00573E19">
        <w:rPr>
          <w:rtl/>
        </w:rPr>
        <w:t xml:space="preserve"> إن كان خطأ فان له ميراثها وإن كان قتلها متعمدا فلا يرثها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الصفار عن محمد بن الحسين بن أبي الخطاب عن عبد الرحمن بن أبي نجران</w:t>
      </w:r>
      <w:r w:rsidR="009C2257">
        <w:rPr>
          <w:rtl/>
        </w:rPr>
        <w:t xml:space="preserve"> </w:t>
      </w:r>
      <w:r w:rsidRPr="00573E19">
        <w:rPr>
          <w:rtl/>
        </w:rPr>
        <w:t>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قتل أمه أيرثها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إن كان خطأ ورثها</w:t>
      </w:r>
      <w:r w:rsidR="00CA4563">
        <w:rPr>
          <w:rtl/>
        </w:rPr>
        <w:t>،</w:t>
      </w:r>
      <w:r w:rsidRPr="00573E19">
        <w:rPr>
          <w:rtl/>
        </w:rPr>
        <w:t xml:space="preserve"> وإن كان عمدا لم يرثها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علي بن الحسن بن فضال قال</w:t>
      </w:r>
      <w:r w:rsidR="00CA4563">
        <w:rPr>
          <w:rtl/>
        </w:rPr>
        <w:t>:</w:t>
      </w:r>
      <w:r w:rsidRPr="00573E19">
        <w:rPr>
          <w:rtl/>
        </w:rPr>
        <w:t xml:space="preserve"> حدثنا رجل عن محمد بن سنان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الكافي رفعه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 xml:space="preserve">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 xml:space="preserve">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>-</w:t>
      </w:r>
      <w:r>
        <w:rPr>
          <w:rFonts w:hint="cs"/>
          <w:rtl/>
        </w:rPr>
        <w:t xml:space="preserve"> 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</w:t>
      </w:r>
      <w:r>
        <w:rPr>
          <w:rtl/>
        </w:rPr>
        <w:t>3</w:t>
      </w:r>
      <w:r w:rsidRPr="00573E19">
        <w:rPr>
          <w:rtl/>
        </w:rPr>
        <w:t>9 الفقيه ص 444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440 واخرج الأول الصدوق في الفقيه ص 4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76 بسند آخر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حماد بن عثمان</w:t>
      </w:r>
      <w:r w:rsidR="00CA4563">
        <w:rPr>
          <w:rtl/>
        </w:rPr>
        <w:t>،</w:t>
      </w:r>
      <w:r w:rsidRPr="00573E19">
        <w:rPr>
          <w:rtl/>
        </w:rPr>
        <w:t xml:space="preserve"> ورواه محمد بن يعقوب عن الحسين بن محمد عن معلى بن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بعض أصحابه عن حماد بن عثمان عن فضيل بن يسار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يقتل الرجل بولده ويقتل الولد بوالده إذا قتل والده ولا يرث الرجل الرجل</w:t>
      </w:r>
      <w:r w:rsidR="009C2257">
        <w:rPr>
          <w:rtl/>
        </w:rPr>
        <w:t xml:space="preserve"> </w:t>
      </w:r>
      <w:r w:rsidRPr="00573E19">
        <w:rPr>
          <w:rtl/>
        </w:rPr>
        <w:t>إذا قتله وإن كان خطأ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الأولين لشيئين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ضرب من التقية لان</w:t>
      </w:r>
      <w:r w:rsidR="009C2257">
        <w:rPr>
          <w:rtl/>
        </w:rPr>
        <w:t xml:space="preserve"> </w:t>
      </w:r>
      <w:r w:rsidRPr="00573E19">
        <w:rPr>
          <w:rtl/>
        </w:rPr>
        <w:t>في العامة من يقول بذلك ويقول القاتل لا يرث على كل حال عمدا كان أو خطأ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والوجه 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ما كان يذهب إليه شيخنا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في الجمع بين هذه الأخبار</w:t>
      </w:r>
      <w:r w:rsidR="009C2257">
        <w:rPr>
          <w:rtl/>
        </w:rPr>
        <w:t xml:space="preserve"> </w:t>
      </w:r>
      <w:r w:rsidRPr="00573E19">
        <w:rPr>
          <w:rtl/>
        </w:rPr>
        <w:t>من أن القاتل خطأ لا يرث من نفس الدية ويرث مما عداها وهذا وجه</w:t>
      </w:r>
      <w:r w:rsidR="009C2257">
        <w:rPr>
          <w:rtl/>
        </w:rPr>
        <w:t xml:space="preserve"> </w:t>
      </w:r>
      <w:r w:rsidRPr="00573E19">
        <w:rPr>
          <w:rtl/>
        </w:rPr>
        <w:t>قريب</w:t>
      </w:r>
      <w:r w:rsidR="00CA4563">
        <w:rPr>
          <w:rtl/>
        </w:rPr>
        <w:t>،</w:t>
      </w:r>
      <w:r w:rsidRPr="00573E19">
        <w:rPr>
          <w:rtl/>
        </w:rPr>
        <w:t xml:space="preserve"> فأما الاخبار التي أوردناها في كتابنا الكبير من أن القاتل لا يرث فينبغي</w:t>
      </w:r>
      <w:r w:rsidR="009C2257">
        <w:rPr>
          <w:rtl/>
        </w:rPr>
        <w:t xml:space="preserve"> </w:t>
      </w:r>
      <w:r w:rsidRPr="00573E19">
        <w:rPr>
          <w:rtl/>
        </w:rPr>
        <w:t>أن نخصها بالخبرين الأولين ونقول القاتل لا يرث إلا إذا كان خطأ ليكون العمل على</w:t>
      </w:r>
      <w:r w:rsidR="009C2257">
        <w:rPr>
          <w:rtl/>
        </w:rPr>
        <w:t xml:space="preserve"> </w:t>
      </w:r>
      <w:r w:rsidRPr="00573E19">
        <w:rPr>
          <w:rtl/>
        </w:rPr>
        <w:t>جميع الروايات ولا يسقط شئ منها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48" w:name="_Toc374810507"/>
      <w:bookmarkStart w:id="249" w:name="_Toc376954882"/>
      <w:r w:rsidRPr="00573E19">
        <w:rPr>
          <w:rtl/>
        </w:rPr>
        <w:t>11</w:t>
      </w:r>
      <w:r>
        <w:rPr>
          <w:rtl/>
        </w:rPr>
        <w:t xml:space="preserve">2 - </w:t>
      </w:r>
      <w:r w:rsidRPr="00573E19">
        <w:rPr>
          <w:rtl/>
        </w:rPr>
        <w:t>باب الزوج والزوجة يرث كل واحد منهما من دية صاحبه ما لم يقتل أحدهما الاخر</w:t>
      </w:r>
      <w:bookmarkEnd w:id="248"/>
      <w:bookmarkEnd w:id="24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نجران عن عاصم بن حميد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المرأة ترث من دية زوجها ويرث من ديتها</w:t>
      </w:r>
      <w:r w:rsidR="009C2257">
        <w:rPr>
          <w:rtl/>
        </w:rPr>
        <w:t xml:space="preserve"> </w:t>
      </w:r>
      <w:r w:rsidRPr="00573E19">
        <w:rPr>
          <w:rtl/>
        </w:rPr>
        <w:t>ما لم يقتل أحدهما صاحبه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الحسين بن محمد عن معلى بن محمد عن الحسن بن علي</w:t>
      </w:r>
      <w:r w:rsidR="009C2257">
        <w:rPr>
          <w:rtl/>
        </w:rPr>
        <w:t xml:space="preserve"> </w:t>
      </w:r>
      <w:r w:rsidRPr="00573E19">
        <w:rPr>
          <w:rtl/>
        </w:rPr>
        <w:t>عن أبان بن عثمان عن عبد الله بن يعفور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هل</w:t>
      </w:r>
      <w:r w:rsidR="009C2257">
        <w:rPr>
          <w:rtl/>
        </w:rPr>
        <w:t xml:space="preserve"> </w:t>
      </w:r>
      <w:r w:rsidRPr="00573E19">
        <w:rPr>
          <w:rtl/>
        </w:rPr>
        <w:t>للمرأة من دية زوجها شئ</w:t>
      </w:r>
      <w:r>
        <w:rPr>
          <w:rtl/>
        </w:rPr>
        <w:t>؟</w:t>
      </w:r>
      <w:r w:rsidRPr="00573E19">
        <w:rPr>
          <w:rtl/>
        </w:rPr>
        <w:t xml:space="preserve"> وهل للرجل من دية امرأته شئ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ما لم يقتل</w:t>
      </w:r>
      <w:r w:rsidR="009C2257">
        <w:rPr>
          <w:rtl/>
        </w:rPr>
        <w:t xml:space="preserve"> </w:t>
      </w:r>
      <w:r w:rsidRPr="00573E19">
        <w:rPr>
          <w:rtl/>
        </w:rPr>
        <w:t>أحدهما الآخر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الحسن بن فضال عن علي بن أسباط عن علا بن رزين القلا عن محمد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</w:t>
      </w:r>
      <w:r>
        <w:rPr>
          <w:rtl/>
        </w:rPr>
        <w:t>2</w:t>
      </w:r>
      <w:r w:rsidRPr="00101C21">
        <w:rPr>
          <w:rtl/>
        </w:rPr>
        <w:t>8</w:t>
      </w:r>
      <w:r>
        <w:rPr>
          <w:rtl/>
        </w:rPr>
        <w:t xml:space="preserve"> - </w:t>
      </w:r>
      <w:r w:rsidRPr="00101C21">
        <w:rPr>
          <w:rtl/>
        </w:rPr>
        <w:t>7</w:t>
      </w:r>
      <w:r>
        <w:rPr>
          <w:rtl/>
        </w:rPr>
        <w:t>2</w:t>
      </w:r>
      <w:r w:rsidRPr="00101C21">
        <w:rPr>
          <w:rtl/>
        </w:rPr>
        <w:t>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</w:t>
      </w:r>
      <w:r>
        <w:rPr>
          <w:rtl/>
        </w:rPr>
        <w:t>3</w:t>
      </w:r>
      <w:r w:rsidRPr="00101C21">
        <w:rPr>
          <w:rtl/>
        </w:rPr>
        <w:t xml:space="preserve">9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76.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مسلم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طلق امرأته واحدة ثم</w:t>
      </w:r>
      <w:r w:rsidR="009C2257">
        <w:rPr>
          <w:rtl/>
        </w:rPr>
        <w:t xml:space="preserve"> </w:t>
      </w:r>
      <w:r w:rsidRPr="00573E19">
        <w:rPr>
          <w:rtl/>
        </w:rPr>
        <w:t>توفي عنها وهي في عدتها قال</w:t>
      </w:r>
      <w:r w:rsidR="00CA4563">
        <w:rPr>
          <w:rtl/>
        </w:rPr>
        <w:t>:</w:t>
      </w:r>
      <w:r w:rsidRPr="00573E19">
        <w:rPr>
          <w:rtl/>
        </w:rPr>
        <w:t xml:space="preserve"> ترثه ثم تعتد عدة المتوفي عنها زوجها</w:t>
      </w:r>
      <w:r w:rsidR="00CA4563">
        <w:rPr>
          <w:rtl/>
        </w:rPr>
        <w:t>،</w:t>
      </w:r>
      <w:r w:rsidRPr="00573E19">
        <w:rPr>
          <w:rtl/>
        </w:rPr>
        <w:t xml:space="preserve"> وإن ماتت</w:t>
      </w:r>
      <w:r w:rsidR="009C2257">
        <w:rPr>
          <w:rtl/>
        </w:rPr>
        <w:t xml:space="preserve"> </w:t>
      </w:r>
      <w:r w:rsidRPr="00573E19">
        <w:rPr>
          <w:rtl/>
        </w:rPr>
        <w:t>ورثها فان قتل أو قتلت وهي في عدتها ورث كل واحد منهما من دية صاحبه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فاما ما رواه محمد بن أحمد بن يحيى عن إبراهيم بن هاشم عن النوفلي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السكوني عن جعفر عن أبيه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لا يورث المرأة من دية</w:t>
      </w:r>
      <w:r w:rsidR="009C2257">
        <w:rPr>
          <w:rtl/>
        </w:rPr>
        <w:t xml:space="preserve"> </w:t>
      </w:r>
      <w:r w:rsidRPr="00573E19">
        <w:rPr>
          <w:rtl/>
        </w:rPr>
        <w:t>زوجها ولا يورث الرجل من دية امرأته شيئا</w:t>
      </w:r>
      <w:r w:rsidR="00CA4563">
        <w:rPr>
          <w:rtl/>
        </w:rPr>
        <w:t>،</w:t>
      </w:r>
      <w:r w:rsidRPr="00573E19">
        <w:rPr>
          <w:rtl/>
        </w:rPr>
        <w:t xml:space="preserve"> ولا الاخوة من الام من الدية شيئا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التقية لموافقته لمذهب بعض العامة</w:t>
      </w:r>
      <w:r w:rsidR="009C2257">
        <w:rPr>
          <w:rtl/>
        </w:rPr>
        <w:t xml:space="preserve"> </w:t>
      </w:r>
      <w:r w:rsidRPr="00573E19">
        <w:rPr>
          <w:rtl/>
        </w:rPr>
        <w:t>لأنهم يقولون لا يرث الدية إلا من كان يعقل عنه لو قتل خطأ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قلناه في تأويل الخبر المقدم من أنه لا يرث القاتل خطأ من نفس الدية وإن ورث</w:t>
      </w:r>
      <w:r w:rsidR="009C2257">
        <w:rPr>
          <w:rtl/>
        </w:rPr>
        <w:t xml:space="preserve"> </w:t>
      </w:r>
      <w:r w:rsidRPr="00573E19">
        <w:rPr>
          <w:rtl/>
        </w:rPr>
        <w:t>مما عداه</w:t>
      </w:r>
      <w:r w:rsidR="00CA4563">
        <w:rPr>
          <w:rtl/>
        </w:rPr>
        <w:t>،</w:t>
      </w:r>
      <w:r w:rsidRPr="00573E19">
        <w:rPr>
          <w:rtl/>
        </w:rPr>
        <w:t xml:space="preserve"> فنحمل هذا الخبر على أنه ما كان يورثهما من دية كل واحد منهما إذا كانا</w:t>
      </w:r>
      <w:r w:rsidR="009C2257">
        <w:rPr>
          <w:rtl/>
        </w:rPr>
        <w:t xml:space="preserve"> </w:t>
      </w:r>
      <w:r w:rsidRPr="00573E19">
        <w:rPr>
          <w:rtl/>
        </w:rPr>
        <w:t>قاتلين خطأ لئلا يناقض ما تقدم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50" w:name="_Toc374810508"/>
      <w:bookmarkStart w:id="251" w:name="_Toc376954883"/>
      <w:r w:rsidRPr="00573E19">
        <w:rPr>
          <w:rtl/>
        </w:rPr>
        <w:t>11</w:t>
      </w:r>
      <w:r>
        <w:rPr>
          <w:rtl/>
        </w:rPr>
        <w:t xml:space="preserve">3 - </w:t>
      </w:r>
      <w:r w:rsidRPr="00573E19">
        <w:rPr>
          <w:rtl/>
        </w:rPr>
        <w:t>باب ميراث من لا وارث له من ذوي الأرحام والموالي</w:t>
      </w:r>
      <w:bookmarkEnd w:id="250"/>
      <w:bookmarkEnd w:id="25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الحسين بن هاشم عن ابن مسكان عن الحلبي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يسألونك عن الأنفال قال قال</w:t>
      </w:r>
      <w:r w:rsidR="00CA4563">
        <w:rPr>
          <w:rtl/>
        </w:rPr>
        <w:t>:</w:t>
      </w:r>
      <w:r w:rsidRPr="00573E19">
        <w:rPr>
          <w:rtl/>
        </w:rPr>
        <w:t xml:space="preserve"> من مات وليس</w:t>
      </w:r>
      <w:r w:rsidR="009C2257">
        <w:rPr>
          <w:rtl/>
        </w:rPr>
        <w:t xml:space="preserve"> </w:t>
      </w:r>
      <w:r w:rsidRPr="00573E19">
        <w:rPr>
          <w:rtl/>
        </w:rPr>
        <w:t>له مولى فماله من الأنفال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33</w:t>
      </w:r>
    </w:p>
    <w:p w:rsidR="00FE5331" w:rsidRPr="00573E19" w:rsidRDefault="00FE5331" w:rsidP="000B3529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زياد عن رفاعة عن أبان بن تغلب قال 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من مات لا مولى له ولا ورثة فهو من أهل هذه الآية </w:t>
      </w:r>
      <w:r w:rsidRPr="00FE5331">
        <w:rPr>
          <w:rStyle w:val="libAlaemChar"/>
          <w:rtl/>
        </w:rPr>
        <w:t>(</w:t>
      </w:r>
      <w:r w:rsidR="000B3529" w:rsidRPr="000B3529">
        <w:rPr>
          <w:rStyle w:val="libAieChar"/>
          <w:rtl/>
        </w:rPr>
        <w:t>يَسْأَلُونَكَ عَنِ الْأَنفَالِ قُلِ الْأَنفَالُ لِلَّـهِ وَالرَّ‌سُولِ</w:t>
      </w:r>
      <w:r w:rsidRPr="00FE5331">
        <w:rPr>
          <w:rStyle w:val="libAlaemChar"/>
          <w:rtl/>
        </w:rPr>
        <w:t>)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</w:t>
      </w:r>
      <w:r>
        <w:rPr>
          <w:rtl/>
        </w:rPr>
        <w:t>3</w:t>
      </w:r>
      <w:r w:rsidRPr="00101C21">
        <w:rPr>
          <w:rtl/>
        </w:rPr>
        <w:t>1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 xml:space="preserve">32 -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ابن أبي عمير عن العلا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مات وليس له وارث من قبل قرابة ولا مولى عتاقه ضمن</w:t>
      </w:r>
      <w:r w:rsidR="009C2257">
        <w:rPr>
          <w:rtl/>
        </w:rPr>
        <w:t xml:space="preserve"> </w:t>
      </w:r>
      <w:r w:rsidRPr="00573E19">
        <w:rPr>
          <w:rtl/>
        </w:rPr>
        <w:t>جريرته فماله من الأنفال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فاما ما رواه أحمد بن محمد بن أبي عمير عن خلاد عن السري يرفعه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يموت ويترك مالا ليس له وارث قال فقال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اعط همشاريجه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ورواه أيضا عن داود عمن ذكره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مات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رجل على عهد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لم يكن له وارث فدفع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ميراثه إلى همشاريجه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فهاتان الروايتان مرسلتان شاذتان وما هذا حكمه لا يعارض به الاخبار المسندة المجمع</w:t>
      </w:r>
      <w:r w:rsidR="009C2257">
        <w:rPr>
          <w:rtl/>
        </w:rPr>
        <w:t xml:space="preserve"> </w:t>
      </w:r>
      <w:r w:rsidRPr="00573E19">
        <w:rPr>
          <w:rtl/>
        </w:rPr>
        <w:t>على صحتها</w:t>
      </w:r>
      <w:r w:rsidR="00CA4563">
        <w:rPr>
          <w:rtl/>
        </w:rPr>
        <w:t>،</w:t>
      </w:r>
      <w:r w:rsidRPr="00573E19">
        <w:rPr>
          <w:rtl/>
        </w:rPr>
        <w:t xml:space="preserve"> مع أنه ليس فيهما ما ينافي ما تقدم</w:t>
      </w:r>
      <w:r w:rsidR="00CA4563">
        <w:rPr>
          <w:rtl/>
        </w:rPr>
        <w:t>،</w:t>
      </w:r>
      <w:r w:rsidRPr="00573E19">
        <w:rPr>
          <w:rtl/>
        </w:rPr>
        <w:t xml:space="preserve"> لان الذي تضمناه حكاية فعل وهو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اعطى تركته همشاريجه ولعل ذلك فعل لبعض الاستصلاح</w:t>
      </w:r>
      <w:r w:rsidR="009C2257">
        <w:rPr>
          <w:rtl/>
        </w:rPr>
        <w:t xml:space="preserve"> </w:t>
      </w:r>
      <w:r w:rsidRPr="00573E19">
        <w:rPr>
          <w:rtl/>
        </w:rPr>
        <w:t>لأنه إذا كان المال له خاصة على ما قدمناه جاز له أن يعمل به ما شاء ويعطي من شاء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وليس في الروايتين أنه قال</w:t>
      </w:r>
      <w:r w:rsidR="00CA4563">
        <w:rPr>
          <w:rtl/>
        </w:rPr>
        <w:t>:</w:t>
      </w:r>
      <w:r w:rsidRPr="00573E19">
        <w:rPr>
          <w:rtl/>
        </w:rPr>
        <w:t xml:space="preserve"> ان هذا حكم كل مال لا وارث له فيكون منافيا لما تقدم</w:t>
      </w:r>
      <w:r w:rsidR="009C2257">
        <w:rPr>
          <w:rtl/>
        </w:rPr>
        <w:t xml:space="preserve"> </w:t>
      </w:r>
      <w:r w:rsidRPr="00573E19">
        <w:rPr>
          <w:rtl/>
        </w:rPr>
        <w:t>من الاخبار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52" w:name="_Toc374810509"/>
      <w:bookmarkStart w:id="253" w:name="_Toc376954884"/>
      <w:r w:rsidRPr="00573E19">
        <w:rPr>
          <w:rtl/>
        </w:rPr>
        <w:t>114</w:t>
      </w:r>
      <w:r>
        <w:rPr>
          <w:rtl/>
        </w:rPr>
        <w:t xml:space="preserve"> - </w:t>
      </w:r>
      <w:r w:rsidRPr="00573E19">
        <w:rPr>
          <w:rtl/>
        </w:rPr>
        <w:t>باب ميراث المفقود الذي لا يعرف له وارث</w:t>
      </w:r>
      <w:bookmarkEnd w:id="252"/>
      <w:bookmarkEnd w:id="25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بن عبد الرحمن عن ابن ثابت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وابن عون عن معاوية بن وهب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كان له على رجل حق ففقده ولا يدري أين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همشاريجه</w:t>
      </w:r>
      <w:r w:rsidR="00CA4563">
        <w:rPr>
          <w:rtl/>
        </w:rPr>
        <w:t>:</w:t>
      </w:r>
      <w:r w:rsidRPr="00573E19">
        <w:rPr>
          <w:rtl/>
        </w:rPr>
        <w:t xml:space="preserve"> أهل بلده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 xml:space="preserve">) في نسخة د ونسخة في ج </w:t>
      </w:r>
      <w:r>
        <w:rPr>
          <w:rtl/>
        </w:rPr>
        <w:t>(</w:t>
      </w:r>
      <w:r w:rsidRPr="00573E19">
        <w:rPr>
          <w:rtl/>
        </w:rPr>
        <w:t xml:space="preserve"> أبى ثابت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84 واخرج الأول</w:t>
      </w:r>
      <w:r w:rsidR="009C2257">
        <w:rPr>
          <w:rtl/>
        </w:rPr>
        <w:t xml:space="preserve"> </w:t>
      </w:r>
      <w:r w:rsidRPr="00573E19">
        <w:rPr>
          <w:rtl/>
        </w:rPr>
        <w:t>الصدوق في الفقيه ص 44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79 الفقيه ص 44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يطلبه ولا يدري أحي هو أم ميت ولا يعرف له وارثا ولا نسب له ولا بلدا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اطلبه</w:t>
      </w:r>
      <w:r w:rsidR="00CA4563">
        <w:rPr>
          <w:rtl/>
        </w:rPr>
        <w:t>،</w:t>
      </w:r>
      <w:r w:rsidRPr="00573E19">
        <w:rPr>
          <w:rtl/>
        </w:rPr>
        <w:t xml:space="preserve"> قال إن ذلك قد طال فأتصدق به قال اطلبه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يونس عن الهيثم بن روح صاحب الخان قال كتبت إلى عبد صالح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اني أتقبل الفنادق فينزل عندي الرجل فيموت فجأة ولا اعرفه ولا اعرف بلاده</w:t>
      </w:r>
      <w:r w:rsidR="009C2257">
        <w:rPr>
          <w:rtl/>
        </w:rPr>
        <w:t xml:space="preserve"> </w:t>
      </w:r>
      <w:r w:rsidRPr="00573E19">
        <w:rPr>
          <w:rtl/>
        </w:rPr>
        <w:t>ولا ورثته فيبقى المال عندي كيف أصنع به</w:t>
      </w:r>
      <w:r>
        <w:rPr>
          <w:rtl/>
        </w:rPr>
        <w:t>؟</w:t>
      </w:r>
      <w:r w:rsidRPr="00573E19">
        <w:rPr>
          <w:rtl/>
        </w:rPr>
        <w:t xml:space="preserve"> ولمن ذلك المال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اتركه على حاله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يونس بن عبد الرحمن عن هشام بن سالم قال</w:t>
      </w:r>
      <w:r w:rsidR="00CA4563">
        <w:rPr>
          <w:rtl/>
        </w:rPr>
        <w:t>:</w:t>
      </w:r>
      <w:r w:rsidRPr="00573E19">
        <w:rPr>
          <w:rtl/>
        </w:rPr>
        <w:t xml:space="preserve"> سأل خطاب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الأعور أبا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وأنا جالس فقال</w:t>
      </w:r>
      <w:r w:rsidR="00CA4563">
        <w:rPr>
          <w:rtl/>
        </w:rPr>
        <w:t>:</w:t>
      </w:r>
      <w:r w:rsidRPr="00573E19">
        <w:rPr>
          <w:rtl/>
        </w:rPr>
        <w:t xml:space="preserve"> إنه كان عند أبي أجير يعمل</w:t>
      </w:r>
      <w:r w:rsidR="009C2257">
        <w:rPr>
          <w:rtl/>
        </w:rPr>
        <w:t xml:space="preserve"> </w:t>
      </w:r>
      <w:r w:rsidRPr="00573E19">
        <w:rPr>
          <w:rtl/>
        </w:rPr>
        <w:t>عنده بالاجر ففقدناه وبقي له من أجره شئ ولا نعرف له وارثا قال</w:t>
      </w:r>
      <w:r w:rsidR="00CA4563">
        <w:rPr>
          <w:rtl/>
        </w:rPr>
        <w:t>:</w:t>
      </w:r>
      <w:r w:rsidRPr="00573E19">
        <w:rPr>
          <w:rtl/>
        </w:rPr>
        <w:t xml:space="preserve"> فاطلبوه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قد طلبناه فلم نجده قال فقال</w:t>
      </w:r>
      <w:r w:rsidR="00CA4563">
        <w:rPr>
          <w:rtl/>
        </w:rPr>
        <w:t>:</w:t>
      </w:r>
      <w:r w:rsidRPr="00573E19">
        <w:rPr>
          <w:rtl/>
        </w:rPr>
        <w:t xml:space="preserve"> مساكين وحرك يديه قال</w:t>
      </w:r>
      <w:r w:rsidR="00CA4563">
        <w:rPr>
          <w:rtl/>
        </w:rPr>
        <w:t>:</w:t>
      </w:r>
      <w:r w:rsidRPr="00573E19">
        <w:rPr>
          <w:rtl/>
        </w:rPr>
        <w:t xml:space="preserve"> فأعاد عليه قال</w:t>
      </w:r>
      <w:r w:rsidR="00CA4563">
        <w:rPr>
          <w:rtl/>
        </w:rPr>
        <w:t>:</w:t>
      </w:r>
      <w:r w:rsidRPr="00573E19">
        <w:rPr>
          <w:rtl/>
        </w:rPr>
        <w:t xml:space="preserve"> اطلب</w:t>
      </w:r>
      <w:r w:rsidR="009C2257">
        <w:rPr>
          <w:rtl/>
        </w:rPr>
        <w:t xml:space="preserve"> </w:t>
      </w:r>
      <w:r w:rsidRPr="00573E19">
        <w:rPr>
          <w:rtl/>
        </w:rPr>
        <w:t>واجتهد فان قدرت عليه وإلا فهو كسبيل مالك حتى يجئ له طالب</w:t>
      </w:r>
      <w:r w:rsidR="00CA4563">
        <w:rPr>
          <w:rtl/>
        </w:rPr>
        <w:t>،</w:t>
      </w:r>
      <w:r w:rsidRPr="00573E19">
        <w:rPr>
          <w:rtl/>
        </w:rPr>
        <w:t xml:space="preserve"> وإن حدث بك</w:t>
      </w:r>
      <w:r w:rsidR="009C2257">
        <w:rPr>
          <w:rtl/>
        </w:rPr>
        <w:t xml:space="preserve"> </w:t>
      </w:r>
      <w:r w:rsidRPr="00573E19">
        <w:rPr>
          <w:rtl/>
        </w:rPr>
        <w:t>حدث فأوص به إن جاء له طالب أن يدفع إليه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انه إنما يكون كسبيل ماله إذا ضمن المال ولزمه الوصاءة به</w:t>
      </w:r>
      <w:r w:rsidR="009C2257">
        <w:rPr>
          <w:rtl/>
        </w:rPr>
        <w:t xml:space="preserve"> </w:t>
      </w:r>
      <w:r w:rsidRPr="00573E19">
        <w:rPr>
          <w:rtl/>
        </w:rPr>
        <w:t>عند حضور الموت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وأما ما رواه يونس عن فيض بن حبيب صاحب الخان قال</w:t>
      </w:r>
      <w:r w:rsidR="00CA4563">
        <w:rPr>
          <w:rtl/>
        </w:rPr>
        <w:t>:</w:t>
      </w:r>
      <w:r w:rsidRPr="00573E19">
        <w:rPr>
          <w:rtl/>
        </w:rPr>
        <w:t xml:space="preserve"> كتبت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عبد صالح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قد وقع عندي مائتا درهم وأربعون درهما وأنا صاحب فندق</w:t>
      </w:r>
      <w:r w:rsidR="009C2257">
        <w:rPr>
          <w:rtl/>
        </w:rPr>
        <w:t xml:space="preserve"> </w:t>
      </w:r>
      <w:r w:rsidRPr="00573E19">
        <w:rPr>
          <w:rtl/>
        </w:rPr>
        <w:t>ومات صاحبها ولم اعرف له ورثة فرأيك في اعلامي حالها وما اصنع بها فقد ضقت</w:t>
      </w:r>
      <w:r w:rsidR="009C2257">
        <w:rPr>
          <w:rtl/>
        </w:rPr>
        <w:t xml:space="preserve"> </w:t>
      </w:r>
      <w:r w:rsidRPr="00573E19">
        <w:rPr>
          <w:rtl/>
        </w:rPr>
        <w:t>بها ذرعا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أعمل فيها فاخرجها صدقة قليلا حتى تخرج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يتصدق به ويكون ضامنا لصاحبه</w:t>
      </w:r>
      <w:r w:rsidR="009C2257">
        <w:rPr>
          <w:rtl/>
        </w:rPr>
        <w:t xml:space="preserve"> </w:t>
      </w:r>
      <w:r w:rsidRPr="00573E19">
        <w:rPr>
          <w:rtl/>
        </w:rPr>
        <w:t>إذا جاء مثل اللقطة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أنه إذا كان هذا مال لا وارث له فهو من الأنفال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</w:t>
      </w:r>
      <w:r>
        <w:rPr>
          <w:rtl/>
        </w:rPr>
        <w:t>3</w:t>
      </w:r>
      <w:r w:rsidRPr="00101C21">
        <w:rPr>
          <w:rtl/>
        </w:rPr>
        <w:t>8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</w:t>
      </w:r>
      <w:r>
        <w:rPr>
          <w:rtl/>
        </w:rPr>
        <w:t>2</w:t>
      </w:r>
      <w:r w:rsidRPr="00101C21">
        <w:rPr>
          <w:rtl/>
        </w:rPr>
        <w:t xml:space="preserve">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79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ويستحقها الامام فإذا أمره بأن يتصدق به جاز ولم يكن عليه شئ</w:t>
      </w:r>
      <w:r w:rsidR="00CA4563">
        <w:rPr>
          <w:rtl/>
        </w:rPr>
        <w:t>،</w:t>
      </w:r>
      <w:r w:rsidRPr="00573E19">
        <w:rPr>
          <w:rtl/>
        </w:rPr>
        <w:t xml:space="preserve"> والذي يدل</w:t>
      </w:r>
      <w:r w:rsidR="009C2257">
        <w:rPr>
          <w:rtl/>
        </w:rPr>
        <w:t xml:space="preserve"> </w:t>
      </w:r>
      <w:r w:rsidRPr="00573E19">
        <w:rPr>
          <w:rtl/>
        </w:rPr>
        <w:t>على أن ما هذا حكمه للامام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عباد بن سليمان عن سعد بن سعد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القاسم بن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الفضيل بن يسار 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كان</w:t>
      </w:r>
      <w:r w:rsidR="009C2257">
        <w:rPr>
          <w:rtl/>
        </w:rPr>
        <w:t xml:space="preserve"> </w:t>
      </w:r>
      <w:r w:rsidRPr="00573E19">
        <w:rPr>
          <w:rtl/>
        </w:rPr>
        <w:t>في يده مال لرجل ميت لا يعرف له وارثا كيف يصنع بالمال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ما أعرفك لمن</w:t>
      </w:r>
      <w:r w:rsidR="009C2257">
        <w:rPr>
          <w:rtl/>
        </w:rPr>
        <w:t xml:space="preserve"> </w:t>
      </w:r>
      <w:r w:rsidRPr="00573E19">
        <w:rPr>
          <w:rtl/>
        </w:rPr>
        <w:t>هو</w:t>
      </w:r>
      <w:r w:rsidR="00CA4563">
        <w:rPr>
          <w:rtl/>
        </w:rPr>
        <w:t>،</w:t>
      </w:r>
      <w:r w:rsidRPr="00573E19">
        <w:rPr>
          <w:rtl/>
        </w:rPr>
        <w:t xml:space="preserve"> يعني نفسه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54" w:name="_Toc374810510"/>
      <w:bookmarkStart w:id="255" w:name="_Toc376954885"/>
      <w:r w:rsidRPr="00573E19">
        <w:rPr>
          <w:rtl/>
        </w:rPr>
        <w:t>115</w:t>
      </w:r>
      <w:r>
        <w:rPr>
          <w:rtl/>
        </w:rPr>
        <w:t xml:space="preserve"> - </w:t>
      </w:r>
      <w:r w:rsidRPr="00573E19">
        <w:rPr>
          <w:rtl/>
        </w:rPr>
        <w:t>باب ميراث المستهل</w:t>
      </w:r>
      <w:bookmarkEnd w:id="254"/>
      <w:bookmarkEnd w:id="25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حماد بن عيسى عن ربعي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في السقط إذا سقط من بطن أمه فتحرك تحركا بينا يرث ويورث</w:t>
      </w:r>
      <w:r w:rsidR="009C2257">
        <w:rPr>
          <w:rtl/>
        </w:rPr>
        <w:t xml:space="preserve"> </w:t>
      </w:r>
      <w:r w:rsidRPr="00573E19">
        <w:rPr>
          <w:rtl/>
        </w:rPr>
        <w:t>فإنه ربما كان أخرس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محمد بن سماعة عن صفوان عن ابن مسكان عن أبي بصير قال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قال أبي</w:t>
      </w:r>
      <w:r w:rsidR="00CA4563">
        <w:rPr>
          <w:rtl/>
        </w:rPr>
        <w:t>:</w:t>
      </w:r>
      <w:r w:rsidRPr="00573E19">
        <w:rPr>
          <w:rtl/>
        </w:rPr>
        <w:t xml:space="preserve"> إذا تحرك المولود تحركا بينا فإنه ير ث ويورث فإنه</w:t>
      </w:r>
      <w:r w:rsidR="009C2257">
        <w:rPr>
          <w:rtl/>
        </w:rPr>
        <w:t xml:space="preserve"> </w:t>
      </w:r>
      <w:r w:rsidRPr="00573E19">
        <w:rPr>
          <w:rtl/>
        </w:rPr>
        <w:t>ربما كان أخرس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وروى حريز عن الفضيل قال</w:t>
      </w:r>
      <w:r w:rsidR="00CA4563">
        <w:rPr>
          <w:rtl/>
        </w:rPr>
        <w:t>:</w:t>
      </w:r>
      <w:r w:rsidRPr="00573E19">
        <w:rPr>
          <w:rtl/>
        </w:rPr>
        <w:t xml:space="preserve"> سأل الحكم بن عتيبة أبا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الصبي يسقط من أمه غير مستهل أيورث</w:t>
      </w:r>
      <w:r>
        <w:rPr>
          <w:rtl/>
        </w:rPr>
        <w:t>؟</w:t>
      </w:r>
      <w:r w:rsidRPr="00573E19">
        <w:rPr>
          <w:rtl/>
        </w:rPr>
        <w:t xml:space="preserve"> فاعرض عنه فأعاد عليه فقال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تحرك تحركا بينا يرث فإنه ربما كان أخرس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الحسن بن محمد بن سماعة عن محمد بن زياد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المنفوس لا يرث من الدية شيئا حتى يصيح ويسمع صوته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نسختي ج ود </w:t>
      </w:r>
      <w:r>
        <w:rPr>
          <w:rtl/>
        </w:rPr>
        <w:t>(</w:t>
      </w:r>
      <w:r w:rsidRPr="00573E19">
        <w:rPr>
          <w:rtl/>
        </w:rPr>
        <w:t xml:space="preserve"> عن الفضيل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741</w:t>
      </w:r>
      <w:r>
        <w:rPr>
          <w:rtl/>
        </w:rPr>
        <w:t xml:space="preserve"> - </w:t>
      </w:r>
      <w:r w:rsidRPr="00573E19">
        <w:rPr>
          <w:rtl/>
        </w:rPr>
        <w:t>74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2</w:t>
      </w:r>
      <w:r w:rsidRPr="00573E19">
        <w:rPr>
          <w:rtl/>
        </w:rPr>
        <w:t xml:space="preserve">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</w:t>
      </w:r>
      <w:r w:rsidRPr="00573E19">
        <w:rPr>
          <w:rtl/>
        </w:rPr>
        <w:t xml:space="preserve"> الفقيه ص 4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80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لا يورث حتى يصيح أو يتحرك</w:t>
      </w:r>
      <w:r w:rsidR="009C2257">
        <w:rPr>
          <w:rtl/>
        </w:rPr>
        <w:t xml:space="preserve"> </w:t>
      </w:r>
      <w:r w:rsidRPr="00573E19">
        <w:rPr>
          <w:rtl/>
        </w:rPr>
        <w:t>تحركا بينا على ما تضمنته الروايات الأولة لأنه ليس في الجمع بينهما تضاد</w:t>
      </w:r>
      <w:r w:rsidR="00CA4563">
        <w:rPr>
          <w:rtl/>
        </w:rPr>
        <w:t>،</w:t>
      </w:r>
      <w:r w:rsidRPr="00573E19">
        <w:rPr>
          <w:rtl/>
        </w:rPr>
        <w:t xml:space="preserve"> والوجه</w:t>
      </w:r>
      <w:r w:rsidR="009C2257">
        <w:rPr>
          <w:rtl/>
        </w:rPr>
        <w:t xml:space="preserve"> </w:t>
      </w:r>
      <w:r w:rsidRPr="00573E19">
        <w:rPr>
          <w:rtl/>
        </w:rPr>
        <w:t>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لان ذلك مذهب بعض العامة الذين يراعون في توريثه</w:t>
      </w:r>
      <w:r w:rsidR="009C2257">
        <w:rPr>
          <w:rtl/>
        </w:rPr>
        <w:t xml:space="preserve"> </w:t>
      </w:r>
      <w:r w:rsidRPr="00573E19">
        <w:rPr>
          <w:rtl/>
        </w:rPr>
        <w:t>الاستهلال لا غير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56" w:name="_Toc374810511"/>
      <w:bookmarkStart w:id="257" w:name="_Toc376954886"/>
      <w:r w:rsidRPr="00573E19">
        <w:rPr>
          <w:rtl/>
        </w:rPr>
        <w:t>116</w:t>
      </w:r>
      <w:r>
        <w:rPr>
          <w:rtl/>
        </w:rPr>
        <w:t xml:space="preserve"> - </w:t>
      </w:r>
      <w:r w:rsidRPr="00573E19">
        <w:rPr>
          <w:rtl/>
        </w:rPr>
        <w:t>باب ميراث السائبة</w:t>
      </w:r>
      <w:bookmarkEnd w:id="256"/>
      <w:bookmarkEnd w:id="25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محمد بن سماعة عن محمد بن زياد عن محمد بن الحسن العطار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هشام عن سليمان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مملوك أعتق</w:t>
      </w:r>
      <w:r w:rsidR="009C2257">
        <w:rPr>
          <w:rtl/>
        </w:rPr>
        <w:t xml:space="preserve"> </w:t>
      </w:r>
      <w:r w:rsidRPr="00573E19">
        <w:rPr>
          <w:rtl/>
        </w:rPr>
        <w:t>سائبة قال</w:t>
      </w:r>
      <w:r w:rsidR="00CA4563">
        <w:rPr>
          <w:rtl/>
        </w:rPr>
        <w:t>:</w:t>
      </w:r>
      <w:r w:rsidRPr="00573E19">
        <w:rPr>
          <w:rtl/>
        </w:rPr>
        <w:t xml:space="preserve"> يوالي من يشاء وعلى من يوالي جريرته وله ميراثه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فان مكث</w:t>
      </w:r>
      <w:r w:rsidR="009C2257">
        <w:rPr>
          <w:rtl/>
        </w:rPr>
        <w:t xml:space="preserve"> </w:t>
      </w:r>
      <w:r w:rsidRPr="00573E19">
        <w:rPr>
          <w:rtl/>
        </w:rPr>
        <w:t>حتى يموت قال</w:t>
      </w:r>
      <w:r w:rsidR="00CA4563">
        <w:rPr>
          <w:rtl/>
        </w:rPr>
        <w:t>:</w:t>
      </w:r>
      <w:r w:rsidRPr="00573E19">
        <w:rPr>
          <w:rtl/>
        </w:rPr>
        <w:t xml:space="preserve"> يجعل ميراثه في بيت مال المسلمين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محمد بن سماعة عن ابن رئاب عن محمد بن الحسن العطار عن هشام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سليمان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مملوك أعتق سائبة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يوالي من شاء وعلى من يوالي جريرته وله ميراثه قلت</w:t>
      </w:r>
      <w:r w:rsidR="00CA4563">
        <w:rPr>
          <w:rtl/>
        </w:rPr>
        <w:t>:</w:t>
      </w:r>
      <w:r w:rsidRPr="00573E19">
        <w:rPr>
          <w:rtl/>
        </w:rPr>
        <w:t xml:space="preserve"> فان مكث حتى يموت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يجعل ميراثه في بيت مال المسلمين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الحسن بن محبوب عن عمار بن أبي الأحوص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السائبة فقال</w:t>
      </w:r>
      <w:r w:rsidR="00CA4563">
        <w:rPr>
          <w:rtl/>
        </w:rPr>
        <w:t>:</w:t>
      </w:r>
      <w:r w:rsidRPr="00573E19">
        <w:rPr>
          <w:rtl/>
        </w:rPr>
        <w:t xml:space="preserve"> أنظروا ما في القرآن فما كان فيه فتحرير رقبة فتلك</w:t>
      </w:r>
      <w:r w:rsidR="009C2257">
        <w:rPr>
          <w:rtl/>
        </w:rPr>
        <w:t xml:space="preserve"> </w:t>
      </w:r>
      <w:r w:rsidRPr="00573E19">
        <w:rPr>
          <w:rtl/>
        </w:rPr>
        <w:t>يا عمار السائبة التي لا ولاء لاحد عليه الا الله فما كان ولاءه لله فهو لرسوله وما كان</w:t>
      </w:r>
      <w:r w:rsidR="009C2257">
        <w:rPr>
          <w:rtl/>
        </w:rPr>
        <w:t xml:space="preserve"> </w:t>
      </w:r>
      <w:r w:rsidRPr="00573E19">
        <w:rPr>
          <w:rtl/>
        </w:rPr>
        <w:t>لرسوله فإن ولاءه للامام وجنايته على الامام وميراثه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749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فاما ما رواه الحسن بن محمد بن سماعة قال</w:t>
      </w:r>
      <w:r w:rsidR="00CA4563">
        <w:rPr>
          <w:rtl/>
        </w:rPr>
        <w:t>:</w:t>
      </w:r>
      <w:r w:rsidRPr="00573E19">
        <w:rPr>
          <w:rtl/>
        </w:rPr>
        <w:t xml:space="preserve"> حدثهم صفوان عن ابن مسكان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746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444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85 بتفاوت في السند.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85 بتفاوت في السند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84 الفقيه ص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749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</w:t>
      </w:r>
      <w:r>
        <w:rPr>
          <w:rtl/>
        </w:rPr>
        <w:t>3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السائبة ليس لأحد عليها سبيل فإن</w:t>
      </w:r>
      <w:r w:rsidR="009C2257">
        <w:rPr>
          <w:rtl/>
        </w:rPr>
        <w:t xml:space="preserve"> </w:t>
      </w:r>
      <w:r w:rsidRPr="00573E19">
        <w:rPr>
          <w:rtl/>
        </w:rPr>
        <w:t>والى أحدا فميراثه له وجريرته عليه فإن لم يوال أحدا فهو لأقرب الناس لمولاه</w:t>
      </w:r>
      <w:r w:rsidR="009C2257">
        <w:rPr>
          <w:rtl/>
        </w:rPr>
        <w:t xml:space="preserve"> </w:t>
      </w:r>
      <w:r w:rsidRPr="00573E19">
        <w:rPr>
          <w:rtl/>
        </w:rPr>
        <w:t>الذي أعتقه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غير معمول عليه لأنه إذا لم يوال أحدا كان ميراثه لبيت المال ويكون</w:t>
      </w:r>
      <w:r w:rsidR="009C2257">
        <w:rPr>
          <w:rtl/>
        </w:rPr>
        <w:t xml:space="preserve"> </w:t>
      </w:r>
      <w:r w:rsidRPr="00573E19">
        <w:rPr>
          <w:rtl/>
        </w:rPr>
        <w:t>عليه جريرته على ما تضمنته الاخبار الأولة وقد استوفينا ذلك فيما تقدم في كتاب</w:t>
      </w:r>
      <w:r w:rsidR="009C2257">
        <w:rPr>
          <w:rtl/>
        </w:rPr>
        <w:t xml:space="preserve"> </w:t>
      </w:r>
      <w:r w:rsidRPr="00573E19">
        <w:rPr>
          <w:rtl/>
        </w:rPr>
        <w:t>العتق وفيما ذكرناه كفاية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258" w:name="_Toc374810512"/>
      <w:bookmarkStart w:id="259" w:name="_Toc376954887"/>
      <w:r w:rsidRPr="00573E19">
        <w:rPr>
          <w:rtl/>
        </w:rPr>
        <w:t>كتاب الحدود</w:t>
      </w:r>
      <w:bookmarkEnd w:id="258"/>
      <w:bookmarkEnd w:id="259"/>
    </w:p>
    <w:p w:rsidR="00FE5331" w:rsidRPr="00573E19" w:rsidRDefault="00FE5331" w:rsidP="00FE5331">
      <w:pPr>
        <w:pStyle w:val="Heading2Center"/>
        <w:rPr>
          <w:rtl/>
        </w:rPr>
      </w:pPr>
      <w:bookmarkStart w:id="260" w:name="_Toc374810513"/>
      <w:bookmarkStart w:id="261" w:name="_Toc376954888"/>
      <w:r w:rsidRPr="00573E19">
        <w:rPr>
          <w:rtl/>
        </w:rPr>
        <w:t>117</w:t>
      </w:r>
      <w:r>
        <w:rPr>
          <w:rtl/>
        </w:rPr>
        <w:t xml:space="preserve"> - </w:t>
      </w:r>
      <w:r w:rsidRPr="00573E19">
        <w:rPr>
          <w:rtl/>
        </w:rPr>
        <w:t>باب من يجب عليه الجلد ثم الرجم</w:t>
      </w:r>
      <w:bookmarkEnd w:id="260"/>
      <w:bookmarkEnd w:id="26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إبراهيم بن صالح بن سعيد عن محمد بن حفص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الله بن طلحة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زنى الشيخ والعجوز جلدا</w:t>
      </w:r>
      <w:r w:rsidR="009C2257">
        <w:rPr>
          <w:rtl/>
        </w:rPr>
        <w:t xml:space="preserve"> </w:t>
      </w:r>
      <w:r w:rsidRPr="00573E19">
        <w:rPr>
          <w:rtl/>
        </w:rPr>
        <w:t>ثم رجما عقوبة لهما</w:t>
      </w:r>
      <w:r w:rsidR="00CA4563">
        <w:rPr>
          <w:rtl/>
        </w:rPr>
        <w:t>،</w:t>
      </w:r>
      <w:r w:rsidRPr="00573E19">
        <w:rPr>
          <w:rtl/>
        </w:rPr>
        <w:t xml:space="preserve"> وإذا زنى النصف من الرجال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رجم ولم يجلد إذا كان قد</w:t>
      </w:r>
      <w:r w:rsidR="009C2257">
        <w:rPr>
          <w:rtl/>
        </w:rPr>
        <w:t xml:space="preserve"> </w:t>
      </w:r>
      <w:r w:rsidRPr="00573E19">
        <w:rPr>
          <w:rtl/>
        </w:rPr>
        <w:t>أحصن</w:t>
      </w:r>
      <w:r w:rsidR="00CA4563">
        <w:rPr>
          <w:rtl/>
        </w:rPr>
        <w:t>،</w:t>
      </w:r>
      <w:r w:rsidRPr="00573E19">
        <w:rPr>
          <w:rtl/>
        </w:rPr>
        <w:t xml:space="preserve"> وإذا زنى الشاب الحدث السن جلد ونفي سنة من مصره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الحسن الصفار عن الحسن بن الحسين اللؤلؤي عن صفوان بن يحيى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الرحمن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يضرب</w:t>
      </w:r>
      <w:r w:rsidR="009C2257">
        <w:rPr>
          <w:rtl/>
        </w:rPr>
        <w:t xml:space="preserve"> </w:t>
      </w:r>
      <w:r w:rsidRPr="00573E19">
        <w:rPr>
          <w:rtl/>
        </w:rPr>
        <w:t>الشيخ والشيخة مائة ويرجمهما</w:t>
      </w:r>
      <w:r w:rsidR="00CA4563">
        <w:rPr>
          <w:rtl/>
        </w:rPr>
        <w:t>،</w:t>
      </w:r>
      <w:r w:rsidRPr="00573E19">
        <w:rPr>
          <w:rtl/>
        </w:rPr>
        <w:t xml:space="preserve"> ويرجم المحصن والمحصنة</w:t>
      </w:r>
      <w:r w:rsidR="00CA4563">
        <w:rPr>
          <w:rtl/>
        </w:rPr>
        <w:t>،</w:t>
      </w:r>
      <w:r w:rsidRPr="00573E19">
        <w:rPr>
          <w:rtl/>
        </w:rPr>
        <w:t xml:space="preserve"> ويجلد البكر والبكرة</w:t>
      </w:r>
      <w:r w:rsidR="009C2257">
        <w:rPr>
          <w:rtl/>
        </w:rPr>
        <w:t xml:space="preserve"> </w:t>
      </w:r>
      <w:r w:rsidRPr="00573E19">
        <w:rPr>
          <w:rtl/>
        </w:rPr>
        <w:t>وينفيهما سنة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فضالة عن موسى بن بكر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المحصن يجلد مائة ويرجم</w:t>
      </w:r>
      <w:r w:rsidR="00CA4563">
        <w:rPr>
          <w:rtl/>
        </w:rPr>
        <w:t>،</w:t>
      </w:r>
      <w:r w:rsidRPr="00573E19">
        <w:rPr>
          <w:rtl/>
        </w:rPr>
        <w:t xml:space="preserve"> ومن لم يحصن يجلد مائة ولا ينفى</w:t>
      </w:r>
      <w:r w:rsidR="00CA4563">
        <w:rPr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النصف من الرجال</w:t>
      </w:r>
      <w:r w:rsidR="00CA4563">
        <w:rPr>
          <w:rtl/>
        </w:rPr>
        <w:t>:</w:t>
      </w:r>
      <w:r w:rsidRPr="00573E19">
        <w:rPr>
          <w:rtl/>
        </w:rPr>
        <w:t xml:space="preserve"> من كان متوسط العمر</w:t>
      </w:r>
      <w:r w:rsidR="00CA4563">
        <w:rPr>
          <w:rtl/>
        </w:rPr>
        <w:t>،</w:t>
      </w:r>
      <w:r w:rsidRPr="00573E19">
        <w:rPr>
          <w:rtl/>
        </w:rPr>
        <w:t xml:space="preserve"> ورجل نصف من أواسط الناس عمرا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كذا في التهذيب وفى نسخ الأصل اختلاف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750</w:t>
      </w:r>
      <w:r>
        <w:rPr>
          <w:rtl/>
        </w:rPr>
        <w:t xml:space="preserve"> - </w:t>
      </w:r>
      <w:r w:rsidRPr="00573E19">
        <w:rPr>
          <w:rtl/>
        </w:rPr>
        <w:t>751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واخرج الأول الصدوق في الفقيه ص </w:t>
      </w:r>
      <w:r>
        <w:rPr>
          <w:rtl/>
        </w:rPr>
        <w:t>3</w:t>
      </w:r>
      <w:r w:rsidRPr="00573E19">
        <w:rPr>
          <w:rtl/>
        </w:rPr>
        <w:t>67 بسند آخر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75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والذي قد أملك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ولم يدخل بها يجلد مائة وينفى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عنه عن ابن محبوب عن أبي أيوب عن العلا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المحصن والمحصنة جلد مائة ثم الرجم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ابن أبي عمير عن عبد الرحمن بن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الشيخ والشيخة جلد مائة والرجم</w:t>
      </w:r>
      <w:r w:rsidR="00CA4563">
        <w:rPr>
          <w:rtl/>
        </w:rPr>
        <w:t>،</w:t>
      </w:r>
      <w:r w:rsidRPr="00573E19">
        <w:rPr>
          <w:rtl/>
        </w:rPr>
        <w:t xml:space="preserve"> والبكر والبكرة جلد مائة</w:t>
      </w:r>
      <w:r w:rsidR="009C2257">
        <w:rPr>
          <w:rtl/>
        </w:rPr>
        <w:t xml:space="preserve"> </w:t>
      </w:r>
      <w:r w:rsidRPr="00573E19">
        <w:rPr>
          <w:rtl/>
        </w:rPr>
        <w:t>ونفي سنة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عن العباس عن ابن بكير عن حمران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زنت فحبلت فقتلت ولدها سرا</w:t>
      </w:r>
      <w:r w:rsidR="009C2257">
        <w:rPr>
          <w:rtl/>
        </w:rPr>
        <w:t xml:space="preserve"> </w:t>
      </w:r>
      <w:r w:rsidRPr="00573E19">
        <w:rPr>
          <w:rtl/>
        </w:rPr>
        <w:t>فأمر بها فجلدها مائة جلدة ثم رجمت وكان أول من رجمها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محمد بن الحسين عن الحسن بن محبوب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رئاب عن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المحصن والمحصنة جلد مائة ثم</w:t>
      </w:r>
      <w:r w:rsidR="009C2257">
        <w:rPr>
          <w:rtl/>
        </w:rPr>
        <w:t xml:space="preserve"> </w:t>
      </w:r>
      <w:r w:rsidRPr="00573E19">
        <w:rPr>
          <w:rtl/>
        </w:rPr>
        <w:t>الرجم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وروى إبراهيم بن هاشم عن محمد بن جعفر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زنى الشيخ والعجوز جلدا ثم رجما عقوبة لهما</w:t>
      </w:r>
      <w:r w:rsidR="00CA4563">
        <w:rPr>
          <w:rtl/>
        </w:rPr>
        <w:t>،</w:t>
      </w:r>
      <w:r w:rsidRPr="00573E19">
        <w:rPr>
          <w:rtl/>
        </w:rPr>
        <w:t xml:space="preserve"> وإذا</w:t>
      </w:r>
      <w:r w:rsidR="009C2257">
        <w:rPr>
          <w:rtl/>
        </w:rPr>
        <w:t xml:space="preserve"> </w:t>
      </w:r>
      <w:r w:rsidRPr="00573E19">
        <w:rPr>
          <w:rtl/>
        </w:rPr>
        <w:t>زنى النصف من الرجال رجم ولم يجلد إذا كان قد أحصن</w:t>
      </w:r>
      <w:r w:rsidR="00CA4563">
        <w:rPr>
          <w:rtl/>
        </w:rPr>
        <w:t>،</w:t>
      </w:r>
      <w:r w:rsidRPr="00573E19">
        <w:rPr>
          <w:rtl/>
        </w:rPr>
        <w:t xml:space="preserve"> فإذا زنى الشاب والحدث</w:t>
      </w:r>
      <w:r w:rsidR="009C2257">
        <w:rPr>
          <w:rtl/>
        </w:rPr>
        <w:t xml:space="preserve"> </w:t>
      </w:r>
      <w:r w:rsidRPr="00573E19">
        <w:rPr>
          <w:rtl/>
        </w:rPr>
        <w:t>جلد ونفي سنة من مصره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النضر بن سويد عن عاصم بن حميد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الرجم حد الله الأكبر والجلد حد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المملك الرجل إذا تزوج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754</w:t>
      </w:r>
      <w:r>
        <w:rPr>
          <w:rtl/>
        </w:rPr>
        <w:t xml:space="preserve"> - </w:t>
      </w:r>
      <w:r w:rsidRPr="00573E19">
        <w:rPr>
          <w:rtl/>
        </w:rPr>
        <w:t>755</w:t>
      </w:r>
      <w:r>
        <w:rPr>
          <w:rtl/>
        </w:rPr>
        <w:t xml:space="preserve"> - </w:t>
      </w:r>
      <w:r w:rsidRPr="00573E19">
        <w:rPr>
          <w:rtl/>
        </w:rPr>
        <w:t>756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واخ</w:t>
      </w:r>
      <w:r>
        <w:rPr>
          <w:rtl/>
        </w:rPr>
        <w:t>رج الأول الصدوق في الفقيه ص 363</w:t>
      </w:r>
      <w:r>
        <w:rPr>
          <w:rFonts w:hint="cs"/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757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الفقيه ص </w:t>
      </w:r>
      <w:r>
        <w:rPr>
          <w:rtl/>
        </w:rPr>
        <w:t>3</w:t>
      </w:r>
      <w:r w:rsidRPr="00573E19">
        <w:rPr>
          <w:rtl/>
        </w:rPr>
        <w:t>67 وفيه محمد بن حفص بدل ابن جعفر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الله الأصغر فإذا زنى الرجل المحصن رجم ولم يجلد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قدمناه من الاخبار من وجوب الجمع بين الجلد والرجم لأنه يحتمل</w:t>
      </w:r>
      <w:r w:rsidR="009C2257">
        <w:rPr>
          <w:rtl/>
        </w:rPr>
        <w:t xml:space="preserve"> </w:t>
      </w:r>
      <w:r w:rsidRPr="00573E19">
        <w:rPr>
          <w:rtl/>
        </w:rPr>
        <w:t>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لأنه مذهب جميع العامة وما هذا حكمه تجوز</w:t>
      </w:r>
      <w:r w:rsidR="009C2257">
        <w:rPr>
          <w:rtl/>
        </w:rPr>
        <w:t xml:space="preserve"> </w:t>
      </w:r>
      <w:r w:rsidRPr="00573E19">
        <w:rPr>
          <w:rtl/>
        </w:rPr>
        <w:t>التقية فيه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المراد به من لم يكن شيخا أو شيخة بل يكون حدثا</w:t>
      </w:r>
      <w:r w:rsidR="009C2257">
        <w:rPr>
          <w:rtl/>
        </w:rPr>
        <w:t xml:space="preserve"> </w:t>
      </w:r>
      <w:r w:rsidRPr="00573E19">
        <w:rPr>
          <w:rtl/>
        </w:rPr>
        <w:t>لان الذي يوجب عليه الرجم والجلد معا إذا كان شيخا أو شيخة محصنا وقد فصل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ذلك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رواية عبد الله بن طلحة</w:t>
      </w:r>
      <w:r w:rsidR="00CA4563">
        <w:rPr>
          <w:rtl/>
        </w:rPr>
        <w:t>،</w:t>
      </w:r>
      <w:r w:rsidRPr="00573E19">
        <w:rPr>
          <w:rtl/>
        </w:rPr>
        <w:t xml:space="preserve"> وعبد الرحمن بن الحجاج</w:t>
      </w:r>
      <w:r w:rsidR="00CA4563">
        <w:rPr>
          <w:rtl/>
        </w:rPr>
        <w:t>،</w:t>
      </w:r>
      <w:r w:rsidRPr="00573E19">
        <w:rPr>
          <w:rtl/>
        </w:rPr>
        <w:t xml:space="preserve"> والحلبي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وعبد الله بن سنان وقد قدمنا ذلك عنهم ولا ينافي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أبي نجران عن عاصم بن حميد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الشيخ والشيخة أن يجلدا مائة</w:t>
      </w:r>
      <w:r w:rsidR="00CA4563">
        <w:rPr>
          <w:rtl/>
        </w:rPr>
        <w:t>،</w:t>
      </w:r>
      <w:r w:rsidRPr="00573E19">
        <w:rPr>
          <w:rtl/>
        </w:rPr>
        <w:t xml:space="preserve"> وقضى في المحصن الرجم</w:t>
      </w:r>
      <w:r w:rsidR="00CA4563">
        <w:rPr>
          <w:rtl/>
        </w:rPr>
        <w:t>،</w:t>
      </w:r>
      <w:r w:rsidRPr="00573E19">
        <w:rPr>
          <w:rtl/>
        </w:rPr>
        <w:t xml:space="preserve"> وقضى في البكر</w:t>
      </w:r>
      <w:r w:rsidR="009C2257">
        <w:rPr>
          <w:rtl/>
        </w:rPr>
        <w:t xml:space="preserve"> </w:t>
      </w:r>
      <w:r w:rsidRPr="00573E19">
        <w:rPr>
          <w:rtl/>
        </w:rPr>
        <w:t>والبكرة إذا زنيا جلد مائة ونفي سنة في غير مصرهما</w:t>
      </w:r>
      <w:r w:rsidR="00CA4563">
        <w:rPr>
          <w:rtl/>
        </w:rPr>
        <w:t>،</w:t>
      </w:r>
      <w:r w:rsidRPr="00573E19">
        <w:rPr>
          <w:rtl/>
        </w:rPr>
        <w:t xml:space="preserve"> وهما اللذان قد أملكا ولم</w:t>
      </w:r>
      <w:r w:rsidR="009C2257">
        <w:rPr>
          <w:rtl/>
        </w:rPr>
        <w:t xml:space="preserve"> </w:t>
      </w:r>
      <w:r w:rsidRPr="00573E19">
        <w:rPr>
          <w:rtl/>
        </w:rPr>
        <w:t>يدخل بها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لان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الشيخ والشيخة يجلدان مائة ولم يذكر الرجم لا يمتنع انه</w:t>
      </w:r>
      <w:r w:rsidR="009C2257">
        <w:rPr>
          <w:rtl/>
        </w:rPr>
        <w:t xml:space="preserve"> </w:t>
      </w:r>
      <w:r w:rsidRPr="00573E19">
        <w:rPr>
          <w:rtl/>
        </w:rPr>
        <w:t>إنما لم يذكره لأنه لا خلاف في وجوبه على المحصن وذكر الجلد الذي يختص بايجابه</w:t>
      </w:r>
      <w:r w:rsidR="009C2257">
        <w:rPr>
          <w:rtl/>
        </w:rPr>
        <w:t xml:space="preserve"> </w:t>
      </w:r>
      <w:r w:rsidRPr="00573E19">
        <w:rPr>
          <w:rtl/>
        </w:rPr>
        <w:t>عليه مع الرجم فاقتصر على ذلك لعلم المخاطب بوجوب الجمع بينهما</w:t>
      </w:r>
      <w:r w:rsidR="00CA4563">
        <w:rPr>
          <w:rtl/>
        </w:rPr>
        <w:t>،</w:t>
      </w:r>
      <w:r w:rsidRPr="00573E19">
        <w:rPr>
          <w:rtl/>
        </w:rPr>
        <w:t xml:space="preserve"> على أنه يحتمل</w:t>
      </w:r>
      <w:r w:rsidR="009C2257">
        <w:rPr>
          <w:rtl/>
        </w:rPr>
        <w:t xml:space="preserve"> </w:t>
      </w:r>
      <w:r w:rsidRPr="00573E19">
        <w:rPr>
          <w:rtl/>
        </w:rPr>
        <w:t>أن تكون الرواية مقصورة على أنهما إذا كانا غير محصنين</w:t>
      </w:r>
      <w:r w:rsidR="00CA4563">
        <w:rPr>
          <w:rtl/>
        </w:rPr>
        <w:t>،</w:t>
      </w:r>
      <w:r w:rsidRPr="00573E19">
        <w:rPr>
          <w:rtl/>
        </w:rPr>
        <w:t xml:space="preserve"> ألا ترى أنه قال بعد ذلك</w:t>
      </w:r>
      <w:r w:rsidR="009C2257">
        <w:rPr>
          <w:rtl/>
        </w:rPr>
        <w:t xml:space="preserve"> </w:t>
      </w:r>
      <w:r w:rsidRPr="00573E19">
        <w:rPr>
          <w:rtl/>
        </w:rPr>
        <w:t>وقضى في المحصن الرجم مع أن وجوب الرجم على المحصن مجمع عليه سواء كان</w:t>
      </w:r>
      <w:r w:rsidR="009C2257">
        <w:rPr>
          <w:rtl/>
        </w:rPr>
        <w:t xml:space="preserve"> </w:t>
      </w:r>
      <w:r w:rsidRPr="00573E19">
        <w:rPr>
          <w:rtl/>
        </w:rPr>
        <w:t>شيخا أو شابا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وأما ما رواه يونس بن عبد الرحمن عن أبان عن أبي العباس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رجم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ولم يجلد</w:t>
      </w:r>
      <w:r w:rsidR="00CA4563">
        <w:rPr>
          <w:rtl/>
        </w:rPr>
        <w:t>،</w:t>
      </w:r>
      <w:r w:rsidRPr="00573E19">
        <w:rPr>
          <w:rtl/>
        </w:rPr>
        <w:t xml:space="preserve"> وذكروا أن عليا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759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445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86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رجم بالكوفة وجلد فأنكر ذلك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نعرف هذا</w:t>
      </w:r>
      <w:r w:rsidR="00CA4563">
        <w:rPr>
          <w:rtl/>
        </w:rPr>
        <w:t>،</w:t>
      </w:r>
      <w:r w:rsidRPr="00573E19">
        <w:rPr>
          <w:rtl/>
        </w:rPr>
        <w:t xml:space="preserve"> قال يونس</w:t>
      </w:r>
      <w:r w:rsidR="00CA4563">
        <w:rPr>
          <w:rtl/>
        </w:rPr>
        <w:t>:</w:t>
      </w:r>
      <w:r w:rsidRPr="00573E19">
        <w:rPr>
          <w:rtl/>
        </w:rPr>
        <w:t xml:space="preserve"> انا لم نجد رجلا حد حدين في ذنب واحد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الذي ذكر يونس ليس في ظاهر الخبر ولا فيه ما يدل عليه بل</w:t>
      </w:r>
      <w:r w:rsidR="009C2257">
        <w:rPr>
          <w:rtl/>
        </w:rPr>
        <w:t xml:space="preserve"> </w:t>
      </w:r>
      <w:r w:rsidRPr="00573E19">
        <w:rPr>
          <w:rtl/>
        </w:rPr>
        <w:t>الذي فيه أنه قال ما نعرف هذا ويحتمل أن يكون إنما أراد ما نعرف أن رسول الله</w:t>
      </w:r>
      <w:r w:rsidR="009C2257">
        <w:rPr>
          <w:rtl/>
        </w:rPr>
        <w:t xml:space="preserve"> </w:t>
      </w:r>
      <w:r w:rsidRPr="00573E19">
        <w:rPr>
          <w:rtl/>
        </w:rPr>
        <w:t>صلى الله عليه آله رجم ولم يجلد لأنه قد تقدم ذكر حكمين من السائل أحدهما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،</w:t>
      </w:r>
      <w:r w:rsidRPr="00573E19">
        <w:rPr>
          <w:rtl/>
        </w:rPr>
        <w:t xml:space="preserve"> والآخر عن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وليس</w:t>
      </w:r>
      <w:r w:rsidR="009C2257">
        <w:rPr>
          <w:rtl/>
        </w:rPr>
        <w:t xml:space="preserve"> </w:t>
      </w:r>
      <w:r w:rsidRPr="00573E19">
        <w:rPr>
          <w:rtl/>
        </w:rPr>
        <w:t>بان نصرف قوله ما نعرف هذا إلى أحدهما بأولى من أن نصرفه إلى الآخر</w:t>
      </w:r>
      <w:r w:rsidR="00CA4563">
        <w:rPr>
          <w:rtl/>
        </w:rPr>
        <w:t>،</w:t>
      </w:r>
      <w:r w:rsidRPr="00573E19">
        <w:rPr>
          <w:rtl/>
        </w:rPr>
        <w:t xml:space="preserve"> وإذا</w:t>
      </w:r>
      <w:r w:rsidR="009C2257">
        <w:rPr>
          <w:rtl/>
        </w:rPr>
        <w:t xml:space="preserve"> </w:t>
      </w:r>
      <w:r w:rsidRPr="00573E19">
        <w:rPr>
          <w:rtl/>
        </w:rPr>
        <w:t>احتمل ذلك لم يناف ما قدمناه من الاخبار</w:t>
      </w:r>
      <w:r w:rsidR="00CA4563">
        <w:rPr>
          <w:rtl/>
        </w:rPr>
        <w:t>،</w:t>
      </w:r>
      <w:r w:rsidRPr="00573E19">
        <w:rPr>
          <w:rtl/>
        </w:rPr>
        <w:t xml:space="preserve"> ثم لو كان صريحا بأنه قال</w:t>
      </w:r>
      <w:r w:rsidR="00CA4563">
        <w:rPr>
          <w:rtl/>
        </w:rPr>
        <w:t>:</w:t>
      </w:r>
      <w:r w:rsidRPr="00573E19">
        <w:rPr>
          <w:rtl/>
        </w:rPr>
        <w:t xml:space="preserve"> ما نعرف هذا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 أفعال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لم يناف ما قدمناه من الاخبار لأنه يجوز أن يكون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ما فعل ذلك لأنه لم يتفق في زمانه من وجب عليه الجلد</w:t>
      </w:r>
      <w:r w:rsidR="009C2257">
        <w:rPr>
          <w:rtl/>
        </w:rPr>
        <w:t xml:space="preserve"> </w:t>
      </w:r>
      <w:r w:rsidRPr="00573E19">
        <w:rPr>
          <w:rtl/>
        </w:rPr>
        <w:t>والرجم معا على التفصيل الذي قدمناه</w:t>
      </w:r>
      <w:r w:rsidR="00CA4563">
        <w:rPr>
          <w:rtl/>
        </w:rPr>
        <w:t>،</w:t>
      </w:r>
      <w:r w:rsidRPr="00573E19">
        <w:rPr>
          <w:rtl/>
        </w:rPr>
        <w:t xml:space="preserve"> والذي يؤكد ما قلناه من وجوب الجمع</w:t>
      </w:r>
      <w:r w:rsidR="009C2257">
        <w:rPr>
          <w:rtl/>
        </w:rPr>
        <w:t xml:space="preserve"> </w:t>
      </w:r>
      <w:r w:rsidRPr="00573E19">
        <w:rPr>
          <w:rtl/>
        </w:rPr>
        <w:t>بين الحدين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الحسن بن محبوب عن أبي أيوب عن الفضيل قال</w:t>
      </w:r>
      <w:r w:rsidR="00CA4563">
        <w:rPr>
          <w:rtl/>
        </w:rPr>
        <w:t>:</w:t>
      </w:r>
      <w:r w:rsidRPr="00573E19">
        <w:rPr>
          <w:rtl/>
        </w:rPr>
        <w:t xml:space="preserve"> سمعت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من أقر على نفسه عند الامام بحق حد من حدود الله</w:t>
      </w:r>
      <w:r w:rsidR="009C2257">
        <w:rPr>
          <w:rtl/>
        </w:rPr>
        <w:t xml:space="preserve"> </w:t>
      </w:r>
      <w:r w:rsidRPr="00573E19">
        <w:rPr>
          <w:rtl/>
        </w:rPr>
        <w:t>مرة واحدة حرا كان أو عبدا أو حرة كانت أو أمة فعلى الامام أن يقيم الحد على</w:t>
      </w:r>
      <w:r w:rsidR="009C2257">
        <w:rPr>
          <w:rtl/>
        </w:rPr>
        <w:t xml:space="preserve"> </w:t>
      </w:r>
      <w:r w:rsidRPr="00573E19">
        <w:rPr>
          <w:rtl/>
        </w:rPr>
        <w:t>الذي أقر به على نفسه كائنا من كان إلا الزاني المحصن فإنه لا يرجمه حتى يشهد عليه</w:t>
      </w:r>
      <w:r w:rsidR="009C2257">
        <w:rPr>
          <w:rtl/>
        </w:rPr>
        <w:t xml:space="preserve"> </w:t>
      </w:r>
      <w:r w:rsidRPr="00573E19">
        <w:rPr>
          <w:rtl/>
        </w:rPr>
        <w:t>أربعة شهداء فإذا شهدوا ضربه الحد مائة جلدة ثم يرجمه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ما تضمن هذا الخبر من أنه يقبل اقرار الانسان على نفسه</w:t>
      </w:r>
      <w:r w:rsidR="009C2257">
        <w:rPr>
          <w:rtl/>
        </w:rPr>
        <w:t xml:space="preserve"> </w:t>
      </w:r>
      <w:r w:rsidRPr="00573E19">
        <w:rPr>
          <w:rtl/>
        </w:rPr>
        <w:t>في كل حد من الحدود الا الزنا فالوجه في استثناء الزنا من بين سائر الحدود انه يراعى</w:t>
      </w:r>
      <w:r w:rsidR="009C2257">
        <w:rPr>
          <w:rtl/>
        </w:rPr>
        <w:t xml:space="preserve"> </w:t>
      </w:r>
      <w:r w:rsidRPr="00573E19">
        <w:rPr>
          <w:rtl/>
        </w:rPr>
        <w:t>في الزنا الاقرار أربع مرات</w:t>
      </w:r>
      <w:r w:rsidR="00CA4563">
        <w:rPr>
          <w:rtl/>
        </w:rPr>
        <w:t>،</w:t>
      </w:r>
      <w:r w:rsidRPr="00573E19">
        <w:rPr>
          <w:rtl/>
        </w:rPr>
        <w:t xml:space="preserve"> وليس ذلك في شئ من الحدود الاخر وليس فيه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01C2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761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446.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انه لا يقبل اقراره بالزنا إذا أقر أربع مرات</w:t>
      </w:r>
      <w:r w:rsidR="00CA4563">
        <w:rPr>
          <w:rtl/>
        </w:rPr>
        <w:t>،</w:t>
      </w:r>
      <w:r w:rsidRPr="00573E19">
        <w:rPr>
          <w:rtl/>
        </w:rPr>
        <w:t xml:space="preserve"> وقد أوردنا في كتابنا الكبير ما يدل</w:t>
      </w:r>
      <w:r w:rsidR="009C2257">
        <w:rPr>
          <w:rtl/>
        </w:rPr>
        <w:t xml:space="preserve"> </w:t>
      </w:r>
      <w:r w:rsidRPr="00573E19">
        <w:rPr>
          <w:rtl/>
        </w:rPr>
        <w:t>على ذلك مستوفى</w:t>
      </w:r>
      <w:r w:rsidR="00CA4563">
        <w:rPr>
          <w:rtl/>
        </w:rPr>
        <w:t>،</w:t>
      </w:r>
      <w:r w:rsidRPr="00573E19">
        <w:rPr>
          <w:rtl/>
        </w:rPr>
        <w:t xml:space="preserve"> ويؤكد 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</w:t>
      </w:r>
      <w:r>
        <w:rPr>
          <w:rtl/>
        </w:rPr>
        <w:t>2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ما رواه محمد بن علي بن محبوب عن علي بن السندي عن ابن أبي عمير عن جميل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يقطع السارق حتى يقر بالسرقة مرتين ولا يرجم</w:t>
      </w:r>
      <w:r w:rsidR="009C2257">
        <w:rPr>
          <w:rtl/>
        </w:rPr>
        <w:t xml:space="preserve"> </w:t>
      </w:r>
      <w:r w:rsidRPr="00573E19">
        <w:rPr>
          <w:rtl/>
        </w:rPr>
        <w:t>الزاني حتى يقر أربع مرات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62" w:name="_Toc374810514"/>
      <w:bookmarkStart w:id="263" w:name="_Toc376954889"/>
      <w:r w:rsidRPr="00573E19">
        <w:rPr>
          <w:rtl/>
        </w:rPr>
        <w:t>118</w:t>
      </w:r>
      <w:r>
        <w:rPr>
          <w:rtl/>
        </w:rPr>
        <w:t xml:space="preserve"> - </w:t>
      </w:r>
      <w:r w:rsidRPr="00573E19">
        <w:rPr>
          <w:rtl/>
        </w:rPr>
        <w:t>باب ما يحصن وما لا يحصن</w:t>
      </w:r>
      <w:bookmarkEnd w:id="262"/>
      <w:bookmarkEnd w:id="26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أبو علي الأشعري عن محمد بن عبد الجبار عن صفوان بن يحيى عن إسحاق</w:t>
      </w:r>
      <w:r w:rsidR="009C2257">
        <w:rPr>
          <w:rtl/>
        </w:rPr>
        <w:t xml:space="preserve"> </w:t>
      </w:r>
      <w:r w:rsidRPr="00573E19">
        <w:rPr>
          <w:rtl/>
        </w:rPr>
        <w:t>ابن عمار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إبراهيم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إذا هو زنى وعنده السرية</w:t>
      </w:r>
      <w:r w:rsidR="009C2257">
        <w:rPr>
          <w:rtl/>
        </w:rPr>
        <w:t xml:space="preserve"> </w:t>
      </w:r>
      <w:r w:rsidRPr="00573E19">
        <w:rPr>
          <w:rtl/>
        </w:rPr>
        <w:t>والأمة يطأها تحصنه الأمة تكون عنده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نعم إنما ذلك لان عنده ما يغنيه</w:t>
      </w:r>
      <w:r w:rsidR="009C2257">
        <w:rPr>
          <w:rtl/>
        </w:rPr>
        <w:t xml:space="preserve"> </w:t>
      </w:r>
      <w:r w:rsidRPr="00573E19">
        <w:rPr>
          <w:rtl/>
        </w:rPr>
        <w:t>عن الزنا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 كانت عنده أمة زعم أنه لا يطأها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يصدق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فان كانت عنده امرأة متعة تحصنه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إنما هو على الشئ الدائم عنده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يونس بن عبد الرحمن عن حريز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المحصن قال</w:t>
      </w:r>
      <w:r w:rsidR="00CA4563">
        <w:rPr>
          <w:rtl/>
        </w:rPr>
        <w:t>:</w:t>
      </w:r>
      <w:r w:rsidRPr="00573E19">
        <w:rPr>
          <w:rtl/>
        </w:rPr>
        <w:t xml:space="preserve"> فقال هو الذي يزني وعنده ما يغنيه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أبو علي الأشعري عن محمد بن عبد الجبار عن صفوان عن ابن سنان عن إسماعيل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جابر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قلت له</w:t>
      </w:r>
      <w:r w:rsidR="00CA4563">
        <w:rPr>
          <w:rtl/>
        </w:rPr>
        <w:t>:</w:t>
      </w:r>
      <w:r w:rsidRPr="00573E19">
        <w:rPr>
          <w:rtl/>
        </w:rPr>
        <w:t xml:space="preserve"> ما المحصن رحمك الله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كان</w:t>
      </w:r>
      <w:r w:rsidR="009C2257">
        <w:rPr>
          <w:rtl/>
        </w:rPr>
        <w:t xml:space="preserve"> </w:t>
      </w:r>
      <w:r w:rsidRPr="00573E19">
        <w:rPr>
          <w:rtl/>
        </w:rPr>
        <w:t>له فرج يغدو عليه ويروح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يونس عن أبي أيوب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لا يكون محصنا الا أن يكون عنده</w:t>
      </w:r>
      <w:r w:rsidR="009C2257">
        <w:rPr>
          <w:rtl/>
        </w:rPr>
        <w:t xml:space="preserve"> </w:t>
      </w:r>
      <w:r w:rsidRPr="00573E19">
        <w:rPr>
          <w:rtl/>
        </w:rPr>
        <w:t>امرأة يغلق عليها بابه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76</w:t>
      </w:r>
      <w:r>
        <w:rPr>
          <w:rtl/>
        </w:rPr>
        <w:t xml:space="preserve">2 -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87 الفقيه ص </w:t>
      </w:r>
      <w:r>
        <w:rPr>
          <w:rtl/>
        </w:rPr>
        <w:t>3</w:t>
      </w:r>
      <w:r w:rsidRPr="00573E19">
        <w:rPr>
          <w:rtl/>
        </w:rPr>
        <w:t>66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448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حماد عن الحلبي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يحصن الحر المملوكة ولا المملوك الحرة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في أن الأمة تحصن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 هذا الخبر ان الحر</w:t>
      </w:r>
      <w:r w:rsidR="009C2257">
        <w:rPr>
          <w:rtl/>
        </w:rPr>
        <w:t xml:space="preserve"> </w:t>
      </w:r>
      <w:r w:rsidRPr="00573E19">
        <w:rPr>
          <w:rtl/>
        </w:rPr>
        <w:t>لا يحصنها حتى إذا زنت وجب عليها الرجم كما لو كانت تحته حرة لان حد المملوك</w:t>
      </w:r>
      <w:r w:rsidR="009C2257">
        <w:rPr>
          <w:rtl/>
        </w:rPr>
        <w:t xml:space="preserve"> </w:t>
      </w:r>
      <w:r w:rsidRPr="00573E19">
        <w:rPr>
          <w:rtl/>
        </w:rPr>
        <w:t>والمملوكة إذا زنيا نصف حد الحر وهو خمسون جلدة ولا يجب عليهما رجم على كل حال</w:t>
      </w:r>
      <w:r w:rsidR="009C2257">
        <w:rPr>
          <w:rtl/>
        </w:rPr>
        <w:t xml:space="preserve"> </w:t>
      </w:r>
      <w:r w:rsidRPr="00573E19">
        <w:rPr>
          <w:rtl/>
        </w:rPr>
        <w:t>وكذلك قوله ولا المملوك الحرة يعني ان الحرة لا تحصنه حتى يجب عليه الرجم وعلى</w:t>
      </w:r>
      <w:r w:rsidR="009C2257">
        <w:rPr>
          <w:rtl/>
        </w:rPr>
        <w:t xml:space="preserve"> </w:t>
      </w:r>
      <w:r w:rsidRPr="00573E19">
        <w:rPr>
          <w:rtl/>
        </w:rPr>
        <w:t>هذا التأويل لا ينافي ما تقدم من الاخبار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فاما ما رواه محمد بن أحمد بن يحيى عن أحمد بن محمد عن الحسن بن محبوب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العلا 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الذي يأتي وليدة امرأته</w:t>
      </w:r>
      <w:r w:rsidR="009C2257">
        <w:rPr>
          <w:rtl/>
        </w:rPr>
        <w:t xml:space="preserve"> </w:t>
      </w:r>
      <w:r w:rsidRPr="00573E19">
        <w:rPr>
          <w:rtl/>
        </w:rPr>
        <w:t>بغير إذنها عليه مثل ما على الزاني يجلد مائة جلدة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ولا يرجم إن زنى بيهودية</w:t>
      </w:r>
      <w:r w:rsidR="009C2257">
        <w:rPr>
          <w:rtl/>
        </w:rPr>
        <w:t xml:space="preserve"> </w:t>
      </w:r>
      <w:r w:rsidRPr="00573E19">
        <w:rPr>
          <w:rtl/>
        </w:rPr>
        <w:t>أو نصرانية أو أمة</w:t>
      </w:r>
      <w:r w:rsidR="00CA4563">
        <w:rPr>
          <w:rtl/>
        </w:rPr>
        <w:t>،</w:t>
      </w:r>
      <w:r w:rsidRPr="00573E19">
        <w:rPr>
          <w:rtl/>
        </w:rPr>
        <w:t xml:space="preserve"> فان فجر بامرأة حرة وله امرأة حرة كان عليه الرجم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كما لا تحصنه الأمة والنصرانية واليهودية إن زنى بحرة فكذلك لا يكون عليه حد</w:t>
      </w:r>
      <w:r w:rsidR="009C2257">
        <w:rPr>
          <w:rtl/>
        </w:rPr>
        <w:t xml:space="preserve"> </w:t>
      </w:r>
      <w:r w:rsidRPr="00573E19">
        <w:rPr>
          <w:rtl/>
        </w:rPr>
        <w:t>المحصن إن زنى بيهودية أو نصرانية أو أمة وتحته حرة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كما لا تحصنه الأمة واليهودية والنصرانية إن زنى بحرة فكذلك</w:t>
      </w:r>
      <w:r w:rsidR="009C2257">
        <w:rPr>
          <w:rtl/>
        </w:rPr>
        <w:t xml:space="preserve"> </w:t>
      </w:r>
      <w:r w:rsidRPr="00573E19">
        <w:rPr>
          <w:rtl/>
        </w:rPr>
        <w:t>لا يكون عليه حد المحصن إن زنى يحتمل أن يكون المراد به أن هؤلاء لا يحصنه إذا كن عنده</w:t>
      </w:r>
      <w:r w:rsidR="009C2257">
        <w:rPr>
          <w:rtl/>
        </w:rPr>
        <w:t xml:space="preserve"> </w:t>
      </w:r>
      <w:r w:rsidRPr="00573E19">
        <w:rPr>
          <w:rtl/>
        </w:rPr>
        <w:t>على جهة المتعة دون عقد الدوام لان عقد الدوام لا يجوز في اليهودية والنصرانية وإنما يجوز</w:t>
      </w:r>
      <w:r w:rsidR="009C2257">
        <w:rPr>
          <w:rtl/>
        </w:rPr>
        <w:t xml:space="preserve"> </w:t>
      </w:r>
      <w:r w:rsidRPr="00573E19">
        <w:rPr>
          <w:rtl/>
        </w:rPr>
        <w:t>المتعة والمتعة لا تحصن</w:t>
      </w:r>
      <w:r w:rsidR="00CA4563">
        <w:rPr>
          <w:rtl/>
        </w:rPr>
        <w:t>،</w:t>
      </w:r>
      <w:r w:rsidRPr="00573E19">
        <w:rPr>
          <w:rtl/>
        </w:rPr>
        <w:t xml:space="preserve"> وقد بينا ذلك في رواية إسحاق بن عمار التي قدمناه ذكرها</w:t>
      </w:r>
      <w:r w:rsidR="009C2257">
        <w:rPr>
          <w:rtl/>
        </w:rPr>
        <w:t xml:space="preserve"> </w:t>
      </w:r>
      <w:r w:rsidRPr="00573E19">
        <w:rPr>
          <w:rtl/>
        </w:rPr>
        <w:t>وأيضا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فقد روى علي بن إبراهيم عن أبيه عن عبد الرحمن بن حماد عن عمر بن يزيد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اخبرني عن الغائب عن أهله يزني هل يرجم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767</w:t>
      </w:r>
      <w:r>
        <w:rPr>
          <w:rtl/>
        </w:rPr>
        <w:t xml:space="preserve"> - </w:t>
      </w:r>
      <w:r w:rsidRPr="00101C21">
        <w:rPr>
          <w:rtl/>
        </w:rPr>
        <w:t>768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448 واخرج الأخير الصدوق في الفقيه ص </w:t>
      </w:r>
      <w:r>
        <w:rPr>
          <w:rtl/>
        </w:rPr>
        <w:t>3</w:t>
      </w:r>
      <w:r w:rsidRPr="00101C21">
        <w:rPr>
          <w:rtl/>
        </w:rPr>
        <w:t>66.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769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إذا كانت له زوجة وهو غائب عنها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يرجم الغائب عن أهله ولا المملك</w:t>
      </w:r>
      <w:r w:rsidR="009C2257">
        <w:rPr>
          <w:rtl/>
        </w:rPr>
        <w:t xml:space="preserve"> </w:t>
      </w:r>
      <w:r w:rsidRPr="00573E19">
        <w:rPr>
          <w:rtl/>
        </w:rPr>
        <w:t>الذي لم بين بأهله ولا صاحب متعة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ففي أي حد سفره لا يكون محصنا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قصر وأفطر فليس بمحصن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هشام عن حفص بن البختري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عمن ذكره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يتزوج المتعة أتحصنه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إنما</w:t>
      </w:r>
      <w:r w:rsidR="009C2257">
        <w:rPr>
          <w:rtl/>
        </w:rPr>
        <w:t xml:space="preserve"> </w:t>
      </w:r>
      <w:r w:rsidRPr="00573E19">
        <w:rPr>
          <w:rtl/>
        </w:rPr>
        <w:t>ذلك على الشئ الدائم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فأما ما تضمنه الخبر من أنه إذا زنى بأمة امرأته بغير اذنها عليه مثل ما على الزاني يجلد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فإنه لا ينافي أن يجب معه أيضا عليه الرجم 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ذلك مختصا</w:t>
      </w:r>
      <w:r w:rsidR="009C2257">
        <w:rPr>
          <w:rtl/>
        </w:rPr>
        <w:t xml:space="preserve"> </w:t>
      </w:r>
      <w:r w:rsidRPr="00573E19">
        <w:rPr>
          <w:rtl/>
        </w:rPr>
        <w:t>بغير المدخول بها فإنه إذا لم يدخل بها وزنى لم يكن عليه الرجم وكان عليه الجلد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 ذكر حكم الجلد وعول على ثبوت حكم الرجم على الاجماع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على أن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عليه مثل ما على الزاني يدل على وجوب الرجم عليه</w:t>
      </w:r>
      <w:r w:rsidR="00CA4563">
        <w:rPr>
          <w:rtl/>
        </w:rPr>
        <w:t>،</w:t>
      </w:r>
      <w:r w:rsidRPr="00573E19">
        <w:rPr>
          <w:rtl/>
        </w:rPr>
        <w:t xml:space="preserve"> ويزيد</w:t>
      </w:r>
      <w:r w:rsidR="009C2257">
        <w:rPr>
          <w:rtl/>
        </w:rPr>
        <w:t xml:space="preserve"> </w:t>
      </w:r>
      <w:r w:rsidRPr="00573E19">
        <w:rPr>
          <w:rtl/>
        </w:rPr>
        <w:t>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محمد بن سهل عن زكريا بن آدم قال سألت الرضا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وطئ جارية امرأته ولم تهبها له قال</w:t>
      </w:r>
      <w:r w:rsidR="00CA4563">
        <w:rPr>
          <w:rtl/>
        </w:rPr>
        <w:t>:</w:t>
      </w:r>
      <w:r w:rsidRPr="00573E19">
        <w:rPr>
          <w:rtl/>
        </w:rPr>
        <w:t xml:space="preserve"> هو زان عليه الرجم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أبي جعفر عن أبيه عن وهب عن جعفر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اتي برجل وقع على جارية امرأته فحملت فقال الرجل</w:t>
      </w:r>
      <w:r w:rsidR="00CA4563">
        <w:rPr>
          <w:rtl/>
        </w:rPr>
        <w:t>:</w:t>
      </w:r>
      <w:r w:rsidRPr="00573E19">
        <w:rPr>
          <w:rtl/>
        </w:rPr>
        <w:t xml:space="preserve"> وهبتها لي</w:t>
      </w:r>
      <w:r w:rsidR="009C2257">
        <w:rPr>
          <w:rtl/>
        </w:rPr>
        <w:t xml:space="preserve"> </w:t>
      </w:r>
      <w:r w:rsidRPr="00573E19">
        <w:rPr>
          <w:rtl/>
        </w:rPr>
        <w:t>وأنكرت المرأة فقال</w:t>
      </w:r>
      <w:r w:rsidR="00CA4563">
        <w:rPr>
          <w:rtl/>
        </w:rPr>
        <w:t>:</w:t>
      </w:r>
      <w:r w:rsidRPr="00573E19">
        <w:rPr>
          <w:rtl/>
        </w:rPr>
        <w:t xml:space="preserve"> لتأتين بالشهود على ذلك أو لأرجمنك بالحجارة فلما رأت ذلك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المرأة اعترفت فجلدها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وأما ما تضمنه الخبر من قوله ولا يرجم إن زنى بيهودية أو نصرانية أو أمة يحتمل</w:t>
      </w:r>
      <w:r w:rsidR="009C2257">
        <w:rPr>
          <w:rtl/>
        </w:rPr>
        <w:t xml:space="preserve"> </w:t>
      </w:r>
      <w:r w:rsidRPr="00573E19">
        <w:rPr>
          <w:rtl/>
        </w:rPr>
        <w:t>أن يكون إذا لم يكن محصنا لان مع ثبوت الاحصان لا فرق بين أن يكون زنى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101C2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770</w:t>
      </w:r>
      <w:r>
        <w:rPr>
          <w:rtl/>
        </w:rPr>
        <w:t xml:space="preserve"> - </w:t>
      </w:r>
      <w:r w:rsidRPr="00101C21">
        <w:rPr>
          <w:rtl/>
        </w:rPr>
        <w:t>771</w:t>
      </w:r>
      <w:r>
        <w:rPr>
          <w:rtl/>
        </w:rPr>
        <w:t xml:space="preserve"> - </w:t>
      </w:r>
      <w:r w:rsidRPr="00101C21">
        <w:rPr>
          <w:rtl/>
        </w:rPr>
        <w:t>77</w:t>
      </w:r>
      <w:r>
        <w:rPr>
          <w:rtl/>
        </w:rPr>
        <w:t xml:space="preserve">2 -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448 واخرج الأول الكليني في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86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بيهودية أو نصرانية أو حرة أو أمة علي أي وجه كان</w:t>
      </w:r>
      <w:r w:rsidR="00CA4563">
        <w:rPr>
          <w:rtl/>
        </w:rPr>
        <w:t>،</w:t>
      </w:r>
      <w:r w:rsidRPr="00573E19">
        <w:rPr>
          <w:rtl/>
        </w:rPr>
        <w:t xml:space="preserve"> يدل على ذلك ظاهر القرآن</w:t>
      </w:r>
      <w:r w:rsidR="009C2257">
        <w:rPr>
          <w:rtl/>
        </w:rPr>
        <w:t xml:space="preserve"> </w:t>
      </w:r>
      <w:r w:rsidRPr="00573E19">
        <w:rPr>
          <w:rtl/>
        </w:rPr>
        <w:t>والأخبار المتواترة المتناولة له بأنه زان</w:t>
      </w:r>
      <w:r w:rsidR="00CA4563">
        <w:rPr>
          <w:rtl/>
        </w:rPr>
        <w:t>،</w:t>
      </w:r>
      <w:r w:rsidRPr="00573E19">
        <w:rPr>
          <w:rtl/>
        </w:rPr>
        <w:t xml:space="preserve"> وما يدل على وجوب الرجم في موضع يدل</w:t>
      </w:r>
      <w:r w:rsidR="009C2257">
        <w:rPr>
          <w:rtl/>
        </w:rPr>
        <w:t xml:space="preserve"> </w:t>
      </w:r>
      <w:r w:rsidRPr="00573E19">
        <w:rPr>
          <w:rtl/>
        </w:rPr>
        <w:t>عليه في هذا الموضع</w:t>
      </w:r>
      <w:r>
        <w:rPr>
          <w:rtl/>
        </w:rPr>
        <w:t>.</w:t>
      </w:r>
      <w:r w:rsidRPr="00573E19">
        <w:rPr>
          <w:rtl/>
        </w:rPr>
        <w:t xml:space="preserve"> ويؤكد ذلك أيضا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أحمد بن محمد بن عيسى عن محمد بن عيسى عن عبد الله بن المغيرة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إسماعيل بن أبي زياد عن جعفر عن أبيه عن آبائه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ان محمد بن أبي بكر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كتب إلى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يسأله عن الرجل يزني بالمرأة اليهودية والنصرانية فكتب</w:t>
      </w:r>
      <w:r w:rsidR="009C2257">
        <w:rPr>
          <w:rtl/>
        </w:rPr>
        <w:t xml:space="preserve"> </w:t>
      </w:r>
      <w:r w:rsidRPr="00573E19">
        <w:rPr>
          <w:rtl/>
        </w:rPr>
        <w:t>إليه</w:t>
      </w:r>
      <w:r w:rsidR="00CA4563">
        <w:rPr>
          <w:rtl/>
        </w:rPr>
        <w:t>:</w:t>
      </w:r>
      <w:r w:rsidRPr="00573E19">
        <w:rPr>
          <w:rtl/>
        </w:rPr>
        <w:t xml:space="preserve"> إن كان محصنا فارجمه</w:t>
      </w:r>
      <w:r w:rsidR="00CA4563">
        <w:rPr>
          <w:rtl/>
        </w:rPr>
        <w:t>،</w:t>
      </w:r>
      <w:r w:rsidRPr="00573E19">
        <w:rPr>
          <w:rtl/>
        </w:rPr>
        <w:t xml:space="preserve"> وإن كان بكرا فاجلده مائة جلدة ثم انفه</w:t>
      </w:r>
      <w:r w:rsidR="00CA4563">
        <w:rPr>
          <w:rtl/>
        </w:rPr>
        <w:t>،</w:t>
      </w:r>
      <w:r w:rsidRPr="00573E19">
        <w:rPr>
          <w:rtl/>
        </w:rPr>
        <w:t xml:space="preserve"> وأما اليهودية</w:t>
      </w:r>
      <w:r w:rsidR="009C2257">
        <w:rPr>
          <w:rtl/>
        </w:rPr>
        <w:t xml:space="preserve"> </w:t>
      </w:r>
      <w:r w:rsidRPr="00573E19">
        <w:rPr>
          <w:rtl/>
        </w:rPr>
        <w:t>فابعث بها إلى أهل ملتها فليفعلوا بها ما أحبوا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وأما ما رواه محمد بن أحمد بن يحيى عن أحمد بن الحسن بن علي بن فضال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عمرو بن سعيد عن مصدق بن صدقة عن عمار الساباطي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كانت له امرأة فطلقها أو ماتت فزنى قال</w:t>
      </w:r>
      <w:r w:rsidR="00CA4563">
        <w:rPr>
          <w:rtl/>
        </w:rPr>
        <w:t>:</w:t>
      </w:r>
      <w:r w:rsidRPr="00573E19">
        <w:rPr>
          <w:rtl/>
        </w:rPr>
        <w:t xml:space="preserve"> عليه الرجم</w:t>
      </w:r>
      <w:r w:rsidR="00CA4563">
        <w:rPr>
          <w:rtl/>
        </w:rPr>
        <w:t>،</w:t>
      </w:r>
      <w:r w:rsidRPr="00573E19">
        <w:rPr>
          <w:rtl/>
        </w:rPr>
        <w:t xml:space="preserve"> وعن المرأة كان</w:t>
      </w:r>
      <w:r w:rsidR="009C2257">
        <w:rPr>
          <w:rtl/>
        </w:rPr>
        <w:t xml:space="preserve"> </w:t>
      </w:r>
      <w:r w:rsidRPr="00573E19">
        <w:rPr>
          <w:rtl/>
        </w:rPr>
        <w:t>لها زوج فطلقها أو مات ثم زنت عليها الرجم</w:t>
      </w:r>
      <w:r>
        <w:rPr>
          <w:rtl/>
        </w:rPr>
        <w:t>؟</w:t>
      </w:r>
      <w:r w:rsidRPr="00573E19">
        <w:rPr>
          <w:rtl/>
        </w:rPr>
        <w:t xml:space="preserve"> قال نعم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وما يتضمن هذا الخبر من إن الرجل إذا طلق امرأته ثم زنى هو أو زنت هي كان</w:t>
      </w:r>
      <w:r w:rsidR="009C2257">
        <w:rPr>
          <w:rtl/>
        </w:rPr>
        <w:t xml:space="preserve"> </w:t>
      </w:r>
      <w:r w:rsidRPr="00573E19">
        <w:rPr>
          <w:rtl/>
        </w:rPr>
        <w:t>عليهما الرجم</w:t>
      </w:r>
      <w:r w:rsidR="00CA4563">
        <w:rPr>
          <w:rtl/>
        </w:rPr>
        <w:t>،</w:t>
      </w:r>
      <w:r w:rsidRPr="00573E19">
        <w:rPr>
          <w:rtl/>
        </w:rPr>
        <w:t xml:space="preserve"> فالوجه فيه ان نحمله على أنه إذا كان الطلاق رجعيا فإنه إذا كان كذلك</w:t>
      </w:r>
      <w:r w:rsidR="009C2257">
        <w:rPr>
          <w:rtl/>
        </w:rPr>
        <w:t xml:space="preserve"> </w:t>
      </w:r>
      <w:r w:rsidRPr="00573E19">
        <w:rPr>
          <w:rtl/>
        </w:rPr>
        <w:t>كان عليهما الرجم</w:t>
      </w:r>
      <w:r w:rsidR="00CA4563">
        <w:rPr>
          <w:rtl/>
        </w:rPr>
        <w:t>،</w:t>
      </w:r>
      <w:r w:rsidRPr="00573E19">
        <w:rPr>
          <w:rtl/>
        </w:rPr>
        <w:t xml:space="preserve"> وقد دللنا على ذلك في كتابنا الكبير وما يتضمن بعد ذلك من أنها</w:t>
      </w:r>
      <w:r w:rsidR="009C2257">
        <w:rPr>
          <w:rtl/>
        </w:rPr>
        <w:t xml:space="preserve"> </w:t>
      </w:r>
      <w:r w:rsidRPr="00573E19">
        <w:rPr>
          <w:rtl/>
        </w:rPr>
        <w:t>إذا ماتت ثم زنى كان عليه الرجم يحتمل أن يكون إنما وجب عليه إذا كان محصنا</w:t>
      </w:r>
      <w:r w:rsidR="009C2257">
        <w:rPr>
          <w:rtl/>
        </w:rPr>
        <w:t xml:space="preserve"> </w:t>
      </w:r>
      <w:r w:rsidRPr="00573E19">
        <w:rPr>
          <w:rtl/>
        </w:rPr>
        <w:t>بغيرها من النساء</w:t>
      </w:r>
      <w:r w:rsidR="00CA4563">
        <w:rPr>
          <w:rtl/>
        </w:rPr>
        <w:t>،</w:t>
      </w:r>
      <w:r w:rsidRPr="00573E19">
        <w:rPr>
          <w:rtl/>
        </w:rPr>
        <w:t xml:space="preserve"> وأما المرأة إذا توفي عنها زوجها ثم زنت فلا يجب عليها الرجم</w:t>
      </w:r>
      <w:r w:rsidR="009C2257">
        <w:rPr>
          <w:rtl/>
        </w:rPr>
        <w:t xml:space="preserve"> </w:t>
      </w:r>
      <w:r w:rsidRPr="00573E19">
        <w:rPr>
          <w:rtl/>
        </w:rPr>
        <w:t>وإنما يجب عليها الجلد فيشبه أن يكون ذكر الرجم في هذا الموضع وهما من الراوي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77</w:t>
      </w:r>
      <w:r>
        <w:rPr>
          <w:rtl/>
        </w:rPr>
        <w:t xml:space="preserve">3 -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449.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451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64" w:name="_Toc374810515"/>
      <w:bookmarkStart w:id="265" w:name="_Toc376954890"/>
      <w:r w:rsidRPr="00573E19">
        <w:rPr>
          <w:rtl/>
        </w:rPr>
        <w:lastRenderedPageBreak/>
        <w:t>119</w:t>
      </w:r>
      <w:r>
        <w:rPr>
          <w:rtl/>
        </w:rPr>
        <w:t xml:space="preserve"> - </w:t>
      </w:r>
      <w:r w:rsidRPr="00573E19">
        <w:rPr>
          <w:rtl/>
        </w:rPr>
        <w:t>باب من زنى بذات محرم</w:t>
      </w:r>
      <w:bookmarkEnd w:id="264"/>
      <w:bookmarkEnd w:id="26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سهل بن زياد عن ابن أبي نصر عن عبد الله بن بكير عن أبيه قال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من أتى ذات محرم ضرب ضربة بالسيف أخذت منه ما أخذت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بن خالد عن أبيه عن ابن بكير عن رجل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الرجل يأتي ذات محرم قال</w:t>
      </w:r>
      <w:r w:rsidR="00CA4563">
        <w:rPr>
          <w:rtl/>
        </w:rPr>
        <w:t>:</w:t>
      </w:r>
      <w:r w:rsidRPr="00573E19">
        <w:rPr>
          <w:rtl/>
        </w:rPr>
        <w:t xml:space="preserve"> يضرب ضربة بالسيف</w:t>
      </w:r>
      <w:r w:rsidR="00CA4563">
        <w:rPr>
          <w:rtl/>
        </w:rPr>
        <w:t>،</w:t>
      </w:r>
      <w:r w:rsidRPr="00573E19">
        <w:rPr>
          <w:rtl/>
        </w:rPr>
        <w:t xml:space="preserve"> قال ابن بكير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حدثني حريز عن بكير بذلك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الحسن بن محبوب عن أبي أيوب قال</w:t>
      </w:r>
      <w:r w:rsidR="00CA4563">
        <w:rPr>
          <w:rtl/>
        </w:rPr>
        <w:t>:</w:t>
      </w:r>
      <w:r w:rsidRPr="00573E19">
        <w:rPr>
          <w:rtl/>
        </w:rPr>
        <w:t xml:space="preserve"> سمعت بكير بن أعين يروي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زنى بذات محرم حتى يواقعها ضرب ضربة بالسيف</w:t>
      </w:r>
      <w:r w:rsidR="009C2257">
        <w:rPr>
          <w:rtl/>
        </w:rPr>
        <w:t xml:space="preserve"> </w:t>
      </w:r>
      <w:r w:rsidRPr="00573E19">
        <w:rPr>
          <w:rtl/>
        </w:rPr>
        <w:t>أخذت منه ما أخذت فان كانت تابعته ضربت ضربة بالسيف أخذت منها ما أخذت</w:t>
      </w:r>
      <w:r w:rsidR="009C2257">
        <w:rPr>
          <w:rtl/>
        </w:rPr>
        <w:t xml:space="preserve"> </w:t>
      </w:r>
      <w:r w:rsidRPr="00573E19">
        <w:rPr>
          <w:rtl/>
        </w:rPr>
        <w:t>قيل له فمن يضربهما وليس لهما خصم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ذلك إلى الامام إذا رفعا إليه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سهل بن زياد عن علي بن أسباط عن الحكم بن مسكين عن جميل بن دراج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أين يضرب هذه الضربة يعني من أتى ذات محرم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تضرب عنقه أو قال تضرب رقبته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بعض أصحابه عن محمد بن عبد الله بن مهران عمن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ذكره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وقع على أخته قال</w:t>
      </w:r>
      <w:r w:rsidR="00CA4563">
        <w:rPr>
          <w:rtl/>
        </w:rPr>
        <w:t>:</w:t>
      </w:r>
      <w:r w:rsidRPr="00573E19">
        <w:rPr>
          <w:rtl/>
        </w:rPr>
        <w:t xml:space="preserve"> يضرب</w:t>
      </w:r>
      <w:r w:rsidR="009C2257">
        <w:rPr>
          <w:rtl/>
        </w:rPr>
        <w:t xml:space="preserve"> </w:t>
      </w:r>
      <w:r w:rsidRPr="00573E19">
        <w:rPr>
          <w:rtl/>
        </w:rPr>
        <w:t>ضربة بالسيف قلت فإنه يخلص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يحبس أبدا حتى يموت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محمد بن علي بن محبوب عن أحمد بن محمد عن الحسين عن صفوان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يحيى عن إسحاق بن عمار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زنى الرجل بذات محرم حد حد الزاني إلا أنه أعظم ذنبا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775</w:t>
      </w:r>
      <w:r>
        <w:rPr>
          <w:rtl/>
        </w:rPr>
        <w:t xml:space="preserve"> - </w:t>
      </w:r>
      <w:r w:rsidRPr="00101C21">
        <w:rPr>
          <w:rtl/>
        </w:rPr>
        <w:t>776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451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90.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777</w:t>
      </w:r>
      <w:r>
        <w:rPr>
          <w:rtl/>
        </w:rPr>
        <w:t xml:space="preserve"> - </w:t>
      </w:r>
      <w:r w:rsidRPr="00573E19">
        <w:rPr>
          <w:rtl/>
        </w:rPr>
        <w:t>778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90 الفقيه ص </w:t>
      </w:r>
      <w:r>
        <w:rPr>
          <w:rtl/>
        </w:rPr>
        <w:t>3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779</w:t>
      </w:r>
      <w:r>
        <w:rPr>
          <w:rtl/>
        </w:rPr>
        <w:t xml:space="preserve"> - </w:t>
      </w:r>
      <w:r w:rsidRPr="00573E19">
        <w:rPr>
          <w:rtl/>
        </w:rPr>
        <w:t>780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451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90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الاخبار الأولة المتضمنة انه يجب عليه ضربة بالسيف</w:t>
      </w:r>
      <w:r w:rsidR="00CA4563">
        <w:rPr>
          <w:rtl/>
        </w:rPr>
        <w:t>،</w:t>
      </w:r>
      <w:r w:rsidRPr="00573E19">
        <w:rPr>
          <w:rtl/>
        </w:rPr>
        <w:t xml:space="preserve"> لأنه إذا كان الفرض</w:t>
      </w:r>
      <w:r w:rsidR="009C2257">
        <w:rPr>
          <w:rtl/>
        </w:rPr>
        <w:t xml:space="preserve"> </w:t>
      </w:r>
      <w:r w:rsidRPr="00573E19">
        <w:rPr>
          <w:rtl/>
        </w:rPr>
        <w:t>بالضربة قتله وفيها يجب على الزاني الرجم فالامام مخير بين أن يضربه ضربة بالسيف</w:t>
      </w:r>
      <w:r w:rsidR="009C2257">
        <w:rPr>
          <w:rtl/>
        </w:rPr>
        <w:t xml:space="preserve"> </w:t>
      </w:r>
      <w:r w:rsidRPr="00573E19">
        <w:rPr>
          <w:rtl/>
        </w:rPr>
        <w:t>وبين أن يقتله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66" w:name="_Toc374810516"/>
      <w:bookmarkStart w:id="267" w:name="_Toc376954891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باب من تزوج امرأة ولها زوج</w:t>
      </w:r>
      <w:bookmarkEnd w:id="266"/>
      <w:bookmarkEnd w:id="26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إسماعيل بن مرار عن يونس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امرأة تزوجها رجل فوجد لها زوجا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عليه الجلد وعليها الرجم لأنه قد تقدم بعلم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وتقدمت هي بعلم وكفارته إن</w:t>
      </w:r>
      <w:r w:rsidR="009C2257">
        <w:rPr>
          <w:rtl/>
        </w:rPr>
        <w:t xml:space="preserve"> </w:t>
      </w:r>
      <w:r w:rsidRPr="00573E19">
        <w:rPr>
          <w:rtl/>
        </w:rPr>
        <w:t>لم يقدم إلي الامام أن يتصدق بخمسة أصوع دقيقا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بن عيسى عن ابن أبي عمير عن شعيب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تزوج امرأة لها زوج قال</w:t>
      </w:r>
      <w:r w:rsidR="00CA4563">
        <w:rPr>
          <w:rtl/>
        </w:rPr>
        <w:t>:</w:t>
      </w:r>
      <w:r w:rsidRPr="00573E19">
        <w:rPr>
          <w:rtl/>
        </w:rPr>
        <w:t xml:space="preserve"> يفرق بينهما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قلت</w:t>
      </w:r>
      <w:r w:rsidR="00CA4563">
        <w:rPr>
          <w:rtl/>
        </w:rPr>
        <w:t>:</w:t>
      </w:r>
      <w:r w:rsidRPr="00573E19">
        <w:rPr>
          <w:rtl/>
        </w:rPr>
        <w:t xml:space="preserve"> فعليه ضرب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ماله يضرب فخرجت من عنده وأبو بصير بحيال</w:t>
      </w:r>
      <w:r w:rsidR="009C2257">
        <w:rPr>
          <w:rtl/>
        </w:rPr>
        <w:t xml:space="preserve"> </w:t>
      </w:r>
      <w:r w:rsidRPr="00573E19">
        <w:rPr>
          <w:rtl/>
        </w:rPr>
        <w:t>الميزاب فأخبرته بالمسألة والجواب فقال لي أين انا</w:t>
      </w:r>
      <w:r>
        <w:rPr>
          <w:rtl/>
        </w:rPr>
        <w:t>؟</w:t>
      </w:r>
      <w:r w:rsidRPr="00573E19">
        <w:rPr>
          <w:rtl/>
        </w:rPr>
        <w:t xml:space="preserve"> قلت بحيال الميزاب قال</w:t>
      </w:r>
      <w:r w:rsidR="00CA4563">
        <w:rPr>
          <w:rtl/>
        </w:rPr>
        <w:t>:</w:t>
      </w:r>
      <w:r w:rsidRPr="00573E19">
        <w:rPr>
          <w:rtl/>
        </w:rPr>
        <w:t xml:space="preserve"> فرفع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يده وقال ورب هذا البيت أو ورب هذه الكعبة لسمعت جعفرا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قضى في الرجل يتزوج امرأة لها زوج فرجم المرأة وضرب</w:t>
      </w:r>
      <w:r w:rsidR="009C2257">
        <w:rPr>
          <w:rtl/>
        </w:rPr>
        <w:t xml:space="preserve"> </w:t>
      </w:r>
      <w:r w:rsidRPr="00573E19">
        <w:rPr>
          <w:rtl/>
        </w:rPr>
        <w:t>الرجل الحد</w:t>
      </w:r>
      <w:r w:rsidR="00CA4563">
        <w:rPr>
          <w:rtl/>
        </w:rPr>
        <w:t>،</w:t>
      </w:r>
      <w:r w:rsidRPr="00573E19">
        <w:rPr>
          <w:rtl/>
        </w:rPr>
        <w:t xml:space="preserve"> ثم قال لو علمت أنك علمت لفضخت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رأسك بالحجارة</w:t>
      </w:r>
      <w:r w:rsidR="00CA4563">
        <w:rPr>
          <w:rtl/>
        </w:rPr>
        <w:t>،</w:t>
      </w:r>
      <w:r w:rsidRPr="00573E19">
        <w:rPr>
          <w:rtl/>
        </w:rPr>
        <w:t xml:space="preserve"> ثم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ما أخوفني أن لا يكون أوتي علمه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تضمن صدر هذا الخبر من قوله ليس عليه ضرب الخبر الأول لان هذا</w:t>
      </w:r>
      <w:r w:rsidR="009C2257">
        <w:rPr>
          <w:rtl/>
        </w:rPr>
        <w:t xml:space="preserve"> </w:t>
      </w:r>
      <w:r w:rsidRPr="00573E19">
        <w:rPr>
          <w:rtl/>
        </w:rPr>
        <w:t>الخبر محمول على من لا يعلم أن للمرأة زوجا والأول متناول لمن علم ذلك فكان عليه</w:t>
      </w:r>
      <w:r w:rsidR="009C2257">
        <w:rPr>
          <w:rtl/>
        </w:rPr>
        <w:t xml:space="preserve"> </w:t>
      </w:r>
      <w:r w:rsidRPr="00573E19">
        <w:rPr>
          <w:rtl/>
        </w:rPr>
        <w:t>الحد</w:t>
      </w:r>
      <w:r w:rsidR="00CA4563">
        <w:rPr>
          <w:rtl/>
        </w:rPr>
        <w:t>،</w:t>
      </w:r>
      <w:r w:rsidRPr="00573E19">
        <w:rPr>
          <w:rtl/>
        </w:rPr>
        <w:t xml:space="preserve"> وقد بين ذلك في الخبر الأول حين قال</w:t>
      </w:r>
      <w:r w:rsidR="00CA4563">
        <w:rPr>
          <w:rtl/>
        </w:rPr>
        <w:t>:</w:t>
      </w:r>
      <w:r w:rsidRPr="00573E19">
        <w:rPr>
          <w:rtl/>
        </w:rPr>
        <w:t xml:space="preserve"> انه قد تقدم بعلم وتقدمت هي بعلم</w:t>
      </w:r>
      <w:r w:rsidR="00CA4563">
        <w:rPr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في الكافي والوافي بغير علم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الفضخ</w:t>
      </w:r>
      <w:r w:rsidR="00CA4563">
        <w:rPr>
          <w:rtl/>
        </w:rPr>
        <w:t>:</w:t>
      </w:r>
      <w:r w:rsidRPr="00573E19">
        <w:rPr>
          <w:rtl/>
        </w:rPr>
        <w:t xml:space="preserve"> كسير الشئ الأجوف ومنه فضخت رأسه بالحجارة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78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وعلى هذا يحمل ما حكاه أبو بصير في آخر الخبر الأخير عن جعفر بن محمد من حكايته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قضية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وأنه إنما فعل ذلك بمن علم أن لها زوجا فضربه الحد</w:t>
      </w:r>
      <w:r w:rsidR="009C2257">
        <w:rPr>
          <w:rtl/>
        </w:rPr>
        <w:t xml:space="preserve"> </w:t>
      </w:r>
      <w:r w:rsidRPr="00573E19">
        <w:rPr>
          <w:rtl/>
        </w:rPr>
        <w:t>ويمكن أن يحمل الخبر على أنه إنما ضربه الحد الذي هو التعزيز دون الحد الكامل</w:t>
      </w:r>
      <w:r w:rsidR="009C2257">
        <w:rPr>
          <w:rtl/>
        </w:rPr>
        <w:t xml:space="preserve"> </w:t>
      </w:r>
      <w:r w:rsidRPr="00573E19">
        <w:rPr>
          <w:rtl/>
        </w:rPr>
        <w:t>وذلك إذا غلب في ظنه أن لها زوجا ففرط في التفتيش عن ذلك فاستحق لهذا</w:t>
      </w:r>
      <w:r w:rsidR="009C2257">
        <w:rPr>
          <w:rtl/>
        </w:rPr>
        <w:t xml:space="preserve"> </w:t>
      </w:r>
      <w:r w:rsidRPr="00573E19">
        <w:rPr>
          <w:rtl/>
        </w:rPr>
        <w:t>التفريط التعزير</w:t>
      </w:r>
      <w:r w:rsidR="00CA4563">
        <w:rPr>
          <w:rtl/>
        </w:rPr>
        <w:t>،</w:t>
      </w:r>
      <w:r w:rsidRPr="00573E19">
        <w:rPr>
          <w:rtl/>
        </w:rPr>
        <w:t xml:space="preserve"> ويكون قوله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لو علمت أنك علمت لفضخت رأسك</w:t>
      </w:r>
      <w:r w:rsidR="009C2257">
        <w:rPr>
          <w:rtl/>
        </w:rPr>
        <w:t xml:space="preserve"> </w:t>
      </w:r>
      <w:r w:rsidRPr="00573E19">
        <w:rPr>
          <w:rtl/>
        </w:rPr>
        <w:t>بالحجارة المراد به انك لو علمت علم يقين ان لها زوجا لفعلت ذلك</w:t>
      </w:r>
      <w:r w:rsidR="00CA4563">
        <w:rPr>
          <w:rtl/>
        </w:rPr>
        <w:t>،</w:t>
      </w:r>
      <w:r w:rsidRPr="00573E19">
        <w:rPr>
          <w:rtl/>
        </w:rPr>
        <w:t xml:space="preserve"> ويجوز أن يكون</w:t>
      </w:r>
      <w:r w:rsidR="009C2257">
        <w:rPr>
          <w:rtl/>
        </w:rPr>
        <w:t xml:space="preserve"> </w:t>
      </w:r>
      <w:r w:rsidRPr="00573E19">
        <w:rPr>
          <w:rtl/>
        </w:rPr>
        <w:t>ذلك مختصا بمتهم ادعى انه لم يعلم ذلك ولم يقم له بينة بالزوجية فكان عليه الحد</w:t>
      </w:r>
      <w:r w:rsidR="00CA4563">
        <w:rPr>
          <w:rtl/>
        </w:rPr>
        <w:t>،</w:t>
      </w:r>
      <w:r w:rsidRPr="00573E19">
        <w:rPr>
          <w:rtl/>
        </w:rPr>
        <w:t xml:space="preserve"> يدل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تزوجت ولها زوج فقال</w:t>
      </w:r>
      <w:r w:rsidR="00CA4563">
        <w:rPr>
          <w:rtl/>
        </w:rPr>
        <w:t>:</w:t>
      </w:r>
      <w:r w:rsidRPr="00573E19">
        <w:rPr>
          <w:rtl/>
        </w:rPr>
        <w:t xml:space="preserve"> ترجم المرأة وإن كان للذي تزوجها</w:t>
      </w:r>
      <w:r w:rsidR="009C2257">
        <w:rPr>
          <w:rtl/>
        </w:rPr>
        <w:t xml:space="preserve"> </w:t>
      </w:r>
      <w:r w:rsidRPr="00573E19">
        <w:rPr>
          <w:rtl/>
        </w:rPr>
        <w:t>بينة على تزويجها وإلا ضرب الحد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68" w:name="_Toc374810517"/>
      <w:bookmarkStart w:id="269" w:name="_Toc376954892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باب المكاتبة التي أدت بعض مكاتبتها ثم وقع عليها مولاها</w:t>
      </w:r>
      <w:bookmarkEnd w:id="268"/>
      <w:bookmarkEnd w:id="26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صالح بن سعيد عن الحسين بن خالد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 عن رجل كانت له أمة فكاتبها فقالت الأمة ما أديت من</w:t>
      </w:r>
      <w:r w:rsidR="009C2257">
        <w:rPr>
          <w:rtl/>
        </w:rPr>
        <w:t xml:space="preserve"> </w:t>
      </w:r>
      <w:r w:rsidRPr="00573E19">
        <w:rPr>
          <w:rtl/>
        </w:rPr>
        <w:t>مكاتبتي فأنا به حرة على حساب ذلك فقال لها</w:t>
      </w:r>
      <w:r w:rsidR="00CA4563">
        <w:rPr>
          <w:rtl/>
        </w:rPr>
        <w:t>:</w:t>
      </w:r>
      <w:r w:rsidRPr="00573E19">
        <w:rPr>
          <w:rtl/>
        </w:rPr>
        <w:t xml:space="preserve"> نعم ثم أدت بعض مكاتبتها وجامعها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مولاها بعد ذلك فقال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كان استكرهها على ذلك ضرب من الحد</w:t>
      </w:r>
      <w:r w:rsidR="009C2257">
        <w:rPr>
          <w:rtl/>
        </w:rPr>
        <w:t xml:space="preserve"> </w:t>
      </w:r>
      <w:r w:rsidRPr="00573E19">
        <w:rPr>
          <w:rtl/>
        </w:rPr>
        <w:t>بقدر ما أدت له من مكاتبتها وادرئ عنه من الحد بقدر ما بقي من مكاتبتها</w:t>
      </w:r>
      <w:r w:rsidR="009C2257">
        <w:rPr>
          <w:rtl/>
        </w:rPr>
        <w:t xml:space="preserve"> </w:t>
      </w:r>
      <w:r w:rsidRPr="00573E19">
        <w:rPr>
          <w:rtl/>
        </w:rPr>
        <w:t>وإن كانت تابعته كانت شريكته في الحد ضربت مثل ما يضرب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يونس بن عبد الرحمن عن الحلبي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78</w:t>
      </w:r>
      <w:r>
        <w:rPr>
          <w:rtl/>
        </w:rPr>
        <w:t xml:space="preserve">3 -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</w:t>
      </w:r>
      <w:r>
        <w:rPr>
          <w:rtl/>
        </w:rPr>
        <w:t>2</w:t>
      </w:r>
      <w:r w:rsidRPr="00101C2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784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04 الفقيه ص </w:t>
      </w:r>
      <w:r>
        <w:rPr>
          <w:rtl/>
        </w:rPr>
        <w:t>3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91 الفقيه ص </w:t>
      </w:r>
      <w:r>
        <w:rPr>
          <w:rtl/>
        </w:rPr>
        <w:t>3</w:t>
      </w:r>
      <w:r w:rsidRPr="00573E19">
        <w:rPr>
          <w:rtl/>
        </w:rPr>
        <w:t>61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رجل وقع على مكاتبته فقال</w:t>
      </w:r>
      <w:r w:rsidR="00CA4563">
        <w:rPr>
          <w:rtl/>
        </w:rPr>
        <w:t>:</w:t>
      </w:r>
      <w:r w:rsidRPr="00573E19">
        <w:rPr>
          <w:rtl/>
        </w:rPr>
        <w:t xml:space="preserve"> ان كانت أدت الربع جلد وإن كان محصنا رجم</w:t>
      </w:r>
      <w:r w:rsidR="009C2257">
        <w:rPr>
          <w:rtl/>
        </w:rPr>
        <w:t xml:space="preserve"> </w:t>
      </w:r>
      <w:r w:rsidRPr="00573E19">
        <w:rPr>
          <w:rtl/>
        </w:rPr>
        <w:t>وإن لم تكن أدت شيئا فليس عليه شئ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لأنه يمكن أن يحمل الخبر الأول على التفصيل الذي تضمنه</w:t>
      </w:r>
      <w:r w:rsidR="009C2257">
        <w:rPr>
          <w:rtl/>
        </w:rPr>
        <w:t xml:space="preserve"> </w:t>
      </w:r>
      <w:r w:rsidRPr="00573E19">
        <w:rPr>
          <w:rtl/>
        </w:rPr>
        <w:t>الخبر الأخير من أنه يضرب بحساب ذلك فيما يكون دون الربع فإذا بلغ الربع من</w:t>
      </w:r>
      <w:r w:rsidR="009C2257">
        <w:rPr>
          <w:rtl/>
        </w:rPr>
        <w:t xml:space="preserve"> </w:t>
      </w:r>
      <w:r w:rsidRPr="00573E19">
        <w:rPr>
          <w:rtl/>
        </w:rPr>
        <w:t>الحرية غلب عليه حكمه فجلد تاما أو رجم على حسب أحواله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70" w:name="_Toc374810518"/>
      <w:bookmarkStart w:id="271" w:name="_Toc376954893"/>
      <w:r w:rsidRPr="00573E19">
        <w:rPr>
          <w:rtl/>
        </w:rPr>
        <w:t>1</w:t>
      </w:r>
      <w:r>
        <w:rPr>
          <w:rtl/>
        </w:rPr>
        <w:t xml:space="preserve">22 - </w:t>
      </w:r>
      <w:r w:rsidRPr="00573E19">
        <w:rPr>
          <w:rtl/>
        </w:rPr>
        <w:t>باب المريض المدنف يصيب ما يجب عليه فيه الحد كيف يقام عليه</w:t>
      </w:r>
      <w:bookmarkEnd w:id="270"/>
      <w:bookmarkEnd w:id="27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الحسن عن زرعة عن سماعة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عن آبائه عن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انه أتي برجل كبير البطن قد أصاب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محرما فدعا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بعرجون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فيه ماءة شمراخ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فضربه</w:t>
      </w:r>
      <w:r w:rsidR="009C2257">
        <w:rPr>
          <w:rtl/>
        </w:rPr>
        <w:t xml:space="preserve"> </w:t>
      </w:r>
      <w:r w:rsidRPr="00573E19">
        <w:rPr>
          <w:rtl/>
        </w:rPr>
        <w:t>مرة واحدة فكان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يونس بن عبد الرحمن عن أبان بن عثمان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أتي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برجل دميم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قصير قد سقط بطنه وقد در</w:t>
      </w:r>
      <w:r w:rsidR="009C2257">
        <w:rPr>
          <w:rtl/>
        </w:rPr>
        <w:t xml:space="preserve"> </w:t>
      </w:r>
      <w:r w:rsidRPr="00573E19">
        <w:rPr>
          <w:rtl/>
        </w:rPr>
        <w:t>عروق بطنه قد فجر بامرأة فقالت المرأة ما علمت به الا وقد دخل علي فقال له رسول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أزنيت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ولم يكن محصنا فصعد رسول الله </w:t>
      </w:r>
      <w:r w:rsidR="002D79FE" w:rsidRPr="002D79FE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بصره وخفضه ثم دعا بعذق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فعده ماءة ثم ضربه بشماريخه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فاما ما رواه أحمد بن محمد عن أبي همام عن محمد بن سعيد عن السكوني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العرجون</w:t>
      </w:r>
      <w:r w:rsidR="00CA4563">
        <w:rPr>
          <w:rtl/>
        </w:rPr>
        <w:t>:</w:t>
      </w:r>
      <w:r w:rsidRPr="00573E19">
        <w:rPr>
          <w:rtl/>
        </w:rPr>
        <w:t xml:space="preserve"> بالضم فالسكون عود اصفر فيه شماريخ وقيل هو أصل العذق الذي يعوج ويبقى</w:t>
      </w:r>
      <w:r w:rsidR="009C2257">
        <w:rPr>
          <w:rtl/>
        </w:rPr>
        <w:t xml:space="preserve"> </w:t>
      </w:r>
      <w:r w:rsidRPr="00573E19">
        <w:rPr>
          <w:rtl/>
        </w:rPr>
        <w:t>على النخل يابسا بعد أن تقطع عنه الشماريخ والجمع عراجين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الشمراخ</w:t>
      </w:r>
      <w:r w:rsidR="00CA4563">
        <w:rPr>
          <w:rtl/>
        </w:rPr>
        <w:t>:</w:t>
      </w:r>
      <w:r w:rsidRPr="00573E19">
        <w:rPr>
          <w:rtl/>
        </w:rPr>
        <w:t xml:space="preserve"> بالكسر والشمروخ بالضم العثكال وهو ما يكون فيه الرطب والجمع شماريخ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الدميم</w:t>
      </w:r>
      <w:r w:rsidR="00CA4563">
        <w:rPr>
          <w:rtl/>
        </w:rPr>
        <w:t>:</w:t>
      </w:r>
      <w:r w:rsidRPr="00573E19">
        <w:rPr>
          <w:rtl/>
        </w:rPr>
        <w:t xml:space="preserve"> القبيح المنظر والقصير الحقير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العذق</w:t>
      </w:r>
      <w:r w:rsidR="00CA4563">
        <w:rPr>
          <w:rtl/>
        </w:rPr>
        <w:t>:</w:t>
      </w:r>
      <w:r w:rsidRPr="00573E19">
        <w:rPr>
          <w:rtl/>
        </w:rPr>
        <w:t xml:space="preserve"> بالكسر الكباسة وهي عنقود التمر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786</w:t>
      </w:r>
      <w:r>
        <w:rPr>
          <w:rtl/>
        </w:rPr>
        <w:t xml:space="preserve"> - </w:t>
      </w:r>
      <w:r w:rsidRPr="00573E19">
        <w:rPr>
          <w:rtl/>
        </w:rPr>
        <w:t>787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454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06 الفقيه ص </w:t>
      </w:r>
      <w:r>
        <w:rPr>
          <w:rtl/>
        </w:rPr>
        <w:t>3</w:t>
      </w:r>
      <w:r w:rsidRPr="00573E19">
        <w:rPr>
          <w:rtl/>
        </w:rPr>
        <w:t>67 وفيه أقروه بدل قوله اخروه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أتي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أصاب حدا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وبه قروح في جسده كثيرة فقال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أخروه حتى يبرأ</w:t>
      </w:r>
      <w:r w:rsidR="009C2257">
        <w:rPr>
          <w:rtl/>
        </w:rPr>
        <w:t xml:space="preserve"> </w:t>
      </w:r>
      <w:r w:rsidRPr="00573E19">
        <w:rPr>
          <w:rtl/>
        </w:rPr>
        <w:t>لا تنكؤها عليه فتقتلوه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سهل بن زياد عن محمد بن الحسن بن شمون عن عبد الله بن عبد الرحمن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الأصم عن مسمع بن عبد الملك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أتي برجل أصاب حدا وبه قروح ومرض وأشباه ذلك فقال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أخروه حتى يبرأ لا تنكأ قروحه عليه فيموت ولكن إذا برأ حددناه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هذين الخبرين والخبرين الأولين لأنه إذا كان إقامة الحد إلى الامام</w:t>
      </w:r>
      <w:r w:rsidR="009C2257">
        <w:rPr>
          <w:rtl/>
        </w:rPr>
        <w:t xml:space="preserve"> </w:t>
      </w:r>
      <w:r w:rsidRPr="00573E19">
        <w:rPr>
          <w:rtl/>
        </w:rPr>
        <w:t>فهو يقيمها على حسب ما يراه</w:t>
      </w:r>
      <w:r w:rsidR="00CA4563">
        <w:rPr>
          <w:rtl/>
        </w:rPr>
        <w:t>،</w:t>
      </w:r>
      <w:r w:rsidRPr="00573E19">
        <w:rPr>
          <w:rtl/>
        </w:rPr>
        <w:t xml:space="preserve"> فان كانت المصلحة تقتضي اقامتها في الحال أقامها على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وجه لا يؤدي إلى تلف نفسه كما فعل النبي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،</w:t>
      </w:r>
      <w:r w:rsidRPr="00573E19">
        <w:rPr>
          <w:rtl/>
        </w:rPr>
        <w:t xml:space="preserve"> وإن اقتضت المصلحة</w:t>
      </w:r>
      <w:r w:rsidR="009C2257">
        <w:rPr>
          <w:rtl/>
        </w:rPr>
        <w:t xml:space="preserve"> </w:t>
      </w:r>
      <w:r w:rsidRPr="00573E19">
        <w:rPr>
          <w:rtl/>
        </w:rPr>
        <w:t>تأخيرها إلى أن يبرأ ثم يقيم عليه الحد على الكمال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72" w:name="_Toc374810519"/>
      <w:bookmarkStart w:id="273" w:name="_Toc376954894"/>
      <w:r w:rsidRPr="00573E19">
        <w:rPr>
          <w:rtl/>
        </w:rPr>
        <w:t>1</w:t>
      </w:r>
      <w:r>
        <w:rPr>
          <w:rtl/>
        </w:rPr>
        <w:t xml:space="preserve">23 - </w:t>
      </w:r>
      <w:r w:rsidRPr="00573E19">
        <w:rPr>
          <w:rtl/>
        </w:rPr>
        <w:t>باب ان الزاني إذا جلد ثلاث مراث قتل في الرابعة</w:t>
      </w:r>
      <w:bookmarkEnd w:id="272"/>
      <w:bookmarkEnd w:id="27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يونس بن عبد الرحمن عن إسحاق بن عمار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الزاني إذا زنى جلد ثلاثا ويقتل في الرابعة يعني إذا جلد ثلاث مرات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فأما ما رواه يونس عن أبي الحسن الماضي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أصحاب الكبائر</w:t>
      </w:r>
      <w:r w:rsidR="009C2257">
        <w:rPr>
          <w:rtl/>
        </w:rPr>
        <w:t xml:space="preserve"> </w:t>
      </w:r>
      <w:r w:rsidRPr="00573E19">
        <w:rPr>
          <w:rtl/>
        </w:rPr>
        <w:t>كلها إذا أقيم عليهم الحد قتلوا في الثالثة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لأنا نخصه بما عدا حد الزنا من شرب الخمر وغيره على ما نبينه</w:t>
      </w:r>
      <w:r w:rsidR="009C2257">
        <w:rPr>
          <w:rtl/>
        </w:rPr>
        <w:t xml:space="preserve"> </w:t>
      </w:r>
      <w:r w:rsidRPr="00573E19">
        <w:rPr>
          <w:rtl/>
        </w:rPr>
        <w:t>فيما بعد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789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454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3</w:t>
      </w:r>
      <w:r w:rsidRPr="00101C21">
        <w:rPr>
          <w:rtl/>
        </w:rPr>
        <w:t>06.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790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90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791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90 الفقيه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74" w:name="_Toc374810520"/>
      <w:bookmarkStart w:id="275" w:name="_Toc376954895"/>
      <w:r w:rsidRPr="00573E19">
        <w:rPr>
          <w:rtl/>
        </w:rPr>
        <w:lastRenderedPageBreak/>
        <w:t>1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باب ما يوجب التعزير</w:t>
      </w:r>
      <w:bookmarkEnd w:id="274"/>
      <w:bookmarkEnd w:id="27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عن المفضل بن صالح عن زيد الشحام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وسماعة بن مهران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والمرأة يوجد ان في لحاف</w:t>
      </w:r>
      <w:r w:rsidR="009C2257">
        <w:rPr>
          <w:rtl/>
        </w:rPr>
        <w:t xml:space="preserve"> </w:t>
      </w:r>
      <w:r w:rsidRPr="00573E19">
        <w:rPr>
          <w:rtl/>
        </w:rPr>
        <w:t>واحد فقال</w:t>
      </w:r>
      <w:r w:rsidR="00CA4563">
        <w:rPr>
          <w:rtl/>
        </w:rPr>
        <w:t>:</w:t>
      </w:r>
      <w:r w:rsidRPr="00573E19">
        <w:rPr>
          <w:rtl/>
        </w:rPr>
        <w:t xml:space="preserve"> يجلدان ماءة ماءة غير سوط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يونس عن معاوية بن عمار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المرأتان</w:t>
      </w:r>
      <w:r w:rsidR="009C2257">
        <w:rPr>
          <w:rtl/>
        </w:rPr>
        <w:t xml:space="preserve"> </w:t>
      </w:r>
      <w:r w:rsidRPr="00573E19">
        <w:rPr>
          <w:rtl/>
        </w:rPr>
        <w:t>تنامان في ثوب واحد قال تضربان قال</w:t>
      </w:r>
      <w:r w:rsidR="00CA4563">
        <w:rPr>
          <w:rtl/>
        </w:rPr>
        <w:t>:</w:t>
      </w:r>
      <w:r w:rsidRPr="00573E19">
        <w:rPr>
          <w:rtl/>
        </w:rPr>
        <w:t xml:space="preserve"> قلت حدا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 w:rsidR="00CA4563">
        <w:rPr>
          <w:rtl/>
        </w:rPr>
        <w:t>،</w:t>
      </w:r>
      <w:r w:rsidRPr="00573E19">
        <w:rPr>
          <w:rtl/>
        </w:rPr>
        <w:t xml:space="preserve"> قلت الرجلان</w:t>
      </w:r>
      <w:r w:rsidR="009C2257">
        <w:rPr>
          <w:rtl/>
        </w:rPr>
        <w:t xml:space="preserve"> </w:t>
      </w:r>
      <w:r w:rsidRPr="00573E19">
        <w:rPr>
          <w:rtl/>
        </w:rPr>
        <w:t>ينامان في ثوب واحد فقال يضربان قال قلت</w:t>
      </w:r>
      <w:r w:rsidR="00CA4563">
        <w:rPr>
          <w:rtl/>
        </w:rPr>
        <w:t>:</w:t>
      </w:r>
      <w:r w:rsidRPr="00573E19">
        <w:rPr>
          <w:rtl/>
        </w:rPr>
        <w:t xml:space="preserve"> الحد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يونس عن ابن سنان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رجلين يوجدان في</w:t>
      </w:r>
      <w:r w:rsidR="009C2257">
        <w:rPr>
          <w:rtl/>
        </w:rPr>
        <w:t xml:space="preserve"> </w:t>
      </w:r>
      <w:r w:rsidRPr="00573E19">
        <w:rPr>
          <w:rtl/>
        </w:rPr>
        <w:t>لحاف واحد فقال</w:t>
      </w:r>
      <w:r w:rsidR="00CA4563">
        <w:rPr>
          <w:rtl/>
        </w:rPr>
        <w:t>:</w:t>
      </w:r>
      <w:r w:rsidRPr="00573E19">
        <w:rPr>
          <w:rtl/>
        </w:rPr>
        <w:t xml:space="preserve"> يجلدان حدا غير سوط واحد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يونس عن أبان بن عثمان 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عليا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وجد امرأة مع رجل في لحاف فجلد كل واحد منهما ماءة سوط غير سوط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حماد عن حريز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عليا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وجد رجلا وامرأة في لحاف فضرب كل واحد منهما ماءة سوط الا سوطا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القاسم بن محمد عن عبد الصمد بن بشير عن سليمان بن هلال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 بعض أصحابنا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 جعلت فداك</w:t>
      </w:r>
      <w:r w:rsidR="00CA4563">
        <w:rPr>
          <w:rtl/>
        </w:rPr>
        <w:t>:</w:t>
      </w:r>
      <w:r w:rsidRPr="00573E19">
        <w:rPr>
          <w:rtl/>
        </w:rPr>
        <w:t xml:space="preserve"> الرجل ينام مع الرجل</w:t>
      </w:r>
      <w:r w:rsidR="009C2257">
        <w:rPr>
          <w:rtl/>
        </w:rPr>
        <w:t xml:space="preserve"> </w:t>
      </w:r>
      <w:r w:rsidRPr="00573E19">
        <w:rPr>
          <w:rtl/>
        </w:rPr>
        <w:t>في لحاف واحد فقال ذو محرم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قال من ضرورة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قال</w:t>
      </w:r>
      <w:r w:rsidR="00CA4563">
        <w:rPr>
          <w:rtl/>
        </w:rPr>
        <w:t>:</w:t>
      </w:r>
      <w:r w:rsidRPr="00573E19">
        <w:rPr>
          <w:rtl/>
        </w:rPr>
        <w:t xml:space="preserve"> يضربان ثلاثين</w:t>
      </w:r>
      <w:r w:rsidR="009C2257">
        <w:rPr>
          <w:rtl/>
        </w:rPr>
        <w:t xml:space="preserve"> </w:t>
      </w:r>
      <w:r w:rsidRPr="00573E19">
        <w:rPr>
          <w:rtl/>
        </w:rPr>
        <w:t>سوطا ثلاثين سوطا</w:t>
      </w:r>
      <w:r w:rsidR="00CA4563">
        <w:rPr>
          <w:rtl/>
        </w:rPr>
        <w:t>،</w:t>
      </w:r>
      <w:r w:rsidRPr="00573E19">
        <w:rPr>
          <w:rtl/>
        </w:rPr>
        <w:t xml:space="preserve"> قال فإنه فعل قال إن كان دون الثقب فالحد</w:t>
      </w:r>
      <w:r w:rsidR="00CA4563">
        <w:rPr>
          <w:rtl/>
        </w:rPr>
        <w:t>،</w:t>
      </w:r>
      <w:r w:rsidRPr="00573E19">
        <w:rPr>
          <w:rtl/>
        </w:rPr>
        <w:t xml:space="preserve"> وإن هو ثقب أقيم</w:t>
      </w:r>
      <w:r w:rsidR="009C2257">
        <w:rPr>
          <w:rtl/>
        </w:rPr>
        <w:t xml:space="preserve"> </w:t>
      </w:r>
      <w:r w:rsidRPr="00573E19">
        <w:rPr>
          <w:rtl/>
        </w:rPr>
        <w:t>قائما ثم ضرب ضربة بالسيف أخذ السيف منه ما اخذ قال</w:t>
      </w:r>
      <w:r w:rsidR="00CA4563">
        <w:rPr>
          <w:rtl/>
        </w:rPr>
        <w:t>:</w:t>
      </w:r>
      <w:r w:rsidRPr="00573E19">
        <w:rPr>
          <w:rtl/>
        </w:rPr>
        <w:t xml:space="preserve"> فقلت له فهو القتل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هو كذلك</w:t>
      </w:r>
      <w:r w:rsidR="00CA4563">
        <w:rPr>
          <w:rtl/>
        </w:rPr>
        <w:t>،</w:t>
      </w:r>
      <w:r w:rsidRPr="00573E19">
        <w:rPr>
          <w:rtl/>
        </w:rPr>
        <w:t xml:space="preserve"> قلت فامرأة نامت مع امرأة في لحاف واحد فقال</w:t>
      </w:r>
      <w:r w:rsidR="00CA4563">
        <w:rPr>
          <w:rtl/>
        </w:rPr>
        <w:t>:</w:t>
      </w:r>
      <w:r w:rsidRPr="00573E19">
        <w:rPr>
          <w:rtl/>
        </w:rPr>
        <w:t xml:space="preserve"> ذواتا محرم</w:t>
      </w:r>
      <w:r>
        <w:rPr>
          <w:rtl/>
        </w:rPr>
        <w:t>؟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79</w:t>
      </w:r>
      <w:r>
        <w:rPr>
          <w:rtl/>
        </w:rPr>
        <w:t xml:space="preserve">2 - </w:t>
      </w:r>
      <w:r w:rsidRPr="00101C21">
        <w:rPr>
          <w:rtl/>
        </w:rPr>
        <w:t>79</w:t>
      </w:r>
      <w:r>
        <w:rPr>
          <w:rtl/>
        </w:rPr>
        <w:t xml:space="preserve">3 - </w:t>
      </w:r>
      <w:r w:rsidRPr="00101C21">
        <w:rPr>
          <w:rtl/>
        </w:rPr>
        <w:t>794</w:t>
      </w:r>
      <w:r>
        <w:rPr>
          <w:rtl/>
        </w:rPr>
        <w:t xml:space="preserve"> - </w:t>
      </w:r>
      <w:r w:rsidRPr="00101C21">
        <w:rPr>
          <w:rtl/>
        </w:rPr>
        <w:t>495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456 واخرج الأول الكليني في</w:t>
      </w:r>
      <w:r w:rsidR="009C2257">
        <w:rPr>
          <w:rtl/>
        </w:rPr>
        <w:t xml:space="preserve"> </w:t>
      </w:r>
      <w:r w:rsidRPr="00101C21">
        <w:rPr>
          <w:rtl/>
        </w:rPr>
        <w:t xml:space="preserve">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796</w:t>
      </w:r>
      <w:r>
        <w:rPr>
          <w:rtl/>
        </w:rPr>
        <w:t xml:space="preserve"> - </w:t>
      </w:r>
      <w:r w:rsidRPr="00573E19">
        <w:rPr>
          <w:rtl/>
        </w:rPr>
        <w:t>797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456 الفقيه ص 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2.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قلت</w:t>
      </w:r>
      <w:r w:rsidR="00CA4563">
        <w:rPr>
          <w:rtl/>
        </w:rPr>
        <w:t>:</w:t>
      </w:r>
      <w:r w:rsidRPr="00573E19">
        <w:rPr>
          <w:rtl/>
        </w:rPr>
        <w:t xml:space="preserve"> لا قال من ضرورة</w:t>
      </w:r>
      <w:r>
        <w:rPr>
          <w:rtl/>
        </w:rPr>
        <w:t>؟</w:t>
      </w:r>
      <w:r w:rsidRPr="00573E19">
        <w:rPr>
          <w:rtl/>
        </w:rPr>
        <w:t xml:space="preserve"> قلت لا قال</w:t>
      </w:r>
      <w:r w:rsidR="00CA4563">
        <w:rPr>
          <w:rtl/>
        </w:rPr>
        <w:t>:</w:t>
      </w:r>
      <w:r w:rsidRPr="00573E19">
        <w:rPr>
          <w:rtl/>
        </w:rPr>
        <w:t xml:space="preserve"> يضربان ثلاثين سوطا ثلاثين سوطا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قلت فإنها فعلت قال</w:t>
      </w:r>
      <w:r w:rsidR="00CA4563">
        <w:rPr>
          <w:rtl/>
        </w:rPr>
        <w:t>:</w:t>
      </w:r>
      <w:r w:rsidRPr="00573E19">
        <w:rPr>
          <w:rtl/>
        </w:rPr>
        <w:t xml:space="preserve"> فشق ذلك عليه فقال</w:t>
      </w:r>
      <w:r w:rsidR="00CA4563">
        <w:rPr>
          <w:rtl/>
        </w:rPr>
        <w:t>:</w:t>
      </w:r>
      <w:r w:rsidRPr="00573E19">
        <w:rPr>
          <w:rtl/>
        </w:rPr>
        <w:t xml:space="preserve"> أف أف ثلاثا وقال</w:t>
      </w:r>
      <w:r w:rsidR="00CA4563">
        <w:rPr>
          <w:rtl/>
        </w:rPr>
        <w:t>:</w:t>
      </w:r>
      <w:r w:rsidRPr="00573E19">
        <w:rPr>
          <w:rtl/>
        </w:rPr>
        <w:t xml:space="preserve">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عبد الرحمن بن الحجاج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كنت عند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فدخل عليه عباد البصري ومعه أناس من أصحابه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حدثني إذا اخذ الرجلان في لحاف واحد فقال</w:t>
      </w:r>
      <w:r w:rsidR="00CA4563">
        <w:rPr>
          <w:rtl/>
        </w:rPr>
        <w:t>:</w:t>
      </w:r>
      <w:r w:rsidRPr="00573E19">
        <w:rPr>
          <w:rtl/>
        </w:rPr>
        <w:t xml:space="preserve"> له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أخذ الرجلين في لحاف واحد ضربهما الحد فقال عباد</w:t>
      </w:r>
      <w:r w:rsidR="00CA4563">
        <w:rPr>
          <w:rtl/>
        </w:rPr>
        <w:t>:</w:t>
      </w:r>
      <w:r w:rsidRPr="00573E19">
        <w:rPr>
          <w:rtl/>
        </w:rPr>
        <w:t xml:space="preserve"> إنك قلت لي غير سوط فأعاد</w:t>
      </w:r>
      <w:r w:rsidR="009C2257">
        <w:rPr>
          <w:rtl/>
        </w:rPr>
        <w:t xml:space="preserve"> </w:t>
      </w:r>
      <w:r w:rsidRPr="00573E19">
        <w:rPr>
          <w:rtl/>
        </w:rPr>
        <w:t>عليه ذكر الحد حتى أعاد ذلك مرارا فقال غير سوط فكتب القوم الحضور عند</w:t>
      </w:r>
      <w:r w:rsidR="009C2257">
        <w:rPr>
          <w:rtl/>
        </w:rPr>
        <w:t xml:space="preserve"> </w:t>
      </w:r>
      <w:r w:rsidRPr="00573E19">
        <w:rPr>
          <w:rtl/>
        </w:rPr>
        <w:t>ذلك الحديث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799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حد الجلد أن يوجدا في لحاف واحد</w:t>
      </w:r>
      <w:r w:rsidR="00CA4563">
        <w:rPr>
          <w:rtl/>
        </w:rPr>
        <w:t>،</w:t>
      </w:r>
      <w:r w:rsidRPr="00573E19">
        <w:rPr>
          <w:rtl/>
        </w:rPr>
        <w:t xml:space="preserve"> والرجلان يجلدان إذا أخذا</w:t>
      </w:r>
      <w:r w:rsidR="009C2257">
        <w:rPr>
          <w:rtl/>
        </w:rPr>
        <w:t xml:space="preserve"> </w:t>
      </w:r>
      <w:r w:rsidRPr="00573E19">
        <w:rPr>
          <w:rtl/>
        </w:rPr>
        <w:t>في لحاف واحد</w:t>
      </w:r>
      <w:r w:rsidR="00CA4563">
        <w:rPr>
          <w:rtl/>
        </w:rPr>
        <w:t>،</w:t>
      </w:r>
      <w:r w:rsidRPr="00573E19">
        <w:rPr>
          <w:rtl/>
        </w:rPr>
        <w:t xml:space="preserve"> والمرأتان تجلدان إذا أخذتا في لحاف واحد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ابن محبوب عن عبد الله بن مسكان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</w:t>
      </w:r>
      <w:r w:rsidR="009C2257">
        <w:rPr>
          <w:rtl/>
        </w:rPr>
        <w:t xml:space="preserve"> </w:t>
      </w:r>
      <w:r w:rsidRPr="00573E19">
        <w:rPr>
          <w:rtl/>
        </w:rPr>
        <w:t>حد الجلد في الزنا أن يوجدا في لحاف واحد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ابن محبوب عن عبد الله بن مسكان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سمعته يقول الجلد في الزنا أن يوجدا في لحاف واحد</w:t>
      </w:r>
      <w:r w:rsidR="00CA4563">
        <w:rPr>
          <w:rtl/>
        </w:rPr>
        <w:t>،</w:t>
      </w:r>
      <w:r w:rsidRPr="00573E19">
        <w:rPr>
          <w:rtl/>
        </w:rPr>
        <w:t xml:space="preserve"> والرجلان يوجد ان في لحاف</w:t>
      </w:r>
      <w:r w:rsidR="009C2257">
        <w:rPr>
          <w:rtl/>
        </w:rPr>
        <w:t xml:space="preserve"> </w:t>
      </w:r>
      <w:r w:rsidRPr="00573E19">
        <w:rPr>
          <w:rtl/>
        </w:rPr>
        <w:t>واحد</w:t>
      </w:r>
      <w:r w:rsidR="00CA4563">
        <w:rPr>
          <w:rtl/>
        </w:rPr>
        <w:t>،</w:t>
      </w:r>
      <w:r w:rsidRPr="00573E19">
        <w:rPr>
          <w:rtl/>
        </w:rPr>
        <w:t xml:space="preserve"> والمرأتان توجدان في لحاف واحد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عبد الرحمن بن الحجاج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إذا أخذ الرجلين في لحاف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798</w:t>
      </w:r>
      <w:r>
        <w:rPr>
          <w:rtl/>
        </w:rPr>
        <w:t xml:space="preserve"> - </w:t>
      </w:r>
      <w:r w:rsidRPr="00101C21">
        <w:rPr>
          <w:rtl/>
        </w:rPr>
        <w:t>799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456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 بزيادة فيهما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واحد ضربهما الحد</w:t>
      </w:r>
      <w:r w:rsidR="00CA4563">
        <w:rPr>
          <w:rtl/>
        </w:rPr>
        <w:t>،</w:t>
      </w:r>
      <w:r w:rsidRPr="00573E19">
        <w:rPr>
          <w:rtl/>
        </w:rPr>
        <w:t xml:space="preserve"> وإذا أخذ المرأتين في لحاف واحد ضربهما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أحمد بن محمد عن علي بن الحكم عن أبان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شهد الشهود على الزاني انه قد جلس منها مجلس الرجل من امرأته</w:t>
      </w:r>
      <w:r w:rsidR="009C2257">
        <w:rPr>
          <w:rtl/>
        </w:rPr>
        <w:t xml:space="preserve"> </w:t>
      </w:r>
      <w:r w:rsidRPr="00573E19">
        <w:rPr>
          <w:rtl/>
        </w:rPr>
        <w:t>أقيم عليهما الحد</w:t>
      </w:r>
      <w:r w:rsidR="00CA4563">
        <w:rPr>
          <w:rtl/>
        </w:rPr>
        <w:t>،</w:t>
      </w:r>
      <w:r w:rsidRPr="00573E19">
        <w:rPr>
          <w:rtl/>
        </w:rPr>
        <w:t xml:space="preserve"> قال وكان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</w:t>
      </w:r>
      <w:r>
        <w:rPr>
          <w:rtl/>
        </w:rPr>
        <w:t>(</w:t>
      </w:r>
      <w:r w:rsidRPr="00573E19">
        <w:rPr>
          <w:rtl/>
        </w:rPr>
        <w:t xml:space="preserve"> اللهم ان أمكنتني من المغيرة</w:t>
      </w:r>
      <w:r w:rsidR="009C2257">
        <w:rPr>
          <w:rtl/>
        </w:rPr>
        <w:t xml:space="preserve"> </w:t>
      </w:r>
      <w:r w:rsidRPr="00573E19">
        <w:rPr>
          <w:rtl/>
        </w:rPr>
        <w:t>لأرمينه بالحجارة )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 لان ذكر الحد في هذه الأخبار الوجه</w:t>
      </w:r>
      <w:r w:rsidR="009C2257">
        <w:rPr>
          <w:rtl/>
        </w:rPr>
        <w:t xml:space="preserve"> </w:t>
      </w:r>
      <w:r w:rsidRPr="00573E19">
        <w:rPr>
          <w:rtl/>
        </w:rPr>
        <w:t>فيه أن نحمله على التعزير</w:t>
      </w:r>
      <w:r w:rsidR="00CA4563">
        <w:rPr>
          <w:rtl/>
        </w:rPr>
        <w:t>،</w:t>
      </w:r>
      <w:r w:rsidRPr="00573E19">
        <w:rPr>
          <w:rtl/>
        </w:rPr>
        <w:t xml:space="preserve"> وقد يطلق على ذلك لفظ الحد على ضرب من التجوز</w:t>
      </w:r>
      <w:r w:rsidR="009C2257">
        <w:rPr>
          <w:rtl/>
        </w:rPr>
        <w:t xml:space="preserve"> </w:t>
      </w:r>
      <w:r w:rsidRPr="00573E19">
        <w:rPr>
          <w:rtl/>
        </w:rPr>
        <w:t>فليس في شئ منها ذكر لكمية الحد</w:t>
      </w:r>
      <w:r w:rsidR="00CA4563">
        <w:rPr>
          <w:rtl/>
        </w:rPr>
        <w:t>،</w:t>
      </w:r>
      <w:r w:rsidRPr="00573E19">
        <w:rPr>
          <w:rtl/>
        </w:rPr>
        <w:t xml:space="preserve"> فإذا احتملت ذلك لا ينافي ما قدمناه</w:t>
      </w:r>
      <w:r w:rsidR="00CA4563">
        <w:rPr>
          <w:rtl/>
        </w:rPr>
        <w:t>،</w:t>
      </w:r>
      <w:r w:rsidRPr="00573E19">
        <w:rPr>
          <w:rtl/>
        </w:rPr>
        <w:t xml:space="preserve"> فأما</w:t>
      </w:r>
      <w:r w:rsidR="009C2257">
        <w:rPr>
          <w:rtl/>
        </w:rPr>
        <w:t xml:space="preserve"> </w:t>
      </w:r>
      <w:r w:rsidRPr="00573E19">
        <w:rPr>
          <w:rtl/>
        </w:rPr>
        <w:t>اختلاف تقادير التعزير فذلك بحسب ما يراه الامام من ثلاثين سوطا إلى تسعة وتسعين</w:t>
      </w:r>
      <w:r w:rsidR="009C2257">
        <w:rPr>
          <w:rtl/>
        </w:rPr>
        <w:t xml:space="preserve"> </w:t>
      </w:r>
      <w:r w:rsidRPr="00573E19">
        <w:rPr>
          <w:rtl/>
        </w:rPr>
        <w:t>سوطا على ما يراه أصلح في الحال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فأما ما رواه الحسين بن سعيد عن صفوان عن عبد الرحمن الحذا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إذا وجد الرجل والمرأة في لحاف واحد جلدا</w:t>
      </w:r>
      <w:r w:rsidR="009C2257">
        <w:rPr>
          <w:rtl/>
        </w:rPr>
        <w:t xml:space="preserve"> </w:t>
      </w:r>
      <w:r w:rsidRPr="00573E19">
        <w:rPr>
          <w:rtl/>
        </w:rPr>
        <w:t>ماءة ماءة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 xml:space="preserve">عنه عن القاسم عن علي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امرأة وجدت مع رجل في ثوب واحد قال</w:t>
      </w:r>
      <w:r w:rsidR="00CA4563">
        <w:rPr>
          <w:rtl/>
        </w:rPr>
        <w:t>:</w:t>
      </w:r>
      <w:r w:rsidRPr="00573E19">
        <w:rPr>
          <w:rtl/>
        </w:rPr>
        <w:t xml:space="preserve"> يجلدان ماءة جلدة ولا يجب</w:t>
      </w:r>
      <w:r w:rsidR="009C2257">
        <w:rPr>
          <w:rtl/>
        </w:rPr>
        <w:t xml:space="preserve"> </w:t>
      </w:r>
      <w:r w:rsidRPr="00573E19">
        <w:rPr>
          <w:rtl/>
        </w:rPr>
        <w:t>الرجم حتى تقوم البينة الأربعة بأنه قد رأوه يجامعها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أبان عن سلمة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أبيه 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وجد الرجل مع المرأة في لحاف واحد جلد كل واحد</w:t>
      </w:r>
      <w:r w:rsidR="009C2257">
        <w:rPr>
          <w:rtl/>
        </w:rPr>
        <w:t xml:space="preserve"> </w:t>
      </w:r>
      <w:r w:rsidRPr="00573E19">
        <w:rPr>
          <w:rtl/>
        </w:rPr>
        <w:t>منهما ماءة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80</w:t>
      </w:r>
      <w:r>
        <w:rPr>
          <w:rtl/>
        </w:rPr>
        <w:t xml:space="preserve">3 -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457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88.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88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16</w:t>
      </w:r>
      <w:r>
        <w:rPr>
          <w:rtl/>
        </w:rPr>
        <w:t xml:space="preserve"> - </w:t>
      </w:r>
      <w:r w:rsidRPr="00573E19">
        <w:rPr>
          <w:rtl/>
        </w:rPr>
        <w:t>عنه عن محمد بن الفضيل عن الكناني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الرجل والمرأة يوجد ان في لحاف واحد قال</w:t>
      </w:r>
      <w:r w:rsidR="00CA4563">
        <w:rPr>
          <w:rtl/>
        </w:rPr>
        <w:t>:</w:t>
      </w:r>
      <w:r w:rsidRPr="00573E19">
        <w:rPr>
          <w:rtl/>
        </w:rPr>
        <w:t xml:space="preserve"> اجلدهما ماءة ماءة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ولا يكون</w:t>
      </w:r>
      <w:r w:rsidR="009C2257">
        <w:rPr>
          <w:rtl/>
        </w:rPr>
        <w:t xml:space="preserve"> </w:t>
      </w:r>
      <w:r w:rsidRPr="00573E19">
        <w:rPr>
          <w:rtl/>
        </w:rPr>
        <w:t>الرجم حتى تقوم الشهود الأربعة أنهم رأوه يجامعها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17</w:t>
      </w:r>
      <w:r>
        <w:rPr>
          <w:rtl/>
        </w:rPr>
        <w:t xml:space="preserve"> - </w:t>
      </w:r>
      <w:r w:rsidRPr="00573E19">
        <w:rPr>
          <w:rtl/>
        </w:rPr>
        <w:t xml:space="preserve">عنه عن فضالة عن أبان عن سلمة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أبيه أن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إذا وجد الرجل مع المرأة في لحاف واحد جلد كل واحد</w:t>
      </w:r>
      <w:r w:rsidR="009C2257">
        <w:rPr>
          <w:rtl/>
        </w:rPr>
        <w:t xml:space="preserve"> </w:t>
      </w:r>
      <w:r w:rsidRPr="00573E19">
        <w:rPr>
          <w:rtl/>
        </w:rPr>
        <w:t>منهما ماءة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فيها أن نحملها على أنه إذا</w:t>
      </w:r>
      <w:r w:rsidR="009C2257">
        <w:rPr>
          <w:rtl/>
        </w:rPr>
        <w:t xml:space="preserve"> </w:t>
      </w:r>
      <w:r w:rsidRPr="00573E19">
        <w:rPr>
          <w:rtl/>
        </w:rPr>
        <w:t>انضاف إلى ذلك وقوع الفعل منهما وعلم الإمام ذلك جاز له أن يقيم عليهما الحد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18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محمد عن محمد بن أحمد المحمودي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يونس عن حسين بن خالد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</w:t>
      </w:r>
      <w:r w:rsidR="00CA4563">
        <w:rPr>
          <w:rtl/>
        </w:rPr>
        <w:t>:</w:t>
      </w:r>
      <w:r w:rsidRPr="00573E19">
        <w:rPr>
          <w:rtl/>
        </w:rPr>
        <w:t xml:space="preserve"> الواجب</w:t>
      </w:r>
      <w:r w:rsidR="009C2257">
        <w:rPr>
          <w:rtl/>
        </w:rPr>
        <w:t xml:space="preserve"> </w:t>
      </w:r>
      <w:r w:rsidRPr="00573E19">
        <w:rPr>
          <w:rtl/>
        </w:rPr>
        <w:t>على الامام إذا نظر إلى رجل يزني أو شرب خمرا أن يقيم عليه الحد ولا يحتاج إلى بينة</w:t>
      </w:r>
      <w:r w:rsidR="009C2257">
        <w:rPr>
          <w:rtl/>
        </w:rPr>
        <w:t xml:space="preserve"> </w:t>
      </w:r>
      <w:r w:rsidRPr="00573E19">
        <w:rPr>
          <w:rtl/>
        </w:rPr>
        <w:t>مع نظره لأنه أمين الله في خلقه</w:t>
      </w:r>
      <w:r w:rsidR="00CA4563">
        <w:rPr>
          <w:rtl/>
        </w:rPr>
        <w:t>،</w:t>
      </w:r>
      <w:r w:rsidRPr="00573E19">
        <w:rPr>
          <w:rtl/>
        </w:rPr>
        <w:t xml:space="preserve"> وإذا نظر إلى رجل يسرق فالواجب عليه أن يزبره</w:t>
      </w:r>
      <w:r w:rsidR="009C2257">
        <w:rPr>
          <w:rtl/>
        </w:rPr>
        <w:t xml:space="preserve"> </w:t>
      </w:r>
      <w:r w:rsidRPr="00573E19">
        <w:rPr>
          <w:rtl/>
        </w:rPr>
        <w:t>وينهاه ويمضي ويدعه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كيف ذلك</w:t>
      </w:r>
      <w:r>
        <w:rPr>
          <w:rtl/>
        </w:rPr>
        <w:t>؟</w:t>
      </w:r>
      <w:r w:rsidRPr="00573E19">
        <w:rPr>
          <w:rtl/>
        </w:rPr>
        <w:t xml:space="preserve"> قال لان الحق إذا كان لله فالواجب على</w:t>
      </w:r>
      <w:r w:rsidR="009C2257">
        <w:rPr>
          <w:rtl/>
        </w:rPr>
        <w:t xml:space="preserve"> </w:t>
      </w:r>
      <w:r w:rsidRPr="00573E19">
        <w:rPr>
          <w:rtl/>
        </w:rPr>
        <w:t>الامام اقامته وإذا كان للناس فهو للناس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19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القاسم بن محمد عن أبان عن عبد الرحمن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عبد الله 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إذا وجد الرجل والمرأة في لحاف واحد</w:t>
      </w:r>
      <w:r w:rsidR="009C2257">
        <w:rPr>
          <w:rtl/>
        </w:rPr>
        <w:t xml:space="preserve"> </w:t>
      </w:r>
      <w:r w:rsidRPr="00573E19">
        <w:rPr>
          <w:rtl/>
        </w:rPr>
        <w:t>وقامت بذلك عليهما البينة ولم تطلع منهما على سوى ذلك جلد كل واحد منهما ماءة جلدة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 نحمله على من أدبه الامام وعزره دفعة أو دفعتين فعاد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807</w:t>
      </w:r>
      <w:r>
        <w:rPr>
          <w:rtl/>
        </w:rPr>
        <w:t xml:space="preserve"> - </w:t>
      </w:r>
      <w:r w:rsidRPr="00101C21">
        <w:rPr>
          <w:rtl/>
        </w:rPr>
        <w:t>808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إلى مثل ذلك جاز للامام حينئذ أن يقيم عليه الحد على الكمال</w:t>
      </w:r>
      <w:r w:rsidR="00CA4563">
        <w:rPr>
          <w:rtl/>
        </w:rPr>
        <w:t>،</w:t>
      </w:r>
      <w:r w:rsidRPr="00573E19">
        <w:rPr>
          <w:rtl/>
        </w:rPr>
        <w:t xml:space="preserve"> وهذا الوجه يحتمله</w:t>
      </w:r>
      <w:r w:rsidR="009C2257">
        <w:rPr>
          <w:rtl/>
        </w:rPr>
        <w:t xml:space="preserve"> </w:t>
      </w:r>
      <w:r w:rsidRPr="00573E19">
        <w:rPr>
          <w:rtl/>
        </w:rPr>
        <w:t>الاخبار التي قدمناه أيضا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الحسين عن عبد الرحمن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هاشم البجلي عن أبي خديجة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ينبغي</w:t>
      </w:r>
      <w:r w:rsidR="009C2257">
        <w:rPr>
          <w:rtl/>
        </w:rPr>
        <w:t xml:space="preserve"> </w:t>
      </w:r>
      <w:r w:rsidRPr="00573E19">
        <w:rPr>
          <w:rtl/>
        </w:rPr>
        <w:t>للمرأتين تنامان في لحاف واحد إلا وبينهما حاجز فإن فعلتا نهيتا عن ذلك</w:t>
      </w:r>
      <w:r w:rsidR="00CA4563">
        <w:rPr>
          <w:rtl/>
        </w:rPr>
        <w:t>،</w:t>
      </w:r>
      <w:r w:rsidRPr="00573E19">
        <w:rPr>
          <w:rtl/>
        </w:rPr>
        <w:t xml:space="preserve"> فان وجدهما</w:t>
      </w:r>
      <w:r w:rsidR="009C2257">
        <w:rPr>
          <w:rtl/>
        </w:rPr>
        <w:t xml:space="preserve"> </w:t>
      </w:r>
      <w:r w:rsidRPr="00573E19">
        <w:rPr>
          <w:rtl/>
        </w:rPr>
        <w:t>بعد النهي في لحاف واحد جلد تأكل واحدة منهما حدا حدا</w:t>
      </w:r>
      <w:r w:rsidR="00CA4563">
        <w:rPr>
          <w:rtl/>
        </w:rPr>
        <w:t>،</w:t>
      </w:r>
      <w:r w:rsidRPr="00573E19">
        <w:rPr>
          <w:rtl/>
        </w:rPr>
        <w:t xml:space="preserve"> فان اخذتا الثالثة</w:t>
      </w:r>
      <w:r w:rsidR="009C2257">
        <w:rPr>
          <w:rtl/>
        </w:rPr>
        <w:t xml:space="preserve"> </w:t>
      </w:r>
      <w:r w:rsidRPr="00573E19">
        <w:rPr>
          <w:rtl/>
        </w:rPr>
        <w:t>في لحاف واحد حدتا</w:t>
      </w:r>
      <w:r w:rsidR="00CA4563">
        <w:rPr>
          <w:rtl/>
        </w:rPr>
        <w:t>،</w:t>
      </w:r>
      <w:r w:rsidRPr="00573E19">
        <w:rPr>
          <w:rtl/>
        </w:rPr>
        <w:t xml:space="preserve"> فان وجدتا الرابعة قتلتا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76" w:name="_Toc374810521"/>
      <w:bookmarkStart w:id="277" w:name="_Toc376954896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باب كيفية إقامة الشهادة على الرجم</w:t>
      </w:r>
      <w:bookmarkEnd w:id="276"/>
      <w:bookmarkEnd w:id="27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بن عبد الرحمن عن أبي بصير 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يرجم الرجل والمرأة حتى يشهد عليهما أربعة شهداء عليه بالجماع والايلاج والادخال</w:t>
      </w:r>
      <w:r w:rsidR="009C2257">
        <w:rPr>
          <w:rtl/>
        </w:rPr>
        <w:t xml:space="preserve"> </w:t>
      </w:r>
      <w:r w:rsidRPr="00573E19">
        <w:rPr>
          <w:rtl/>
        </w:rPr>
        <w:t>كالميل في المكحلة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علي بن الحكم عن علي بن أبي حمزة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يجب الرجم حتى تقوم البينة الأربعة شهود أنهم</w:t>
      </w:r>
      <w:r w:rsidR="009C2257">
        <w:rPr>
          <w:rtl/>
        </w:rPr>
        <w:t xml:space="preserve"> </w:t>
      </w:r>
      <w:r w:rsidRPr="00573E19">
        <w:rPr>
          <w:rtl/>
        </w:rPr>
        <w:t>قد رأوه يجامعها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ابن أبي عمير عن عاصم بن حميد عن محمد بن قيس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لا يرجم رجل ولا امرأة</w:t>
      </w:r>
      <w:r w:rsidR="009C2257">
        <w:rPr>
          <w:rtl/>
        </w:rPr>
        <w:t xml:space="preserve"> </w:t>
      </w:r>
      <w:r w:rsidRPr="00573E19">
        <w:rPr>
          <w:rtl/>
        </w:rPr>
        <w:t>حتى يشهد عليه أربعة شهود على الايلاج والاخراج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811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457 الفقيه ص </w:t>
      </w:r>
      <w:r>
        <w:rPr>
          <w:rtl/>
        </w:rPr>
        <w:t>3</w:t>
      </w:r>
      <w:r w:rsidRPr="00101C21">
        <w:rPr>
          <w:rtl/>
        </w:rPr>
        <w:t>68.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81</w:t>
      </w:r>
      <w:r>
        <w:rPr>
          <w:rtl/>
        </w:rPr>
        <w:t xml:space="preserve">2 - </w:t>
      </w:r>
      <w:r w:rsidRPr="00573E19">
        <w:rPr>
          <w:rtl/>
        </w:rPr>
        <w:t>81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814</w:t>
      </w:r>
      <w:r>
        <w:rPr>
          <w:rtl/>
        </w:rPr>
        <w:t xml:space="preserve"> - </w:t>
      </w:r>
      <w:r w:rsidRPr="00573E19">
        <w:rPr>
          <w:rtl/>
        </w:rPr>
        <w:t>815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445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88 واخرج الأول الصدوق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 الفقيه ص 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حد الرجم أن يشهد أربعة انهم رأوه يدخل ويخرج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فضالة عن أبان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إذا قال الشاهد انه قد جلس منها مجلس الرجل من امرأته أقيم</w:t>
      </w:r>
      <w:r w:rsidR="009C2257">
        <w:rPr>
          <w:rtl/>
        </w:rPr>
        <w:t xml:space="preserve"> </w:t>
      </w:r>
      <w:r w:rsidRPr="00573E19">
        <w:rPr>
          <w:rtl/>
        </w:rPr>
        <w:t>عليه الحد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يقام عليه الحد دون الرجم</w:t>
      </w:r>
      <w:r w:rsidR="009C2257">
        <w:rPr>
          <w:rtl/>
        </w:rPr>
        <w:t xml:space="preserve"> </w:t>
      </w:r>
      <w:r w:rsidRPr="00573E19">
        <w:rPr>
          <w:rtl/>
        </w:rPr>
        <w:t>وعلى ذلك دل الخبر الذي أوردنا في الباب الأول عن زرارة من قول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وإن أمكنني الله من المغيرة لاقمت عليه الحد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 w:rsidR="00CA4563">
        <w:rPr>
          <w:rtl/>
        </w:rPr>
        <w:t>:</w:t>
      </w:r>
      <w:r w:rsidRPr="00573E19">
        <w:rPr>
          <w:rtl/>
        </w:rPr>
        <w:t xml:space="preserve"> أن يكون</w:t>
      </w:r>
      <w:r w:rsidR="009C2257">
        <w:rPr>
          <w:rtl/>
        </w:rPr>
        <w:t xml:space="preserve"> </w:t>
      </w:r>
      <w:r w:rsidRPr="00573E19">
        <w:rPr>
          <w:rtl/>
        </w:rPr>
        <w:t>المراد بالخبر التعزير دون الحد التام على ما دللنا عليه في الباب الأول</w:t>
      </w:r>
      <w:r w:rsidR="00CA4563">
        <w:rPr>
          <w:rtl/>
        </w:rPr>
        <w:t>،</w:t>
      </w:r>
      <w:r w:rsidRPr="00573E19">
        <w:rPr>
          <w:rtl/>
        </w:rPr>
        <w:t xml:space="preserve"> وإنما يجب في</w:t>
      </w:r>
      <w:r w:rsidR="009C2257">
        <w:rPr>
          <w:rtl/>
        </w:rPr>
        <w:t xml:space="preserve"> </w:t>
      </w:r>
      <w:r w:rsidRPr="00573E19">
        <w:rPr>
          <w:rtl/>
        </w:rPr>
        <w:t>مراعاة الشهادة ادعاء الايلاج والاخراج فيما يوجب الرجم على ما تضمنته الاخبار</w:t>
      </w:r>
      <w:r w:rsidR="009C2257">
        <w:rPr>
          <w:rtl/>
        </w:rPr>
        <w:t xml:space="preserve"> </w:t>
      </w:r>
      <w:r w:rsidRPr="00573E19">
        <w:rPr>
          <w:rtl/>
        </w:rPr>
        <w:t>الأولة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وأما ما رواه محمد بن علي بن محبوب عن أحمد بن الحسن عن عمرو بن سعيد</w:t>
      </w:r>
      <w:r w:rsidR="009C2257">
        <w:rPr>
          <w:rtl/>
        </w:rPr>
        <w:t xml:space="preserve"> </w:t>
      </w:r>
      <w:r w:rsidRPr="00573E19">
        <w:rPr>
          <w:rtl/>
        </w:rPr>
        <w:t>عن مصدق بن صدقة عن عمار الساباطي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</w:t>
      </w:r>
      <w:r w:rsidR="009C2257">
        <w:rPr>
          <w:rtl/>
        </w:rPr>
        <w:t xml:space="preserve"> </w:t>
      </w:r>
      <w:r w:rsidRPr="00573E19">
        <w:rPr>
          <w:rtl/>
        </w:rPr>
        <w:t>شهد عليه ثلاثة رجال انه زنى بفلانة وشهد الرابع انه لا يدري بمن زنى قال</w:t>
      </w:r>
      <w:r w:rsidR="00CA4563">
        <w:rPr>
          <w:rtl/>
        </w:rPr>
        <w:t>:</w:t>
      </w:r>
      <w:r w:rsidRPr="00573E19">
        <w:rPr>
          <w:rtl/>
        </w:rPr>
        <w:t xml:space="preserve"> لا يحد</w:t>
      </w:r>
      <w:r w:rsidR="009C2257">
        <w:rPr>
          <w:rtl/>
        </w:rPr>
        <w:t xml:space="preserve"> </w:t>
      </w:r>
      <w:r w:rsidRPr="00573E19">
        <w:rPr>
          <w:rtl/>
        </w:rPr>
        <w:t>ولا يرجم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انه إذا شك الرابع في عين من زنى بها ومعرفتها بعينها وإن</w:t>
      </w:r>
      <w:r w:rsidR="009C2257">
        <w:rPr>
          <w:rtl/>
        </w:rPr>
        <w:t xml:space="preserve"> </w:t>
      </w:r>
      <w:r w:rsidRPr="00573E19">
        <w:rPr>
          <w:rtl/>
        </w:rPr>
        <w:t>لم يشك في زناه سقط عنه الرجم والحد على التمام وكان عليه التعزير على ما تضمنه</w:t>
      </w:r>
      <w:r w:rsidR="009C2257">
        <w:rPr>
          <w:rtl/>
        </w:rPr>
        <w:t xml:space="preserve"> </w:t>
      </w:r>
      <w:r w:rsidRPr="00573E19">
        <w:rPr>
          <w:rtl/>
        </w:rPr>
        <w:t>الباب الأول</w:t>
      </w:r>
      <w:r w:rsidR="00CA4563">
        <w:rPr>
          <w:rtl/>
        </w:rPr>
        <w:t>،</w:t>
      </w:r>
      <w:r w:rsidRPr="00573E19">
        <w:rPr>
          <w:rtl/>
        </w:rPr>
        <w:t xml:space="preserve"> لأن هذه الشهادة ليست بأقل من الشهادة على وجودهما في لحاف</w:t>
      </w:r>
      <w:r w:rsidR="009C2257">
        <w:rPr>
          <w:rtl/>
        </w:rPr>
        <w:t xml:space="preserve"> </w:t>
      </w:r>
      <w:r w:rsidRPr="00573E19">
        <w:rPr>
          <w:rtl/>
        </w:rPr>
        <w:t>واحد وذلك يوجب التعزير على ما بيناه في الباب الأول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816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</w:t>
      </w:r>
      <w:r>
        <w:rPr>
          <w:rtl/>
        </w:rPr>
        <w:t>2</w:t>
      </w:r>
      <w:r w:rsidRPr="00101C21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817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96 الفقيه ص </w:t>
      </w:r>
      <w:r>
        <w:rPr>
          <w:rtl/>
        </w:rPr>
        <w:t>3</w:t>
      </w:r>
      <w:r w:rsidRPr="00573E19">
        <w:rPr>
          <w:rtl/>
        </w:rPr>
        <w:t>67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78" w:name="_Toc374810522"/>
      <w:bookmarkStart w:id="279" w:name="_Toc376954897"/>
      <w:r w:rsidRPr="00573E19">
        <w:rPr>
          <w:rtl/>
        </w:rPr>
        <w:lastRenderedPageBreak/>
        <w:t>1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باب الحد في اللواط</w:t>
      </w:r>
      <w:bookmarkEnd w:id="278"/>
      <w:bookmarkEnd w:id="27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سهل بن زياد عن بكر بن صالح عن محمد بن سنان عن أبي بكر الحضرمي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أتي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وامرأته</w:t>
      </w:r>
      <w:r w:rsidR="009C2257">
        <w:rPr>
          <w:rtl/>
        </w:rPr>
        <w:t xml:space="preserve"> </w:t>
      </w:r>
      <w:r w:rsidRPr="00573E19">
        <w:rPr>
          <w:rtl/>
        </w:rPr>
        <w:t>وقد لاط زوجها بابنها من غيره وثقبه وشهد عليه بذلك الشهود فأمر به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فضرب بالسيف حتى قتل وضرب الغلام دون الحد وقال</w:t>
      </w:r>
      <w:r w:rsidR="00CA4563">
        <w:rPr>
          <w:rtl/>
        </w:rPr>
        <w:t>:</w:t>
      </w:r>
      <w:r w:rsidRPr="00573E19">
        <w:rPr>
          <w:rtl/>
        </w:rPr>
        <w:t xml:space="preserve"> أما لو كنت</w:t>
      </w:r>
      <w:r w:rsidR="009C2257">
        <w:rPr>
          <w:rtl/>
        </w:rPr>
        <w:t xml:space="preserve"> </w:t>
      </w:r>
      <w:r w:rsidRPr="00573E19">
        <w:rPr>
          <w:rtl/>
        </w:rPr>
        <w:t>مدركا لقتلتك لامكانك إياه من نفسك بثقبك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819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أبو علي الأشعري عن الحسن بن علي الكوفي عن العباس بن عامر عن يوسف</w:t>
      </w:r>
      <w:r w:rsidR="009C2257">
        <w:rPr>
          <w:rtl/>
        </w:rPr>
        <w:t xml:space="preserve"> </w:t>
      </w:r>
      <w:r w:rsidRPr="00573E19">
        <w:rPr>
          <w:rtl/>
        </w:rPr>
        <w:t>ابن عميرة عن عبد الرحمن العرزمي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وجد رجل</w:t>
      </w:r>
      <w:r w:rsidR="009C2257">
        <w:rPr>
          <w:rtl/>
        </w:rPr>
        <w:t xml:space="preserve"> </w:t>
      </w:r>
      <w:r w:rsidRPr="00573E19">
        <w:rPr>
          <w:rtl/>
        </w:rPr>
        <w:t>مع رجل في امارة عمر فهرب أحدهما واخذ الآخر فجئ به إلى عمر فقال</w:t>
      </w:r>
      <w:r w:rsidR="00CA4563">
        <w:rPr>
          <w:rtl/>
        </w:rPr>
        <w:t>:</w:t>
      </w:r>
      <w:r w:rsidRPr="00573E19">
        <w:rPr>
          <w:rtl/>
        </w:rPr>
        <w:t xml:space="preserve"> للناس</w:t>
      </w:r>
      <w:r w:rsidR="009C2257">
        <w:rPr>
          <w:rtl/>
        </w:rPr>
        <w:t xml:space="preserve"> </w:t>
      </w:r>
      <w:r w:rsidRPr="00573E19">
        <w:rPr>
          <w:rtl/>
        </w:rPr>
        <w:t>ما ترون</w:t>
      </w:r>
      <w:r>
        <w:rPr>
          <w:rtl/>
        </w:rPr>
        <w:t>؟</w:t>
      </w:r>
      <w:r w:rsidRPr="00573E19">
        <w:rPr>
          <w:rtl/>
        </w:rPr>
        <w:t xml:space="preserve"> قال فقال هذا إصنع كذا وقال هذا اصنع كذا قال فقال ما تقول يا أبا الحسن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اضرب عنقه فضرب عنقه قال ثم أراد أن يحمله فقال مه إنه قد بقي من حدوده</w:t>
      </w:r>
      <w:r w:rsidR="009C2257">
        <w:rPr>
          <w:rtl/>
        </w:rPr>
        <w:t xml:space="preserve"> </w:t>
      </w:r>
      <w:r w:rsidRPr="00573E19">
        <w:rPr>
          <w:rtl/>
        </w:rPr>
        <w:t>شئ قال أي شئ قد بقي</w:t>
      </w:r>
      <w:r>
        <w:rPr>
          <w:rtl/>
        </w:rPr>
        <w:t>؟</w:t>
      </w:r>
      <w:r w:rsidRPr="00573E19">
        <w:rPr>
          <w:rtl/>
        </w:rPr>
        <w:t xml:space="preserve"> قال ادع بحطب قال فدعا عمر بحطب فأمر به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فاحرق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الحسين بن سعيد عن القاسم بن محمد الجوهري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الصمد بن بشير عن سليمان بن هلال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</w:t>
      </w:r>
      <w:r w:rsidR="009C2257">
        <w:rPr>
          <w:rtl/>
        </w:rPr>
        <w:t xml:space="preserve"> </w:t>
      </w:r>
      <w:r w:rsidRPr="00573E19">
        <w:rPr>
          <w:rtl/>
        </w:rPr>
        <w:t>يفعل بالرجل قال فقال</w:t>
      </w:r>
      <w:r w:rsidR="00CA4563">
        <w:rPr>
          <w:rtl/>
        </w:rPr>
        <w:t>:</w:t>
      </w:r>
      <w:r w:rsidRPr="00573E19">
        <w:rPr>
          <w:rtl/>
        </w:rPr>
        <w:t xml:space="preserve"> إن كان دون الثقب فالحد وإن كان ثقب أقيم قائما ثم ضرب</w:t>
      </w:r>
      <w:r w:rsidR="009C2257">
        <w:rPr>
          <w:rtl/>
        </w:rPr>
        <w:t xml:space="preserve"> </w:t>
      </w:r>
      <w:r w:rsidRPr="00573E19">
        <w:rPr>
          <w:rtl/>
        </w:rPr>
        <w:t>بالسيف ضربة أخذ منه السيف ما أخذ فقلت له</w:t>
      </w:r>
      <w:r w:rsidR="00CA4563">
        <w:rPr>
          <w:rtl/>
        </w:rPr>
        <w:t>:</w:t>
      </w:r>
      <w:r w:rsidRPr="00573E19">
        <w:rPr>
          <w:rtl/>
        </w:rPr>
        <w:t xml:space="preserve"> هذا القتل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هو ذاك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818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459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9</w:t>
      </w:r>
      <w:r>
        <w:rPr>
          <w:rtl/>
        </w:rPr>
        <w:t>2</w:t>
      </w:r>
      <w:r w:rsidRPr="00101C21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819</w:t>
      </w:r>
      <w:r>
        <w:rPr>
          <w:rtl/>
        </w:rPr>
        <w:t xml:space="preserve"> - 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آبائه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لو كان ينبغي لاحد أن</w:t>
      </w:r>
      <w:r w:rsidR="009C2257">
        <w:rPr>
          <w:rtl/>
        </w:rPr>
        <w:t xml:space="preserve"> </w:t>
      </w:r>
      <w:r w:rsidRPr="00573E19">
        <w:rPr>
          <w:rtl/>
        </w:rPr>
        <w:t>يرجم مرتين لرجم اللوطي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الحسن بن محبوب عن ابن رئاب عن مالك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عطية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فيمن أوقب على غلام قال قال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حكم فيه ثلاثة أحكام إما ضربة</w:t>
      </w:r>
      <w:r w:rsidR="009C2257">
        <w:rPr>
          <w:rtl/>
        </w:rPr>
        <w:t xml:space="preserve"> </w:t>
      </w:r>
      <w:r w:rsidRPr="00573E19">
        <w:rPr>
          <w:rtl/>
        </w:rPr>
        <w:t>بالسيف في عنقه بالغة ما بلغت</w:t>
      </w:r>
      <w:r w:rsidR="00CA4563">
        <w:rPr>
          <w:rtl/>
        </w:rPr>
        <w:t>،</w:t>
      </w:r>
      <w:r w:rsidRPr="00573E19">
        <w:rPr>
          <w:rtl/>
        </w:rPr>
        <w:t xml:space="preserve"> أو اهدارا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من جبل مشدود اليدين والرجلين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أو احراقا بالنار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محمد بن محبوب عن بنان بن محمد عن العباس غلام لأبي الحسن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يعرف بغلام بن شراعة عن الحسن بن الربيع عن سيف التمار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اتي علي بن أبي طالب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مع غلام يأتيه وقامت</w:t>
      </w:r>
      <w:r w:rsidR="009C2257">
        <w:rPr>
          <w:rtl/>
        </w:rPr>
        <w:t xml:space="preserve"> </w:t>
      </w:r>
      <w:r w:rsidRPr="00573E19">
        <w:rPr>
          <w:rtl/>
        </w:rPr>
        <w:t>عليهما بذلك البينة فقال</w:t>
      </w:r>
      <w:r w:rsidR="00CA4563">
        <w:rPr>
          <w:rtl/>
        </w:rPr>
        <w:t>:</w:t>
      </w:r>
      <w:r w:rsidRPr="00573E19">
        <w:rPr>
          <w:rtl/>
        </w:rPr>
        <w:t xml:space="preserve"> ائتوني بالنطع والسيف ثم أمر بالرجل فوضع على وجهه</w:t>
      </w:r>
      <w:r w:rsidR="009C2257">
        <w:rPr>
          <w:rtl/>
        </w:rPr>
        <w:t xml:space="preserve"> </w:t>
      </w:r>
      <w:r w:rsidRPr="00573E19">
        <w:rPr>
          <w:rtl/>
        </w:rPr>
        <w:t>ووضع الغلام على وجهه ثم أمر بهما فضربهما بالسيف حتى قدهما بالسيف جميعا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واتي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بامرأتين وجدتا في لحاف واحد وقامت عليهما البينة</w:t>
      </w:r>
      <w:r w:rsidR="009C2257">
        <w:rPr>
          <w:rtl/>
        </w:rPr>
        <w:t xml:space="preserve"> </w:t>
      </w:r>
      <w:r w:rsidRPr="00573E19">
        <w:rPr>
          <w:rtl/>
        </w:rPr>
        <w:t>انهما كانتا تتساحقان فدعا بالنطع ثم أمر بهما فأحرقن بالنار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فاما ما رواه يونس عن محمد بن سنان عن العلا بن الفضيل قال 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حد اللوطي مثل حد الزاني قال</w:t>
      </w:r>
      <w:r w:rsidR="00CA4563">
        <w:rPr>
          <w:rtl/>
        </w:rPr>
        <w:t>:</w:t>
      </w:r>
      <w:r w:rsidRPr="00573E19">
        <w:rPr>
          <w:rtl/>
        </w:rPr>
        <w:t xml:space="preserve"> إن كان قد أحصن يرجم والا جلد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محمد بن يعقوب عن الحسين بن محمد عن المعلي بن محمد عن الحسن بن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حماد بن عثمان قال 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رجل أتى رجلا قال</w:t>
      </w:r>
      <w:r w:rsidR="00CA4563">
        <w:rPr>
          <w:rtl/>
        </w:rPr>
        <w:t>:</w:t>
      </w:r>
      <w:r w:rsidRPr="00573E19">
        <w:rPr>
          <w:rtl/>
        </w:rPr>
        <w:t xml:space="preserve"> عليه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الاهدار</w:t>
      </w:r>
      <w:r w:rsidR="00CA4563">
        <w:rPr>
          <w:rtl/>
        </w:rPr>
        <w:t>:</w:t>
      </w:r>
      <w:r w:rsidRPr="00573E19">
        <w:rPr>
          <w:rtl/>
        </w:rPr>
        <w:t xml:space="preserve"> هو الاسقاط والهادر هو الساقط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8</w:t>
      </w:r>
      <w:r>
        <w:rPr>
          <w:rtl/>
        </w:rPr>
        <w:t xml:space="preserve">22 -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460 ضمن حديث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 xml:space="preserve">23 - 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460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إن كان محصنا القتل</w:t>
      </w:r>
      <w:r w:rsidR="00CA4563">
        <w:rPr>
          <w:rtl/>
        </w:rPr>
        <w:t>،</w:t>
      </w:r>
      <w:r w:rsidRPr="00573E19">
        <w:rPr>
          <w:rtl/>
        </w:rPr>
        <w:t xml:space="preserve"> وإن لم يكن محصنا فعليه الجلد</w:t>
      </w:r>
      <w:r w:rsidR="00CA4563">
        <w:rPr>
          <w:rtl/>
        </w:rPr>
        <w:t>،</w:t>
      </w:r>
      <w:r w:rsidRPr="00573E19">
        <w:rPr>
          <w:rtl/>
        </w:rPr>
        <w:t xml:space="preserve"> قال فقلت فما على المؤتى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>عليه القتل على كل حال محصنا كان أو غير محصن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الحكم عن أبان عن زرارة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المتلوط حده حد الزاني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محمد بن يحيى عن أحمد بن محمد عن ابن محبوب عن هشام بن سالم</w:t>
      </w:r>
      <w:r w:rsidR="009C2257">
        <w:rPr>
          <w:rtl/>
        </w:rPr>
        <w:t xml:space="preserve"> </w:t>
      </w:r>
      <w:r w:rsidRPr="00573E19">
        <w:rPr>
          <w:rtl/>
        </w:rPr>
        <w:t>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إن في كتاب علي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إذا أخذ الرجل مع الغلام في لحاف واحد مجردين ضرب الرجل وأدب الغلام</w:t>
      </w:r>
      <w:r w:rsidR="00CA4563">
        <w:rPr>
          <w:rtl/>
        </w:rPr>
        <w:t>،</w:t>
      </w:r>
      <w:r w:rsidRPr="00573E19">
        <w:rPr>
          <w:rtl/>
        </w:rPr>
        <w:t xml:space="preserve"> وإن</w:t>
      </w:r>
      <w:r w:rsidR="009C2257">
        <w:rPr>
          <w:rtl/>
        </w:rPr>
        <w:t xml:space="preserve"> </w:t>
      </w:r>
      <w:r w:rsidRPr="00573E19">
        <w:rPr>
          <w:rtl/>
        </w:rPr>
        <w:t>كان ثقب وكان محصنا رجم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المراد بها إذا كان الفعل</w:t>
      </w:r>
      <w:r w:rsidR="009C2257">
        <w:rPr>
          <w:rtl/>
        </w:rPr>
        <w:t xml:space="preserve"> </w:t>
      </w:r>
      <w:r w:rsidRPr="00573E19">
        <w:rPr>
          <w:rtl/>
        </w:rPr>
        <w:t>دون الايقاب عليه فإنه إذا كان كذلك اعتبر فيه الاحصان وغير الاحصان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فصل ذلك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فيما رواه عنه سليمان بن هلال من قوله</w:t>
      </w:r>
      <w:r w:rsidR="00CA4563">
        <w:rPr>
          <w:rtl/>
        </w:rPr>
        <w:t>:</w:t>
      </w:r>
      <w:r w:rsidRPr="00573E19">
        <w:rPr>
          <w:rtl/>
        </w:rPr>
        <w:t xml:space="preserve"> إن كان</w:t>
      </w:r>
      <w:r w:rsidR="009C2257">
        <w:rPr>
          <w:rtl/>
        </w:rPr>
        <w:t xml:space="preserve"> </w:t>
      </w:r>
      <w:r w:rsidRPr="00573E19">
        <w:rPr>
          <w:rtl/>
        </w:rPr>
        <w:t>دون الايقاب فعليه الحد وإن كان الايقاب فضربة بالسيف وقد يسمى فاعل ذلك</w:t>
      </w:r>
      <w:r w:rsidR="009C2257">
        <w:rPr>
          <w:rtl/>
        </w:rPr>
        <w:t xml:space="preserve"> </w:t>
      </w:r>
      <w:r w:rsidRPr="00573E19">
        <w:rPr>
          <w:rtl/>
        </w:rPr>
        <w:t>بأنه لوطي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سهل بن زياد عن بكر بن صالح عن محمد بن سنان عن حذيفة</w:t>
      </w:r>
      <w:r w:rsidR="009C2257">
        <w:rPr>
          <w:rtl/>
        </w:rPr>
        <w:t xml:space="preserve"> </w:t>
      </w:r>
      <w:r w:rsidRPr="00573E19">
        <w:rPr>
          <w:rtl/>
        </w:rPr>
        <w:t>ابن منصور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اللواط فقال</w:t>
      </w:r>
      <w:r w:rsidR="00CA4563">
        <w:rPr>
          <w:rtl/>
        </w:rPr>
        <w:t>:</w:t>
      </w:r>
      <w:r w:rsidRPr="00573E19">
        <w:rPr>
          <w:rtl/>
        </w:rPr>
        <w:t xml:space="preserve"> بين الفخذين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عن الذي يوقب فقال</w:t>
      </w:r>
      <w:r w:rsidR="00CA4563">
        <w:rPr>
          <w:rtl/>
        </w:rPr>
        <w:t>:</w:t>
      </w:r>
      <w:r w:rsidRPr="00573E19">
        <w:rPr>
          <w:rtl/>
        </w:rPr>
        <w:t xml:space="preserve"> ذلك الكفر بما انزل الله على نبيه </w:t>
      </w:r>
      <w:r w:rsidRPr="00FE5331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فلا ينافي ذلك ما قدمناه من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من قوله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ثقب وكان محصنا فعليه الرجم لان فاعل ذلك إذا كان وجب عليه القتل فالامام</w:t>
      </w:r>
      <w:r w:rsidR="009C2257">
        <w:rPr>
          <w:rtl/>
        </w:rPr>
        <w:t xml:space="preserve"> </w:t>
      </w:r>
      <w:r w:rsidRPr="00573E19">
        <w:rPr>
          <w:rtl/>
        </w:rPr>
        <w:t>مخير بين أن يقيم عليه الحد بضرب رقبته أو اهداره من جبل أو احراقه بالنار أو رجمه</w:t>
      </w:r>
      <w:r w:rsidR="009C2257">
        <w:rPr>
          <w:rtl/>
        </w:rPr>
        <w:t xml:space="preserve"> </w:t>
      </w:r>
      <w:r w:rsidRPr="00573E19">
        <w:rPr>
          <w:rtl/>
        </w:rPr>
        <w:t>أي ذلك شاء فعل</w:t>
      </w:r>
      <w:r w:rsidR="00CA4563">
        <w:rPr>
          <w:rtl/>
        </w:rPr>
        <w:t>،</w:t>
      </w:r>
      <w:r w:rsidRPr="00573E19">
        <w:rPr>
          <w:rtl/>
        </w:rPr>
        <w:t xml:space="preserve"> وتقييد ذلك بكونه محصنا إنما يدل من حيث دليل الخطاب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</w:t>
      </w:r>
      <w:r>
        <w:rPr>
          <w:rtl/>
        </w:rPr>
        <w:t>2</w:t>
      </w:r>
      <w:r w:rsidRPr="00101C21">
        <w:rPr>
          <w:rtl/>
        </w:rPr>
        <w:t>6</w:t>
      </w:r>
      <w:r>
        <w:rPr>
          <w:rtl/>
        </w:rPr>
        <w:t xml:space="preserve"> - </w:t>
      </w:r>
      <w:r w:rsidRPr="00101C21">
        <w:rPr>
          <w:rtl/>
        </w:rPr>
        <w:t>8</w:t>
      </w:r>
      <w:r>
        <w:rPr>
          <w:rtl/>
        </w:rPr>
        <w:t>2</w:t>
      </w:r>
      <w:r w:rsidRPr="00101C21">
        <w:rPr>
          <w:rtl/>
        </w:rPr>
        <w:t>7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460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9</w:t>
      </w:r>
      <w:r>
        <w:rPr>
          <w:rtl/>
        </w:rPr>
        <w:t>3</w:t>
      </w:r>
      <w:r w:rsidRPr="00101C21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459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على أنه إذا لم يكن محصنا لم يكن عليه ذلك وقد ينصرف عنه لدليل وقد قدمنا ما يدل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،</w:t>
      </w:r>
      <w:r w:rsidRPr="00573E19">
        <w:rPr>
          <w:rtl/>
        </w:rPr>
        <w:t xml:space="preserve"> ولا ينافي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الحسين بن سعيد قال قرأت بخط رجل أعرفه إلى أبي الحسن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وقرأت جواب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بخطه هل على رجل لعب بغلام</w:t>
      </w:r>
      <w:r w:rsidR="009C2257">
        <w:rPr>
          <w:rtl/>
        </w:rPr>
        <w:t xml:space="preserve"> </w:t>
      </w:r>
      <w:r w:rsidRPr="00573E19">
        <w:rPr>
          <w:rtl/>
        </w:rPr>
        <w:t>بين فخذيه حد</w:t>
      </w:r>
      <w:r>
        <w:rPr>
          <w:rtl/>
        </w:rPr>
        <w:t>؟</w:t>
      </w:r>
      <w:r w:rsidRPr="00573E19">
        <w:rPr>
          <w:rtl/>
        </w:rPr>
        <w:t xml:space="preserve"> فإن بعض العصابة روى أنه لا بأس بلعب الرجل بالغلام بين فخذيه</w:t>
      </w:r>
      <w:r w:rsidR="009C2257">
        <w:rPr>
          <w:rtl/>
        </w:rPr>
        <w:t xml:space="preserve"> </w:t>
      </w:r>
      <w:r w:rsidRPr="00573E19">
        <w:rPr>
          <w:rtl/>
        </w:rPr>
        <w:t>فكتب</w:t>
      </w:r>
      <w:r w:rsidR="00CA4563">
        <w:rPr>
          <w:rtl/>
        </w:rPr>
        <w:t>:</w:t>
      </w:r>
      <w:r w:rsidRPr="00573E19">
        <w:rPr>
          <w:rtl/>
        </w:rPr>
        <w:t xml:space="preserve"> لعنة الله على من فعل ذلك</w:t>
      </w:r>
      <w:r w:rsidR="00CA4563">
        <w:rPr>
          <w:rtl/>
        </w:rPr>
        <w:t>،</w:t>
      </w:r>
      <w:r w:rsidRPr="00573E19">
        <w:rPr>
          <w:rtl/>
        </w:rPr>
        <w:t xml:space="preserve"> وكتب أيضا هذا الرجل ولم أقرأ الجواب ما حد</w:t>
      </w:r>
      <w:r w:rsidR="009C2257">
        <w:rPr>
          <w:rtl/>
        </w:rPr>
        <w:t xml:space="preserve"> </w:t>
      </w:r>
      <w:r w:rsidRPr="00573E19">
        <w:rPr>
          <w:rtl/>
        </w:rPr>
        <w:t>رجلين نكح أحدهما الآخر طوعا بين فخذيه وما توبته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القتل</w:t>
      </w:r>
      <w:r w:rsidR="00CA4563">
        <w:rPr>
          <w:rtl/>
        </w:rPr>
        <w:t>،</w:t>
      </w:r>
      <w:r w:rsidRPr="00573E19">
        <w:rPr>
          <w:rtl/>
        </w:rPr>
        <w:t xml:space="preserve"> وما حد</w:t>
      </w:r>
      <w:r w:rsidR="009C2257">
        <w:rPr>
          <w:rtl/>
        </w:rPr>
        <w:t xml:space="preserve"> </w:t>
      </w:r>
      <w:r w:rsidRPr="00573E19">
        <w:rPr>
          <w:rtl/>
        </w:rPr>
        <w:t>رجلين وجدا نائمين في ثوب واحد</w:t>
      </w:r>
      <w:r>
        <w:rPr>
          <w:rtl/>
        </w:rPr>
        <w:t>؟</w:t>
      </w:r>
      <w:r w:rsidRPr="00573E19">
        <w:rPr>
          <w:rtl/>
        </w:rPr>
        <w:t xml:space="preserve"> فكتب مائة سوط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وذلك أن هذه الرواية نحملها على من يكون الفعل قد تكرر منه فحينئذ يجب عليه</w:t>
      </w:r>
      <w:r w:rsidR="009C2257">
        <w:rPr>
          <w:rtl/>
        </w:rPr>
        <w:t xml:space="preserve"> </w:t>
      </w:r>
      <w:r w:rsidRPr="00573E19">
        <w:rPr>
          <w:rtl/>
        </w:rPr>
        <w:t>القتل</w:t>
      </w:r>
      <w:r w:rsidR="00CA4563">
        <w:rPr>
          <w:rtl/>
        </w:rPr>
        <w:t>،</w:t>
      </w:r>
      <w:r w:rsidRPr="00573E19">
        <w:rPr>
          <w:rtl/>
        </w:rPr>
        <w:t xml:space="preserve"> أو نحملها على من يكون محصنا</w:t>
      </w:r>
      <w:r w:rsidR="00CA4563">
        <w:rPr>
          <w:rtl/>
        </w:rPr>
        <w:t>،</w:t>
      </w:r>
      <w:r w:rsidRPr="00573E19">
        <w:rPr>
          <w:rtl/>
        </w:rPr>
        <w:t xml:space="preserve"> والذي يكشف عما ذكرناه قوله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ان عليهما مائة جلدة إذا كانا نائمين في ثوب واحد</w:t>
      </w:r>
      <w:r w:rsidR="00CA4563">
        <w:rPr>
          <w:rtl/>
        </w:rPr>
        <w:t>،</w:t>
      </w:r>
      <w:r w:rsidRPr="00573E19">
        <w:rPr>
          <w:rtl/>
        </w:rPr>
        <w:t xml:space="preserve"> وقد بينا فيما تقدم ان ذلك إنما</w:t>
      </w:r>
      <w:r w:rsidR="009C2257">
        <w:rPr>
          <w:rtl/>
        </w:rPr>
        <w:t xml:space="preserve"> </w:t>
      </w:r>
      <w:r w:rsidRPr="00573E19">
        <w:rPr>
          <w:rtl/>
        </w:rPr>
        <w:t>يجب مع تكرار الفعل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والوجه الثاني</w:t>
      </w:r>
      <w:r w:rsidR="00CA4563">
        <w:rPr>
          <w:rtl/>
        </w:rPr>
        <w:t>:</w:t>
      </w:r>
      <w:r w:rsidRPr="00573E19">
        <w:rPr>
          <w:rtl/>
        </w:rPr>
        <w:t xml:space="preserve"> في الأخبار المتقدمة أن نحملها على ضرب من التقية لأنها موافقة</w:t>
      </w:r>
      <w:r w:rsidR="009C2257">
        <w:rPr>
          <w:rtl/>
        </w:rPr>
        <w:t xml:space="preserve"> </w:t>
      </w:r>
      <w:r w:rsidRPr="00573E19">
        <w:rPr>
          <w:rtl/>
        </w:rPr>
        <w:t>لمذهب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وأما ما رواه الحسين بن سعيد عن ابن أبي عمير عن عدة من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الذي يوقب ان عليه الرجم إن كان محصنا وعليه الجلد</w:t>
      </w:r>
      <w:r w:rsidR="009C2257">
        <w:rPr>
          <w:rtl/>
        </w:rPr>
        <w:t xml:space="preserve"> </w:t>
      </w:r>
      <w:r w:rsidRPr="00573E19">
        <w:rPr>
          <w:rtl/>
        </w:rPr>
        <w:t>إن لم يكن محصنا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فيه ما قدمناه من حمله على التقية لا غير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80" w:name="_Toc374810523"/>
      <w:bookmarkStart w:id="281" w:name="_Toc376954898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باب حد من أتي بهيمة</w:t>
      </w:r>
      <w:bookmarkEnd w:id="280"/>
      <w:bookmarkEnd w:id="28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بن عبد الرحمن عن عبد الله بن سنان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</w:t>
      </w:r>
      <w:r>
        <w:rPr>
          <w:rtl/>
        </w:rPr>
        <w:t>2</w:t>
      </w:r>
      <w:r w:rsidRPr="00101C21">
        <w:rPr>
          <w:rtl/>
        </w:rPr>
        <w:t>9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460.</w:t>
      </w:r>
    </w:p>
    <w:p w:rsidR="00FE5331" w:rsidRPr="00101C2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101C21">
        <w:rPr>
          <w:rtl/>
        </w:rPr>
        <w:t xml:space="preserve"> 8</w:t>
      </w:r>
      <w:r>
        <w:rPr>
          <w:rtl/>
        </w:rPr>
        <w:t>3</w:t>
      </w:r>
      <w:r w:rsidRPr="00101C21">
        <w:rPr>
          <w:rtl/>
        </w:rPr>
        <w:t>0</w:t>
      </w:r>
      <w:r>
        <w:rPr>
          <w:rtl/>
        </w:rPr>
        <w:t xml:space="preserve"> - </w:t>
      </w:r>
      <w:r w:rsidRPr="00101C21">
        <w:rPr>
          <w:rtl/>
        </w:rPr>
        <w:t>8</w:t>
      </w:r>
      <w:r>
        <w:rPr>
          <w:rtl/>
        </w:rPr>
        <w:t>3</w:t>
      </w:r>
      <w:r w:rsidRPr="00101C21">
        <w:rPr>
          <w:rtl/>
        </w:rPr>
        <w:t>1</w:t>
      </w:r>
      <w:r>
        <w:rPr>
          <w:rtl/>
        </w:rPr>
        <w:t xml:space="preserve">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461 واخرج الأخير الكليني في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94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والحسين بن خالد عن أبي الحسن الرضا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  <w:r w:rsidRPr="00573E19">
        <w:rPr>
          <w:rtl/>
        </w:rPr>
        <w:t xml:space="preserve"> وصباح الحذاء عن إسحاق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عمار عن أبي إبراهيم موسى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يأتي البهيمة فقالوا جميعا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كانت البهيمة للفاعل ذبحت فإذا ماتت أحرقت بالنار ولم ينتفع بها وضرب هو</w:t>
      </w:r>
      <w:r w:rsidR="009C2257">
        <w:rPr>
          <w:rtl/>
        </w:rPr>
        <w:t xml:space="preserve"> </w:t>
      </w:r>
      <w:r w:rsidRPr="00573E19">
        <w:rPr>
          <w:rtl/>
        </w:rPr>
        <w:t>خمسة وعشرين سوطا ربع حد الزاني</w:t>
      </w:r>
      <w:r w:rsidR="00CA4563">
        <w:rPr>
          <w:rtl/>
        </w:rPr>
        <w:t>،</w:t>
      </w:r>
      <w:r w:rsidRPr="00573E19">
        <w:rPr>
          <w:rtl/>
        </w:rPr>
        <w:t xml:space="preserve"> وإن لم تكن البهيمة له قومت وأخذ ثمنها منه</w:t>
      </w:r>
      <w:r w:rsidR="009C2257">
        <w:rPr>
          <w:rtl/>
        </w:rPr>
        <w:t xml:space="preserve"> </w:t>
      </w:r>
      <w:r w:rsidRPr="00573E19">
        <w:rPr>
          <w:rtl/>
        </w:rPr>
        <w:t>ودفع إلى صاحبها وذبحت وأحرقت بالنار ولم ينتفع بها وضرب خمسة وعشرين سوطا</w:t>
      </w:r>
      <w:r w:rsidR="009C2257">
        <w:rPr>
          <w:rtl/>
        </w:rPr>
        <w:t xml:space="preserve"> </w:t>
      </w:r>
      <w:r w:rsidRPr="00573E19">
        <w:rPr>
          <w:rtl/>
        </w:rPr>
        <w:t>فقلت وما ذنب البهيمة</w:t>
      </w:r>
      <w:r>
        <w:rPr>
          <w:rtl/>
        </w:rPr>
        <w:t>؟</w:t>
      </w:r>
      <w:r w:rsidRPr="00573E19">
        <w:rPr>
          <w:rtl/>
        </w:rPr>
        <w:t xml:space="preserve"> قال لا ذنب لها ولكن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فعل</w:t>
      </w:r>
      <w:r w:rsidR="009C2257">
        <w:rPr>
          <w:rtl/>
        </w:rPr>
        <w:t xml:space="preserve"> </w:t>
      </w:r>
      <w:r w:rsidRPr="00573E19">
        <w:rPr>
          <w:rtl/>
        </w:rPr>
        <w:t>هذا وأمر به لكيلا يجتزي الناس بالبهائم وينقطع النسل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يونس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يأتي بهيمة</w:t>
      </w:r>
      <w:r w:rsidR="009C2257">
        <w:rPr>
          <w:rtl/>
        </w:rPr>
        <w:t xml:space="preserve"> </w:t>
      </w:r>
      <w:r w:rsidRPr="00573E19">
        <w:rPr>
          <w:rtl/>
        </w:rPr>
        <w:t>شاة أو ناقة أو بقرة قال فقال</w:t>
      </w:r>
      <w:r w:rsidR="00CA4563">
        <w:rPr>
          <w:rtl/>
        </w:rPr>
        <w:t>:</w:t>
      </w:r>
      <w:r w:rsidRPr="00573E19">
        <w:rPr>
          <w:rtl/>
        </w:rPr>
        <w:t xml:space="preserve"> عليه أن يجلد حدا غير الحد ثم ينفى من بلاده</w:t>
      </w:r>
      <w:r w:rsidR="009C2257">
        <w:rPr>
          <w:rtl/>
        </w:rPr>
        <w:t xml:space="preserve"> </w:t>
      </w:r>
      <w:r w:rsidRPr="00573E19">
        <w:rPr>
          <w:rtl/>
        </w:rPr>
        <w:t>إلى غيرها وذكروا أن لحم تلك البهيمة محرم وثمنها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بن يحيى عن ابن محبوب عن إسحاق بن جرير عن سدير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يأتي البهيمة قال</w:t>
      </w:r>
      <w:r w:rsidR="00CA4563">
        <w:rPr>
          <w:rtl/>
        </w:rPr>
        <w:t>:</w:t>
      </w:r>
      <w:r w:rsidRPr="00573E19">
        <w:rPr>
          <w:rtl/>
        </w:rPr>
        <w:t xml:space="preserve"> يجلد دون الحد ويغرم قيمة</w:t>
      </w:r>
      <w:r w:rsidR="009C2257">
        <w:rPr>
          <w:rtl/>
        </w:rPr>
        <w:t xml:space="preserve"> </w:t>
      </w:r>
      <w:r w:rsidRPr="00573E19">
        <w:rPr>
          <w:rtl/>
        </w:rPr>
        <w:t>البهيمة لصاحبها لأنه أفسدها عليه وتذبح وتحرق إن كانت مما يؤكل لحمه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وإن كانت مما يركب ظهره غرم قيمتها وجلد دون الحد وأخرجها من المدينة التي</w:t>
      </w:r>
      <w:r w:rsidR="009C2257">
        <w:rPr>
          <w:rtl/>
        </w:rPr>
        <w:t xml:space="preserve"> </w:t>
      </w:r>
      <w:r w:rsidRPr="00573E19">
        <w:rPr>
          <w:rtl/>
        </w:rPr>
        <w:t>فعل بها فيها إلى بلاد أخرى حيث لا تعرف فيبيعها فيها كي لا يعير 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يونس عن محمد بن سنان عن العلا بن الفضيل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يقع على بهيمة قال فقال</w:t>
      </w:r>
      <w:r w:rsidR="00CA4563">
        <w:rPr>
          <w:rtl/>
        </w:rPr>
        <w:t>:</w:t>
      </w:r>
      <w:r w:rsidRPr="00573E19">
        <w:rPr>
          <w:rtl/>
        </w:rPr>
        <w:t xml:space="preserve"> ليس عليه حد ولكن تعزيرا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محمد بن سنان عن حماد بن عثمان وخلف بن حماد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الفضيل بن يسار وربعي بن عبد الله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يقع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101C21">
        <w:rPr>
          <w:rtl/>
        </w:rPr>
        <w:t>*</w:t>
      </w:r>
      <w:r>
        <w:rPr>
          <w:rtl/>
        </w:rPr>
        <w:t xml:space="preserve"> - </w:t>
      </w:r>
      <w:r w:rsidRPr="00101C21">
        <w:rPr>
          <w:rtl/>
        </w:rPr>
        <w:t>8</w:t>
      </w:r>
      <w:r>
        <w:rPr>
          <w:rtl/>
        </w:rPr>
        <w:t xml:space="preserve">32 - </w:t>
      </w:r>
      <w:r w:rsidRPr="00101C21">
        <w:rPr>
          <w:rtl/>
        </w:rPr>
        <w:t xml:space="preserve">التهذيب ج </w:t>
      </w:r>
      <w:r>
        <w:rPr>
          <w:rtl/>
        </w:rPr>
        <w:t>2</w:t>
      </w:r>
      <w:r w:rsidRPr="00101C21">
        <w:rPr>
          <w:rtl/>
        </w:rPr>
        <w:t xml:space="preserve"> ص 46</w:t>
      </w:r>
      <w:r>
        <w:rPr>
          <w:rtl/>
        </w:rPr>
        <w:t>2</w:t>
      </w:r>
      <w:r w:rsidRPr="00101C21">
        <w:rPr>
          <w:rtl/>
        </w:rPr>
        <w:t xml:space="preserve"> الكافي ج </w:t>
      </w:r>
      <w:r>
        <w:rPr>
          <w:rtl/>
        </w:rPr>
        <w:t>2</w:t>
      </w:r>
      <w:r w:rsidRPr="00101C21">
        <w:rPr>
          <w:rtl/>
        </w:rPr>
        <w:t xml:space="preserve"> ص </w:t>
      </w:r>
      <w:r>
        <w:rPr>
          <w:rtl/>
        </w:rPr>
        <w:t>2</w:t>
      </w:r>
      <w:r w:rsidRPr="00101C21">
        <w:rPr>
          <w:rtl/>
        </w:rPr>
        <w:t>94 وفيهما بدل قوله وثمنها ( وابنها ).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 xml:space="preserve">94 الفقيه ص </w:t>
      </w:r>
      <w:r>
        <w:rPr>
          <w:rtl/>
        </w:rPr>
        <w:t>3</w:t>
      </w:r>
      <w:r w:rsidRPr="00573E19">
        <w:rPr>
          <w:rtl/>
        </w:rPr>
        <w:t>68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على البهيمة قال</w:t>
      </w:r>
      <w:r w:rsidR="00CA4563">
        <w:rPr>
          <w:rtl/>
        </w:rPr>
        <w:t>:</w:t>
      </w:r>
      <w:r w:rsidRPr="00573E19">
        <w:rPr>
          <w:rtl/>
        </w:rPr>
        <w:t xml:space="preserve"> ليس عليه حد ولكن يضرب تعزيرا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جميل بن دراج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أتى بهيمة قال</w:t>
      </w:r>
      <w:r w:rsidR="00CA4563">
        <w:rPr>
          <w:rtl/>
        </w:rPr>
        <w:t>:</w:t>
      </w:r>
      <w:r w:rsidRPr="00573E19">
        <w:rPr>
          <w:rtl/>
        </w:rPr>
        <w:t xml:space="preserve"> يقتل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عنه عن يونس عن ابن مسكان عن أبي بصير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أتى بهيمة فأولج قال</w:t>
      </w:r>
      <w:r w:rsidR="00CA4563">
        <w:rPr>
          <w:rtl/>
        </w:rPr>
        <w:t>:</w:t>
      </w:r>
      <w:r w:rsidRPr="00573E19">
        <w:rPr>
          <w:rtl/>
        </w:rPr>
        <w:t xml:space="preserve"> عليه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وفي رواية محمد بن يعقوب باسناده عن يونس عن ابن مسكان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الذي يأتي البهيمة فيولج قال</w:t>
      </w:r>
      <w:r w:rsidR="00CA4563">
        <w:rPr>
          <w:rtl/>
        </w:rPr>
        <w:t>:</w:t>
      </w:r>
      <w:r w:rsidRPr="00573E19">
        <w:rPr>
          <w:rtl/>
        </w:rPr>
        <w:t xml:space="preserve"> عليه حد الزاني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الحسين بن سعيد عن القاسم عن عبد الصمد بن بشير عن سليمان بن هلال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 بعض أصحابنا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يأتي البهيمة فقال</w:t>
      </w:r>
      <w:r w:rsidR="00CA4563">
        <w:rPr>
          <w:rtl/>
        </w:rPr>
        <w:t>:</w:t>
      </w:r>
      <w:r w:rsidRPr="00573E19">
        <w:rPr>
          <w:rtl/>
        </w:rPr>
        <w:t xml:space="preserve"> يقام</w:t>
      </w:r>
      <w:r w:rsidR="009C2257">
        <w:rPr>
          <w:rtl/>
        </w:rPr>
        <w:t xml:space="preserve"> </w:t>
      </w:r>
      <w:r w:rsidRPr="00573E19">
        <w:rPr>
          <w:rtl/>
        </w:rPr>
        <w:t>قائما يضرب ضربة بالسيف أخذ السيف منه ما أخذ قال</w:t>
      </w:r>
      <w:r w:rsidR="00CA4563">
        <w:rPr>
          <w:rtl/>
        </w:rPr>
        <w:t>:</w:t>
      </w:r>
      <w:r w:rsidRPr="00573E19">
        <w:rPr>
          <w:rtl/>
        </w:rPr>
        <w:t xml:space="preserve"> فقلت هو القتل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هو ذاك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وروى محمد بن علي بن محبوب عن الحسين بن سيف عن أخيه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زيد أبي أسامة عن أبي فروة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الذي يأتي</w:t>
      </w:r>
      <w:r w:rsidR="009C2257">
        <w:rPr>
          <w:rtl/>
        </w:rPr>
        <w:t xml:space="preserve"> </w:t>
      </w:r>
      <w:r w:rsidRPr="00573E19">
        <w:rPr>
          <w:rtl/>
        </w:rPr>
        <w:t>بالفاحشة والذي يأتي البهيمة حده حد الزاني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نحملها على أنه إذا كان الفعل</w:t>
      </w:r>
      <w:r w:rsidR="009C2257">
        <w:rPr>
          <w:rtl/>
        </w:rPr>
        <w:t xml:space="preserve"> </w:t>
      </w:r>
      <w:r w:rsidRPr="00573E19">
        <w:rPr>
          <w:rtl/>
        </w:rPr>
        <w:t>دون الايلاج كان عليه التعزير</w:t>
      </w:r>
      <w:r w:rsidR="00CA4563">
        <w:rPr>
          <w:rtl/>
        </w:rPr>
        <w:t>،</w:t>
      </w:r>
      <w:r w:rsidRPr="00573E19">
        <w:rPr>
          <w:rtl/>
        </w:rPr>
        <w:t xml:space="preserve"> وإذا كان ذلك كان عليه حد الزاني إن كان محصنا</w:t>
      </w:r>
      <w:r w:rsidR="009C2257">
        <w:rPr>
          <w:rtl/>
        </w:rPr>
        <w:t xml:space="preserve"> </w:t>
      </w:r>
      <w:r w:rsidRPr="00573E19">
        <w:rPr>
          <w:rtl/>
        </w:rPr>
        <w:t>إما الرجم أو القتل حسب ما يراه الامام أصلح في الحال</w:t>
      </w:r>
      <w:r w:rsidR="00CA4563">
        <w:rPr>
          <w:rtl/>
        </w:rPr>
        <w:t>،</w:t>
      </w:r>
      <w:r w:rsidRPr="00573E19">
        <w:rPr>
          <w:rtl/>
        </w:rPr>
        <w:t xml:space="preserve"> والجلد إن لم يكن محصنا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ويمكن هذا الوجه إن كان مرادا بهذه الاخبار أن تكون خرجت مخرج التقية لان ذلك</w:t>
      </w:r>
      <w:r w:rsidR="009C2257">
        <w:rPr>
          <w:rtl/>
        </w:rPr>
        <w:t xml:space="preserve"> </w:t>
      </w:r>
      <w:r w:rsidRPr="00573E19">
        <w:rPr>
          <w:rtl/>
        </w:rPr>
        <w:t>مذهب العامة لأنهم يراعون في كون الانسان زانيا ايلاج فرج في فرج ولا يفرقون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</w:t>
      </w:r>
      <w:r>
        <w:rPr>
          <w:rtl/>
        </w:rPr>
        <w:t>3</w:t>
      </w:r>
      <w:r w:rsidRPr="00E928EB">
        <w:rPr>
          <w:rtl/>
        </w:rPr>
        <w:t>6</w:t>
      </w:r>
      <w:r>
        <w:rPr>
          <w:rtl/>
        </w:rPr>
        <w:t xml:space="preserve"> - </w:t>
      </w:r>
      <w:r w:rsidRPr="00E928EB">
        <w:rPr>
          <w:rtl/>
        </w:rPr>
        <w:t>8</w:t>
      </w:r>
      <w:r>
        <w:rPr>
          <w:rtl/>
        </w:rPr>
        <w:t>3</w:t>
      </w:r>
      <w:r w:rsidRPr="00E928EB">
        <w:rPr>
          <w:rtl/>
        </w:rPr>
        <w:t>7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</w:t>
      </w:r>
      <w:r>
        <w:rPr>
          <w:rtl/>
        </w:rPr>
        <w:t>2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840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بين الانسان وغيره من البهائم</w:t>
      </w:r>
      <w:r w:rsidR="00CA4563">
        <w:rPr>
          <w:rtl/>
        </w:rPr>
        <w:t>،</w:t>
      </w:r>
      <w:r w:rsidRPr="00573E19">
        <w:rPr>
          <w:rtl/>
        </w:rPr>
        <w:t xml:space="preserve"> والأظهر من مذهب الطائفة المحقة الفرق</w:t>
      </w:r>
      <w:r w:rsidR="00CA4563">
        <w:rPr>
          <w:rtl/>
        </w:rPr>
        <w:t>،</w:t>
      </w:r>
      <w:r w:rsidRPr="00573E19">
        <w:rPr>
          <w:rtl/>
        </w:rPr>
        <w:t xml:space="preserve"> ويمكن أن</w:t>
      </w:r>
      <w:r w:rsidR="009C2257">
        <w:rPr>
          <w:rtl/>
        </w:rPr>
        <w:t xml:space="preserve"> </w:t>
      </w:r>
      <w:r w:rsidRPr="00573E19">
        <w:rPr>
          <w:rtl/>
        </w:rPr>
        <w:t>نحمل هذه الأخبار على من تكرر منه الفعل وأقيم عليه الحد بالتعزير في كل دفعة</w:t>
      </w:r>
      <w:r w:rsidR="009C2257">
        <w:rPr>
          <w:rtl/>
        </w:rPr>
        <w:t xml:space="preserve"> </w:t>
      </w:r>
      <w:r w:rsidRPr="00573E19">
        <w:rPr>
          <w:rtl/>
        </w:rPr>
        <w:t>فإنه إذا صار كذلك ثلاث دفعات قتل في الرابعة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 xml:space="preserve">ما رواه يونس بن عبد الرحمن عن أبي الحسن الماضي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أصحاب الكبائر كلها إذا أقيم عليهم الحد مرتين قتلوا في الثالثة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82" w:name="_Toc374810524"/>
      <w:bookmarkStart w:id="283" w:name="_Toc376954899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باب حد من أتى ميتة من الناس</w:t>
      </w:r>
      <w:bookmarkEnd w:id="282"/>
      <w:bookmarkEnd w:id="28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آدم بن إسحاق عن عبد الله بن محمد الجعفي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كنت عند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وجاءه كتاب هشام بن عبد الملك في رجل نبش امرأة</w:t>
      </w:r>
      <w:r w:rsidR="009C2257">
        <w:rPr>
          <w:rtl/>
        </w:rPr>
        <w:t xml:space="preserve"> </w:t>
      </w:r>
      <w:r w:rsidRPr="00573E19">
        <w:rPr>
          <w:rtl/>
        </w:rPr>
        <w:t>فسلبها ثيابها ونكحها فان الناس قد اختلفوا علينا في هذا</w:t>
      </w:r>
      <w:r w:rsidR="00CA4563">
        <w:rPr>
          <w:rtl/>
        </w:rPr>
        <w:t>،</w:t>
      </w:r>
      <w:r w:rsidRPr="00573E19">
        <w:rPr>
          <w:rtl/>
        </w:rPr>
        <w:t xml:space="preserve"> طائفة قالوا اقتلوه وطائفة قالوا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حرقوه فكتب إليه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حرمة الميت كحرمة الحي حده ماءة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روى محمد بن علي بن محبوب عن أيوب بن نوح عن الحسن بن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فضال عن ابن أبي عمير عن بعض أصحابنا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الذي</w:t>
      </w:r>
      <w:r w:rsidR="009C2257">
        <w:rPr>
          <w:rtl/>
        </w:rPr>
        <w:t xml:space="preserve"> </w:t>
      </w:r>
      <w:r w:rsidRPr="00573E19">
        <w:rPr>
          <w:rtl/>
        </w:rPr>
        <w:t>يأتي المرأة وهي ميتة قال</w:t>
      </w:r>
      <w:r w:rsidR="00CA4563">
        <w:rPr>
          <w:rtl/>
        </w:rPr>
        <w:t>:</w:t>
      </w:r>
      <w:r w:rsidRPr="00573E19">
        <w:rPr>
          <w:rtl/>
        </w:rPr>
        <w:t xml:space="preserve"> وزره أعظم من ذلك الذي يأتيها وهي حية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وما رواه محمد بن علي بن محبوب عن علي بن محمد القاساني عن القاسم بن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سليمان بن داود عن النعمان بن عبد السلام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سألته عن رجل زنى بميتة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حد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يحتمل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يكون المراد به لا حد عليه بعينه لا يجوز غيره لأنا</w:t>
      </w:r>
      <w:r w:rsidR="009C2257">
        <w:rPr>
          <w:rtl/>
        </w:rPr>
        <w:t xml:space="preserve"> </w:t>
      </w:r>
      <w:r w:rsidRPr="00573E19">
        <w:rPr>
          <w:rtl/>
        </w:rPr>
        <w:t>قد بينا في الخبر الأول انه يراعى فيه الاحصان وعدمه فإن كان محصنا كان الحد الرجم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841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</w:t>
      </w:r>
      <w:r>
        <w:rPr>
          <w:rtl/>
        </w:rPr>
        <w:t>2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</w:t>
      </w:r>
      <w:r w:rsidRPr="00573E19">
        <w:rPr>
          <w:rtl/>
        </w:rPr>
        <w:t xml:space="preserve"> وفيه زيادة</w:t>
      </w:r>
      <w:r w:rsidR="00CA4563">
        <w:rPr>
          <w:rtl/>
        </w:rPr>
        <w:t>،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وإن كان غير محصن كان حده الجلد ماءة وليس هذا على حد واحد</w:t>
      </w:r>
      <w:r w:rsidR="00CA4563">
        <w:rPr>
          <w:rtl/>
        </w:rPr>
        <w:t>،</w:t>
      </w:r>
      <w:r w:rsidRPr="00573E19">
        <w:rPr>
          <w:rtl/>
        </w:rPr>
        <w:t xml:space="preserve"> والوجه</w:t>
      </w:r>
      <w:r w:rsidR="009C2257">
        <w:rPr>
          <w:rtl/>
        </w:rPr>
        <w:t xml:space="preserve"> </w:t>
      </w:r>
      <w:r w:rsidRPr="00573E19">
        <w:rPr>
          <w:rtl/>
        </w:rPr>
        <w:t>الآخر</w:t>
      </w:r>
      <w:r w:rsidR="00CA4563">
        <w:rPr>
          <w:rtl/>
        </w:rPr>
        <w:t>:</w:t>
      </w:r>
      <w:r w:rsidRPr="00573E19">
        <w:rPr>
          <w:rtl/>
        </w:rPr>
        <w:t xml:space="preserve"> أن يكون الخبر مخصوصا بمن أتى زوجة نفسه بعد موتها فإنه لا يقام عليه الحد</w:t>
      </w:r>
      <w:r w:rsidR="009C2257">
        <w:rPr>
          <w:rtl/>
        </w:rPr>
        <w:t xml:space="preserve"> </w:t>
      </w:r>
      <w:r w:rsidRPr="00573E19">
        <w:rPr>
          <w:rtl/>
        </w:rPr>
        <w:t>كاملا ويعزر حسب ما يراه الامام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84" w:name="_Toc374810525"/>
      <w:bookmarkStart w:id="285" w:name="_Toc376954900"/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باب حد من استمنى بيده</w:t>
      </w:r>
      <w:bookmarkEnd w:id="284"/>
      <w:bookmarkEnd w:id="28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يحيى عن أحمد بن محمد عن محمد بن سنان عن طلحة بن زيد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اتي برجل عبث بذكره فضرب يده</w:t>
      </w:r>
      <w:r w:rsidR="009C2257">
        <w:rPr>
          <w:rtl/>
        </w:rPr>
        <w:t xml:space="preserve"> </w:t>
      </w:r>
      <w:r w:rsidRPr="00573E19">
        <w:rPr>
          <w:rtl/>
        </w:rPr>
        <w:t>حتى احمرت ثم زوجه من بيت المال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البرقي عن ابن فضال عن أبي جميلة عن زرارة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اتى علي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عبث بذكره حتى انزل</w:t>
      </w:r>
      <w:r w:rsidR="009C2257">
        <w:rPr>
          <w:rtl/>
        </w:rPr>
        <w:t xml:space="preserve"> </w:t>
      </w:r>
      <w:r w:rsidRPr="00573E19">
        <w:rPr>
          <w:rtl/>
        </w:rPr>
        <w:t>فضرب يده بالدرة حتى احمرت ولا أعلم إلا وقال زوجوه من بيت مال</w:t>
      </w:r>
      <w:r w:rsidR="009C2257">
        <w:rPr>
          <w:rtl/>
        </w:rPr>
        <w:t xml:space="preserve"> </w:t>
      </w:r>
      <w:r w:rsidRPr="00573E19">
        <w:rPr>
          <w:rtl/>
        </w:rPr>
        <w:t>المسلمين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أحمد بن محمد عن البرقي عن ثعلبة بن ميمون وحسين بن زرارة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يعبث بذكره بيده حتى ينزل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بأس به ولم يبلغ به ذلك شيئا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أنه لم يبلغ به شيئا بعينه لا يجوز خلافه</w:t>
      </w:r>
      <w:r w:rsidR="00CA4563">
        <w:rPr>
          <w:rtl/>
        </w:rPr>
        <w:t>،</w:t>
      </w:r>
      <w:r w:rsidRPr="00573E19">
        <w:rPr>
          <w:rtl/>
        </w:rPr>
        <w:t xml:space="preserve"> لان الحكم إذا كان</w:t>
      </w:r>
      <w:r w:rsidR="009C2257">
        <w:rPr>
          <w:rtl/>
        </w:rPr>
        <w:t xml:space="preserve"> </w:t>
      </w:r>
      <w:r w:rsidRPr="00573E19">
        <w:rPr>
          <w:rtl/>
        </w:rPr>
        <w:t>فيه التعزير فذلك إلى الامام يفعله بحسب ما يراه في الحال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845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</w:t>
      </w:r>
      <w:r>
        <w:rPr>
          <w:rtl/>
        </w:rPr>
        <w:t>2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846</w:t>
      </w:r>
      <w:r>
        <w:rPr>
          <w:rtl/>
        </w:rPr>
        <w:t xml:space="preserve"> - </w:t>
      </w:r>
      <w:r w:rsidRPr="00573E19">
        <w:rPr>
          <w:rtl/>
        </w:rPr>
        <w:t>847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</w:t>
      </w:r>
      <w:r>
        <w:rPr>
          <w:rtl/>
        </w:rPr>
        <w:t>3.</w:t>
      </w:r>
    </w:p>
    <w:p w:rsidR="00FE5331" w:rsidRPr="00573E19" w:rsidRDefault="00FE5331" w:rsidP="00FE5331">
      <w:pPr>
        <w:pStyle w:val="Heading1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286" w:name="_Toc374810526"/>
      <w:bookmarkStart w:id="287" w:name="_Toc376954901"/>
      <w:r w:rsidRPr="00573E19">
        <w:rPr>
          <w:rtl/>
        </w:rPr>
        <w:lastRenderedPageBreak/>
        <w:t>أبواب القذف</w:t>
      </w:r>
      <w:bookmarkEnd w:id="286"/>
      <w:bookmarkEnd w:id="287"/>
    </w:p>
    <w:p w:rsidR="00FE5331" w:rsidRPr="00573E19" w:rsidRDefault="00FE5331" w:rsidP="00FE5331">
      <w:pPr>
        <w:pStyle w:val="Heading2Center"/>
        <w:rPr>
          <w:rtl/>
        </w:rPr>
      </w:pPr>
      <w:bookmarkStart w:id="288" w:name="_Toc374810527"/>
      <w:bookmarkStart w:id="289" w:name="_Toc376954902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>باب من قذف جماعة</w:t>
      </w:r>
      <w:bookmarkEnd w:id="288"/>
      <w:bookmarkEnd w:id="28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جميل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افترى على قوم جماعة فقال</w:t>
      </w:r>
      <w:r w:rsidR="00CA4563">
        <w:rPr>
          <w:rtl/>
        </w:rPr>
        <w:t>:</w:t>
      </w:r>
      <w:r w:rsidRPr="00573E19">
        <w:rPr>
          <w:rtl/>
        </w:rPr>
        <w:t xml:space="preserve"> إن اتوا به مجتمعين ضرب حدا</w:t>
      </w:r>
      <w:r w:rsidR="009C2257">
        <w:rPr>
          <w:rtl/>
        </w:rPr>
        <w:t xml:space="preserve"> </w:t>
      </w:r>
      <w:r w:rsidRPr="00573E19">
        <w:rPr>
          <w:rtl/>
        </w:rPr>
        <w:t>واحدا وإن أتوا به متفرقين ضرب لكل واحد حدا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849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عبد الرحمن بن أبي نجران عن محمد بن حمران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الحسن عن زرعة عن سماعة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افترى على نفر جميعا</w:t>
      </w:r>
      <w:r w:rsidR="009C2257">
        <w:rPr>
          <w:rtl/>
        </w:rPr>
        <w:t xml:space="preserve"> </w:t>
      </w:r>
      <w:r w:rsidRPr="00573E19">
        <w:rPr>
          <w:rtl/>
        </w:rPr>
        <w:t>فجلده حدا واحدا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التفصيل الذي تضمنه</w:t>
      </w:r>
      <w:r w:rsidR="009C2257">
        <w:rPr>
          <w:rtl/>
        </w:rPr>
        <w:t xml:space="preserve"> </w:t>
      </w:r>
      <w:r w:rsidRPr="00573E19">
        <w:rPr>
          <w:rtl/>
        </w:rPr>
        <w:t>الخبر الأول من أنه إنما وجب عليه حد واحد إذا أتوا به مجتمعين ولو جاؤوا متفرقين</w:t>
      </w:r>
      <w:r w:rsidR="009C2257">
        <w:rPr>
          <w:rtl/>
        </w:rPr>
        <w:t xml:space="preserve"> </w:t>
      </w:r>
      <w:r w:rsidRPr="00573E19">
        <w:rPr>
          <w:rtl/>
        </w:rPr>
        <w:t>لكان يجب عليه لكل إنسان حد على الكمال</w:t>
      </w:r>
      <w:r w:rsidR="00CA4563">
        <w:rPr>
          <w:rtl/>
        </w:rPr>
        <w:t>،</w:t>
      </w:r>
      <w:r w:rsidRPr="00573E19">
        <w:rPr>
          <w:rtl/>
        </w:rPr>
        <w:t xml:space="preserve"> والوجه الثاني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أنه إذا</w:t>
      </w:r>
      <w:r w:rsidR="009C2257">
        <w:rPr>
          <w:rtl/>
        </w:rPr>
        <w:t xml:space="preserve"> </w:t>
      </w:r>
      <w:r w:rsidRPr="00573E19">
        <w:rPr>
          <w:rtl/>
        </w:rPr>
        <w:t>قذفهم بكلمة واحدة كان عليه حد واحد</w:t>
      </w:r>
      <w:r w:rsidR="00CA4563">
        <w:rPr>
          <w:rtl/>
        </w:rPr>
        <w:t>،</w:t>
      </w:r>
      <w:r w:rsidRPr="00573E19">
        <w:rPr>
          <w:rtl/>
        </w:rPr>
        <w:t xml:space="preserve"> وإن قذفهم بألفاظ مختلفة كان عليه لكل</w:t>
      </w:r>
      <w:r w:rsidR="009C2257">
        <w:rPr>
          <w:rtl/>
        </w:rPr>
        <w:t xml:space="preserve"> </w:t>
      </w:r>
      <w:r w:rsidRPr="00573E19">
        <w:rPr>
          <w:rtl/>
        </w:rPr>
        <w:t>إنسان حد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فضالة عن أبان عن الحسن العطار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رجل قذف قوما جميعا فقال</w:t>
      </w:r>
      <w:r w:rsidR="00CA4563">
        <w:rPr>
          <w:rtl/>
        </w:rPr>
        <w:t>:</w:t>
      </w:r>
      <w:r w:rsidRPr="00573E19">
        <w:rPr>
          <w:rtl/>
        </w:rPr>
        <w:t xml:space="preserve"> بكلمة واحدة</w:t>
      </w:r>
      <w:r>
        <w:rPr>
          <w:rtl/>
        </w:rPr>
        <w:t>؟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يضرب حدا واحدا وإن فرق بينهم في القدف ضرب لكل واحد منهم حدا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848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464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2</w:t>
      </w:r>
      <w:r w:rsidRPr="00E928EB">
        <w:rPr>
          <w:rtl/>
        </w:rPr>
        <w:t xml:space="preserve">96 الفقيه ص </w:t>
      </w:r>
      <w:r>
        <w:rPr>
          <w:rtl/>
        </w:rPr>
        <w:t>3</w:t>
      </w:r>
      <w:r w:rsidRPr="00E928EB">
        <w:rPr>
          <w:rtl/>
        </w:rPr>
        <w:t>70 بتفاوت.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849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850</w:t>
      </w:r>
      <w:r>
        <w:rPr>
          <w:rtl/>
        </w:rPr>
        <w:t xml:space="preserve"> - </w:t>
      </w:r>
      <w:r w:rsidRPr="00573E19">
        <w:rPr>
          <w:rtl/>
        </w:rPr>
        <w:t>851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464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96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عنه عن ابن محبوب عن أبي الحسن الشامي عن بريد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يقذف القوم جميعا بكلمة واحدة قال له</w:t>
      </w:r>
      <w:r w:rsidR="00CA4563">
        <w:rPr>
          <w:rtl/>
        </w:rPr>
        <w:t>:</w:t>
      </w:r>
      <w:r w:rsidRPr="00573E19">
        <w:rPr>
          <w:rtl/>
        </w:rPr>
        <w:t xml:space="preserve"> إذا لم يسمهم فإنما</w:t>
      </w:r>
      <w:r w:rsidR="009C2257">
        <w:rPr>
          <w:rtl/>
        </w:rPr>
        <w:t xml:space="preserve"> </w:t>
      </w:r>
      <w:r w:rsidRPr="00573E19">
        <w:rPr>
          <w:rtl/>
        </w:rPr>
        <w:t>عليه حد واحد وإن سمى فعليه لكل رجل حد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90" w:name="_Toc374810528"/>
      <w:bookmarkStart w:id="291" w:name="_Toc376954903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باب المملوك يقذف حرا</w:t>
      </w:r>
      <w:bookmarkEnd w:id="290"/>
      <w:bookmarkEnd w:id="29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قذف العبد الحر جلد ثمانين وقال هذا من حقوق الناس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المملوك يفتري</w:t>
      </w:r>
      <w:r w:rsidR="009C2257">
        <w:rPr>
          <w:rtl/>
        </w:rPr>
        <w:t xml:space="preserve"> </w:t>
      </w:r>
      <w:r w:rsidRPr="00573E19">
        <w:rPr>
          <w:rtl/>
        </w:rPr>
        <w:t>على الحر قال</w:t>
      </w:r>
      <w:r w:rsidR="00CA4563">
        <w:rPr>
          <w:rtl/>
        </w:rPr>
        <w:t>:</w:t>
      </w:r>
      <w:r w:rsidRPr="00573E19">
        <w:rPr>
          <w:rtl/>
        </w:rPr>
        <w:t xml:space="preserve"> عليه ثمانون قلت</w:t>
      </w:r>
      <w:r w:rsidR="00CA4563">
        <w:rPr>
          <w:rtl/>
        </w:rPr>
        <w:t>:</w:t>
      </w:r>
      <w:r w:rsidRPr="00573E19">
        <w:rPr>
          <w:rtl/>
        </w:rPr>
        <w:t xml:space="preserve"> فإذا زنى قال</w:t>
      </w:r>
      <w:r w:rsidR="00CA4563">
        <w:rPr>
          <w:rtl/>
        </w:rPr>
        <w:t>:</w:t>
      </w:r>
      <w:r w:rsidRPr="00573E19">
        <w:rPr>
          <w:rtl/>
        </w:rPr>
        <w:t xml:space="preserve"> يجلد خمسين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بن عيسى عن محمد بن إسماعيل عن محمد بن الفضيل عن أبي الصباح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عبد افترى على حر فقال</w:t>
      </w:r>
      <w:r w:rsidR="00CA4563">
        <w:rPr>
          <w:rtl/>
        </w:rPr>
        <w:t>:</w:t>
      </w:r>
      <w:r w:rsidRPr="00573E19">
        <w:rPr>
          <w:rtl/>
        </w:rPr>
        <w:t xml:space="preserve"> عليه ثمانون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علي بن الحكم عن موسى بن بكر عن زرارة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مملوك قذف محصنة حرة قال</w:t>
      </w:r>
      <w:r w:rsidR="00CA4563">
        <w:rPr>
          <w:rtl/>
        </w:rPr>
        <w:t>:</w:t>
      </w:r>
      <w:r w:rsidRPr="00573E19">
        <w:rPr>
          <w:rtl/>
        </w:rPr>
        <w:t xml:space="preserve"> يجلد ثمانين لأنه إنما</w:t>
      </w:r>
      <w:r w:rsidR="009C2257">
        <w:rPr>
          <w:rtl/>
        </w:rPr>
        <w:t xml:space="preserve"> </w:t>
      </w:r>
      <w:r w:rsidRPr="00573E19">
        <w:rPr>
          <w:rtl/>
        </w:rPr>
        <w:t>يجلد بحقها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بن خالد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يجلد المكاتب إذا</w:t>
      </w:r>
      <w:r w:rsidR="009C2257">
        <w:rPr>
          <w:rtl/>
        </w:rPr>
        <w:t xml:space="preserve"> </w:t>
      </w:r>
      <w:r w:rsidRPr="00573E19">
        <w:rPr>
          <w:rtl/>
        </w:rPr>
        <w:t>زنى على قدر ما أعتق منه</w:t>
      </w:r>
      <w:r w:rsidR="00CA4563">
        <w:rPr>
          <w:rtl/>
        </w:rPr>
        <w:t>،</w:t>
      </w:r>
      <w:r w:rsidRPr="00573E19">
        <w:rPr>
          <w:rtl/>
        </w:rPr>
        <w:t xml:space="preserve"> فإذا قذف المحصنة فعليه أن يجلد ثمانين حرا كان أو مملوكا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سيف بن عميرة عن أبي بكر الحضرمي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عبد مملوك قذف حرا قال</w:t>
      </w:r>
      <w:r w:rsidR="00CA4563">
        <w:rPr>
          <w:rtl/>
        </w:rPr>
        <w:t>:</w:t>
      </w:r>
      <w:r w:rsidRPr="00573E19">
        <w:rPr>
          <w:rtl/>
        </w:rPr>
        <w:t xml:space="preserve"> يجلد ثمانين هذا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85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464 الفقيه ص </w:t>
      </w:r>
      <w:r>
        <w:rPr>
          <w:rtl/>
        </w:rPr>
        <w:t>3</w:t>
      </w:r>
      <w:r w:rsidRPr="00E928EB">
        <w:rPr>
          <w:rtl/>
        </w:rPr>
        <w:t>70.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</w:t>
      </w:r>
      <w:r>
        <w:rPr>
          <w:rtl/>
        </w:rPr>
        <w:t xml:space="preserve">3 - </w:t>
      </w:r>
      <w:r w:rsidRPr="00573E19">
        <w:rPr>
          <w:rtl/>
        </w:rPr>
        <w:t>854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855</w:t>
      </w:r>
      <w:r>
        <w:rPr>
          <w:rtl/>
        </w:rPr>
        <w:t xml:space="preserve"> - </w:t>
      </w:r>
      <w:r w:rsidRPr="00573E19">
        <w:rPr>
          <w:rtl/>
        </w:rPr>
        <w:t>856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465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858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04 وفيه ( الناس ) بدل المسلمين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حقوق المسلمين</w:t>
      </w:r>
      <w:r w:rsidR="00CA4563">
        <w:rPr>
          <w:rtl/>
        </w:rPr>
        <w:t>،</w:t>
      </w:r>
      <w:r w:rsidRPr="00573E19">
        <w:rPr>
          <w:rtl/>
        </w:rPr>
        <w:t xml:space="preserve"> فأما ما كان من حقوق الله تعالى فإنه يضرب نصف الحد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قلت</w:t>
      </w:r>
      <w:r w:rsidR="00CA4563">
        <w:rPr>
          <w:rtl/>
        </w:rPr>
        <w:t>:</w:t>
      </w:r>
      <w:r w:rsidRPr="00573E19">
        <w:rPr>
          <w:rtl/>
        </w:rPr>
        <w:t xml:space="preserve"> الذي من حقوق الله ما هو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زنى أو شرب الخمر فهذا من الحقوق</w:t>
      </w:r>
      <w:r w:rsidR="009C2257">
        <w:rPr>
          <w:rtl/>
        </w:rPr>
        <w:t xml:space="preserve"> </w:t>
      </w:r>
      <w:r w:rsidRPr="00573E19">
        <w:rPr>
          <w:rtl/>
        </w:rPr>
        <w:t>التي يضرب فيها نصف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محمد بن الحسين عن صفوان عن حريز عن بكير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من افترى على مسلم ضرب ثمانين يهوديا كان</w:t>
      </w:r>
      <w:r w:rsidR="009C2257">
        <w:rPr>
          <w:rtl/>
        </w:rPr>
        <w:t xml:space="preserve"> </w:t>
      </w:r>
      <w:r w:rsidRPr="00573E19">
        <w:rPr>
          <w:rtl/>
        </w:rPr>
        <w:t>أو نصرانيا أو عبدا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عنه عن الحسن بن محبوب عن سيف بن عميرة عن بن بكير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حد مملوك قذف حرا قال</w:t>
      </w:r>
      <w:r w:rsidR="00CA4563">
        <w:rPr>
          <w:rtl/>
        </w:rPr>
        <w:t>:</w:t>
      </w:r>
      <w:r w:rsidRPr="00573E19">
        <w:rPr>
          <w:rtl/>
        </w:rPr>
        <w:t xml:space="preserve"> يجلد ثمانين</w:t>
      </w:r>
      <w:r w:rsidR="00CA4563">
        <w:rPr>
          <w:rtl/>
        </w:rPr>
        <w:t>،</w:t>
      </w:r>
      <w:r w:rsidRPr="00573E19">
        <w:rPr>
          <w:rtl/>
        </w:rPr>
        <w:t xml:space="preserve"> هذا من حقوق</w:t>
      </w:r>
      <w:r w:rsidR="009C2257">
        <w:rPr>
          <w:rtl/>
        </w:rPr>
        <w:t xml:space="preserve"> </w:t>
      </w:r>
      <w:r w:rsidRPr="00573E19">
        <w:rPr>
          <w:rtl/>
        </w:rPr>
        <w:t>الناس</w:t>
      </w:r>
      <w:r w:rsidR="00CA4563">
        <w:rPr>
          <w:rtl/>
        </w:rPr>
        <w:t>،</w:t>
      </w:r>
      <w:r w:rsidRPr="00573E19">
        <w:rPr>
          <w:rtl/>
        </w:rPr>
        <w:t xml:space="preserve"> فأما ما كان من حقوق الله فإنه يضرب نصف الحد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الذي يضرب</w:t>
      </w:r>
      <w:r w:rsidR="009C2257">
        <w:rPr>
          <w:rtl/>
        </w:rPr>
        <w:t xml:space="preserve"> </w:t>
      </w:r>
      <w:r w:rsidRPr="00573E19">
        <w:rPr>
          <w:rtl/>
        </w:rPr>
        <w:t>فيه نصف الحد ما هو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زنى أو شرب خمرا فهذا من حقوق الله التي يضرب</w:t>
      </w:r>
      <w:r w:rsidR="009C2257">
        <w:rPr>
          <w:rtl/>
        </w:rPr>
        <w:t xml:space="preserve"> </w:t>
      </w:r>
      <w:r w:rsidRPr="00573E19">
        <w:rPr>
          <w:rtl/>
        </w:rPr>
        <w:t>فيها نصف الحد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محمد بن علي ابن محبوب عن أحمد بن محمد عن الحسين عن النضر</w:t>
      </w:r>
      <w:r w:rsidR="009C2257">
        <w:rPr>
          <w:rtl/>
        </w:rPr>
        <w:t xml:space="preserve"> </w:t>
      </w:r>
      <w:r w:rsidRPr="00573E19">
        <w:rPr>
          <w:rtl/>
        </w:rPr>
        <w:t>ابن سويد عن القاسم بن سليمان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العبد</w:t>
      </w:r>
      <w:r w:rsidR="009C2257">
        <w:rPr>
          <w:rtl/>
        </w:rPr>
        <w:t xml:space="preserve"> </w:t>
      </w:r>
      <w:r w:rsidRPr="00573E19">
        <w:rPr>
          <w:rtl/>
        </w:rPr>
        <w:t>إذا افترى على الحر كم يجلد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أربعين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إذا أتي بفاحشة فعليه</w:t>
      </w:r>
      <w:r w:rsidR="009C2257">
        <w:rPr>
          <w:rtl/>
        </w:rPr>
        <w:t xml:space="preserve"> </w:t>
      </w:r>
      <w:r w:rsidRPr="00573E19">
        <w:rPr>
          <w:rtl/>
        </w:rPr>
        <w:t>نصف العذاب</w:t>
      </w:r>
      <w:r>
        <w:rPr>
          <w:rtl/>
        </w:rPr>
        <w:t>.</w:t>
      </w:r>
    </w:p>
    <w:p w:rsidR="00FE5331" w:rsidRPr="00573E19" w:rsidRDefault="00FE5331" w:rsidP="006810B4">
      <w:pPr>
        <w:pStyle w:val="libNormal"/>
        <w:rPr>
          <w:rtl/>
        </w:rPr>
      </w:pPr>
      <w:r w:rsidRPr="00573E19">
        <w:rPr>
          <w:rtl/>
        </w:rPr>
        <w:t>فهذا خبر شاذ مخالف لظاهر القرآن والأخبار الكثيرة التي قدمناها وما هذا</w:t>
      </w:r>
      <w:r w:rsidR="009C2257">
        <w:rPr>
          <w:rtl/>
        </w:rPr>
        <w:t xml:space="preserve"> </w:t>
      </w:r>
      <w:r w:rsidRPr="00573E19">
        <w:rPr>
          <w:rtl/>
        </w:rPr>
        <w:t>حكمه لا يعمل به ولا يعترض بمثله</w:t>
      </w:r>
      <w:r w:rsidR="00CA4563">
        <w:rPr>
          <w:rtl/>
        </w:rPr>
        <w:t>،</w:t>
      </w:r>
      <w:r w:rsidRPr="00573E19">
        <w:rPr>
          <w:rtl/>
        </w:rPr>
        <w:t xml:space="preserve"> فأما مخالفته لظاهر القرآن فان الله تعالى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="006810B4" w:rsidRPr="00FE5331">
        <w:rPr>
          <w:rStyle w:val="libAlaemChar"/>
          <w:rtl/>
        </w:rPr>
        <w:t>(</w:t>
      </w:r>
      <w:r w:rsidR="006810B4" w:rsidRPr="006810B4">
        <w:rPr>
          <w:rStyle w:val="libAieChar"/>
          <w:rtl/>
        </w:rPr>
        <w:t>وَالَّذِينَ يَرْ‌مُونَ الْمُحْصَنَاتِ</w:t>
      </w:r>
      <w:r w:rsidR="006810B4" w:rsidRPr="00FE5331">
        <w:rPr>
          <w:rStyle w:val="libAlaemChar"/>
          <w:rtl/>
        </w:rPr>
        <w:t>)</w:t>
      </w:r>
      <w:r w:rsidRPr="00573E19">
        <w:rPr>
          <w:rtl/>
        </w:rPr>
        <w:t xml:space="preserve"> إلى قوله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6810B4" w:rsidRPr="00FE5331">
        <w:rPr>
          <w:rStyle w:val="libAlaemChar"/>
          <w:rtl/>
        </w:rPr>
        <w:t>(</w:t>
      </w:r>
      <w:r w:rsidR="006810B4" w:rsidRPr="006810B4">
        <w:rPr>
          <w:rStyle w:val="libAieChar"/>
          <w:rtl/>
        </w:rPr>
        <w:t>فَاجْلِدُوهُمْ ثَمَانِينَ جَلْدَةً وَلَا تَقْبَلُوا لَهُمْ شَهَادَةً أَبَدًا</w:t>
      </w:r>
      <w:r w:rsidR="006810B4" w:rsidRPr="00FE5331">
        <w:rPr>
          <w:rStyle w:val="libAlaemChar"/>
          <w:rtl/>
        </w:rPr>
        <w:t>)</w:t>
      </w:r>
      <w:r w:rsidRPr="00573E19">
        <w:rPr>
          <w:rtl/>
        </w:rPr>
        <w:t xml:space="preserve"> وذلك عام في كل قاذف حرا كان أو عبدا فاما قوله « فان أتين بفاحشة</w:t>
      </w:r>
      <w:r w:rsidR="009C2257">
        <w:rPr>
          <w:rtl/>
        </w:rPr>
        <w:t xml:space="preserve"> </w:t>
      </w:r>
      <w:r w:rsidRPr="00573E19">
        <w:rPr>
          <w:rtl/>
        </w:rPr>
        <w:t>فعليهن نصف ما على المحصنات من العذاب » فذلك مخصوص بالزاني لما بيناه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859</w:t>
      </w:r>
      <w:r>
        <w:rPr>
          <w:rtl/>
        </w:rPr>
        <w:t xml:space="preserve"> - </w:t>
      </w:r>
      <w:r w:rsidRPr="00E928EB">
        <w:rPr>
          <w:rtl/>
        </w:rPr>
        <w:t>860</w:t>
      </w:r>
      <w:r>
        <w:rPr>
          <w:rtl/>
        </w:rPr>
        <w:t xml:space="preserve"> - </w:t>
      </w:r>
      <w:r w:rsidRPr="00E928EB">
        <w:rPr>
          <w:rtl/>
        </w:rPr>
        <w:t>861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465.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الاخبار فإنه لا يجوز تناقضها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وأما ما رواه الحسين بن سعيد عن حماد عن حريز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العبد يفتري على الحر فقال</w:t>
      </w:r>
      <w:r w:rsidR="00CA4563">
        <w:rPr>
          <w:rtl/>
        </w:rPr>
        <w:t>:</w:t>
      </w:r>
      <w:r w:rsidRPr="00573E19">
        <w:rPr>
          <w:rtl/>
        </w:rPr>
        <w:t xml:space="preserve"> يجلد حدا إلا سوطا أو سوطين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يحتمل أن يكون أراد بالفرية ما لم يبلغ القذف فان ذلك لا يوجب الحد</w:t>
      </w:r>
      <w:r w:rsidR="009C2257">
        <w:rPr>
          <w:rtl/>
        </w:rPr>
        <w:t xml:space="preserve"> </w:t>
      </w:r>
      <w:r w:rsidRPr="00573E19">
        <w:rPr>
          <w:rtl/>
        </w:rPr>
        <w:t>كاملا بل يجب عليه التعزير</w:t>
      </w:r>
      <w:r w:rsidR="00CA4563">
        <w:rPr>
          <w:rtl/>
        </w:rPr>
        <w:t>،</w:t>
      </w:r>
      <w:r w:rsidRPr="00573E19">
        <w:rPr>
          <w:rtl/>
        </w:rPr>
        <w:t xml:space="preserve"> والذي يكشف عما ذكرناه ان محمد بن مسلم راوي هذا</w:t>
      </w:r>
      <w:r w:rsidR="009C2257">
        <w:rPr>
          <w:rtl/>
        </w:rPr>
        <w:t xml:space="preserve"> </w:t>
      </w:r>
      <w:r w:rsidRPr="00573E19">
        <w:rPr>
          <w:rtl/>
        </w:rPr>
        <w:t>الحديث قد روى خلاف هذا موافقا للاخبار التي قدمناها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روى الحسين بن سعيد عن ابن أبي عمير عن العلا عن محمد بن مسلم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العبد يفتري على الحر قال</w:t>
      </w:r>
      <w:r w:rsidR="00CA4563">
        <w:rPr>
          <w:rtl/>
        </w:rPr>
        <w:t>:</w:t>
      </w:r>
      <w:r w:rsidRPr="00573E19">
        <w:rPr>
          <w:rtl/>
        </w:rPr>
        <w:t xml:space="preserve"> يجلد حدا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وأما ما رواه يونس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المملوك يفتري على الحر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عليه خمسون جلدة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فيه أيضا ما قلناه في الخبر الأول لان سماعة قد روى أنه يجب عليه الحد</w:t>
      </w:r>
      <w:r w:rsidR="009C2257">
        <w:rPr>
          <w:rtl/>
        </w:rPr>
        <w:t xml:space="preserve"> </w:t>
      </w:r>
      <w:r w:rsidRPr="00573E19">
        <w:rPr>
          <w:rtl/>
        </w:rPr>
        <w:t>ثمانين وقد قدمناه عنه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وأما ما رواه الحسين بن سعيد عن النضر عن القاسم بن سليمان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المملوك إذا افترى على الحر كم يجلد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أربعين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فقد بينا الوجه في هذا الخبر في رواية محمد بن علي بن محبوب فلا وجه لإعادته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ويزيد ما ذكرناه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ما رواه يونس بن عبد الرحمن عن ابن مسكان عن أبي بصير قال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حد اليهودي والنصراني والمملوك في الخمر والقذف سواء</w:t>
      </w:r>
      <w:r w:rsidR="00CA4563">
        <w:rPr>
          <w:rtl/>
        </w:rPr>
        <w:t>،</w:t>
      </w:r>
      <w:r w:rsidRPr="00573E19">
        <w:rPr>
          <w:rtl/>
        </w:rPr>
        <w:t xml:space="preserve"> وإنما صولح أهل الذمة</w:t>
      </w:r>
      <w:r w:rsidR="009C2257">
        <w:rPr>
          <w:rtl/>
        </w:rPr>
        <w:t xml:space="preserve"> </w:t>
      </w:r>
      <w:r w:rsidRPr="00573E19">
        <w:rPr>
          <w:rtl/>
        </w:rPr>
        <w:t>أن يشربوها في بيوتهم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النضر بن سويد عن عاصم بن حميد عن محمد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86</w:t>
      </w:r>
      <w:r>
        <w:rPr>
          <w:rtl/>
        </w:rPr>
        <w:t xml:space="preserve">2 - </w:t>
      </w:r>
      <w:r w:rsidRPr="00E928EB">
        <w:rPr>
          <w:rtl/>
        </w:rPr>
        <w:t>86</w:t>
      </w:r>
      <w:r>
        <w:rPr>
          <w:rtl/>
        </w:rPr>
        <w:t xml:space="preserve">3 - </w:t>
      </w:r>
      <w:r w:rsidRPr="00E928EB">
        <w:rPr>
          <w:rtl/>
        </w:rPr>
        <w:t>864</w:t>
      </w:r>
      <w:r>
        <w:rPr>
          <w:rtl/>
        </w:rPr>
        <w:t xml:space="preserve"> - </w:t>
      </w:r>
      <w:r w:rsidRPr="00E928EB">
        <w:rPr>
          <w:rtl/>
        </w:rPr>
        <w:t>865</w:t>
      </w:r>
      <w:r>
        <w:rPr>
          <w:rtl/>
        </w:rPr>
        <w:t xml:space="preserve"> - </w:t>
      </w:r>
      <w:r w:rsidRPr="00E928EB">
        <w:rPr>
          <w:rtl/>
        </w:rPr>
        <w:t>866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867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المملوك</w:t>
      </w:r>
      <w:r w:rsidR="009C2257">
        <w:rPr>
          <w:rtl/>
        </w:rPr>
        <w:t xml:space="preserve"> </w:t>
      </w:r>
      <w:r w:rsidRPr="00573E19">
        <w:rPr>
          <w:rtl/>
        </w:rPr>
        <w:t>يدعو الرجل لغير أبيه قال</w:t>
      </w:r>
      <w:r w:rsidR="00CA4563">
        <w:rPr>
          <w:rtl/>
        </w:rPr>
        <w:t>:</w:t>
      </w:r>
      <w:r w:rsidRPr="00573E19">
        <w:rPr>
          <w:rtl/>
        </w:rPr>
        <w:t xml:space="preserve"> أرى أن يعرى جلده</w:t>
      </w:r>
      <w:r w:rsidR="00CA4563">
        <w:rPr>
          <w:rtl/>
        </w:rPr>
        <w:t>،</w:t>
      </w:r>
      <w:r w:rsidRPr="00573E19">
        <w:rPr>
          <w:rtl/>
        </w:rPr>
        <w:t xml:space="preserve"> قال وقال في رجل دعي</w:t>
      </w:r>
      <w:r w:rsidR="009C2257">
        <w:rPr>
          <w:rtl/>
        </w:rPr>
        <w:t xml:space="preserve"> </w:t>
      </w:r>
      <w:r w:rsidRPr="00573E19">
        <w:rPr>
          <w:rtl/>
        </w:rPr>
        <w:t>لغير أبيه أقم بينتك أمكنك منه فلما أتى بالبينة قال إن أمه كانت أمة قال</w:t>
      </w:r>
      <w:r w:rsidR="00CA4563">
        <w:rPr>
          <w:rtl/>
        </w:rPr>
        <w:t>:</w:t>
      </w:r>
      <w:r w:rsidRPr="00573E19">
        <w:rPr>
          <w:rtl/>
        </w:rPr>
        <w:t xml:space="preserve"> ليس</w:t>
      </w:r>
      <w:r w:rsidR="009C2257">
        <w:rPr>
          <w:rtl/>
        </w:rPr>
        <w:t xml:space="preserve"> </w:t>
      </w:r>
      <w:r w:rsidRPr="00573E19">
        <w:rPr>
          <w:rtl/>
        </w:rPr>
        <w:t>عليك حد سبه كما سبك أو اعف عنه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تضمن هذا الخبر من قوله أرى أن يعرى جلده يحتمل أن يكون إنما أراد أن يعرى</w:t>
      </w:r>
      <w:r w:rsidR="009C2257">
        <w:rPr>
          <w:rtl/>
        </w:rPr>
        <w:t xml:space="preserve"> </w:t>
      </w:r>
      <w:r w:rsidRPr="00573E19">
        <w:rPr>
          <w:rtl/>
        </w:rPr>
        <w:t>جلده ليقام عليه الحد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المراد به إذا كانت أمه أمة ونسبها إلى الزنى</w:t>
      </w:r>
      <w:r w:rsidR="009C2257">
        <w:rPr>
          <w:rtl/>
        </w:rPr>
        <w:t xml:space="preserve"> </w:t>
      </w:r>
      <w:r w:rsidRPr="00573E19">
        <w:rPr>
          <w:rtl/>
        </w:rPr>
        <w:t>فإنه لا يجب عليه الحد كاملا ويجب عليه التعزير مع أن في الحديث ما يضعف الاحتجاج</w:t>
      </w:r>
      <w:r w:rsidR="009C2257">
        <w:rPr>
          <w:rtl/>
        </w:rPr>
        <w:t xml:space="preserve"> </w:t>
      </w:r>
      <w:r w:rsidRPr="00573E19">
        <w:rPr>
          <w:rtl/>
        </w:rPr>
        <w:t xml:space="preserve">به وهو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له</w:t>
      </w:r>
      <w:r w:rsidR="00CA4563">
        <w:rPr>
          <w:rtl/>
        </w:rPr>
        <w:t>:</w:t>
      </w:r>
      <w:r w:rsidRPr="00573E19">
        <w:rPr>
          <w:rtl/>
        </w:rPr>
        <w:t xml:space="preserve"> سبه كما سبك ولا يجوز أن يأمر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بالسب لان السب قبيح وإنما له أن يقيم عليه الحد إما على الكمال أو التعزير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92" w:name="_Toc374810529"/>
      <w:bookmarkStart w:id="293" w:name="_Toc376954904"/>
      <w:r w:rsidRPr="00573E19">
        <w:rPr>
          <w:rtl/>
        </w:rPr>
        <w:t>1</w:t>
      </w:r>
      <w:r>
        <w:rPr>
          <w:rtl/>
        </w:rPr>
        <w:t xml:space="preserve">32 - </w:t>
      </w:r>
      <w:r w:rsidRPr="00573E19">
        <w:rPr>
          <w:rtl/>
        </w:rPr>
        <w:t>باب من قال لامرأته لم أجدك عذراء</w:t>
      </w:r>
      <w:bookmarkEnd w:id="292"/>
      <w:bookmarkEnd w:id="29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يونس عن إسحاق بن عمار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قال لامرأته لم أجدك عذراء قال</w:t>
      </w:r>
      <w:r w:rsidR="00CA4563">
        <w:rPr>
          <w:rtl/>
        </w:rPr>
        <w:t>:</w:t>
      </w:r>
      <w:r w:rsidRPr="00573E19">
        <w:rPr>
          <w:rtl/>
        </w:rPr>
        <w:t xml:space="preserve"> يضرب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فإنه عاد قال</w:t>
      </w:r>
      <w:r w:rsidR="00CA4563">
        <w:rPr>
          <w:rtl/>
        </w:rPr>
        <w:t>:</w:t>
      </w:r>
      <w:r w:rsidRPr="00573E19">
        <w:rPr>
          <w:rtl/>
        </w:rPr>
        <w:t xml:space="preserve"> يضرب</w:t>
      </w:r>
      <w:r w:rsidR="009C2257">
        <w:rPr>
          <w:rtl/>
        </w:rPr>
        <w:t xml:space="preserve"> </w:t>
      </w:r>
      <w:r w:rsidRPr="00573E19">
        <w:rPr>
          <w:rtl/>
        </w:rPr>
        <w:t>فإنه يوشك أن ينتهي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869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يونس عن زرارة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قال</w:t>
      </w:r>
      <w:r w:rsidR="00CA4563">
        <w:rPr>
          <w:rtl/>
        </w:rPr>
        <w:t>:</w:t>
      </w:r>
      <w:r w:rsidRPr="00573E19">
        <w:rPr>
          <w:rtl/>
        </w:rPr>
        <w:t xml:space="preserve"> لامرأته</w:t>
      </w:r>
      <w:r w:rsidR="009C2257">
        <w:rPr>
          <w:rtl/>
        </w:rPr>
        <w:t xml:space="preserve"> </w:t>
      </w:r>
      <w:r w:rsidRPr="00573E19">
        <w:rPr>
          <w:rtl/>
        </w:rPr>
        <w:t>لم تأتني عذراء قال</w:t>
      </w:r>
      <w:r w:rsidR="00CA4563">
        <w:rPr>
          <w:rtl/>
        </w:rPr>
        <w:t>:</w:t>
      </w:r>
      <w:r w:rsidRPr="00573E19">
        <w:rPr>
          <w:rtl/>
        </w:rPr>
        <w:t xml:space="preserve"> ليس عليه شئ لان العذرة تذهب بغير جماع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قال محمد بن الحسن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ليس عليه شئ معناه ليس عليه حد تام</w:t>
      </w:r>
      <w:r w:rsidR="009C2257">
        <w:rPr>
          <w:rtl/>
        </w:rPr>
        <w:t xml:space="preserve"> </w:t>
      </w:r>
      <w:r w:rsidRPr="00573E19">
        <w:rPr>
          <w:rtl/>
        </w:rPr>
        <w:t>وإن كان عليه التعزير حسب ما تضمنه الخبر الأول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ابن محبوب عن حماد عن زياد بن سليمان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قال</w:t>
      </w:r>
      <w:r w:rsidR="00CA4563">
        <w:rPr>
          <w:rtl/>
        </w:rPr>
        <w:t>:</w:t>
      </w:r>
      <w:r w:rsidRPr="00573E19">
        <w:rPr>
          <w:rtl/>
        </w:rPr>
        <w:t xml:space="preserve"> لامرأته بعد ما دخل بها لم أجدك عذراء قال</w:t>
      </w:r>
      <w:r w:rsidR="00CA4563">
        <w:rPr>
          <w:rtl/>
        </w:rPr>
        <w:t>:</w:t>
      </w:r>
      <w:r w:rsidRPr="00573E19">
        <w:rPr>
          <w:rtl/>
        </w:rPr>
        <w:t xml:space="preserve"> لا حد عليه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عيسى عن الحسين بن سعيد عن ابن أبي عمير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868</w:t>
      </w:r>
      <w:r>
        <w:rPr>
          <w:rtl/>
        </w:rPr>
        <w:t xml:space="preserve"> - </w:t>
      </w:r>
      <w:r w:rsidRPr="00E928EB">
        <w:rPr>
          <w:rtl/>
        </w:rPr>
        <w:t>869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466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2</w:t>
      </w:r>
      <w:r w:rsidRPr="00E928EB">
        <w:rPr>
          <w:rtl/>
        </w:rPr>
        <w:t>97 واخرج الأخير الصدوق في الفقيه</w:t>
      </w:r>
      <w:r w:rsidR="009C2257">
        <w:rPr>
          <w:rtl/>
        </w:rPr>
        <w:t xml:space="preserve"> </w:t>
      </w:r>
      <w:r w:rsidRPr="00E928EB">
        <w:rPr>
          <w:rtl/>
        </w:rPr>
        <w:t xml:space="preserve">ص </w:t>
      </w:r>
      <w:r>
        <w:rPr>
          <w:rtl/>
        </w:rPr>
        <w:t>3</w:t>
      </w:r>
      <w:r w:rsidRPr="00E928EB">
        <w:rPr>
          <w:rtl/>
        </w:rPr>
        <w:t>69.</w:t>
      </w:r>
    </w:p>
    <w:p w:rsidR="00FE5331" w:rsidRPr="00E928EB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870</w:t>
      </w:r>
      <w:r>
        <w:rPr>
          <w:rtl/>
        </w:rPr>
        <w:t xml:space="preserve"> - </w:t>
      </w:r>
      <w:r w:rsidRPr="00E928EB">
        <w:rPr>
          <w:rtl/>
        </w:rPr>
        <w:t>871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466 واخرج الأول الصدوق في الفقيه ص </w:t>
      </w:r>
      <w:r>
        <w:rPr>
          <w:rtl/>
        </w:rPr>
        <w:t>3</w:t>
      </w:r>
      <w:r w:rsidRPr="00E928EB">
        <w:rPr>
          <w:rtl/>
        </w:rPr>
        <w:t>69.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عن عبد الله بن سنان قال قال</w:t>
      </w:r>
      <w:r w:rsidR="00CA4563">
        <w:rPr>
          <w:rtl/>
        </w:rPr>
        <w:t>:</w:t>
      </w:r>
      <w:r w:rsidRPr="00573E19">
        <w:rPr>
          <w:rtl/>
        </w:rPr>
        <w:t xml:space="preserve">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إذا قال الرجل لامرأته</w:t>
      </w:r>
      <w:r w:rsidR="009C2257">
        <w:rPr>
          <w:rtl/>
        </w:rPr>
        <w:t xml:space="preserve"> </w:t>
      </w:r>
      <w:r w:rsidRPr="00573E19">
        <w:rPr>
          <w:rtl/>
        </w:rPr>
        <w:t>لم أجدك عذراء وليست له بينة يجلد الحد ويخلى بينه وبينها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معنى قوله يجلد الحد يعني حد التعزير ولم يرد حدا</w:t>
      </w:r>
      <w:r w:rsidR="009C2257">
        <w:rPr>
          <w:rtl/>
        </w:rPr>
        <w:t xml:space="preserve"> </w:t>
      </w:r>
      <w:r w:rsidRPr="00573E19">
        <w:rPr>
          <w:rtl/>
        </w:rPr>
        <w:t>تاما بدلالة الأخبار المتقدمة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94" w:name="_Toc374810530"/>
      <w:bookmarkStart w:id="295" w:name="_Toc376954905"/>
      <w:r w:rsidRPr="00573E19">
        <w:rPr>
          <w:rtl/>
        </w:rPr>
        <w:t>1</w:t>
      </w:r>
      <w:r>
        <w:rPr>
          <w:rtl/>
        </w:rPr>
        <w:t xml:space="preserve">33 - </w:t>
      </w:r>
      <w:r w:rsidRPr="00573E19">
        <w:rPr>
          <w:rtl/>
        </w:rPr>
        <w:t>باب جواز العفو عن القاذف لمن يقذفه</w:t>
      </w:r>
      <w:bookmarkEnd w:id="294"/>
      <w:bookmarkEnd w:id="29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الحسن عن زرعة عن سماعة قال سألته عن الرجل يفتري</w:t>
      </w:r>
      <w:r w:rsidR="009C2257">
        <w:rPr>
          <w:rtl/>
        </w:rPr>
        <w:t xml:space="preserve"> </w:t>
      </w:r>
      <w:r w:rsidRPr="00573E19">
        <w:rPr>
          <w:rtl/>
        </w:rPr>
        <w:t>على الرجل ثم يعفو عنه ثم يريد أن يجلد</w:t>
      </w:r>
      <w:r w:rsidR="00CA4563">
        <w:rPr>
          <w:rtl/>
        </w:rPr>
        <w:t>،</w:t>
      </w:r>
      <w:r w:rsidRPr="00573E19">
        <w:rPr>
          <w:rtl/>
        </w:rPr>
        <w:t xml:space="preserve"> بعد التوبة قال</w:t>
      </w:r>
      <w:r w:rsidR="00CA4563">
        <w:rPr>
          <w:rtl/>
        </w:rPr>
        <w:t>:</w:t>
      </w:r>
      <w:r w:rsidRPr="00573E19">
        <w:rPr>
          <w:rtl/>
        </w:rPr>
        <w:t xml:space="preserve"> ليس له ذلك بعد العفو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الحسن بن محبوب عن أبي أيوب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يقذف الرجل بالزنى فيعفو عنه ويجعله من ذلك في حل ثم أنه بعد يبدو له</w:t>
      </w:r>
      <w:r w:rsidR="009C2257">
        <w:rPr>
          <w:rtl/>
        </w:rPr>
        <w:t xml:space="preserve"> </w:t>
      </w:r>
      <w:r w:rsidRPr="00573E19">
        <w:rPr>
          <w:rtl/>
        </w:rPr>
        <w:t>في أن يقدمه حتى يحد له قال</w:t>
      </w:r>
      <w:r w:rsidR="00CA4563">
        <w:rPr>
          <w:rtl/>
        </w:rPr>
        <w:t>:</w:t>
      </w:r>
      <w:r w:rsidRPr="00573E19">
        <w:rPr>
          <w:rtl/>
        </w:rPr>
        <w:t xml:space="preserve"> ليس له حد بعد العفو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يونس بن عبد الرحمن عن العلا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الرجل يقذف امرأته قال</w:t>
      </w:r>
      <w:r w:rsidR="00CA4563">
        <w:rPr>
          <w:rtl/>
        </w:rPr>
        <w:t>:</w:t>
      </w:r>
      <w:r w:rsidRPr="00573E19">
        <w:rPr>
          <w:rtl/>
        </w:rPr>
        <w:t xml:space="preserve"> يجلد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عفت عنه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ولا كرامة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أنها إذا رفعته إلى الامام أو الحاكم لم يكن لها</w:t>
      </w:r>
      <w:r w:rsidR="009C2257">
        <w:rPr>
          <w:rtl/>
        </w:rPr>
        <w:t xml:space="preserve"> </w:t>
      </w:r>
      <w:r w:rsidRPr="00573E19">
        <w:rPr>
          <w:rtl/>
        </w:rPr>
        <w:t>بعد ذلك عفو وقد أوردنا تفصيل ذلك في كتابنا الكبير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سهل بن زياد عن ابن محبوب عن ضريس الكناسي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يعفى عن الحدود التي لله دون الامام</w:t>
      </w:r>
      <w:r w:rsidR="00CA4563">
        <w:rPr>
          <w:rtl/>
        </w:rPr>
        <w:t>،</w:t>
      </w:r>
      <w:r w:rsidRPr="00573E19">
        <w:rPr>
          <w:rtl/>
        </w:rPr>
        <w:t xml:space="preserve"> فأما ما كان من حق الناس</w:t>
      </w:r>
      <w:r w:rsidR="009C2257">
        <w:rPr>
          <w:rtl/>
        </w:rPr>
        <w:t xml:space="preserve"> </w:t>
      </w:r>
      <w:r w:rsidRPr="00573E19">
        <w:rPr>
          <w:rtl/>
        </w:rPr>
        <w:t>فلا بأس أن يعفى عنه دون الامام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العلا عن محمد بن مسلم عن أبي جعفر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87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09 بتفاوت يسير.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87</w:t>
      </w:r>
      <w:r>
        <w:rPr>
          <w:rtl/>
        </w:rPr>
        <w:t>3 - التهذيب ج 2 ص 467 بزيادة فيه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874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467 الفقيه ص </w:t>
      </w:r>
      <w:r>
        <w:rPr>
          <w:rtl/>
        </w:rPr>
        <w:t>3</w:t>
      </w:r>
      <w:r w:rsidRPr="00573E19">
        <w:rPr>
          <w:rtl/>
        </w:rPr>
        <w:t>69 بتفاوت يسير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09 بتفاوت يسير الفقيه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</w:t>
      </w:r>
      <w:r w:rsidR="00CA4563">
        <w:rPr>
          <w:rtl/>
        </w:rPr>
        <w:t>:</w:t>
      </w:r>
      <w:r w:rsidRPr="00573E19">
        <w:rPr>
          <w:rtl/>
        </w:rPr>
        <w:t xml:space="preserve"> رجل جنى إلي أعفو عنه أو أرفعه إلى السلطان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هو حقك إن عفوت عنه فحسن وإن رفعته إلى الامام فإنما طلبت حقك وكيف لك</w:t>
      </w:r>
      <w:r w:rsidR="009C2257">
        <w:rPr>
          <w:rtl/>
        </w:rPr>
        <w:t xml:space="preserve"> </w:t>
      </w:r>
      <w:r w:rsidRPr="00573E19">
        <w:rPr>
          <w:rtl/>
        </w:rPr>
        <w:t>بالامام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96" w:name="_Toc374810531"/>
      <w:bookmarkStart w:id="297" w:name="_Toc376954906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باب من أقر بولد ثم نفاه</w:t>
      </w:r>
      <w:bookmarkEnd w:id="296"/>
      <w:bookmarkEnd w:id="29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إبراهيم عن النوفلي عن السكوني عن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أن عليا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أقر بولد ثم نفاه جلد الحد وألزم الولد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يحيى عن محمد بن أحمد عن محمد بن عيسى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سنان عن العلا عن الفضيل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الرجل ينتفي</w:t>
      </w:r>
      <w:r w:rsidR="009C2257">
        <w:rPr>
          <w:rtl/>
        </w:rPr>
        <w:t xml:space="preserve"> </w:t>
      </w:r>
      <w:r w:rsidRPr="00573E19">
        <w:rPr>
          <w:rtl/>
        </w:rPr>
        <w:t>من ولده وقد أقر به فقال</w:t>
      </w:r>
      <w:r w:rsidR="00CA4563">
        <w:rPr>
          <w:rtl/>
        </w:rPr>
        <w:t>:</w:t>
      </w:r>
      <w:r w:rsidRPr="00573E19">
        <w:rPr>
          <w:rtl/>
        </w:rPr>
        <w:t xml:space="preserve"> إن كان الولد من حرة جلد خمسين سوطا حد المملوك</w:t>
      </w:r>
      <w:r w:rsidR="009C2257">
        <w:rPr>
          <w:rtl/>
        </w:rPr>
        <w:t xml:space="preserve"> </w:t>
      </w:r>
      <w:r w:rsidRPr="00573E19">
        <w:rPr>
          <w:rtl/>
        </w:rPr>
        <w:t>وإن كان من أمة فلا شئ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 وهم من الراوي لان الخبر الأول موافق</w:t>
      </w:r>
      <w:r w:rsidR="009C2257">
        <w:rPr>
          <w:rtl/>
        </w:rPr>
        <w:t xml:space="preserve"> </w:t>
      </w:r>
      <w:r w:rsidRPr="00573E19">
        <w:rPr>
          <w:rtl/>
        </w:rPr>
        <w:t>لظاهر القرآن والاخبار التي قدمناها في الباب الأول</w:t>
      </w:r>
      <w:r w:rsidR="00CA4563">
        <w:rPr>
          <w:rtl/>
        </w:rPr>
        <w:t>،</w:t>
      </w:r>
      <w:r w:rsidRPr="00573E19">
        <w:rPr>
          <w:rtl/>
        </w:rPr>
        <w:t xml:space="preserve"> وهذا الخبر شاذ لا يعترض</w:t>
      </w:r>
      <w:r w:rsidR="009C2257">
        <w:rPr>
          <w:rtl/>
        </w:rPr>
        <w:t xml:space="preserve"> </w:t>
      </w:r>
      <w:r w:rsidRPr="00573E19">
        <w:rPr>
          <w:rtl/>
        </w:rPr>
        <w:t>بمثله على ما قلناه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298" w:name="_Toc374810532"/>
      <w:bookmarkStart w:id="299" w:name="_Toc376954907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باب من قذف صبيا</w:t>
      </w:r>
      <w:bookmarkEnd w:id="298"/>
      <w:bookmarkEnd w:id="29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النضر بن سويد عن القاسم بن سليمان عن أبي مريم</w:t>
      </w:r>
      <w:r w:rsidR="009C2257">
        <w:rPr>
          <w:rtl/>
        </w:rPr>
        <w:t xml:space="preserve"> </w:t>
      </w:r>
      <w:r w:rsidRPr="00573E19">
        <w:rPr>
          <w:rtl/>
        </w:rPr>
        <w:t>الأنصاري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الغلام لم يحتلم يقذف الرجل هل</w:t>
      </w:r>
      <w:r w:rsidR="009C2257">
        <w:rPr>
          <w:rtl/>
        </w:rPr>
        <w:t xml:space="preserve"> </w:t>
      </w:r>
      <w:r w:rsidRPr="00573E19">
        <w:rPr>
          <w:rtl/>
        </w:rPr>
        <w:t>يجلد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وذاك لو أن رجلا قذف الغلام لم يجلد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سهل بن زياد عن ابن أبي نصر عن عاصم بن حميد عن أبي بصير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877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 xml:space="preserve">11 الفقيه ص </w:t>
      </w:r>
      <w:r>
        <w:rPr>
          <w:rtl/>
        </w:rPr>
        <w:t>3</w:t>
      </w:r>
      <w:r w:rsidRPr="00E928EB">
        <w:rPr>
          <w:rtl/>
        </w:rPr>
        <w:t>69.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2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70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الرجل يقذف الصبية يجلد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حتى تبلغ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أحمد بن يحيى عن يونس عن بعض رجاله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كل بالغ من ذكر أو أنثى افترى على صغير أو كبير أو ذكر أو أنثى</w:t>
      </w:r>
      <w:r w:rsidR="009C2257">
        <w:rPr>
          <w:rtl/>
        </w:rPr>
        <w:t xml:space="preserve"> </w:t>
      </w:r>
      <w:r w:rsidRPr="00573E19">
        <w:rPr>
          <w:rtl/>
        </w:rPr>
        <w:t>أو مسلم أو كافر أو حر أو مملوك فعليه حد الفرية وعلى غير البالغ حد الأدب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فاما ما تضمن صدر هذا الخبر من إيجاب الحد على من قذف صبيا فإنه محمول</w:t>
      </w:r>
      <w:r w:rsidR="009C2257">
        <w:rPr>
          <w:rtl/>
        </w:rPr>
        <w:t xml:space="preserve"> </w:t>
      </w:r>
      <w:r w:rsidRPr="00573E19">
        <w:rPr>
          <w:rtl/>
        </w:rPr>
        <w:t>على من قذفه بنسبة الزنى إلى أحد والديه بان يقول يا بن الزاني أو الزانية أو زنت بك</w:t>
      </w:r>
      <w:r w:rsidR="009C2257">
        <w:rPr>
          <w:rtl/>
        </w:rPr>
        <w:t xml:space="preserve"> </w:t>
      </w:r>
      <w:r w:rsidRPr="00573E19">
        <w:rPr>
          <w:rtl/>
        </w:rPr>
        <w:t>أمك أو أبوك لان ذلك يوجب عليه الحد</w:t>
      </w:r>
      <w:r w:rsidR="00CA4563">
        <w:rPr>
          <w:rtl/>
        </w:rPr>
        <w:t>،</w:t>
      </w:r>
      <w:r w:rsidRPr="00573E19">
        <w:rPr>
          <w:rtl/>
        </w:rPr>
        <w:t xml:space="preserve"> فأما إذا قذفه بقذف لا يتعدى إلى واحد</w:t>
      </w:r>
      <w:r w:rsidR="009C2257">
        <w:rPr>
          <w:rtl/>
        </w:rPr>
        <w:t xml:space="preserve"> </w:t>
      </w:r>
      <w:r w:rsidRPr="00573E19">
        <w:rPr>
          <w:rtl/>
        </w:rPr>
        <w:t>منهما فإنه لا يجب عليه الحد كاملا بل عليه التعزير</w:t>
      </w:r>
      <w:r w:rsidR="00CA4563">
        <w:rPr>
          <w:rtl/>
        </w:rPr>
        <w:t>،</w:t>
      </w:r>
      <w:r w:rsidRPr="00573E19">
        <w:rPr>
          <w:rtl/>
        </w:rPr>
        <w:t xml:space="preserve"> يدل على ذلك ما قدمناه من الاخبار</w:t>
      </w:r>
      <w:r w:rsidR="009C2257">
        <w:rPr>
          <w:rtl/>
        </w:rPr>
        <w:t xml:space="preserve"> </w:t>
      </w:r>
      <w:r w:rsidRPr="00573E19">
        <w:rPr>
          <w:rtl/>
        </w:rPr>
        <w:t>الأولة وما أوردناه في كتاب تهذيب الأحكام</w:t>
      </w:r>
      <w:r w:rsidR="00CA4563">
        <w:rPr>
          <w:rtl/>
        </w:rPr>
        <w:t>،</w:t>
      </w:r>
      <w:r w:rsidRPr="00573E19">
        <w:rPr>
          <w:rtl/>
        </w:rPr>
        <w:t xml:space="preserve"> وأما ما تضمن الخبر من ايجاب الحد</w:t>
      </w:r>
      <w:r w:rsidR="009C2257">
        <w:rPr>
          <w:rtl/>
        </w:rPr>
        <w:t xml:space="preserve"> </w:t>
      </w:r>
      <w:r w:rsidRPr="00573E19">
        <w:rPr>
          <w:rtl/>
        </w:rPr>
        <w:t>على من قذف كافرا أو يهوديا أو نصرانيا فيحتمل أن يكون المراد به إذا كانت أمه</w:t>
      </w:r>
      <w:r w:rsidR="009C2257">
        <w:rPr>
          <w:rtl/>
        </w:rPr>
        <w:t xml:space="preserve"> </w:t>
      </w:r>
      <w:r w:rsidRPr="00573E19">
        <w:rPr>
          <w:rtl/>
        </w:rPr>
        <w:t>مسلمة فإنه يجب على من قذفه الحد لحرمة المسلمة</w:t>
      </w:r>
      <w:r w:rsidR="00CA4563">
        <w:rPr>
          <w:rtl/>
        </w:rPr>
        <w:t>،</w:t>
      </w:r>
      <w:r w:rsidRPr="00573E19">
        <w:rPr>
          <w:rtl/>
        </w:rPr>
        <w:t xml:space="preserve"> فإذا لم يكن كذلك لم يجب غير التعزير</w:t>
      </w:r>
      <w:r w:rsidR="009C2257">
        <w:rPr>
          <w:rtl/>
        </w:rPr>
        <w:t xml:space="preserve"> </w:t>
      </w:r>
      <w:r w:rsidRPr="00573E19">
        <w:rPr>
          <w:rtl/>
        </w:rPr>
        <w:t>حسب ما قدمناه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المراد بذكر الحد في الخبر التعزير في الموضعين</w:t>
      </w:r>
      <w:r w:rsidR="009C2257">
        <w:rPr>
          <w:rtl/>
        </w:rPr>
        <w:t xml:space="preserve"> </w:t>
      </w:r>
      <w:r w:rsidRPr="00573E19">
        <w:rPr>
          <w:rtl/>
        </w:rPr>
        <w:t>جميعا وإن اطلق عليه لفظ حد الفرية لان ذلك أيضا يستحق بالفرية وإن لم يكن</w:t>
      </w:r>
      <w:r w:rsidR="009C2257">
        <w:rPr>
          <w:rtl/>
        </w:rPr>
        <w:t xml:space="preserve"> </w:t>
      </w:r>
      <w:r w:rsidRPr="00573E19">
        <w:rPr>
          <w:rtl/>
        </w:rPr>
        <w:t>حدا كاملا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00" w:name="_Toc374810533"/>
      <w:bookmarkStart w:id="301" w:name="_Toc376954908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باب أن الحد لا يورث</w:t>
      </w:r>
      <w:bookmarkEnd w:id="300"/>
      <w:bookmarkEnd w:id="30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علي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الحد لا يورث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هذا الخبر ينبغي أن نحمله على أنه لا يورث كما يورث المال</w:t>
      </w:r>
      <w:r w:rsidR="009C2257">
        <w:rPr>
          <w:rtl/>
        </w:rPr>
        <w:t xml:space="preserve"> </w:t>
      </w:r>
      <w:r w:rsidRPr="00573E19">
        <w:rPr>
          <w:rtl/>
        </w:rPr>
        <w:t>في أن كل واحد منهم يأخذ نصيبه وإن كان لكل واحد من الورثة المطالبة به</w:t>
      </w:r>
      <w:r w:rsidR="009C2257">
        <w:rPr>
          <w:rtl/>
        </w:rPr>
        <w:t xml:space="preserve"> </w:t>
      </w:r>
      <w:r w:rsidRPr="00573E19">
        <w:rPr>
          <w:rtl/>
        </w:rPr>
        <w:t>على الكمال</w:t>
      </w:r>
      <w:r w:rsidR="00CA4563">
        <w:rPr>
          <w:rtl/>
        </w:rPr>
        <w:t>،</w:t>
      </w:r>
      <w:r w:rsidRPr="00573E19">
        <w:rPr>
          <w:rtl/>
        </w:rPr>
        <w:t xml:space="preserve"> يدل على هذا التفصيل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881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469 الفقيه ص </w:t>
      </w:r>
      <w:r>
        <w:rPr>
          <w:rtl/>
        </w:rPr>
        <w:t>3</w:t>
      </w:r>
      <w:r w:rsidRPr="00E928EB">
        <w:rPr>
          <w:rtl/>
        </w:rPr>
        <w:t>69.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88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468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أحمد بن محمد بن عيسى عن ابن محبوب عن هشام بن سالم عن عمار الساباطي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سمعته يقول</w:t>
      </w:r>
      <w:r w:rsidR="00CA4563">
        <w:rPr>
          <w:rtl/>
        </w:rPr>
        <w:t>:</w:t>
      </w:r>
      <w:r w:rsidRPr="00573E19">
        <w:rPr>
          <w:rtl/>
        </w:rPr>
        <w:t xml:space="preserve"> إن الحد لا يورث كما تورث الدية والمال ولكن من قام به من الورثة وطلبه</w:t>
      </w:r>
      <w:r w:rsidR="009C2257">
        <w:rPr>
          <w:rtl/>
        </w:rPr>
        <w:t xml:space="preserve"> </w:t>
      </w:r>
      <w:r w:rsidRPr="00573E19">
        <w:rPr>
          <w:rtl/>
        </w:rPr>
        <w:t>فهو وليه ومن تركه فلم يطلبه فلا حق له وذلك مثل رجل قذف رجلا وللمقذوف أخوان</w:t>
      </w:r>
      <w:r w:rsidR="009C2257">
        <w:rPr>
          <w:rtl/>
        </w:rPr>
        <w:t xml:space="preserve"> </w:t>
      </w:r>
      <w:r w:rsidRPr="00573E19">
        <w:rPr>
          <w:rtl/>
        </w:rPr>
        <w:t>فان عفى عنه أحدهما كان للآخر أن يطالبه بحقه لأنها أمهما جميعا والعفو إليهما جميعا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302" w:name="_Toc374810534"/>
      <w:bookmarkStart w:id="303" w:name="_Toc376954909"/>
      <w:r w:rsidRPr="00573E19">
        <w:rPr>
          <w:rtl/>
        </w:rPr>
        <w:t>أبواب شرب الخمر</w:t>
      </w:r>
      <w:bookmarkEnd w:id="302"/>
      <w:bookmarkEnd w:id="303"/>
    </w:p>
    <w:p w:rsidR="00FE5331" w:rsidRPr="00573E19" w:rsidRDefault="00FE5331" w:rsidP="00FE5331">
      <w:pPr>
        <w:pStyle w:val="Heading2Center"/>
        <w:rPr>
          <w:rtl/>
        </w:rPr>
      </w:pPr>
      <w:bookmarkStart w:id="304" w:name="_Toc374810535"/>
      <w:bookmarkStart w:id="305" w:name="_Toc376954910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باب من شرب النبيذ المسكر</w:t>
      </w:r>
      <w:bookmarkEnd w:id="304"/>
      <w:bookmarkEnd w:id="30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يونس عن هشام بن إبراهيم المشرقي عمن رواه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أنه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يجلد في قليل النبيذ كما يجلد في قليل الخمر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ويقتل في الثالثة من النبيذ كما يقتل في الثالثة من الخمر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يونس عن ابن مسكان عن سليمان بن خالد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يضرب في النبيذ المسكر ثمانين كما يضرب في الخمر</w:t>
      </w:r>
      <w:r w:rsidR="00CA4563">
        <w:rPr>
          <w:rtl/>
        </w:rPr>
        <w:t>،</w:t>
      </w:r>
      <w:r w:rsidRPr="00573E19">
        <w:rPr>
          <w:rtl/>
        </w:rPr>
        <w:t xml:space="preserve"> ويقتل في الثالثة كما</w:t>
      </w:r>
      <w:r w:rsidR="009C2257">
        <w:rPr>
          <w:rtl/>
        </w:rPr>
        <w:t xml:space="preserve"> </w:t>
      </w:r>
      <w:r w:rsidRPr="00573E19">
        <w:rPr>
          <w:rtl/>
        </w:rPr>
        <w:t>يقتل صاحب الخمر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محمد بن الفضيل عن أبي الصباح الكناني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كان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إذا أتي بشارب الخمر ضربه</w:t>
      </w:r>
      <w:r w:rsidR="009C2257">
        <w:rPr>
          <w:rtl/>
        </w:rPr>
        <w:t xml:space="preserve"> </w:t>
      </w:r>
      <w:r w:rsidRPr="00573E19">
        <w:rPr>
          <w:rtl/>
        </w:rPr>
        <w:t>فان اتي به ثانية ضربه فان أتي به ثالثة ضرب عنقه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النبيذ قال</w:t>
      </w:r>
      <w:r w:rsidR="00CA4563">
        <w:rPr>
          <w:rtl/>
        </w:rPr>
        <w:t>:</w:t>
      </w:r>
      <w:r w:rsidRPr="00573E19">
        <w:rPr>
          <w:rtl/>
        </w:rPr>
        <w:t xml:space="preserve"> إذا أخذ</w:t>
      </w:r>
      <w:r w:rsidR="009C2257">
        <w:rPr>
          <w:rtl/>
        </w:rPr>
        <w:t xml:space="preserve"> </w:t>
      </w:r>
      <w:r w:rsidRPr="00573E19">
        <w:rPr>
          <w:rtl/>
        </w:rPr>
        <w:t>شاربه قد انتشى ضرب ثمانين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أخذ به ثانية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اضربه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فان أخذ به ثالثة قال</w:t>
      </w:r>
      <w:r w:rsidR="00CA4563">
        <w:rPr>
          <w:rtl/>
        </w:rPr>
        <w:t>:</w:t>
      </w:r>
      <w:r w:rsidRPr="00573E19">
        <w:rPr>
          <w:rtl/>
        </w:rPr>
        <w:t xml:space="preserve"> يقتل كما يقتل شارب الخمر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أخذ شارب</w:t>
      </w:r>
      <w:r w:rsidR="009C2257">
        <w:rPr>
          <w:rtl/>
        </w:rPr>
        <w:t xml:space="preserve"> </w:t>
      </w:r>
      <w:r w:rsidRPr="00573E19">
        <w:rPr>
          <w:rtl/>
        </w:rPr>
        <w:t>النبيذ ولم يسكر أيجلد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88</w:t>
      </w:r>
      <w:r>
        <w:rPr>
          <w:rtl/>
        </w:rPr>
        <w:t xml:space="preserve">3 -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468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10 بزيادة ( والعقار ).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884</w:t>
      </w:r>
      <w:r>
        <w:rPr>
          <w:rtl/>
        </w:rPr>
        <w:t xml:space="preserve"> - </w:t>
      </w:r>
      <w:r w:rsidRPr="00573E19">
        <w:rPr>
          <w:rtl/>
        </w:rPr>
        <w:t>885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886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98 وذكر صدر الحديث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وما رواه أحمد بن محمد بن عيسى عن ابن أبي عمير عن حماد عن الحلبي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أرأيت إن أخذ شارب النبيذ ولم يسكر أيجلد</w:t>
      </w:r>
      <w:r w:rsidR="009C2257">
        <w:rPr>
          <w:rtl/>
        </w:rPr>
        <w:t xml:space="preserve"> </w:t>
      </w:r>
      <w:r w:rsidRPr="00573E19">
        <w:rPr>
          <w:rtl/>
        </w:rPr>
        <w:t>ثمانين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وكل مسكر حرام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عن العلا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الشارب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أما رجل كانت منه زلة فاني معزره</w:t>
      </w:r>
      <w:r w:rsidR="00CA4563">
        <w:rPr>
          <w:rtl/>
        </w:rPr>
        <w:t>،</w:t>
      </w:r>
      <w:r w:rsidRPr="00573E19">
        <w:rPr>
          <w:rtl/>
        </w:rPr>
        <w:t xml:space="preserve"> وأما آخر يدمن فاني كنت منهكه عقوبة</w:t>
      </w:r>
      <w:r w:rsidR="009C2257">
        <w:rPr>
          <w:rtl/>
        </w:rPr>
        <w:t xml:space="preserve"> </w:t>
      </w:r>
      <w:r w:rsidRPr="00573E19">
        <w:rPr>
          <w:rtl/>
        </w:rPr>
        <w:t>لأنه يستحل المحرمات كلها ولو ترك الناس وذاك لفسدوا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أحمد بن محمد عن البرقي عن النوفلي عن السكوني عن جعفر عن أبيه عن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انه أتي بشارب الخمر فاستقرأه القرآن فقرأ فأخذ رداءه فألقاه مع أردية</w:t>
      </w:r>
      <w:r w:rsidR="009C2257">
        <w:rPr>
          <w:rtl/>
        </w:rPr>
        <w:t xml:space="preserve"> </w:t>
      </w:r>
      <w:r w:rsidRPr="00573E19">
        <w:rPr>
          <w:rtl/>
        </w:rPr>
        <w:t>الناس وقال له خلص رداك فلم يخلصه فحده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يتضمن هذه الأخبار من الفرق بين شرب النبيذ والخمر والفرق بين الادمان</w:t>
      </w:r>
      <w:r w:rsidR="009C2257">
        <w:rPr>
          <w:rtl/>
        </w:rPr>
        <w:t xml:space="preserve"> </w:t>
      </w:r>
      <w:r w:rsidRPr="00573E19">
        <w:rPr>
          <w:rtl/>
        </w:rPr>
        <w:t>وشربه نادرا وشربه قليلا دون الكثير الذي يبلغ حد السكر كل ذلك محمول</w:t>
      </w:r>
      <w:r w:rsidR="009C2257">
        <w:rPr>
          <w:rtl/>
        </w:rPr>
        <w:t xml:space="preserve"> </w:t>
      </w:r>
      <w:r w:rsidRPr="00573E19">
        <w:rPr>
          <w:rtl/>
        </w:rPr>
        <w:t>على التقية لان ذلك أجمع من فروق العامة وأجمعت الطائفة المحقة على أنه لا فرق بين</w:t>
      </w:r>
      <w:r w:rsidR="009C2257">
        <w:rPr>
          <w:rtl/>
        </w:rPr>
        <w:t xml:space="preserve"> </w:t>
      </w:r>
      <w:r w:rsidRPr="00573E19">
        <w:rPr>
          <w:rtl/>
        </w:rPr>
        <w:t>الخمر والنبيذ في شئ من أحكامه لا في شرب الكثير ولا في شرب القليل منه فينبغي</w:t>
      </w:r>
      <w:r w:rsidR="009C2257">
        <w:rPr>
          <w:rtl/>
        </w:rPr>
        <w:t xml:space="preserve"> </w:t>
      </w:r>
      <w:r w:rsidRPr="00573E19">
        <w:rPr>
          <w:rtl/>
        </w:rPr>
        <w:t>أن يكون العمل على ذلك ويترك ما خالفه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06" w:name="_Toc374810536"/>
      <w:bookmarkStart w:id="307" w:name="_Toc376954911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باب حد المملوك في شرب المسكر</w:t>
      </w:r>
      <w:bookmarkEnd w:id="306"/>
      <w:bookmarkEnd w:id="30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علي عن إسحاق بن عمار عن أبي بصير عن أحدهما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يضرب في الخمر والنبيذ ثمانين الحر والعبد</w:t>
      </w:r>
      <w:r w:rsidR="009C2257">
        <w:rPr>
          <w:rtl/>
        </w:rPr>
        <w:t xml:space="preserve"> </w:t>
      </w:r>
      <w:r w:rsidRPr="00573E19">
        <w:rPr>
          <w:rtl/>
        </w:rPr>
        <w:t>واليهودي والنصراني قلت</w:t>
      </w:r>
      <w:r w:rsidR="00CA4563">
        <w:rPr>
          <w:rtl/>
        </w:rPr>
        <w:t>:</w:t>
      </w:r>
      <w:r w:rsidRPr="00573E19">
        <w:rPr>
          <w:rtl/>
        </w:rPr>
        <w:t xml:space="preserve"> وما شأن اليهودي</w:t>
      </w:r>
      <w:r>
        <w:rPr>
          <w:rtl/>
        </w:rPr>
        <w:t xml:space="preserve"> و</w:t>
      </w:r>
      <w:r w:rsidRPr="00573E19">
        <w:rPr>
          <w:rtl/>
        </w:rPr>
        <w:t>النصراني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لهم ان يظهروا</w:t>
      </w:r>
      <w:r w:rsidR="009C2257">
        <w:rPr>
          <w:rtl/>
        </w:rPr>
        <w:t xml:space="preserve"> </w:t>
      </w:r>
      <w:r w:rsidRPr="00573E19">
        <w:rPr>
          <w:rtl/>
        </w:rPr>
        <w:t>شربه</w:t>
      </w:r>
      <w:r w:rsidR="00CA4563">
        <w:rPr>
          <w:rtl/>
        </w:rPr>
        <w:t>،</w:t>
      </w:r>
      <w:r w:rsidRPr="00573E19">
        <w:rPr>
          <w:rtl/>
        </w:rPr>
        <w:t xml:space="preserve"> يكون ذلك في بيوتهم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887</w:t>
      </w:r>
      <w:r>
        <w:rPr>
          <w:rtl/>
        </w:rPr>
        <w:t xml:space="preserve"> - </w:t>
      </w:r>
      <w:r w:rsidRPr="00E928EB">
        <w:rPr>
          <w:rtl/>
        </w:rPr>
        <w:t>888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471.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2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75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890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يونس عن سماعة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يجلد الحر</w:t>
      </w:r>
      <w:r w:rsidR="009C2257">
        <w:rPr>
          <w:rtl/>
        </w:rPr>
        <w:t xml:space="preserve"> </w:t>
      </w:r>
      <w:r w:rsidRPr="00573E19">
        <w:rPr>
          <w:rtl/>
        </w:rPr>
        <w:t>والعبد واليهودي والنصراني في الخمر والنبيذ ثمانين</w:t>
      </w:r>
      <w:r w:rsidR="00CA4563">
        <w:rPr>
          <w:rtl/>
        </w:rPr>
        <w:t>،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ما بال اليهودي والنصراني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إذا أظهروا ذلك في مصر من الأمصار</w:t>
      </w:r>
      <w:r w:rsidR="00CA4563">
        <w:rPr>
          <w:rtl/>
        </w:rPr>
        <w:t>،</w:t>
      </w:r>
      <w:r w:rsidRPr="00573E19">
        <w:rPr>
          <w:rtl/>
        </w:rPr>
        <w:t xml:space="preserve"> لأنه ليس لهم أن يظهروا شربها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يونس عن عبد الله بن مسكان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حد اليهودي والنصراني</w:t>
      </w:r>
      <w:r w:rsidR="009C2257">
        <w:rPr>
          <w:rtl/>
        </w:rPr>
        <w:t xml:space="preserve"> </w:t>
      </w:r>
      <w:r w:rsidRPr="00573E19">
        <w:rPr>
          <w:rtl/>
        </w:rPr>
        <w:t>والمملوك في الخمر والفرية سواء وإنما صولح أهل الذمة أن يشربوها في بيوتهم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فاما ما رواه محمد بن يعقوب عن الحسين بن محمد عن علي بن محمد عن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علي عن حماد بن عثمان قال 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التعزير كم هو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دون الحد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دون الثمانين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لا ولكنها دون الأربعين فإنها</w:t>
      </w:r>
      <w:r w:rsidR="009C2257">
        <w:rPr>
          <w:rtl/>
        </w:rPr>
        <w:t xml:space="preserve"> </w:t>
      </w:r>
      <w:r w:rsidRPr="00573E19">
        <w:rPr>
          <w:rtl/>
        </w:rPr>
        <w:t>حد المملوك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وكم ذاك</w:t>
      </w:r>
      <w:r>
        <w:rPr>
          <w:rtl/>
        </w:rPr>
        <w:t>؟</w:t>
      </w:r>
      <w:r w:rsidRPr="00573E19">
        <w:rPr>
          <w:rtl/>
        </w:rPr>
        <w:t xml:space="preserve"> قال قال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على قدر ما يرى</w:t>
      </w:r>
      <w:r w:rsidR="009C2257">
        <w:rPr>
          <w:rtl/>
        </w:rPr>
        <w:t xml:space="preserve"> </w:t>
      </w:r>
      <w:r w:rsidRPr="00573E19">
        <w:rPr>
          <w:rtl/>
        </w:rPr>
        <w:t>الوالي من ذنب الرجل وقوة بدنه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التقية لأنه 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وأما ما رواه الحسن بن محبوب عن سيف بن عميرة عن أبي بكر الحضرمي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عن عبد مملوك قذف حرا قال</w:t>
      </w:r>
      <w:r w:rsidR="00CA4563">
        <w:rPr>
          <w:rtl/>
        </w:rPr>
        <w:t>:</w:t>
      </w:r>
      <w:r w:rsidRPr="00573E19">
        <w:rPr>
          <w:rtl/>
        </w:rPr>
        <w:t xml:space="preserve"> يحد ثمانين هذا</w:t>
      </w:r>
      <w:r w:rsidR="009C2257">
        <w:rPr>
          <w:rtl/>
        </w:rPr>
        <w:t xml:space="preserve"> </w:t>
      </w:r>
      <w:r w:rsidRPr="00573E19">
        <w:rPr>
          <w:rtl/>
        </w:rPr>
        <w:t>من حقوق المسلمين فأما ما كان من حقوق الله تعالى فإنه يضرب نصف الحد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الذي من حقوق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ما هو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زنى وشرب الخمر فهذا من الحقوق</w:t>
      </w:r>
      <w:r w:rsidR="009C2257">
        <w:rPr>
          <w:rtl/>
        </w:rPr>
        <w:t xml:space="preserve"> </w:t>
      </w:r>
      <w:r w:rsidRPr="00573E19">
        <w:rPr>
          <w:rtl/>
        </w:rPr>
        <w:t>التي يضرب فيها نصف الحد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أيضا ما قلناه في الخبر الأول من حمله على التقية</w:t>
      </w:r>
      <w:r w:rsidR="00CA4563">
        <w:rPr>
          <w:rtl/>
        </w:rPr>
        <w:t>،</w:t>
      </w:r>
      <w:r w:rsidRPr="00573E19">
        <w:rPr>
          <w:rtl/>
        </w:rPr>
        <w:t xml:space="preserve"> ويحتمل أن</w:t>
      </w:r>
      <w:r w:rsidR="009C2257">
        <w:rPr>
          <w:rtl/>
        </w:rPr>
        <w:t xml:space="preserve"> </w:t>
      </w:r>
      <w:r w:rsidRPr="00573E19">
        <w:rPr>
          <w:rtl/>
        </w:rPr>
        <w:t>يكون الراوي سمع ذلك في الزنى خاصة لأنه من حقوق الله تعالى وكان حد الشارب</w:t>
      </w:r>
      <w:r w:rsidR="009C2257">
        <w:rPr>
          <w:rtl/>
        </w:rPr>
        <w:t xml:space="preserve"> </w:t>
      </w:r>
      <w:r w:rsidRPr="00573E19">
        <w:rPr>
          <w:rtl/>
        </w:rPr>
        <w:t>أيضا من حقوق الله فحمله على ذلك ظنا منه أنه يجري مجراه وذلك غير صحيح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891</w:t>
      </w:r>
      <w:r>
        <w:rPr>
          <w:rtl/>
        </w:rPr>
        <w:t xml:space="preserve"> - </w:t>
      </w:r>
      <w:r w:rsidRPr="00E928EB">
        <w:rPr>
          <w:rtl/>
        </w:rPr>
        <w:t>89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470 واخرج الأول الكليني في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2</w:t>
      </w:r>
      <w:r w:rsidRPr="00E928EB">
        <w:rPr>
          <w:rtl/>
        </w:rPr>
        <w:t>98.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05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على ما دللنا عليه بالاخبار المتقدمة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وأما ما رواه الحسين بن سعيد عن فضالة عن أبان عن يحيى بن أبي العلا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أبي يقول</w:t>
      </w:r>
      <w:r w:rsidR="00CA4563">
        <w:rPr>
          <w:rtl/>
        </w:rPr>
        <w:t>:</w:t>
      </w:r>
      <w:r w:rsidRPr="00573E19">
        <w:rPr>
          <w:rtl/>
        </w:rPr>
        <w:t xml:space="preserve"> حد المملوك نصف حد الحر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فهذا الخبر عام ويجوز لنا أن نخصه بحد الزنى بدلالة الاخبار الأولة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308" w:name="_Toc374810537"/>
      <w:bookmarkStart w:id="309" w:name="_Toc376954912"/>
      <w:r w:rsidRPr="00573E19">
        <w:rPr>
          <w:rtl/>
        </w:rPr>
        <w:t>أبواب السرقة</w:t>
      </w:r>
      <w:bookmarkEnd w:id="308"/>
      <w:bookmarkEnd w:id="309"/>
    </w:p>
    <w:p w:rsidR="00FE5331" w:rsidRPr="00573E19" w:rsidRDefault="00FE5331" w:rsidP="00FE5331">
      <w:pPr>
        <w:pStyle w:val="Heading2Center"/>
        <w:rPr>
          <w:rtl/>
        </w:rPr>
      </w:pPr>
      <w:bookmarkStart w:id="310" w:name="_Toc374810538"/>
      <w:bookmarkStart w:id="311" w:name="_Toc376954913"/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باب مقدار ما يجب فيه القطع</w:t>
      </w:r>
      <w:bookmarkEnd w:id="310"/>
      <w:bookmarkEnd w:id="31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أبي أيوب عن محمد بن مسلم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في كم يقطع السارق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في ربع دينار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له</w:t>
      </w:r>
      <w:r w:rsidR="00CA4563">
        <w:rPr>
          <w:rtl/>
        </w:rPr>
        <w:t>:</w:t>
      </w:r>
      <w:r w:rsidRPr="00573E19">
        <w:rPr>
          <w:rtl/>
        </w:rPr>
        <w:t xml:space="preserve"> في درهمين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في ربع دينار بلغ الدينار ما بلغ</w:t>
      </w:r>
      <w:r w:rsidR="00CA4563">
        <w:rPr>
          <w:rtl/>
        </w:rPr>
        <w:t>،</w:t>
      </w:r>
      <w:r w:rsidRPr="00573E19">
        <w:rPr>
          <w:rtl/>
        </w:rPr>
        <w:t xml:space="preserve"> قال فقلت له</w:t>
      </w:r>
      <w:r w:rsidR="00CA4563">
        <w:rPr>
          <w:rtl/>
        </w:rPr>
        <w:t>:</w:t>
      </w:r>
      <w:r w:rsidRPr="00573E19">
        <w:rPr>
          <w:rtl/>
        </w:rPr>
        <w:t xml:space="preserve"> أرأيت</w:t>
      </w:r>
      <w:r w:rsidR="009C2257">
        <w:rPr>
          <w:rtl/>
        </w:rPr>
        <w:t xml:space="preserve"> </w:t>
      </w:r>
      <w:r w:rsidRPr="00573E19">
        <w:rPr>
          <w:rtl/>
        </w:rPr>
        <w:t>من سرق أقل من ربع دينار هل يقع عليه حين سرق اسم السارق</w:t>
      </w:r>
      <w:r>
        <w:rPr>
          <w:rtl/>
        </w:rPr>
        <w:t>؟</w:t>
      </w:r>
      <w:r w:rsidRPr="00573E19">
        <w:rPr>
          <w:rtl/>
        </w:rPr>
        <w:t xml:space="preserve"> وهل هو عند الله</w:t>
      </w:r>
      <w:r w:rsidR="009C2257">
        <w:rPr>
          <w:rtl/>
        </w:rPr>
        <w:t xml:space="preserve"> </w:t>
      </w:r>
      <w:r w:rsidRPr="00573E19">
        <w:rPr>
          <w:rtl/>
        </w:rPr>
        <w:t>سارق في تلك الحال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كل من سرق من مسلم شيئا قد حواه وأحرزه فهو</w:t>
      </w:r>
      <w:r w:rsidR="009C2257">
        <w:rPr>
          <w:rtl/>
        </w:rPr>
        <w:t xml:space="preserve"> </w:t>
      </w:r>
      <w:r w:rsidRPr="00573E19">
        <w:rPr>
          <w:rtl/>
        </w:rPr>
        <w:t>يقع عليه اسم السارق وهو عند الله السارق ولكن لا يقطع إلا في ربع دينار أو أكثر</w:t>
      </w:r>
      <w:r w:rsidR="009C2257">
        <w:rPr>
          <w:rtl/>
        </w:rPr>
        <w:t xml:space="preserve"> </w:t>
      </w:r>
      <w:r w:rsidRPr="00573E19">
        <w:rPr>
          <w:rtl/>
        </w:rPr>
        <w:t>ولو قطعت يد السارق فيما هو أقل من ربع دينار لألفيت عامة الناس مقطعين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الحسين بن سعيد عن القاسم بن محمد عن علي بن أبي حمزة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تقطع يد السارق حتى تبلغ سرقته ربع دينار وقد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قطع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بيضة حديد</w:t>
      </w:r>
      <w:r w:rsidR="00CA4563">
        <w:rPr>
          <w:rtl/>
        </w:rPr>
        <w:t>،</w:t>
      </w:r>
      <w:r w:rsidRPr="00573E19">
        <w:rPr>
          <w:rtl/>
        </w:rPr>
        <w:t xml:space="preserve"> قال علي وقال أبو بصير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أدنى ما يقطع فيه السارق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في بيضة حديد</w:t>
      </w:r>
      <w:r w:rsidR="00CA4563">
        <w:rPr>
          <w:rtl/>
        </w:rPr>
        <w:t>،</w:t>
      </w:r>
      <w:r w:rsidRPr="00573E19">
        <w:rPr>
          <w:rtl/>
        </w:rPr>
        <w:t xml:space="preserve"> قلت وكم ثمنها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ربع دينار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895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471.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896</w:t>
      </w:r>
      <w:r>
        <w:rPr>
          <w:rtl/>
        </w:rPr>
        <w:t xml:space="preserve"> - </w:t>
      </w:r>
      <w:r w:rsidRPr="00573E19">
        <w:rPr>
          <w:rtl/>
        </w:rPr>
        <w:t>897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محمد بن عيسى بن عبيد عن يونس عن سماعة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قطع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بيضة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وما البيضة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بيضة قيمتها ربع دينار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هو أدنى حد السارق</w:t>
      </w:r>
      <w:r>
        <w:rPr>
          <w:rtl/>
        </w:rPr>
        <w:t>؟</w:t>
      </w:r>
      <w:r w:rsidRPr="00573E19">
        <w:rPr>
          <w:rtl/>
        </w:rPr>
        <w:t xml:space="preserve"> فسكت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899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يونس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يقطع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السارق إلا في شئ تبلغ قيمته مجنا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وهو ربع دينار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عن أبان عن سلمة عن أبي عبد الله عن أبيه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يقطع السارق في ربع دينار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القاسم عن علي بن أبي حمزة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أدني ما يقطع فيه السارق فقال</w:t>
      </w:r>
      <w:r w:rsidR="00CA4563">
        <w:rPr>
          <w:rtl/>
        </w:rPr>
        <w:t>:</w:t>
      </w:r>
      <w:r w:rsidRPr="00573E19">
        <w:rPr>
          <w:rtl/>
        </w:rPr>
        <w:t xml:space="preserve"> في بيضة حديد قلت</w:t>
      </w:r>
      <w:r w:rsidR="00CA4563">
        <w:rPr>
          <w:rtl/>
        </w:rPr>
        <w:t>:</w:t>
      </w:r>
      <w:r w:rsidRPr="00573E19">
        <w:rPr>
          <w:rtl/>
        </w:rPr>
        <w:t xml:space="preserve"> وكم ثمنها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ربع دينار</w:t>
      </w:r>
      <w:r w:rsidR="00CA4563">
        <w:rPr>
          <w:rtl/>
        </w:rPr>
        <w:t>،</w:t>
      </w:r>
      <w:r w:rsidRPr="00573E19">
        <w:rPr>
          <w:rtl/>
        </w:rPr>
        <w:t xml:space="preserve"> وقال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لا يقطع السارق حتى تبلغ سرقته ربع دينار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قطع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بيضة حديد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محبوب عن أبي حمزة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كم يقطع السارق</w:t>
      </w:r>
      <w:r>
        <w:rPr>
          <w:rtl/>
        </w:rPr>
        <w:t>؟</w:t>
      </w:r>
      <w:r w:rsidRPr="00573E19">
        <w:rPr>
          <w:rtl/>
        </w:rPr>
        <w:t xml:space="preserve"> فجمع كفيه ثم قال</w:t>
      </w:r>
      <w:r w:rsidR="00CA4563">
        <w:rPr>
          <w:rtl/>
        </w:rPr>
        <w:t>:</w:t>
      </w:r>
      <w:r w:rsidRPr="00573E19">
        <w:rPr>
          <w:rtl/>
        </w:rPr>
        <w:t xml:space="preserve"> في عددها من الدراهم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من أن أقل ما يقطع السارق فيه ربع دينار من وجهين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أحدهما</w:t>
      </w:r>
      <w:r w:rsidR="00CA4563">
        <w:rPr>
          <w:rtl/>
        </w:rPr>
        <w:t>:</w:t>
      </w:r>
      <w:r w:rsidRPr="00573E19">
        <w:rPr>
          <w:rtl/>
        </w:rPr>
        <w:t xml:space="preserve"> أنه لا يمتنع أن يكون قيمة الدراهم التي أشار إليها كانت ربع دينار وقد بين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ذلك في رواية محمد بن مسلم التي ذكرناها في أول الباب حين</w:t>
      </w:r>
      <w:r w:rsidR="009C2257">
        <w:rPr>
          <w:rtl/>
        </w:rPr>
        <w:t xml:space="preserve"> </w:t>
      </w:r>
      <w:r w:rsidRPr="00573E19">
        <w:rPr>
          <w:rtl/>
        </w:rPr>
        <w:t>سئل عمن سرق درهمين فقال</w:t>
      </w:r>
      <w:r w:rsidR="00CA4563">
        <w:rPr>
          <w:rtl/>
        </w:rPr>
        <w:t>:</w:t>
      </w:r>
      <w:r w:rsidRPr="00573E19">
        <w:rPr>
          <w:rtl/>
        </w:rPr>
        <w:t xml:space="preserve"> في ربع دينار بلغ الدينار ما بلغ</w:t>
      </w:r>
      <w:r w:rsidR="00CA4563">
        <w:rPr>
          <w:rtl/>
        </w:rPr>
        <w:t>،</w:t>
      </w:r>
      <w:r w:rsidRPr="00573E19">
        <w:rPr>
          <w:rtl/>
        </w:rPr>
        <w:t xml:space="preserve"> والوجه الآخر أن</w:t>
      </w:r>
      <w:r w:rsidR="009C2257">
        <w:rPr>
          <w:rtl/>
        </w:rPr>
        <w:t xml:space="preserve"> </w:t>
      </w:r>
      <w:r w:rsidRPr="00573E19">
        <w:rPr>
          <w:rtl/>
        </w:rPr>
        <w:t>نحمله على التقية لأنه مذهب بعض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المجن</w:t>
      </w:r>
      <w:r w:rsidR="00CA4563">
        <w:rPr>
          <w:rtl/>
        </w:rPr>
        <w:t>:</w:t>
      </w:r>
      <w:r w:rsidRPr="00573E19">
        <w:rPr>
          <w:rtl/>
        </w:rPr>
        <w:t xml:space="preserve"> كل ما وقى من السلاح</w:t>
      </w:r>
      <w:r>
        <w:rPr>
          <w:rtl/>
        </w:rPr>
        <w:t>.</w:t>
      </w:r>
      <w:r w:rsidRPr="00573E19">
        <w:rPr>
          <w:rtl/>
        </w:rPr>
        <w:t xml:space="preserve"> الترس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898</w:t>
      </w:r>
      <w:r>
        <w:rPr>
          <w:rtl/>
        </w:rPr>
        <w:t xml:space="preserve"> - </w:t>
      </w:r>
      <w:r w:rsidRPr="00573E19">
        <w:rPr>
          <w:rtl/>
        </w:rPr>
        <w:t>899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900</w:t>
      </w:r>
      <w:r>
        <w:rPr>
          <w:rtl/>
        </w:rPr>
        <w:t xml:space="preserve"> - </w:t>
      </w:r>
      <w:r w:rsidRPr="00573E19">
        <w:rPr>
          <w:rtl/>
        </w:rPr>
        <w:t>901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 xml:space="preserve">2. - </w:t>
      </w:r>
      <w:r w:rsidRPr="00573E19">
        <w:rPr>
          <w:rtl/>
        </w:rPr>
        <w:t>90</w:t>
      </w:r>
      <w:r>
        <w:rPr>
          <w:rtl/>
        </w:rPr>
        <w:t xml:space="preserve">2 - </w:t>
      </w:r>
      <w:r w:rsidRPr="00573E19">
        <w:rPr>
          <w:rtl/>
        </w:rPr>
        <w:t>90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على كم يقطع السارق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أدناه على ثلث دينار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الحسين بن سعيد عن عثمان بن عيسى عن سماعة عن أبي بصير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قطع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رجلا في بيضة قلت</w:t>
      </w:r>
      <w:r w:rsidR="00CA4563">
        <w:rPr>
          <w:rtl/>
        </w:rPr>
        <w:t>:</w:t>
      </w:r>
      <w:r w:rsidRPr="00573E19">
        <w:rPr>
          <w:rtl/>
        </w:rPr>
        <w:t xml:space="preserve"> وأي بيضة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بيضة حديد قيمتها ثلث دينار</w:t>
      </w:r>
      <w:r w:rsidR="00CA4563">
        <w:rPr>
          <w:rtl/>
        </w:rPr>
        <w:t>،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هذا أدنى حد السارق</w:t>
      </w:r>
      <w:r>
        <w:rPr>
          <w:rtl/>
        </w:rPr>
        <w:t>؟</w:t>
      </w:r>
      <w:r w:rsidRPr="00573E19">
        <w:rPr>
          <w:rtl/>
        </w:rPr>
        <w:t xml:space="preserve"> فسكت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 xml:space="preserve">يونس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يقطع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السارق إلا في شئ تبلغ قيمته مجنا وهو ربع دينار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جميل عن عبد الرحمن ومحمد بن حمران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جميعا عن محمد بن مسلم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أدنى ما يقطع فيه السارق</w:t>
      </w:r>
      <w:r w:rsidR="009C2257">
        <w:rPr>
          <w:rtl/>
        </w:rPr>
        <w:t xml:space="preserve"> </w:t>
      </w:r>
      <w:r w:rsidRPr="00573E19">
        <w:rPr>
          <w:rtl/>
        </w:rPr>
        <w:t>خمس دينار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 xml:space="preserve">عنه عن أحمد بن محمد وفضالة عن أبان عن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Fonts w:hint="cs"/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 xml:space="preserve">عنه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يقطع السارق في كل شئ بلغ قيمته خمس دينار وإن سرق من زرع أو ضرع</w:t>
      </w:r>
      <w:r w:rsidR="009C2257">
        <w:rPr>
          <w:rtl/>
        </w:rPr>
        <w:t xml:space="preserve"> </w:t>
      </w:r>
      <w:r w:rsidRPr="00573E19">
        <w:rPr>
          <w:rtl/>
        </w:rPr>
        <w:t>أو غير ذلك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نحملها على التقية لموافقتها لمذاهب كثير منهم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يونس عن محمد بن حمران عن محمد بن مسلم قال قال</w:t>
      </w:r>
      <w:r w:rsidR="00CA4563">
        <w:rPr>
          <w:rtl/>
        </w:rPr>
        <w:t>:</w:t>
      </w:r>
      <w:r w:rsidRPr="00573E19">
        <w:rPr>
          <w:rtl/>
        </w:rPr>
        <w:t xml:space="preserve"> أبو جعفر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أدنى ما يقطع فيه يد السارق خمس دينار والخمس آخر الحد الذي لا يكون القطع</w:t>
      </w:r>
      <w:r w:rsidR="009C2257">
        <w:rPr>
          <w:rtl/>
        </w:rPr>
        <w:t xml:space="preserve"> </w:t>
      </w:r>
      <w:r w:rsidRPr="00573E19">
        <w:rPr>
          <w:rtl/>
        </w:rPr>
        <w:t>من دونه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لا يخفى ان ذكر رواية يونس </w:t>
      </w:r>
      <w:r>
        <w:rPr>
          <w:rtl/>
        </w:rPr>
        <w:t>(</w:t>
      </w:r>
      <w:r w:rsidRPr="00573E19">
        <w:rPr>
          <w:rtl/>
        </w:rPr>
        <w:t>10) في أخبار المعارضة سهو من القلم فقد سبق ان ذكرها</w:t>
      </w:r>
      <w:r w:rsidR="009C2257">
        <w:rPr>
          <w:rtl/>
        </w:rPr>
        <w:t xml:space="preserve"> </w:t>
      </w:r>
      <w:r w:rsidRPr="00573E19">
        <w:rPr>
          <w:rtl/>
        </w:rPr>
        <w:t>في أخبار الباب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904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906</w:t>
      </w:r>
      <w:r>
        <w:rPr>
          <w:rtl/>
        </w:rPr>
        <w:t xml:space="preserve"> - </w:t>
      </w:r>
      <w:r w:rsidRPr="00573E19">
        <w:rPr>
          <w:rtl/>
        </w:rPr>
        <w:t>907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99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908</w:t>
      </w:r>
      <w:r>
        <w:rPr>
          <w:rtl/>
        </w:rPr>
        <w:t xml:space="preserve"> - </w:t>
      </w:r>
      <w:r w:rsidRPr="00573E19">
        <w:rPr>
          <w:rtl/>
        </w:rPr>
        <w:t>909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</w:t>
      </w:r>
      <w:r>
        <w:rPr>
          <w:rtl/>
        </w:rPr>
        <w:t>3.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فالوجه في هذه الأخبار أن نحملها على ضرب من التقية لان في العامة يذهب</w:t>
      </w:r>
      <w:r w:rsidR="009C2257">
        <w:rPr>
          <w:rtl/>
        </w:rPr>
        <w:t xml:space="preserve"> </w:t>
      </w:r>
      <w:r w:rsidRPr="00573E19">
        <w:rPr>
          <w:rtl/>
        </w:rPr>
        <w:t>إلى ذلك وأجمعت الطائفة المحقة على العمل بما تضمنه الاخبار الأولة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12" w:name="_Toc374810539"/>
      <w:bookmarkStart w:id="313" w:name="_Toc376954914"/>
      <w:r w:rsidRPr="00573E19">
        <w:rPr>
          <w:rtl/>
        </w:rPr>
        <w:t>140</w:t>
      </w:r>
      <w:r>
        <w:rPr>
          <w:rtl/>
        </w:rPr>
        <w:t xml:space="preserve"> - </w:t>
      </w:r>
      <w:r w:rsidRPr="00573E19">
        <w:rPr>
          <w:rtl/>
        </w:rPr>
        <w:t>باب من سرق شيئا من المغنم</w:t>
      </w:r>
      <w:bookmarkEnd w:id="312"/>
      <w:bookmarkEnd w:id="31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سهل بن زياد عن ابن أبي نجران عن عاصم بن حميد عن محمد بن قيس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أخذ بيضة من المغنم</w:t>
      </w:r>
      <w:r w:rsidR="009C2257">
        <w:rPr>
          <w:rtl/>
        </w:rPr>
        <w:t xml:space="preserve"> </w:t>
      </w:r>
      <w:r w:rsidRPr="00573E19">
        <w:rPr>
          <w:rtl/>
        </w:rPr>
        <w:t>وقالوا قد سرق اقطعه فقال</w:t>
      </w:r>
      <w:r w:rsidR="00CA4563">
        <w:rPr>
          <w:rtl/>
        </w:rPr>
        <w:t>:</w:t>
      </w:r>
      <w:r w:rsidRPr="00573E19">
        <w:rPr>
          <w:rtl/>
        </w:rPr>
        <w:t xml:space="preserve"> إني لم أقطع أحدا له فيما أخذه شرك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سهل بن زياد عن محمد بن الحسن بن شمون عن عبد الله بن عبد الرحمن الأصم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مسمع بن عبد الملك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اتي برجل</w:t>
      </w:r>
      <w:r w:rsidR="009C2257">
        <w:rPr>
          <w:rtl/>
        </w:rPr>
        <w:t xml:space="preserve"> </w:t>
      </w:r>
      <w:r w:rsidRPr="00573E19">
        <w:rPr>
          <w:rtl/>
        </w:rPr>
        <w:t>سرق من بيت المال فقال</w:t>
      </w:r>
      <w:r w:rsidR="00CA4563">
        <w:rPr>
          <w:rtl/>
        </w:rPr>
        <w:t>:</w:t>
      </w:r>
      <w:r w:rsidRPr="00573E19">
        <w:rPr>
          <w:rtl/>
        </w:rPr>
        <w:t xml:space="preserve"> لا يقطع فإن له فيه نصيبا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علي بن إبراهيم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أربعة لا قطع عليهم المختلس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والغلول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ومن سرق من الغنيمة</w:t>
      </w:r>
      <w:r w:rsidR="00CA4563">
        <w:rPr>
          <w:rtl/>
        </w:rPr>
        <w:t>،</w:t>
      </w:r>
      <w:r w:rsidRPr="00573E19">
        <w:rPr>
          <w:rtl/>
        </w:rPr>
        <w:t xml:space="preserve"> وسرقة الأجير لأنها خيانة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</w:t>
      </w:r>
      <w:r>
        <w:rPr>
          <w:rtl/>
        </w:rPr>
        <w:t>3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فضالة عن أبان عن عبد الرحمن بن أبي عبد الله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البيضة التي قطع فيها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كانت بيضة حديد سرقها رجل من المغنم فقطعه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 قطع من سرق من الغنيمة ولم يكن له فيها</w:t>
      </w:r>
      <w:r w:rsidR="009C2257">
        <w:rPr>
          <w:rtl/>
        </w:rPr>
        <w:t xml:space="preserve"> </w:t>
      </w:r>
      <w:r w:rsidRPr="00573E19">
        <w:rPr>
          <w:rtl/>
        </w:rPr>
        <w:t>نصيب</w:t>
      </w:r>
      <w:r w:rsidR="00CA4563">
        <w:rPr>
          <w:rtl/>
        </w:rPr>
        <w:t>،</w:t>
      </w:r>
      <w:r w:rsidRPr="00573E19">
        <w:rPr>
          <w:rtl/>
        </w:rPr>
        <w:t xml:space="preserve"> فإن من هذه حاله يجب عليه القطع على أن الذي يسقط عنه القطع إذا سرق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المختلس</w:t>
      </w:r>
      <w:r w:rsidR="00CA4563">
        <w:rPr>
          <w:rtl/>
        </w:rPr>
        <w:t>:</w:t>
      </w:r>
      <w:r w:rsidRPr="00573E19">
        <w:rPr>
          <w:rtl/>
        </w:rPr>
        <w:t xml:space="preserve"> سالب الشئ مخاتلة وعاجلا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الغلول</w:t>
      </w:r>
      <w:r w:rsidR="00CA4563">
        <w:rPr>
          <w:rtl/>
        </w:rPr>
        <w:t>:</w:t>
      </w:r>
      <w:r w:rsidRPr="00573E19">
        <w:rPr>
          <w:rtl/>
        </w:rPr>
        <w:t xml:space="preserve"> غل غلولا</w:t>
      </w:r>
      <w:r w:rsidR="00CA4563">
        <w:rPr>
          <w:rtl/>
        </w:rPr>
        <w:t>:</w:t>
      </w:r>
      <w:r w:rsidRPr="00573E19">
        <w:rPr>
          <w:rtl/>
        </w:rPr>
        <w:t xml:space="preserve"> خان في الشئ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910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474 وهو ذيل حديث الكافي ج ص </w:t>
      </w:r>
      <w:r>
        <w:rPr>
          <w:rtl/>
        </w:rPr>
        <w:t>3</w:t>
      </w:r>
      <w:r w:rsidRPr="00573E19">
        <w:rPr>
          <w:rtl/>
        </w:rPr>
        <w:t>00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911</w:t>
      </w:r>
      <w:r>
        <w:rPr>
          <w:rtl/>
        </w:rPr>
        <w:t xml:space="preserve"> - </w:t>
      </w:r>
      <w:r w:rsidRPr="00573E19">
        <w:rPr>
          <w:rtl/>
        </w:rPr>
        <w:t>91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474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بمقدار ماله أو يزيد عليه بأقل مما يجب فيه القطع</w:t>
      </w:r>
      <w:r w:rsidR="00CA4563">
        <w:rPr>
          <w:rtl/>
        </w:rPr>
        <w:t>،</w:t>
      </w:r>
      <w:r w:rsidRPr="00573E19">
        <w:rPr>
          <w:rtl/>
        </w:rPr>
        <w:t xml:space="preserve"> فأما ما زاد على نصيبه بمقدار ما يجب</w:t>
      </w:r>
      <w:r w:rsidR="009C2257">
        <w:rPr>
          <w:rtl/>
        </w:rPr>
        <w:t xml:space="preserve"> </w:t>
      </w:r>
      <w:r w:rsidRPr="00573E19">
        <w:rPr>
          <w:rtl/>
        </w:rPr>
        <w:t>فيه القطع وجب قطعه على كل حال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ما رواه يونس بن عبد الرحمن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 قلت له</w:t>
      </w:r>
      <w:r w:rsidR="00CA4563">
        <w:rPr>
          <w:rtl/>
        </w:rPr>
        <w:t>:</w:t>
      </w:r>
      <w:r w:rsidRPr="00573E19">
        <w:rPr>
          <w:rtl/>
        </w:rPr>
        <w:t xml:space="preserve"> رجل سرق من المغنم أيش الذي يجب عليه القطع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ينظر كم الذي</w:t>
      </w:r>
      <w:r w:rsidR="009C2257">
        <w:rPr>
          <w:rtl/>
        </w:rPr>
        <w:t xml:space="preserve"> </w:t>
      </w:r>
      <w:r w:rsidRPr="00573E19">
        <w:rPr>
          <w:rtl/>
        </w:rPr>
        <w:t>يصيبه فإن كان الذي أخذ أقل من نصيبه عزر ودفع إليه تمام ماله</w:t>
      </w:r>
      <w:r w:rsidR="00CA4563">
        <w:rPr>
          <w:rtl/>
        </w:rPr>
        <w:t>،</w:t>
      </w:r>
      <w:r w:rsidRPr="00573E19">
        <w:rPr>
          <w:rtl/>
        </w:rPr>
        <w:t xml:space="preserve"> وإن كان أخذ</w:t>
      </w:r>
      <w:r w:rsidR="009C2257">
        <w:rPr>
          <w:rtl/>
        </w:rPr>
        <w:t xml:space="preserve"> </w:t>
      </w:r>
      <w:r w:rsidRPr="00573E19">
        <w:rPr>
          <w:rtl/>
        </w:rPr>
        <w:t>مثل الذي له فلا شئ عليه وإن كان أخذ فضلا بقدر ثمن مجن وهو ربع دينار قطع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14" w:name="_Toc374810540"/>
      <w:bookmarkStart w:id="315" w:name="_Toc376954915"/>
      <w:r w:rsidRPr="00573E19">
        <w:rPr>
          <w:rtl/>
        </w:rPr>
        <w:t>141</w:t>
      </w:r>
      <w:r>
        <w:rPr>
          <w:rtl/>
        </w:rPr>
        <w:t xml:space="preserve"> - </w:t>
      </w:r>
      <w:r w:rsidRPr="00573E19">
        <w:rPr>
          <w:rtl/>
        </w:rPr>
        <w:t>باب من وجب عليه القطع وكانت يسراه شلاء هل يقطع يمينه أم لا</w:t>
      </w:r>
      <w:bookmarkEnd w:id="314"/>
      <w:bookmarkEnd w:id="31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ابن محبوب عن عبد الله بن سنان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أشل اليمنى أو أشل الشمال سرق قال</w:t>
      </w:r>
      <w:r w:rsidR="00CA4563">
        <w:rPr>
          <w:rtl/>
        </w:rPr>
        <w:t>:</w:t>
      </w:r>
      <w:r w:rsidRPr="00573E19">
        <w:rPr>
          <w:rtl/>
        </w:rPr>
        <w:t xml:space="preserve"> تقطع يده اليمنى على</w:t>
      </w:r>
      <w:r w:rsidR="009C2257">
        <w:rPr>
          <w:rtl/>
        </w:rPr>
        <w:t xml:space="preserve"> </w:t>
      </w:r>
      <w:r w:rsidRPr="00573E19">
        <w:rPr>
          <w:rtl/>
        </w:rPr>
        <w:t>كل حال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يونس بن عبد الرحمن عن المفضل بن صالح عن بعض أصحابه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إذا سرق الرجل ويده اليسرى شلاء لم تقطع يمينه</w:t>
      </w:r>
      <w:r w:rsidR="009C2257">
        <w:rPr>
          <w:rtl/>
        </w:rPr>
        <w:t xml:space="preserve"> </w:t>
      </w:r>
      <w:r w:rsidRPr="00573E19">
        <w:rPr>
          <w:rtl/>
        </w:rPr>
        <w:t>ولا رجله وإن كان أشل ثم قطع يد رجل اقتص منه</w:t>
      </w:r>
      <w:r w:rsidR="00CA4563">
        <w:rPr>
          <w:rtl/>
        </w:rPr>
        <w:t>،</w:t>
      </w:r>
      <w:r w:rsidRPr="00573E19">
        <w:rPr>
          <w:rtl/>
        </w:rPr>
        <w:t xml:space="preserve"> يعني لا يقطع في السرقة ولكن</w:t>
      </w:r>
      <w:r w:rsidR="009C2257">
        <w:rPr>
          <w:rtl/>
        </w:rPr>
        <w:t xml:space="preserve"> </w:t>
      </w:r>
      <w:r w:rsidRPr="00573E19">
        <w:rPr>
          <w:rtl/>
        </w:rPr>
        <w:t>يقطع في القصاص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 من يرى الامام منه بشاهد الحال جواز</w:t>
      </w:r>
      <w:r w:rsidR="009C2257">
        <w:rPr>
          <w:rtl/>
        </w:rPr>
        <w:t xml:space="preserve"> </w:t>
      </w:r>
      <w:r w:rsidRPr="00573E19">
        <w:rPr>
          <w:rtl/>
        </w:rPr>
        <w:t>العفو عنه إذا كانت يسراه شلاء جاز له ذلك لئلا يبقى بلا يد</w:t>
      </w:r>
      <w:r w:rsidR="00CA4563">
        <w:rPr>
          <w:rtl/>
        </w:rPr>
        <w:t>،</w:t>
      </w:r>
      <w:r w:rsidRPr="00573E19">
        <w:rPr>
          <w:rtl/>
        </w:rPr>
        <w:t xml:space="preserve"> وإذا لم يكن كذلك</w:t>
      </w:r>
      <w:r w:rsidR="009C2257">
        <w:rPr>
          <w:rtl/>
        </w:rPr>
        <w:t xml:space="preserve"> </w:t>
      </w:r>
      <w:r w:rsidRPr="00573E19">
        <w:rPr>
          <w:rtl/>
        </w:rPr>
        <w:t>وجب عليه قطع يمناه على ما تضمنه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ما رواه الحسن بن محبوب عن عبد الرحمن بن الحجاج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له لو أن رجلا قطعت يده اليسرى في قصاص فسرق ما يصنع به</w:t>
      </w:r>
      <w:r>
        <w:rPr>
          <w:rtl/>
        </w:rPr>
        <w:t>؟</w:t>
      </w:r>
      <w:r w:rsidRPr="00573E19">
        <w:rPr>
          <w:rtl/>
        </w:rPr>
        <w:t xml:space="preserve"> قال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914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474 الفقيه ص </w:t>
      </w:r>
      <w:r>
        <w:rPr>
          <w:rtl/>
        </w:rPr>
        <w:t>3</w:t>
      </w:r>
      <w:r w:rsidRPr="00E928EB">
        <w:rPr>
          <w:rtl/>
        </w:rPr>
        <w:t>7</w:t>
      </w:r>
      <w:r>
        <w:rPr>
          <w:rtl/>
        </w:rPr>
        <w:t>2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915</w:t>
      </w:r>
      <w:r>
        <w:rPr>
          <w:rtl/>
        </w:rPr>
        <w:t xml:space="preserve"> - </w:t>
      </w:r>
      <w:r w:rsidRPr="00E928EB">
        <w:rPr>
          <w:rtl/>
        </w:rPr>
        <w:t>916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475 واخرج الأول الكليني في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01.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917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475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لا يقطع ولا يترك بغير ساق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فلو أن رجلا قطعت يده اليمنى في</w:t>
      </w:r>
      <w:r w:rsidR="009C2257">
        <w:rPr>
          <w:rtl/>
        </w:rPr>
        <w:t xml:space="preserve"> </w:t>
      </w:r>
      <w:r w:rsidRPr="00573E19">
        <w:rPr>
          <w:rtl/>
        </w:rPr>
        <w:t>قصاص ثم قطع يد رجل أيقتص منه أم لا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إنما يترك في حق الله </w:t>
      </w:r>
      <w:r w:rsidRPr="00FE5331">
        <w:rPr>
          <w:rStyle w:val="libAlaemChar"/>
          <w:rtl/>
        </w:rPr>
        <w:t>عزوجل</w:t>
      </w:r>
      <w:r w:rsidR="009C2257">
        <w:rPr>
          <w:rtl/>
        </w:rPr>
        <w:t xml:space="preserve"> </w:t>
      </w:r>
      <w:r w:rsidRPr="00573E19">
        <w:rPr>
          <w:rtl/>
        </w:rPr>
        <w:t>فأما في حقوق الناس فيقتص منه في الأربع جميعا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16" w:name="_Toc374810541"/>
      <w:bookmarkStart w:id="317" w:name="_Toc376954916"/>
      <w:r w:rsidRPr="00573E19">
        <w:rPr>
          <w:rtl/>
        </w:rPr>
        <w:t>14</w:t>
      </w:r>
      <w:r>
        <w:rPr>
          <w:rtl/>
        </w:rPr>
        <w:t xml:space="preserve">2 - </w:t>
      </w:r>
      <w:r w:rsidRPr="00573E19">
        <w:rPr>
          <w:rtl/>
        </w:rPr>
        <w:t>باب انه لا قطع الا على من سرق من حرز</w:t>
      </w:r>
      <w:bookmarkEnd w:id="316"/>
      <w:bookmarkEnd w:id="31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البرقي عن النوفلي عن السكوني عن جعفر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يقطع إلا من نقب بيتا أو كسر قفلا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علي بن إبراهيم عن أبيه عن ابن أبي عمير عن حماد عن الحلبي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في رجل أتى رجلا فقال أرسلني فلان إليك</w:t>
      </w:r>
      <w:r w:rsidR="009C2257">
        <w:rPr>
          <w:rtl/>
        </w:rPr>
        <w:t xml:space="preserve"> </w:t>
      </w:r>
      <w:r w:rsidRPr="00573E19">
        <w:rPr>
          <w:rtl/>
        </w:rPr>
        <w:t>لترسل إليه بكذا وكذا فأعطاه وصدقه فلقي صاحبه فقال له إن رسولك أتاني</w:t>
      </w:r>
      <w:r w:rsidR="009C2257">
        <w:rPr>
          <w:rtl/>
        </w:rPr>
        <w:t xml:space="preserve"> </w:t>
      </w:r>
      <w:r w:rsidRPr="00573E19">
        <w:rPr>
          <w:rtl/>
        </w:rPr>
        <w:t>فبعثت إليك معه بكذا وكذا فقال ما أرسلته إليك وما أتاني بشئ وزعم الرسول</w:t>
      </w:r>
      <w:r w:rsidR="009C2257">
        <w:rPr>
          <w:rtl/>
        </w:rPr>
        <w:t xml:space="preserve"> </w:t>
      </w:r>
      <w:r w:rsidRPr="00573E19">
        <w:rPr>
          <w:rtl/>
        </w:rPr>
        <w:t>أنه قد أرسله وقد دفعه إليه فقال</w:t>
      </w:r>
      <w:r w:rsidR="00CA4563">
        <w:rPr>
          <w:rtl/>
        </w:rPr>
        <w:t>:</w:t>
      </w:r>
      <w:r w:rsidRPr="00573E19">
        <w:rPr>
          <w:rtl/>
        </w:rPr>
        <w:t xml:space="preserve"> إن وجد عليه بينة أنه لم يرسله قطع يده</w:t>
      </w:r>
      <w:r w:rsidR="00CA4563">
        <w:rPr>
          <w:rtl/>
        </w:rPr>
        <w:t>،</w:t>
      </w:r>
      <w:r w:rsidRPr="00573E19">
        <w:rPr>
          <w:rtl/>
        </w:rPr>
        <w:t xml:space="preserve"> فإن لم</w:t>
      </w:r>
      <w:r w:rsidR="009C2257">
        <w:rPr>
          <w:rtl/>
        </w:rPr>
        <w:t xml:space="preserve"> </w:t>
      </w:r>
      <w:r w:rsidRPr="00573E19">
        <w:rPr>
          <w:rtl/>
        </w:rPr>
        <w:t>يجد بينة فيمينه بالله ما أرسلته ويستوفي الاخر من الرسول المال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أرأيت إن</w:t>
      </w:r>
      <w:r w:rsidR="009C2257">
        <w:rPr>
          <w:rtl/>
        </w:rPr>
        <w:t xml:space="preserve"> </w:t>
      </w:r>
      <w:r w:rsidRPr="00573E19">
        <w:rPr>
          <w:rtl/>
        </w:rPr>
        <w:t>زعم أنه إنما حمله على ذلك الحاجة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يقطع لأنه سرق مالا لرجل </w:t>
      </w:r>
      <w:r w:rsidRPr="00FE5331">
        <w:rPr>
          <w:rStyle w:val="libFootnotenumChar"/>
          <w:rtl/>
        </w:rPr>
        <w:t>(1)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 من يعرف بذلك بأن يحتال على أموال</w:t>
      </w:r>
      <w:r w:rsidR="009C2257">
        <w:rPr>
          <w:rtl/>
        </w:rPr>
        <w:t xml:space="preserve"> </w:t>
      </w:r>
      <w:r w:rsidRPr="00573E19">
        <w:rPr>
          <w:rtl/>
        </w:rPr>
        <w:t>المسلمين جاز للامام أن يقطعه لأنه مفسد في الأرض لا لأنه سارق لأن هذه حيلة</w:t>
      </w:r>
      <w:r w:rsidR="009C2257">
        <w:rPr>
          <w:rtl/>
        </w:rPr>
        <w:t xml:space="preserve"> </w:t>
      </w:r>
      <w:r w:rsidRPr="00573E19">
        <w:rPr>
          <w:rtl/>
        </w:rPr>
        <w:t>وليست بسرقة يجب فيها القطع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18" w:name="_Toc374810542"/>
      <w:bookmarkStart w:id="319" w:name="_Toc376954917"/>
      <w:r w:rsidRPr="00573E19">
        <w:rPr>
          <w:rtl/>
        </w:rPr>
        <w:t>14</w:t>
      </w:r>
      <w:r>
        <w:rPr>
          <w:rtl/>
        </w:rPr>
        <w:t xml:space="preserve">3 - </w:t>
      </w:r>
      <w:r w:rsidRPr="00573E19">
        <w:rPr>
          <w:rtl/>
        </w:rPr>
        <w:t>باب المملوك إذا أقر بالسرقة لم يقطع</w:t>
      </w:r>
      <w:bookmarkEnd w:id="318"/>
      <w:bookmarkEnd w:id="31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محبوب عن أبي أيوب عن الفضيل عن أبي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التهذيب والكافي </w:t>
      </w:r>
      <w:r>
        <w:rPr>
          <w:rtl/>
        </w:rPr>
        <w:t>(</w:t>
      </w:r>
      <w:r w:rsidRPr="00573E19">
        <w:rPr>
          <w:rtl/>
        </w:rPr>
        <w:t xml:space="preserve"> لأنه سرق مال الرجل )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918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475 وهو ذيل 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01 الفقيه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476 الفقيه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أقر العبد على نفسه بالسرقة لم يقطع وإذا شهد عليه شاهدان</w:t>
      </w:r>
      <w:r>
        <w:rPr>
          <w:rFonts w:hint="cs"/>
          <w:rtl/>
        </w:rPr>
        <w:t xml:space="preserve"> </w:t>
      </w:r>
      <w:r w:rsidRPr="00573E19">
        <w:rPr>
          <w:rtl/>
        </w:rPr>
        <w:t>قطع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الحسن بن محبوب عن علي بن رئاب عن ضريس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الكناسي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العبد إذا أقر على نفسه عند الامام مرة</w:t>
      </w:r>
      <w:r w:rsidR="009C2257">
        <w:rPr>
          <w:rtl/>
        </w:rPr>
        <w:t xml:space="preserve"> </w:t>
      </w:r>
      <w:r w:rsidRPr="00573E19">
        <w:rPr>
          <w:rtl/>
        </w:rPr>
        <w:t>أنه سرق قطعه</w:t>
      </w:r>
      <w:r w:rsidR="00CA4563">
        <w:rPr>
          <w:rtl/>
        </w:rPr>
        <w:t>،</w:t>
      </w:r>
      <w:r w:rsidRPr="00573E19">
        <w:rPr>
          <w:rtl/>
        </w:rPr>
        <w:t xml:space="preserve"> وإذا أقرت الأمة على نفسها عند الامام بالسرقة قطعها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أنه إذا انضاف إلى الاقرار الشهادة عليه</w:t>
      </w:r>
      <w:r w:rsidR="009C2257">
        <w:rPr>
          <w:rtl/>
        </w:rPr>
        <w:t xml:space="preserve"> </w:t>
      </w:r>
      <w:r w:rsidRPr="00573E19">
        <w:rPr>
          <w:rtl/>
        </w:rPr>
        <w:t>بالسرقة</w:t>
      </w:r>
      <w:r w:rsidR="00CA4563">
        <w:rPr>
          <w:rtl/>
        </w:rPr>
        <w:t>،</w:t>
      </w:r>
      <w:r w:rsidRPr="00573E19">
        <w:rPr>
          <w:rtl/>
        </w:rPr>
        <w:t xml:space="preserve"> فأما بمجرده فلا يجب عليه القطع لان إقراره على نفسه إقرار على مال الغير</w:t>
      </w:r>
      <w:r w:rsidR="009C2257">
        <w:rPr>
          <w:rtl/>
        </w:rPr>
        <w:t xml:space="preserve"> </w:t>
      </w:r>
      <w:r w:rsidRPr="00573E19">
        <w:rPr>
          <w:rtl/>
        </w:rPr>
        <w:t>وذلك لا يقبل بغير خلاف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20" w:name="_Toc374810543"/>
      <w:bookmarkStart w:id="321" w:name="_Toc376954918"/>
      <w:r w:rsidRPr="00573E19">
        <w:rPr>
          <w:rtl/>
        </w:rPr>
        <w:t>144</w:t>
      </w:r>
      <w:r>
        <w:rPr>
          <w:rtl/>
        </w:rPr>
        <w:t xml:space="preserve"> - </w:t>
      </w:r>
      <w:r w:rsidRPr="00573E19">
        <w:rPr>
          <w:rtl/>
        </w:rPr>
        <w:t xml:space="preserve">باب حد الطرار </w:t>
      </w:r>
      <w:r w:rsidRPr="00FE5331">
        <w:rPr>
          <w:rStyle w:val="libFootnotenumChar"/>
          <w:rtl/>
        </w:rPr>
        <w:t>(1)</w:t>
      </w:r>
      <w:bookmarkEnd w:id="320"/>
      <w:bookmarkEnd w:id="32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أتي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بطرار قد طر دراهم من كم رجل فقال</w:t>
      </w:r>
      <w:r w:rsidR="00CA4563">
        <w:rPr>
          <w:rtl/>
        </w:rPr>
        <w:t>:</w:t>
      </w:r>
      <w:r w:rsidRPr="00573E19">
        <w:rPr>
          <w:rtl/>
        </w:rPr>
        <w:t xml:space="preserve"> إن كان</w:t>
      </w:r>
      <w:r w:rsidR="009C2257">
        <w:rPr>
          <w:rtl/>
        </w:rPr>
        <w:t xml:space="preserve"> </w:t>
      </w:r>
      <w:r w:rsidRPr="00573E19">
        <w:rPr>
          <w:rtl/>
        </w:rPr>
        <w:t>من قميصه الاعلى لم أقطعه وإن كان طر من قميصه الداخل قطعته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سهل عن محمد بن الحسن بن شمون عن عبد الله بن عبد الرحمن عن مسمع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سيار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اتي بطرار قد</w:t>
      </w:r>
      <w:r w:rsidR="009C2257">
        <w:rPr>
          <w:rtl/>
        </w:rPr>
        <w:t xml:space="preserve"> </w:t>
      </w:r>
      <w:r w:rsidRPr="00573E19">
        <w:rPr>
          <w:rtl/>
        </w:rPr>
        <w:t>طر من رجل من ردائه دراهم فقال</w:t>
      </w:r>
      <w:r w:rsidR="00CA4563">
        <w:rPr>
          <w:rtl/>
        </w:rPr>
        <w:t>:</w:t>
      </w:r>
      <w:r w:rsidRPr="00573E19">
        <w:rPr>
          <w:rtl/>
        </w:rPr>
        <w:t xml:space="preserve"> إن كان قد طر من قميصه الاعلى لم نقطعه وإن</w:t>
      </w:r>
      <w:r w:rsidR="009C2257">
        <w:rPr>
          <w:rtl/>
        </w:rPr>
        <w:t xml:space="preserve"> </w:t>
      </w:r>
      <w:r w:rsidRPr="00573E19">
        <w:rPr>
          <w:rtl/>
        </w:rPr>
        <w:t>كان قد طر من قميصه الأسفل قطعناه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الحسن بن محمد بن سماعة عن عدة من أصحابنا عن أبان بن عثمان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الرحمن بن أبي عبد الله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على الذي</w:t>
      </w:r>
      <w:r w:rsidR="009C2257">
        <w:rPr>
          <w:rtl/>
        </w:rPr>
        <w:t xml:space="preserve"> </w:t>
      </w:r>
      <w:r w:rsidRPr="00573E19">
        <w:rPr>
          <w:rtl/>
        </w:rPr>
        <w:t>يستلب قطع</w:t>
      </w:r>
      <w:r w:rsidR="00CA4563">
        <w:rPr>
          <w:rtl/>
        </w:rPr>
        <w:t>،</w:t>
      </w:r>
      <w:r w:rsidRPr="00573E19">
        <w:rPr>
          <w:rtl/>
        </w:rPr>
        <w:t xml:space="preserve"> وليس على الذي يطر الدراهم من ثوب الرجل قطع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الضرار</w:t>
      </w:r>
      <w:r w:rsidR="00CA4563">
        <w:rPr>
          <w:rtl/>
        </w:rPr>
        <w:t>:</w:t>
      </w:r>
      <w:r w:rsidRPr="00573E19">
        <w:rPr>
          <w:rtl/>
        </w:rPr>
        <w:t xml:space="preserve"> طر المال سلبه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04 الفقيه ص </w:t>
      </w:r>
      <w:r>
        <w:rPr>
          <w:rtl/>
        </w:rPr>
        <w:t>3</w:t>
      </w:r>
      <w:r w:rsidRPr="00573E19">
        <w:rPr>
          <w:rtl/>
        </w:rPr>
        <w:t>74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 xml:space="preserve">22 - </w:t>
      </w:r>
      <w:r w:rsidRPr="00573E19">
        <w:rPr>
          <w:rtl/>
        </w:rPr>
        <w:t>9</w:t>
      </w:r>
      <w:r>
        <w:rPr>
          <w:rtl/>
        </w:rPr>
        <w:t xml:space="preserve">23 -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01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الحسن بن محبوب عن عيسى بن صبيح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الطرار والنباش والمختلس قال</w:t>
      </w:r>
      <w:r w:rsidR="00CA4563">
        <w:rPr>
          <w:rtl/>
        </w:rPr>
        <w:t>:</w:t>
      </w:r>
      <w:r w:rsidRPr="00573E19">
        <w:rPr>
          <w:rtl/>
        </w:rPr>
        <w:t xml:space="preserve"> لا يقطع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بأن نحملهما على التفصيل الذي تضمنه الخبران الأولان</w:t>
      </w:r>
      <w:r w:rsidR="009C2257">
        <w:rPr>
          <w:rtl/>
        </w:rPr>
        <w:t xml:space="preserve"> </w:t>
      </w:r>
      <w:r w:rsidRPr="00573E19">
        <w:rPr>
          <w:rtl/>
        </w:rPr>
        <w:t>من أنه إذا أخذ الطرار من القميص الفوقاني لم يكن عليه قطع وإذا أخذ من التحتاني</w:t>
      </w:r>
      <w:r w:rsidR="009C2257">
        <w:rPr>
          <w:rtl/>
        </w:rPr>
        <w:t xml:space="preserve"> </w:t>
      </w:r>
      <w:r w:rsidRPr="00573E19">
        <w:rPr>
          <w:rtl/>
        </w:rPr>
        <w:t>وجب عليه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22" w:name="_Toc374810544"/>
      <w:bookmarkStart w:id="323" w:name="_Toc376954919"/>
      <w:r w:rsidRPr="00573E19">
        <w:rPr>
          <w:rtl/>
        </w:rPr>
        <w:t>145</w:t>
      </w:r>
      <w:r>
        <w:rPr>
          <w:rtl/>
        </w:rPr>
        <w:t xml:space="preserve"> - </w:t>
      </w:r>
      <w:r w:rsidRPr="00573E19">
        <w:rPr>
          <w:rtl/>
        </w:rPr>
        <w:t>باب حد النباش</w:t>
      </w:r>
      <w:bookmarkEnd w:id="322"/>
      <w:bookmarkEnd w:id="32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ومحمد بن إسماعيل عن الفضل بن شاذان جميعا</w:t>
      </w:r>
      <w:r w:rsidR="009C2257">
        <w:rPr>
          <w:rtl/>
        </w:rPr>
        <w:t xml:space="preserve"> </w:t>
      </w:r>
      <w:r w:rsidRPr="00573E19">
        <w:rPr>
          <w:rtl/>
        </w:rPr>
        <w:t>عن ابن أبي عمير عن حفص بن البختري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حد النباش حد السارق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حبيب بن الحسن عن محمد بن الوليد عن عمرو بن ثابت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الجارود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يقطع</w:t>
      </w:r>
      <w:r w:rsidR="009C2257">
        <w:rPr>
          <w:rtl/>
        </w:rPr>
        <w:t xml:space="preserve"> </w:t>
      </w:r>
      <w:r w:rsidRPr="00573E19">
        <w:rPr>
          <w:rtl/>
        </w:rPr>
        <w:t>سارق الموتى كما يقطع سارق الاحياء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عنه عن حبيب بن الحسن عن محمد بن عبد الحميد العطار عن بشار عن زيد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الشحام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اخذ نباش في زمن معاوية فقال لأصحابه</w:t>
      </w:r>
      <w:r w:rsidR="009C2257">
        <w:rPr>
          <w:rtl/>
        </w:rPr>
        <w:t xml:space="preserve"> </w:t>
      </w:r>
      <w:r w:rsidRPr="00573E19">
        <w:rPr>
          <w:rtl/>
        </w:rPr>
        <w:t>ما ترون</w:t>
      </w:r>
      <w:r>
        <w:rPr>
          <w:rtl/>
        </w:rPr>
        <w:t>؟</w:t>
      </w:r>
      <w:r w:rsidRPr="00573E19">
        <w:rPr>
          <w:rtl/>
        </w:rPr>
        <w:t xml:space="preserve"> فقالوا</w:t>
      </w:r>
      <w:r w:rsidR="00CA4563">
        <w:rPr>
          <w:rtl/>
        </w:rPr>
        <w:t>:</w:t>
      </w:r>
      <w:r w:rsidRPr="00573E19">
        <w:rPr>
          <w:rtl/>
        </w:rPr>
        <w:t xml:space="preserve"> نعاقبه ونخلي سبيله فقال رجل من القوم</w:t>
      </w:r>
      <w:r>
        <w:rPr>
          <w:rtl/>
        </w:rPr>
        <w:t>.</w:t>
      </w:r>
      <w:r w:rsidRPr="00573E19">
        <w:rPr>
          <w:rtl/>
        </w:rPr>
        <w:t xml:space="preserve"> ما هكذا فعل علي</w:t>
      </w:r>
      <w:r w:rsidR="009C2257">
        <w:rPr>
          <w:rtl/>
        </w:rPr>
        <w:t xml:space="preserve"> </w:t>
      </w:r>
      <w:r w:rsidRPr="00573E19">
        <w:rPr>
          <w:rtl/>
        </w:rPr>
        <w:t>ابن أبي طالب قال</w:t>
      </w:r>
      <w:r w:rsidR="00CA4563">
        <w:rPr>
          <w:rtl/>
        </w:rPr>
        <w:t>:</w:t>
      </w:r>
      <w:r w:rsidRPr="00573E19">
        <w:rPr>
          <w:rtl/>
        </w:rPr>
        <w:t xml:space="preserve"> وما فعل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يقطع النباش وقال</w:t>
      </w:r>
      <w:r w:rsidR="00CA4563">
        <w:rPr>
          <w:rtl/>
        </w:rPr>
        <w:t>:</w:t>
      </w:r>
      <w:r w:rsidRPr="00573E19">
        <w:rPr>
          <w:rtl/>
        </w:rPr>
        <w:t xml:space="preserve"> هو سارق</w:t>
      </w:r>
      <w:r w:rsidR="009C2257">
        <w:rPr>
          <w:rtl/>
        </w:rPr>
        <w:t xml:space="preserve"> </w:t>
      </w:r>
      <w:r w:rsidRPr="00573E19">
        <w:rPr>
          <w:rtl/>
        </w:rPr>
        <w:t>وهتاك الموتى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يعقوب عن محمد بن جعفر الكوفي عن محمد بن عبد الحميد عن يوسف</w:t>
      </w:r>
      <w:r w:rsidR="009C2257">
        <w:rPr>
          <w:rtl/>
        </w:rPr>
        <w:t xml:space="preserve"> </w:t>
      </w:r>
      <w:r w:rsidRPr="00573E19">
        <w:rPr>
          <w:rtl/>
        </w:rPr>
        <w:t>ابن عميرة عن منصور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يقطع النباش والطرار</w:t>
      </w:r>
      <w:r w:rsidR="009C2257">
        <w:rPr>
          <w:rtl/>
        </w:rPr>
        <w:t xml:space="preserve"> </w:t>
      </w:r>
      <w:r w:rsidRPr="00573E19">
        <w:rPr>
          <w:rtl/>
        </w:rPr>
        <w:t>ولا يقطع المختلس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</w:t>
      </w:r>
      <w:r>
        <w:rPr>
          <w:rtl/>
        </w:rPr>
        <w:t>2</w:t>
      </w:r>
      <w:r w:rsidRPr="00E928EB">
        <w:rPr>
          <w:rtl/>
        </w:rPr>
        <w:t>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9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علي بن إبراهيم عن آدم بن إسحاق عن عبد الله بن محمد الجعفي قال</w:t>
      </w:r>
      <w:r w:rsidR="00CA4563">
        <w:rPr>
          <w:rtl/>
        </w:rPr>
        <w:t>:</w:t>
      </w:r>
      <w:r w:rsidRPr="00573E19">
        <w:rPr>
          <w:rtl/>
        </w:rPr>
        <w:t xml:space="preserve"> كنت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عند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وجاءه كتاب هشام بن عبد الملك في رجل نبش امرأة</w:t>
      </w:r>
      <w:r w:rsidR="009C2257">
        <w:rPr>
          <w:rtl/>
        </w:rPr>
        <w:t xml:space="preserve"> </w:t>
      </w:r>
      <w:r w:rsidRPr="00573E19">
        <w:rPr>
          <w:rtl/>
        </w:rPr>
        <w:t>فسلبها ثيابها ونكحها فإن الناس قد اختلفوا علينا</w:t>
      </w:r>
      <w:r w:rsidR="00CA4563">
        <w:rPr>
          <w:rtl/>
        </w:rPr>
        <w:t>،</w:t>
      </w:r>
      <w:r w:rsidRPr="00573E19">
        <w:rPr>
          <w:rtl/>
        </w:rPr>
        <w:t xml:space="preserve"> ههنا طائفة قالوا اقتلوه وطائفة قالوا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أحرقوه فكتب إليه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حرمة الميت كحرمة الحي حده أن</w:t>
      </w:r>
      <w:r w:rsidR="009C2257">
        <w:rPr>
          <w:rtl/>
        </w:rPr>
        <w:t xml:space="preserve"> </w:t>
      </w:r>
      <w:r w:rsidRPr="00573E19">
        <w:rPr>
          <w:rtl/>
        </w:rPr>
        <w:t>تقطع يده لنبشه وسلبه الثياب ويقام عليه الحد في الزنى ان أحصن رجم وإن لم يكن</w:t>
      </w:r>
      <w:r w:rsidR="009C2257">
        <w:rPr>
          <w:rtl/>
        </w:rPr>
        <w:t xml:space="preserve"> </w:t>
      </w:r>
      <w:r w:rsidRPr="00573E19">
        <w:rPr>
          <w:rtl/>
        </w:rPr>
        <w:t>أحصن جلد مائة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الحسين بن سعيد عن ابن محبوب عن عيسى بن صبيح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الطرار والنباش والمختلس فقال</w:t>
      </w:r>
      <w:r w:rsidR="00CA4563">
        <w:rPr>
          <w:rtl/>
        </w:rPr>
        <w:t>:</w:t>
      </w:r>
      <w:r w:rsidRPr="00573E19">
        <w:rPr>
          <w:rtl/>
        </w:rPr>
        <w:t xml:space="preserve"> يقطع الطرار والنباش ولا يقطع المختلس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الحكم عن عبد الرحمن العرزمي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قطع نباشا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الصفار عن الحسن بن موسى الخشاب عن غياث بن كلوب عن إسحاق بن عمار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قطع نباش القبر فقيل له أيقطع في</w:t>
      </w:r>
      <w:r w:rsidR="009C2257">
        <w:rPr>
          <w:rtl/>
        </w:rPr>
        <w:t xml:space="preserve"> </w:t>
      </w:r>
      <w:r w:rsidRPr="00573E19">
        <w:rPr>
          <w:rtl/>
        </w:rPr>
        <w:t>الموتى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انا نقطع لأمواتنا كما نقطع لاحيائنا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عن الحسين بن سعيد عن ابن أبي عمير عن محمد</w:t>
      </w:r>
      <w:r w:rsidR="009C2257">
        <w:rPr>
          <w:rtl/>
        </w:rPr>
        <w:t xml:space="preserve"> </w:t>
      </w:r>
      <w:r w:rsidRPr="00573E19">
        <w:rPr>
          <w:rtl/>
        </w:rPr>
        <w:t>ابن أبي حمزة عن علي بن سعيد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النباش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لم يكن النبش له بعادة له يقطع ويعزر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أحمد بن محمد عن الحسن بن محبوب عن أبي أيوب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الفضل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النباش إذا كان معروفا بذلك قطع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أحمد بن محمد عن ابن فضال عن الحسن بن الجهم عن ابن بكير عن بعض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</w:t>
      </w:r>
      <w:r>
        <w:rPr>
          <w:rtl/>
        </w:rPr>
        <w:t>3</w:t>
      </w:r>
      <w:r w:rsidRPr="00E928EB">
        <w:rPr>
          <w:rtl/>
        </w:rPr>
        <w:t>0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</w:t>
      </w:r>
      <w:r>
        <w:rPr>
          <w:rtl/>
        </w:rPr>
        <w:t>2</w:t>
      </w:r>
      <w:r w:rsidRPr="00E928EB">
        <w:rPr>
          <w:rtl/>
        </w:rPr>
        <w:t xml:space="preserve"> الفقيه ص </w:t>
      </w:r>
      <w:r>
        <w:rPr>
          <w:rtl/>
        </w:rPr>
        <w:t>3</w:t>
      </w:r>
      <w:r w:rsidRPr="00E928EB">
        <w:rPr>
          <w:rtl/>
        </w:rPr>
        <w:t>74.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 xml:space="preserve">32 - </w:t>
      </w:r>
      <w:r w:rsidRPr="00573E19">
        <w:rPr>
          <w:rtl/>
        </w:rPr>
        <w:t>9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 واخرج الأخير الصدوق في الفقيه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أصحابنا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النباش إذا اخذ أول مرة عزر فإن عاد قطع</w:t>
      </w:r>
      <w:r w:rsidR="009C2257">
        <w:rPr>
          <w:rtl/>
        </w:rPr>
        <w:t xml:space="preserve"> </w:t>
      </w:r>
      <w:r w:rsidRPr="00573E19">
        <w:rPr>
          <w:rtl/>
        </w:rPr>
        <w:t>فهذه الأخبار الأخيرة كلها تدل على أنه إنما يقطع النباش إذا كان ذلك له عادة</w:t>
      </w:r>
      <w:r w:rsidR="009C2257">
        <w:rPr>
          <w:rtl/>
        </w:rPr>
        <w:t xml:space="preserve"> </w:t>
      </w:r>
      <w:r w:rsidRPr="00573E19">
        <w:rPr>
          <w:rtl/>
        </w:rPr>
        <w:t>وأما إذا لم يكن ذلك عادته نظر فإن كان نبش وأخذ الكفن وجب قطعه وإن</w:t>
      </w:r>
      <w:r w:rsidR="009C2257">
        <w:rPr>
          <w:rtl/>
        </w:rPr>
        <w:t xml:space="preserve"> </w:t>
      </w:r>
      <w:r w:rsidRPr="00573E19">
        <w:rPr>
          <w:rtl/>
        </w:rPr>
        <w:t>لم يأخذ لم يكن عليه أكثر من التعزير وعلى هذا نحمل الاخبار التي قدمناها أولا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الحسين بن سعيد عن فضالة عن موسى عن علي بن سعيد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أخذ وهو ينبش قال</w:t>
      </w:r>
      <w:r w:rsidR="00CA4563">
        <w:rPr>
          <w:rtl/>
        </w:rPr>
        <w:t>:</w:t>
      </w:r>
      <w:r w:rsidRPr="00573E19">
        <w:rPr>
          <w:rtl/>
        </w:rPr>
        <w:t xml:space="preserve"> لا أرى</w:t>
      </w:r>
      <w:r w:rsidR="009C2257">
        <w:rPr>
          <w:rtl/>
        </w:rPr>
        <w:t xml:space="preserve"> </w:t>
      </w:r>
      <w:r w:rsidRPr="00573E19">
        <w:rPr>
          <w:rtl/>
        </w:rPr>
        <w:t>عليه قطعا إلا أن يؤخذ وقد نبش مرارا فأقطعه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فاما ما رواه محمد بن علي بن محبوب عن أحمد بن محمد عن الحسن بن محبوب</w:t>
      </w:r>
      <w:r w:rsidR="009C2257">
        <w:rPr>
          <w:rtl/>
        </w:rPr>
        <w:t xml:space="preserve"> </w:t>
      </w:r>
      <w:r w:rsidRPr="00573E19">
        <w:rPr>
          <w:rtl/>
        </w:rPr>
        <w:t>عن عيسى بن صبيح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الطرار والنباش والمختلس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يقطع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فيحتمل أن يكون قد سقط من الخبر شئ لأنا قد روينا هذا الخبر بعينه عن عيسى</w:t>
      </w:r>
      <w:r w:rsidR="009C2257">
        <w:rPr>
          <w:rtl/>
        </w:rPr>
        <w:t xml:space="preserve"> </w:t>
      </w:r>
      <w:r w:rsidRPr="00573E19">
        <w:rPr>
          <w:rtl/>
        </w:rPr>
        <w:t>ابن صبيح فيما تقدم في رواية الحسين بن سعيد عن ابن محبوب عنه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هؤلاء الثلاثة فقال</w:t>
      </w:r>
      <w:r w:rsidR="00CA4563">
        <w:rPr>
          <w:rtl/>
        </w:rPr>
        <w:t>:</w:t>
      </w:r>
      <w:r w:rsidRPr="00573E19">
        <w:rPr>
          <w:rtl/>
        </w:rPr>
        <w:t xml:space="preserve"> يقطع الطرار والنباش ولا يقطع المختلس</w:t>
      </w:r>
      <w:r w:rsidR="00CA4563">
        <w:rPr>
          <w:rtl/>
        </w:rPr>
        <w:t>،</w:t>
      </w:r>
      <w:r w:rsidRPr="00573E19">
        <w:rPr>
          <w:rtl/>
        </w:rPr>
        <w:t xml:space="preserve"> ولو لم يكن ورد</w:t>
      </w:r>
      <w:r w:rsidR="009C2257">
        <w:rPr>
          <w:rtl/>
        </w:rPr>
        <w:t xml:space="preserve"> </w:t>
      </w:r>
      <w:r w:rsidRPr="00573E19">
        <w:rPr>
          <w:rtl/>
        </w:rPr>
        <w:t>هذا التفصيل لكنا نحمله على ما حملنا عليه الخبرين الأخيرين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14</w:t>
      </w:r>
      <w:r>
        <w:rPr>
          <w:rtl/>
        </w:rPr>
        <w:t xml:space="preserve"> - </w:t>
      </w:r>
      <w:r w:rsidRPr="00573E19">
        <w:rPr>
          <w:rtl/>
        </w:rPr>
        <w:t>فأما ما رواه علي بن إبراهيم عن أبيه عن ابن أبي عمير عن غير واحد</w:t>
      </w:r>
      <w:r w:rsidR="009C2257">
        <w:rPr>
          <w:rtl/>
        </w:rPr>
        <w:t xml:space="preserve"> </w:t>
      </w:r>
      <w:r w:rsidRPr="00573E19">
        <w:rPr>
          <w:rtl/>
        </w:rPr>
        <w:t>من أصحابنا قال</w:t>
      </w:r>
      <w:r w:rsidR="00CA4563">
        <w:rPr>
          <w:rtl/>
        </w:rPr>
        <w:t>:</w:t>
      </w:r>
      <w:r w:rsidRPr="00573E19">
        <w:rPr>
          <w:rtl/>
        </w:rPr>
        <w:t xml:space="preserve"> اتي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نباش فأخذ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بشعره فضرب به الأرض ثم أمر الناس فوطؤه حتى مات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15</w:t>
      </w:r>
      <w:r>
        <w:rPr>
          <w:rtl/>
        </w:rPr>
        <w:t xml:space="preserve"> - </w:t>
      </w:r>
      <w:r w:rsidRPr="00573E19">
        <w:rPr>
          <w:rtl/>
        </w:rPr>
        <w:t>أحمد بن محمد بن عيسى عن أبي يحيى الواسطي عن بعض أصحابنا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</w:t>
      </w:r>
      <w:r>
        <w:rPr>
          <w:rtl/>
        </w:rPr>
        <w:t>3</w:t>
      </w:r>
      <w:r w:rsidRPr="00E928EB">
        <w:rPr>
          <w:rtl/>
        </w:rPr>
        <w:t>7</w:t>
      </w:r>
      <w:r>
        <w:rPr>
          <w:rtl/>
        </w:rPr>
        <w:t xml:space="preserve"> - </w:t>
      </w:r>
      <w:r w:rsidRPr="00E928EB">
        <w:rPr>
          <w:rtl/>
        </w:rPr>
        <w:t>9</w:t>
      </w:r>
      <w:r>
        <w:rPr>
          <w:rtl/>
        </w:rPr>
        <w:t>3</w:t>
      </w:r>
      <w:r w:rsidRPr="00E928EB">
        <w:rPr>
          <w:rtl/>
        </w:rPr>
        <w:t>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940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والصدوق في الفقيه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3</w:t>
      </w:r>
      <w:r w:rsidRPr="00573E19">
        <w:rPr>
          <w:rtl/>
        </w:rPr>
        <w:t xml:space="preserve"> مرسلا بتفاوت في اللفظ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اتى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بنباش فأخر عذابه</w:t>
      </w:r>
      <w:r w:rsidR="009C2257">
        <w:rPr>
          <w:rtl/>
        </w:rPr>
        <w:t xml:space="preserve"> </w:t>
      </w:r>
      <w:r w:rsidRPr="00573E19">
        <w:rPr>
          <w:rtl/>
        </w:rPr>
        <w:t>إلى يوم الجمعة فلما كان يوم الجمعة ألقاه تحت أقدام الناس فما زالوا يتواطؤنه بأرجلهم</w:t>
      </w:r>
      <w:r w:rsidR="009C2257">
        <w:rPr>
          <w:rtl/>
        </w:rPr>
        <w:t xml:space="preserve"> </w:t>
      </w:r>
      <w:r w:rsidRPr="00573E19">
        <w:rPr>
          <w:rtl/>
        </w:rPr>
        <w:t>حتى مات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هاتين الروايتين أن نحملهما على أنه إذا تكرر منهم الفعل ثلاث مرات</w:t>
      </w:r>
      <w:r w:rsidR="009C2257">
        <w:rPr>
          <w:rtl/>
        </w:rPr>
        <w:t xml:space="preserve"> </w:t>
      </w:r>
      <w:r w:rsidRPr="00573E19">
        <w:rPr>
          <w:rtl/>
        </w:rPr>
        <w:t>وأقيم عليهم الحدود فحينئذ يجب عليهم القتل كما يجب على السارق والامام مخير في</w:t>
      </w:r>
      <w:r w:rsidR="009C2257">
        <w:rPr>
          <w:rtl/>
        </w:rPr>
        <w:t xml:space="preserve"> </w:t>
      </w:r>
      <w:r w:rsidRPr="00573E19">
        <w:rPr>
          <w:rtl/>
        </w:rPr>
        <w:t>كيفية القتل كيف شاء حسب ما يراه أردع في الحال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24" w:name="_Toc374810545"/>
      <w:bookmarkStart w:id="325" w:name="_Toc376954920"/>
      <w:r w:rsidRPr="00573E19">
        <w:rPr>
          <w:rtl/>
        </w:rPr>
        <w:t>146</w:t>
      </w:r>
      <w:r>
        <w:rPr>
          <w:rtl/>
        </w:rPr>
        <w:t xml:space="preserve"> - </w:t>
      </w:r>
      <w:r w:rsidRPr="00573E19">
        <w:rPr>
          <w:rtl/>
        </w:rPr>
        <w:t>باب حد الصبي الذي يجب عليه القطع إذا سرق</w:t>
      </w:r>
      <w:bookmarkEnd w:id="324"/>
      <w:bookmarkEnd w:id="32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أبان عن عبد الرحمن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سرق الصبي ولم</w:t>
      </w:r>
      <w:r w:rsidR="009C2257">
        <w:rPr>
          <w:rtl/>
        </w:rPr>
        <w:t xml:space="preserve"> </w:t>
      </w:r>
      <w:r w:rsidRPr="00573E19">
        <w:rPr>
          <w:rtl/>
        </w:rPr>
        <w:t>يحتلم قطعت أطراف أصابعه</w:t>
      </w:r>
      <w:r w:rsidR="00CA4563">
        <w:rPr>
          <w:rtl/>
        </w:rPr>
        <w:t>،</w:t>
      </w:r>
      <w:r w:rsidRPr="00573E19">
        <w:rPr>
          <w:rtl/>
        </w:rPr>
        <w:t xml:space="preserve"> قال وقال لم يصنعه إلا رسول الله </w:t>
      </w:r>
      <w:r w:rsidR="002D79FE" w:rsidRPr="002D79FE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وأنا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الحسين بن سعيد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إذا سرق الصبي ولم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يبلغ الحلم قطعت أنامله وقال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أتي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بغلام قد سرق ولم يبلغ الحلم فقطع من لحم أطراف أصابعه ثم قال</w:t>
      </w:r>
      <w:r w:rsidR="00CA4563">
        <w:rPr>
          <w:rtl/>
        </w:rPr>
        <w:t>:</w:t>
      </w:r>
      <w:r w:rsidRPr="00573E19">
        <w:rPr>
          <w:rtl/>
        </w:rPr>
        <w:t xml:space="preserve"> إن عدت</w:t>
      </w:r>
      <w:r w:rsidR="009C2257">
        <w:rPr>
          <w:rtl/>
        </w:rPr>
        <w:t xml:space="preserve"> </w:t>
      </w:r>
      <w:r w:rsidRPr="00573E19">
        <w:rPr>
          <w:rtl/>
        </w:rPr>
        <w:t>قطعت يدك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أتى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بغلام يشك في احتلامه فقطع أطراف</w:t>
      </w:r>
      <w:r w:rsidR="009C2257">
        <w:rPr>
          <w:rtl/>
        </w:rPr>
        <w:t xml:space="preserve"> </w:t>
      </w:r>
      <w:r w:rsidRPr="00573E19">
        <w:rPr>
          <w:rtl/>
        </w:rPr>
        <w:t>أصابعه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محمد بن يحيى عن محمد بن الحسين عن بعض أصحابه عن العلا</w:t>
      </w:r>
    </w:p>
    <w:p w:rsidR="00FE5331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>-</w:t>
      </w:r>
      <w:r w:rsidRPr="00FE5331">
        <w:rPr>
          <w:rtl/>
        </w:rPr>
        <w:t xml:space="preserve"> 941</w:t>
      </w:r>
      <w:r>
        <w:rPr>
          <w:rtl/>
        </w:rPr>
        <w:t xml:space="preserve"> - </w:t>
      </w:r>
      <w:r w:rsidRPr="00FE5331">
        <w:rPr>
          <w:rtl/>
        </w:rPr>
        <w:t>942</w:t>
      </w:r>
      <w:r>
        <w:rPr>
          <w:rtl/>
        </w:rPr>
        <w:t xml:space="preserve"> - </w:t>
      </w:r>
      <w:r w:rsidRPr="00FE5331">
        <w:rPr>
          <w:rtl/>
        </w:rPr>
        <w:t>التهذيب ج 2 ص 478 واخرج الأول الكليني في الكافي ج 2 ص 303 وفيه</w:t>
      </w:r>
      <w:r w:rsidR="009C2257">
        <w:rPr>
          <w:rtl/>
        </w:rPr>
        <w:t xml:space="preserve"> </w:t>
      </w:r>
      <w:r w:rsidRPr="00FE5331">
        <w:rPr>
          <w:rtl/>
        </w:rPr>
        <w:t xml:space="preserve">وقال علي </w:t>
      </w:r>
      <w:r w:rsidRPr="00FE5331">
        <w:rPr>
          <w:rStyle w:val="libAlaemChar"/>
          <w:rtl/>
        </w:rPr>
        <w:t>عليه‌السلام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94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477 وهو ذيل 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</w:t>
      </w:r>
      <w:r w:rsidRPr="00573E19">
        <w:rPr>
          <w:rtl/>
        </w:rPr>
        <w:t xml:space="preserve">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944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ابن رزين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الصبي يسرق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كان له تسع سنين قطعت يده ولا يضيع حد من حدود الله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محمد بن أحمد بن يحيى عن محمد بن عيسى عن سليمان بن حفص المروزي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الرجل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تم للغلام ثماني سنين فجايز أمره وقد وجبت عليه</w:t>
      </w:r>
      <w:r w:rsidR="009C2257">
        <w:rPr>
          <w:rtl/>
        </w:rPr>
        <w:t xml:space="preserve"> </w:t>
      </w:r>
      <w:r w:rsidRPr="00573E19">
        <w:rPr>
          <w:rtl/>
        </w:rPr>
        <w:t>الفرائض والحدود وإذا تم للجارية تسع سنين فكذلك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أنه إذا تكرر منهم الفعل دفعات كان عليهم</w:t>
      </w:r>
      <w:r w:rsidR="009C2257">
        <w:rPr>
          <w:rtl/>
        </w:rPr>
        <w:t xml:space="preserve"> </w:t>
      </w:r>
      <w:r w:rsidRPr="00573E19">
        <w:rPr>
          <w:rtl/>
        </w:rPr>
        <w:t>القطع مثل ما على الرجل في أول دفعة ولم يجب عليهم القطع في أول مرة حسب</w:t>
      </w:r>
      <w:r w:rsidR="009C2257">
        <w:rPr>
          <w:rtl/>
        </w:rPr>
        <w:t xml:space="preserve"> </w:t>
      </w:r>
      <w:r w:rsidRPr="00573E19">
        <w:rPr>
          <w:rtl/>
        </w:rPr>
        <w:t>ما تضمنته 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هذا التفصيل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محمد بن الحسين عن محمد بن عبد الله بن هلال</w:t>
      </w:r>
      <w:r w:rsidR="009C2257">
        <w:rPr>
          <w:rtl/>
        </w:rPr>
        <w:t xml:space="preserve"> </w:t>
      </w:r>
      <w:r w:rsidRPr="00573E19">
        <w:rPr>
          <w:rtl/>
        </w:rPr>
        <w:t>عن العلا بن رزين عن محمد بن مسلم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الصبي</w:t>
      </w:r>
      <w:r w:rsidR="009C2257">
        <w:rPr>
          <w:rtl/>
        </w:rPr>
        <w:t xml:space="preserve"> </w:t>
      </w:r>
      <w:r w:rsidRPr="00573E19">
        <w:rPr>
          <w:rtl/>
        </w:rPr>
        <w:t>يسرق قال</w:t>
      </w:r>
      <w:r w:rsidR="00CA4563">
        <w:rPr>
          <w:rtl/>
        </w:rPr>
        <w:t>:</w:t>
      </w:r>
      <w:r w:rsidRPr="00573E19">
        <w:rPr>
          <w:rtl/>
        </w:rPr>
        <w:t xml:space="preserve"> إن كان له سبع سنين أو أقل دفع عنه</w:t>
      </w:r>
      <w:r w:rsidR="00CA4563">
        <w:rPr>
          <w:rtl/>
        </w:rPr>
        <w:t>،</w:t>
      </w:r>
      <w:r w:rsidRPr="00573E19">
        <w:rPr>
          <w:rtl/>
        </w:rPr>
        <w:t xml:space="preserve"> فان عاد بعد السبع قطعت</w:t>
      </w:r>
      <w:r w:rsidR="009C2257">
        <w:rPr>
          <w:rtl/>
        </w:rPr>
        <w:t xml:space="preserve"> </w:t>
      </w:r>
      <w:r w:rsidRPr="00573E19">
        <w:rPr>
          <w:rtl/>
        </w:rPr>
        <w:t>بنانه أو حكت حتى تدمى فان عاد قطعت منه أسفل من بنانه</w:t>
      </w:r>
      <w:r w:rsidR="00CA4563">
        <w:rPr>
          <w:rtl/>
        </w:rPr>
        <w:t>،</w:t>
      </w:r>
      <w:r w:rsidRPr="00573E19">
        <w:rPr>
          <w:rtl/>
        </w:rPr>
        <w:t xml:space="preserve"> فان عاد بعد ذلك</w:t>
      </w:r>
      <w:r w:rsidR="009C2257">
        <w:rPr>
          <w:rtl/>
        </w:rPr>
        <w:t xml:space="preserve"> </w:t>
      </w:r>
      <w:r w:rsidRPr="00573E19">
        <w:rPr>
          <w:rtl/>
        </w:rPr>
        <w:t>وقد بلغ تسع سنين قطعت يده ولا يضيع حد من حدود الله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ويمكن أن يحمل الخبران على من يعلم وجوب القطع عليه من الصبيان في السرقة وإن</w:t>
      </w:r>
      <w:r w:rsidR="009C2257">
        <w:rPr>
          <w:rtl/>
        </w:rPr>
        <w:t xml:space="preserve"> </w:t>
      </w:r>
      <w:r w:rsidRPr="00573E19">
        <w:rPr>
          <w:rtl/>
        </w:rPr>
        <w:t>لم يكن قد احتلم فإنه إذا كان كذلك جاز للامام ان يقطعه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حميد بن زياد عن عبيد الله بن أحمد النهيكي عن ابن أبي عمير عن عدة</w:t>
      </w:r>
      <w:r w:rsidR="009C2257">
        <w:rPr>
          <w:rtl/>
        </w:rPr>
        <w:t xml:space="preserve"> </w:t>
      </w:r>
      <w:r w:rsidRPr="00573E19">
        <w:rPr>
          <w:rtl/>
        </w:rPr>
        <w:t>من أصحابنا عن محمد بن خالد بن عبد الله القسري قال</w:t>
      </w:r>
      <w:r w:rsidR="00CA4563">
        <w:rPr>
          <w:rtl/>
        </w:rPr>
        <w:t>:</w:t>
      </w:r>
      <w:r w:rsidRPr="00573E19">
        <w:rPr>
          <w:rtl/>
        </w:rPr>
        <w:t xml:space="preserve"> كنت على المدينة فاتيت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بغلام قد سرق فسألت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سله حيث سرق كان يعلم أن</w:t>
      </w:r>
      <w:r w:rsidR="009C2257">
        <w:rPr>
          <w:rtl/>
        </w:rPr>
        <w:t xml:space="preserve"> </w:t>
      </w:r>
      <w:r w:rsidRPr="00573E19">
        <w:rPr>
          <w:rtl/>
        </w:rPr>
        <w:t>عليه في السرقة عقوبة فان قال نعم قل أي شئ تلك العقوبة</w:t>
      </w:r>
      <w:r w:rsidR="00CA4563">
        <w:rPr>
          <w:rtl/>
        </w:rPr>
        <w:t>،</w:t>
      </w:r>
      <w:r w:rsidRPr="00573E19">
        <w:rPr>
          <w:rtl/>
        </w:rPr>
        <w:t xml:space="preserve"> فإن لم يعلم أن عليه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FE5331">
        <w:rPr>
          <w:rtl/>
        </w:rPr>
        <w:t>*</w:t>
      </w:r>
      <w:r>
        <w:rPr>
          <w:rtl/>
        </w:rPr>
        <w:t xml:space="preserve"> - </w:t>
      </w:r>
      <w:r w:rsidRPr="00FE5331">
        <w:rPr>
          <w:rtl/>
        </w:rPr>
        <w:t>945</w:t>
      </w:r>
      <w:r>
        <w:rPr>
          <w:rtl/>
        </w:rPr>
        <w:t xml:space="preserve"> - </w:t>
      </w:r>
      <w:r w:rsidRPr="00FE5331">
        <w:rPr>
          <w:rtl/>
        </w:rPr>
        <w:t>946</w:t>
      </w:r>
      <w:r>
        <w:rPr>
          <w:rtl/>
        </w:rPr>
        <w:t xml:space="preserve"> - </w:t>
      </w:r>
      <w:r w:rsidRPr="00FE5331">
        <w:rPr>
          <w:rtl/>
        </w:rPr>
        <w:t>التهذيب ج 2 ص 478 واخرج الأخير الصدوق في الفقيه ص 372 مسندا</w:t>
      </w:r>
      <w:r w:rsidR="009C2257">
        <w:rPr>
          <w:rtl/>
        </w:rPr>
        <w:t xml:space="preserve"> </w:t>
      </w:r>
      <w:r w:rsidRPr="00FE5331">
        <w:rPr>
          <w:rtl/>
        </w:rPr>
        <w:t xml:space="preserve">عن الباقر </w:t>
      </w:r>
      <w:r w:rsidRPr="00FE5331">
        <w:rPr>
          <w:rStyle w:val="libAlaemChar"/>
          <w:rtl/>
        </w:rPr>
        <w:t>عليه‌السلام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3</w:t>
      </w:r>
      <w:r w:rsidRPr="00573E19">
        <w:rPr>
          <w:rtl/>
        </w:rPr>
        <w:t xml:space="preserve"> وفيه ( الضرب ) بدل قوله اضرب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السرقة قطعا فخل عنه</w:t>
      </w:r>
      <w:r w:rsidR="00CA4563">
        <w:rPr>
          <w:rtl/>
        </w:rPr>
        <w:t>،</w:t>
      </w:r>
      <w:r w:rsidRPr="00573E19">
        <w:rPr>
          <w:rtl/>
        </w:rPr>
        <w:t xml:space="preserve"> قال فأخذت الغلام فسألته وقلت له</w:t>
      </w:r>
      <w:r w:rsidR="00CA4563">
        <w:rPr>
          <w:rtl/>
        </w:rPr>
        <w:t>:</w:t>
      </w:r>
      <w:r w:rsidRPr="00573E19">
        <w:rPr>
          <w:rtl/>
        </w:rPr>
        <w:t xml:space="preserve"> أكنت تعلم أن في</w:t>
      </w:r>
      <w:r w:rsidR="009C2257">
        <w:rPr>
          <w:rtl/>
        </w:rPr>
        <w:t xml:space="preserve"> </w:t>
      </w:r>
      <w:r w:rsidRPr="00573E19">
        <w:rPr>
          <w:rtl/>
        </w:rPr>
        <w:t>السرقة عقوبة فقال</w:t>
      </w:r>
      <w:r w:rsidR="00CA4563">
        <w:rPr>
          <w:rtl/>
        </w:rPr>
        <w:t>:</w:t>
      </w:r>
      <w:r w:rsidRPr="00573E19">
        <w:rPr>
          <w:rtl/>
        </w:rPr>
        <w:t xml:space="preserve"> نعم قلت أي شئ قال</w:t>
      </w:r>
      <w:r w:rsidR="00CA4563">
        <w:rPr>
          <w:rtl/>
        </w:rPr>
        <w:t>:</w:t>
      </w:r>
      <w:r w:rsidRPr="00573E19">
        <w:rPr>
          <w:rtl/>
        </w:rPr>
        <w:t xml:space="preserve"> اضرب فخليت عنه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26" w:name="_Toc374810546"/>
      <w:bookmarkStart w:id="327" w:name="_Toc376954921"/>
      <w:r w:rsidRPr="00573E19">
        <w:rPr>
          <w:rtl/>
        </w:rPr>
        <w:t>147</w:t>
      </w:r>
      <w:r>
        <w:rPr>
          <w:rtl/>
        </w:rPr>
        <w:t xml:space="preserve"> - </w:t>
      </w:r>
      <w:r w:rsidRPr="00573E19">
        <w:rPr>
          <w:rtl/>
        </w:rPr>
        <w:t>باب انه يعتبر في الاقرار بالسرقة دفعتان لا دفعة واحدة</w:t>
      </w:r>
      <w:bookmarkEnd w:id="326"/>
      <w:bookmarkEnd w:id="32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حديد عن جميل بن دراج عن بعض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يقطع السارق حتى يقر بالسرقة مرتين</w:t>
      </w:r>
      <w:r w:rsidR="00CA4563">
        <w:rPr>
          <w:rtl/>
        </w:rPr>
        <w:t>،</w:t>
      </w:r>
      <w:r w:rsidRPr="00573E19">
        <w:rPr>
          <w:rtl/>
        </w:rPr>
        <w:t xml:space="preserve"> فان رجع ضمن</w:t>
      </w:r>
      <w:r w:rsidR="009C2257">
        <w:rPr>
          <w:rtl/>
        </w:rPr>
        <w:t xml:space="preserve"> </w:t>
      </w:r>
      <w:r w:rsidRPr="00573E19">
        <w:rPr>
          <w:rtl/>
        </w:rPr>
        <w:t>السرقة ولم يقطع إذا لم يكن شهود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لا يرجم الزاني حتى يقر أربع مرات إذا</w:t>
      </w:r>
      <w:r w:rsidR="009C2257">
        <w:rPr>
          <w:rtl/>
        </w:rPr>
        <w:t xml:space="preserve"> </w:t>
      </w:r>
      <w:r w:rsidRPr="00573E19">
        <w:rPr>
          <w:rtl/>
        </w:rPr>
        <w:t>لم يكن شهود فان رجع ترك ولم يرجم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949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الحسن بن محبوب عن أبي أيوب عن الفضيل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أقر الحر على نفسه بالسرقة مرة واحدة عند</w:t>
      </w:r>
      <w:r w:rsidR="009C2257">
        <w:rPr>
          <w:rtl/>
        </w:rPr>
        <w:t xml:space="preserve"> </w:t>
      </w:r>
      <w:r w:rsidRPr="00573E19">
        <w:rPr>
          <w:rtl/>
        </w:rPr>
        <w:t>الامام قطع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التقية لموافقتها لمذهب بعض العامة وأما</w:t>
      </w:r>
      <w:r w:rsidR="009C2257">
        <w:rPr>
          <w:rtl/>
        </w:rPr>
        <w:t xml:space="preserve"> </w:t>
      </w:r>
      <w:r w:rsidRPr="00573E19">
        <w:rPr>
          <w:rtl/>
        </w:rPr>
        <w:t>الروايات التي أوردناها في كتاب تهذيب الأحكام من أنه إذا أقر السارق قطع فهي</w:t>
      </w:r>
      <w:r w:rsidR="009C2257">
        <w:rPr>
          <w:rtl/>
        </w:rPr>
        <w:t xml:space="preserve"> </w:t>
      </w:r>
      <w:r w:rsidRPr="00573E19">
        <w:rPr>
          <w:rtl/>
        </w:rPr>
        <w:t>مجملة وليس فيها أنه أقر دفعة أو دفعتين</w:t>
      </w:r>
      <w:r w:rsidR="00CA4563">
        <w:rPr>
          <w:rtl/>
        </w:rPr>
        <w:t>،</w:t>
      </w:r>
      <w:r w:rsidRPr="00573E19">
        <w:rPr>
          <w:rtl/>
        </w:rPr>
        <w:t xml:space="preserve"> وينبغي أن يحمل على التفصيل الذي</w:t>
      </w:r>
      <w:r w:rsidR="009C2257">
        <w:rPr>
          <w:rtl/>
        </w:rPr>
        <w:t xml:space="preserve"> </w:t>
      </w:r>
      <w:r w:rsidRPr="00573E19">
        <w:rPr>
          <w:rtl/>
        </w:rPr>
        <w:t>تضمنه الخبر الأول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الحسين بن سعيد عن فضالة عن أبان بن عثمان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كنت عند عيسى بن موسى فاتي بسارق وعنده رجل من آل عمر</w:t>
      </w:r>
      <w:r w:rsidR="009C2257">
        <w:rPr>
          <w:rtl/>
        </w:rPr>
        <w:t xml:space="preserve"> </w:t>
      </w:r>
      <w:r w:rsidRPr="00573E19">
        <w:rPr>
          <w:rtl/>
        </w:rPr>
        <w:t>فأقبل يسألني فقلت ما تقول في السارق إذا أقر على نفسه انه سرق</w:t>
      </w:r>
      <w:r>
        <w:rPr>
          <w:rtl/>
        </w:rPr>
        <w:t>؟</w:t>
      </w:r>
      <w:r w:rsidRPr="00573E19">
        <w:rPr>
          <w:rtl/>
        </w:rPr>
        <w:t xml:space="preserve"> قال يقطع</w:t>
      </w:r>
      <w:r w:rsidR="00CA4563">
        <w:rPr>
          <w:rtl/>
        </w:rPr>
        <w:t>: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فما تقولون في الزاني إذا أقر على نفسه أربع مرات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نرجمه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فما يمنعكم</w:t>
      </w:r>
      <w:r w:rsidR="009C2257">
        <w:rPr>
          <w:rtl/>
        </w:rPr>
        <w:t xml:space="preserve"> </w:t>
      </w:r>
      <w:r w:rsidRPr="00573E19">
        <w:rPr>
          <w:rtl/>
        </w:rPr>
        <w:t>من السارق إذا أقر على نفسه دفعتين أن تقطعوه فيكون بمنزلة الزاني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948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2</w:t>
      </w:r>
      <w:r w:rsidRPr="00E928EB">
        <w:rPr>
          <w:rtl/>
        </w:rPr>
        <w:t xml:space="preserve">99 ذكره ضمن حديث الفقيه ص </w:t>
      </w:r>
      <w:r>
        <w:rPr>
          <w:rtl/>
        </w:rPr>
        <w:t>3</w:t>
      </w:r>
      <w:r w:rsidRPr="00E928EB">
        <w:rPr>
          <w:rtl/>
        </w:rPr>
        <w:t>7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E928EB">
        <w:rPr>
          <w:rtl/>
        </w:rPr>
        <w:t>ذكر صدر الحديث.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949</w:t>
      </w:r>
      <w:r>
        <w:rPr>
          <w:rtl/>
        </w:rPr>
        <w:t xml:space="preserve"> - </w:t>
      </w:r>
      <w:r w:rsidRPr="00573E19">
        <w:rPr>
          <w:rtl/>
        </w:rPr>
        <w:t>950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480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328" w:name="_Toc374810547"/>
      <w:bookmarkStart w:id="329" w:name="_Toc376954922"/>
      <w:r w:rsidRPr="00573E19">
        <w:rPr>
          <w:rtl/>
        </w:rPr>
        <w:lastRenderedPageBreak/>
        <w:t>148</w:t>
      </w:r>
      <w:r>
        <w:rPr>
          <w:rtl/>
        </w:rPr>
        <w:t xml:space="preserve"> - </w:t>
      </w:r>
      <w:r w:rsidRPr="00573E19">
        <w:rPr>
          <w:rtl/>
        </w:rPr>
        <w:t>باب أنه لا يجوز للامام أن يعفو إذا حمل إليه وقامت عليه البينة</w:t>
      </w:r>
      <w:bookmarkEnd w:id="328"/>
      <w:bookmarkEnd w:id="32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عثمان بن عيسى عن سماعة بن مهران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أخذ سارقا فعفى عنه فذلك له فإذا رفع إلى الامام قطعه</w:t>
      </w:r>
      <w:r w:rsidR="00CA4563">
        <w:rPr>
          <w:rtl/>
        </w:rPr>
        <w:t>،</w:t>
      </w:r>
      <w:r w:rsidRPr="00573E19">
        <w:rPr>
          <w:rtl/>
        </w:rPr>
        <w:t xml:space="preserve"> فان</w:t>
      </w:r>
      <w:r w:rsidR="009C2257">
        <w:rPr>
          <w:rtl/>
        </w:rPr>
        <w:t xml:space="preserve"> </w:t>
      </w:r>
      <w:r w:rsidRPr="00573E19">
        <w:rPr>
          <w:rtl/>
        </w:rPr>
        <w:t>قال الذي سرق منه انا أهب له لم يدعه الامام حتى يقطعه إذا رفعه إليه وإنما الهبة</w:t>
      </w:r>
      <w:r w:rsidR="009C2257">
        <w:rPr>
          <w:rtl/>
        </w:rPr>
        <w:t xml:space="preserve"> </w:t>
      </w:r>
      <w:r w:rsidRPr="00573E19">
        <w:rPr>
          <w:rtl/>
        </w:rPr>
        <w:t>قبل أن يرفع إلى الامام وذلك قوله تعالى « والحافظون لحدود الله » فإذا انتهى</w:t>
      </w:r>
      <w:r w:rsidR="009C2257">
        <w:rPr>
          <w:rtl/>
        </w:rPr>
        <w:t xml:space="preserve"> </w:t>
      </w:r>
      <w:r w:rsidRPr="00573E19">
        <w:rPr>
          <w:rtl/>
        </w:rPr>
        <w:t>إلى الامام فليس لأحد أن يتركه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</w:t>
      </w:r>
      <w:r>
        <w:rPr>
          <w:rtl/>
        </w:rPr>
        <w:t>2</w:t>
      </w:r>
    </w:p>
    <w:p w:rsidR="00FE5331" w:rsidRPr="00573E19" w:rsidRDefault="00FE5331" w:rsidP="00FF40D0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علي عن أبيه عن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يأخذ اللص يرفعه أو يتركه فقال</w:t>
      </w:r>
      <w:r w:rsidR="00CA4563">
        <w:rPr>
          <w:rtl/>
        </w:rPr>
        <w:t>:</w:t>
      </w:r>
      <w:r w:rsidRPr="00573E19">
        <w:rPr>
          <w:rtl/>
        </w:rPr>
        <w:t xml:space="preserve"> ان صفوان بن أمية كان</w:t>
      </w:r>
      <w:r w:rsidR="009C2257">
        <w:rPr>
          <w:rtl/>
        </w:rPr>
        <w:t xml:space="preserve"> </w:t>
      </w:r>
      <w:r w:rsidRPr="00573E19">
        <w:rPr>
          <w:rtl/>
        </w:rPr>
        <w:t>مضطجعا في المسجد الحرام فوضع رداءه وخرج يهريق الماء فلما رجع وجد رداءه</w:t>
      </w:r>
      <w:r w:rsidR="009C2257">
        <w:rPr>
          <w:rtl/>
        </w:rPr>
        <w:t xml:space="preserve"> </w:t>
      </w:r>
      <w:r w:rsidRPr="00573E19">
        <w:rPr>
          <w:rtl/>
        </w:rPr>
        <w:t>قد سرق حين رجع فقال</w:t>
      </w:r>
      <w:r w:rsidR="00CA4563">
        <w:rPr>
          <w:rtl/>
        </w:rPr>
        <w:t>:</w:t>
      </w:r>
      <w:r w:rsidRPr="00573E19">
        <w:rPr>
          <w:rtl/>
        </w:rPr>
        <w:t xml:space="preserve"> من ذهب بردائي</w:t>
      </w:r>
      <w:r>
        <w:rPr>
          <w:rtl/>
        </w:rPr>
        <w:t>؟</w:t>
      </w:r>
      <w:r w:rsidRPr="00573E19">
        <w:rPr>
          <w:rtl/>
        </w:rPr>
        <w:t xml:space="preserve"> فذهب يطلبه فأخذ صاحبه فرفعه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فقال النبي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اقطعوا يده فقال صفوان</w:t>
      </w:r>
      <w:r w:rsidR="009C2257">
        <w:rPr>
          <w:rtl/>
        </w:rPr>
        <w:t xml:space="preserve"> </w:t>
      </w:r>
      <w:r w:rsidRPr="00573E19">
        <w:rPr>
          <w:rtl/>
        </w:rPr>
        <w:t>تقطع يده من أجل ردائي يا رسول الله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 قال فأنا أهبه له فقال</w:t>
      </w:r>
      <w:r w:rsidR="00CA4563">
        <w:rPr>
          <w:rtl/>
        </w:rPr>
        <w:t>:</w:t>
      </w:r>
      <w:r w:rsidRPr="00573E19">
        <w:rPr>
          <w:rtl/>
        </w:rPr>
        <w:t xml:space="preserve"> له رسول الله</w:t>
      </w:r>
      <w:r w:rsidR="009C2257">
        <w:rPr>
          <w:rtl/>
        </w:rPr>
        <w:t xml:space="preserve"> </w:t>
      </w:r>
      <w:r w:rsidR="00FF40D0" w:rsidRPr="00FE5331">
        <w:rPr>
          <w:rStyle w:val="libAlaemChar"/>
          <w:rtl/>
        </w:rPr>
        <w:t>صلى‌الله‌عليه‌وآله</w:t>
      </w:r>
      <w:r w:rsidR="00FF40D0" w:rsidRPr="00573E19">
        <w:rPr>
          <w:rtl/>
        </w:rPr>
        <w:t xml:space="preserve"> </w:t>
      </w:r>
      <w:r w:rsidRPr="00573E19">
        <w:rPr>
          <w:rtl/>
        </w:rPr>
        <w:t>هلا كان هذا قبل أن ترفعه إلي</w:t>
      </w:r>
      <w:r w:rsidR="00CA4563">
        <w:rPr>
          <w:rtl/>
        </w:rPr>
        <w:t>،</w:t>
      </w:r>
      <w:r w:rsidRPr="00573E19">
        <w:rPr>
          <w:rtl/>
        </w:rPr>
        <w:t xml:space="preserve"> قلت فالامام بمنزلته إذا رفع إليه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العفو قبل أن ينتهى إلى الامام فقال</w:t>
      </w:r>
      <w:r w:rsidR="00CA4563">
        <w:rPr>
          <w:rtl/>
        </w:rPr>
        <w:t>:</w:t>
      </w:r>
      <w:r w:rsidRPr="00573E19">
        <w:rPr>
          <w:rtl/>
        </w:rPr>
        <w:t xml:space="preserve"> حسن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بن عيسى عن علي بن الحكم عن الحسين بن أبي العلا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الرجل يأخذ اللص أيدعه أفضل أم يرفعه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إن صفوان بن أمية كان متكئا في المسجد على ردائه فقام يبول فرجع وقد ذهب به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فطلب صاحبه فوجده فقدمه إلى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فقال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اقطعوا يده فقال صفوان يا رسول الله أنا أهب ذلك له فقال رسول الله </w:t>
      </w:r>
      <w:r w:rsidRPr="00FE5331">
        <w:rPr>
          <w:rStyle w:val="libAlaemChar"/>
          <w:rtl/>
        </w:rPr>
        <w:t>صلى‌الله‌عليه‌وآله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951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479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08.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95</w:t>
      </w:r>
      <w:r>
        <w:rPr>
          <w:rtl/>
        </w:rPr>
        <w:t xml:space="preserve">2 - </w:t>
      </w:r>
      <w:r w:rsidRPr="00573E19">
        <w:rPr>
          <w:rtl/>
        </w:rPr>
        <w:t>95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479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ألا كان ذلك قبل أن ينتهى به إلي قال وسألته عن العفو عن الحدود قبل أن ينتهى</w:t>
      </w:r>
      <w:r w:rsidR="009C2257">
        <w:rPr>
          <w:rtl/>
        </w:rPr>
        <w:t xml:space="preserve"> </w:t>
      </w:r>
      <w:r w:rsidRPr="00573E19">
        <w:rPr>
          <w:rtl/>
        </w:rPr>
        <w:t>إلى الامام فقال</w:t>
      </w:r>
      <w:r w:rsidR="00CA4563">
        <w:rPr>
          <w:rtl/>
        </w:rPr>
        <w:t>:</w:t>
      </w:r>
      <w:r w:rsidRPr="00573E19">
        <w:rPr>
          <w:rtl/>
        </w:rPr>
        <w:t xml:space="preserve"> حسن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محمد بن يحيى عن طلحة بن زيد عن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حدثني بعض أهلي أن شابا أتى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فأقر عنده بالسرقة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فقال له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إني أراك شابا لا بأس بهيئتك فهل تقرأ شيئا من القرآن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نعم سورة البقرة</w:t>
      </w:r>
      <w:r w:rsidR="00CA4563">
        <w:rPr>
          <w:rtl/>
        </w:rPr>
        <w:t>،</w:t>
      </w:r>
      <w:r w:rsidRPr="00573E19">
        <w:rPr>
          <w:rtl/>
        </w:rPr>
        <w:t xml:space="preserve"> فقال فقد وهبت يدك لسورة البقرة</w:t>
      </w:r>
      <w:r w:rsidR="00CA4563">
        <w:rPr>
          <w:rtl/>
        </w:rPr>
        <w:t>،</w:t>
      </w:r>
      <w:r w:rsidRPr="00573E19">
        <w:rPr>
          <w:rtl/>
        </w:rPr>
        <w:t xml:space="preserve"> قال وإنما منعه أن</w:t>
      </w:r>
      <w:r w:rsidR="009C2257">
        <w:rPr>
          <w:rtl/>
        </w:rPr>
        <w:t xml:space="preserve"> </w:t>
      </w:r>
      <w:r w:rsidRPr="00573E19">
        <w:rPr>
          <w:rtl/>
        </w:rPr>
        <w:t>يقطعه لأنه لم تقم عليه البينة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ما بينه في آخره وهو إنما جاز له ذلك لأنه كان أقر</w:t>
      </w:r>
      <w:r w:rsidR="009C2257">
        <w:rPr>
          <w:rtl/>
        </w:rPr>
        <w:t xml:space="preserve"> </w:t>
      </w:r>
      <w:r w:rsidRPr="00573E19">
        <w:rPr>
          <w:rtl/>
        </w:rPr>
        <w:t>على نفسه ولو كانت قد قامت عليه بذلك بينة لما جاز العفو عنه على حال وقد أوردنا</w:t>
      </w:r>
      <w:r w:rsidR="009C2257">
        <w:rPr>
          <w:rtl/>
        </w:rPr>
        <w:t xml:space="preserve"> </w:t>
      </w:r>
      <w:r w:rsidRPr="00573E19">
        <w:rPr>
          <w:rtl/>
        </w:rPr>
        <w:t>في كتابنا الكبير ما يدل على ذلك</w:t>
      </w:r>
      <w:r w:rsidR="00CA4563">
        <w:rPr>
          <w:rtl/>
        </w:rPr>
        <w:t>،</w:t>
      </w:r>
      <w:r w:rsidRPr="00573E19">
        <w:rPr>
          <w:rtl/>
        </w:rPr>
        <w:t xml:space="preserve"> ويزيده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أبي عبد الله البرقي عن بعض أصحابه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بعض الصادقين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جاء رجل إلى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فأقر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بالسرقة فقال له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أتقرأ شيئا من كتاب الله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نعم</w:t>
      </w:r>
      <w:r w:rsidR="009C2257">
        <w:rPr>
          <w:rtl/>
        </w:rPr>
        <w:t xml:space="preserve"> </w:t>
      </w:r>
      <w:r w:rsidRPr="00573E19">
        <w:rPr>
          <w:rtl/>
        </w:rPr>
        <w:t>سورة البقرة قال</w:t>
      </w:r>
      <w:r w:rsidR="00CA4563">
        <w:rPr>
          <w:rtl/>
        </w:rPr>
        <w:t>:</w:t>
      </w:r>
      <w:r w:rsidRPr="00573E19">
        <w:rPr>
          <w:rtl/>
        </w:rPr>
        <w:t xml:space="preserve"> قد وهبت يدك لسورة البقرة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فقال الأشعث أتعطل حدا</w:t>
      </w:r>
      <w:r w:rsidR="009C2257">
        <w:rPr>
          <w:rtl/>
        </w:rPr>
        <w:t xml:space="preserve"> </w:t>
      </w:r>
      <w:r w:rsidRPr="00573E19">
        <w:rPr>
          <w:rtl/>
        </w:rPr>
        <w:t>من حدود الله تعالى</w:t>
      </w:r>
      <w:r>
        <w:rPr>
          <w:rtl/>
        </w:rPr>
        <w:t>؟</w:t>
      </w:r>
      <w:r w:rsidRPr="00573E19">
        <w:rPr>
          <w:rtl/>
        </w:rPr>
        <w:t xml:space="preserve"> فقال وما يدريك ما هذا إذا قامت البينة فليس للامام أن</w:t>
      </w:r>
      <w:r w:rsidR="009C2257">
        <w:rPr>
          <w:rtl/>
        </w:rPr>
        <w:t xml:space="preserve"> </w:t>
      </w:r>
      <w:r w:rsidRPr="00573E19">
        <w:rPr>
          <w:rtl/>
        </w:rPr>
        <w:t>يعفو وإذا أقر الرجل على نفسه فذلك إلى الامام إن شاء عفى وإن شاء قطع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30" w:name="_Toc374810548"/>
      <w:bookmarkStart w:id="331" w:name="_Toc376954923"/>
      <w:r w:rsidRPr="00573E19">
        <w:rPr>
          <w:rtl/>
        </w:rPr>
        <w:t>149</w:t>
      </w:r>
      <w:r>
        <w:rPr>
          <w:rtl/>
        </w:rPr>
        <w:t xml:space="preserve"> - </w:t>
      </w:r>
      <w:r w:rsidRPr="00573E19">
        <w:rPr>
          <w:rtl/>
        </w:rPr>
        <w:t>باب حد المرتد والمرتدة</w:t>
      </w:r>
      <w:bookmarkEnd w:id="330"/>
      <w:bookmarkEnd w:id="33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سهل بن زياد عن الحسن بن محبوب عن العلا بن رزين عن محمد بن مسلم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المرتد فقال</w:t>
      </w:r>
      <w:r w:rsidR="00CA4563">
        <w:rPr>
          <w:rtl/>
        </w:rPr>
        <w:t>:</w:t>
      </w:r>
      <w:r w:rsidRPr="00573E19">
        <w:rPr>
          <w:rtl/>
        </w:rPr>
        <w:t xml:space="preserve"> من رغب عن الاسلام وكفر بما أنزل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954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955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481 الفقيه ص 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956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الله على محمد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بعد إسلامه فلا توبة له وقد وجب قتله وبانت منه</w:t>
      </w:r>
      <w:r w:rsidR="009C2257">
        <w:rPr>
          <w:rtl/>
        </w:rPr>
        <w:t xml:space="preserve"> </w:t>
      </w:r>
      <w:r w:rsidRPr="00573E19">
        <w:rPr>
          <w:rtl/>
        </w:rPr>
        <w:t>امرأته ويقسم ما تركه على ولده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وأحمد جميعا عن ابن محبوب عن هشام بن سالم عن عمار الساباطي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كل مسلم بين مسلمين يرتد عن الاسلام وجحد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محمدا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نبوته وكذبه فإن دمه مباح لكل من سمع ذلك منه وامرأته</w:t>
      </w:r>
      <w:r w:rsidR="009C2257">
        <w:rPr>
          <w:rtl/>
        </w:rPr>
        <w:t xml:space="preserve"> </w:t>
      </w:r>
      <w:r w:rsidRPr="00573E19">
        <w:rPr>
          <w:rtl/>
        </w:rPr>
        <w:t>بائنة منه يوم ارتد فلا تقربه ويقسم ماله على ورثته وتعتد امرأته عدة المتوفى عنها</w:t>
      </w:r>
      <w:r w:rsidR="009C2257">
        <w:rPr>
          <w:rtl/>
        </w:rPr>
        <w:t xml:space="preserve"> </w:t>
      </w:r>
      <w:r w:rsidRPr="00573E19">
        <w:rPr>
          <w:rtl/>
        </w:rPr>
        <w:t>زوجها وعلى الامام ان يقتله ولا يستتيبه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أحمد بن محمد عن علي بن الحكم عن موسى بن بكر عن الفضيل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يسار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رجلا من المسلمين تنصر وأتي به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فاستتابه فأبى عليه فقبض على شعره ثم قال</w:t>
      </w:r>
      <w:r w:rsidR="00CA4563">
        <w:rPr>
          <w:rtl/>
        </w:rPr>
        <w:t>:</w:t>
      </w:r>
      <w:r w:rsidRPr="00573E19">
        <w:rPr>
          <w:rtl/>
        </w:rPr>
        <w:t xml:space="preserve"> طئوا عباد الله فوطئ</w:t>
      </w:r>
      <w:r w:rsidR="009C2257">
        <w:rPr>
          <w:rtl/>
        </w:rPr>
        <w:t xml:space="preserve"> </w:t>
      </w:r>
      <w:r w:rsidRPr="00573E19">
        <w:rPr>
          <w:rtl/>
        </w:rPr>
        <w:t>حتى مات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959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الحسن بن محبوب عن غير واحد من أصحابنا عن أبي جعفر وأبي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في المرتد يستتاب فإن تاب وإلا قتل</w:t>
      </w:r>
      <w:r w:rsidR="00CA4563">
        <w:rPr>
          <w:rtl/>
        </w:rPr>
        <w:t>،</w:t>
      </w:r>
      <w:r w:rsidRPr="00573E19">
        <w:rPr>
          <w:rtl/>
        </w:rPr>
        <w:t xml:space="preserve"> والمرأة إذا ارتدت استتيبت</w:t>
      </w:r>
      <w:r w:rsidR="009C2257">
        <w:rPr>
          <w:rtl/>
        </w:rPr>
        <w:t xml:space="preserve"> </w:t>
      </w:r>
      <w:r w:rsidRPr="00573E19">
        <w:rPr>
          <w:rtl/>
        </w:rPr>
        <w:t>فان تابت ورجعت وإلا خلدت السجن وضيق عليها في حبسها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حديد عن جميل بن دراج وغيره عن أحدهما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في رجل رجع عن الاسلام قال</w:t>
      </w:r>
      <w:r w:rsidR="00CA4563">
        <w:rPr>
          <w:rtl/>
        </w:rPr>
        <w:t>:</w:t>
      </w:r>
      <w:r w:rsidRPr="00573E19">
        <w:rPr>
          <w:rtl/>
        </w:rPr>
        <w:t xml:space="preserve"> يستتاب فان تاب وإلا قتل</w:t>
      </w:r>
      <w:r w:rsidR="00CA4563">
        <w:rPr>
          <w:rtl/>
        </w:rPr>
        <w:t>،</w:t>
      </w:r>
      <w:r w:rsidRPr="00573E19">
        <w:rPr>
          <w:rtl/>
        </w:rPr>
        <w:t xml:space="preserve"> قيل</w:t>
      </w:r>
      <w:r w:rsidR="009C2257">
        <w:rPr>
          <w:rtl/>
        </w:rPr>
        <w:t xml:space="preserve"> </w:t>
      </w:r>
      <w:r w:rsidRPr="00573E19">
        <w:rPr>
          <w:rtl/>
        </w:rPr>
        <w:t>لجميل فما تقول إن تاب ثم رجع عن الاسلام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يستتاب</w:t>
      </w:r>
      <w:r w:rsidR="00CA4563">
        <w:rPr>
          <w:rtl/>
        </w:rPr>
        <w:t>،</w:t>
      </w:r>
      <w:r w:rsidRPr="00573E19">
        <w:rPr>
          <w:rtl/>
        </w:rPr>
        <w:t xml:space="preserve"> فقيل فما تقول</w:t>
      </w:r>
      <w:r w:rsidR="00CA4563">
        <w:rPr>
          <w:rtl/>
        </w:rPr>
        <w:t>:</w:t>
      </w:r>
      <w:r w:rsidRPr="00573E19">
        <w:rPr>
          <w:rtl/>
        </w:rPr>
        <w:t xml:space="preserve"> إن</w:t>
      </w:r>
      <w:r w:rsidR="009C2257">
        <w:rPr>
          <w:rtl/>
        </w:rPr>
        <w:t xml:space="preserve"> </w:t>
      </w:r>
      <w:r w:rsidRPr="00573E19">
        <w:rPr>
          <w:rtl/>
        </w:rPr>
        <w:t>تاب ثم رجع ثم تاب ثم رجع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لم اسمع في هذا شيئا ولكن عندي بمنزلة الزاني</w:t>
      </w:r>
      <w:r w:rsidR="009C2257">
        <w:rPr>
          <w:rtl/>
        </w:rPr>
        <w:t xml:space="preserve"> </w:t>
      </w:r>
      <w:r w:rsidRPr="00573E19">
        <w:rPr>
          <w:rtl/>
        </w:rPr>
        <w:t>الذي يقام عليه الحد مرتين ثم يقتل بعد ذلك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957</w:t>
      </w:r>
      <w:r>
        <w:rPr>
          <w:rtl/>
        </w:rPr>
        <w:t xml:space="preserve"> - </w:t>
      </w:r>
      <w:r w:rsidRPr="00E928EB">
        <w:rPr>
          <w:rtl/>
        </w:rPr>
        <w:t>958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</w:t>
      </w:r>
      <w:r>
        <w:rPr>
          <w:rtl/>
        </w:rPr>
        <w:t>3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 xml:space="preserve">10 الفقيه ص </w:t>
      </w:r>
      <w:r>
        <w:rPr>
          <w:rtl/>
        </w:rPr>
        <w:t>2</w:t>
      </w:r>
      <w:r w:rsidRPr="00E928EB">
        <w:rPr>
          <w:rtl/>
        </w:rPr>
        <w:t>67.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959</w:t>
      </w:r>
      <w:r>
        <w:rPr>
          <w:rtl/>
        </w:rPr>
        <w:t xml:space="preserve"> - </w:t>
      </w:r>
      <w:r w:rsidRPr="00573E19">
        <w:rPr>
          <w:rtl/>
        </w:rPr>
        <w:t>960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سهل بن زياد عن محمد بن الحسن بن شمون عن عبد الله بن عبد الرحمن عن مسمع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عبد الملك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المرتد</w:t>
      </w:r>
      <w:r w:rsidR="009C2257">
        <w:rPr>
          <w:rtl/>
        </w:rPr>
        <w:t xml:space="preserve"> </w:t>
      </w:r>
      <w:r w:rsidRPr="00573E19">
        <w:rPr>
          <w:rtl/>
        </w:rPr>
        <w:t>تعزل عنه امرأته ولا تؤكل ذبيحته ويستتاب ثلاثة أيام فان تاب وإلا قتل يوم</w:t>
      </w:r>
      <w:r w:rsidR="009C2257">
        <w:rPr>
          <w:rtl/>
        </w:rPr>
        <w:t xml:space="preserve"> </w:t>
      </w:r>
      <w:r w:rsidRPr="00573E19">
        <w:rPr>
          <w:rtl/>
        </w:rPr>
        <w:t>الرابع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بن أبي عمير عن هشام بن سالم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أتى قوم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فقالوا السلام عليك يا ربنا فاستتابهم</w:t>
      </w:r>
      <w:r w:rsidR="009C2257">
        <w:rPr>
          <w:rtl/>
        </w:rPr>
        <w:t xml:space="preserve"> </w:t>
      </w:r>
      <w:r w:rsidRPr="00573E19">
        <w:rPr>
          <w:rtl/>
        </w:rPr>
        <w:t>فلم يتوبوا فحفر لهم حفيرة وأوقد فيها نارا وحفر حفيرة أخرى إلى جانبها وأفضى</w:t>
      </w:r>
      <w:r w:rsidR="009C2257">
        <w:rPr>
          <w:rtl/>
        </w:rPr>
        <w:t xml:space="preserve"> </w:t>
      </w:r>
      <w:r w:rsidRPr="00573E19">
        <w:rPr>
          <w:rtl/>
        </w:rPr>
        <w:t>بينهما فلما لم يتوبوا ألقاهم في الحفيرة وأوقد لهم في الحفيرة الأخرى حتى ماتوا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فهذه الأخبار لا تنافي الاخبار الأولة لان الأولة متناولة لمن ولد على فطرة الاسلام</w:t>
      </w:r>
      <w:r w:rsidR="009C2257">
        <w:rPr>
          <w:rtl/>
        </w:rPr>
        <w:t xml:space="preserve"> </w:t>
      </w:r>
      <w:r w:rsidRPr="00573E19">
        <w:rPr>
          <w:rtl/>
        </w:rPr>
        <w:t>ثم ارتد فإنه لا يقبل توبته ويقتل على كل حال</w:t>
      </w:r>
      <w:r w:rsidR="00CA4563">
        <w:rPr>
          <w:rtl/>
        </w:rPr>
        <w:t>،</w:t>
      </w:r>
      <w:r w:rsidRPr="00573E19">
        <w:rPr>
          <w:rtl/>
        </w:rPr>
        <w:t xml:space="preserve"> والاخبار الأخيرة متناولة لمن كان</w:t>
      </w:r>
      <w:r w:rsidR="009C2257">
        <w:rPr>
          <w:rtl/>
        </w:rPr>
        <w:t xml:space="preserve"> </w:t>
      </w:r>
      <w:r w:rsidRPr="00573E19">
        <w:rPr>
          <w:rtl/>
        </w:rPr>
        <w:t>كافرا فأسلم ثم أرتد بعد ذلك فإنه يستتاب فان تاب فيما بينه وبين ثلاثة أيام وإلا قتل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فصل ما ذكرناه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رواية عمار الساباطي التي قدمناها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ويؤكد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محمد بن يحيى عن العمركي بن علي النيشابوري عن علي بن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أخيه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مسلم ارتد قال</w:t>
      </w:r>
      <w:r w:rsidR="00CA4563">
        <w:rPr>
          <w:rtl/>
        </w:rPr>
        <w:t>:</w:t>
      </w:r>
      <w:r w:rsidRPr="00573E19">
        <w:rPr>
          <w:rtl/>
        </w:rPr>
        <w:t xml:space="preserve"> يقتل ولا يستتاب</w:t>
      </w:r>
      <w:r w:rsidR="009C2257">
        <w:rPr>
          <w:rtl/>
        </w:rPr>
        <w:t xml:space="preserve"> </w:t>
      </w:r>
      <w:r w:rsidRPr="00573E19">
        <w:rPr>
          <w:rtl/>
        </w:rPr>
        <w:t>قلت فنصراني أسلم ثم ارتد عن الاسلام قال</w:t>
      </w:r>
      <w:r w:rsidR="00CA4563">
        <w:rPr>
          <w:rtl/>
        </w:rPr>
        <w:t>:</w:t>
      </w:r>
      <w:r w:rsidRPr="00573E19">
        <w:rPr>
          <w:rtl/>
        </w:rPr>
        <w:t xml:space="preserve"> يستتاب فان رجع وإلا قتل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قال قرأت بخط رجل إلى أبي الحسن الرضا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رجل ولد على الاسلام ثم كفر واشرك وخرج عن الاسلام هل يستتاب أو يقتل</w:t>
      </w:r>
      <w:r w:rsidR="009C2257">
        <w:rPr>
          <w:rtl/>
        </w:rPr>
        <w:t xml:space="preserve"> </w:t>
      </w:r>
      <w:r w:rsidRPr="00573E19">
        <w:rPr>
          <w:rtl/>
        </w:rPr>
        <w:t>ولا يستتاب</w:t>
      </w:r>
      <w:r>
        <w:rPr>
          <w:rtl/>
        </w:rPr>
        <w:t>؟</w:t>
      </w:r>
      <w:r w:rsidRPr="00573E19">
        <w:rPr>
          <w:rtl/>
        </w:rPr>
        <w:t xml:space="preserve"> فكتب</w:t>
      </w:r>
      <w:r w:rsidR="00CA4563">
        <w:rPr>
          <w:rtl/>
        </w:rPr>
        <w:t>:</w:t>
      </w:r>
      <w:r w:rsidRPr="00573E19">
        <w:rPr>
          <w:rtl/>
        </w:rPr>
        <w:t xml:space="preserve"> يقتل فأما المرأة إذا ارتدت فإنها لا تقتل على كل حال بل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961</w:t>
      </w:r>
      <w:r>
        <w:rPr>
          <w:rtl/>
        </w:rPr>
        <w:t xml:space="preserve"> - </w:t>
      </w:r>
      <w:r w:rsidRPr="00E928EB">
        <w:rPr>
          <w:rtl/>
        </w:rPr>
        <w:t>96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</w:t>
      </w:r>
      <w:r>
        <w:rPr>
          <w:rtl/>
        </w:rPr>
        <w:t>3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11 واخرج الأول الصدوق</w:t>
      </w:r>
      <w:r w:rsidR="009C2257">
        <w:rPr>
          <w:rtl/>
        </w:rPr>
        <w:t xml:space="preserve"> </w:t>
      </w:r>
      <w:r w:rsidRPr="00E928EB">
        <w:rPr>
          <w:rtl/>
        </w:rPr>
        <w:t xml:space="preserve">في الفقيه ص </w:t>
      </w:r>
      <w:r>
        <w:rPr>
          <w:rtl/>
        </w:rPr>
        <w:t>2</w:t>
      </w:r>
      <w:r w:rsidRPr="00E928EB">
        <w:rPr>
          <w:rtl/>
        </w:rPr>
        <w:t>66 بتفاوت في السند.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96</w:t>
      </w:r>
      <w:r>
        <w:rPr>
          <w:rtl/>
        </w:rPr>
        <w:t xml:space="preserve">3 - </w:t>
      </w:r>
      <w:r w:rsidRPr="00573E19">
        <w:rPr>
          <w:rtl/>
        </w:rPr>
        <w:t>964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</w:t>
      </w:r>
      <w:r>
        <w:rPr>
          <w:rtl/>
        </w:rPr>
        <w:t>3</w:t>
      </w:r>
      <w:r w:rsidRPr="00573E19">
        <w:rPr>
          <w:rtl/>
        </w:rPr>
        <w:t xml:space="preserve">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تخلد السجن إن لم ترجع إلى الاسلام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وقد تضمن ذلك رواية الحسن بن محبوب عن غير واحد عن أبي جعفر وأبي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عليهما‌السلام</w:t>
      </w:r>
      <w:r w:rsidR="00CA4563">
        <w:rPr>
          <w:rtl/>
        </w:rPr>
        <w:t>،</w:t>
      </w:r>
      <w:r w:rsidRPr="00573E19">
        <w:rPr>
          <w:rtl/>
        </w:rPr>
        <w:t xml:space="preserve"> ويزيد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محمد بن علي بن محبوب عن محمد بن الحسين عن محمد بن يحيى الخزاز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غياث بن إبراهيم عن جعفر 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ارتدت</w:t>
      </w:r>
      <w:r w:rsidR="009C2257">
        <w:rPr>
          <w:rtl/>
        </w:rPr>
        <w:t xml:space="preserve"> </w:t>
      </w:r>
      <w:r w:rsidRPr="00573E19">
        <w:rPr>
          <w:rtl/>
        </w:rPr>
        <w:t>المرأة عن الاسلام لم تقتل ولكن تحبس أبدا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حماد بن عيسى عن حريز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لا يخلد في السجن الا ثلاثة الذي يمسك على الموت</w:t>
      </w:r>
      <w:r w:rsidR="00CA4563">
        <w:rPr>
          <w:rtl/>
        </w:rPr>
        <w:t>،</w:t>
      </w:r>
      <w:r w:rsidRPr="00573E19">
        <w:rPr>
          <w:rtl/>
        </w:rPr>
        <w:t xml:space="preserve"> والمرأة ترتد عن الاسلام</w:t>
      </w:r>
      <w:r w:rsidR="009C2257">
        <w:rPr>
          <w:rtl/>
        </w:rPr>
        <w:t xml:space="preserve"> </w:t>
      </w:r>
      <w:r w:rsidRPr="00573E19">
        <w:rPr>
          <w:rtl/>
        </w:rPr>
        <w:t>والسارق بعد قطع اليد والرجل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 xml:space="preserve">عنه عن الحسن بن محبوب عن عباد بن صهيب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المرتد يستتاب فإن تاب وإلا قتل قال</w:t>
      </w:r>
      <w:r w:rsidR="00CA4563">
        <w:rPr>
          <w:rtl/>
        </w:rPr>
        <w:t>:</w:t>
      </w:r>
      <w:r w:rsidRPr="00573E19">
        <w:rPr>
          <w:rtl/>
        </w:rPr>
        <w:t xml:space="preserve"> والمرأة تستتاب فان تابت وإلا حبست</w:t>
      </w:r>
      <w:r w:rsidR="009C2257">
        <w:rPr>
          <w:rtl/>
        </w:rPr>
        <w:t xml:space="preserve"> </w:t>
      </w:r>
      <w:r w:rsidRPr="00573E19">
        <w:rPr>
          <w:rtl/>
        </w:rPr>
        <w:t>في السجن وأضر بها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3 - </w:t>
      </w:r>
      <w:r w:rsidRPr="00573E19">
        <w:rPr>
          <w:rtl/>
        </w:rPr>
        <w:t>فأما ما رواه الحسين بن سعيد عن النضر بن سويد عن عاصم بن حميد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قيس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وليدة كانت نصرانية فأسلمت وولدت لسيدها ثم إن سيدها مات فأوصى بها</w:t>
      </w:r>
      <w:r w:rsidR="009C2257">
        <w:rPr>
          <w:rtl/>
        </w:rPr>
        <w:t xml:space="preserve"> </w:t>
      </w:r>
      <w:r w:rsidRPr="00573E19">
        <w:rPr>
          <w:rtl/>
        </w:rPr>
        <w:t>عتاقة السرية على عهد عمر فنكحت نصرانيا ديرانيا وتنصرت فولدت ولدين وحبلت</w:t>
      </w:r>
      <w:r w:rsidR="009C2257">
        <w:rPr>
          <w:rtl/>
        </w:rPr>
        <w:t xml:space="preserve"> </w:t>
      </w:r>
      <w:r w:rsidRPr="00573E19">
        <w:rPr>
          <w:rtl/>
        </w:rPr>
        <w:t>بالثالث قال</w:t>
      </w:r>
      <w:r w:rsidR="00CA4563">
        <w:rPr>
          <w:rtl/>
        </w:rPr>
        <w:t>:</w:t>
      </w:r>
      <w:r w:rsidRPr="00573E19">
        <w:rPr>
          <w:rtl/>
        </w:rPr>
        <w:t xml:space="preserve"> فقضى ان يعرض عليها الاسلام فعرض عليها فأبت فقال ما ولدت</w:t>
      </w:r>
      <w:r w:rsidR="009C2257">
        <w:rPr>
          <w:rtl/>
        </w:rPr>
        <w:t xml:space="preserve"> </w:t>
      </w:r>
      <w:r w:rsidRPr="00573E19">
        <w:rPr>
          <w:rtl/>
        </w:rPr>
        <w:t>من ولد نصراني فهم عبيد لأخيهم الذي ولدت لسيدها الأول وأنا احبسها حتى تضع</w:t>
      </w:r>
      <w:r w:rsidR="009C2257">
        <w:rPr>
          <w:rtl/>
        </w:rPr>
        <w:t xml:space="preserve"> </w:t>
      </w:r>
      <w:r w:rsidRPr="00573E19">
        <w:rPr>
          <w:rtl/>
        </w:rPr>
        <w:t>ولدها الذي في بطنها فإذا ولدت قتلتها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965</w:t>
      </w:r>
      <w:r>
        <w:rPr>
          <w:rtl/>
        </w:rPr>
        <w:t xml:space="preserve"> - </w:t>
      </w:r>
      <w:r w:rsidRPr="00E928EB">
        <w:rPr>
          <w:rtl/>
        </w:rPr>
        <w:t>966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485 واخرج الأول الصدوق في الفقيه ص </w:t>
      </w:r>
      <w:r>
        <w:rPr>
          <w:rtl/>
        </w:rPr>
        <w:t>2</w:t>
      </w:r>
      <w:r w:rsidRPr="00E928EB">
        <w:rPr>
          <w:rtl/>
        </w:rPr>
        <w:t>66</w:t>
      </w:r>
    </w:p>
    <w:p w:rsidR="00FE5331" w:rsidRPr="00E928EB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967</w:t>
      </w:r>
      <w:r>
        <w:rPr>
          <w:rtl/>
        </w:rPr>
        <w:t xml:space="preserve"> - </w:t>
      </w:r>
      <w:r w:rsidRPr="00E928EB">
        <w:rPr>
          <w:rtl/>
        </w:rPr>
        <w:t>968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485 واخرج الأول الصدوق في الفقيه ص </w:t>
      </w:r>
      <w:r>
        <w:rPr>
          <w:rtl/>
        </w:rPr>
        <w:t>2</w:t>
      </w:r>
      <w:r w:rsidRPr="00E928EB">
        <w:rPr>
          <w:rtl/>
        </w:rPr>
        <w:t>66 بتفاوت</w:t>
      </w:r>
      <w:r w:rsidR="009C2257">
        <w:rPr>
          <w:rtl/>
        </w:rPr>
        <w:t xml:space="preserve"> </w:t>
      </w:r>
      <w:r w:rsidRPr="00E928EB">
        <w:rPr>
          <w:rtl/>
        </w:rPr>
        <w:t>في السند والمتن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فلا ينافي الاخبار الأولة لان هذا الخبر إنما وجب فيه قتلها لأنها ارتدت عن الاسلام</w:t>
      </w:r>
      <w:r w:rsidR="009C2257">
        <w:rPr>
          <w:rtl/>
        </w:rPr>
        <w:t xml:space="preserve"> </w:t>
      </w:r>
      <w:r w:rsidRPr="00573E19">
        <w:rPr>
          <w:rtl/>
        </w:rPr>
        <w:t>وتزوجت كافرا فلأجل ذلك وجب عليها القتل</w:t>
      </w:r>
      <w:r w:rsidR="00CA4563">
        <w:rPr>
          <w:rtl/>
        </w:rPr>
        <w:t>،</w:t>
      </w:r>
      <w:r w:rsidRPr="00573E19">
        <w:rPr>
          <w:rtl/>
        </w:rPr>
        <w:t xml:space="preserve"> ولو لم يكن تزوجت كان حكمها</w:t>
      </w:r>
      <w:r w:rsidR="009C2257">
        <w:rPr>
          <w:rtl/>
        </w:rPr>
        <w:t xml:space="preserve"> </w:t>
      </w:r>
      <w:r w:rsidRPr="00573E19">
        <w:rPr>
          <w:rtl/>
        </w:rPr>
        <w:t>أن تخلد في الحبس حسب ما تضمنته الروايات الأولة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32" w:name="_Toc374810549"/>
      <w:bookmarkStart w:id="333" w:name="_Toc376954924"/>
      <w:r w:rsidRPr="00573E19">
        <w:rPr>
          <w:rtl/>
        </w:rPr>
        <w:t>150</w:t>
      </w:r>
      <w:r>
        <w:rPr>
          <w:rtl/>
        </w:rPr>
        <w:t xml:space="preserve"> - </w:t>
      </w:r>
      <w:r w:rsidRPr="00573E19">
        <w:rPr>
          <w:rtl/>
        </w:rPr>
        <w:t>باب حكم المحارب</w:t>
      </w:r>
      <w:bookmarkEnd w:id="332"/>
      <w:bookmarkEnd w:id="33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969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أحمد بن محمد عن جعفر بن محمد بن عبيد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سليمان الديلمي عن عبيد الله المدايني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قلت له جعلت فداك أخبرني</w:t>
      </w:r>
      <w:r w:rsidR="00CA4563">
        <w:rPr>
          <w:rtl/>
        </w:rPr>
        <w:t>:</w:t>
      </w:r>
      <w:r w:rsidRPr="00573E19">
        <w:rPr>
          <w:rtl/>
        </w:rPr>
        <w:t xml:space="preserve"> عن قول الله تعالى 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إِنَّمَا جَزَاءُ الَّذِينَ يُحَارِ‌بُونَ اللَّـهَ وَرَ‌سُولَهُ وَيَسْعَوْنَ فِي الْأَرْ‌ضِ فَسَادًا أَن يُقَتَّلُوا أَوْ يُصَلَّبُوا أَوْ تُقَطَّعَ أَيْدِيهِمْ وَأَرْ‌جُلُهُم مِّنْ خِلَافٍ أَوْ يُنفَوْا مِنَ الْأَرْ‌ضِ</w:t>
      </w:r>
      <w:r w:rsidR="00030DAC" w:rsidRPr="00FE5331">
        <w:rPr>
          <w:rStyle w:val="libAlaemChar"/>
          <w:rtl/>
        </w:rPr>
        <w:t>)</w:t>
      </w:r>
      <w:r w:rsidR="00030DAC">
        <w:rPr>
          <w:rtl/>
        </w:rPr>
        <w:t xml:space="preserve"> 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فعقد بيده ثم قال</w:t>
      </w:r>
      <w:r w:rsidR="00CA4563">
        <w:rPr>
          <w:rtl/>
        </w:rPr>
        <w:t>:</w:t>
      </w:r>
      <w:r w:rsidRPr="00573E19">
        <w:rPr>
          <w:rtl/>
        </w:rPr>
        <w:t xml:space="preserve"> يا أبا عبد الله خذها</w:t>
      </w:r>
      <w:r w:rsidR="009C2257">
        <w:rPr>
          <w:rtl/>
        </w:rPr>
        <w:t xml:space="preserve"> </w:t>
      </w:r>
      <w:r w:rsidRPr="00573E19">
        <w:rPr>
          <w:rtl/>
        </w:rPr>
        <w:t>أربعا بأربع ثم قال</w:t>
      </w:r>
      <w:r w:rsidR="00CA4563">
        <w:rPr>
          <w:rtl/>
        </w:rPr>
        <w:t>:</w:t>
      </w:r>
      <w:r w:rsidRPr="00573E19">
        <w:rPr>
          <w:rtl/>
        </w:rPr>
        <w:t xml:space="preserve"> إذا حارب الله ورسوله وسعى في الأرض فسادا فقتل قتل</w:t>
      </w:r>
      <w:r w:rsidR="00CA4563">
        <w:rPr>
          <w:rtl/>
        </w:rPr>
        <w:t>،</w:t>
      </w:r>
      <w:r w:rsidRPr="00573E19">
        <w:rPr>
          <w:rtl/>
        </w:rPr>
        <w:t xml:space="preserve"> وإن</w:t>
      </w:r>
      <w:r w:rsidR="009C2257">
        <w:rPr>
          <w:rtl/>
        </w:rPr>
        <w:t xml:space="preserve"> </w:t>
      </w:r>
      <w:r w:rsidRPr="00573E19">
        <w:rPr>
          <w:rtl/>
        </w:rPr>
        <w:t>قتل وأخذ المال قتل وصلب</w:t>
      </w:r>
      <w:r w:rsidR="00CA4563">
        <w:rPr>
          <w:rtl/>
        </w:rPr>
        <w:t>،</w:t>
      </w:r>
      <w:r w:rsidRPr="00573E19">
        <w:rPr>
          <w:rtl/>
        </w:rPr>
        <w:t xml:space="preserve"> وإن أخذ المال ولم يقتل قطعت يده ورجله من خلاف</w:t>
      </w:r>
      <w:r w:rsidR="009C2257">
        <w:rPr>
          <w:rtl/>
        </w:rPr>
        <w:t xml:space="preserve"> </w:t>
      </w:r>
      <w:r w:rsidRPr="00573E19">
        <w:rPr>
          <w:rtl/>
        </w:rPr>
        <w:t>فان حارب الله ورسوله وسعى في الأرض فسادا ولم يقتل ولم يأخذ المال نفي من الأرض</w:t>
      </w:r>
      <w:r w:rsidR="009C2257">
        <w:rPr>
          <w:rtl/>
        </w:rPr>
        <w:t xml:space="preserve"> </w:t>
      </w:r>
      <w:r w:rsidRPr="00573E19">
        <w:rPr>
          <w:rtl/>
        </w:rPr>
        <w:t>قال قلت</w:t>
      </w:r>
      <w:r w:rsidR="00CA4563">
        <w:rPr>
          <w:rtl/>
        </w:rPr>
        <w:t>:</w:t>
      </w:r>
      <w:r w:rsidRPr="00573E19">
        <w:rPr>
          <w:rtl/>
        </w:rPr>
        <w:t xml:space="preserve"> وما حد نفيه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سنة ينفى من الأرض التي يفعل فيها إلى غيرها ثم</w:t>
      </w:r>
      <w:r w:rsidR="009C2257">
        <w:rPr>
          <w:rtl/>
        </w:rPr>
        <w:t xml:space="preserve"> </w:t>
      </w:r>
      <w:r w:rsidRPr="00573E19">
        <w:rPr>
          <w:rtl/>
        </w:rPr>
        <w:t>يكتب إلى ذلك المصر بأنه منفي فلا تؤاكلوه ولا تشاربوه ولا تناكحوه حتى يخرج</w:t>
      </w:r>
      <w:r w:rsidR="009C2257">
        <w:rPr>
          <w:rtl/>
        </w:rPr>
        <w:t xml:space="preserve"> </w:t>
      </w:r>
      <w:r w:rsidRPr="00573E19">
        <w:rPr>
          <w:rtl/>
        </w:rPr>
        <w:t>إلى غيره</w:t>
      </w:r>
      <w:r w:rsidR="00CA4563">
        <w:rPr>
          <w:rtl/>
        </w:rPr>
        <w:t>:</w:t>
      </w:r>
      <w:r w:rsidRPr="00573E19">
        <w:rPr>
          <w:rtl/>
        </w:rPr>
        <w:t xml:space="preserve"> فيكتب إليهم أيضا بمثل ذلك فلا يزال هذه حاله سنة فإذا فعل به ذلك</w:t>
      </w:r>
      <w:r w:rsidR="009C2257">
        <w:rPr>
          <w:rtl/>
        </w:rPr>
        <w:t xml:space="preserve"> </w:t>
      </w:r>
      <w:r w:rsidRPr="00573E19">
        <w:rPr>
          <w:rtl/>
        </w:rPr>
        <w:t>تاب وهو صاغر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970</w:t>
      </w:r>
    </w:p>
    <w:p w:rsidR="00FE5331" w:rsidRPr="00573E19" w:rsidRDefault="00FE5331" w:rsidP="00030DAC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علي بن إبراهيم عن أبيه عن بن أبي عمير عن جميل بن دراج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قول الله تعالى 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إِنَّمَا جَزَاءُ الَّذِينَ يُحَارِ‌بُونَ اللَّـهَ وَرَ‌سُولَهُ وَيَسْعَوْنَ فِي الْأَرْ‌ضِ فَسَادًا أَن يُقَتَّلُوا أَوْ يُصَلَّبُوا</w:t>
      </w:r>
      <w:r w:rsidR="00030DAC" w:rsidRPr="00FE5331">
        <w:rPr>
          <w:rStyle w:val="libAlaemChar"/>
          <w:rtl/>
        </w:rPr>
        <w:t>)</w:t>
      </w:r>
      <w:r w:rsidRPr="00573E19">
        <w:rPr>
          <w:rtl/>
        </w:rPr>
        <w:t xml:space="preserve"> إلى آخر الآية</w:t>
      </w:r>
      <w:r w:rsidR="00CA4563">
        <w:rPr>
          <w:rtl/>
        </w:rPr>
        <w:t>،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أي شئ عليهم من هذه الحدود التي سمى الله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ذلك إلى الامام إن شاء قطع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969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481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07 بتفاوت في السند والمتن.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</w:t>
      </w:r>
      <w:r>
        <w:rPr>
          <w:rtl/>
        </w:rPr>
        <w:t>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وإن شاء صلب وإن شاء نفى وإن شاء قتل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النفي إلى أين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ينفى من</w:t>
      </w:r>
      <w:r w:rsidR="009C2257">
        <w:rPr>
          <w:rtl/>
        </w:rPr>
        <w:t xml:space="preserve"> </w:t>
      </w:r>
      <w:r w:rsidRPr="00573E19">
        <w:rPr>
          <w:rtl/>
        </w:rPr>
        <w:t>مصر إلى مصر آخر وقال</w:t>
      </w:r>
      <w:r w:rsidR="00CA4563">
        <w:rPr>
          <w:rtl/>
        </w:rPr>
        <w:t>:</w:t>
      </w:r>
      <w:r w:rsidRPr="00573E19">
        <w:rPr>
          <w:rtl/>
        </w:rPr>
        <w:t xml:space="preserve"> إن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نفى رجلين من الكوفة إلى البصرة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لان في العامة</w:t>
      </w:r>
      <w:r w:rsidR="009C2257">
        <w:rPr>
          <w:rtl/>
        </w:rPr>
        <w:t xml:space="preserve"> </w:t>
      </w:r>
      <w:r w:rsidRPr="00573E19">
        <w:rPr>
          <w:rtl/>
        </w:rPr>
        <w:t>من يقول</w:t>
      </w:r>
      <w:r w:rsidR="00CA4563">
        <w:rPr>
          <w:rtl/>
        </w:rPr>
        <w:t>:</w:t>
      </w:r>
      <w:r w:rsidRPr="00573E19">
        <w:rPr>
          <w:rtl/>
        </w:rPr>
        <w:t xml:space="preserve"> إن الامام مخير بين هذه الحدود ولا ينزلها</w:t>
      </w:r>
      <w:r w:rsidR="00CA4563">
        <w:rPr>
          <w:rtl/>
        </w:rPr>
        <w:t>،</w:t>
      </w:r>
      <w:r w:rsidRPr="00573E19">
        <w:rPr>
          <w:rtl/>
        </w:rPr>
        <w:t xml:space="preserve"> على ما تضمنته الرواية الأولى</w:t>
      </w:r>
      <w:r w:rsidR="009C2257">
        <w:rPr>
          <w:rtl/>
        </w:rPr>
        <w:t xml:space="preserve"> </w:t>
      </w:r>
      <w:r w:rsidRPr="00573E19">
        <w:rPr>
          <w:rtl/>
        </w:rPr>
        <w:t>والاخبار التي ذكرناها في كتابنا الكبير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محمد بن يعقوب عن علي بن محمد عن علي بن الحسن الميثمي عن علي</w:t>
      </w:r>
      <w:r w:rsidR="009C2257">
        <w:rPr>
          <w:rtl/>
        </w:rPr>
        <w:t xml:space="preserve"> </w:t>
      </w:r>
      <w:r w:rsidRPr="00573E19">
        <w:rPr>
          <w:rtl/>
        </w:rPr>
        <w:t>ابن أسباط عن داود بن أبي يزيد عن أبي عبيدة بن بشير الخثعمي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قاطع الطريق وقلت</w:t>
      </w:r>
      <w:r w:rsidR="00CA4563">
        <w:rPr>
          <w:rtl/>
        </w:rPr>
        <w:t>:</w:t>
      </w:r>
      <w:r w:rsidRPr="00573E19">
        <w:rPr>
          <w:rtl/>
        </w:rPr>
        <w:t xml:space="preserve"> إن الناس يقولون الامام فيه مخير أي</w:t>
      </w:r>
      <w:r w:rsidR="009C2257">
        <w:rPr>
          <w:rtl/>
        </w:rPr>
        <w:t xml:space="preserve"> </w:t>
      </w:r>
      <w:r w:rsidRPr="00573E19">
        <w:rPr>
          <w:rtl/>
        </w:rPr>
        <w:t>شئ شاء صنع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ليس أي شئ شاء صنع ولكن يصنع بهم على قدر جناياتهم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من قطع الطريق فقتل واخذ المال قطعت يده ورجله وصلب</w:t>
      </w:r>
      <w:r w:rsidR="00CA4563">
        <w:rPr>
          <w:rtl/>
        </w:rPr>
        <w:t>،</w:t>
      </w:r>
      <w:r w:rsidRPr="00573E19">
        <w:rPr>
          <w:rtl/>
        </w:rPr>
        <w:t xml:space="preserve"> ومن قطع</w:t>
      </w:r>
      <w:r w:rsidR="009C2257">
        <w:rPr>
          <w:rtl/>
        </w:rPr>
        <w:t xml:space="preserve"> </w:t>
      </w:r>
      <w:r w:rsidRPr="00573E19">
        <w:rPr>
          <w:rtl/>
        </w:rPr>
        <w:t>الطريق وقتل ولم يأخذ المال قتل</w:t>
      </w:r>
      <w:r w:rsidR="00CA4563">
        <w:rPr>
          <w:rtl/>
        </w:rPr>
        <w:t>،</w:t>
      </w:r>
      <w:r w:rsidRPr="00573E19">
        <w:rPr>
          <w:rtl/>
        </w:rPr>
        <w:t xml:space="preserve"> ومن قطع الطريق ولم يأخذ المال ولم يقتل نفي</w:t>
      </w:r>
      <w:r w:rsidR="009C2257">
        <w:rPr>
          <w:rtl/>
        </w:rPr>
        <w:t xml:space="preserve"> </w:t>
      </w:r>
      <w:r w:rsidRPr="00573E19">
        <w:rPr>
          <w:rtl/>
        </w:rPr>
        <w:t>من الأرض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والوجه الآخر أن نقول إنه مخير إذا حارب وشهر السلاح وضرب وعقر وأخذ</w:t>
      </w:r>
      <w:r w:rsidR="009C2257">
        <w:rPr>
          <w:rtl/>
        </w:rPr>
        <w:t xml:space="preserve"> </w:t>
      </w:r>
      <w:r w:rsidRPr="00573E19">
        <w:rPr>
          <w:rtl/>
        </w:rPr>
        <w:t>المال وإن لم يقتل فإنه يكون أمره إلى الامام</w:t>
      </w:r>
      <w:r w:rsidR="00CA4563">
        <w:rPr>
          <w:rtl/>
        </w:rPr>
        <w:t>،</w:t>
      </w:r>
      <w:r w:rsidRPr="00573E19">
        <w:rPr>
          <w:rtl/>
        </w:rPr>
        <w:t xml:space="preserve"> يدل على هذا التفصيل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ابن محبوب عن أبي أيوب عن محمد بن مسلم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من شهر السلاح في مصر من الأمصار فعقر اقتص منه ونفي من تلك</w:t>
      </w:r>
      <w:r w:rsidR="009C2257">
        <w:rPr>
          <w:rtl/>
        </w:rPr>
        <w:t xml:space="preserve"> </w:t>
      </w:r>
      <w:r w:rsidRPr="00573E19">
        <w:rPr>
          <w:rtl/>
        </w:rPr>
        <w:t>المدينة</w:t>
      </w:r>
      <w:r w:rsidR="00CA4563">
        <w:rPr>
          <w:rtl/>
        </w:rPr>
        <w:t>،</w:t>
      </w:r>
      <w:r w:rsidRPr="00573E19">
        <w:rPr>
          <w:rtl/>
        </w:rPr>
        <w:t xml:space="preserve"> ومن شهر السلاح في غير الأمصار وضرب وعقر وأخذ المال ولم يقتل فهو محارب</w:t>
      </w:r>
      <w:r w:rsidR="009C2257">
        <w:rPr>
          <w:rtl/>
        </w:rPr>
        <w:t xml:space="preserve"> </w:t>
      </w:r>
      <w:r w:rsidRPr="00573E19">
        <w:rPr>
          <w:rtl/>
        </w:rPr>
        <w:t>وجزاؤه جزاء المحارب وأمره إلى الامام إن شاء قتله وإن شاء صلبه وإن شاء قطع</w:t>
      </w:r>
      <w:r w:rsidR="009C2257">
        <w:rPr>
          <w:rtl/>
        </w:rPr>
        <w:t xml:space="preserve"> </w:t>
      </w:r>
      <w:r w:rsidRPr="00573E19">
        <w:rPr>
          <w:rtl/>
        </w:rPr>
        <w:t>يده ورجله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ضرب وقتل وأخذ المال فعلى الامام ان يقطع يده اليمنى بالسرقة</w:t>
      </w:r>
      <w:r w:rsidR="009C2257">
        <w:rPr>
          <w:rtl/>
        </w:rPr>
        <w:t xml:space="preserve"> </w:t>
      </w:r>
      <w:r w:rsidRPr="00573E19">
        <w:rPr>
          <w:rtl/>
        </w:rPr>
        <w:t>ثم يدفعه إلى أولياء المقتول فيتبعونه بالمال ثم يقتلونه</w:t>
      </w:r>
      <w:r w:rsidR="00CA4563">
        <w:rPr>
          <w:rtl/>
        </w:rPr>
        <w:t>،</w:t>
      </w:r>
      <w:r w:rsidRPr="00573E19">
        <w:rPr>
          <w:rtl/>
        </w:rPr>
        <w:t xml:space="preserve"> قال فقال له أبو عبيدة</w:t>
      </w:r>
      <w:r w:rsidR="00CA4563">
        <w:rPr>
          <w:rtl/>
        </w:rPr>
        <w:t>:</w:t>
      </w:r>
      <w:r w:rsidRPr="00573E19">
        <w:rPr>
          <w:rtl/>
        </w:rPr>
        <w:t xml:space="preserve"> أصلحك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971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</w:t>
      </w:r>
      <w:r>
        <w:rPr>
          <w:rtl/>
        </w:rPr>
        <w:t>2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07.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97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07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الله أرأيت ان عفى عنه أولياء المقتول</w:t>
      </w:r>
      <w:r>
        <w:rPr>
          <w:rtl/>
        </w:rPr>
        <w:t>؟</w:t>
      </w:r>
      <w:r w:rsidRPr="00573E19">
        <w:rPr>
          <w:rtl/>
        </w:rPr>
        <w:t xml:space="preserve"> قال فقال 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إن عفوا</w:t>
      </w:r>
      <w:r w:rsidR="009C2257">
        <w:rPr>
          <w:rtl/>
        </w:rPr>
        <w:t xml:space="preserve"> </w:t>
      </w:r>
      <w:r w:rsidRPr="00573E19">
        <w:rPr>
          <w:rtl/>
        </w:rPr>
        <w:t>عنه فان على الامام أن يقتله لأنه قد حارب الله ورسوله وقتل وسرق قال ثم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له أبو عبيدة أرأيت أن أرادوا أولياء المقتول يأخذوا منه الدية ويدعونه ألهم</w:t>
      </w:r>
      <w:r w:rsidR="009C2257">
        <w:rPr>
          <w:rtl/>
        </w:rPr>
        <w:t xml:space="preserve"> </w:t>
      </w:r>
      <w:r w:rsidRPr="00573E19">
        <w:rPr>
          <w:rtl/>
        </w:rPr>
        <w:t>ذلك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لا عليه القتل</w:t>
      </w:r>
      <w:r>
        <w:rPr>
          <w:rtl/>
        </w:rPr>
        <w:t>.</w:t>
      </w:r>
    </w:p>
    <w:p w:rsidR="00FE5331" w:rsidRPr="00573E19" w:rsidRDefault="00FE5331" w:rsidP="00FE5331">
      <w:pPr>
        <w:pStyle w:val="Heading1Center"/>
        <w:rPr>
          <w:rtl/>
        </w:rPr>
      </w:pPr>
      <w:bookmarkStart w:id="334" w:name="_Toc374810550"/>
      <w:bookmarkStart w:id="335" w:name="_Toc376954925"/>
      <w:r w:rsidRPr="00573E19">
        <w:rPr>
          <w:rtl/>
        </w:rPr>
        <w:t>كتاب الديات</w:t>
      </w:r>
      <w:bookmarkEnd w:id="334"/>
      <w:bookmarkEnd w:id="335"/>
    </w:p>
    <w:p w:rsidR="00FE5331" w:rsidRPr="00573E19" w:rsidRDefault="00FE5331" w:rsidP="00FE5331">
      <w:pPr>
        <w:pStyle w:val="Heading2Center"/>
        <w:rPr>
          <w:rtl/>
        </w:rPr>
      </w:pPr>
      <w:bookmarkStart w:id="336" w:name="_Toc374810551"/>
      <w:bookmarkStart w:id="337" w:name="_Toc376954926"/>
      <w:r w:rsidRPr="00573E19">
        <w:rPr>
          <w:rtl/>
        </w:rPr>
        <w:t>151</w:t>
      </w:r>
      <w:r>
        <w:rPr>
          <w:rtl/>
        </w:rPr>
        <w:t xml:space="preserve"> - </w:t>
      </w:r>
      <w:r w:rsidRPr="00573E19">
        <w:rPr>
          <w:rtl/>
        </w:rPr>
        <w:t>باب مقدار الدية</w:t>
      </w:r>
      <w:bookmarkEnd w:id="336"/>
      <w:bookmarkEnd w:id="33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الحكم عن علي بن أبي حمزة عن أبي بصير قال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دية الخطأ إذا لم يرد الرجل القتل مائة من الإبل أو عشرة</w:t>
      </w:r>
      <w:r w:rsidR="009C2257">
        <w:rPr>
          <w:rtl/>
        </w:rPr>
        <w:t xml:space="preserve"> </w:t>
      </w:r>
      <w:r w:rsidRPr="00573E19">
        <w:rPr>
          <w:rtl/>
        </w:rPr>
        <w:t>آلاف من الورق أو الف من الشاة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الدية المغلظة التي تشبه العمد وليس</w:t>
      </w:r>
      <w:r w:rsidR="009C2257">
        <w:rPr>
          <w:rtl/>
        </w:rPr>
        <w:t xml:space="preserve"> </w:t>
      </w:r>
      <w:r w:rsidRPr="00573E19">
        <w:rPr>
          <w:rtl/>
        </w:rPr>
        <w:t>بعمد أفضل من دية الخطأ بأسنان الإبل ثلاث وثلاثون حقة وثلاث وثلاثون جذعة</w:t>
      </w:r>
      <w:r w:rsidR="009C2257">
        <w:rPr>
          <w:rtl/>
        </w:rPr>
        <w:t xml:space="preserve"> </w:t>
      </w:r>
      <w:r w:rsidRPr="00573E19">
        <w:rPr>
          <w:rtl/>
        </w:rPr>
        <w:t>وأربع وثلاثون ثنية كلها طروقة الفحل</w:t>
      </w:r>
      <w:r w:rsidR="00CA4563">
        <w:rPr>
          <w:rtl/>
        </w:rPr>
        <w:t>،</w:t>
      </w:r>
      <w:r w:rsidRPr="00573E19">
        <w:rPr>
          <w:rtl/>
        </w:rPr>
        <w:t xml:space="preserve"> وسألته عن الدية فقال</w:t>
      </w:r>
      <w:r w:rsidR="00CA4563">
        <w:rPr>
          <w:rtl/>
        </w:rPr>
        <w:t>:</w:t>
      </w:r>
      <w:r w:rsidRPr="00573E19">
        <w:rPr>
          <w:rtl/>
        </w:rPr>
        <w:t xml:space="preserve"> دية المسلم عشرة</w:t>
      </w:r>
      <w:r w:rsidR="009C2257">
        <w:rPr>
          <w:rtl/>
        </w:rPr>
        <w:t xml:space="preserve"> </w:t>
      </w:r>
      <w:r w:rsidRPr="00573E19">
        <w:rPr>
          <w:rtl/>
        </w:rPr>
        <w:t>آلاف من الفضة أو ألف مثقال من الذهب أو الف من الشاة على أسنانها أثلاثا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من الإبل مائة على أسنانها</w:t>
      </w:r>
      <w:r w:rsidR="00CA4563">
        <w:rPr>
          <w:rtl/>
        </w:rPr>
        <w:t>،</w:t>
      </w:r>
      <w:r w:rsidRPr="00573E19">
        <w:rPr>
          <w:rtl/>
        </w:rPr>
        <w:t xml:space="preserve"> ومن البقر مائتان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عن محمد بن عيسى عن يونس عن محمد بن سنان عن العلا بن الفضيل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قتل الخطأ مائة من الإبل أو الف من الغنم</w:t>
      </w:r>
      <w:r w:rsidR="009C2257">
        <w:rPr>
          <w:rtl/>
        </w:rPr>
        <w:t xml:space="preserve"> </w:t>
      </w:r>
      <w:r w:rsidRPr="00573E19">
        <w:rPr>
          <w:rtl/>
        </w:rPr>
        <w:t>أو عشرة آلاف درهم أو ألف دينار فان كانت الإبل خمس وعشرون بنت مخاض</w:t>
      </w:r>
      <w:r w:rsidR="009C2257">
        <w:rPr>
          <w:rtl/>
        </w:rPr>
        <w:t xml:space="preserve"> </w:t>
      </w:r>
      <w:r w:rsidRPr="00573E19">
        <w:rPr>
          <w:rtl/>
        </w:rPr>
        <w:t>وخمس وعشرون بنت لبون وخمس وعشرون حقة وخمس وعشرون جذعة</w:t>
      </w:r>
      <w:r w:rsidR="00CA4563">
        <w:rPr>
          <w:rtl/>
        </w:rPr>
        <w:t>،</w:t>
      </w:r>
      <w:r w:rsidRPr="00573E19">
        <w:rPr>
          <w:rtl/>
        </w:rPr>
        <w:t xml:space="preserve"> والدية</w:t>
      </w:r>
      <w:r w:rsidR="009C2257">
        <w:rPr>
          <w:rtl/>
        </w:rPr>
        <w:t xml:space="preserve"> </w:t>
      </w:r>
      <w:r w:rsidRPr="00573E19">
        <w:rPr>
          <w:rtl/>
        </w:rPr>
        <w:t>المغلظة في الخطاء الذي يشبه العمد الذي يضرب بالحجر أو بالعصا الضربة والضربتين</w:t>
      </w:r>
      <w:r w:rsidR="009C2257">
        <w:rPr>
          <w:rtl/>
        </w:rPr>
        <w:t xml:space="preserve"> </w:t>
      </w:r>
      <w:r w:rsidRPr="00573E19">
        <w:rPr>
          <w:rtl/>
        </w:rPr>
        <w:t>لا يريد قتله فهي اثلاث ثلاث وثلاثون حقة وثلاث وثلاثون جذعة وأربع وثلاثون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97</w:t>
      </w:r>
      <w:r>
        <w:rPr>
          <w:rtl/>
        </w:rPr>
        <w:t xml:space="preserve">3 -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489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18 وفيه عن أبي حمزة.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974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خلفه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كلها طروقة الفحل وإن كان الغنم فألف كبش والعمد هو القود أو رضاء</w:t>
      </w:r>
      <w:r w:rsidR="009C2257">
        <w:rPr>
          <w:rtl/>
        </w:rPr>
        <w:t xml:space="preserve"> </w:t>
      </w:r>
      <w:r w:rsidRPr="00573E19">
        <w:rPr>
          <w:rtl/>
        </w:rPr>
        <w:t>ولى المقتول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الحسن بن محبوب عن عبد الرحمن بن الحجاج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سمعت ابن أبي ليلى يقول</w:t>
      </w:r>
      <w:r w:rsidR="00CA4563">
        <w:rPr>
          <w:rtl/>
        </w:rPr>
        <w:t>:</w:t>
      </w:r>
      <w:r w:rsidRPr="00573E19">
        <w:rPr>
          <w:rtl/>
        </w:rPr>
        <w:t xml:space="preserve"> كانت الدية في الجاهلية مائة من الإبل فأقرها رسول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ثم إنه فرض على أهل البقر مائتي بقرة</w:t>
      </w:r>
      <w:r w:rsidR="00CA4563">
        <w:rPr>
          <w:rtl/>
        </w:rPr>
        <w:t>،</w:t>
      </w:r>
      <w:r w:rsidRPr="00573E19">
        <w:rPr>
          <w:rtl/>
        </w:rPr>
        <w:t xml:space="preserve"> وفرض على أهل الشاة</w:t>
      </w:r>
      <w:r w:rsidR="009C2257">
        <w:rPr>
          <w:rtl/>
        </w:rPr>
        <w:t xml:space="preserve"> </w:t>
      </w:r>
      <w:r w:rsidRPr="00573E19">
        <w:rPr>
          <w:rtl/>
        </w:rPr>
        <w:t>ألف شاة</w:t>
      </w:r>
      <w:r w:rsidR="00CA4563">
        <w:rPr>
          <w:rtl/>
        </w:rPr>
        <w:t>،</w:t>
      </w:r>
      <w:r w:rsidRPr="00573E19">
        <w:rPr>
          <w:rtl/>
        </w:rPr>
        <w:t xml:space="preserve"> وعلى أهل اليمن الحلل مائة حلة</w:t>
      </w:r>
      <w:r w:rsidR="00CA4563">
        <w:rPr>
          <w:rtl/>
        </w:rPr>
        <w:t>،</w:t>
      </w:r>
      <w:r w:rsidRPr="00573E19">
        <w:rPr>
          <w:rtl/>
        </w:rPr>
        <w:t xml:space="preserve"> قال عبد الرحمن فسألت أبا عبد الله عما</w:t>
      </w:r>
      <w:r w:rsidR="009C2257">
        <w:rPr>
          <w:rtl/>
        </w:rPr>
        <w:t xml:space="preserve"> </w:t>
      </w:r>
      <w:r w:rsidRPr="00573E19">
        <w:rPr>
          <w:rtl/>
        </w:rPr>
        <w:t>روى ابن أبي ليلى فقال</w:t>
      </w:r>
      <w:r w:rsidR="00CA4563">
        <w:rPr>
          <w:rtl/>
        </w:rPr>
        <w:t>:</w:t>
      </w:r>
      <w:r w:rsidRPr="00573E19">
        <w:rPr>
          <w:rtl/>
        </w:rPr>
        <w:t xml:space="preserve">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الدية ألف دينار وقيمة الدنانير</w:t>
      </w:r>
      <w:r w:rsidR="009C2257">
        <w:rPr>
          <w:rtl/>
        </w:rPr>
        <w:t xml:space="preserve"> </w:t>
      </w:r>
      <w:r w:rsidRPr="00573E19">
        <w:rPr>
          <w:rtl/>
        </w:rPr>
        <w:t>عشرة آلاف درهم</w:t>
      </w:r>
      <w:r w:rsidR="00CA4563">
        <w:rPr>
          <w:rtl/>
        </w:rPr>
        <w:t>،</w:t>
      </w:r>
      <w:r w:rsidRPr="00573E19">
        <w:rPr>
          <w:rtl/>
        </w:rPr>
        <w:t xml:space="preserve"> وعلى أهل الذهب ألف دينار وعلى أهل الورق عشرة آلاف</w:t>
      </w:r>
      <w:r w:rsidR="009C2257">
        <w:rPr>
          <w:rtl/>
        </w:rPr>
        <w:t xml:space="preserve"> </w:t>
      </w:r>
      <w:r w:rsidRPr="00573E19">
        <w:rPr>
          <w:rtl/>
        </w:rPr>
        <w:t>درهم لأهل الأمصار</w:t>
      </w:r>
      <w:r w:rsidR="00CA4563">
        <w:rPr>
          <w:rtl/>
        </w:rPr>
        <w:t>،</w:t>
      </w:r>
      <w:r w:rsidRPr="00573E19">
        <w:rPr>
          <w:rtl/>
        </w:rPr>
        <w:t xml:space="preserve"> ولأهل البوادي الدية مائة من الإبل ولأهل السواد مائتا بقرة</w:t>
      </w:r>
      <w:r w:rsidR="009C2257">
        <w:rPr>
          <w:rtl/>
        </w:rPr>
        <w:t xml:space="preserve"> </w:t>
      </w:r>
      <w:r w:rsidRPr="00573E19">
        <w:rPr>
          <w:rtl/>
        </w:rPr>
        <w:t>أو ألف شاة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علي بن إبراهيم عن أبيه عن بعض أصحابه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>والحسين بن سعيد عن حماد عن عبد الله بن المغيرة والنضر بن سويد جميعا عن ابن سنان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في الخطأ</w:t>
      </w:r>
      <w:r w:rsidR="009C2257">
        <w:rPr>
          <w:rtl/>
        </w:rPr>
        <w:t xml:space="preserve"> </w:t>
      </w:r>
      <w:r w:rsidRPr="00573E19">
        <w:rPr>
          <w:rtl/>
        </w:rPr>
        <w:t>شبه العمد أن يقتل بالسوط أو بالعصا أو بالحجر إن دية ذلك تغلظ وهي مائة من الإبل</w:t>
      </w:r>
      <w:r w:rsidR="009C2257">
        <w:rPr>
          <w:rtl/>
        </w:rPr>
        <w:t xml:space="preserve"> </w:t>
      </w:r>
      <w:r w:rsidRPr="00573E19">
        <w:rPr>
          <w:rtl/>
        </w:rPr>
        <w:t>منها أربعون خلفة بين ثنية إلى بازل عامها وثلاثون حقة وثلاثون بنت لبون</w:t>
      </w:r>
      <w:r w:rsidR="00CA4563">
        <w:rPr>
          <w:rtl/>
        </w:rPr>
        <w:t>،</w:t>
      </w:r>
      <w:r w:rsidRPr="00573E19">
        <w:rPr>
          <w:rtl/>
        </w:rPr>
        <w:t xml:space="preserve"> والخطأ</w:t>
      </w:r>
      <w:r w:rsidR="009C2257">
        <w:rPr>
          <w:rtl/>
        </w:rPr>
        <w:t xml:space="preserve"> </w:t>
      </w:r>
      <w:r w:rsidRPr="00573E19">
        <w:rPr>
          <w:rtl/>
        </w:rPr>
        <w:t>يكون فيه ثلاثون حقة وثلاثون بنت لبون وعشرون بنت مخاض وعشرون ابن لبون</w:t>
      </w:r>
      <w:r w:rsidR="009C2257">
        <w:rPr>
          <w:rtl/>
        </w:rPr>
        <w:t xml:space="preserve"> </w:t>
      </w:r>
      <w:r w:rsidRPr="00573E19">
        <w:rPr>
          <w:rtl/>
        </w:rPr>
        <w:t>ذكر وقيمة كل بعير من الورق مائة وعشرون درهما أو عشرة دنانير</w:t>
      </w:r>
      <w:r w:rsidR="00CA4563">
        <w:rPr>
          <w:rtl/>
        </w:rPr>
        <w:t>،</w:t>
      </w:r>
      <w:r w:rsidRPr="00573E19">
        <w:rPr>
          <w:rtl/>
        </w:rPr>
        <w:t xml:space="preserve"> ومن الغنم قيمة</w:t>
      </w:r>
      <w:r w:rsidR="009C2257">
        <w:rPr>
          <w:rtl/>
        </w:rPr>
        <w:t xml:space="preserve"> </w:t>
      </w:r>
      <w:r w:rsidRPr="00573E19">
        <w:rPr>
          <w:rtl/>
        </w:rPr>
        <w:t>كل ناب من الإبل عشرون شاة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الخلفة</w:t>
      </w:r>
      <w:r w:rsidR="00CA4563">
        <w:rPr>
          <w:rtl/>
        </w:rPr>
        <w:t>:</w:t>
      </w:r>
      <w:r w:rsidRPr="00573E19">
        <w:rPr>
          <w:rtl/>
        </w:rPr>
        <w:t xml:space="preserve"> بفتح الخاء وكسر اللام من النوق وجمعها مخاض من غير لفظها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975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976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489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18 الفقيه ص </w:t>
      </w:r>
      <w:r>
        <w:rPr>
          <w:rtl/>
        </w:rPr>
        <w:t>3</w:t>
      </w:r>
      <w:r w:rsidRPr="00573E19">
        <w:rPr>
          <w:rtl/>
        </w:rPr>
        <w:t>84 مسندا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الحسين بن سعيد عن معاوية بن وهب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دية العمد فقال</w:t>
      </w:r>
      <w:r w:rsidR="00CA4563">
        <w:rPr>
          <w:rtl/>
        </w:rPr>
        <w:t>:</w:t>
      </w:r>
      <w:r w:rsidRPr="00573E19">
        <w:rPr>
          <w:rtl/>
        </w:rPr>
        <w:t xml:space="preserve"> مائة من فحولة الإبل المسان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فإن لم يكن إبل فكان كل</w:t>
      </w:r>
      <w:r w:rsidR="009C2257">
        <w:rPr>
          <w:rtl/>
        </w:rPr>
        <w:t xml:space="preserve"> </w:t>
      </w:r>
      <w:r w:rsidRPr="00573E19">
        <w:rPr>
          <w:rtl/>
        </w:rPr>
        <w:t>جمل عشرون من فحولة الغنم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تضمن هذه الأخبار من اختلاف أسنان الإبل في قتل الخطأ وشبه العمد</w:t>
      </w:r>
      <w:r w:rsidR="009C2257">
        <w:rPr>
          <w:rtl/>
        </w:rPr>
        <w:t xml:space="preserve"> </w:t>
      </w:r>
      <w:r w:rsidRPr="00573E19">
        <w:rPr>
          <w:rtl/>
        </w:rPr>
        <w:t>وما تضمنته الاخبار الأولة الوجه فيها أن نحملها على أن للامام أن يعمل بأيها شاء</w:t>
      </w:r>
      <w:r w:rsidR="009C2257">
        <w:rPr>
          <w:rtl/>
        </w:rPr>
        <w:t xml:space="preserve"> </w:t>
      </w:r>
      <w:r w:rsidRPr="00573E19">
        <w:rPr>
          <w:rtl/>
        </w:rPr>
        <w:t>بحسب ما يراه في الحال من الصلاح</w:t>
      </w:r>
      <w:r w:rsidR="00CA4563">
        <w:rPr>
          <w:rtl/>
        </w:rPr>
        <w:t>،</w:t>
      </w:r>
      <w:r w:rsidRPr="00573E19">
        <w:rPr>
          <w:rtl/>
        </w:rPr>
        <w:t xml:space="preserve"> وما تضمنته من أنه إذا لم يكن إبل فمكان كل</w:t>
      </w:r>
      <w:r w:rsidR="009C2257">
        <w:rPr>
          <w:rtl/>
        </w:rPr>
        <w:t xml:space="preserve"> </w:t>
      </w:r>
      <w:r w:rsidRPr="00573E19">
        <w:rPr>
          <w:rtl/>
        </w:rPr>
        <w:t>جمل عشرون شاة يحتمل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إنما يلزم أهل البوادي دية الإبل فمن</w:t>
      </w:r>
      <w:r w:rsidR="009C2257">
        <w:rPr>
          <w:rtl/>
        </w:rPr>
        <w:t xml:space="preserve"> </w:t>
      </w:r>
      <w:r w:rsidRPr="00573E19">
        <w:rPr>
          <w:rtl/>
        </w:rPr>
        <w:t>امتنع منهم من اعطاء الإبل جاز أن يؤخذ منهم مكان كل جمل عشرون شاة بالقيمة</w:t>
      </w:r>
      <w:r w:rsidR="009C2257">
        <w:rPr>
          <w:rtl/>
        </w:rPr>
        <w:t xml:space="preserve"> </w:t>
      </w:r>
      <w:r w:rsidRPr="00573E19">
        <w:rPr>
          <w:rtl/>
        </w:rPr>
        <w:t>والوجه الاخر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عبد قتل حرا فإنه يلزمه ذلك إذا أراد أولياؤه أن يعطوا</w:t>
      </w:r>
      <w:r w:rsidR="009C2257">
        <w:rPr>
          <w:rtl/>
        </w:rPr>
        <w:t xml:space="preserve"> </w:t>
      </w:r>
      <w:r w:rsidRPr="00573E19">
        <w:rPr>
          <w:rtl/>
        </w:rPr>
        <w:t>عنه الدية</w:t>
      </w:r>
      <w:r w:rsidR="00CA4563">
        <w:rPr>
          <w:rtl/>
        </w:rPr>
        <w:t>،</w:t>
      </w:r>
      <w:r w:rsidRPr="00573E19">
        <w:rPr>
          <w:rtl/>
        </w:rPr>
        <w:t xml:space="preserve"> ويدل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ما رواه أبو جميلة عن زيد الشحام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العبد يقتل حرا عمدا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مائة من الإبل المسان فإن لم يكن إبل فمكان كل جمل عشرون من فحولة الغنم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وأما الدراهم فعشرة ألف درهم وعلى ذلك دلت الروايات الأولة</w:t>
      </w:r>
      <w:r w:rsidR="00CA4563">
        <w:rPr>
          <w:rtl/>
        </w:rPr>
        <w:t>،</w:t>
      </w:r>
      <w:r w:rsidRPr="00573E19">
        <w:rPr>
          <w:rtl/>
        </w:rPr>
        <w:t xml:space="preserve"> ويؤكد ذلك أيضا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محمد بن عيسى عن يونس عن بعض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أنه قال من قتل مؤمنا متعمدا فإنه يقاد به إلا أن يرضى</w:t>
      </w:r>
      <w:r w:rsidR="009C2257">
        <w:rPr>
          <w:rtl/>
        </w:rPr>
        <w:t xml:space="preserve"> </w:t>
      </w:r>
      <w:r w:rsidRPr="00573E19">
        <w:rPr>
          <w:rtl/>
        </w:rPr>
        <w:t>أولياء المقتول أن يقبلوا الدية أو يتراضوا بأكثر من الدية أو بأقل من الدية فان</w:t>
      </w:r>
      <w:r w:rsidR="009C2257">
        <w:rPr>
          <w:rtl/>
        </w:rPr>
        <w:t xml:space="preserve"> </w:t>
      </w:r>
      <w:r w:rsidRPr="00573E19">
        <w:rPr>
          <w:rtl/>
        </w:rPr>
        <w:t>فعلوا ذلك بينهم جاز وإن لم يتراضوا أقيد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الدية عشرة ألف درهم</w:t>
      </w:r>
      <w:r w:rsidR="00CA4563">
        <w:rPr>
          <w:rtl/>
        </w:rPr>
        <w:t>،</w:t>
      </w:r>
      <w:r w:rsidRPr="00573E19">
        <w:rPr>
          <w:rtl/>
        </w:rPr>
        <w:t xml:space="preserve"> أو ألف دينار</w:t>
      </w:r>
      <w:r w:rsidR="00CA4563">
        <w:rPr>
          <w:rtl/>
        </w:rPr>
        <w:t>،</w:t>
      </w:r>
      <w:r w:rsidRPr="00573E19">
        <w:rPr>
          <w:rtl/>
        </w:rPr>
        <w:t xml:space="preserve"> أو مائة من الإبل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فأما ما تضمنته الروايات المتقدمة من أنه يخرج عن كل إبل مائة وعشرون درهما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المسان</w:t>
      </w:r>
      <w:r w:rsidR="00CA4563">
        <w:rPr>
          <w:rtl/>
        </w:rPr>
        <w:t>:</w:t>
      </w:r>
      <w:r w:rsidRPr="00573E19">
        <w:rPr>
          <w:rtl/>
        </w:rPr>
        <w:t xml:space="preserve"> جمع مسن وهو الكبير السن من الدواب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977</w:t>
      </w:r>
      <w:r>
        <w:rPr>
          <w:rtl/>
        </w:rPr>
        <w:t xml:space="preserve"> - </w:t>
      </w:r>
      <w:r w:rsidRPr="00573E19">
        <w:rPr>
          <w:rtl/>
        </w:rPr>
        <w:t>978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490 واخرج الأول الصدوق في الفقيه ص </w:t>
      </w:r>
      <w:r>
        <w:rPr>
          <w:rtl/>
        </w:rPr>
        <w:t>3</w:t>
      </w:r>
      <w:r w:rsidRPr="00573E19">
        <w:rPr>
          <w:rtl/>
        </w:rPr>
        <w:t>84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18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وما رواه الحسين بن سعيد عن ابن أبي عمير عن حماد عن الحلبي وعبد الله</w:t>
      </w:r>
      <w:r w:rsidR="009C2257">
        <w:rPr>
          <w:rtl/>
        </w:rPr>
        <w:t xml:space="preserve"> </w:t>
      </w:r>
      <w:r w:rsidRPr="00573E19">
        <w:rPr>
          <w:rtl/>
        </w:rPr>
        <w:t>ابن المغيرة والنضر بن سويد جميعا عن عبد الله بن سنان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من قتل مؤمنا متعمدا أقيد منه إلا أن يرضى أولياء المقتول أن</w:t>
      </w:r>
      <w:r w:rsidR="009C2257">
        <w:rPr>
          <w:rtl/>
        </w:rPr>
        <w:t xml:space="preserve"> </w:t>
      </w:r>
      <w:r w:rsidRPr="00573E19">
        <w:rPr>
          <w:rtl/>
        </w:rPr>
        <w:t>يقبلوا الدية</w:t>
      </w:r>
      <w:r w:rsidR="00CA4563">
        <w:rPr>
          <w:rtl/>
        </w:rPr>
        <w:t>،</w:t>
      </w:r>
      <w:r w:rsidRPr="00573E19">
        <w:rPr>
          <w:rtl/>
        </w:rPr>
        <w:t xml:space="preserve"> فان رضوا بالدية وأحب ذلك القاتل فالدية اثنى عشر ألفا أو ألف دينار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الحسين بن سعيد عن حماد والنضر بن سويد عن القاسم بن سليمان عن عبيد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زرارة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الدية ألف دينار</w:t>
      </w:r>
      <w:r w:rsidR="00CA4563">
        <w:rPr>
          <w:rtl/>
        </w:rPr>
        <w:t>،</w:t>
      </w:r>
      <w:r w:rsidRPr="00573E19">
        <w:rPr>
          <w:rtl/>
        </w:rPr>
        <w:t xml:space="preserve"> أو اثنى عشر ألف درهم</w:t>
      </w:r>
      <w:r w:rsidR="00CA4563">
        <w:rPr>
          <w:rtl/>
        </w:rPr>
        <w:t>،</w:t>
      </w:r>
      <w:r w:rsidRPr="00573E19">
        <w:rPr>
          <w:rtl/>
        </w:rPr>
        <w:t xml:space="preserve"> أو مائة من الإبل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ما ذكره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الحسين بن سعيد وأحمد بن محمد بن عيسى معا انه روى أصحابنا ان ذلك</w:t>
      </w:r>
      <w:r w:rsidR="009C2257">
        <w:rPr>
          <w:rtl/>
        </w:rPr>
        <w:t xml:space="preserve"> </w:t>
      </w:r>
      <w:r w:rsidRPr="00573E19">
        <w:rPr>
          <w:rtl/>
        </w:rPr>
        <w:t>من وزن ستة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وإذا كان كذلك فهو يرجع إلى عشرة آلاف درهم</w:t>
      </w:r>
      <w:r w:rsidR="00CA4563">
        <w:rPr>
          <w:rtl/>
        </w:rPr>
        <w:t>،</w:t>
      </w:r>
      <w:r w:rsidRPr="00573E19">
        <w:rPr>
          <w:rtl/>
        </w:rPr>
        <w:t xml:space="preserve"> ويحتمل أن يكون هذه الأخبار</w:t>
      </w:r>
      <w:r w:rsidR="009C2257">
        <w:rPr>
          <w:rtl/>
        </w:rPr>
        <w:t xml:space="preserve"> </w:t>
      </w:r>
      <w:r w:rsidRPr="00573E19">
        <w:rPr>
          <w:rtl/>
        </w:rPr>
        <w:t>وردت للتقية لان ذلك مذهب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38" w:name="_Toc374810552"/>
      <w:bookmarkStart w:id="339" w:name="_Toc376954927"/>
      <w:r w:rsidRPr="00573E19">
        <w:rPr>
          <w:rtl/>
        </w:rPr>
        <w:t>15</w:t>
      </w:r>
      <w:r>
        <w:rPr>
          <w:rtl/>
        </w:rPr>
        <w:t xml:space="preserve">2 - </w:t>
      </w:r>
      <w:r w:rsidRPr="00573E19">
        <w:rPr>
          <w:rtl/>
        </w:rPr>
        <w:t>باب انه لا يجب على العاقلة عمد ولا اقرار ولا صلح</w:t>
      </w:r>
      <w:bookmarkEnd w:id="338"/>
      <w:bookmarkEnd w:id="33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محبوب عن علي بن أبي حمزة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يضمن العاقلة عمدا ولا اقرار أولا صلحا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النوفلي عن السكوني عن جعفر عن أبيه 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العاقلة لا تضمن عمدا ولا اقرار أولا صلحا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الحسن بن محمد بن سماعة عن أحمد بن الحسن الميثمي عن أبان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980</w:t>
      </w:r>
      <w:r>
        <w:rPr>
          <w:rtl/>
        </w:rPr>
        <w:t xml:space="preserve"> - </w:t>
      </w:r>
      <w:r w:rsidRPr="00E928EB">
        <w:rPr>
          <w:rtl/>
        </w:rPr>
        <w:t>981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490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18 بزيادة في آخره.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490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44 الفقيه ص </w:t>
      </w:r>
      <w:r>
        <w:rPr>
          <w:rtl/>
        </w:rPr>
        <w:t>3</w:t>
      </w:r>
      <w:r w:rsidRPr="00573E19">
        <w:rPr>
          <w:rtl/>
        </w:rPr>
        <w:t>94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984</w:t>
      </w:r>
      <w:r>
        <w:rPr>
          <w:rtl/>
        </w:rPr>
        <w:t xml:space="preserve"> - </w:t>
      </w:r>
      <w:r w:rsidRPr="00573E19">
        <w:rPr>
          <w:rtl/>
        </w:rPr>
        <w:t>985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</w:t>
      </w:r>
      <w:r>
        <w:rPr>
          <w:rtl/>
        </w:rPr>
        <w:t>3</w:t>
      </w:r>
      <w:r w:rsidRPr="00573E19">
        <w:rPr>
          <w:rtl/>
        </w:rPr>
        <w:t xml:space="preserve"> واخرج الأخير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44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ابن عثمان عن أبي بصير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قتل رجلا</w:t>
      </w:r>
      <w:r w:rsidR="009C2257">
        <w:rPr>
          <w:rtl/>
        </w:rPr>
        <w:t xml:space="preserve"> </w:t>
      </w:r>
      <w:r w:rsidRPr="00573E19">
        <w:rPr>
          <w:rtl/>
        </w:rPr>
        <w:t>متعمدا ثم هرب القاتل فلم يقدر عليه قال</w:t>
      </w:r>
      <w:r w:rsidR="00CA4563">
        <w:rPr>
          <w:rtl/>
        </w:rPr>
        <w:t>:</w:t>
      </w:r>
      <w:r w:rsidRPr="00573E19">
        <w:rPr>
          <w:rtl/>
        </w:rPr>
        <w:t xml:space="preserve"> إن كان له مال اخذت الدية من ماله</w:t>
      </w:r>
      <w:r w:rsidR="009C2257">
        <w:rPr>
          <w:rtl/>
        </w:rPr>
        <w:t xml:space="preserve"> </w:t>
      </w:r>
      <w:r w:rsidRPr="00573E19">
        <w:rPr>
          <w:rtl/>
        </w:rPr>
        <w:t>وإلا فمن الأقرب فالأقرب فإنه لا يبطل دم امرء 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أحمد بن محمد بن أبي نصر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قتل رجلا عمدا ثم فر فلم يقدر عليه حتى مات قال</w:t>
      </w:r>
      <w:r w:rsidR="00CA4563">
        <w:rPr>
          <w:rtl/>
        </w:rPr>
        <w:t>:</w:t>
      </w:r>
      <w:r w:rsidRPr="00573E19">
        <w:rPr>
          <w:rtl/>
        </w:rPr>
        <w:t xml:space="preserve"> إن كان له</w:t>
      </w:r>
      <w:r w:rsidR="009C2257">
        <w:rPr>
          <w:rtl/>
        </w:rPr>
        <w:t xml:space="preserve"> </w:t>
      </w:r>
      <w:r w:rsidRPr="00573E19">
        <w:rPr>
          <w:rtl/>
        </w:rPr>
        <w:t>مال اخذ منه وإلا أخذ من الأقرب فالأقرب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الحال التي تضمناه وهي الحال التي لا يقدر</w:t>
      </w:r>
      <w:r w:rsidR="009C2257">
        <w:rPr>
          <w:rtl/>
        </w:rPr>
        <w:t xml:space="preserve"> </w:t>
      </w:r>
      <w:r w:rsidRPr="00573E19">
        <w:rPr>
          <w:rtl/>
        </w:rPr>
        <w:t>فيها على القاتل إما لهربه أو لموته فإنه يؤخذ من عاقلته</w:t>
      </w:r>
      <w:r w:rsidR="00CA4563">
        <w:rPr>
          <w:rtl/>
        </w:rPr>
        <w:t>،</w:t>
      </w:r>
      <w:r w:rsidRPr="00573E19">
        <w:rPr>
          <w:rtl/>
        </w:rPr>
        <w:t xml:space="preserve"> وإنما لم يلزمهم ذلك مع وجود</w:t>
      </w:r>
      <w:r w:rsidR="009C2257">
        <w:rPr>
          <w:rtl/>
        </w:rPr>
        <w:t xml:space="preserve"> </w:t>
      </w:r>
      <w:r w:rsidRPr="00573E19">
        <w:rPr>
          <w:rtl/>
        </w:rPr>
        <w:t>القاتل</w:t>
      </w:r>
      <w:r w:rsidR="00CA4563">
        <w:rPr>
          <w:rtl/>
        </w:rPr>
        <w:t>،</w:t>
      </w:r>
      <w:r w:rsidRPr="00573E19">
        <w:rPr>
          <w:rtl/>
        </w:rPr>
        <w:t xml:space="preserve"> والذي يؤكد 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محمد بن يحيى عن أبي جعفر عن أبي الجوزا عن الحسين بن علوان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عمرو بن خالد عن زيد بن علي عن آبائه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تضمن العاقلة</w:t>
      </w:r>
      <w:r w:rsidR="009C2257">
        <w:rPr>
          <w:rtl/>
        </w:rPr>
        <w:t xml:space="preserve"> </w:t>
      </w:r>
      <w:r w:rsidRPr="00573E19">
        <w:rPr>
          <w:rtl/>
        </w:rPr>
        <w:t>إلا ما قامت عليه البينة</w:t>
      </w:r>
      <w:r w:rsidR="00CA4563">
        <w:rPr>
          <w:rtl/>
        </w:rPr>
        <w:t>،</w:t>
      </w:r>
      <w:r w:rsidRPr="00573E19">
        <w:rPr>
          <w:rtl/>
        </w:rPr>
        <w:t xml:space="preserve"> قال فأتاه رجل فاعترف عنده فجعله في ماله خاصة ولم يجعل</w:t>
      </w:r>
      <w:r w:rsidR="009C2257">
        <w:rPr>
          <w:rtl/>
        </w:rPr>
        <w:t xml:space="preserve"> </w:t>
      </w:r>
      <w:r w:rsidRPr="00573E19">
        <w:rPr>
          <w:rtl/>
        </w:rPr>
        <w:t>على العاقلة شيئا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0" w:name="_Toc374810553"/>
      <w:bookmarkStart w:id="341" w:name="_Toc376954928"/>
      <w:r w:rsidRPr="00573E19">
        <w:rPr>
          <w:rtl/>
        </w:rPr>
        <w:t>15</w:t>
      </w:r>
      <w:r>
        <w:rPr>
          <w:rtl/>
        </w:rPr>
        <w:t xml:space="preserve">3 - </w:t>
      </w:r>
      <w:r w:rsidRPr="00573E19">
        <w:rPr>
          <w:rtl/>
        </w:rPr>
        <w:t>باب انه ليس للنساء عفو ولا قود</w:t>
      </w:r>
      <w:bookmarkEnd w:id="340"/>
      <w:bookmarkEnd w:id="34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يعقوب عن أحمد بن محمد الكوفي عن محمد بن أحمد النهدي عن محمد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الوليد عن أبان عن أبي العباس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ليس للنساء عفو</w:t>
      </w:r>
      <w:r w:rsidR="009C2257">
        <w:rPr>
          <w:rtl/>
        </w:rPr>
        <w:t xml:space="preserve"> </w:t>
      </w:r>
      <w:r w:rsidRPr="00573E19">
        <w:rPr>
          <w:rtl/>
        </w:rPr>
        <w:t>ولا قود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989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علي بن إبراهيم عن أبيه عن ابن فضال عن يونس بن يعقوب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مريم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986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494 وفيه ( لا تعقل ) بدل لا تضمن الفقيه ص </w:t>
      </w:r>
      <w:r>
        <w:rPr>
          <w:rtl/>
        </w:rPr>
        <w:t>3</w:t>
      </w:r>
      <w:r w:rsidRPr="00573E19">
        <w:rPr>
          <w:rtl/>
        </w:rPr>
        <w:t>94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988</w:t>
      </w:r>
      <w:r>
        <w:rPr>
          <w:rtl/>
        </w:rPr>
        <w:t xml:space="preserve"> - </w:t>
      </w:r>
      <w:r w:rsidRPr="00573E19">
        <w:rPr>
          <w:rtl/>
        </w:rPr>
        <w:t>989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490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41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فيمن عفى عن ذي سهم فان عفوه جائز</w:t>
      </w:r>
      <w:r w:rsidR="00CA4563">
        <w:rPr>
          <w:rtl/>
        </w:rPr>
        <w:t>،</w:t>
      </w:r>
      <w:r w:rsidRPr="00573E19">
        <w:rPr>
          <w:rtl/>
        </w:rPr>
        <w:t xml:space="preserve"> وقضى في أربعة أخوة عفى أحدهم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يعطي بقيتهم الدية ويرفع عنه بحصة الذي عفى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وما رواه علي بن إبراهيم عن أبيه عن علي بن حديد عن جميل بن دراج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زرارة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رجلين قتلا رجلا عمدا وله وليان فعفى أحد</w:t>
      </w:r>
      <w:r w:rsidR="009C2257">
        <w:rPr>
          <w:rtl/>
        </w:rPr>
        <w:t xml:space="preserve"> </w:t>
      </w:r>
      <w:r w:rsidRPr="00573E19">
        <w:rPr>
          <w:rtl/>
        </w:rPr>
        <w:t>الوليين فقال</w:t>
      </w:r>
      <w:r w:rsidR="00CA4563">
        <w:rPr>
          <w:rtl/>
        </w:rPr>
        <w:t>:</w:t>
      </w:r>
      <w:r w:rsidRPr="00573E19">
        <w:rPr>
          <w:rtl/>
        </w:rPr>
        <w:t xml:space="preserve"> إذا عفى عنه بعض الأولياء</w:t>
      </w:r>
      <w:r w:rsidR="00CA4563">
        <w:rPr>
          <w:rtl/>
        </w:rPr>
        <w:t>،</w:t>
      </w:r>
      <w:r w:rsidRPr="00573E19">
        <w:rPr>
          <w:rtl/>
        </w:rPr>
        <w:t xml:space="preserve"> درئ عنه القتل وطرح عنهما من الدية بقدر حصة</w:t>
      </w:r>
      <w:r w:rsidR="009C2257">
        <w:rPr>
          <w:rtl/>
        </w:rPr>
        <w:t xml:space="preserve"> </w:t>
      </w:r>
      <w:r w:rsidRPr="00573E19">
        <w:rPr>
          <w:rtl/>
        </w:rPr>
        <w:t>من عفى وأديا الباقي من أموالهما إلى الذي لم يعف وقال</w:t>
      </w:r>
      <w:r w:rsidR="00CA4563">
        <w:rPr>
          <w:rtl/>
        </w:rPr>
        <w:t>:</w:t>
      </w:r>
      <w:r w:rsidRPr="00573E19">
        <w:rPr>
          <w:rtl/>
        </w:rPr>
        <w:t xml:space="preserve"> عفو كل ذي سهم جائز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ابن محبوب عن عبد الرحمن بن أبي عبد الله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قتل رجلين عمدا ولهما أولياء فعفى أولياء أحدهما</w:t>
      </w:r>
      <w:r w:rsidR="009C2257">
        <w:rPr>
          <w:rtl/>
        </w:rPr>
        <w:t xml:space="preserve"> </w:t>
      </w:r>
      <w:r w:rsidRPr="00573E19">
        <w:rPr>
          <w:rtl/>
        </w:rPr>
        <w:t>وأبي الآخر قال فقال</w:t>
      </w:r>
      <w:r w:rsidR="00CA4563">
        <w:rPr>
          <w:rtl/>
        </w:rPr>
        <w:t>:</w:t>
      </w:r>
      <w:r w:rsidRPr="00573E19">
        <w:rPr>
          <w:rtl/>
        </w:rPr>
        <w:t xml:space="preserve"> يقتل الذين لم يعفوا وإن أحبوا أن يأخذوا الدية اخذوا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قال عبد الرحمن</w:t>
      </w:r>
      <w:r w:rsidR="00CA4563">
        <w:rPr>
          <w:rtl/>
        </w:rPr>
        <w:t>:</w:t>
      </w:r>
      <w:r w:rsidRPr="00573E19">
        <w:rPr>
          <w:rtl/>
        </w:rPr>
        <w:t xml:space="preserve"> فقلت لأبي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فرجلان قتلا رجلا عمدا وله وليان</w:t>
      </w:r>
      <w:r w:rsidR="009C2257">
        <w:rPr>
          <w:rtl/>
        </w:rPr>
        <w:t xml:space="preserve"> </w:t>
      </w:r>
      <w:r w:rsidRPr="00573E19">
        <w:rPr>
          <w:rtl/>
        </w:rPr>
        <w:t>فعفى أحد الوليين قال فقال</w:t>
      </w:r>
      <w:r w:rsidR="00CA4563">
        <w:rPr>
          <w:rtl/>
        </w:rPr>
        <w:t>:</w:t>
      </w:r>
      <w:r w:rsidRPr="00573E19">
        <w:rPr>
          <w:rtl/>
        </w:rPr>
        <w:t xml:space="preserve"> إذا عفى بعض الأولياء درئ عنهما القتل</w:t>
      </w:r>
      <w:r w:rsidR="009C2257">
        <w:rPr>
          <w:rtl/>
        </w:rPr>
        <w:t xml:space="preserve"> </w:t>
      </w:r>
      <w:r w:rsidRPr="00573E19">
        <w:rPr>
          <w:rtl/>
        </w:rPr>
        <w:t>وطرح عنهما من الدية بقدر حصة من عفى وأديا الباقي من أموالهما إلى الذين</w:t>
      </w:r>
      <w:r w:rsidR="009C2257">
        <w:rPr>
          <w:rtl/>
        </w:rPr>
        <w:t xml:space="preserve"> </w:t>
      </w:r>
      <w:r w:rsidRPr="00573E19">
        <w:rPr>
          <w:rtl/>
        </w:rPr>
        <w:t>لم يعفوا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والخبر الأول 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 أنه يجوز لنا أن نخص</w:t>
      </w:r>
      <w:r w:rsidR="009C2257">
        <w:rPr>
          <w:rtl/>
        </w:rPr>
        <w:t xml:space="preserve"> </w:t>
      </w:r>
      <w:r w:rsidRPr="00573E19">
        <w:rPr>
          <w:rtl/>
        </w:rPr>
        <w:t>هذه الأخبار بان نقول يجوز عفو من كان له حظ من الدية إلا أن يكون امرأة فإنه</w:t>
      </w:r>
      <w:r w:rsidR="009C2257">
        <w:rPr>
          <w:rtl/>
        </w:rPr>
        <w:t xml:space="preserve"> </w:t>
      </w:r>
      <w:r w:rsidRPr="00573E19">
        <w:rPr>
          <w:rtl/>
        </w:rPr>
        <w:t>لا يجوز لها عفو ولا قود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أن هذه الأخبار إنما تضمنت جواز عفوا لأولياء</w:t>
      </w:r>
      <w:r w:rsidR="009C2257">
        <w:rPr>
          <w:rtl/>
        </w:rPr>
        <w:t xml:space="preserve"> </w:t>
      </w:r>
      <w:r w:rsidRPr="00573E19">
        <w:rPr>
          <w:rtl/>
        </w:rPr>
        <w:t>والمرأة ليست بولي المقتول لان المولى هو الذي له المطالبة بالقود أو الدية وليس للمرأة</w:t>
      </w:r>
      <w:r w:rsidR="009C2257">
        <w:rPr>
          <w:rtl/>
        </w:rPr>
        <w:t xml:space="preserve"> </w:t>
      </w:r>
      <w:r w:rsidRPr="00573E19">
        <w:rPr>
          <w:rtl/>
        </w:rPr>
        <w:t>ذلك وإذا لم يكن وليا لم يناف ما قدمناه</w:t>
      </w:r>
      <w:r w:rsidR="00CA4563">
        <w:rPr>
          <w:rtl/>
        </w:rPr>
        <w:t>،</w:t>
      </w:r>
      <w:r w:rsidRPr="00573E19">
        <w:rPr>
          <w:rtl/>
        </w:rPr>
        <w:t xml:space="preserve"> فأما ما تضمنته هذه الروايات من أنه إذا</w:t>
      </w:r>
      <w:r w:rsidR="009C2257">
        <w:rPr>
          <w:rtl/>
        </w:rPr>
        <w:t xml:space="preserve"> </w:t>
      </w:r>
      <w:r w:rsidRPr="00573E19">
        <w:rPr>
          <w:rtl/>
        </w:rPr>
        <w:t>عفى بعض الأولياء درئ عنه القتل وانتقل ذلك إلى الدية</w:t>
      </w:r>
      <w:r w:rsidR="00CA4563">
        <w:rPr>
          <w:rtl/>
        </w:rPr>
        <w:t>،</w:t>
      </w:r>
      <w:r w:rsidRPr="00573E19">
        <w:rPr>
          <w:rtl/>
        </w:rPr>
        <w:t xml:space="preserve"> فالوجه فيها انه إنما ينقل</w:t>
      </w:r>
      <w:r w:rsidR="009C2257">
        <w:rPr>
          <w:rtl/>
        </w:rPr>
        <w:t xml:space="preserve"> </w:t>
      </w:r>
      <w:r w:rsidRPr="00573E19">
        <w:rPr>
          <w:rtl/>
        </w:rPr>
        <w:t>إلى الدية إذا لم يؤد من يريد القود إلى أولياء المقاد منه مقدار ما عفى عنه لأنه متى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990</w:t>
      </w:r>
      <w:r>
        <w:rPr>
          <w:rtl/>
        </w:rPr>
        <w:t xml:space="preserve"> - </w:t>
      </w:r>
      <w:r w:rsidRPr="00E928EB">
        <w:rPr>
          <w:rtl/>
        </w:rPr>
        <w:t>991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495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41.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لم يؤد ذلك لم يكن له القود على حال وكذلك القول فيما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رواه الصفار عن الحسن بن موسى عن غياث بن كلوب عن إسحاق بن عمار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جعفر عن أبيه أن عليا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يقول</w:t>
      </w:r>
      <w:r w:rsidR="00CA4563">
        <w:rPr>
          <w:rtl/>
        </w:rPr>
        <w:t>:</w:t>
      </w:r>
      <w:r w:rsidRPr="00573E19">
        <w:rPr>
          <w:rtl/>
        </w:rPr>
        <w:t xml:space="preserve"> من عفى عن الدم من ذي سهم</w:t>
      </w:r>
      <w:r w:rsidR="009C2257">
        <w:rPr>
          <w:rtl/>
        </w:rPr>
        <w:t xml:space="preserve"> </w:t>
      </w:r>
      <w:r w:rsidRPr="00573E19">
        <w:rPr>
          <w:rtl/>
        </w:rPr>
        <w:t>له فيه فعفوه جائز ويسقط الدم ويصير دية ويرفع عنه حصة الذي عفى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والذي يدل على ما قلناه من أن له القود إذا رد مقدار ما عفى عنه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الحسن بن محبوب عن أبي ولاد الحناط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قتلته امرأة وله أب وأم وابن فقال الابن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انا أريد أن اقتل قاتل أبي وقال الأب</w:t>
      </w:r>
      <w:r w:rsidR="00CA4563">
        <w:rPr>
          <w:rtl/>
        </w:rPr>
        <w:t>:</w:t>
      </w:r>
      <w:r w:rsidRPr="00573E19">
        <w:rPr>
          <w:rtl/>
        </w:rPr>
        <w:t xml:space="preserve"> انا اعفو وقالت الام انا آخذ الدية قال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فليعط الابن أم المقتول السدس من الدية ويعطي ورثة القاتل السدس من الدية حق</w:t>
      </w:r>
      <w:r w:rsidR="009C2257">
        <w:rPr>
          <w:rtl/>
        </w:rPr>
        <w:t xml:space="preserve"> </w:t>
      </w:r>
      <w:r w:rsidRPr="00573E19">
        <w:rPr>
          <w:rtl/>
        </w:rPr>
        <w:t>الأب الذي عفى وليقتله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أحمد بن محمد عن علي بن حديد عن ابن أبي عمير عن جميل بن دراج عن بعض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أصحابه رفعه إلى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قتل وله وليان فعفى أحدهما وأبى</w:t>
      </w:r>
      <w:r w:rsidR="009C2257">
        <w:rPr>
          <w:rtl/>
        </w:rPr>
        <w:t xml:space="preserve"> </w:t>
      </w:r>
      <w:r w:rsidRPr="00573E19">
        <w:rPr>
          <w:rtl/>
        </w:rPr>
        <w:t>الآخر أن يعفو قال</w:t>
      </w:r>
      <w:r w:rsidR="00CA4563">
        <w:rPr>
          <w:rtl/>
        </w:rPr>
        <w:t>:</w:t>
      </w:r>
      <w:r w:rsidRPr="00573E19">
        <w:rPr>
          <w:rtl/>
        </w:rPr>
        <w:t xml:space="preserve"> إن الذي لم يعف ان أراد أن يقتل قتل ورد نصف الدية إلى</w:t>
      </w:r>
      <w:r w:rsidR="009C2257">
        <w:rPr>
          <w:rtl/>
        </w:rPr>
        <w:t xml:space="preserve"> </w:t>
      </w:r>
      <w:r w:rsidRPr="00573E19">
        <w:rPr>
          <w:rtl/>
        </w:rPr>
        <w:t>أولياء المقتول المقاد 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ابن محبوب عن أبي ولاد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قتل وله أولاد صغار وكبار أرأيت ان عفى أولاده الكبار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يقتل ويجوز عفو الكبار في حصصهم فإذا كبر الصغار كان لهم أن يطلبوا حصصهم</w:t>
      </w:r>
      <w:r w:rsidR="009C2257">
        <w:rPr>
          <w:rtl/>
        </w:rPr>
        <w:t xml:space="preserve"> </w:t>
      </w:r>
      <w:r w:rsidRPr="00573E19">
        <w:rPr>
          <w:rtl/>
        </w:rPr>
        <w:t>من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 xml:space="preserve">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إذا كبر الصغار كان لهم حصصهم من الدية لا يدل على أنه ليس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99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41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994</w:t>
      </w:r>
      <w:r>
        <w:rPr>
          <w:rtl/>
        </w:rPr>
        <w:t xml:space="preserve"> - </w:t>
      </w:r>
      <w:r w:rsidRPr="00573E19">
        <w:rPr>
          <w:rtl/>
        </w:rPr>
        <w:t>995</w:t>
      </w:r>
      <w:r>
        <w:rPr>
          <w:rtl/>
        </w:rPr>
        <w:t xml:space="preserve"> - </w:t>
      </w:r>
      <w:r w:rsidRPr="00573E19">
        <w:rPr>
          <w:rtl/>
        </w:rPr>
        <w:t xml:space="preserve">ج </w:t>
      </w:r>
      <w:r>
        <w:rPr>
          <w:rtl/>
        </w:rPr>
        <w:t>2</w:t>
      </w:r>
      <w:r w:rsidRPr="00573E19">
        <w:rPr>
          <w:rtl/>
        </w:rPr>
        <w:t xml:space="preserve"> ص 495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41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</w:t>
      </w:r>
      <w:r w:rsidRPr="00573E19">
        <w:rPr>
          <w:rtl/>
        </w:rPr>
        <w:t xml:space="preserve"> باختلاف يسير في الأول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لهم القود بالشرط الذي ذكرناه والذي يدل على أن لهم القود مضافا إلى ما قدمناه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الصفار عن الحسن بن موسى عن غياث بن كلوب عن إسحاق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عمار عن جعفر عن أبيه ان عليا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انتظروا بالصغار الذين قتل</w:t>
      </w:r>
      <w:r w:rsidR="009C2257">
        <w:rPr>
          <w:rtl/>
        </w:rPr>
        <w:t xml:space="preserve"> </w:t>
      </w:r>
      <w:r w:rsidRPr="00573E19">
        <w:rPr>
          <w:rtl/>
        </w:rPr>
        <w:t>أبوهم أن يكبروا فإذا بلغوا خيروا فان أحبوا قتلوا أو عفوا أو صالحوا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2" w:name="_Toc374810554"/>
      <w:bookmarkStart w:id="343" w:name="_Toc376954929"/>
      <w:r w:rsidRPr="00573E19">
        <w:rPr>
          <w:rtl/>
        </w:rPr>
        <w:t>154</w:t>
      </w:r>
      <w:r>
        <w:rPr>
          <w:rtl/>
        </w:rPr>
        <w:t xml:space="preserve"> - </w:t>
      </w:r>
      <w:r w:rsidRPr="00573E19">
        <w:rPr>
          <w:rtl/>
        </w:rPr>
        <w:t>باب حكم الرجل إذا قتل امرأة</w:t>
      </w:r>
      <w:bookmarkEnd w:id="342"/>
      <w:bookmarkEnd w:id="34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الرجل يقتل المرأة متعمدا فإذا أراد أهل المرأة أن يقتلوه قال</w:t>
      </w:r>
      <w:r w:rsidR="00CA4563">
        <w:rPr>
          <w:rtl/>
        </w:rPr>
        <w:t>:</w:t>
      </w:r>
      <w:r w:rsidRPr="00573E19">
        <w:rPr>
          <w:rtl/>
        </w:rPr>
        <w:t xml:space="preserve"> ذلك</w:t>
      </w:r>
      <w:r w:rsidR="009C2257">
        <w:rPr>
          <w:rtl/>
        </w:rPr>
        <w:t xml:space="preserve"> </w:t>
      </w:r>
      <w:r w:rsidRPr="00573E19">
        <w:rPr>
          <w:rtl/>
        </w:rPr>
        <w:t>لهم إذا أدوا إلى أهله نصف الدية</w:t>
      </w:r>
      <w:r w:rsidR="00CA4563">
        <w:rPr>
          <w:rtl/>
        </w:rPr>
        <w:t>،</w:t>
      </w:r>
      <w:r w:rsidRPr="00573E19">
        <w:rPr>
          <w:rtl/>
        </w:rPr>
        <w:t xml:space="preserve"> وإن قبلوا الدية فلهم نصف الدية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عن محمد بن عيسى عن موسى عن عبد الله بن مسكان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إذا قتل الرجل المرأة فان أرادوا القود أدوا فضل دية الرجل وأقادوه</w:t>
      </w:r>
      <w:r w:rsidR="009C2257">
        <w:rPr>
          <w:rtl/>
        </w:rPr>
        <w:t xml:space="preserve"> </w:t>
      </w:r>
      <w:r w:rsidRPr="00573E19">
        <w:rPr>
          <w:rtl/>
        </w:rPr>
        <w:t>بها</w:t>
      </w:r>
      <w:r w:rsidR="00CA4563">
        <w:rPr>
          <w:rtl/>
        </w:rPr>
        <w:t>،</w:t>
      </w:r>
      <w:r w:rsidRPr="00573E19">
        <w:rPr>
          <w:rtl/>
        </w:rPr>
        <w:t xml:space="preserve"> وإن لم يفعلوا قبلوا الدية دية كاملة</w:t>
      </w:r>
      <w:r w:rsidR="00CA4563">
        <w:rPr>
          <w:rtl/>
        </w:rPr>
        <w:t>،</w:t>
      </w:r>
      <w:r w:rsidRPr="00573E19">
        <w:rPr>
          <w:rtl/>
        </w:rPr>
        <w:t xml:space="preserve"> ودية المرأة نصف دية الرجل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999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أحمد بن محمد عن ابن محبوب عن عبد الله بن سنان قال سمعت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في رجل قتل امرأته متعمدا فقال</w:t>
      </w:r>
      <w:r w:rsidR="00CA4563">
        <w:rPr>
          <w:rtl/>
        </w:rPr>
        <w:t>:</w:t>
      </w:r>
      <w:r w:rsidRPr="00573E19">
        <w:rPr>
          <w:rtl/>
        </w:rPr>
        <w:t xml:space="preserve"> إن شاء أهلها أن يقتلوه يؤدوا</w:t>
      </w:r>
      <w:r w:rsidR="009C2257">
        <w:rPr>
          <w:rtl/>
        </w:rPr>
        <w:t xml:space="preserve"> </w:t>
      </w:r>
      <w:r w:rsidRPr="00573E19">
        <w:rPr>
          <w:rtl/>
        </w:rPr>
        <w:t>إلى أهله نصف الدية وإن شاؤوا أخذوا نصف الدية خمسة آلاف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أبو علي الأشعري عن محمد بن عبد الجبار عن صفوان عن إسحاق بن عمار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رجل قتل امرأة فقال</w:t>
      </w:r>
      <w:r w:rsidR="00CA4563">
        <w:rPr>
          <w:rtl/>
        </w:rPr>
        <w:t>:</w:t>
      </w:r>
      <w:r w:rsidRPr="00573E19">
        <w:rPr>
          <w:rtl/>
        </w:rPr>
        <w:t xml:space="preserve"> ان أراد</w:t>
      </w:r>
      <w:r w:rsidR="009C2257">
        <w:rPr>
          <w:rtl/>
        </w:rPr>
        <w:t xml:space="preserve"> </w:t>
      </w:r>
      <w:r w:rsidRPr="00573E19">
        <w:rPr>
          <w:rtl/>
        </w:rPr>
        <w:t>أهل المرأة أن يقتلوه أدوا نصف ديته وقتلوه وإلا قبلوا الدية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المفضل عن زيد الشحام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996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997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 وهو صدر 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998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 باختلاف في المتن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</w:t>
      </w:r>
      <w:r w:rsidRPr="00573E19">
        <w:rPr>
          <w:rtl/>
        </w:rPr>
        <w:t xml:space="preserve"> وهو صدر حديث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999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 وهو صدر الحديث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323</w:t>
      </w:r>
      <w:r w:rsidRPr="00573E19">
        <w:rPr>
          <w:rtl/>
        </w:rPr>
        <w:t xml:space="preserve"> وهو صدر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1000</w:t>
      </w:r>
      <w:r>
        <w:rPr>
          <w:rtl/>
        </w:rPr>
        <w:t xml:space="preserve"> - </w:t>
      </w:r>
      <w:r w:rsidRPr="00573E19">
        <w:rPr>
          <w:rtl/>
        </w:rPr>
        <w:t>1001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رجل قتل امرأة متعمدا قال</w:t>
      </w:r>
      <w:r w:rsidR="00CA4563">
        <w:rPr>
          <w:rtl/>
        </w:rPr>
        <w:t>:</w:t>
      </w:r>
      <w:r w:rsidRPr="00573E19">
        <w:rPr>
          <w:rtl/>
        </w:rPr>
        <w:t xml:space="preserve"> إن شاء أهلها أن يقتلوه قتلوه ويؤدوا إلى أهله</w:t>
      </w:r>
      <w:r w:rsidR="009C2257">
        <w:rPr>
          <w:rtl/>
        </w:rPr>
        <w:t xml:space="preserve"> </w:t>
      </w:r>
      <w:r w:rsidRPr="00573E19">
        <w:rPr>
          <w:rtl/>
        </w:rPr>
        <w:t>نصف الدية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الصفار عن الحسن بن موسى الخشاب عن غياث بن كلوب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إسحاق بن عمار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رجلا قتل امرأة فلم يجعل علي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بينهما قصاصا وألزم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من وجهين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انه يجوز أن يكون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لم يجعل بينهما قصاصا من حيث لم يكن القتل عمدا يجب فيه القود</w:t>
      </w:r>
      <w:r w:rsidR="00CA4563">
        <w:rPr>
          <w:rtl/>
        </w:rPr>
        <w:t>،</w:t>
      </w:r>
      <w:r w:rsidRPr="00573E19">
        <w:rPr>
          <w:rtl/>
        </w:rPr>
        <w:t xml:space="preserve"> والثاني</w:t>
      </w:r>
      <w:r w:rsidR="00CA4563">
        <w:rPr>
          <w:rtl/>
        </w:rPr>
        <w:t>:</w:t>
      </w:r>
      <w:r w:rsidRPr="00573E19">
        <w:rPr>
          <w:rtl/>
        </w:rPr>
        <w:t xml:space="preserve"> انه</w:t>
      </w:r>
      <w:r w:rsidR="009C2257">
        <w:rPr>
          <w:rtl/>
        </w:rPr>
        <w:t xml:space="preserve"> </w:t>
      </w:r>
      <w:r w:rsidRPr="00573E19">
        <w:rPr>
          <w:rtl/>
        </w:rPr>
        <w:t>لم يجعل بينهما قصاصا لا يحتاج معه إلى رد فضل الدية لان الاخبار الأولة قد تضمنت</w:t>
      </w:r>
      <w:r w:rsidR="009C2257">
        <w:rPr>
          <w:rtl/>
        </w:rPr>
        <w:t xml:space="preserve"> </w:t>
      </w:r>
      <w:r w:rsidRPr="00573E19">
        <w:rPr>
          <w:rtl/>
        </w:rPr>
        <w:t>ان بينهما قصاصا بشرط أن يردوا فضل ديتها على أولياء الرجل فمتى لم يردوا فليس</w:t>
      </w:r>
      <w:r w:rsidR="009C2257">
        <w:rPr>
          <w:rtl/>
        </w:rPr>
        <w:t xml:space="preserve"> </w:t>
      </w:r>
      <w:r w:rsidRPr="00573E19">
        <w:rPr>
          <w:rtl/>
        </w:rPr>
        <w:t>لهم إلا الدية</w:t>
      </w:r>
      <w:r w:rsidR="00CA4563">
        <w:rPr>
          <w:rtl/>
        </w:rPr>
        <w:t>،</w:t>
      </w:r>
      <w:r w:rsidRPr="00573E19">
        <w:rPr>
          <w:rtl/>
        </w:rPr>
        <w:t xml:space="preserve"> والذي يؤكد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أبي جعفر عن أبي الجوزا عن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علوان عن عمرو بن خالد عن زيد بن علي عن آبائه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ليس بين الرجل والنساء قصاص إلا في النفس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فأثبت القصاص بينهما في النفس على الشرط الذي ذكرناه</w:t>
      </w:r>
      <w:r w:rsidR="00CA4563">
        <w:rPr>
          <w:rtl/>
        </w:rPr>
        <w:t>،</w:t>
      </w:r>
      <w:r w:rsidRPr="00573E19">
        <w:rPr>
          <w:rtl/>
        </w:rPr>
        <w:t xml:space="preserve"> فاما ما تضمنه هذا الخبر</w:t>
      </w:r>
      <w:r w:rsidR="009C2257">
        <w:rPr>
          <w:rtl/>
        </w:rPr>
        <w:t xml:space="preserve"> </w:t>
      </w:r>
      <w:r w:rsidRPr="00573E19">
        <w:rPr>
          <w:rtl/>
        </w:rPr>
        <w:t>من أنه ليس بينهما قصاص إلا في النفس المعنى فيه انه ليس بينهما قصاص يتساوى</w:t>
      </w:r>
      <w:r w:rsidR="009C2257">
        <w:rPr>
          <w:rtl/>
        </w:rPr>
        <w:t xml:space="preserve"> </w:t>
      </w:r>
      <w:r w:rsidRPr="00573E19">
        <w:rPr>
          <w:rtl/>
        </w:rPr>
        <w:t>فيه الرجل والمرأة لان ديات أعضاء المرأة على النصف من ديات أعضاء الرجل إذا</w:t>
      </w:r>
      <w:r w:rsidR="009C2257">
        <w:rPr>
          <w:rtl/>
        </w:rPr>
        <w:t xml:space="preserve"> </w:t>
      </w:r>
      <w:r w:rsidRPr="00573E19">
        <w:rPr>
          <w:rtl/>
        </w:rPr>
        <w:t>جاوز ما فيه ثلث الدية على ما بيناه في الكتاب الكبير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أنه يثبت</w:t>
      </w:r>
      <w:r w:rsidR="009C2257">
        <w:rPr>
          <w:rtl/>
        </w:rPr>
        <w:t xml:space="preserve"> </w:t>
      </w:r>
      <w:r w:rsidRPr="00573E19">
        <w:rPr>
          <w:rtl/>
        </w:rPr>
        <w:t>بينهما القصاص في الأعضاء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ما رواه الحسن بن محبوب عن عبد الرحمن بن سيابة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100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</w:t>
      </w:r>
      <w:r w:rsidRPr="00E928EB">
        <w:rPr>
          <w:rtl/>
        </w:rPr>
        <w:t>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>4 وهو صدر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ان في كتاب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لو أن رجلا قطع فرج امرأته لأغرمته لها ديتها</w:t>
      </w:r>
      <w:r w:rsidR="009C2257">
        <w:rPr>
          <w:rtl/>
        </w:rPr>
        <w:t xml:space="preserve"> </w:t>
      </w:r>
      <w:r w:rsidRPr="00573E19">
        <w:rPr>
          <w:rtl/>
        </w:rPr>
        <w:t>فإن لم يؤد إليها ديتها قطعت لها فرجه إن طلبت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4" w:name="_Toc374810555"/>
      <w:bookmarkStart w:id="345" w:name="_Toc376954930"/>
      <w:r w:rsidRPr="00573E19">
        <w:rPr>
          <w:rtl/>
        </w:rPr>
        <w:t>155</w:t>
      </w:r>
      <w:r>
        <w:rPr>
          <w:rtl/>
        </w:rPr>
        <w:t xml:space="preserve"> - </w:t>
      </w:r>
      <w:r w:rsidRPr="00573E19">
        <w:rPr>
          <w:rtl/>
        </w:rPr>
        <w:t>باب حكم المرأة إذا قتلت رجلا</w:t>
      </w:r>
      <w:bookmarkEnd w:id="344"/>
      <w:bookmarkEnd w:id="34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إن قتلت المرأة الرجل قتلت به وليس لهم إلا نفسها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علي بن الحكم عن علي بن أبي حمزة عن أبي بصير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قتلت رجلا قال</w:t>
      </w:r>
      <w:r w:rsidR="00CA4563">
        <w:rPr>
          <w:rtl/>
        </w:rPr>
        <w:t>:</w:t>
      </w:r>
      <w:r w:rsidRPr="00573E19">
        <w:rPr>
          <w:rtl/>
        </w:rPr>
        <w:t xml:space="preserve"> تقتل به ولا يغرم أهلها</w:t>
      </w:r>
      <w:r w:rsidR="009C2257">
        <w:rPr>
          <w:rtl/>
        </w:rPr>
        <w:t xml:space="preserve"> </w:t>
      </w:r>
      <w:r w:rsidRPr="00573E19">
        <w:rPr>
          <w:rtl/>
        </w:rPr>
        <w:t>شيئا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ابن محبوب عن عبد الله بن سنان قال سمعت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يقول في امرأة قتلت زوجها متعمدة فقال</w:t>
      </w:r>
      <w:r w:rsidR="00CA4563">
        <w:rPr>
          <w:rtl/>
        </w:rPr>
        <w:t>:</w:t>
      </w:r>
      <w:r w:rsidRPr="00573E19">
        <w:rPr>
          <w:rtl/>
        </w:rPr>
        <w:t xml:space="preserve"> ان شاء أهله أن يقتلوها وليس يجني أحد</w:t>
      </w:r>
      <w:r w:rsidR="009C2257">
        <w:rPr>
          <w:rtl/>
        </w:rPr>
        <w:t xml:space="preserve"> </w:t>
      </w:r>
      <w:r w:rsidRPr="00573E19">
        <w:rPr>
          <w:rtl/>
        </w:rPr>
        <w:t>أكثر من جنايته على نفسه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محمد بن خالد عن ابن أبي عمير عن هشام بن سالم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المرأة تقتل الرجل ما عليها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يجنى الجاني على</w:t>
      </w:r>
      <w:r w:rsidR="009C2257">
        <w:rPr>
          <w:rtl/>
        </w:rPr>
        <w:t xml:space="preserve"> </w:t>
      </w:r>
      <w:r w:rsidRPr="00573E19">
        <w:rPr>
          <w:rtl/>
        </w:rPr>
        <w:t>أكثر من نفسه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فاما ما رواه محمد بن علي بن محبوب عن معاوية بن حكيم عن موسى بن بكر</w:t>
      </w:r>
      <w:r w:rsidR="009C2257">
        <w:rPr>
          <w:rtl/>
        </w:rPr>
        <w:t xml:space="preserve"> </w:t>
      </w:r>
      <w:r w:rsidRPr="00573E19">
        <w:rPr>
          <w:rtl/>
        </w:rPr>
        <w:t>عن أبي مريم ومحمد بن أحمد بن يحيى عن محمد بن يحيى عن علي بن الحسن بن رباط عن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مريم الأنصاري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في امرأة قتلت رجلا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1005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496 وهو ذيل حديث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323</w:t>
      </w:r>
      <w:r w:rsidRPr="00E928EB">
        <w:rPr>
          <w:rtl/>
        </w:rPr>
        <w:t xml:space="preserve"> وهو ضمن حديث.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 وهو ذيل حديث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>
        <w:rPr>
          <w:rtl/>
        </w:rPr>
        <w:t>-</w:t>
      </w:r>
      <w:r w:rsidRPr="00FE5331">
        <w:rPr>
          <w:rStyle w:val="libFootnoteChar"/>
          <w:rtl/>
        </w:rPr>
        <w:t xml:space="preserve"> 1007</w:t>
      </w:r>
      <w:r>
        <w:rPr>
          <w:rStyle w:val="libFootnoteChar"/>
          <w:rtl/>
        </w:rPr>
        <w:t xml:space="preserve"> - </w:t>
      </w:r>
      <w:r w:rsidRPr="00FE5331">
        <w:rPr>
          <w:rStyle w:val="libFootnoteChar"/>
          <w:rtl/>
        </w:rPr>
        <w:t>التهذيب ج 2 ص 496 وهو ذيل حديث الفقيه ص 388 مرسلا عن الصادق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FE5331">
        <w:rPr>
          <w:rStyle w:val="libFootnoteChar"/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1009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تقتل ويؤدي وليها بقية المال</w:t>
      </w:r>
      <w:r>
        <w:rPr>
          <w:rtl/>
        </w:rPr>
        <w:t>.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فهذه الرواية شاذة لم يروها إلا أبو مريم الأنصاري وإن تكررت في الكتب</w:t>
      </w:r>
      <w:r w:rsidR="009C2257">
        <w:rPr>
          <w:rtl/>
        </w:rPr>
        <w:t xml:space="preserve"> </w:t>
      </w:r>
      <w:r w:rsidRPr="00573E19">
        <w:rPr>
          <w:rtl/>
        </w:rPr>
        <w:t>في مواضع متفرقة ومع ذلك فإنها مخالفة لظاهر الكتاب قال الله تعالى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وَكَتَبْنَا عَلَيْهِمْ فِيهَا أَنَّ النَّفْسَ بِالنَّفْسِ</w:t>
      </w:r>
      <w:r w:rsidR="00030DAC" w:rsidRPr="00FE5331">
        <w:rPr>
          <w:rStyle w:val="libAlaemChar"/>
          <w:rtl/>
        </w:rPr>
        <w:t>)</w:t>
      </w:r>
      <w:r w:rsidRPr="00573E19">
        <w:rPr>
          <w:rtl/>
        </w:rPr>
        <w:t xml:space="preserve"> فحكم ان النفس بالنفس ولم يذكر معها شيئا آخر</w:t>
      </w:r>
      <w:r w:rsidR="00CA4563">
        <w:rPr>
          <w:rtl/>
        </w:rPr>
        <w:t>،</w:t>
      </w:r>
      <w:r w:rsidRPr="00573E19">
        <w:rPr>
          <w:rtl/>
        </w:rPr>
        <w:t xml:space="preserve"> والروايات</w:t>
      </w:r>
      <w:r w:rsidR="009C2257">
        <w:rPr>
          <w:rtl/>
        </w:rPr>
        <w:t xml:space="preserve"> </w:t>
      </w:r>
      <w:r w:rsidRPr="00573E19">
        <w:rPr>
          <w:rtl/>
        </w:rPr>
        <w:t>التي قدمناها صريحة بأنه لا يجني الجاني على أكثر من نفسه وأنه ليس على أوليائها</w:t>
      </w:r>
      <w:r w:rsidR="009C2257">
        <w:rPr>
          <w:rtl/>
        </w:rPr>
        <w:t xml:space="preserve"> </w:t>
      </w:r>
      <w:r w:rsidRPr="00573E19">
        <w:rPr>
          <w:rtl/>
        </w:rPr>
        <w:t>شئ</w:t>
      </w:r>
      <w:r w:rsidR="00CA4563">
        <w:rPr>
          <w:rtl/>
        </w:rPr>
        <w:t>،</w:t>
      </w:r>
      <w:r w:rsidRPr="00573E19">
        <w:rPr>
          <w:rtl/>
        </w:rPr>
        <w:t xml:space="preserve"> فإذا وردت هذه الرواية مخالفة لذلك ينبغي أن لا يلتفت إليها ولا إلى العمل بها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6" w:name="_Toc374810556"/>
      <w:bookmarkStart w:id="347" w:name="_Toc376954931"/>
      <w:r w:rsidRPr="00573E19">
        <w:rPr>
          <w:rtl/>
        </w:rPr>
        <w:t>156</w:t>
      </w:r>
      <w:r>
        <w:rPr>
          <w:rtl/>
        </w:rPr>
        <w:t xml:space="preserve"> - </w:t>
      </w:r>
      <w:r w:rsidRPr="00573E19">
        <w:rPr>
          <w:rtl/>
        </w:rPr>
        <w:t>باب مقدار دية أهل الذمة</w:t>
      </w:r>
      <w:bookmarkEnd w:id="346"/>
      <w:bookmarkEnd w:id="34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1010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محمد بن عيسى عن يونس عن ابن مسكان عن أبي عبد الله</w:t>
      </w:r>
      <w:r w:rsidR="009C2257">
        <w:rPr>
          <w:rtl/>
        </w:rPr>
        <w:t xml:space="preserve"> </w:t>
      </w:r>
      <w:r w:rsidR="00030DAC" w:rsidRPr="00FE5331">
        <w:rPr>
          <w:rStyle w:val="libAlaemChar"/>
          <w:rtl/>
        </w:rPr>
        <w:t>عليه‌السلام</w:t>
      </w:r>
      <w:r w:rsidR="00030DAC" w:rsidRPr="00573E19">
        <w:rPr>
          <w:rtl/>
        </w:rPr>
        <w:t xml:space="preserve"> </w:t>
      </w:r>
      <w:r w:rsidRPr="00573E19">
        <w:rPr>
          <w:rtl/>
        </w:rPr>
        <w:t>أنه قال</w:t>
      </w:r>
      <w:r w:rsidR="00CA4563">
        <w:rPr>
          <w:rtl/>
        </w:rPr>
        <w:t>:</w:t>
      </w:r>
      <w:r w:rsidRPr="00573E19">
        <w:rPr>
          <w:rtl/>
        </w:rPr>
        <w:t xml:space="preserve"> دية اليهودي والنصراني والمجوسي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أبو علي الأشعري عن محمد بن عبد الجبار عن صفوان بن يحيى عن منصور</w:t>
      </w:r>
      <w:r w:rsidR="009C2257">
        <w:rPr>
          <w:rtl/>
        </w:rPr>
        <w:t xml:space="preserve"> </w:t>
      </w:r>
      <w:r w:rsidRPr="00573E19">
        <w:rPr>
          <w:rtl/>
        </w:rPr>
        <w:t>ابن حازم عن أبان بن تغلب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إبراهيم يزعم أن</w:t>
      </w:r>
      <w:r w:rsidR="009C2257">
        <w:rPr>
          <w:rtl/>
        </w:rPr>
        <w:t xml:space="preserve"> </w:t>
      </w:r>
      <w:r w:rsidRPr="00573E19">
        <w:rPr>
          <w:rtl/>
        </w:rPr>
        <w:t>دية النصراني واليهودي والمجوسي سواء فقال</w:t>
      </w:r>
      <w:r w:rsidR="00CA4563">
        <w:rPr>
          <w:rtl/>
        </w:rPr>
        <w:t>:</w:t>
      </w:r>
      <w:r w:rsidRPr="00573E19">
        <w:rPr>
          <w:rtl/>
        </w:rPr>
        <w:t xml:space="preserve"> نعم قال الحق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الحسن بن محبوب عن أبي أيوب وابن بكير عن ليث المرادي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دية النصراني واليهودي والمجوسي فقال</w:t>
      </w:r>
      <w:r w:rsidR="00CA4563">
        <w:rPr>
          <w:rtl/>
        </w:rPr>
        <w:t>:</w:t>
      </w:r>
      <w:r w:rsidRPr="00573E19">
        <w:rPr>
          <w:rtl/>
        </w:rPr>
        <w:t xml:space="preserve"> ديتهم جميعا</w:t>
      </w:r>
      <w:r w:rsidR="009C2257">
        <w:rPr>
          <w:rtl/>
        </w:rPr>
        <w:t xml:space="preserve"> </w:t>
      </w:r>
      <w:r w:rsidRPr="00573E19">
        <w:rPr>
          <w:rtl/>
        </w:rPr>
        <w:t>سواء ثمانمائة درهم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ابن أبي عمير عن سماعة بن مهران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بعث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خالد بن الوليد إلى البحرين فأصاب بها دماء قوم من اليهود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والنصارى والمجوس فكتب إلى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إني أصبت دماء قوم</w:t>
      </w:r>
      <w:r w:rsidR="009C2257">
        <w:rPr>
          <w:rtl/>
        </w:rPr>
        <w:t xml:space="preserve"> </w:t>
      </w:r>
      <w:r w:rsidRPr="00573E19">
        <w:rPr>
          <w:rtl/>
        </w:rPr>
        <w:t>من اليهود والنصارى فوديتهم ثمانمائة وأصبت دماء من المجوس ولم تكن عهدت إلي فيهم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1010</w:t>
      </w:r>
      <w:r>
        <w:rPr>
          <w:rtl/>
        </w:rPr>
        <w:t xml:space="preserve"> - </w:t>
      </w:r>
      <w:r w:rsidRPr="00E928EB">
        <w:rPr>
          <w:rtl/>
        </w:rPr>
        <w:t>1011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فكتب إليه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ان ديتهم مثل دية اليهود والنصارى</w:t>
      </w:r>
      <w:r w:rsidR="009C2257">
        <w:rPr>
          <w:rtl/>
        </w:rPr>
        <w:t xml:space="preserve"> </w:t>
      </w:r>
      <w:r w:rsidRPr="00573E19">
        <w:rPr>
          <w:rtl/>
        </w:rPr>
        <w:t>وقال</w:t>
      </w:r>
      <w:r w:rsidR="00CA4563">
        <w:rPr>
          <w:rtl/>
        </w:rPr>
        <w:t>:</w:t>
      </w:r>
      <w:r w:rsidRPr="00573E19">
        <w:rPr>
          <w:rtl/>
        </w:rPr>
        <w:t xml:space="preserve"> انهم أهل الكتاب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إسماعيل بن مهران عن درست عن ابن مسكان عن أبي بصير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دية اليهودي والنصراني والمجوسي فقال</w:t>
      </w:r>
      <w:r w:rsidR="00CA4563">
        <w:rPr>
          <w:rtl/>
        </w:rPr>
        <w:t>:</w:t>
      </w:r>
      <w:r w:rsidRPr="00573E19">
        <w:rPr>
          <w:rtl/>
        </w:rPr>
        <w:t xml:space="preserve"> هم سواء</w:t>
      </w:r>
      <w:r w:rsidR="009C2257">
        <w:rPr>
          <w:rtl/>
        </w:rPr>
        <w:t xml:space="preserve"> </w:t>
      </w:r>
      <w:r w:rsidRPr="00573E19">
        <w:rPr>
          <w:rtl/>
        </w:rPr>
        <w:t>ثمانمائة درهم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كم دية الذمي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صفوان عن ابن مسكان عن ليث المرادي وعبد الاعلي بن أعين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النصراني واليهودي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فأما ما رواه إسماعيل بن مهران عن ابن المغيرة عن منصور عن أبان بن تغلب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النصراني واليهودي والمجوسي دية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وما رواه الحسين بن سعيد عن فضالة عن أبان عن زرارة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من أعطاه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ذمة فديته كاملة</w:t>
      </w:r>
      <w:r w:rsidR="00CA4563">
        <w:rPr>
          <w:rtl/>
        </w:rPr>
        <w:t>،</w:t>
      </w:r>
      <w:r w:rsidRPr="00573E19">
        <w:rPr>
          <w:rtl/>
        </w:rPr>
        <w:t xml:space="preserve"> قال زرارة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فهؤلاء</w:t>
      </w:r>
      <w:r>
        <w:rPr>
          <w:rtl/>
        </w:rPr>
        <w:t>؟</w:t>
      </w:r>
      <w:r w:rsidRPr="00573E19">
        <w:rPr>
          <w:rtl/>
        </w:rPr>
        <w:t xml:space="preserve">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وهؤلاء ممن أعطاهم ذمة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وما رواه محمد بن خالد عن القاسم بن محمد عن علي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اليهودي والنصراني أربعة آلاف درهم ودية</w:t>
      </w:r>
      <w:r w:rsidR="009C2257">
        <w:rPr>
          <w:rtl/>
        </w:rPr>
        <w:t xml:space="preserve"> </w:t>
      </w:r>
      <w:r w:rsidRPr="00573E19">
        <w:rPr>
          <w:rtl/>
        </w:rPr>
        <w:t>المجوسي ثمانمائة درهم</w:t>
      </w:r>
      <w:r w:rsidR="00CA4563">
        <w:rPr>
          <w:rtl/>
        </w:rPr>
        <w:t>،</w:t>
      </w:r>
      <w:r w:rsidRPr="00573E19">
        <w:rPr>
          <w:rtl/>
        </w:rPr>
        <w:t xml:space="preserve"> وقال أيضا إن للمجوسي كتابا يقال له </w:t>
      </w:r>
      <w:r>
        <w:rPr>
          <w:rtl/>
        </w:rPr>
        <w:t>(</w:t>
      </w:r>
      <w:r w:rsidRPr="00573E19">
        <w:rPr>
          <w:rtl/>
        </w:rPr>
        <w:t xml:space="preserve"> جاماس )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فيها أن نحملها على من يتعود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1014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498 وفيه زيادة الفقيه ص </w:t>
      </w:r>
      <w:r>
        <w:rPr>
          <w:rtl/>
        </w:rPr>
        <w:t>3</w:t>
      </w:r>
      <w:r w:rsidRPr="00E928EB">
        <w:rPr>
          <w:rtl/>
        </w:rPr>
        <w:t>88.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498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1016</w:t>
      </w:r>
      <w:r>
        <w:rPr>
          <w:rtl/>
        </w:rPr>
        <w:t xml:space="preserve"> - </w:t>
      </w:r>
      <w:r w:rsidRPr="00573E19">
        <w:rPr>
          <w:rtl/>
        </w:rPr>
        <w:t>1017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498 واخرج الأخير الصدوق في الفقيه ص </w:t>
      </w:r>
      <w:r>
        <w:rPr>
          <w:rtl/>
        </w:rPr>
        <w:t>3</w:t>
      </w:r>
      <w:r w:rsidRPr="00573E19">
        <w:rPr>
          <w:rtl/>
        </w:rPr>
        <w:t>89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1018</w:t>
      </w:r>
      <w:r>
        <w:rPr>
          <w:rtl/>
        </w:rPr>
        <w:t xml:space="preserve"> - </w:t>
      </w:r>
      <w:r w:rsidRPr="00573E19">
        <w:rPr>
          <w:rtl/>
        </w:rPr>
        <w:t>1019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498 واخرج الأخير الصدوق في الفقيه ص </w:t>
      </w:r>
      <w:r>
        <w:rPr>
          <w:rtl/>
        </w:rPr>
        <w:t>3</w:t>
      </w:r>
      <w:r w:rsidRPr="00573E19">
        <w:rPr>
          <w:rtl/>
        </w:rPr>
        <w:t>89</w:t>
      </w:r>
      <w:r w:rsidR="009C2257">
        <w:rPr>
          <w:rtl/>
        </w:rPr>
        <w:t xml:space="preserve"> </w:t>
      </w:r>
      <w:r w:rsidRPr="00573E19">
        <w:rPr>
          <w:rtl/>
        </w:rPr>
        <w:t>وفيه ( جاماست )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قتل أهل الذمة فإنه إذا كان كذلك فللامام أن يلزمه دية المسلم كاملة تارة وأربعة</w:t>
      </w:r>
      <w:r w:rsidR="009C2257">
        <w:rPr>
          <w:rtl/>
        </w:rPr>
        <w:t xml:space="preserve"> </w:t>
      </w:r>
      <w:r w:rsidRPr="00573E19">
        <w:rPr>
          <w:rtl/>
        </w:rPr>
        <w:t>آلاف درهم أخرى بحسب ما يراه أصلح في الحال وأردع</w:t>
      </w:r>
      <w:r w:rsidR="00CA4563">
        <w:rPr>
          <w:rtl/>
        </w:rPr>
        <w:t>،</w:t>
      </w:r>
      <w:r w:rsidRPr="00573E19">
        <w:rPr>
          <w:rtl/>
        </w:rPr>
        <w:t xml:space="preserve"> فأما من كان ذلك منه</w:t>
      </w:r>
      <w:r w:rsidR="009C2257">
        <w:rPr>
          <w:rtl/>
        </w:rPr>
        <w:t xml:space="preserve"> </w:t>
      </w:r>
      <w:r w:rsidRPr="00573E19">
        <w:rPr>
          <w:rtl/>
        </w:rPr>
        <w:t>نادرا لم يكن عليه أكثر من ثمانمائة درهم حسب ما تضمنته 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والذي</w:t>
      </w:r>
      <w:r w:rsidR="009C2257">
        <w:rPr>
          <w:rtl/>
        </w:rPr>
        <w:t xml:space="preserve"> </w:t>
      </w:r>
      <w:r w:rsidRPr="00573E19">
        <w:rPr>
          <w:rtl/>
        </w:rPr>
        <w:t>يدل على ما قلناه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>ما رواه ابن محبوب عن أبي أيوب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مسلم قتل ذميا قال فقال</w:t>
      </w:r>
      <w:r w:rsidR="00CA4563">
        <w:rPr>
          <w:rtl/>
        </w:rPr>
        <w:t>:</w:t>
      </w:r>
      <w:r w:rsidRPr="00573E19">
        <w:rPr>
          <w:rtl/>
        </w:rPr>
        <w:t xml:space="preserve"> ها شئ شديد لا تحمله الناس فليعط أهله</w:t>
      </w:r>
      <w:r w:rsidR="009C2257">
        <w:rPr>
          <w:rtl/>
        </w:rPr>
        <w:t xml:space="preserve"> </w:t>
      </w:r>
      <w:r w:rsidRPr="00573E19">
        <w:rPr>
          <w:rtl/>
        </w:rPr>
        <w:t>دية المسلم حتى ينكل عن قتل أهل السواد وعن قتل الذمي</w:t>
      </w:r>
      <w:r w:rsidR="00CA4563">
        <w:rPr>
          <w:rtl/>
        </w:rPr>
        <w:t>،</w:t>
      </w:r>
      <w:r w:rsidRPr="00573E19">
        <w:rPr>
          <w:rtl/>
        </w:rPr>
        <w:t xml:space="preserve"> ثم قال</w:t>
      </w:r>
      <w:r w:rsidR="00CA4563">
        <w:rPr>
          <w:rtl/>
        </w:rPr>
        <w:t>:</w:t>
      </w:r>
      <w:r w:rsidRPr="00573E19">
        <w:rPr>
          <w:rtl/>
        </w:rPr>
        <w:t xml:space="preserve"> لو أن مسلما</w:t>
      </w:r>
      <w:r w:rsidR="009C2257">
        <w:rPr>
          <w:rtl/>
        </w:rPr>
        <w:t xml:space="preserve"> </w:t>
      </w:r>
      <w:r w:rsidRPr="00573E19">
        <w:rPr>
          <w:rtl/>
        </w:rPr>
        <w:t>غضب على ذمي فأراد أن يقتله ويأخذ أرضه ويؤدي إلى أهله ثمانمائة درهم إذن يكثر</w:t>
      </w:r>
      <w:r w:rsidR="009C2257">
        <w:rPr>
          <w:rtl/>
        </w:rPr>
        <w:t xml:space="preserve"> </w:t>
      </w:r>
      <w:r w:rsidRPr="00573E19">
        <w:rPr>
          <w:rtl/>
        </w:rPr>
        <w:t>القتل في الذميين</w:t>
      </w:r>
      <w:r w:rsidR="00CA4563">
        <w:rPr>
          <w:rtl/>
        </w:rPr>
        <w:t>،</w:t>
      </w:r>
      <w:r w:rsidRPr="00573E19">
        <w:rPr>
          <w:rtl/>
        </w:rPr>
        <w:t xml:space="preserve"> ومن قتل ذميا ظلما فإنه ليحرم على المسلم أن يقتل ذميا حراما</w:t>
      </w:r>
      <w:r w:rsidR="009C2257">
        <w:rPr>
          <w:rtl/>
        </w:rPr>
        <w:t xml:space="preserve"> </w:t>
      </w:r>
      <w:r w:rsidRPr="00573E19">
        <w:rPr>
          <w:rtl/>
        </w:rPr>
        <w:t>ما آمن بالجزية وأداها ولم يجحدها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فأما رواية أبي بصير خاصة فقد روينا عنه أن ديتهم ثمانمائة مثل سائر الأخبار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وما تضمن خبره من الفرق بين اليهود والنصارى والمجوس فقد روى هو أيضا انه</w:t>
      </w:r>
      <w:r w:rsidR="009C2257">
        <w:rPr>
          <w:rtl/>
        </w:rPr>
        <w:t xml:space="preserve"> </w:t>
      </w:r>
      <w:r w:rsidRPr="00573E19">
        <w:rPr>
          <w:rtl/>
        </w:rPr>
        <w:t>لا فرق بينهم وانهم سواء في الدية وقد قدمناه عنه وعن غيره</w:t>
      </w:r>
      <w:r w:rsidR="00CA4563">
        <w:rPr>
          <w:rtl/>
        </w:rPr>
        <w:t>،</w:t>
      </w:r>
      <w:r w:rsidRPr="00573E19">
        <w:rPr>
          <w:rtl/>
        </w:rPr>
        <w:t xml:space="preserve"> يزيد ذلك بيانا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2 - </w:t>
      </w:r>
      <w:r w:rsidRPr="00573E19">
        <w:rPr>
          <w:rtl/>
        </w:rPr>
        <w:t>ما رواه محمد بن علي محبوب عن أحمد بن محمد عن ابن فضال عن ابن بكير</w:t>
      </w:r>
      <w:r w:rsidR="009C2257">
        <w:rPr>
          <w:rtl/>
        </w:rPr>
        <w:t xml:space="preserve"> </w:t>
      </w:r>
      <w:r w:rsidRPr="00573E19">
        <w:rPr>
          <w:rtl/>
        </w:rPr>
        <w:t>عن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المجوس ما حدهم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هم من أهل الكتاب ومجراهم</w:t>
      </w:r>
      <w:r w:rsidR="009C2257">
        <w:rPr>
          <w:rtl/>
        </w:rPr>
        <w:t xml:space="preserve"> </w:t>
      </w:r>
      <w:r w:rsidRPr="00573E19">
        <w:rPr>
          <w:rtl/>
        </w:rPr>
        <w:t>مجرى اليهود والنصارى في الحدود والديات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48" w:name="_Toc374810557"/>
      <w:bookmarkStart w:id="349" w:name="_Toc376954932"/>
      <w:r w:rsidRPr="00573E19">
        <w:rPr>
          <w:rtl/>
        </w:rPr>
        <w:t>157</w:t>
      </w:r>
      <w:r>
        <w:rPr>
          <w:rtl/>
        </w:rPr>
        <w:t xml:space="preserve"> - </w:t>
      </w:r>
      <w:r w:rsidRPr="00573E19">
        <w:rPr>
          <w:rtl/>
        </w:rPr>
        <w:t>باب انه لا يقاد مسلم بكافر</w:t>
      </w:r>
      <w:bookmarkEnd w:id="348"/>
      <w:bookmarkEnd w:id="34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علي بن رئاب عن محمد بن قيس عن أبي جعفر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يقاد مسلم بذمي لا في القتل ولا في الجراحات ولكن يؤخذ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2</w:t>
      </w:r>
      <w:r w:rsidRPr="00E928EB">
        <w:rPr>
          <w:rtl/>
        </w:rPr>
        <w:t>0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2</w:t>
      </w:r>
      <w:r w:rsidRPr="00E928EB">
        <w:rPr>
          <w:rtl/>
        </w:rPr>
        <w:t>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498 واخرج الأول الكليني في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6</w:t>
      </w:r>
    </w:p>
    <w:p w:rsidR="00FE5331" w:rsidRPr="00E928EB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10</w:t>
      </w:r>
      <w:r>
        <w:rPr>
          <w:rtl/>
        </w:rPr>
        <w:t xml:space="preserve">22 -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7.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المسلم جنايته للذمي على قدر دية الذمي ثمانمائة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فأما ما رواه يونس عن ابن مسكان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قتل المسلم يهوديا أو نصرانيا أو مجوسيا فأرادوا أن يقيدوا ردوا فضل دية المسلم</w:t>
      </w:r>
      <w:r w:rsidR="009C2257">
        <w:rPr>
          <w:rtl/>
        </w:rPr>
        <w:t xml:space="preserve"> </w:t>
      </w:r>
      <w:r w:rsidRPr="00573E19">
        <w:rPr>
          <w:rtl/>
        </w:rPr>
        <w:t>وأقادوا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زرعة عن سماعة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مسلم يقتل</w:t>
      </w:r>
      <w:r w:rsidR="009C2257">
        <w:rPr>
          <w:rtl/>
        </w:rPr>
        <w:t xml:space="preserve"> </w:t>
      </w:r>
      <w:r w:rsidRPr="00573E19">
        <w:rPr>
          <w:rtl/>
        </w:rPr>
        <w:t>رجلا من أهل الذمة قال</w:t>
      </w:r>
      <w:r w:rsidR="00CA4563">
        <w:rPr>
          <w:rtl/>
        </w:rPr>
        <w:t>:</w:t>
      </w:r>
      <w:r w:rsidRPr="00573E19">
        <w:rPr>
          <w:rtl/>
        </w:rPr>
        <w:t xml:space="preserve"> هذا حديث شديد لا يحتمله الناس ولكن يعطي الذمي دية</w:t>
      </w:r>
      <w:r w:rsidR="009C2257">
        <w:rPr>
          <w:rtl/>
        </w:rPr>
        <w:t xml:space="preserve"> </w:t>
      </w:r>
      <w:r w:rsidRPr="00573E19">
        <w:rPr>
          <w:rtl/>
        </w:rPr>
        <w:t>المسلم ثم يقتل به المسلم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الحسين بن سعيد عن فضالة بن أيوب عن أبي المعزا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قتل المسلم النصراني ثم أراد أهل النصراني</w:t>
      </w:r>
      <w:r w:rsidR="009C2257">
        <w:rPr>
          <w:rtl/>
        </w:rPr>
        <w:t xml:space="preserve"> </w:t>
      </w:r>
      <w:r w:rsidRPr="00573E19">
        <w:rPr>
          <w:rtl/>
        </w:rPr>
        <w:t>أن يقتلوه قتلوه وأدوا فضل ما بين الديتين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والخبر الأول لان الوجه فيها أن نحملها على من يتعود</w:t>
      </w:r>
      <w:r w:rsidR="009C2257">
        <w:rPr>
          <w:rtl/>
        </w:rPr>
        <w:t xml:space="preserve"> </w:t>
      </w:r>
      <w:r w:rsidRPr="00573E19">
        <w:rPr>
          <w:rtl/>
        </w:rPr>
        <w:t>قتل أهل الذمة فإنه إذا كان كذلك فللامام أن يقتله به ويؤدي أهل الذمي فضل</w:t>
      </w:r>
      <w:r w:rsidR="009C2257">
        <w:rPr>
          <w:rtl/>
        </w:rPr>
        <w:t xml:space="preserve"> </w:t>
      </w:r>
      <w:r w:rsidRPr="00573E19">
        <w:rPr>
          <w:rtl/>
        </w:rPr>
        <w:t>دية المسلم على الذمي على ورثته وإنما يفعل ذلك لكي يرتدع الناس عن قتل أهل</w:t>
      </w:r>
      <w:r w:rsidR="009C2257">
        <w:rPr>
          <w:rtl/>
        </w:rPr>
        <w:t xml:space="preserve"> </w:t>
      </w:r>
      <w:r w:rsidRPr="00573E19">
        <w:rPr>
          <w:rtl/>
        </w:rPr>
        <w:t>الذمة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أحمد بن محمد عن علي بن الحكم عن أبان عن إسماعيل بن الفضل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والحسين بن سعيد عن القاسم بن محمد</w:t>
      </w:r>
      <w:r w:rsidR="00CA4563">
        <w:rPr>
          <w:rtl/>
        </w:rPr>
        <w:t>،</w:t>
      </w:r>
      <w:r w:rsidRPr="00573E19">
        <w:rPr>
          <w:rtl/>
        </w:rPr>
        <w:t xml:space="preserve"> وفضالة عن أبان عن إسماعيل بن الفضل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دماء اليهود والنصارى والمجوس هل عليهم وعلى من</w:t>
      </w:r>
      <w:r w:rsidR="009C2257">
        <w:rPr>
          <w:rtl/>
        </w:rPr>
        <w:t xml:space="preserve"> </w:t>
      </w:r>
      <w:r w:rsidRPr="00573E19">
        <w:rPr>
          <w:rtl/>
        </w:rPr>
        <w:t>قتلهم شئ إذا غشوا المسلمين وأظهروا العداوة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إلا أن يكون متعودا لقتلهم</w:t>
      </w:r>
      <w:r w:rsidR="009C2257">
        <w:rPr>
          <w:rtl/>
        </w:rPr>
        <w:t xml:space="preserve"> </w:t>
      </w:r>
      <w:r w:rsidRPr="00573E19">
        <w:rPr>
          <w:rtl/>
        </w:rPr>
        <w:t>قال وسألته عن المسلم هل يقتل بأهل الذمة وأهل الكتاب إذا قتلهم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إلا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 xml:space="preserve">23 - </w:t>
      </w:r>
      <w:r w:rsidRPr="00E928EB">
        <w:rPr>
          <w:rtl/>
        </w:rPr>
        <w:t>10</w:t>
      </w:r>
      <w:r>
        <w:rPr>
          <w:rtl/>
        </w:rPr>
        <w:t>2</w:t>
      </w:r>
      <w:r w:rsidRPr="00E928EB">
        <w:rPr>
          <w:rtl/>
        </w:rPr>
        <w:t>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6.</w:t>
      </w:r>
    </w:p>
    <w:p w:rsidR="00FE5331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10</w:t>
      </w:r>
      <w:r>
        <w:rPr>
          <w:rtl/>
        </w:rPr>
        <w:t>2</w:t>
      </w:r>
      <w:r w:rsidRPr="00E928EB">
        <w:rPr>
          <w:rtl/>
        </w:rPr>
        <w:t>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 xml:space="preserve">7 الفقيه ص </w:t>
      </w:r>
      <w:r>
        <w:rPr>
          <w:rtl/>
        </w:rPr>
        <w:t>3</w:t>
      </w:r>
      <w:r w:rsidRPr="00E928EB">
        <w:rPr>
          <w:rtl/>
        </w:rPr>
        <w:t>89.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89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أن يكون معتادا لذلك لا يدع قتلهم فيقتل وهو صاغر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جعفر بن بشير عن إسماعيل بن الفضل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قلت رجل قتل رجلا من أهل الذمة قال</w:t>
      </w:r>
      <w:r w:rsidR="00CA4563">
        <w:rPr>
          <w:rtl/>
        </w:rPr>
        <w:t>:</w:t>
      </w:r>
      <w:r w:rsidRPr="00573E19">
        <w:rPr>
          <w:rtl/>
        </w:rPr>
        <w:t xml:space="preserve"> لا يقتل به إلا أن يكون متعودا للقتل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يونس عن محمد بن الفضيل عن أبي الحسن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50" w:name="_Toc374810558"/>
      <w:bookmarkStart w:id="351" w:name="_Toc376954933"/>
      <w:r w:rsidRPr="00573E19">
        <w:rPr>
          <w:rtl/>
        </w:rPr>
        <w:t>158</w:t>
      </w:r>
      <w:r>
        <w:rPr>
          <w:rtl/>
        </w:rPr>
        <w:t xml:space="preserve"> - </w:t>
      </w:r>
      <w:r w:rsidRPr="00573E19">
        <w:rPr>
          <w:rtl/>
        </w:rPr>
        <w:t>باب انه لا يقتل حر بعبد</w:t>
      </w:r>
      <w:bookmarkEnd w:id="350"/>
      <w:bookmarkEnd w:id="35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يقتل الحر بالعبد فإذا قتل الحر العبد غرم ثمنه وضرب ضربا شديدا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أحمد بن محمد عن علي بن الحكم عن علي بن أبي حمزة عن أبي بصير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يقتل حر بعبد وإن قتله عمدا ولكن يغرم ثمنه</w:t>
      </w:r>
      <w:r w:rsidR="009C2257">
        <w:rPr>
          <w:rtl/>
        </w:rPr>
        <w:t xml:space="preserve"> </w:t>
      </w:r>
      <w:r w:rsidRPr="00573E19">
        <w:rPr>
          <w:rtl/>
        </w:rPr>
        <w:t>ويضرب ضربا شديدا إذا قتله عمدا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Pr="00573E19">
        <w:rPr>
          <w:rtl/>
        </w:rPr>
        <w:t xml:space="preserve"> دية المملوك ثمنه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أحمد بن أبي عبد الله عن عثمان بن عيسى عن سماعة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 قال</w:t>
      </w:r>
      <w:r w:rsidR="00CA4563">
        <w:rPr>
          <w:rtl/>
        </w:rPr>
        <w:t>:</w:t>
      </w:r>
      <w:r w:rsidRPr="00573E19">
        <w:rPr>
          <w:rtl/>
        </w:rPr>
        <w:t xml:space="preserve"> يقتل العبد بالحر ولا يقتل الحر بالعبد ولكن يغرم ثمنه ويضرب ضربا</w:t>
      </w:r>
      <w:r w:rsidR="009C2257">
        <w:rPr>
          <w:rtl/>
        </w:rPr>
        <w:t xml:space="preserve"> </w:t>
      </w:r>
      <w:r w:rsidRPr="00573E19">
        <w:rPr>
          <w:rtl/>
        </w:rPr>
        <w:t>شديدا حتى لا يعود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32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صفوان عن ابن مسكان عن أبي بصير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قلت قول الله تعالى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كُتِبَ عَلَيْكُمُ الْقِصَاصُ فِي الْقَتْلَى الْحُرُّ‌ بِالْحُرِّ‌ وَالْعَبْدُ بِالْعَبْدِ وَالْأُنثَىٰ بِالْأُنثَىٰ</w:t>
      </w:r>
      <w:r w:rsidR="00030DAC" w:rsidRPr="00FE5331">
        <w:rPr>
          <w:rStyle w:val="libAlaemChar"/>
          <w:rtl/>
        </w:rPr>
        <w:t>)</w:t>
      </w:r>
      <w:r w:rsidRPr="00573E19">
        <w:rPr>
          <w:rtl/>
        </w:rPr>
        <w:t xml:space="preserve"> قال قال</w:t>
      </w:r>
      <w:r w:rsidR="00CA4563">
        <w:rPr>
          <w:rtl/>
        </w:rPr>
        <w:t>:</w:t>
      </w:r>
      <w:r w:rsidRPr="00573E19">
        <w:rPr>
          <w:rtl/>
        </w:rPr>
        <w:t xml:space="preserve"> لا يقتل حر بعبد ولكن يضرب ضربا شديدا ويغرم ثمنه</w:t>
      </w:r>
      <w:r w:rsidR="009C2257">
        <w:rPr>
          <w:rtl/>
        </w:rPr>
        <w:t xml:space="preserve"> </w:t>
      </w:r>
      <w:r w:rsidRPr="00573E19">
        <w:rPr>
          <w:rtl/>
        </w:rPr>
        <w:t>دية العبد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جعفر بن بشير عن معلي بن أبي عثمان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2</w:t>
      </w:r>
      <w:r w:rsidRPr="00E928EB">
        <w:rPr>
          <w:rtl/>
        </w:rPr>
        <w:t>7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2</w:t>
      </w:r>
      <w:r w:rsidRPr="00E928EB">
        <w:rPr>
          <w:rtl/>
        </w:rPr>
        <w:t>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6.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</w:t>
      </w:r>
      <w:r>
        <w:rPr>
          <w:rtl/>
        </w:rPr>
        <w:t>2</w:t>
      </w: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5 بزيادة فيه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10</w:t>
      </w:r>
      <w:r>
        <w:rPr>
          <w:rtl/>
        </w:rPr>
        <w:t xml:space="preserve">32 - </w:t>
      </w:r>
      <w:r w:rsidRPr="00573E19">
        <w:rPr>
          <w:rtl/>
        </w:rPr>
        <w:t>10</w:t>
      </w:r>
      <w:r>
        <w:rPr>
          <w:rtl/>
        </w:rPr>
        <w:t xml:space="preserve">33 -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5 واخرج الأخير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الصدوق في الفقيه ص </w:t>
      </w:r>
      <w:r>
        <w:rPr>
          <w:rtl/>
        </w:rPr>
        <w:t>3</w:t>
      </w:r>
      <w:r w:rsidRPr="00573E19">
        <w:rPr>
          <w:rtl/>
        </w:rPr>
        <w:t>90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لا يقتل حر بعبد وإذا قتل الحر العبد غرم ثمنه وضرب ضربا شديدا ومن قتله بالقصاص</w:t>
      </w:r>
      <w:r w:rsidR="009C2257">
        <w:rPr>
          <w:rtl/>
        </w:rPr>
        <w:t xml:space="preserve"> </w:t>
      </w:r>
      <w:r w:rsidRPr="00573E19">
        <w:rPr>
          <w:rtl/>
        </w:rPr>
        <w:t>أو الحد لم يكن له دية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الحسن بن محبوب عن نعيم بن إبراهيم عن مسمع بن عبد الملك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قصاص بين الحر والعبد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عيسى عن عبد الله بن المغيرة عن إسماعيل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زياد عن جعفر عن أبيه عن آبائه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انه قتل حرا بعبد</w:t>
      </w:r>
      <w:r w:rsidR="009C2257">
        <w:rPr>
          <w:rtl/>
        </w:rPr>
        <w:t xml:space="preserve"> </w:t>
      </w:r>
      <w:r w:rsidRPr="00573E19">
        <w:rPr>
          <w:rtl/>
        </w:rPr>
        <w:t>قتله عمدا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من يكون متعودا لقتل العبيد لان من يكون</w:t>
      </w:r>
      <w:r w:rsidR="009C2257">
        <w:rPr>
          <w:rtl/>
        </w:rPr>
        <w:t xml:space="preserve"> </w:t>
      </w:r>
      <w:r w:rsidRPr="00573E19">
        <w:rPr>
          <w:rtl/>
        </w:rPr>
        <w:t>كذلك جاز للامام أن يقتله به لكي ينكل غيره عن مثل ذلك</w:t>
      </w:r>
      <w:r w:rsidR="00CA4563">
        <w:rPr>
          <w:rtl/>
        </w:rPr>
        <w:t>،</w:t>
      </w:r>
      <w:r w:rsidRPr="00573E19">
        <w:rPr>
          <w:rtl/>
        </w:rPr>
        <w:t xml:space="preserve"> فاما إذا كان ذلك</w:t>
      </w:r>
      <w:r w:rsidR="009C2257">
        <w:rPr>
          <w:rtl/>
        </w:rPr>
        <w:t xml:space="preserve"> </w:t>
      </w:r>
      <w:r w:rsidRPr="00573E19">
        <w:rPr>
          <w:rtl/>
        </w:rPr>
        <w:t>منه شاذا نادرا فليس عليه أكثر من ثمنه والتأديب حسب ما قدمناه</w:t>
      </w:r>
      <w:r w:rsidR="00CA4563">
        <w:rPr>
          <w:rtl/>
        </w:rPr>
        <w:t>،</w:t>
      </w:r>
      <w:r w:rsidRPr="00573E19">
        <w:rPr>
          <w:rtl/>
        </w:rPr>
        <w:t xml:space="preserve"> والذي يدل</w:t>
      </w:r>
      <w:r w:rsidR="009C2257">
        <w:rPr>
          <w:rtl/>
        </w:rPr>
        <w:t xml:space="preserve"> </w:t>
      </w:r>
      <w:r w:rsidRPr="00573E19">
        <w:rPr>
          <w:rtl/>
        </w:rPr>
        <w:t>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محمد بن يعقوب عن علي بن إبراهيم عن المختار بن محمد بن المختار</w:t>
      </w:r>
      <w:r w:rsidR="009C2257">
        <w:rPr>
          <w:rtl/>
        </w:rPr>
        <w:t xml:space="preserve"> </w:t>
      </w:r>
      <w:r w:rsidRPr="00573E19">
        <w:rPr>
          <w:rtl/>
        </w:rPr>
        <w:t>ومحمد بن الحسن عن عبد الله بن الحسن العلوي جميعا عن الفتح بن يزيد الجرجاني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قتل مملوكه أو مملوكته قال</w:t>
      </w:r>
      <w:r w:rsidR="00CA4563">
        <w:rPr>
          <w:rtl/>
        </w:rPr>
        <w:t>:</w:t>
      </w:r>
      <w:r w:rsidRPr="00573E19">
        <w:rPr>
          <w:rtl/>
        </w:rPr>
        <w:t xml:space="preserve"> إن كان المملوك</w:t>
      </w:r>
      <w:r w:rsidR="009C2257">
        <w:rPr>
          <w:rtl/>
        </w:rPr>
        <w:t xml:space="preserve"> </w:t>
      </w:r>
      <w:r w:rsidRPr="00573E19">
        <w:rPr>
          <w:rtl/>
        </w:rPr>
        <w:t>له أدب وحبس</w:t>
      </w:r>
      <w:r w:rsidR="00CA4563">
        <w:rPr>
          <w:rtl/>
        </w:rPr>
        <w:t>،</w:t>
      </w:r>
      <w:r w:rsidRPr="00573E19">
        <w:rPr>
          <w:rtl/>
        </w:rPr>
        <w:t xml:space="preserve"> إلا أن يكون معروفا بقتل المماليك فيقتل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 xml:space="preserve">علي بن إبراهيم عن أبيه عن إسماعيل بن مرار عن يونس عنهم </w:t>
      </w:r>
      <w:r w:rsidRPr="00FE5331">
        <w:rPr>
          <w:rStyle w:val="libAlaemChar"/>
          <w:rtl/>
        </w:rPr>
        <w:t>عليهم‌السلام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سئل عن رجل قتل مملوكه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كان غير معروف بالقتل ضرب ضربا</w:t>
      </w:r>
      <w:r w:rsidR="009C2257">
        <w:rPr>
          <w:rtl/>
        </w:rPr>
        <w:t xml:space="preserve"> </w:t>
      </w:r>
      <w:r w:rsidRPr="00573E19">
        <w:rPr>
          <w:rtl/>
        </w:rPr>
        <w:t>شديدا واخذ منه قيمة العبد وتدفع إلى بيت مال المسلمين</w:t>
      </w:r>
      <w:r w:rsidR="00CA4563">
        <w:rPr>
          <w:rtl/>
        </w:rPr>
        <w:t>،</w:t>
      </w:r>
      <w:r w:rsidRPr="00573E19">
        <w:rPr>
          <w:rtl/>
        </w:rPr>
        <w:t xml:space="preserve"> وإن كان متعودا للقتل</w:t>
      </w:r>
      <w:r w:rsidR="009C2257">
        <w:rPr>
          <w:rtl/>
        </w:rPr>
        <w:t xml:space="preserve"> </w:t>
      </w:r>
      <w:r w:rsidRPr="00573E19">
        <w:rPr>
          <w:rtl/>
        </w:rPr>
        <w:t>قتل به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3</w:t>
      </w:r>
      <w:r w:rsidRPr="00E928EB">
        <w:rPr>
          <w:rtl/>
        </w:rPr>
        <w:t>4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3</w:t>
      </w:r>
      <w:r w:rsidRPr="00E928EB">
        <w:rPr>
          <w:rtl/>
        </w:rPr>
        <w:t>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499.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499 وفي الأخير بتفاوت في السند الكافي ج </w:t>
      </w:r>
      <w:r>
        <w:rPr>
          <w:rtl/>
        </w:rPr>
        <w:t>2</w:t>
      </w:r>
      <w:r w:rsidR="009C2257">
        <w:rPr>
          <w:rtl/>
        </w:rPr>
        <w:t xml:space="preserve"> </w:t>
      </w:r>
      <w:r w:rsidRPr="00573E19">
        <w:rPr>
          <w:rtl/>
        </w:rPr>
        <w:t xml:space="preserve">ص </w:t>
      </w:r>
      <w:r>
        <w:rPr>
          <w:rtl/>
        </w:rPr>
        <w:t>32</w:t>
      </w:r>
      <w:r w:rsidRPr="00573E19">
        <w:rPr>
          <w:rtl/>
        </w:rPr>
        <w:t>4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 محمد بن الحسن الاخبار التي قدمناها من أن دية العبد ثمنه محمولة على التفصيل</w:t>
      </w:r>
      <w:r w:rsidR="009C2257">
        <w:rPr>
          <w:rtl/>
        </w:rPr>
        <w:t xml:space="preserve"> </w:t>
      </w:r>
      <w:r w:rsidRPr="00573E19">
        <w:rPr>
          <w:rtl/>
        </w:rPr>
        <w:t>الذي روي من أنه لا يجاوز ثمنه دية الحر</w:t>
      </w:r>
      <w:r w:rsidR="00CA4563">
        <w:rPr>
          <w:rtl/>
        </w:rPr>
        <w:t>،</w:t>
      </w:r>
      <w:r w:rsidRPr="00573E19">
        <w:rPr>
          <w:rtl/>
        </w:rPr>
        <w:t xml:space="preserve"> لأنه متى زاد على ذلك رد إليه وإن نقص</w:t>
      </w:r>
      <w:r w:rsidR="009C2257">
        <w:rPr>
          <w:rtl/>
        </w:rPr>
        <w:t xml:space="preserve"> </w:t>
      </w:r>
      <w:r w:rsidRPr="00573E19">
        <w:rPr>
          <w:rtl/>
        </w:rPr>
        <w:t>لم يلزم قاتله أكثر من ذلك</w:t>
      </w:r>
      <w:r w:rsidR="00CA4563">
        <w:rPr>
          <w:rtl/>
        </w:rPr>
        <w:t>،</w:t>
      </w:r>
      <w:r w:rsidRPr="00573E19">
        <w:rPr>
          <w:rtl/>
        </w:rPr>
        <w:t xml:space="preserve"> فمن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محمد بن عيسى عن يونس عن ابن مسكان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العبد قيمته</w:t>
      </w:r>
      <w:r w:rsidR="00CA4563">
        <w:rPr>
          <w:rtl/>
        </w:rPr>
        <w:t>،</w:t>
      </w:r>
      <w:r w:rsidRPr="00573E19">
        <w:rPr>
          <w:rtl/>
        </w:rPr>
        <w:t xml:space="preserve"> وإن كان نفيسا فأفضل قيمته عشرة</w:t>
      </w:r>
      <w:r w:rsidR="009C2257">
        <w:rPr>
          <w:rtl/>
        </w:rPr>
        <w:t xml:space="preserve"> </w:t>
      </w:r>
      <w:r w:rsidRPr="00573E19">
        <w:rPr>
          <w:rtl/>
        </w:rPr>
        <w:t>آلاف درهم ولا يجاوز به دية الحر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</w:t>
      </w:r>
      <w:r>
        <w:rPr>
          <w:rtl/>
        </w:rPr>
        <w:t>3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11</w:t>
      </w:r>
      <w:r>
        <w:rPr>
          <w:rtl/>
        </w:rPr>
        <w:t xml:space="preserve"> - </w:t>
      </w:r>
      <w:r w:rsidRPr="00573E19">
        <w:rPr>
          <w:rtl/>
        </w:rPr>
        <w:t xml:space="preserve">الحسن بن محبوب عن علي بن رئاب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إذا قتل الحر العبد غرم قيمته وأدب قيل وإن كانت قيمته عشرين ألف درهم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لا يجاوز بقيمة العبد دية الأحرار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52" w:name="_Toc374810559"/>
      <w:bookmarkStart w:id="353" w:name="_Toc376954934"/>
      <w:r w:rsidRPr="00573E19">
        <w:rPr>
          <w:rtl/>
        </w:rPr>
        <w:t>159</w:t>
      </w:r>
      <w:r>
        <w:rPr>
          <w:rtl/>
        </w:rPr>
        <w:t xml:space="preserve"> - </w:t>
      </w:r>
      <w:r w:rsidRPr="00573E19">
        <w:rPr>
          <w:rtl/>
        </w:rPr>
        <w:t>باب العبد يقتل جماعة أحرار واحدا بعد الاخر</w:t>
      </w:r>
      <w:bookmarkEnd w:id="352"/>
      <w:bookmarkEnd w:id="35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الحسن الصفار عن الحسن بن أحمد بن سلمة الكوفي عن أحمد بن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علي بن فضال عن أبيه عن علي بن عقبة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عبد قتل أربعة أحرار واحدا بعد واحد</w:t>
      </w:r>
      <w:r>
        <w:rPr>
          <w:rtl/>
        </w:rPr>
        <w:t>؟</w:t>
      </w:r>
      <w:r w:rsidRPr="00573E19">
        <w:rPr>
          <w:rtl/>
        </w:rPr>
        <w:t xml:space="preserve"> قال فقال</w:t>
      </w:r>
      <w:r w:rsidR="00CA4563">
        <w:rPr>
          <w:rtl/>
        </w:rPr>
        <w:t>:</w:t>
      </w:r>
      <w:r w:rsidRPr="00573E19">
        <w:rPr>
          <w:rtl/>
        </w:rPr>
        <w:t xml:space="preserve"> هو لأهل الأخير من القتلى</w:t>
      </w:r>
      <w:r w:rsidR="009C2257">
        <w:rPr>
          <w:rtl/>
        </w:rPr>
        <w:t xml:space="preserve"> </w:t>
      </w:r>
      <w:r w:rsidRPr="00573E19">
        <w:rPr>
          <w:rtl/>
        </w:rPr>
        <w:t>إن شاءوا قتلوه وان شاءوا استرقوه</w:t>
      </w:r>
      <w:r w:rsidR="00CA4563">
        <w:rPr>
          <w:rtl/>
        </w:rPr>
        <w:t>،</w:t>
      </w:r>
      <w:r w:rsidRPr="00573E19">
        <w:rPr>
          <w:rtl/>
        </w:rPr>
        <w:t xml:space="preserve"> لأنه إذا قتل الأول استحق أولياؤه</w:t>
      </w:r>
      <w:r w:rsidR="00CA4563">
        <w:rPr>
          <w:rtl/>
        </w:rPr>
        <w:t>،</w:t>
      </w:r>
      <w:r w:rsidRPr="00573E19">
        <w:rPr>
          <w:rtl/>
        </w:rPr>
        <w:t xml:space="preserve"> فإذا قتل</w:t>
      </w:r>
      <w:r w:rsidR="009C2257">
        <w:rPr>
          <w:rtl/>
        </w:rPr>
        <w:t xml:space="preserve"> </w:t>
      </w:r>
      <w:r w:rsidRPr="00573E19">
        <w:rPr>
          <w:rtl/>
        </w:rPr>
        <w:t>الثاني استحق من أولياء الأول فصار لأولياء الثاني</w:t>
      </w:r>
      <w:r w:rsidR="00CA4563">
        <w:rPr>
          <w:rtl/>
        </w:rPr>
        <w:t>،</w:t>
      </w:r>
      <w:r w:rsidRPr="00573E19">
        <w:rPr>
          <w:rtl/>
        </w:rPr>
        <w:t xml:space="preserve"> فإذا قتل الثالث استحق من أولياء</w:t>
      </w:r>
      <w:r w:rsidR="009C2257">
        <w:rPr>
          <w:rtl/>
        </w:rPr>
        <w:t xml:space="preserve"> </w:t>
      </w:r>
      <w:r w:rsidRPr="00573E19">
        <w:rPr>
          <w:rtl/>
        </w:rPr>
        <w:t>الثاني فصار لأولياء الثالث</w:t>
      </w:r>
      <w:r w:rsidR="00CA4563">
        <w:rPr>
          <w:rtl/>
        </w:rPr>
        <w:t>،</w:t>
      </w:r>
      <w:r w:rsidRPr="00573E19">
        <w:rPr>
          <w:rtl/>
        </w:rPr>
        <w:t xml:space="preserve"> فإذا قتل الرابع استحق من أولياء الثالث فصار لأولياء</w:t>
      </w:r>
      <w:r w:rsidR="009C2257">
        <w:rPr>
          <w:rtl/>
        </w:rPr>
        <w:t xml:space="preserve"> </w:t>
      </w:r>
      <w:r w:rsidRPr="00573E19">
        <w:rPr>
          <w:rtl/>
        </w:rPr>
        <w:t>الرابع ان شاءوا قتلوه وإن شاءوا استرقوه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هذا الخبر ينبغي أن نحمله على أنه إنما يصير لأولياء الأخير إذا</w:t>
      </w:r>
      <w:r w:rsidR="009C2257">
        <w:rPr>
          <w:rtl/>
        </w:rPr>
        <w:t xml:space="preserve"> </w:t>
      </w:r>
      <w:r w:rsidRPr="00573E19">
        <w:rPr>
          <w:rtl/>
        </w:rPr>
        <w:t>حكم بذلك الحاكم</w:t>
      </w:r>
      <w:r w:rsidR="00CA4563">
        <w:rPr>
          <w:rtl/>
        </w:rPr>
        <w:t>،</w:t>
      </w:r>
      <w:r w:rsidRPr="00573E19">
        <w:rPr>
          <w:rtl/>
        </w:rPr>
        <w:t xml:space="preserve"> فأما ما قبل ذلك فإنه يكون بين أولياء</w:t>
      </w:r>
      <w:r w:rsidR="00CA4563">
        <w:rPr>
          <w:rtl/>
        </w:rPr>
        <w:t>،</w:t>
      </w:r>
      <w:r w:rsidRPr="00573E19">
        <w:rPr>
          <w:rtl/>
        </w:rPr>
        <w:t xml:space="preserve"> الجميع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ما رواه ابن محبوب عن علي بن رئاب عن زرارة عن أبي جعفر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3</w:t>
      </w:r>
      <w:r w:rsidRPr="00E928EB">
        <w:rPr>
          <w:rtl/>
        </w:rPr>
        <w:t>8</w:t>
      </w:r>
      <w:r>
        <w:rPr>
          <w:rtl/>
        </w:rPr>
        <w:t xml:space="preserve"> - </w:t>
      </w:r>
      <w:r w:rsidRPr="00E928EB">
        <w:rPr>
          <w:rtl/>
        </w:rPr>
        <w:t>10</w:t>
      </w:r>
      <w:r>
        <w:rPr>
          <w:rtl/>
        </w:rPr>
        <w:t>3</w:t>
      </w:r>
      <w:r w:rsidRPr="00E928EB">
        <w:rPr>
          <w:rtl/>
        </w:rPr>
        <w:t>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499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5.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1040</w:t>
      </w:r>
      <w:r>
        <w:rPr>
          <w:rtl/>
        </w:rPr>
        <w:t xml:space="preserve"> - </w:t>
      </w:r>
      <w:r w:rsidRPr="00573E19">
        <w:rPr>
          <w:rtl/>
        </w:rPr>
        <w:t>1041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500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عبد جرح رجلين قال</w:t>
      </w:r>
      <w:r w:rsidR="00CA4563">
        <w:rPr>
          <w:rtl/>
        </w:rPr>
        <w:t>:</w:t>
      </w:r>
      <w:r w:rsidRPr="00573E19">
        <w:rPr>
          <w:rtl/>
        </w:rPr>
        <w:t xml:space="preserve"> هو بينهما إن كانت جنايته تحيط بقيمته قيل له</w:t>
      </w:r>
      <w:r w:rsidR="00CA4563">
        <w:rPr>
          <w:rtl/>
        </w:rPr>
        <w:t>:</w:t>
      </w:r>
      <w:r w:rsidRPr="00573E19">
        <w:rPr>
          <w:rtl/>
        </w:rPr>
        <w:t xml:space="preserve"> فان جرح</w:t>
      </w:r>
      <w:r w:rsidR="009C2257">
        <w:rPr>
          <w:rtl/>
        </w:rPr>
        <w:t xml:space="preserve"> </w:t>
      </w:r>
      <w:r w:rsidRPr="00573E19">
        <w:rPr>
          <w:rtl/>
        </w:rPr>
        <w:t>رجلا في أول النهار وجرح آخر في آخر النهار قال هو بينهما ما لم يحكم الوالي في المجروح</w:t>
      </w:r>
      <w:r w:rsidR="009C2257">
        <w:rPr>
          <w:rtl/>
        </w:rPr>
        <w:t xml:space="preserve"> </w:t>
      </w:r>
      <w:r w:rsidRPr="00573E19">
        <w:rPr>
          <w:rtl/>
        </w:rPr>
        <w:t>الأول قال</w:t>
      </w:r>
      <w:r w:rsidR="00CA4563">
        <w:rPr>
          <w:rtl/>
        </w:rPr>
        <w:t>:</w:t>
      </w:r>
      <w:r w:rsidRPr="00573E19">
        <w:rPr>
          <w:rtl/>
        </w:rPr>
        <w:t xml:space="preserve"> فان جنى بعد ذلك جناية فان جنايته على الأخير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54" w:name="_Toc374810560"/>
      <w:bookmarkStart w:id="355" w:name="_Toc376954935"/>
      <w:r w:rsidRPr="00573E19">
        <w:rPr>
          <w:rtl/>
        </w:rPr>
        <w:t>160</w:t>
      </w:r>
      <w:r>
        <w:rPr>
          <w:rtl/>
        </w:rPr>
        <w:t xml:space="preserve"> - </w:t>
      </w:r>
      <w:r w:rsidRPr="00573E19">
        <w:rPr>
          <w:rtl/>
        </w:rPr>
        <w:t>باب المدبر يقتل حرا</w:t>
      </w:r>
      <w:bookmarkEnd w:id="354"/>
      <w:bookmarkEnd w:id="35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جميل بن دراج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قلت لأبي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مدبر قتل رجلا خطأ من يضمن عنه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يصالح</w:t>
      </w:r>
      <w:r w:rsidR="009C2257">
        <w:rPr>
          <w:rtl/>
        </w:rPr>
        <w:t xml:space="preserve"> </w:t>
      </w:r>
      <w:r w:rsidRPr="00573E19">
        <w:rPr>
          <w:rtl/>
        </w:rPr>
        <w:t>عنه مولاه فان أبى دفع إلى أولياء المقتول يخدمهم حتى يموت الذي دبره ثم رجع حرا</w:t>
      </w:r>
      <w:r w:rsidR="009C2257">
        <w:rPr>
          <w:rtl/>
        </w:rPr>
        <w:t xml:space="preserve"> </w:t>
      </w:r>
      <w:r w:rsidRPr="00573E19">
        <w:rPr>
          <w:rtl/>
        </w:rPr>
        <w:t>لا سبيل عليه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عيسى عن يونس عن محمد بن حمران</w:t>
      </w:r>
      <w:r w:rsidR="00CA4563">
        <w:rPr>
          <w:rtl/>
        </w:rPr>
        <w:t>،</w:t>
      </w:r>
      <w:r w:rsidRPr="00573E19">
        <w:rPr>
          <w:rtl/>
        </w:rPr>
        <w:t xml:space="preserve"> وسهل بن زياد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أحمد بن محمد بن أبي نصر عن جميل جميعا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مدبر</w:t>
      </w:r>
      <w:r w:rsidR="009C2257">
        <w:rPr>
          <w:rtl/>
        </w:rPr>
        <w:t xml:space="preserve"> </w:t>
      </w:r>
      <w:r w:rsidRPr="00573E19">
        <w:rPr>
          <w:rtl/>
        </w:rPr>
        <w:t>قتل رجلا خطأ قال</w:t>
      </w:r>
      <w:r w:rsidR="00CA4563">
        <w:rPr>
          <w:rtl/>
        </w:rPr>
        <w:t>:</w:t>
      </w:r>
      <w:r w:rsidRPr="00573E19">
        <w:rPr>
          <w:rtl/>
        </w:rPr>
        <w:t xml:space="preserve"> إن شاء مولاه أن يؤدي إليهم الدية وإلا دفعه إليهم يخدمهم</w:t>
      </w:r>
      <w:r w:rsidR="009C2257">
        <w:rPr>
          <w:rtl/>
        </w:rPr>
        <w:t xml:space="preserve"> </w:t>
      </w:r>
      <w:r w:rsidRPr="00573E19">
        <w:rPr>
          <w:rtl/>
        </w:rPr>
        <w:t>فإذا مات مولاه يعني الذي أعتقه رجع حرا</w:t>
      </w:r>
      <w:r w:rsidR="00CA4563">
        <w:rPr>
          <w:rtl/>
        </w:rPr>
        <w:t>،</w:t>
      </w:r>
      <w:r w:rsidRPr="00573E19">
        <w:rPr>
          <w:rtl/>
        </w:rPr>
        <w:t xml:space="preserve"> وفي رواية يونس لا شئ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هذه الروايات وردت هكذا مطلقة في أنه متى مات المدبر صار</w:t>
      </w:r>
      <w:r w:rsidR="009C2257">
        <w:rPr>
          <w:rtl/>
        </w:rPr>
        <w:t xml:space="preserve"> </w:t>
      </w:r>
      <w:r w:rsidRPr="00573E19">
        <w:rPr>
          <w:rtl/>
        </w:rPr>
        <w:t>المدبر حرا وينبغي أن نقول متى مات المدبر ينبغي أن يستسعى العبد في دية المقتول لئلا</w:t>
      </w:r>
      <w:r w:rsidR="009C2257">
        <w:rPr>
          <w:rtl/>
        </w:rPr>
        <w:t xml:space="preserve"> </w:t>
      </w:r>
      <w:r w:rsidRPr="00573E19">
        <w:rPr>
          <w:rtl/>
        </w:rPr>
        <w:t>يبطل دم امرء مسلم</w:t>
      </w:r>
      <w:r w:rsidR="00CA4563">
        <w:rPr>
          <w:rtl/>
        </w:rPr>
        <w:t>،</w:t>
      </w:r>
      <w:r w:rsidRPr="00573E19">
        <w:rPr>
          <w:rtl/>
        </w:rPr>
        <w:t xml:space="preserve"> ويحمل ما تضمن رواية يونس من قوله لا شئ عليه على أنه لا شئ</w:t>
      </w:r>
      <w:r w:rsidR="009C2257">
        <w:rPr>
          <w:rtl/>
        </w:rPr>
        <w:t xml:space="preserve"> </w:t>
      </w:r>
      <w:r w:rsidRPr="00573E19">
        <w:rPr>
          <w:rtl/>
        </w:rPr>
        <w:t>عليه في الحال وإن وجب عليه أن يسعى فيه على مستقبل الأوقات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علي بن إبراهيم عن أبيه عن إسماعيل بن مرار عن يونس</w:t>
      </w:r>
      <w:r w:rsidR="009C2257">
        <w:rPr>
          <w:rtl/>
        </w:rPr>
        <w:t xml:space="preserve"> </w:t>
      </w:r>
      <w:r w:rsidRPr="00573E19">
        <w:rPr>
          <w:rtl/>
        </w:rPr>
        <w:t>عن الخطاب بن سلمة</w:t>
      </w:r>
      <w:r w:rsidR="00CA4563">
        <w:rPr>
          <w:rtl/>
        </w:rPr>
        <w:t>،</w:t>
      </w:r>
      <w:r w:rsidRPr="00573E19">
        <w:rPr>
          <w:rtl/>
        </w:rPr>
        <w:t xml:space="preserve"> ورواه أيضا محمد بن أحمد بن يحيى عن إبراهيم بن هاشم عن صالح</w:t>
      </w:r>
      <w:r w:rsidR="009C2257">
        <w:rPr>
          <w:rtl/>
        </w:rPr>
        <w:t xml:space="preserve"> </w:t>
      </w:r>
      <w:r w:rsidRPr="00573E19">
        <w:rPr>
          <w:rtl/>
        </w:rPr>
        <w:t>ابن سعيد عن الحسين بن خالد عن الخطاب بن سلمة عن هشام بن أحمد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مدبر قتل رجلا خطأ قال</w:t>
      </w:r>
      <w:r w:rsidR="00CA4563">
        <w:rPr>
          <w:rtl/>
        </w:rPr>
        <w:t>:</w:t>
      </w:r>
      <w:r w:rsidRPr="00573E19">
        <w:rPr>
          <w:rtl/>
        </w:rPr>
        <w:t xml:space="preserve"> أي شئ رويتم في هذا الباب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104</w:t>
      </w:r>
      <w:r>
        <w:rPr>
          <w:rtl/>
        </w:rPr>
        <w:t xml:space="preserve">2 - </w:t>
      </w:r>
      <w:r w:rsidRPr="00E928EB">
        <w:rPr>
          <w:rtl/>
        </w:rPr>
        <w:t>104</w:t>
      </w:r>
      <w:r>
        <w:rPr>
          <w:rtl/>
        </w:rPr>
        <w:t xml:space="preserve">3 - </w:t>
      </w:r>
      <w:r w:rsidRPr="00E928EB">
        <w:rPr>
          <w:rtl/>
        </w:rPr>
        <w:t>1044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501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5.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 قلت</w:t>
      </w:r>
      <w:r w:rsidR="00CA4563">
        <w:rPr>
          <w:rtl/>
        </w:rPr>
        <w:t>:</w:t>
      </w:r>
      <w:r w:rsidRPr="00573E19">
        <w:rPr>
          <w:rtl/>
        </w:rPr>
        <w:t xml:space="preserve"> روينا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يتل برمته إلى أولياء المقتول</w:t>
      </w:r>
      <w:r w:rsidR="009C2257">
        <w:rPr>
          <w:rtl/>
        </w:rPr>
        <w:t xml:space="preserve"> </w:t>
      </w:r>
      <w:r w:rsidRPr="00573E19">
        <w:rPr>
          <w:rtl/>
        </w:rPr>
        <w:t>فان مات الذي دبره أعتق قال سبحان الله فيبطل دم امرء مسلم قلت</w:t>
      </w:r>
      <w:r w:rsidR="00CA4563">
        <w:rPr>
          <w:rtl/>
        </w:rPr>
        <w:t>:</w:t>
      </w:r>
      <w:r w:rsidRPr="00573E19">
        <w:rPr>
          <w:rtl/>
        </w:rPr>
        <w:t xml:space="preserve"> هكذا روينا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غلطتم على أبي يتل برمته إلى أولياء المقتول فإذا مات الذي دبره استسعي</w:t>
      </w:r>
      <w:r w:rsidR="009C2257">
        <w:rPr>
          <w:rtl/>
        </w:rPr>
        <w:t xml:space="preserve"> </w:t>
      </w:r>
      <w:r w:rsidRPr="00573E19">
        <w:rPr>
          <w:rtl/>
        </w:rPr>
        <w:t>في قيمته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56" w:name="_Toc374810561"/>
      <w:bookmarkStart w:id="357" w:name="_Toc376954936"/>
      <w:r w:rsidRPr="00573E19">
        <w:rPr>
          <w:rtl/>
        </w:rPr>
        <w:t>161</w:t>
      </w:r>
      <w:r>
        <w:rPr>
          <w:rtl/>
        </w:rPr>
        <w:t xml:space="preserve"> - </w:t>
      </w:r>
      <w:r w:rsidRPr="00573E19">
        <w:rPr>
          <w:rtl/>
        </w:rPr>
        <w:t>باب أم الولد تقتل سيدها خطأ</w:t>
      </w:r>
      <w:bookmarkEnd w:id="356"/>
      <w:bookmarkEnd w:id="35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محمد بن يحيى عن طلحة بن زيد عن غياث بن إبراهيم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 قال علي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إذا قتلت أم الولد سيدها</w:t>
      </w:r>
      <w:r w:rsidR="009C2257">
        <w:rPr>
          <w:rtl/>
        </w:rPr>
        <w:t xml:space="preserve"> </w:t>
      </w:r>
      <w:r w:rsidRPr="00573E19">
        <w:rPr>
          <w:rtl/>
        </w:rPr>
        <w:t>خطأ فهي حرة وليس عليها سعاية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وروى وهب بن وهب عن جعفر عن أبيه انه كان يقول</w:t>
      </w:r>
      <w:r w:rsidR="00CA4563">
        <w:rPr>
          <w:rtl/>
        </w:rPr>
        <w:t>:</w:t>
      </w:r>
      <w:r w:rsidRPr="00573E19">
        <w:rPr>
          <w:rtl/>
        </w:rPr>
        <w:t xml:space="preserve"> إذا قتلت</w:t>
      </w:r>
      <w:r w:rsidR="009C2257">
        <w:rPr>
          <w:rtl/>
        </w:rPr>
        <w:t xml:space="preserve"> </w:t>
      </w:r>
      <w:r w:rsidRPr="00573E19">
        <w:rPr>
          <w:rtl/>
        </w:rPr>
        <w:t>أم الولد سيدها خطأ فهي حرة ولا تبعة عليها</w:t>
      </w:r>
      <w:r w:rsidR="00CA4563">
        <w:rPr>
          <w:rtl/>
        </w:rPr>
        <w:t>،</w:t>
      </w:r>
      <w:r w:rsidRPr="00573E19">
        <w:rPr>
          <w:rtl/>
        </w:rPr>
        <w:t xml:space="preserve"> وإن قتلته عمدا قتلت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محمد بن أحمد بن يحيى عن أبي عبد الله عن الحسن بن علي عن حماد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عيسى عن جعفر عن أبيه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قتلت أم الولد سيدها خطأ</w:t>
      </w:r>
      <w:r w:rsidR="009C2257">
        <w:rPr>
          <w:rtl/>
        </w:rPr>
        <w:t xml:space="preserve"> </w:t>
      </w:r>
      <w:r w:rsidRPr="00573E19">
        <w:rPr>
          <w:rtl/>
        </w:rPr>
        <w:t>سعت في قيمتها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الأولين لان الوجه في الخبرين الأولين أن نحملهما على أنه إذا</w:t>
      </w:r>
      <w:r w:rsidR="009C2257">
        <w:rPr>
          <w:rtl/>
        </w:rPr>
        <w:t xml:space="preserve"> </w:t>
      </w:r>
      <w:r w:rsidRPr="00573E19">
        <w:rPr>
          <w:rtl/>
        </w:rPr>
        <w:t>كان ولدها باقيا</w:t>
      </w:r>
      <w:r w:rsidR="00CA4563">
        <w:rPr>
          <w:rtl/>
        </w:rPr>
        <w:t>،</w:t>
      </w:r>
      <w:r w:rsidRPr="00573E19">
        <w:rPr>
          <w:rtl/>
        </w:rPr>
        <w:t xml:space="preserve"> فإنه إذا مات مولاها انعتقت من نصيب ولدها</w:t>
      </w:r>
      <w:r w:rsidR="00CA4563">
        <w:rPr>
          <w:rtl/>
        </w:rPr>
        <w:t>،</w:t>
      </w:r>
      <w:r w:rsidRPr="00573E19">
        <w:rPr>
          <w:rtl/>
        </w:rPr>
        <w:t xml:space="preserve"> والخبر الآخر نحمله</w:t>
      </w:r>
      <w:r w:rsidR="009C2257">
        <w:rPr>
          <w:rtl/>
        </w:rPr>
        <w:t xml:space="preserve"> </w:t>
      </w:r>
      <w:r w:rsidRPr="00573E19">
        <w:rPr>
          <w:rtl/>
        </w:rPr>
        <w:t>على من لا ولد لها تنعتق من نصيبه فينبغي أن يستسعيها الورثة ان شاءوا ذلك وإن أرادوا</w:t>
      </w:r>
      <w:r w:rsidR="009C2257">
        <w:rPr>
          <w:rtl/>
        </w:rPr>
        <w:t xml:space="preserve"> </w:t>
      </w:r>
      <w:r w:rsidRPr="00573E19">
        <w:rPr>
          <w:rtl/>
        </w:rPr>
        <w:t>بيعها كان لهم ذلك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58" w:name="_Toc374810562"/>
      <w:bookmarkStart w:id="359" w:name="_Toc376954937"/>
      <w:r w:rsidRPr="00573E19">
        <w:rPr>
          <w:rtl/>
        </w:rPr>
        <w:t>16</w:t>
      </w:r>
      <w:r>
        <w:rPr>
          <w:rtl/>
        </w:rPr>
        <w:t xml:space="preserve">2 - </w:t>
      </w:r>
      <w:r w:rsidRPr="00573E19">
        <w:rPr>
          <w:rtl/>
        </w:rPr>
        <w:t>باب دية المكاتب</w:t>
      </w:r>
      <w:bookmarkEnd w:id="358"/>
      <w:bookmarkEnd w:id="35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عن محمد بن عيسى عن يونس عن عاصم بن حميد عن محمد بن قيس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1045</w:t>
      </w:r>
      <w:r>
        <w:rPr>
          <w:rtl/>
        </w:rPr>
        <w:t xml:space="preserve"> - </w:t>
      </w:r>
      <w:r w:rsidRPr="00E928EB">
        <w:rPr>
          <w:rtl/>
        </w:rPr>
        <w:t>1046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501 واخرج الأخير الصدوق في الفقيه ص </w:t>
      </w:r>
      <w:r>
        <w:rPr>
          <w:rtl/>
        </w:rPr>
        <w:t>3</w:t>
      </w:r>
      <w:r w:rsidRPr="00E928EB">
        <w:rPr>
          <w:rtl/>
        </w:rPr>
        <w:t>98 مسندا.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1047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</w:t>
      </w:r>
      <w:r>
        <w:rPr>
          <w:rtl/>
        </w:rPr>
        <w:t>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1048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90 مرسلا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مكاتب قتل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يحتسب منه ما أعتق منه فيؤدى به دية الحر ومارق منه دية العبد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ولا ينافي هذا الخبر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1049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ما رواه محمد بن أحمد بن يحيى عن محمد بن أحمد العلوي عن العمركي الخراساني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بن جعفر عن أخيه موسى بن جعفر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مكاتب</w:t>
      </w:r>
      <w:r w:rsidR="009C2257">
        <w:rPr>
          <w:rtl/>
        </w:rPr>
        <w:t xml:space="preserve"> </w:t>
      </w:r>
      <w:r w:rsidRPr="00573E19">
        <w:rPr>
          <w:rtl/>
        </w:rPr>
        <w:t>فقأ عين مكاتب أو كسر سنه ما عليه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كان أدى نصف مكاتبته فديته</w:t>
      </w:r>
      <w:r w:rsidR="009C2257">
        <w:rPr>
          <w:rtl/>
        </w:rPr>
        <w:t xml:space="preserve"> </w:t>
      </w:r>
      <w:r w:rsidRPr="00573E19">
        <w:rPr>
          <w:rtl/>
        </w:rPr>
        <w:t>دية حر</w:t>
      </w:r>
      <w:r w:rsidR="00CA4563">
        <w:rPr>
          <w:rtl/>
        </w:rPr>
        <w:t>،</w:t>
      </w:r>
      <w:r w:rsidRPr="00573E19">
        <w:rPr>
          <w:rtl/>
        </w:rPr>
        <w:t xml:space="preserve"> وإن كان دون النصف فبقدر ما عتق</w:t>
      </w:r>
      <w:r w:rsidR="00CA4563">
        <w:rPr>
          <w:rtl/>
        </w:rPr>
        <w:t>،</w:t>
      </w:r>
      <w:r w:rsidRPr="00573E19">
        <w:rPr>
          <w:rtl/>
        </w:rPr>
        <w:t xml:space="preserve"> وكذلك إذا فقأ عين حر</w:t>
      </w:r>
      <w:r w:rsidR="00CA4563">
        <w:rPr>
          <w:rtl/>
        </w:rPr>
        <w:t>،</w:t>
      </w:r>
      <w:r w:rsidRPr="00573E19">
        <w:rPr>
          <w:rtl/>
        </w:rPr>
        <w:t xml:space="preserve"> وسألته</w:t>
      </w:r>
      <w:r w:rsidR="009C2257">
        <w:rPr>
          <w:rtl/>
        </w:rPr>
        <w:t xml:space="preserve"> </w:t>
      </w:r>
      <w:r w:rsidRPr="00573E19">
        <w:rPr>
          <w:rtl/>
        </w:rPr>
        <w:t>عن حر فقأ عين مكاتب أو كسر سنه ما عليه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إن كان أدى نصف مكاتبته</w:t>
      </w:r>
      <w:r w:rsidR="009C2257">
        <w:rPr>
          <w:rtl/>
        </w:rPr>
        <w:t xml:space="preserve"> </w:t>
      </w:r>
      <w:r w:rsidRPr="00573E19">
        <w:rPr>
          <w:rtl/>
        </w:rPr>
        <w:t>يفقأ عين الحر أو ديته فإن كان خطأ هو يمنزلة الحر</w:t>
      </w:r>
      <w:r w:rsidR="00CA4563">
        <w:rPr>
          <w:rtl/>
        </w:rPr>
        <w:t>،</w:t>
      </w:r>
      <w:r w:rsidRPr="00573E19">
        <w:rPr>
          <w:rtl/>
        </w:rPr>
        <w:t xml:space="preserve"> وإن كان لم يؤد النصف قوم</w:t>
      </w:r>
      <w:r w:rsidR="009C2257">
        <w:rPr>
          <w:rtl/>
        </w:rPr>
        <w:t xml:space="preserve"> </w:t>
      </w:r>
      <w:r w:rsidRPr="00573E19">
        <w:rPr>
          <w:rtl/>
        </w:rPr>
        <w:t>وأدى بقدر ما أعتق منه</w:t>
      </w:r>
      <w:r w:rsidR="00CA4563">
        <w:rPr>
          <w:rtl/>
        </w:rPr>
        <w:t>،</w:t>
      </w:r>
      <w:r w:rsidRPr="00573E19">
        <w:rPr>
          <w:rtl/>
        </w:rPr>
        <w:t xml:space="preserve"> وسألته عن المكاتب إذا أدى نصف ما عليه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هو</w:t>
      </w:r>
      <w:r w:rsidR="009C2257">
        <w:rPr>
          <w:rtl/>
        </w:rPr>
        <w:t xml:space="preserve"> </w:t>
      </w:r>
      <w:r w:rsidRPr="00573E19">
        <w:rPr>
          <w:rtl/>
        </w:rPr>
        <w:t>بمنزلة الحر في الحدود وغير ذلك من قتل وغيره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لان الوجه في الجمع بينهما أن يحمل الخبر الأول على التفصيل الذي تضمنه الخبر الأخير</w:t>
      </w:r>
      <w:r w:rsidR="009C2257">
        <w:rPr>
          <w:rtl/>
        </w:rPr>
        <w:t xml:space="preserve"> </w:t>
      </w:r>
      <w:r w:rsidRPr="00573E19">
        <w:rPr>
          <w:rtl/>
        </w:rPr>
        <w:t>فنقول يحسب فيؤدى منه بحسب الحرية ما لم يكن أدى نصف ثمنه فإذا أدى ذلك</w:t>
      </w:r>
      <w:r w:rsidR="009C2257">
        <w:rPr>
          <w:rtl/>
        </w:rPr>
        <w:t xml:space="preserve"> </w:t>
      </w:r>
      <w:r w:rsidRPr="00573E19">
        <w:rPr>
          <w:rtl/>
        </w:rPr>
        <w:t>كان حكمه حكم الأحرار على ما تضمنه الخبر الأخير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0" w:name="_Toc374810563"/>
      <w:bookmarkStart w:id="361" w:name="_Toc376954938"/>
      <w:r w:rsidRPr="00573E19">
        <w:rPr>
          <w:rtl/>
        </w:rPr>
        <w:t>16</w:t>
      </w:r>
      <w:r>
        <w:rPr>
          <w:rtl/>
        </w:rPr>
        <w:t xml:space="preserve">3 - </w:t>
      </w:r>
      <w:r w:rsidRPr="00573E19">
        <w:rPr>
          <w:rtl/>
        </w:rPr>
        <w:t>باب المقتول يوجد في قبيلة أو قرية</w:t>
      </w:r>
      <w:bookmarkEnd w:id="360"/>
      <w:bookmarkEnd w:id="36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بن خالد عن عثمان بن عيسى عن سماعة بن مهران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الرجل يوجد قتيلا في القرية أو بين قريتين فقال</w:t>
      </w:r>
      <w:r w:rsidR="00CA4563">
        <w:rPr>
          <w:rtl/>
        </w:rPr>
        <w:t>:</w:t>
      </w:r>
      <w:r w:rsidRPr="00573E19">
        <w:rPr>
          <w:rtl/>
        </w:rPr>
        <w:t xml:space="preserve"> يقاس</w:t>
      </w:r>
      <w:r w:rsidR="009C2257">
        <w:rPr>
          <w:rtl/>
        </w:rPr>
        <w:t xml:space="preserve"> </w:t>
      </w:r>
      <w:r w:rsidRPr="00573E19">
        <w:rPr>
          <w:rtl/>
        </w:rPr>
        <w:t>ما بينهما فأيهما كانت أقرب ضمنت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أبيه عن ابن أبي عمير عن حماد عن الحلبي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1049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</w:t>
      </w:r>
      <w:r>
        <w:rPr>
          <w:rtl/>
        </w:rPr>
        <w:t>2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 w:rsidRPr="00E928EB">
        <w:rPr>
          <w:rtl/>
        </w:rPr>
        <w:t xml:space="preserve"> 1050</w:t>
      </w:r>
      <w:r>
        <w:rPr>
          <w:rtl/>
        </w:rPr>
        <w:t xml:space="preserve"> - </w:t>
      </w:r>
      <w:r w:rsidRPr="00E928EB">
        <w:rPr>
          <w:rtl/>
        </w:rPr>
        <w:t>1051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</w:t>
      </w:r>
      <w:r>
        <w:rPr>
          <w:rtl/>
        </w:rPr>
        <w:t>3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41 واخرج الأول الصدوق</w:t>
      </w:r>
      <w:r w:rsidR="009C2257">
        <w:rPr>
          <w:rtl/>
        </w:rPr>
        <w:t xml:space="preserve"> </w:t>
      </w:r>
      <w:r w:rsidRPr="00E928EB">
        <w:rPr>
          <w:rtl/>
        </w:rPr>
        <w:t xml:space="preserve">في الفقيه ص </w:t>
      </w:r>
      <w:r>
        <w:rPr>
          <w:rtl/>
        </w:rPr>
        <w:t>3</w:t>
      </w:r>
      <w:r w:rsidRPr="00E928EB">
        <w:rPr>
          <w:rtl/>
        </w:rPr>
        <w:t>8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مثله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عبد الرحمن بن أبي نجران عن عاصم بن حميد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قيس قال</w:t>
      </w:r>
      <w:r w:rsidR="00CA4563">
        <w:rPr>
          <w:rtl/>
        </w:rPr>
        <w:t>:</w:t>
      </w:r>
      <w:r w:rsidRPr="00573E19">
        <w:rPr>
          <w:rtl/>
        </w:rPr>
        <w:t xml:space="preserve"> سمعت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قتل في قرية أو قريبا من قرية أن يغرم أهل تلك القرية إن لم توجد بينة</w:t>
      </w:r>
      <w:r w:rsidR="009C2257">
        <w:rPr>
          <w:rtl/>
        </w:rPr>
        <w:t xml:space="preserve"> </w:t>
      </w:r>
      <w:r w:rsidRPr="00573E19">
        <w:rPr>
          <w:rtl/>
        </w:rPr>
        <w:t>على أهل تلك القرية أنهم ما قتلوه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الوجه في هذه الأخبار انه إنما يلزم أهل القرية أو القبيلة إذا وجد</w:t>
      </w:r>
      <w:r w:rsidR="009C2257">
        <w:rPr>
          <w:rtl/>
        </w:rPr>
        <w:t xml:space="preserve"> </w:t>
      </w:r>
      <w:r w:rsidRPr="00573E19">
        <w:rPr>
          <w:rtl/>
        </w:rPr>
        <w:t>القتيل بينهم متى كانوا متهمين بالقتل وامتنعوا من القسامة حسب ما بيناه في كتابنا</w:t>
      </w:r>
      <w:r w:rsidR="009C2257">
        <w:rPr>
          <w:rtl/>
        </w:rPr>
        <w:t xml:space="preserve"> </w:t>
      </w:r>
      <w:r w:rsidRPr="00573E19">
        <w:rPr>
          <w:rtl/>
        </w:rPr>
        <w:t>الكبير</w:t>
      </w:r>
      <w:r w:rsidR="00CA4563">
        <w:rPr>
          <w:rtl/>
        </w:rPr>
        <w:t>،</w:t>
      </w:r>
      <w:r w:rsidRPr="00573E19">
        <w:rPr>
          <w:rtl/>
        </w:rPr>
        <w:t xml:space="preserve"> فاما إذا لم يكونوا متهمين بالقتل أو أجابوا إلى القسامة فلا دية عليهم وتؤدى</w:t>
      </w:r>
      <w:r w:rsidR="009C2257">
        <w:rPr>
          <w:rtl/>
        </w:rPr>
        <w:t xml:space="preserve"> </w:t>
      </w:r>
      <w:r w:rsidRPr="00573E19">
        <w:rPr>
          <w:rtl/>
        </w:rPr>
        <w:t>ديته من بيت المال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ما رواه محمد بن أحمد بن يحيى عن أحمد والعباس والهيثم جميعا عن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محبوب عن علي بن الفضيل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وجد رجل</w:t>
      </w:r>
      <w:r w:rsidR="009C2257">
        <w:rPr>
          <w:rtl/>
        </w:rPr>
        <w:t xml:space="preserve"> </w:t>
      </w:r>
      <w:r w:rsidRPr="00573E19">
        <w:rPr>
          <w:rtl/>
        </w:rPr>
        <w:t>مقتول في قبيلة قوم حلفوا جميعا ما قتلوه ولا يعلمون له قاتلا فان أبوا غرموا الدية فيما</w:t>
      </w:r>
      <w:r w:rsidR="009C2257">
        <w:rPr>
          <w:rtl/>
        </w:rPr>
        <w:t xml:space="preserve"> </w:t>
      </w:r>
      <w:r w:rsidRPr="00573E19">
        <w:rPr>
          <w:rtl/>
        </w:rPr>
        <w:t>بينهم في أموالهم سواء بين جميع القبيلة من الرجال المدركين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عنه عن هارون بن مسلم عن مسعدة بن زياد عن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كان أبي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إذا لم يقم القوم المدعون البينة على قتل قتيلهم ولم يقسموا بان</w:t>
      </w:r>
      <w:r w:rsidR="009C2257">
        <w:rPr>
          <w:rtl/>
        </w:rPr>
        <w:t xml:space="preserve"> </w:t>
      </w:r>
      <w:r w:rsidRPr="00573E19">
        <w:rPr>
          <w:rtl/>
        </w:rPr>
        <w:t>المتهمين قتلوه حلف المتهمين بالقتل خمسين يمينا بالله ما قتلناه ولا علمنا له قاتلا ثم تؤدى الدية</w:t>
      </w:r>
      <w:r w:rsidR="009C2257">
        <w:rPr>
          <w:rtl/>
        </w:rPr>
        <w:t xml:space="preserve"> </w:t>
      </w:r>
      <w:r w:rsidRPr="00573E19">
        <w:rPr>
          <w:rtl/>
        </w:rPr>
        <w:t>إلى أولياء القتيل وذلك إذا قتل في حي واحد</w:t>
      </w:r>
      <w:r w:rsidR="00CA4563">
        <w:rPr>
          <w:rtl/>
        </w:rPr>
        <w:t>،</w:t>
      </w:r>
      <w:r w:rsidRPr="00573E19">
        <w:rPr>
          <w:rtl/>
        </w:rPr>
        <w:t xml:space="preserve"> فاما إذا قتل في عسكر أو سوق أو مدينة</w:t>
      </w:r>
      <w:r w:rsidR="009C2257">
        <w:rPr>
          <w:rtl/>
        </w:rPr>
        <w:t xml:space="preserve"> </w:t>
      </w:r>
      <w:r w:rsidRPr="00573E19">
        <w:rPr>
          <w:rtl/>
        </w:rPr>
        <w:t>فديته تدفع إلى أوليائه من بيت المال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2" w:name="_Toc374810564"/>
      <w:bookmarkStart w:id="363" w:name="_Toc376954939"/>
      <w:r w:rsidRPr="00573E19">
        <w:rPr>
          <w:rtl/>
        </w:rPr>
        <w:t>164</w:t>
      </w:r>
      <w:r>
        <w:rPr>
          <w:rtl/>
        </w:rPr>
        <w:t xml:space="preserve"> - </w:t>
      </w:r>
      <w:r w:rsidRPr="00573E19">
        <w:rPr>
          <w:rtl/>
        </w:rPr>
        <w:t>باب من قتله الحر</w:t>
      </w:r>
      <w:bookmarkEnd w:id="362"/>
      <w:bookmarkEnd w:id="36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105</w:t>
      </w:r>
      <w:r>
        <w:rPr>
          <w:rtl/>
        </w:rPr>
        <w:t xml:space="preserve">2 - </w:t>
      </w:r>
      <w:r w:rsidRPr="00E928EB">
        <w:rPr>
          <w:rtl/>
        </w:rPr>
        <w:t>105</w:t>
      </w:r>
      <w:r>
        <w:rPr>
          <w:rtl/>
        </w:rPr>
        <w:t xml:space="preserve">3 - </w:t>
      </w:r>
      <w:r w:rsidRPr="00E928EB">
        <w:rPr>
          <w:rtl/>
        </w:rPr>
        <w:t>1054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1055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1 وهو صدر حديث فيهما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أيما رجل قتله الحد والقصاص فلا دية له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عن محمد بن عيسى عن يونس عن مفضل بن صالح عن زيد الشحام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قتله القصاص هل له دية فقال لو كان</w:t>
      </w:r>
      <w:r w:rsidR="009C2257">
        <w:rPr>
          <w:rtl/>
        </w:rPr>
        <w:t xml:space="preserve"> </w:t>
      </w:r>
      <w:r w:rsidRPr="00573E19">
        <w:rPr>
          <w:rtl/>
        </w:rPr>
        <w:t>ذلك لم يقتص من أحد ومن قتله الحد فلا دية 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هذان الخبران وردا عامين وينبغي أن نخصهما بان نقول</w:t>
      </w:r>
      <w:r w:rsidR="00CA4563">
        <w:rPr>
          <w:rtl/>
        </w:rPr>
        <w:t>:</w:t>
      </w:r>
      <w:r w:rsidRPr="00573E19">
        <w:rPr>
          <w:rtl/>
        </w:rPr>
        <w:t xml:space="preserve"> إذا</w:t>
      </w:r>
      <w:r w:rsidR="009C2257">
        <w:rPr>
          <w:rtl/>
        </w:rPr>
        <w:t xml:space="preserve"> </w:t>
      </w:r>
      <w:r w:rsidRPr="00573E19">
        <w:rPr>
          <w:rtl/>
        </w:rPr>
        <w:t>قتلهما حد من حدود الله فلا دية له من بيت المال وإذا مات في شي من حدود</w:t>
      </w:r>
      <w:r w:rsidR="009C2257">
        <w:rPr>
          <w:rtl/>
        </w:rPr>
        <w:t xml:space="preserve"> </w:t>
      </w:r>
      <w:r w:rsidRPr="00573E19">
        <w:rPr>
          <w:rtl/>
        </w:rPr>
        <w:t>الآدميين كانت ديته على بيت المال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الحسن بن محبوب عن الحسن بن صالح الثوري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كان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 من ضربناه حدا من حدود الله فمات</w:t>
      </w:r>
      <w:r w:rsidR="009C2257">
        <w:rPr>
          <w:rtl/>
        </w:rPr>
        <w:t xml:space="preserve"> </w:t>
      </w:r>
      <w:r w:rsidRPr="00573E19">
        <w:rPr>
          <w:rtl/>
        </w:rPr>
        <w:t>فلا دية له علينا</w:t>
      </w:r>
      <w:r w:rsidR="00CA4563">
        <w:rPr>
          <w:rtl/>
        </w:rPr>
        <w:t>،</w:t>
      </w:r>
      <w:r w:rsidRPr="00573E19">
        <w:rPr>
          <w:rtl/>
        </w:rPr>
        <w:t xml:space="preserve"> ومن ضربناه حدا في شئ من حقوق الناس فمات فإن</w:t>
      </w:r>
      <w:r w:rsidR="009C2257">
        <w:rPr>
          <w:rtl/>
        </w:rPr>
        <w:t xml:space="preserve"> </w:t>
      </w:r>
      <w:r w:rsidRPr="00573E19">
        <w:rPr>
          <w:rtl/>
        </w:rPr>
        <w:t>ديته علينا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4" w:name="_Toc374810565"/>
      <w:bookmarkStart w:id="365" w:name="_Toc376954940"/>
      <w:r w:rsidRPr="00573E19">
        <w:rPr>
          <w:rtl/>
        </w:rPr>
        <w:t>165</w:t>
      </w:r>
      <w:r>
        <w:rPr>
          <w:rtl/>
        </w:rPr>
        <w:t xml:space="preserve"> - </w:t>
      </w:r>
      <w:r w:rsidRPr="00573E19">
        <w:rPr>
          <w:rtl/>
        </w:rPr>
        <w:t>باب إذا أعنف أحد الزوجين على صاحبه فقتله ما حكمه</w:t>
      </w:r>
      <w:bookmarkEnd w:id="364"/>
      <w:bookmarkEnd w:id="36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صالح بن سعيد عن يونس عن بعض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أعنف على امرأته أو امرأة أعنفت</w:t>
      </w:r>
      <w:r w:rsidR="009C2257">
        <w:rPr>
          <w:rtl/>
        </w:rPr>
        <w:t xml:space="preserve"> </w:t>
      </w:r>
      <w:r w:rsidRPr="00573E19">
        <w:rPr>
          <w:rtl/>
        </w:rPr>
        <w:t>على زوجها فقتل أحدهما الآخر قال</w:t>
      </w:r>
      <w:r w:rsidR="00CA4563">
        <w:rPr>
          <w:rtl/>
        </w:rPr>
        <w:t>:</w:t>
      </w:r>
      <w:r w:rsidRPr="00573E19">
        <w:rPr>
          <w:rtl/>
        </w:rPr>
        <w:t xml:space="preserve"> لا شئ عليهما إذا كانا مأمونين فان اتهما لزمهما</w:t>
      </w:r>
      <w:r w:rsidR="009C2257">
        <w:rPr>
          <w:rtl/>
        </w:rPr>
        <w:t xml:space="preserve"> </w:t>
      </w:r>
      <w:r w:rsidRPr="00573E19">
        <w:rPr>
          <w:rtl/>
        </w:rPr>
        <w:t>اليمين بالله انهما لم يردا القتل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1059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الحسين بن سعيد عن ابن أبي عمير عن حماد عن الحلبي</w:t>
      </w:r>
      <w:r w:rsidR="009C2257">
        <w:rPr>
          <w:rtl/>
        </w:rPr>
        <w:t xml:space="preserve"> </w:t>
      </w:r>
      <w:r w:rsidRPr="00573E19">
        <w:rPr>
          <w:rtl/>
        </w:rPr>
        <w:t>وهشام والنضر وعلي بن النعمان عن ابن مسكان جميعا عن سليمان بن خالد عن أبي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1056</w:t>
      </w:r>
      <w:r>
        <w:rPr>
          <w:rtl/>
        </w:rPr>
        <w:t xml:space="preserve"> - </w:t>
      </w:r>
      <w:r w:rsidRPr="00E928EB">
        <w:rPr>
          <w:rtl/>
        </w:rPr>
        <w:t>1057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504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1 واخرج الأخير الصدوق</w:t>
      </w:r>
      <w:r w:rsidR="009C2257">
        <w:rPr>
          <w:rtl/>
        </w:rPr>
        <w:t xml:space="preserve"> </w:t>
      </w:r>
      <w:r w:rsidRPr="00E928EB">
        <w:rPr>
          <w:rtl/>
        </w:rPr>
        <w:t xml:space="preserve">في الفقيه ص </w:t>
      </w:r>
      <w:r>
        <w:rPr>
          <w:rtl/>
        </w:rPr>
        <w:t>3</w:t>
      </w:r>
      <w:r w:rsidRPr="00E928EB">
        <w:rPr>
          <w:rtl/>
        </w:rPr>
        <w:t>8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1058</w:t>
      </w:r>
      <w:r>
        <w:rPr>
          <w:rtl/>
        </w:rPr>
        <w:t xml:space="preserve"> - </w:t>
      </w:r>
      <w:r w:rsidRPr="00573E19">
        <w:rPr>
          <w:rtl/>
        </w:rPr>
        <w:t>1059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504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322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والصدوق في الفقيه ص </w:t>
      </w:r>
      <w:r>
        <w:rPr>
          <w:rtl/>
        </w:rPr>
        <w:t>3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FE5331">
        <w:rPr>
          <w:rStyle w:val="libAlaemChar"/>
          <w:rtl/>
        </w:rPr>
        <w:lastRenderedPageBreak/>
        <w:t>عليه‌السلام</w:t>
      </w:r>
      <w:r w:rsidRPr="00573E19">
        <w:rPr>
          <w:rtl/>
        </w:rPr>
        <w:t xml:space="preserve"> انه سئل عن رجل أعنف على امرأة فزعم أنها ماتت من عنفه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الدية كاملة ولا يقتل الرجل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لان الخبر الأول نحمله على أنه إنما نفي فيه عنه أن يكون</w:t>
      </w:r>
      <w:r w:rsidR="009C2257">
        <w:rPr>
          <w:rtl/>
        </w:rPr>
        <w:t xml:space="preserve"> </w:t>
      </w:r>
      <w:r w:rsidRPr="00573E19">
        <w:rPr>
          <w:rtl/>
        </w:rPr>
        <w:t>عليهما شئ من القود ولم ينف أن يكون عليهما الدية وإنما تزول التهمة بأن يحلف</w:t>
      </w:r>
      <w:r w:rsidR="009C2257">
        <w:rPr>
          <w:rtl/>
        </w:rPr>
        <w:t xml:space="preserve"> </w:t>
      </w:r>
      <w:r w:rsidRPr="00573E19">
        <w:rPr>
          <w:rtl/>
        </w:rPr>
        <w:t>كل واحد منهما انه ما أراد قتل صاحبه ثم تلزمه الدية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6" w:name="_Toc374810566"/>
      <w:bookmarkStart w:id="367" w:name="_Toc376954941"/>
      <w:r w:rsidRPr="00573E19">
        <w:rPr>
          <w:rtl/>
        </w:rPr>
        <w:t>166</w:t>
      </w:r>
      <w:r>
        <w:rPr>
          <w:rtl/>
        </w:rPr>
        <w:t xml:space="preserve"> - </w:t>
      </w:r>
      <w:r w:rsidRPr="00573E19">
        <w:rPr>
          <w:rtl/>
        </w:rPr>
        <w:t>باب من زلق من فوق على غيره فقتله</w:t>
      </w:r>
      <w:bookmarkEnd w:id="366"/>
      <w:bookmarkEnd w:id="36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علي بن رئاب عن عبيد بن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وقع على رجل فقتله فقال</w:t>
      </w:r>
      <w:r w:rsidR="00CA4563">
        <w:rPr>
          <w:rtl/>
        </w:rPr>
        <w:t>:</w:t>
      </w:r>
      <w:r w:rsidRPr="00573E19">
        <w:rPr>
          <w:rtl/>
        </w:rPr>
        <w:t xml:space="preserve"> ليس عليه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محمد بن يعقوب عن الحسين بن محمد عن معلى بن محمد عن الوشا عن أبان</w:t>
      </w:r>
      <w:r w:rsidR="009C2257">
        <w:rPr>
          <w:rtl/>
        </w:rPr>
        <w:t xml:space="preserve"> </w:t>
      </w:r>
      <w:r w:rsidRPr="00573E19">
        <w:rPr>
          <w:rtl/>
        </w:rPr>
        <w:t>ابن عثمان عن عبيد بن زرارة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</w:t>
      </w:r>
      <w:r w:rsidR="009C2257">
        <w:rPr>
          <w:rtl/>
        </w:rPr>
        <w:t xml:space="preserve"> </w:t>
      </w:r>
      <w:r w:rsidRPr="00573E19">
        <w:rPr>
          <w:rtl/>
        </w:rPr>
        <w:t>وقع على رجل من فوق البيت فمات أحدهما قال</w:t>
      </w:r>
      <w:r w:rsidR="00CA4563">
        <w:rPr>
          <w:rtl/>
        </w:rPr>
        <w:t>:</w:t>
      </w:r>
      <w:r w:rsidRPr="00573E19">
        <w:rPr>
          <w:rtl/>
        </w:rPr>
        <w:t xml:space="preserve"> ليس على الاعلى شئ ولا</w:t>
      </w:r>
      <w:r w:rsidR="009C2257">
        <w:rPr>
          <w:rtl/>
        </w:rPr>
        <w:t xml:space="preserve"> </w:t>
      </w:r>
      <w:r w:rsidRPr="00573E19">
        <w:rPr>
          <w:rtl/>
        </w:rPr>
        <w:t>على الأسفل شئ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محمد بن علي بن محبوب عن أحمد بن محمد عن الحسين عن صفوان بن يحيى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وفضالة عن العلا عن محمد بن مسلم عن أحدهما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في الرجل يسقط</w:t>
      </w:r>
      <w:r w:rsidR="009C2257">
        <w:rPr>
          <w:rtl/>
        </w:rPr>
        <w:t xml:space="preserve"> </w:t>
      </w:r>
      <w:r w:rsidRPr="00573E19">
        <w:rPr>
          <w:rtl/>
        </w:rPr>
        <w:t>على الرجل فيقتله فقال</w:t>
      </w:r>
      <w:r w:rsidR="00CA4563">
        <w:rPr>
          <w:rtl/>
        </w:rPr>
        <w:t>:</w:t>
      </w:r>
      <w:r w:rsidRPr="00573E19">
        <w:rPr>
          <w:rtl/>
        </w:rPr>
        <w:t xml:space="preserve"> لا شئ عليه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 الوجه في هذه الأخبار أنه لا يلزمه إذا كان زلق خطأ</w:t>
      </w:r>
      <w:r w:rsidR="00CA4563">
        <w:rPr>
          <w:rtl/>
        </w:rPr>
        <w:t>،</w:t>
      </w:r>
      <w:r w:rsidRPr="00573E19">
        <w:rPr>
          <w:rtl/>
        </w:rPr>
        <w:t xml:space="preserve"> فاما</w:t>
      </w:r>
      <w:r w:rsidR="009C2257">
        <w:rPr>
          <w:rtl/>
        </w:rPr>
        <w:t xml:space="preserve"> </w:t>
      </w:r>
      <w:r w:rsidRPr="00573E19">
        <w:rPr>
          <w:rtl/>
        </w:rPr>
        <w:t>إذا دفعه دافع كانت الجناية عليه ويرجع هو على الدافع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ما رواه الحسن بن محبوب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دفع رجلا على رجل فقتله قال</w:t>
      </w:r>
      <w:r w:rsidR="00CA4563">
        <w:rPr>
          <w:rtl/>
        </w:rPr>
        <w:t>:</w:t>
      </w:r>
      <w:r w:rsidRPr="00573E19">
        <w:rPr>
          <w:rtl/>
        </w:rPr>
        <w:t xml:space="preserve"> الدية على الذي وقع على الرجل لأولياء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1060</w:t>
      </w:r>
      <w:r>
        <w:rPr>
          <w:rtl/>
        </w:rPr>
        <w:t xml:space="preserve"> - </w:t>
      </w:r>
      <w:r w:rsidRPr="00E928EB">
        <w:rPr>
          <w:rtl/>
        </w:rPr>
        <w:t>1061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505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>0.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106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505 بزيادة في آخره الفقيه ص </w:t>
      </w:r>
      <w:r>
        <w:rPr>
          <w:rtl/>
        </w:rPr>
        <w:t>3</w:t>
      </w:r>
      <w:r w:rsidRPr="00573E19">
        <w:rPr>
          <w:rtl/>
        </w:rPr>
        <w:t>84 بتفاوت يسير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106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505 الفقيه ص </w:t>
      </w:r>
      <w:r>
        <w:rPr>
          <w:rtl/>
        </w:rPr>
        <w:t>3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المقتول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ويرجع المدفوع بالدية على الذي دفعه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أصاب المدفوع</w:t>
      </w:r>
      <w:r w:rsidR="009C2257">
        <w:rPr>
          <w:rtl/>
        </w:rPr>
        <w:t xml:space="preserve"> </w:t>
      </w:r>
      <w:r w:rsidRPr="00573E19">
        <w:rPr>
          <w:rtl/>
        </w:rPr>
        <w:t>شئ فهو على الدافع أيضا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68" w:name="_Toc374810567"/>
      <w:bookmarkStart w:id="369" w:name="_Toc376954942"/>
      <w:r w:rsidRPr="00573E19">
        <w:rPr>
          <w:rtl/>
        </w:rPr>
        <w:t>167</w:t>
      </w:r>
      <w:r>
        <w:rPr>
          <w:rtl/>
        </w:rPr>
        <w:t xml:space="preserve"> - </w:t>
      </w:r>
      <w:r w:rsidRPr="00573E19">
        <w:rPr>
          <w:rtl/>
        </w:rPr>
        <w:t>باب جواز قتل الاثنين فصاعدا بواحد</w:t>
      </w:r>
      <w:bookmarkEnd w:id="368"/>
      <w:bookmarkEnd w:id="36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أحمد بن الحسن الميثمي عن أبان عن الفضيل بن يسار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قلت لأبي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عشرة قتلوا رجلا فقال</w:t>
      </w:r>
      <w:r w:rsidR="00CA4563">
        <w:rPr>
          <w:rtl/>
        </w:rPr>
        <w:t>:</w:t>
      </w:r>
      <w:r w:rsidRPr="00573E19">
        <w:rPr>
          <w:rtl/>
        </w:rPr>
        <w:t xml:space="preserve"> إن شاؤوا أولياؤه قتلوهم جميعا</w:t>
      </w:r>
      <w:r w:rsidR="009C2257">
        <w:rPr>
          <w:rtl/>
        </w:rPr>
        <w:t xml:space="preserve"> </w:t>
      </w:r>
      <w:r w:rsidRPr="00573E19">
        <w:rPr>
          <w:rtl/>
        </w:rPr>
        <w:t>وغرموا تسع ديات</w:t>
      </w:r>
      <w:r w:rsidR="00CA4563">
        <w:rPr>
          <w:rtl/>
        </w:rPr>
        <w:t>،</w:t>
      </w:r>
      <w:r w:rsidRPr="00573E19">
        <w:rPr>
          <w:rtl/>
        </w:rPr>
        <w:t xml:space="preserve"> وإن شاؤوا تخيروا رجلا فقتلوه وأدت التسعة الباقون إلى أهل</w:t>
      </w:r>
      <w:r w:rsidR="009C2257">
        <w:rPr>
          <w:rtl/>
        </w:rPr>
        <w:t xml:space="preserve"> </w:t>
      </w:r>
      <w:r w:rsidRPr="00573E19">
        <w:rPr>
          <w:rtl/>
        </w:rPr>
        <w:t>المقتول الأخير عشر الدية كل رجل منهم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ثم الوالي يلي أدبهم وحبسهم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محمد بن عيسى عن يونس عن عبد الله بن مسكان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رجلين قتلا رجلا قال</w:t>
      </w:r>
      <w:r w:rsidR="00CA4563">
        <w:rPr>
          <w:rtl/>
        </w:rPr>
        <w:t>:</w:t>
      </w:r>
      <w:r w:rsidRPr="00573E19">
        <w:rPr>
          <w:rtl/>
        </w:rPr>
        <w:t xml:space="preserve"> إن أراد أولياء المقتول قتلهما أدوا دية</w:t>
      </w:r>
      <w:r w:rsidR="009C2257">
        <w:rPr>
          <w:rtl/>
        </w:rPr>
        <w:t xml:space="preserve"> </w:t>
      </w:r>
      <w:r w:rsidRPr="00573E19">
        <w:rPr>
          <w:rtl/>
        </w:rPr>
        <w:t>كاملة وقتلوهما وتكون الدية بين أولياء المقتولين</w:t>
      </w:r>
      <w:r w:rsidR="00CA4563">
        <w:rPr>
          <w:rtl/>
        </w:rPr>
        <w:t>،</w:t>
      </w:r>
      <w:r w:rsidRPr="00573E19">
        <w:rPr>
          <w:rtl/>
        </w:rPr>
        <w:t xml:space="preserve"> وإن أرادوا قتل أحدهما قتلوه</w:t>
      </w:r>
      <w:r w:rsidR="009C2257">
        <w:rPr>
          <w:rtl/>
        </w:rPr>
        <w:t xml:space="preserve"> </w:t>
      </w:r>
      <w:r w:rsidRPr="00573E19">
        <w:rPr>
          <w:rtl/>
        </w:rPr>
        <w:t>وأدى المتروك نصف الدية إلى أهل المقتول</w:t>
      </w:r>
      <w:r w:rsidR="00CA4563">
        <w:rPr>
          <w:rtl/>
        </w:rPr>
        <w:t>،</w:t>
      </w:r>
      <w:r w:rsidRPr="00573E19">
        <w:rPr>
          <w:rtl/>
        </w:rPr>
        <w:t xml:space="preserve"> فإن لم يؤدوا دية أحدهما ولم يقتل أحدهما</w:t>
      </w:r>
      <w:r w:rsidR="009C2257">
        <w:rPr>
          <w:rtl/>
        </w:rPr>
        <w:t xml:space="preserve"> </w:t>
      </w:r>
      <w:r w:rsidRPr="00573E19">
        <w:rPr>
          <w:rtl/>
        </w:rPr>
        <w:t>قبلوا دية صاحبهم من كليهما</w:t>
      </w:r>
      <w:r w:rsidR="00CA4563">
        <w:rPr>
          <w:rtl/>
        </w:rPr>
        <w:t>،</w:t>
      </w:r>
      <w:r w:rsidRPr="00573E19">
        <w:rPr>
          <w:rtl/>
        </w:rPr>
        <w:t xml:space="preserve"> وإن قبل أولياؤه الدية كانت عليهما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يونس عن ابن مسكان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قتل الرجلان</w:t>
      </w:r>
      <w:r w:rsidR="009C2257">
        <w:rPr>
          <w:rtl/>
        </w:rPr>
        <w:t xml:space="preserve"> </w:t>
      </w:r>
      <w:r w:rsidRPr="00573E19">
        <w:rPr>
          <w:rtl/>
        </w:rPr>
        <w:t>والثلاثة رجلا فأرادوا قتلهم ترادوا فضل الدية وان قبل أولياؤه الدية كانت عليهما</w:t>
      </w:r>
      <w:r w:rsidR="009C2257">
        <w:rPr>
          <w:rtl/>
        </w:rPr>
        <w:t xml:space="preserve"> </w:t>
      </w:r>
      <w:r w:rsidRPr="00573E19">
        <w:rPr>
          <w:rtl/>
        </w:rPr>
        <w:t>وإلا أخذوا دية صاحبهم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عشرة اشتركوا في قتل رجل قال</w:t>
      </w:r>
      <w:r w:rsidR="00CA4563">
        <w:rPr>
          <w:rtl/>
        </w:rPr>
        <w:t>:</w:t>
      </w:r>
      <w:r w:rsidRPr="00573E19">
        <w:rPr>
          <w:rtl/>
        </w:rPr>
        <w:t xml:space="preserve"> تخير أهل المقتول فأيهم شاؤوا</w:t>
      </w:r>
      <w:r w:rsidR="009C2257">
        <w:rPr>
          <w:rtl/>
        </w:rPr>
        <w:t xml:space="preserve"> </w:t>
      </w:r>
      <w:r w:rsidRPr="00573E19">
        <w:rPr>
          <w:rtl/>
        </w:rPr>
        <w:t>قتلوه ويرجع أولياؤه على الباقين بتسعة أعشار الدية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1064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506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 xml:space="preserve">18 الفقيه ص </w:t>
      </w:r>
      <w:r>
        <w:rPr>
          <w:rtl/>
        </w:rPr>
        <w:t>3</w:t>
      </w:r>
      <w:r w:rsidRPr="00E928EB">
        <w:rPr>
          <w:rtl/>
        </w:rPr>
        <w:t>87.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1065</w:t>
      </w:r>
      <w:r>
        <w:rPr>
          <w:rtl/>
        </w:rPr>
        <w:t xml:space="preserve"> - </w:t>
      </w:r>
      <w:r w:rsidRPr="00573E19">
        <w:rPr>
          <w:rtl/>
        </w:rPr>
        <w:t>1066</w:t>
      </w:r>
      <w:r>
        <w:rPr>
          <w:rtl/>
        </w:rPr>
        <w:t xml:space="preserve"> - </w:t>
      </w:r>
      <w:r w:rsidRPr="00573E19">
        <w:rPr>
          <w:rtl/>
        </w:rPr>
        <w:t>1067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18 واخرج الأخير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الصدوق في الفقيه ص </w:t>
      </w:r>
      <w:r>
        <w:rPr>
          <w:rtl/>
        </w:rPr>
        <w:t>3</w:t>
      </w:r>
      <w:r w:rsidRPr="00573E19">
        <w:rPr>
          <w:rtl/>
        </w:rPr>
        <w:t>87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1068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فأما ما رواه الحسين بن سعيد عن ابن أبي عمير عن القاسم بن عروة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العباس وغيره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اجتمع العدة على قتل رجل</w:t>
      </w:r>
      <w:r w:rsidR="009C2257">
        <w:rPr>
          <w:rtl/>
        </w:rPr>
        <w:t xml:space="preserve"> </w:t>
      </w:r>
      <w:r w:rsidRPr="00573E19">
        <w:rPr>
          <w:rtl/>
        </w:rPr>
        <w:t>واحد حكم الوالي أن يقتل أيهم شاؤوا وليس لهم ان يقتلوا أكثر من واحد إن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يقول 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وَمَن قُتِلَ مَظْلُومًا فَقَدْ جَعَلْنَا لِوَلِيِّهِ سُلْطَانًا فَلَا يُسْرِ‌ف فِّي الْقَتْلِ</w:t>
      </w:r>
      <w:r w:rsidR="00030DAC" w:rsidRPr="00FE5331">
        <w:rPr>
          <w:rStyle w:val="libAlaemChar"/>
          <w:rtl/>
        </w:rPr>
        <w:t>)</w:t>
      </w:r>
      <w:r w:rsidR="009C2257">
        <w:rPr>
          <w:rtl/>
        </w:rPr>
        <w:t xml:space="preserve"> </w:t>
      </w:r>
      <w:r w:rsidRPr="00573E19">
        <w:rPr>
          <w:rtl/>
        </w:rPr>
        <w:t>وإذا قتل ثلاثة واحدا خير الوالي أي الثلاثة شاء أن يقتل ويضمن الآخر ان ثلثي</w:t>
      </w:r>
      <w:r w:rsidR="009C2257">
        <w:rPr>
          <w:rtl/>
        </w:rPr>
        <w:t xml:space="preserve"> </w:t>
      </w:r>
      <w:r w:rsidRPr="00573E19">
        <w:rPr>
          <w:rtl/>
        </w:rPr>
        <w:t>الدية لورثة المقتول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الوجه في هذا الخبر أن نحمله على أحد شيئين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أحدهما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التقية لان في الفقهاء من يجوز ذلك</w:t>
      </w:r>
      <w:r w:rsidR="00CA4563">
        <w:rPr>
          <w:rtl/>
        </w:rPr>
        <w:t>،</w:t>
      </w:r>
      <w:r w:rsidRPr="00573E19">
        <w:rPr>
          <w:rtl/>
        </w:rPr>
        <w:t xml:space="preserve"> والآخر</w:t>
      </w:r>
      <w:r w:rsidR="00CA4563">
        <w:rPr>
          <w:rtl/>
        </w:rPr>
        <w:t>:</w:t>
      </w:r>
      <w:r w:rsidRPr="00573E19">
        <w:rPr>
          <w:rtl/>
        </w:rPr>
        <w:t xml:space="preserve"> أن نحمله على أنه</w:t>
      </w:r>
      <w:r w:rsidR="009C2257">
        <w:rPr>
          <w:rtl/>
        </w:rPr>
        <w:t xml:space="preserve"> </w:t>
      </w:r>
      <w:r w:rsidRPr="00573E19">
        <w:rPr>
          <w:rtl/>
        </w:rPr>
        <w:t>ليس له ذلك إلا بشرط أن يرد ما يفضل عن دية صاحبه وهو خلاف ما يذهب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إليه قوم من العامة وهو مذهب بعض من تقدم على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لأنه</w:t>
      </w:r>
      <w:r w:rsidR="009C2257">
        <w:rPr>
          <w:rtl/>
        </w:rPr>
        <w:t xml:space="preserve"> </w:t>
      </w:r>
      <w:r w:rsidRPr="00573E19">
        <w:rPr>
          <w:rtl/>
        </w:rPr>
        <w:t>كان يجوز قتل الاثنين وما زاد عليهما بواحد ولا يرد فضل ذلك وذلك لا يجوز على حال</w:t>
      </w:r>
      <w:r w:rsidR="009C2257">
        <w:rPr>
          <w:rtl/>
        </w:rPr>
        <w:t xml:space="preserve"> </w:t>
      </w:r>
      <w:r w:rsidRPr="00573E19">
        <w:rPr>
          <w:rtl/>
        </w:rPr>
        <w:t>والذي يؤكد ما قدمناه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1069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ما رواه الحسن بن علي بن بنت الياس عن داود بن سرحان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رجلين قتلا رجلا فقال</w:t>
      </w:r>
      <w:r w:rsidR="00CA4563">
        <w:rPr>
          <w:rtl/>
        </w:rPr>
        <w:t>:</w:t>
      </w:r>
      <w:r w:rsidRPr="00573E19">
        <w:rPr>
          <w:rtl/>
        </w:rPr>
        <w:t xml:space="preserve"> يقتلان ان شاء أهل المقتول ويرد على أهلهما</w:t>
      </w:r>
      <w:r w:rsidR="009C2257">
        <w:rPr>
          <w:rtl/>
        </w:rPr>
        <w:t xml:space="preserve"> </w:t>
      </w:r>
      <w:r w:rsidRPr="00573E19">
        <w:rPr>
          <w:rtl/>
        </w:rPr>
        <w:t>دية واحدة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فاما ما رواه محمد بن يحيى عن بعض أصحابنا عن يحيى بن المبارك عن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جبلة عن أبي جميلة عن إسحاق بن عمار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عبد وحر</w:t>
      </w:r>
      <w:r w:rsidR="009C2257">
        <w:rPr>
          <w:rtl/>
        </w:rPr>
        <w:t xml:space="preserve"> </w:t>
      </w:r>
      <w:r w:rsidRPr="00573E19">
        <w:rPr>
          <w:rtl/>
        </w:rPr>
        <w:t>قتلا رجلا حرا قال</w:t>
      </w:r>
      <w:r w:rsidR="00CA4563">
        <w:rPr>
          <w:rtl/>
        </w:rPr>
        <w:t>:</w:t>
      </w:r>
      <w:r w:rsidRPr="00573E19">
        <w:rPr>
          <w:rtl/>
        </w:rPr>
        <w:t xml:space="preserve"> إن شاء قتل الحر وإن شاء قتل العبد فان اختار قتل الحر ضرب</w:t>
      </w:r>
      <w:r w:rsidR="009C2257">
        <w:rPr>
          <w:rtl/>
        </w:rPr>
        <w:t xml:space="preserve"> </w:t>
      </w:r>
      <w:r w:rsidRPr="00573E19">
        <w:rPr>
          <w:rtl/>
        </w:rPr>
        <w:t>جنبي العبد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1068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506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19.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1069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507 الفقيه ص </w:t>
      </w:r>
      <w:r>
        <w:rPr>
          <w:rtl/>
        </w:rPr>
        <w:t>3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1070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19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قوله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ضرب جنبي العبد لا يدل على أنه لا يجب على مولاه أن يرد على</w:t>
      </w:r>
      <w:r w:rsidR="009C2257">
        <w:rPr>
          <w:rtl/>
        </w:rPr>
        <w:t xml:space="preserve"> </w:t>
      </w:r>
      <w:r w:rsidRPr="00573E19">
        <w:rPr>
          <w:rtl/>
        </w:rPr>
        <w:t>ورثة المقتول الثاني نصف الدية أو يسلم العبد إليهم</w:t>
      </w:r>
      <w:r w:rsidR="00CA4563">
        <w:rPr>
          <w:rtl/>
        </w:rPr>
        <w:t>،</w:t>
      </w:r>
      <w:r w:rsidRPr="00573E19">
        <w:rPr>
          <w:rtl/>
        </w:rPr>
        <w:t xml:space="preserve"> لأنه لو كان حرا لكان عليه ذلك</w:t>
      </w:r>
      <w:r w:rsidR="009C2257">
        <w:rPr>
          <w:rtl/>
        </w:rPr>
        <w:t xml:space="preserve"> </w:t>
      </w:r>
      <w:r w:rsidRPr="00573E19">
        <w:rPr>
          <w:rtl/>
        </w:rPr>
        <w:t>على ما بيناه</w:t>
      </w:r>
      <w:r w:rsidR="00CA4563">
        <w:rPr>
          <w:rtl/>
        </w:rPr>
        <w:t>،</w:t>
      </w:r>
      <w:r w:rsidRPr="00573E19">
        <w:rPr>
          <w:rtl/>
        </w:rPr>
        <w:t xml:space="preserve"> فحكم العبد حكمه على السواء وإنما يجب عليه مع ذلك التعزير كما يجب</w:t>
      </w:r>
      <w:r w:rsidR="009C2257">
        <w:rPr>
          <w:rtl/>
        </w:rPr>
        <w:t xml:space="preserve"> </w:t>
      </w:r>
      <w:r w:rsidRPr="00573E19">
        <w:rPr>
          <w:rtl/>
        </w:rPr>
        <w:t>على الأحرار على ما رواه الفضيل بن يسار في الرواية التي قدمناها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70" w:name="_Toc374810568"/>
      <w:bookmarkStart w:id="371" w:name="_Toc376954943"/>
      <w:r w:rsidRPr="00573E19">
        <w:rPr>
          <w:rtl/>
        </w:rPr>
        <w:t>168</w:t>
      </w:r>
      <w:r>
        <w:rPr>
          <w:rtl/>
        </w:rPr>
        <w:t xml:space="preserve"> - </w:t>
      </w:r>
      <w:r w:rsidRPr="00573E19">
        <w:rPr>
          <w:rtl/>
        </w:rPr>
        <w:t>باب من أمر غيره بقتل انسان فقتله</w:t>
      </w:r>
      <w:bookmarkEnd w:id="370"/>
      <w:bookmarkEnd w:id="37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علي بن رئاب عن زرارة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أمر رجلا بقتل رجل فقتله فقال</w:t>
      </w:r>
      <w:r w:rsidR="00CA4563">
        <w:rPr>
          <w:rtl/>
        </w:rPr>
        <w:t>:</w:t>
      </w:r>
      <w:r w:rsidRPr="00573E19">
        <w:rPr>
          <w:rtl/>
        </w:rPr>
        <w:t xml:space="preserve"> يقتل به الذي</w:t>
      </w:r>
      <w:r w:rsidR="009C2257">
        <w:rPr>
          <w:rtl/>
        </w:rPr>
        <w:t xml:space="preserve"> </w:t>
      </w:r>
      <w:r w:rsidRPr="00573E19">
        <w:rPr>
          <w:rtl/>
        </w:rPr>
        <w:t>قتله ويحبس الامر بقتله في الحبس حتى يموت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أحمد بن محمد عن ابن محبوب عن إسحاق بن عمار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أمر عبده أن يقتل رجلا فقتله فقال</w:t>
      </w:r>
      <w:r w:rsidR="00CA4563">
        <w:rPr>
          <w:rtl/>
        </w:rPr>
        <w:t>:</w:t>
      </w:r>
      <w:r w:rsidRPr="00573E19">
        <w:rPr>
          <w:rtl/>
        </w:rPr>
        <w:t xml:space="preserve"> يقتل السيد به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علي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في رجل أمر عبده أن يقتل رجلا فقتله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وهل عبد الرجل إلا كسيفه يقتل السيد ويستودع العبد</w:t>
      </w:r>
      <w:r w:rsidR="009C2257">
        <w:rPr>
          <w:rtl/>
        </w:rPr>
        <w:t xml:space="preserve"> </w:t>
      </w:r>
      <w:r w:rsidRPr="00573E19">
        <w:rPr>
          <w:rtl/>
        </w:rPr>
        <w:t>السجن</w:t>
      </w:r>
      <w:r>
        <w:rPr>
          <w:rtl/>
        </w:rPr>
        <w:t>.</w:t>
      </w:r>
    </w:p>
    <w:p w:rsidR="00FE5331" w:rsidRPr="00573E19" w:rsidRDefault="00FE5331" w:rsidP="00030DAC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من يتعود أمر عبيده بقتل الناس ويلجئهم</w:t>
      </w:r>
      <w:r w:rsidR="009C2257">
        <w:rPr>
          <w:rtl/>
        </w:rPr>
        <w:t xml:space="preserve"> </w:t>
      </w:r>
      <w:r w:rsidRPr="00573E19">
        <w:rPr>
          <w:rtl/>
        </w:rPr>
        <w:t>إلى ذلك ويكرههم عليه</w:t>
      </w:r>
      <w:r w:rsidR="00CA4563">
        <w:rPr>
          <w:rtl/>
        </w:rPr>
        <w:t>،</w:t>
      </w:r>
      <w:r w:rsidRPr="00573E19">
        <w:rPr>
          <w:rtl/>
        </w:rPr>
        <w:t xml:space="preserve"> فان من هذه صورته وجب عليه القتل لأنه مفسد في الأرض</w:t>
      </w:r>
      <w:r w:rsidR="009C2257">
        <w:rPr>
          <w:rtl/>
        </w:rPr>
        <w:t xml:space="preserve"> </w:t>
      </w:r>
      <w:r w:rsidRPr="00573E19">
        <w:rPr>
          <w:rtl/>
        </w:rPr>
        <w:t>وإنما قلنا ذلك لان الخبر الأول مطابق لظاهر القرآن قال الله تعالى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 w:rsidR="00030DAC" w:rsidRPr="00FE5331">
        <w:rPr>
          <w:rStyle w:val="libAlaemChar"/>
          <w:rtl/>
        </w:rPr>
        <w:t>(</w:t>
      </w:r>
      <w:r w:rsidR="00030DAC" w:rsidRPr="00030DAC">
        <w:rPr>
          <w:rStyle w:val="libAieChar"/>
          <w:rtl/>
        </w:rPr>
        <w:t>أَنَّ النَّفْسَ بِالنَّفْسِ</w:t>
      </w:r>
      <w:r w:rsidR="00030DAC" w:rsidRPr="00FE5331">
        <w:rPr>
          <w:rStyle w:val="libAlaemChar"/>
          <w:rtl/>
        </w:rPr>
        <w:t>)</w:t>
      </w:r>
      <w:r w:rsidRPr="00573E19">
        <w:rPr>
          <w:rtl/>
        </w:rPr>
        <w:t xml:space="preserve"> وقد علمنا أنه أراد النفس القاتلة دون غيرها بلا خلاف</w:t>
      </w:r>
      <w:r w:rsidR="00CA4563">
        <w:rPr>
          <w:rtl/>
        </w:rPr>
        <w:t>،</w:t>
      </w:r>
      <w:r w:rsidRPr="00573E19">
        <w:rPr>
          <w:rtl/>
        </w:rPr>
        <w:t xml:space="preserve"> فينبغي أن يكون</w:t>
      </w:r>
      <w:r w:rsidR="009C2257">
        <w:rPr>
          <w:rtl/>
        </w:rPr>
        <w:t xml:space="preserve"> </w:t>
      </w:r>
      <w:r w:rsidRPr="00573E19">
        <w:rPr>
          <w:rtl/>
        </w:rPr>
        <w:t>ما خالف ذلك لا يعمل عليه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1071</w:t>
      </w:r>
      <w:r>
        <w:rPr>
          <w:rtl/>
        </w:rPr>
        <w:t xml:space="preserve"> - </w:t>
      </w:r>
      <w:r w:rsidRPr="00E928EB">
        <w:rPr>
          <w:rtl/>
        </w:rPr>
        <w:t>107</w:t>
      </w:r>
      <w:r>
        <w:rPr>
          <w:rtl/>
        </w:rPr>
        <w:t xml:space="preserve">2 - </w:t>
      </w:r>
      <w:r w:rsidRPr="00E928EB">
        <w:rPr>
          <w:rtl/>
        </w:rPr>
        <w:t>107</w:t>
      </w:r>
      <w:r>
        <w:rPr>
          <w:rtl/>
        </w:rPr>
        <w:t xml:space="preserve">3 -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</w:t>
      </w:r>
      <w:r w:rsidRPr="00E928EB">
        <w:rPr>
          <w:rtl/>
        </w:rPr>
        <w:t>19 واخرج الأول</w:t>
      </w:r>
      <w:r w:rsidR="009C2257">
        <w:rPr>
          <w:rtl/>
        </w:rPr>
        <w:t xml:space="preserve"> </w:t>
      </w:r>
      <w:r w:rsidRPr="00E928EB">
        <w:rPr>
          <w:rtl/>
        </w:rPr>
        <w:t xml:space="preserve">الصدوق في الفقيه ص </w:t>
      </w:r>
      <w:r>
        <w:rPr>
          <w:rtl/>
        </w:rPr>
        <w:t>3</w:t>
      </w:r>
      <w:r w:rsidRPr="00E928EB">
        <w:rPr>
          <w:rtl/>
        </w:rPr>
        <w:t>85.</w:t>
      </w:r>
    </w:p>
    <w:p w:rsidR="00FE5331" w:rsidRPr="00573E19" w:rsidRDefault="00FE5331" w:rsidP="00FE5331">
      <w:pPr>
        <w:pStyle w:val="Heading2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372" w:name="_Toc374810569"/>
      <w:bookmarkStart w:id="373" w:name="_Toc376954944"/>
      <w:r w:rsidRPr="00573E19">
        <w:rPr>
          <w:rtl/>
        </w:rPr>
        <w:lastRenderedPageBreak/>
        <w:t>169</w:t>
      </w:r>
      <w:r>
        <w:rPr>
          <w:rtl/>
        </w:rPr>
        <w:t xml:space="preserve"> - </w:t>
      </w:r>
      <w:r w:rsidRPr="00573E19">
        <w:rPr>
          <w:rtl/>
        </w:rPr>
        <w:t>باب ضمان الراكب لما تجنيه الدابة</w:t>
      </w:r>
      <w:bookmarkEnd w:id="372"/>
      <w:bookmarkEnd w:id="37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الرجل يمر على الطريق من طرق المسلمين فتصيب دابته</w:t>
      </w:r>
      <w:r w:rsidR="009C2257">
        <w:rPr>
          <w:rtl/>
        </w:rPr>
        <w:t xml:space="preserve"> </w:t>
      </w:r>
      <w:r w:rsidRPr="00573E19">
        <w:rPr>
          <w:rtl/>
        </w:rPr>
        <w:t>إنسانا برجلها فقال</w:t>
      </w:r>
      <w:r w:rsidR="00CA4563">
        <w:rPr>
          <w:rtl/>
        </w:rPr>
        <w:t>:</w:t>
      </w:r>
      <w:r w:rsidRPr="00573E19">
        <w:rPr>
          <w:rtl/>
        </w:rPr>
        <w:t xml:space="preserve"> ليس عليه ما أصابت برجلها ولكن عليه ما أصابت بيدها لان</w:t>
      </w:r>
      <w:r w:rsidR="009C2257">
        <w:rPr>
          <w:rtl/>
        </w:rPr>
        <w:t xml:space="preserve"> </w:t>
      </w:r>
      <w:r w:rsidRPr="00573E19">
        <w:rPr>
          <w:rtl/>
        </w:rPr>
        <w:t>رجلها خلفه إن ركب وإن كان قادها فإنه يملك بالدابة يدها يضع حيث شاء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علي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ضمن</w:t>
      </w:r>
      <w:r w:rsidR="009C2257">
        <w:rPr>
          <w:rtl/>
        </w:rPr>
        <w:t xml:space="preserve"> </w:t>
      </w:r>
      <w:r w:rsidRPr="00573E19">
        <w:rPr>
          <w:rtl/>
        </w:rPr>
        <w:t>القائد والسائق والراكب وقال</w:t>
      </w:r>
      <w:r w:rsidR="00CA4563">
        <w:rPr>
          <w:rtl/>
        </w:rPr>
        <w:t>:</w:t>
      </w:r>
      <w:r w:rsidRPr="00573E19">
        <w:rPr>
          <w:rtl/>
        </w:rPr>
        <w:t xml:space="preserve"> ما أصاب الرجل فعلى السائق</w:t>
      </w:r>
      <w:r>
        <w:rPr>
          <w:rtl/>
        </w:rPr>
        <w:t>؟</w:t>
      </w:r>
      <w:r w:rsidRPr="00573E19">
        <w:rPr>
          <w:rtl/>
        </w:rPr>
        <w:t xml:space="preserve"> مما</w:t>
      </w:r>
      <w:r>
        <w:rPr>
          <w:rtl/>
        </w:rPr>
        <w:t>؟</w:t>
      </w:r>
      <w:r w:rsidRPr="00573E19">
        <w:rPr>
          <w:rtl/>
        </w:rPr>
        <w:t xml:space="preserve"> أصابت اليد</w:t>
      </w:r>
      <w:r w:rsidR="009C2257">
        <w:rPr>
          <w:rtl/>
        </w:rPr>
        <w:t xml:space="preserve"> </w:t>
      </w:r>
      <w:r w:rsidRPr="00573E19">
        <w:rPr>
          <w:rtl/>
        </w:rPr>
        <w:t>فعلى الراكب والقائد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النضر عن هشام بن سالم وعلي بن النعمان عن ابن مسكان</w:t>
      </w:r>
      <w:r w:rsidR="009C2257">
        <w:rPr>
          <w:rtl/>
        </w:rPr>
        <w:t xml:space="preserve"> </w:t>
      </w:r>
      <w:r w:rsidRPr="00573E19">
        <w:rPr>
          <w:rtl/>
        </w:rPr>
        <w:t>جميعا عن سليمان بن خالد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رجل مر في طريق</w:t>
      </w:r>
      <w:r w:rsidR="009C2257">
        <w:rPr>
          <w:rtl/>
        </w:rPr>
        <w:t xml:space="preserve"> </w:t>
      </w:r>
      <w:r w:rsidRPr="00573E19">
        <w:rPr>
          <w:rtl/>
        </w:rPr>
        <w:t>المسلمين فتصيب دابته برجلها فقال</w:t>
      </w:r>
      <w:r w:rsidR="00CA4563">
        <w:rPr>
          <w:rtl/>
        </w:rPr>
        <w:t>:</w:t>
      </w:r>
      <w:r w:rsidRPr="00573E19">
        <w:rPr>
          <w:rtl/>
        </w:rPr>
        <w:t xml:space="preserve"> ليس على صاحب الدابة شئ مما أصابت برجلها</w:t>
      </w:r>
      <w:r w:rsidR="009C2257">
        <w:rPr>
          <w:rtl/>
        </w:rPr>
        <w:t xml:space="preserve"> </w:t>
      </w:r>
      <w:r w:rsidRPr="00573E19">
        <w:rPr>
          <w:rtl/>
        </w:rPr>
        <w:t>ولكن عليه ما أصابت بيدها لان رجلها خلفه إذا ركب</w:t>
      </w:r>
      <w:r w:rsidR="00CA4563">
        <w:rPr>
          <w:rtl/>
        </w:rPr>
        <w:t>،</w:t>
      </w:r>
      <w:r w:rsidRPr="00573E19">
        <w:rPr>
          <w:rtl/>
        </w:rPr>
        <w:t xml:space="preserve"> وإن قاد دابة فإنه يملك</w:t>
      </w:r>
      <w:r w:rsidR="009C2257">
        <w:rPr>
          <w:rtl/>
        </w:rPr>
        <w:t xml:space="preserve"> </w:t>
      </w:r>
      <w:r w:rsidRPr="00573E19">
        <w:rPr>
          <w:rtl/>
        </w:rPr>
        <w:t>يدها بإذن الله يضعها حيث شاء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الصفار عن الحسن بن موسى الخشاب عن غياث بن كلوب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إسحاق بن عمار عن جعفر عن أبيه ان عليا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كان يضمن الراكب</w:t>
      </w:r>
      <w:r w:rsidR="009C2257">
        <w:rPr>
          <w:rtl/>
        </w:rPr>
        <w:t xml:space="preserve"> </w:t>
      </w:r>
      <w:r w:rsidRPr="00573E19">
        <w:rPr>
          <w:rtl/>
        </w:rPr>
        <w:t>ما أوطأت بيدها ورجلها إلا أن يعبث بها أحد فيكون الضمان على الذي عبث بها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الاخبار الأولة لان الوجه في هذا الخبر أن نحمله على أنه إذا كان الراكب</w:t>
      </w:r>
      <w:r w:rsidR="009C2257">
        <w:rPr>
          <w:rtl/>
        </w:rPr>
        <w:t xml:space="preserve"> </w:t>
      </w:r>
      <w:r w:rsidRPr="00573E19">
        <w:rPr>
          <w:rtl/>
        </w:rPr>
        <w:t>واقفا على الدابة فإنه يلزمه ما أصابت بيدها ورجلها</w:t>
      </w:r>
      <w:r w:rsidR="00CA4563">
        <w:rPr>
          <w:rtl/>
        </w:rPr>
        <w:t>،</w:t>
      </w:r>
      <w:r w:rsidRPr="00573E19">
        <w:rPr>
          <w:rtl/>
        </w:rPr>
        <w:t xml:space="preserve"> والاخبار الأولة نحملها على من يسير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1074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509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 xml:space="preserve">9 الفقيه ص </w:t>
      </w:r>
      <w:r>
        <w:rPr>
          <w:rtl/>
        </w:rPr>
        <w:t>3</w:t>
      </w:r>
      <w:r w:rsidRPr="00E928EB">
        <w:rPr>
          <w:rtl/>
        </w:rPr>
        <w:t>97.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1075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40 الفقيه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1076</w:t>
      </w:r>
      <w:r>
        <w:rPr>
          <w:rtl/>
        </w:rPr>
        <w:t xml:space="preserve"> - </w:t>
      </w:r>
      <w:r w:rsidRPr="00573E19">
        <w:rPr>
          <w:rtl/>
        </w:rPr>
        <w:t>1077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509 واخرج الأول الكليني في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9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والصدوق في الفقيه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على الدابة</w:t>
      </w:r>
      <w:r w:rsidR="00CA4563">
        <w:rPr>
          <w:rtl/>
        </w:rPr>
        <w:t>،</w:t>
      </w:r>
      <w:r w:rsidRPr="00573E19">
        <w:rPr>
          <w:rtl/>
        </w:rPr>
        <w:t xml:space="preserve"> يدل على هذا التفصيل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ما رواه يونس عن محمد بن سنان عن العلا بن الفضيل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انه سئل عن رجل يسير على الطريق من طرق المسلمين على دابته فتصيب</w:t>
      </w:r>
      <w:r w:rsidR="009C2257">
        <w:rPr>
          <w:rtl/>
        </w:rPr>
        <w:t xml:space="preserve"> </w:t>
      </w:r>
      <w:r w:rsidRPr="00573E19">
        <w:rPr>
          <w:rtl/>
        </w:rPr>
        <w:t>برجلها فقال</w:t>
      </w:r>
      <w:r w:rsidR="00CA4563">
        <w:rPr>
          <w:rtl/>
        </w:rPr>
        <w:t>:</w:t>
      </w:r>
      <w:r w:rsidRPr="00573E19">
        <w:rPr>
          <w:rtl/>
        </w:rPr>
        <w:t xml:space="preserve"> ليس عليه ما أصابت برجلها وعليه ما أصابت بيدها</w:t>
      </w:r>
      <w:r w:rsidR="00CA4563">
        <w:rPr>
          <w:rtl/>
        </w:rPr>
        <w:t>،</w:t>
      </w:r>
      <w:r w:rsidRPr="00573E19">
        <w:rPr>
          <w:rtl/>
        </w:rPr>
        <w:t xml:space="preserve"> وإذا وقفت</w:t>
      </w:r>
      <w:r w:rsidR="009C2257">
        <w:rPr>
          <w:rtl/>
        </w:rPr>
        <w:t xml:space="preserve"> </w:t>
      </w:r>
      <w:r w:rsidRPr="00573E19">
        <w:rPr>
          <w:rtl/>
        </w:rPr>
        <w:t>فعليه ما أصابت بيدها ورجلها</w:t>
      </w:r>
      <w:r w:rsidR="00CA4563">
        <w:rPr>
          <w:rtl/>
        </w:rPr>
        <w:t>،</w:t>
      </w:r>
      <w:r w:rsidRPr="00573E19">
        <w:rPr>
          <w:rtl/>
        </w:rPr>
        <w:t xml:space="preserve"> وإن كان يسوقها فعليه ما أصابت بيدها ورجلها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1079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علي بن إبراهيم عن أبيه عن النوفلي عن السكوني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رسول الله صلى عليه وآله</w:t>
      </w:r>
      <w:r w:rsidR="00CA4563">
        <w:rPr>
          <w:rtl/>
        </w:rPr>
        <w:t>:</w:t>
      </w:r>
      <w:r w:rsidRPr="00573E19">
        <w:rPr>
          <w:rtl/>
        </w:rPr>
        <w:t xml:space="preserve"> البئر جبار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والعجماء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جبار والمعدن جبار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عنه عن محمد بن عيسى عن يونس عن رجل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البهيمة من الانعام لا يغرم أهلها شيئا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هذين الخبرين أن نحملهما على أحد شيئين</w:t>
      </w:r>
      <w:r w:rsidR="00CA4563">
        <w:rPr>
          <w:rtl/>
        </w:rPr>
        <w:t>،</w:t>
      </w:r>
      <w:r w:rsidRPr="00573E19">
        <w:rPr>
          <w:rtl/>
        </w:rPr>
        <w:t xml:space="preserve"> أحدهما</w:t>
      </w:r>
      <w:r w:rsidR="00CA4563">
        <w:rPr>
          <w:rtl/>
        </w:rPr>
        <w:t>:</w:t>
      </w:r>
      <w:r w:rsidRPr="00573E19">
        <w:rPr>
          <w:rtl/>
        </w:rPr>
        <w:t xml:space="preserve"> على البهائم التي</w:t>
      </w:r>
      <w:r w:rsidR="009C2257">
        <w:rPr>
          <w:rtl/>
        </w:rPr>
        <w:t xml:space="preserve"> </w:t>
      </w:r>
      <w:r w:rsidRPr="00573E19">
        <w:rPr>
          <w:rtl/>
        </w:rPr>
        <w:t>ليست مركوبة ولا لها من يحفظها فان ما تجنيه يكون جبارا</w:t>
      </w:r>
      <w:r w:rsidR="00CA4563">
        <w:rPr>
          <w:rtl/>
        </w:rPr>
        <w:t>،</w:t>
      </w:r>
      <w:r w:rsidRPr="00573E19">
        <w:rPr>
          <w:rtl/>
        </w:rPr>
        <w:t xml:space="preserve"> والثاني أن نحملهما على</w:t>
      </w:r>
      <w:r w:rsidR="009C2257">
        <w:rPr>
          <w:rtl/>
        </w:rPr>
        <w:t xml:space="preserve"> </w:t>
      </w:r>
      <w:r w:rsidRPr="00573E19">
        <w:rPr>
          <w:rtl/>
        </w:rPr>
        <w:t>حال لا يكون راكبا لها ولا سائقا ولا قائدا بأن ترمح برجلها أو يدها أو تكون</w:t>
      </w:r>
      <w:r w:rsidR="009C2257">
        <w:rPr>
          <w:rtl/>
        </w:rPr>
        <w:t xml:space="preserve"> </w:t>
      </w:r>
      <w:r w:rsidRPr="00573E19">
        <w:rPr>
          <w:rtl/>
        </w:rPr>
        <w:t>انفلتت فأصابت انسانا من غير تفريط من صاحبها</w:t>
      </w:r>
      <w:r w:rsidR="00CA4563">
        <w:rPr>
          <w:rtl/>
        </w:rPr>
        <w:t>،</w:t>
      </w:r>
      <w:r w:rsidRPr="00573E19">
        <w:rPr>
          <w:rtl/>
        </w:rPr>
        <w:t xml:space="preserve">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ابن فضال عن يونس بن يعقوب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مريم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الجبار</w:t>
      </w:r>
      <w:r w:rsidR="00CA4563">
        <w:rPr>
          <w:rtl/>
        </w:rPr>
        <w:t>:</w:t>
      </w:r>
      <w:r w:rsidRPr="00573E19">
        <w:rPr>
          <w:rtl/>
        </w:rPr>
        <w:t xml:space="preserve"> بالضم والتخفيف الهدر والذي لا غرم فيه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العجماء</w:t>
      </w:r>
      <w:r w:rsidR="00CA4563">
        <w:rPr>
          <w:rtl/>
        </w:rPr>
        <w:t>:</w:t>
      </w:r>
      <w:r w:rsidRPr="00573E19">
        <w:rPr>
          <w:rtl/>
        </w:rPr>
        <w:t xml:space="preserve"> البهيمة التي جرحها جبار هي الدابة المفلتة من صاحبها ليس لها قائد ولا راكب يسلك</w:t>
      </w:r>
      <w:r w:rsidR="009C2257">
        <w:rPr>
          <w:rtl/>
        </w:rPr>
        <w:t xml:space="preserve"> </w:t>
      </w:r>
      <w:r w:rsidRPr="00573E19">
        <w:rPr>
          <w:rtl/>
        </w:rPr>
        <w:t>بها سواء السبيل فما أتلفته لا دية فيه ولا غرامة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1078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1079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>48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1080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9 الفقيه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509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</w:t>
      </w:r>
      <w:r w:rsidRPr="00573E19">
        <w:rPr>
          <w:rtl/>
        </w:rPr>
        <w:t xml:space="preserve">40 الفقيه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في صاحب الدابة أنه يضمن ما وطئت بيدها</w:t>
      </w:r>
      <w:r w:rsidR="00CA4563">
        <w:rPr>
          <w:rtl/>
        </w:rPr>
        <w:t>،</w:t>
      </w:r>
      <w:r w:rsidRPr="00573E19">
        <w:rPr>
          <w:rtl/>
        </w:rPr>
        <w:t xml:space="preserve"> وما بعجت برجلها فلا ضمان عليه إلا أن</w:t>
      </w:r>
      <w:r w:rsidR="009C2257">
        <w:rPr>
          <w:rtl/>
        </w:rPr>
        <w:t xml:space="preserve"> </w:t>
      </w:r>
      <w:r w:rsidRPr="00573E19">
        <w:rPr>
          <w:rtl/>
        </w:rPr>
        <w:t>يضربها انسان</w:t>
      </w:r>
      <w:r w:rsidR="00CA4563">
        <w:rPr>
          <w:rtl/>
        </w:rPr>
        <w:t>،</w:t>
      </w:r>
      <w:r w:rsidRPr="00573E19">
        <w:rPr>
          <w:rtl/>
        </w:rPr>
        <w:t xml:space="preserve"> يؤكد ما فصلناه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محمد بن عيسى عن يونس عن رجل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بهيمة الأنعام لا يغرم أهلها شيئا ما دامت مرسلة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74" w:name="_Toc374810570"/>
      <w:bookmarkStart w:id="375" w:name="_Toc376954945"/>
      <w:r w:rsidRPr="00573E19">
        <w:rPr>
          <w:rtl/>
        </w:rPr>
        <w:t>170</w:t>
      </w:r>
      <w:r>
        <w:rPr>
          <w:rtl/>
        </w:rPr>
        <w:t xml:space="preserve"> - </w:t>
      </w:r>
      <w:r w:rsidRPr="00573E19">
        <w:rPr>
          <w:rtl/>
        </w:rPr>
        <w:t>باب المرأة والعبد يقتلان رجلا</w:t>
      </w:r>
      <w:bookmarkEnd w:id="374"/>
      <w:bookmarkEnd w:id="37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أبي أيوب عن ضريس الكناسي قال</w:t>
      </w:r>
      <w:r w:rsidR="00CA4563">
        <w:rPr>
          <w:rtl/>
        </w:rPr>
        <w:t>:</w:t>
      </w:r>
      <w:r w:rsidRPr="00573E19">
        <w:rPr>
          <w:rtl/>
        </w:rPr>
        <w:t xml:space="preserve"> سألت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امرأة وعبد قتلا رجلا خطأ فقال</w:t>
      </w:r>
      <w:r w:rsidR="00CA4563">
        <w:rPr>
          <w:rtl/>
        </w:rPr>
        <w:t>:</w:t>
      </w:r>
      <w:r w:rsidRPr="00573E19">
        <w:rPr>
          <w:rtl/>
        </w:rPr>
        <w:t xml:space="preserve"> إن خطأ المرأة والعبد</w:t>
      </w:r>
      <w:r w:rsidR="009C2257">
        <w:rPr>
          <w:rtl/>
        </w:rPr>
        <w:t xml:space="preserve"> </w:t>
      </w:r>
      <w:r w:rsidRPr="00573E19">
        <w:rPr>
          <w:rtl/>
        </w:rPr>
        <w:t>مثل العمد فان أحب أولياء المقتول أن يقتلوهما قتلوهما</w:t>
      </w:r>
      <w:r w:rsidR="00CA4563">
        <w:rPr>
          <w:rtl/>
        </w:rPr>
        <w:t>،</w:t>
      </w:r>
      <w:r w:rsidRPr="00573E19">
        <w:rPr>
          <w:rtl/>
        </w:rPr>
        <w:t xml:space="preserve"> قال وإن كان قيمة العبد</w:t>
      </w:r>
      <w:r w:rsidR="009C2257">
        <w:rPr>
          <w:rtl/>
        </w:rPr>
        <w:t xml:space="preserve"> </w:t>
      </w:r>
      <w:r w:rsidRPr="00573E19">
        <w:rPr>
          <w:rtl/>
        </w:rPr>
        <w:t>أكثر من خمسة آلاف درهم فليردوا على سيده ما يفضل بعد الخمسة آلاف درهم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وإن أحبوا أن يقتلوا المرأة ويأخذوا العبد اخذوا إلا أن يكون قيمته أكثر من خمسة</w:t>
      </w:r>
      <w:r w:rsidR="009C2257">
        <w:rPr>
          <w:rtl/>
        </w:rPr>
        <w:t xml:space="preserve"> </w:t>
      </w:r>
      <w:r w:rsidRPr="00573E19">
        <w:rPr>
          <w:rtl/>
        </w:rPr>
        <w:t>آلاف درهم فليردوا على مولى العبد ما يفضل بعد خمسة آلاف درهم ويأخذوا العبد</w:t>
      </w:r>
      <w:r w:rsidR="009C2257">
        <w:rPr>
          <w:rtl/>
        </w:rPr>
        <w:t xml:space="preserve"> </w:t>
      </w:r>
      <w:r w:rsidRPr="00573E19">
        <w:rPr>
          <w:rtl/>
        </w:rPr>
        <w:t>ويفتديه سيده</w:t>
      </w:r>
      <w:r w:rsidR="00CA4563">
        <w:rPr>
          <w:rtl/>
        </w:rPr>
        <w:t>،</w:t>
      </w:r>
      <w:r w:rsidRPr="00573E19">
        <w:rPr>
          <w:rtl/>
        </w:rPr>
        <w:t xml:space="preserve"> فان كانت قيمته أقل من خمسة آلاف درهم فليس لهم إلا العبد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الحسن بن محبوب عن هشام بن سالم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</w:t>
      </w:r>
      <w:r w:rsidR="009C2257">
        <w:rPr>
          <w:rtl/>
        </w:rPr>
        <w:t xml:space="preserve"> </w:t>
      </w:r>
      <w:r w:rsidRPr="00573E19">
        <w:rPr>
          <w:rtl/>
        </w:rPr>
        <w:t>عن غلام لم يدرك وامرأة قتلا رجلا خطأ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ان خطأ المرأة والغلام عمد</w:t>
      </w:r>
      <w:r w:rsidR="00CA4563">
        <w:rPr>
          <w:rtl/>
        </w:rPr>
        <w:t>،</w:t>
      </w:r>
      <w:r w:rsidRPr="00573E19">
        <w:rPr>
          <w:rtl/>
        </w:rPr>
        <w:t xml:space="preserve"> فان أحب</w:t>
      </w:r>
      <w:r w:rsidR="009C2257">
        <w:rPr>
          <w:rtl/>
        </w:rPr>
        <w:t xml:space="preserve"> </w:t>
      </w:r>
      <w:r w:rsidRPr="00573E19">
        <w:rPr>
          <w:rtl/>
        </w:rPr>
        <w:t>أولياء المقتول ان يقتلوهما قتلوهما ويردوا على أولياء الغلام خمسة آلاف درهم</w:t>
      </w:r>
      <w:r w:rsidR="00CA4563">
        <w:rPr>
          <w:rtl/>
        </w:rPr>
        <w:t>،</w:t>
      </w:r>
      <w:r w:rsidRPr="00573E19">
        <w:rPr>
          <w:rtl/>
        </w:rPr>
        <w:t xml:space="preserve"> وإن</w:t>
      </w:r>
      <w:r w:rsidR="009C2257">
        <w:rPr>
          <w:rtl/>
        </w:rPr>
        <w:t xml:space="preserve"> </w:t>
      </w:r>
      <w:r w:rsidRPr="00573E19">
        <w:rPr>
          <w:rtl/>
        </w:rPr>
        <w:t>أحبوا أن يقتلوا الغلام قتلوه وترد المرأة على مولى الغلام ربع الدية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أحب</w:t>
      </w:r>
      <w:r w:rsidR="009C2257">
        <w:rPr>
          <w:rtl/>
        </w:rPr>
        <w:t xml:space="preserve"> </w:t>
      </w:r>
      <w:r w:rsidRPr="00573E19">
        <w:rPr>
          <w:rtl/>
        </w:rPr>
        <w:t>أولياء المقتول أن يأخذوا الدية كان على الغلام نصف الدية وعلى المرأة نصف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قد أوردت هاتين الروايتين لما يتضمنا من أحكام قتل العمد</w:t>
      </w:r>
      <w:r w:rsidR="009C2257">
        <w:rPr>
          <w:rtl/>
        </w:rPr>
        <w:t xml:space="preserve"> </w:t>
      </w:r>
      <w:r w:rsidRPr="00573E19">
        <w:rPr>
          <w:rtl/>
        </w:rPr>
        <w:t>فاما قوله في الخبر الأول إن خطأ المرأة والعبد عمد</w:t>
      </w:r>
      <w:r w:rsidR="00CA4563">
        <w:rPr>
          <w:rtl/>
        </w:rPr>
        <w:t>،</w:t>
      </w:r>
      <w:r w:rsidRPr="00573E19">
        <w:rPr>
          <w:rtl/>
        </w:rPr>
        <w:t xml:space="preserve"> وفي الرواية الأخرى ان خطأ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108</w:t>
      </w:r>
      <w:r>
        <w:rPr>
          <w:rtl/>
        </w:rPr>
        <w:t xml:space="preserve">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508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 xml:space="preserve">9 الفقيه ص </w:t>
      </w:r>
      <w:r>
        <w:rPr>
          <w:rtl/>
        </w:rPr>
        <w:t>3</w:t>
      </w:r>
      <w:r w:rsidRPr="00E928EB">
        <w:rPr>
          <w:rtl/>
        </w:rPr>
        <w:t>97.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</w:t>
      </w:r>
      <w:r>
        <w:rPr>
          <w:rtl/>
        </w:rPr>
        <w:t xml:space="preserve">3 - </w:t>
      </w:r>
      <w:r w:rsidRPr="00573E19">
        <w:rPr>
          <w:rtl/>
        </w:rPr>
        <w:t>1084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</w:t>
      </w:r>
      <w:r>
        <w:rPr>
          <w:rtl/>
        </w:rPr>
        <w:t>3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4 الفقيه ص </w:t>
      </w:r>
      <w:r>
        <w:rPr>
          <w:rtl/>
        </w:rPr>
        <w:t>3</w:t>
      </w:r>
      <w:r w:rsidRPr="00573E19">
        <w:rPr>
          <w:rtl/>
        </w:rPr>
        <w:t>86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المرأة والغلام عمد فهو مخالف لقول الله تعالى لان الله </w:t>
      </w:r>
      <w:r w:rsidRPr="00FE5331">
        <w:rPr>
          <w:rStyle w:val="libAlaemChar"/>
          <w:rtl/>
        </w:rPr>
        <w:t>عزوجل</w:t>
      </w:r>
      <w:r w:rsidRPr="00573E19">
        <w:rPr>
          <w:rtl/>
        </w:rPr>
        <w:t xml:space="preserve"> حكم في قتل الخطأ</w:t>
      </w:r>
      <w:r w:rsidR="009C2257">
        <w:rPr>
          <w:rtl/>
        </w:rPr>
        <w:t xml:space="preserve"> </w:t>
      </w:r>
      <w:r w:rsidRPr="00573E19">
        <w:rPr>
          <w:rtl/>
        </w:rPr>
        <w:t>بالدية دون القود ولا يجوز أن يكون الخطأ عمدا كما لا يجوز أن يكون العمد خطأ إلا</w:t>
      </w:r>
      <w:r w:rsidR="009C2257">
        <w:rPr>
          <w:rtl/>
        </w:rPr>
        <w:t xml:space="preserve"> </w:t>
      </w:r>
      <w:r w:rsidRPr="00573E19">
        <w:rPr>
          <w:rtl/>
        </w:rPr>
        <w:t>ممن ليس بمكلف مثل المجانين ومن ليس بعاقل من الصبيان</w:t>
      </w:r>
      <w:r w:rsidR="00CA4563">
        <w:rPr>
          <w:rtl/>
        </w:rPr>
        <w:t>،</w:t>
      </w:r>
      <w:r w:rsidRPr="00573E19">
        <w:rPr>
          <w:rtl/>
        </w:rPr>
        <w:t xml:space="preserve"> وأيضا فقد أوردنا</w:t>
      </w:r>
      <w:r w:rsidR="009C2257">
        <w:rPr>
          <w:rtl/>
        </w:rPr>
        <w:t xml:space="preserve"> </w:t>
      </w:r>
      <w:r w:rsidRPr="00573E19">
        <w:rPr>
          <w:rtl/>
        </w:rPr>
        <w:t>في كتاب تهذيب الأحكام ما يدل على أن العبد إذا قتل خطأ سلم إلى أولياء المقتول</w:t>
      </w:r>
      <w:r w:rsidR="009C2257">
        <w:rPr>
          <w:rtl/>
        </w:rPr>
        <w:t xml:space="preserve"> </w:t>
      </w:r>
      <w:r w:rsidRPr="00573E19">
        <w:rPr>
          <w:rtl/>
        </w:rPr>
        <w:t>أو يفتديه مولاه وليس لهم قتله</w:t>
      </w:r>
      <w:r w:rsidR="00CA4563">
        <w:rPr>
          <w:rtl/>
        </w:rPr>
        <w:t>،</w:t>
      </w:r>
      <w:r w:rsidRPr="00573E19">
        <w:rPr>
          <w:rtl/>
        </w:rPr>
        <w:t xml:space="preserve"> وكذلك قد بينا ان الصبي إذا لم يبلغ فان عمده</w:t>
      </w:r>
      <w:r w:rsidR="009C2257">
        <w:rPr>
          <w:rtl/>
        </w:rPr>
        <w:t xml:space="preserve"> </w:t>
      </w:r>
      <w:r w:rsidRPr="00573E19">
        <w:rPr>
          <w:rtl/>
        </w:rPr>
        <w:t>وخطأه يجب فيهما الدية دون القود فكيف يجوز أن نقول في هذه الرواية ان خطأه</w:t>
      </w:r>
      <w:r w:rsidR="009C2257">
        <w:rPr>
          <w:rtl/>
        </w:rPr>
        <w:t xml:space="preserve"> </w:t>
      </w:r>
      <w:r w:rsidRPr="00573E19">
        <w:rPr>
          <w:rtl/>
        </w:rPr>
        <w:t>عمد وإذا كان الخبران على ما قلناه من المنافاة للكتاب والأخبار المتواترة لم ينبغ أن</w:t>
      </w:r>
      <w:r w:rsidR="009C2257">
        <w:rPr>
          <w:rtl/>
        </w:rPr>
        <w:t xml:space="preserve"> </w:t>
      </w:r>
      <w:r w:rsidRPr="00573E19">
        <w:rPr>
          <w:rtl/>
        </w:rPr>
        <w:t>يكون العمل عليهما فيما يتضمنان من جعل الخطأ عمدا</w:t>
      </w:r>
      <w:r w:rsidR="00CA4563">
        <w:rPr>
          <w:rtl/>
        </w:rPr>
        <w:t>،</w:t>
      </w:r>
      <w:r w:rsidRPr="00573E19">
        <w:rPr>
          <w:rtl/>
        </w:rPr>
        <w:t xml:space="preserve"> والوجه فيهما أن نحملهما</w:t>
      </w:r>
      <w:r w:rsidR="009C2257">
        <w:rPr>
          <w:rtl/>
        </w:rPr>
        <w:t xml:space="preserve"> </w:t>
      </w:r>
      <w:r w:rsidRPr="00573E19">
        <w:rPr>
          <w:rtl/>
        </w:rPr>
        <w:t>على أن يكون خطأهما عمدا ما يعتقده بعض المخالفين انه خطأ وإن كان عمدا لان</w:t>
      </w:r>
      <w:r w:rsidR="009C2257">
        <w:rPr>
          <w:rtl/>
        </w:rPr>
        <w:t xml:space="preserve"> </w:t>
      </w:r>
      <w:r w:rsidRPr="00573E19">
        <w:rPr>
          <w:rtl/>
        </w:rPr>
        <w:t>فيهم من يقول إن من قتل غيره بغير حديد كان ذلك خطأ ويسقط القود</w:t>
      </w:r>
      <w:r w:rsidR="00CA4563">
        <w:rPr>
          <w:rtl/>
        </w:rPr>
        <w:t>،</w:t>
      </w:r>
      <w:r w:rsidRPr="00573E19">
        <w:rPr>
          <w:rtl/>
        </w:rPr>
        <w:t xml:space="preserve"> وقد بينا</w:t>
      </w:r>
      <w:r w:rsidR="009C2257">
        <w:rPr>
          <w:rtl/>
        </w:rPr>
        <w:t xml:space="preserve"> </w:t>
      </w:r>
      <w:r w:rsidRPr="00573E19">
        <w:rPr>
          <w:rtl/>
        </w:rPr>
        <w:t>نحن خلاف ذلك في كتابنا المقدم ذكره</w:t>
      </w:r>
      <w:r w:rsidR="00CA4563">
        <w:rPr>
          <w:rtl/>
        </w:rPr>
        <w:t>،</w:t>
      </w:r>
      <w:r w:rsidRPr="00573E19">
        <w:rPr>
          <w:rtl/>
        </w:rPr>
        <w:t xml:space="preserve"> ويكون المعنى في قوله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لم يدرك</w:t>
      </w:r>
      <w:r w:rsidR="009C2257">
        <w:rPr>
          <w:rtl/>
        </w:rPr>
        <w:t xml:space="preserve"> </w:t>
      </w:r>
      <w:r w:rsidRPr="00573E19">
        <w:rPr>
          <w:rtl/>
        </w:rPr>
        <w:t>بمعنى حد الكمال لأنا قد بينا ان الصبي إذا بلغ خمسة أشبار اقتص منه أو بلغ عشر</w:t>
      </w:r>
      <w:r w:rsidR="009C2257">
        <w:rPr>
          <w:rtl/>
        </w:rPr>
        <w:t xml:space="preserve"> </w:t>
      </w:r>
      <w:r w:rsidRPr="00573E19">
        <w:rPr>
          <w:rtl/>
        </w:rPr>
        <w:t>سنين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 ههنا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ما رواه علي بن إبراهيم عن أبيه عن النوفلي عن السكوني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في رجل وغلام اشتركا في قتل رجل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فقتلاه فقال 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إذا بلغ الغلام خمسة أشبار اقتص منه وإذا</w:t>
      </w:r>
      <w:r w:rsidR="009C2257">
        <w:rPr>
          <w:rtl/>
        </w:rPr>
        <w:t xml:space="preserve"> </w:t>
      </w:r>
      <w:r w:rsidRPr="00573E19">
        <w:rPr>
          <w:rtl/>
        </w:rPr>
        <w:t>لم يكن بلغ خمسة أشبار قضى بالدية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1085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</w:t>
      </w:r>
      <w:r>
        <w:rPr>
          <w:rtl/>
        </w:rPr>
        <w:t>3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 xml:space="preserve">4 الفقيه ص </w:t>
      </w:r>
      <w:r>
        <w:rPr>
          <w:rtl/>
        </w:rPr>
        <w:t>3</w:t>
      </w:r>
      <w:r w:rsidRPr="00E928EB">
        <w:rPr>
          <w:rtl/>
        </w:rPr>
        <w:t>86.</w:t>
      </w:r>
    </w:p>
    <w:p w:rsidR="00FE5331" w:rsidRPr="00573E19" w:rsidRDefault="00FE5331" w:rsidP="00FE5331">
      <w:pPr>
        <w:pStyle w:val="Heading1Center"/>
        <w:rPr>
          <w:rtl/>
        </w:rPr>
      </w:pPr>
      <w:r w:rsidRPr="009C2257">
        <w:rPr>
          <w:rStyle w:val="libPoemTiniChar0"/>
          <w:rtl/>
        </w:rPr>
        <w:br w:type="page"/>
      </w:r>
      <w:bookmarkStart w:id="376" w:name="_Toc374810571"/>
      <w:bookmarkStart w:id="377" w:name="_Toc376954946"/>
      <w:r w:rsidRPr="00573E19">
        <w:rPr>
          <w:rtl/>
        </w:rPr>
        <w:lastRenderedPageBreak/>
        <w:t>أبواب ديات الأعضاء</w:t>
      </w:r>
      <w:bookmarkEnd w:id="376"/>
      <w:bookmarkEnd w:id="377"/>
    </w:p>
    <w:p w:rsidR="00FE5331" w:rsidRPr="00573E19" w:rsidRDefault="00FE5331" w:rsidP="00FE5331">
      <w:pPr>
        <w:pStyle w:val="Heading2Center"/>
        <w:rPr>
          <w:rtl/>
        </w:rPr>
      </w:pPr>
      <w:bookmarkStart w:id="378" w:name="_Toc374810572"/>
      <w:bookmarkStart w:id="379" w:name="_Toc376954947"/>
      <w:r w:rsidRPr="00573E19">
        <w:rPr>
          <w:rtl/>
        </w:rPr>
        <w:t>171</w:t>
      </w:r>
      <w:r>
        <w:rPr>
          <w:rtl/>
        </w:rPr>
        <w:t xml:space="preserve"> - </w:t>
      </w:r>
      <w:r w:rsidRPr="00573E19">
        <w:rPr>
          <w:rtl/>
        </w:rPr>
        <w:t>باب دية الشفتين</w:t>
      </w:r>
      <w:bookmarkEnd w:id="378"/>
      <w:bookmarkEnd w:id="37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الحسن بن محبوب عن أبي جميلة عن أبان بن تغلب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في الشفة السفلى ستة آلاف وفي العليا أربعة آلاف لان السفلى تمسك الماء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1087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وروى ظريف بن ناصح في كتابه مثل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فأما ما رواه الحسين بن سعيد عن الحسن عن زرعة عن سماعة قال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الشفتان العليا والسفلى سواء في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الخبرين الأولين لأنه يمكن أن يكون المراد بالتسوية بينهما في وجوب</w:t>
      </w:r>
      <w:r w:rsidR="009C2257">
        <w:rPr>
          <w:rtl/>
        </w:rPr>
        <w:t xml:space="preserve"> </w:t>
      </w:r>
      <w:r w:rsidRPr="00573E19">
        <w:rPr>
          <w:rtl/>
        </w:rPr>
        <w:t>الدية لا في مقدارها فيكونان متساويين من حيث يجب لكل واحد منهما دية ما وإن</w:t>
      </w:r>
      <w:r w:rsidR="009C2257">
        <w:rPr>
          <w:rtl/>
        </w:rPr>
        <w:t xml:space="preserve"> </w:t>
      </w:r>
      <w:r w:rsidRPr="00573E19">
        <w:rPr>
          <w:rtl/>
        </w:rPr>
        <w:t>تفاضلا في المقدار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80" w:name="_Toc374810573"/>
      <w:bookmarkStart w:id="381" w:name="_Toc376954948"/>
      <w:r w:rsidRPr="00573E19">
        <w:rPr>
          <w:rtl/>
        </w:rPr>
        <w:t>17</w:t>
      </w:r>
      <w:r>
        <w:rPr>
          <w:rtl/>
        </w:rPr>
        <w:t xml:space="preserve">2 - </w:t>
      </w:r>
      <w:r w:rsidRPr="00573E19">
        <w:rPr>
          <w:rtl/>
        </w:rPr>
        <w:t>باب ديات الأسنان</w:t>
      </w:r>
      <w:bookmarkEnd w:id="380"/>
      <w:bookmarkEnd w:id="38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1089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هشام بن سالم عن زياد بن سوقه عن الحكم بن عتيبة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قال قلت لأبي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بعض الناس في فيه اثنان وثلاثون سنا وبعضهم</w:t>
      </w:r>
      <w:r w:rsidR="009C2257">
        <w:rPr>
          <w:rtl/>
        </w:rPr>
        <w:t xml:space="preserve"> </w:t>
      </w:r>
      <w:r w:rsidRPr="00573E19">
        <w:rPr>
          <w:rtl/>
        </w:rPr>
        <w:t>له ثمانية وعشرون سنا فعلى كم تقسم دية الأسنان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الخلقة إنما هي ثمانية وعشرون</w:t>
      </w:r>
      <w:r w:rsidR="009C2257">
        <w:rPr>
          <w:rtl/>
        </w:rPr>
        <w:t xml:space="preserve"> </w:t>
      </w:r>
      <w:r w:rsidRPr="00573E19">
        <w:rPr>
          <w:rtl/>
        </w:rPr>
        <w:t>سنا اثنى عشر في مقاديم الفم وستة عشر في مواخيره فعلى هذا قسمت دية الأسنان</w:t>
      </w:r>
      <w:r w:rsidR="009C2257">
        <w:rPr>
          <w:rtl/>
        </w:rPr>
        <w:t xml:space="preserve"> </w:t>
      </w:r>
      <w:r w:rsidRPr="00573E19">
        <w:rPr>
          <w:rtl/>
        </w:rPr>
        <w:t>فدية كل سن من المقاديم إذا كسرت حتى تذهب فان ديته خمس مائة درهم وهي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1086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514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 xml:space="preserve">7 الفقيه ص </w:t>
      </w:r>
      <w:r>
        <w:rPr>
          <w:rtl/>
        </w:rPr>
        <w:t>3</w:t>
      </w:r>
      <w:r w:rsidRPr="00E928EB">
        <w:rPr>
          <w:rtl/>
        </w:rPr>
        <w:t>9</w:t>
      </w:r>
      <w:r>
        <w:rPr>
          <w:rtl/>
        </w:rPr>
        <w:t>2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3</w:t>
      </w:r>
      <w:r w:rsidRPr="00573E19">
        <w:rPr>
          <w:rtl/>
        </w:rPr>
        <w:t xml:space="preserve">0 وهو جزء من حديث طويل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333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ص </w:t>
      </w:r>
      <w:r>
        <w:rPr>
          <w:rtl/>
        </w:rPr>
        <w:t>3</w:t>
      </w:r>
      <w:r w:rsidRPr="00573E19">
        <w:rPr>
          <w:rtl/>
        </w:rPr>
        <w:t>75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514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1089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</w:t>
      </w:r>
      <w:r w:rsidRPr="00573E19">
        <w:rPr>
          <w:rtl/>
        </w:rPr>
        <w:t xml:space="preserve"> وفيه زيادة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اثنتا عشرة سنا ستة آلاف درهم</w:t>
      </w:r>
      <w:r w:rsidR="00CA4563">
        <w:rPr>
          <w:rtl/>
        </w:rPr>
        <w:t>،</w:t>
      </w:r>
      <w:r w:rsidRPr="00573E19">
        <w:rPr>
          <w:rtl/>
        </w:rPr>
        <w:t xml:space="preserve"> وفي كل سن من المواخير مائتان وخمسون درهما</w:t>
      </w:r>
      <w:r w:rsidR="009C2257">
        <w:rPr>
          <w:rtl/>
        </w:rPr>
        <w:t xml:space="preserve"> </w:t>
      </w:r>
      <w:r w:rsidRPr="00573E19">
        <w:rPr>
          <w:rtl/>
        </w:rPr>
        <w:t>وهي ستة عشرة سنا فديتها أربعة آلاف درهم</w:t>
      </w:r>
      <w:r w:rsidR="00CA4563">
        <w:rPr>
          <w:rtl/>
        </w:rPr>
        <w:t>،</w:t>
      </w:r>
      <w:r w:rsidRPr="00573E19">
        <w:rPr>
          <w:rtl/>
        </w:rPr>
        <w:t xml:space="preserve"> فجميع دية المقاديم والمواخير من الأسنان</w:t>
      </w:r>
      <w:r w:rsidR="009C2257">
        <w:rPr>
          <w:rtl/>
        </w:rPr>
        <w:t xml:space="preserve"> </w:t>
      </w:r>
      <w:r w:rsidRPr="00573E19">
        <w:rPr>
          <w:rtl/>
        </w:rPr>
        <w:t>عشرة آلاف</w:t>
      </w:r>
      <w:r w:rsidR="00CA4563">
        <w:rPr>
          <w:rtl/>
        </w:rPr>
        <w:t>،</w:t>
      </w:r>
      <w:r w:rsidRPr="00573E19">
        <w:rPr>
          <w:rtl/>
        </w:rPr>
        <w:t xml:space="preserve"> درهم</w:t>
      </w:r>
      <w:r w:rsidR="00CA4563">
        <w:rPr>
          <w:rtl/>
        </w:rPr>
        <w:t>،</w:t>
      </w:r>
      <w:r w:rsidRPr="00573E19">
        <w:rPr>
          <w:rtl/>
        </w:rPr>
        <w:t xml:space="preserve"> وإنما وضعت الدية على هذا</w:t>
      </w:r>
      <w:r w:rsidR="00CA4563">
        <w:rPr>
          <w:rtl/>
        </w:rPr>
        <w:t>،</w:t>
      </w:r>
      <w:r w:rsidRPr="00573E19">
        <w:rPr>
          <w:rtl/>
        </w:rPr>
        <w:t xml:space="preserve"> فما زاد على ثمانية وعشرين سنا فلا دية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له وما نقص فلا دية له هكذا وجدناه في كتاب علي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فاما ما رواه أحمد بن محمد عن الحسن بن محبوب عن عبد الله بن سنان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الأسنان كلها سواء في كل سن خمسمائة درهم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وما رواه أحمد بن أبي عبد الله عن عثمان بن عيسى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</w:t>
      </w:r>
      <w:r w:rsidR="009C2257">
        <w:rPr>
          <w:rtl/>
        </w:rPr>
        <w:t xml:space="preserve"> </w:t>
      </w:r>
      <w:r w:rsidRPr="00573E19">
        <w:rPr>
          <w:rtl/>
        </w:rPr>
        <w:t>عن الأسنان فقال</w:t>
      </w:r>
      <w:r w:rsidR="00CA4563">
        <w:rPr>
          <w:rtl/>
        </w:rPr>
        <w:t>:</w:t>
      </w:r>
      <w:r w:rsidRPr="00573E19">
        <w:rPr>
          <w:rtl/>
        </w:rPr>
        <w:t xml:space="preserve"> هي في الدية 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وما رواه محمد بن الحسن الصفار عن أحمد بن محمد عن محمد بن سنان عن العلا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الفضيل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Pr="00573E19">
        <w:rPr>
          <w:rtl/>
        </w:rPr>
        <w:t xml:space="preserve"> السن من الثنايا والأضراس سواء</w:t>
      </w:r>
      <w:r w:rsidR="009C2257">
        <w:rPr>
          <w:rtl/>
        </w:rPr>
        <w:t xml:space="preserve"> </w:t>
      </w:r>
      <w:r w:rsidRPr="00573E19">
        <w:rPr>
          <w:rtl/>
        </w:rPr>
        <w:t>نصف العشر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وما رواه الحسن بن علي بن فضال عن ظريف عن علي بن أبي حمزة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في السن خمس من الإبل أدناها وأقصاها وهو نصف</w:t>
      </w:r>
      <w:r w:rsidR="009C2257">
        <w:rPr>
          <w:rtl/>
        </w:rPr>
        <w:t xml:space="preserve"> </w:t>
      </w:r>
      <w:r w:rsidRPr="00573E19">
        <w:rPr>
          <w:rtl/>
        </w:rPr>
        <w:t>عشر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الأخبار أن نحملها على الانسان التي هي المقاديم دون المواخير لأنها</w:t>
      </w:r>
      <w:r w:rsidR="009C2257">
        <w:rPr>
          <w:rtl/>
        </w:rPr>
        <w:t xml:space="preserve"> </w:t>
      </w:r>
      <w:r w:rsidRPr="00573E19">
        <w:rPr>
          <w:rtl/>
        </w:rPr>
        <w:t>هي المتساوية في وجوب الدية في كل واحد منها خمسمائة حسب ما فصل في الرواية</w:t>
      </w:r>
      <w:r w:rsidR="009C2257">
        <w:rPr>
          <w:rtl/>
        </w:rPr>
        <w:t xml:space="preserve"> </w:t>
      </w:r>
      <w:r w:rsidRPr="00573E19">
        <w:rPr>
          <w:rtl/>
        </w:rPr>
        <w:t>الأولى</w:t>
      </w:r>
      <w:r w:rsidR="00CA4563">
        <w:rPr>
          <w:rtl/>
        </w:rPr>
        <w:t>،</w:t>
      </w:r>
      <w:r w:rsidRPr="00573E19">
        <w:rPr>
          <w:rtl/>
        </w:rPr>
        <w:t xml:space="preserve"> وينبغي أن يبني المجمل على المفصل لما بيناه في غير موضع</w:t>
      </w:r>
      <w:r w:rsidR="00CA4563">
        <w:rPr>
          <w:rtl/>
        </w:rPr>
        <w:t>،</w:t>
      </w:r>
      <w:r w:rsidRPr="00573E19">
        <w:rPr>
          <w:rtl/>
        </w:rPr>
        <w:t xml:space="preserve"> ولو لم يكن المراد</w:t>
      </w:r>
      <w:r w:rsidR="009C2257">
        <w:rPr>
          <w:rtl/>
        </w:rPr>
        <w:t xml:space="preserve"> </w:t>
      </w:r>
      <w:r w:rsidRPr="00573E19">
        <w:rPr>
          <w:rtl/>
        </w:rPr>
        <w:t>ما قلناه لكانت الدية تزيد على الدية الكاملة إذا أوجب في كل سن خمسمائة لان</w:t>
      </w:r>
      <w:r w:rsidR="009C2257">
        <w:rPr>
          <w:rtl/>
        </w:rPr>
        <w:t xml:space="preserve"> </w:t>
      </w:r>
      <w:r w:rsidRPr="00573E19">
        <w:rPr>
          <w:rtl/>
        </w:rPr>
        <w:t>جميعها ثمانية وعشرون سنا وذلك لا يذهب إليه أحد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1090</w:t>
      </w:r>
      <w:r>
        <w:rPr>
          <w:rtl/>
        </w:rPr>
        <w:t xml:space="preserve"> - </w:t>
      </w:r>
      <w:r w:rsidRPr="00E928EB">
        <w:rPr>
          <w:rtl/>
        </w:rPr>
        <w:t>1091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333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514 وهو جزء من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518 وهو صدر حديث</w:t>
      </w:r>
      <w:r>
        <w:rPr>
          <w:rtl/>
        </w:rPr>
        <w:t>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1094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 xml:space="preserve">فاما ما رواه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الأسنان واحد وثلاثون ثغرة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في كل ثغرة ثلاثة</w:t>
      </w:r>
      <w:r w:rsidR="009C2257">
        <w:rPr>
          <w:rtl/>
        </w:rPr>
        <w:t xml:space="preserve"> </w:t>
      </w:r>
      <w:r w:rsidRPr="00573E19">
        <w:rPr>
          <w:rtl/>
        </w:rPr>
        <w:t>أبعرة وخمس بعير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التقية لأنها موافقة لمذهب بعض العامة ولسنا</w:t>
      </w:r>
      <w:r w:rsidR="009C2257">
        <w:rPr>
          <w:rtl/>
        </w:rPr>
        <w:t xml:space="preserve"> </w:t>
      </w:r>
      <w:r w:rsidRPr="00573E19">
        <w:rPr>
          <w:rtl/>
        </w:rPr>
        <w:t>نعمل به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82" w:name="_Toc374810574"/>
      <w:bookmarkStart w:id="383" w:name="_Toc376954949"/>
      <w:r w:rsidRPr="00573E19">
        <w:rPr>
          <w:rtl/>
        </w:rPr>
        <w:t>17</w:t>
      </w:r>
      <w:r>
        <w:rPr>
          <w:rtl/>
        </w:rPr>
        <w:t xml:space="preserve">3 - </w:t>
      </w:r>
      <w:r w:rsidRPr="00573E19">
        <w:rPr>
          <w:rtl/>
        </w:rPr>
        <w:t>باب السن إذا ضربت فاسودت ولم تقع</w:t>
      </w:r>
      <w:bookmarkEnd w:id="382"/>
      <w:bookmarkEnd w:id="38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 xml:space="preserve">أحمد بن محمد عن ابن محبوب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السن إذا ضربت انتظر بها سنة فإن وقعت أغرم الضارب خمسمائة درهم وإن</w:t>
      </w:r>
      <w:r w:rsidR="009C2257">
        <w:rPr>
          <w:rtl/>
        </w:rPr>
        <w:t xml:space="preserve"> </w:t>
      </w:r>
      <w:r w:rsidRPr="00573E19">
        <w:rPr>
          <w:rtl/>
        </w:rPr>
        <w:t>لم تقع واسودت أغرم ثلثي ديتها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1096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فاما ما رواه أحمد بن محمد عن علي بن الحكم وغيره عن أبان عن بعض أصحابه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كان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يقول</w:t>
      </w:r>
      <w:r w:rsidR="00CA4563">
        <w:rPr>
          <w:rtl/>
        </w:rPr>
        <w:t>:</w:t>
      </w:r>
      <w:r w:rsidRPr="00573E19">
        <w:rPr>
          <w:rtl/>
        </w:rPr>
        <w:t xml:space="preserve"> إذا اسودت</w:t>
      </w:r>
      <w:r w:rsidR="009C2257">
        <w:rPr>
          <w:rtl/>
        </w:rPr>
        <w:t xml:space="preserve"> </w:t>
      </w:r>
      <w:r w:rsidRPr="00573E19">
        <w:rPr>
          <w:rtl/>
        </w:rPr>
        <w:t>الثنية جعل فيها الدية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هذه الرواية أن نحملها على التفصيل الذي ذكرناه في الرواية الأولى</w:t>
      </w:r>
      <w:r w:rsidR="009C2257">
        <w:rPr>
          <w:rtl/>
        </w:rPr>
        <w:t xml:space="preserve"> </w:t>
      </w:r>
      <w:r w:rsidRPr="00573E19">
        <w:rPr>
          <w:rtl/>
        </w:rPr>
        <w:t>من ايجاب ثلثي الدية فيها دون الدية الكاملة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84" w:name="_Toc374810575"/>
      <w:bookmarkStart w:id="385" w:name="_Toc376954950"/>
      <w:r w:rsidRPr="00573E19">
        <w:rPr>
          <w:rtl/>
        </w:rPr>
        <w:t>174</w:t>
      </w:r>
      <w:r>
        <w:rPr>
          <w:rtl/>
        </w:rPr>
        <w:t xml:space="preserve"> - </w:t>
      </w:r>
      <w:r w:rsidRPr="00573E19">
        <w:rPr>
          <w:rtl/>
        </w:rPr>
        <w:t>باب دية الإصبع إذا شلت</w:t>
      </w:r>
      <w:bookmarkEnd w:id="384"/>
      <w:bookmarkEnd w:id="38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سهل بن زياد عن ابن محبوب عن علي بن رئاب عن الفضيل بن يسار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سألت أبا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عن الذراع إذا ضرب فانكسر منه الزند قال فقال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الثغرة</w:t>
      </w:r>
      <w:r w:rsidR="00CA4563">
        <w:rPr>
          <w:rtl/>
        </w:rPr>
        <w:t>:</w:t>
      </w:r>
      <w:r w:rsidRPr="00573E19">
        <w:rPr>
          <w:rtl/>
        </w:rPr>
        <w:t xml:space="preserve"> واحدة الأسنان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1094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518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1095</w:t>
      </w:r>
      <w:r>
        <w:rPr>
          <w:rtl/>
        </w:rPr>
        <w:t xml:space="preserve"> - </w:t>
      </w:r>
      <w:r w:rsidRPr="00573E19">
        <w:rPr>
          <w:rtl/>
        </w:rPr>
        <w:t>1096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333</w:t>
      </w:r>
      <w:r w:rsidRPr="00573E19">
        <w:rPr>
          <w:rtl/>
        </w:rPr>
        <w:t xml:space="preserve"> واخرج الأول الصدوق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إذا يبست منه الكف فشلت أصابع الكف كلها فان فيها ثلثي الدية دية اليد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وإن شلت بعض الأصابع وبقي بعض فان في كل إصبع شلت ثلثي ديتها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وكذلك الحكم في الساق والقدم إذا شلت أصابع القدم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1098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علي بن إبراهيم عن أبيه عن ابن أبي عمير عن حماد عن الحلبي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الإصبع عشر الدية إذا قطعت من أصلها أو شلت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الأصابع أسواءهن في الدية</w:t>
      </w:r>
      <w:r>
        <w:rPr>
          <w:rtl/>
        </w:rPr>
        <w:t>؟</w:t>
      </w:r>
      <w:r w:rsidRPr="00573E19">
        <w:rPr>
          <w:rtl/>
        </w:rPr>
        <w:t xml:space="preserve"> قال نعم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وسألته عن الأسنان</w:t>
      </w:r>
      <w:r>
        <w:rPr>
          <w:rtl/>
        </w:rPr>
        <w:t>؟</w:t>
      </w:r>
      <w:r w:rsidR="009C2257">
        <w:rPr>
          <w:rtl/>
        </w:rPr>
        <w:t xml:space="preserve"> </w:t>
      </w:r>
      <w:r w:rsidRPr="00573E19">
        <w:rPr>
          <w:rtl/>
        </w:rPr>
        <w:t>فقال</w:t>
      </w:r>
      <w:r w:rsidR="00CA4563">
        <w:rPr>
          <w:rtl/>
        </w:rPr>
        <w:t>:</w:t>
      </w:r>
      <w:r w:rsidRPr="00573E19">
        <w:rPr>
          <w:rtl/>
        </w:rPr>
        <w:t xml:space="preserve"> ديتهن سواء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ان نحمله على أنه إذا فعل بالإصبع ما تشل عنده فتستحق</w:t>
      </w:r>
      <w:r w:rsidR="009C2257">
        <w:rPr>
          <w:rtl/>
        </w:rPr>
        <w:t xml:space="preserve"> </w:t>
      </w:r>
      <w:r w:rsidRPr="00573E19">
        <w:rPr>
          <w:rtl/>
        </w:rPr>
        <w:t>بذلك ثلثي ديتها</w:t>
      </w:r>
      <w:r w:rsidR="00CA4563">
        <w:rPr>
          <w:rtl/>
        </w:rPr>
        <w:t>،</w:t>
      </w:r>
      <w:r w:rsidRPr="00573E19">
        <w:rPr>
          <w:rtl/>
        </w:rPr>
        <w:t xml:space="preserve"> وإذا قطعت بعد ذلك كان فيها ثلث الدية فيصير دية كاملة لها</w:t>
      </w:r>
      <w:r w:rsidR="009C2257">
        <w:rPr>
          <w:rtl/>
        </w:rPr>
        <w:t xml:space="preserve"> </w:t>
      </w:r>
      <w:r w:rsidRPr="00573E19">
        <w:rPr>
          <w:rtl/>
        </w:rPr>
        <w:t>وذلك لا ينافي التفصيل الذي تضمنه الخبر الأول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86" w:name="_Toc374810576"/>
      <w:bookmarkStart w:id="387" w:name="_Toc376954951"/>
      <w:r w:rsidRPr="00573E19">
        <w:rPr>
          <w:rtl/>
        </w:rPr>
        <w:t>175</w:t>
      </w:r>
      <w:r>
        <w:rPr>
          <w:rtl/>
        </w:rPr>
        <w:t xml:space="preserve"> - </w:t>
      </w:r>
      <w:r w:rsidRPr="00573E19">
        <w:rPr>
          <w:rtl/>
        </w:rPr>
        <w:t>باب دية الأصابع</w:t>
      </w:r>
      <w:bookmarkEnd w:id="386"/>
      <w:bookmarkEnd w:id="387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1099</w:t>
      </w:r>
    </w:p>
    <w:p w:rsidR="00FE5331" w:rsidRPr="00573E19" w:rsidRDefault="00FE5331" w:rsidP="005351A8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ابن أبي عمير عن حماد عن الحلبي عن أبي عبد الله</w:t>
      </w:r>
      <w:r w:rsidR="009C2257">
        <w:rPr>
          <w:rtl/>
        </w:rPr>
        <w:t xml:space="preserve"> </w:t>
      </w:r>
      <w:r w:rsidR="005351A8" w:rsidRPr="00FE5331">
        <w:rPr>
          <w:rStyle w:val="libAlaemChar"/>
          <w:rtl/>
        </w:rPr>
        <w:t>عليه‌السلام</w:t>
      </w:r>
      <w:r w:rsidR="005351A8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الأصابع أسواءهن في الدية</w:t>
      </w:r>
      <w:r>
        <w:rPr>
          <w:rtl/>
        </w:rPr>
        <w:t>؟</w:t>
      </w:r>
      <w:r w:rsidRPr="00573E19">
        <w:rPr>
          <w:rtl/>
        </w:rPr>
        <w:t xml:space="preserve"> قال نعم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أحمد بن محمد عن ابن محبوب عن عبد الله بن سنان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أصابع اليدين والرجلين سواء في الدية في كل إصبع عشر من الإبل</w:t>
      </w:r>
      <w:r w:rsidR="00CA4563">
        <w:rPr>
          <w:rtl/>
        </w:rPr>
        <w:t>،</w:t>
      </w:r>
      <w:r w:rsidRPr="00573E19">
        <w:rPr>
          <w:rtl/>
        </w:rPr>
        <w:t xml:space="preserve"> وفي الظفر</w:t>
      </w:r>
      <w:r w:rsidR="009C2257">
        <w:rPr>
          <w:rtl/>
        </w:rPr>
        <w:t xml:space="preserve"> </w:t>
      </w:r>
      <w:r w:rsidRPr="00573E19">
        <w:rPr>
          <w:rtl/>
        </w:rPr>
        <w:t>خمسة دنانير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الحسين بن سعيد عن الحسن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الأصابع</w:t>
      </w:r>
      <w:r w:rsidR="009C2257">
        <w:rPr>
          <w:rtl/>
        </w:rPr>
        <w:t xml:space="preserve"> </w:t>
      </w:r>
      <w:r w:rsidRPr="00573E19">
        <w:rPr>
          <w:rtl/>
        </w:rPr>
        <w:t>هل لبعضها على بعض فضل في الدية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هن سواء في الدية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1098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517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332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1099</w:t>
      </w:r>
      <w:r>
        <w:rPr>
          <w:rtl/>
        </w:rPr>
        <w:t xml:space="preserve"> - </w:t>
      </w:r>
      <w:r w:rsidRPr="00573E19">
        <w:rPr>
          <w:rtl/>
        </w:rPr>
        <w:t>1100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517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1101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518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</w:t>
      </w:r>
      <w:r w:rsidRPr="00573E19">
        <w:rPr>
          <w:rtl/>
        </w:rPr>
        <w:t xml:space="preserve"> وهو جزء حديث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2.</w:t>
      </w:r>
    </w:p>
    <w:p w:rsidR="00FE5331" w:rsidRPr="00573E19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عنه عن القاسم عن علي 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في الأصابع في كل إصبع عشر من الإبل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محمد بن الحسن</w:t>
      </w:r>
      <w:r w:rsidR="00CA4563">
        <w:rPr>
          <w:rtl/>
        </w:rPr>
        <w:t>:</w:t>
      </w:r>
      <w:r w:rsidRPr="00573E19">
        <w:rPr>
          <w:rtl/>
        </w:rPr>
        <w:t xml:space="preserve"> هذه الروايات متفقة غير مختلفة</w:t>
      </w:r>
      <w:r w:rsidR="00CA4563">
        <w:rPr>
          <w:rtl/>
        </w:rPr>
        <w:t>،</w:t>
      </w:r>
      <w:r w:rsidRPr="00573E19">
        <w:rPr>
          <w:rtl/>
        </w:rPr>
        <w:t xml:space="preserve"> وقد روى ظريف بن ناصح</w:t>
      </w:r>
      <w:r w:rsidR="009C2257">
        <w:rPr>
          <w:rtl/>
        </w:rPr>
        <w:t xml:space="preserve"> </w:t>
      </w:r>
      <w:r w:rsidRPr="00573E19">
        <w:rPr>
          <w:rtl/>
        </w:rPr>
        <w:t>في روايته ان الأصابع متساوية إلا الابهام فان لها دية مفردة وهي أن لها ثلث دية</w:t>
      </w:r>
      <w:r w:rsidR="009C2257">
        <w:rPr>
          <w:rtl/>
        </w:rPr>
        <w:t xml:space="preserve"> </w:t>
      </w:r>
      <w:r w:rsidRPr="00573E19">
        <w:rPr>
          <w:rtl/>
        </w:rPr>
        <w:t>اليد وثلثي الدية بين الأصابع الأربع بالسواء وقد أوردنا روايته على وجهها في كتابنا</w:t>
      </w:r>
      <w:r w:rsidR="009C2257">
        <w:rPr>
          <w:rtl/>
        </w:rPr>
        <w:t xml:space="preserve"> </w:t>
      </w:r>
      <w:r w:rsidRPr="00573E19">
        <w:rPr>
          <w:rtl/>
        </w:rPr>
        <w:t>الكبير</w:t>
      </w:r>
      <w:r w:rsidR="00CA4563">
        <w:rPr>
          <w:rtl/>
        </w:rPr>
        <w:t>،</w:t>
      </w:r>
      <w:r w:rsidRPr="00573E19">
        <w:rPr>
          <w:rtl/>
        </w:rPr>
        <w:t xml:space="preserve"> ويجوز أن نحمل هذه الروايات على هذا التفصيل</w:t>
      </w:r>
      <w:r w:rsidR="00CA4563">
        <w:rPr>
          <w:rtl/>
        </w:rPr>
        <w:t>،</w:t>
      </w:r>
      <w:r w:rsidRPr="00573E19">
        <w:rPr>
          <w:rtl/>
        </w:rPr>
        <w:t xml:space="preserve"> وأما ما تضمن رواية</w:t>
      </w:r>
      <w:r w:rsidR="009C2257">
        <w:rPr>
          <w:rtl/>
        </w:rPr>
        <w:t xml:space="preserve"> </w:t>
      </w:r>
      <w:r w:rsidRPr="00573E19">
        <w:rPr>
          <w:rtl/>
        </w:rPr>
        <w:t>أبي بصير وعبد الله بن سنان ان في كل إصبع عشر من الإبل يجوز أن يكون</w:t>
      </w:r>
      <w:r w:rsidR="009C2257">
        <w:rPr>
          <w:rtl/>
        </w:rPr>
        <w:t xml:space="preserve"> </w:t>
      </w:r>
      <w:r w:rsidRPr="00573E19">
        <w:rPr>
          <w:rtl/>
        </w:rPr>
        <w:t>من كلام الراوي وهو أنه لما سمع أن الأصابع سواء في الدية ففسر هو لكل إصبع</w:t>
      </w:r>
      <w:r w:rsidR="009C2257">
        <w:rPr>
          <w:rtl/>
        </w:rPr>
        <w:t xml:space="preserve"> </w:t>
      </w:r>
      <w:r w:rsidRPr="00573E19">
        <w:rPr>
          <w:rtl/>
        </w:rPr>
        <w:t>عشر من الإبل ولم يعلم أن هذا الحكم يختص بالأصابع الأربعة وإنما قلنا هذا</w:t>
      </w:r>
      <w:r w:rsidR="009C2257">
        <w:rPr>
          <w:rtl/>
        </w:rPr>
        <w:t xml:space="preserve"> </w:t>
      </w:r>
      <w:r w:rsidRPr="00573E19">
        <w:rPr>
          <w:rtl/>
        </w:rPr>
        <w:t>ليكون العمل على جميع الأخبار دون اطراح شئ منها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88" w:name="_Toc374810577"/>
      <w:bookmarkStart w:id="389" w:name="_Toc376954952"/>
      <w:r w:rsidRPr="00573E19">
        <w:rPr>
          <w:rtl/>
        </w:rPr>
        <w:t>176</w:t>
      </w:r>
      <w:r>
        <w:rPr>
          <w:rtl/>
        </w:rPr>
        <w:t xml:space="preserve"> - </w:t>
      </w:r>
      <w:r w:rsidRPr="00573E19">
        <w:rPr>
          <w:rtl/>
        </w:rPr>
        <w:t>باب دية نقصان الحروف من اللسان</w:t>
      </w:r>
      <w:bookmarkEnd w:id="388"/>
      <w:bookmarkEnd w:id="389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الحسين بن سعيد عن ابن أبي عمير عن حماد عن الحلبي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ضرب الرجل على رأسه فثقل لسانه عرض عليه حروف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المعجم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فما لم يفصح من الكلام كانت الدية بقصاص من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عنه عن الحسن عن زرعة عن سماعة قال</w:t>
      </w:r>
      <w:r w:rsidR="00CA4563">
        <w:rPr>
          <w:rtl/>
        </w:rPr>
        <w:t>:</w:t>
      </w:r>
      <w:r w:rsidRPr="00573E19">
        <w:rPr>
          <w:rtl/>
        </w:rPr>
        <w:t xml:space="preserve"> قضى أمير المؤمنين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في رجل ضرب غلاما على رأسه فذهب بعض لسانه وافصح ببعض الكلام ولم يفصح</w:t>
      </w:r>
      <w:r w:rsidR="009C2257">
        <w:rPr>
          <w:rtl/>
        </w:rPr>
        <w:t xml:space="preserve"> </w:t>
      </w:r>
      <w:r w:rsidRPr="00573E19">
        <w:rPr>
          <w:rtl/>
        </w:rPr>
        <w:t>ببعض فاقرأه المعجم فقسم الدية عليه فما أفصح به طرحه وما لم يفصح به ألزمه إياه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عنه عن حماد بن عيسى عن عبد الله بن سنان عن أبي عبد الله </w:t>
      </w:r>
      <w:r w:rsidRPr="00FE5331">
        <w:rPr>
          <w:rStyle w:val="libAlaemChar"/>
          <w:rtl/>
        </w:rPr>
        <w:t>عليه‌السلام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حروف المعجم الحروف الهجائية وهي ثمانية وعشرون حرفا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*</w:t>
      </w:r>
      <w:r>
        <w:rPr>
          <w:rtl/>
        </w:rPr>
        <w:t xml:space="preserve"> - </w:t>
      </w:r>
      <w:r w:rsidRPr="00573E19">
        <w:rPr>
          <w:rtl/>
        </w:rPr>
        <w:t>110</w:t>
      </w:r>
      <w:r>
        <w:rPr>
          <w:rtl/>
        </w:rPr>
        <w:t xml:space="preserve">2 -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518 وهو ذيل 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332</w:t>
      </w:r>
      <w:r w:rsidRPr="00573E19">
        <w:rPr>
          <w:rtl/>
        </w:rPr>
        <w:t xml:space="preserve"> وهو بعض حديث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 xml:space="preserve">2. - </w:t>
      </w:r>
      <w:r w:rsidRPr="00573E19">
        <w:rPr>
          <w:rtl/>
        </w:rPr>
        <w:t>110</w:t>
      </w:r>
      <w:r>
        <w:rPr>
          <w:rtl/>
        </w:rPr>
        <w:t xml:space="preserve">3 - </w:t>
      </w:r>
      <w:r w:rsidRPr="00573E19">
        <w:rPr>
          <w:rtl/>
        </w:rPr>
        <w:t>1104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>9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1105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519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32</w:t>
      </w:r>
      <w:r w:rsidRPr="00573E19">
        <w:rPr>
          <w:rtl/>
        </w:rPr>
        <w:t xml:space="preserve">9 الفقيه ص </w:t>
      </w:r>
      <w:r>
        <w:rPr>
          <w:rtl/>
        </w:rPr>
        <w:t>3</w:t>
      </w:r>
      <w:r w:rsidRPr="00573E19">
        <w:rPr>
          <w:rtl/>
        </w:rPr>
        <w:t>86 بتفاوت واختلاف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قال</w:t>
      </w:r>
      <w:r w:rsidR="00CA4563">
        <w:rPr>
          <w:rtl/>
        </w:rPr>
        <w:t>:</w:t>
      </w:r>
      <w:r w:rsidRPr="00573E19">
        <w:rPr>
          <w:rtl/>
        </w:rPr>
        <w:t xml:space="preserve"> فإذا ضرب الرجل على رأسه فثقل لسانه عرضت عليه حروف المعجم فما لم</w:t>
      </w:r>
      <w:r w:rsidR="009C2257">
        <w:rPr>
          <w:rtl/>
        </w:rPr>
        <w:t xml:space="preserve"> </w:t>
      </w:r>
      <w:r w:rsidRPr="00573E19">
        <w:rPr>
          <w:rtl/>
        </w:rPr>
        <w:t>يفصح به منها يؤدي منه بقدر ذلك من المعجم يقام أصل الدية على المعجم كله</w:t>
      </w:r>
      <w:r w:rsidR="009C2257">
        <w:rPr>
          <w:rtl/>
        </w:rPr>
        <w:t xml:space="preserve"> </w:t>
      </w:r>
      <w:r w:rsidRPr="00573E19">
        <w:rPr>
          <w:rtl/>
        </w:rPr>
        <w:t>ثم يعطى بحساب ما لم يفصح به منها وهي تسعة وعشرون حرفا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أحمد بن محمد عن الحسن بن محبوب عن سليمان بن خالد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ضرب رجلا في رأسه فثقل لسانه انه يعرض عليه حروف</w:t>
      </w:r>
      <w:r w:rsidR="009C2257">
        <w:rPr>
          <w:rtl/>
        </w:rPr>
        <w:t xml:space="preserve"> </w:t>
      </w:r>
      <w:r w:rsidRPr="00573E19">
        <w:rPr>
          <w:rtl/>
        </w:rPr>
        <w:t>المعجم كلها ثم يعطى ديته بحصته ما لم يفصح به منها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اتي أمير المؤمنين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برجل ضرب فذهب بعض كلامه وبقي بعض كلامه فجعل ديته</w:t>
      </w:r>
      <w:r w:rsidR="009C2257">
        <w:rPr>
          <w:rtl/>
        </w:rPr>
        <w:t xml:space="preserve"> </w:t>
      </w:r>
      <w:r w:rsidRPr="00573E19">
        <w:rPr>
          <w:rtl/>
        </w:rPr>
        <w:t>على حروف المعجم ثم قال</w:t>
      </w:r>
      <w:r w:rsidR="00CA4563">
        <w:rPr>
          <w:rtl/>
        </w:rPr>
        <w:t>:</w:t>
      </w:r>
      <w:r w:rsidRPr="00573E19">
        <w:rPr>
          <w:rtl/>
        </w:rPr>
        <w:t xml:space="preserve"> تكلم بالمعجم فما نقص من كلامه فبحساب ذلك</w:t>
      </w:r>
      <w:r w:rsidR="00CA4563">
        <w:rPr>
          <w:rtl/>
        </w:rPr>
        <w:t>،</w:t>
      </w:r>
      <w:r w:rsidRPr="00573E19">
        <w:rPr>
          <w:rtl/>
        </w:rPr>
        <w:t xml:space="preserve"> والمعجم</w:t>
      </w:r>
      <w:r w:rsidR="009C2257">
        <w:rPr>
          <w:rtl/>
        </w:rPr>
        <w:t xml:space="preserve"> </w:t>
      </w:r>
      <w:r w:rsidRPr="00573E19">
        <w:rPr>
          <w:rtl/>
        </w:rPr>
        <w:t>ثمان وعشرون حرفا فجعل ثمانية وعشرين جزءا فما نقص من ذلك فبحساب ذلك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فأما ما رواه محمد بن أحمد بن يحيى والصفار جميعا عن العبيدي عن عثمان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عيسى عن سماعة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قلت له رجل طرق بغلام</w:t>
      </w:r>
      <w:r w:rsidR="009C2257">
        <w:rPr>
          <w:rtl/>
        </w:rPr>
        <w:t xml:space="preserve"> </w:t>
      </w:r>
      <w:r w:rsidRPr="00573E19">
        <w:rPr>
          <w:rtl/>
        </w:rPr>
        <w:t>طرقة فقطع بعض لسانه فأفصح ببعض ولم يفصح ببعض قال</w:t>
      </w:r>
      <w:r w:rsidR="00CA4563">
        <w:rPr>
          <w:rtl/>
        </w:rPr>
        <w:t>:</w:t>
      </w:r>
      <w:r w:rsidRPr="00573E19">
        <w:rPr>
          <w:rtl/>
        </w:rPr>
        <w:t xml:space="preserve"> يقرأ المعجم فما أفصح</w:t>
      </w:r>
      <w:r w:rsidR="009C2257">
        <w:rPr>
          <w:rtl/>
        </w:rPr>
        <w:t xml:space="preserve"> </w:t>
      </w:r>
      <w:r w:rsidRPr="00573E19">
        <w:rPr>
          <w:rtl/>
        </w:rPr>
        <w:t>به طرح من الدية وما لم يفصح به ألزم الدية</w:t>
      </w:r>
      <w:r w:rsidR="00CA4563">
        <w:rPr>
          <w:rtl/>
        </w:rPr>
        <w:t>،</w:t>
      </w:r>
      <w:r w:rsidRPr="00573E19">
        <w:rPr>
          <w:rtl/>
        </w:rPr>
        <w:t xml:space="preserve"> قال قلت</w:t>
      </w:r>
      <w:r w:rsidR="00CA4563">
        <w:rPr>
          <w:rtl/>
        </w:rPr>
        <w:t>:</w:t>
      </w:r>
      <w:r w:rsidRPr="00573E19">
        <w:rPr>
          <w:rtl/>
        </w:rPr>
        <w:t xml:space="preserve"> فكيف هو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على</w:t>
      </w:r>
      <w:r w:rsidR="009C2257">
        <w:rPr>
          <w:rtl/>
        </w:rPr>
        <w:t xml:space="preserve"> </w:t>
      </w:r>
      <w:r w:rsidRPr="00573E19">
        <w:rPr>
          <w:rtl/>
        </w:rPr>
        <w:t>حساب الجمل ألف ديته واحد</w:t>
      </w:r>
      <w:r w:rsidR="00CA4563">
        <w:rPr>
          <w:rtl/>
        </w:rPr>
        <w:t>،</w:t>
      </w:r>
      <w:r w:rsidRPr="00573E19">
        <w:rPr>
          <w:rtl/>
        </w:rPr>
        <w:t xml:space="preserve"> والباء ديتها اثنان</w:t>
      </w:r>
      <w:r w:rsidR="00CA4563">
        <w:rPr>
          <w:rtl/>
        </w:rPr>
        <w:t>،</w:t>
      </w:r>
      <w:r w:rsidRPr="00573E19">
        <w:rPr>
          <w:rtl/>
        </w:rPr>
        <w:t xml:space="preserve"> والجيم ثلاثة</w:t>
      </w:r>
      <w:r w:rsidR="00CA4563">
        <w:rPr>
          <w:rtl/>
        </w:rPr>
        <w:t>،</w:t>
      </w:r>
      <w:r w:rsidRPr="00573E19">
        <w:rPr>
          <w:rtl/>
        </w:rPr>
        <w:t xml:space="preserve"> والدال أربعة</w:t>
      </w:r>
      <w:r w:rsidR="00CA4563">
        <w:rPr>
          <w:rtl/>
        </w:rPr>
        <w:t>،</w:t>
      </w:r>
      <w:r w:rsidRPr="00573E19">
        <w:rPr>
          <w:rtl/>
        </w:rPr>
        <w:t xml:space="preserve"> والهاء خمسة</w:t>
      </w:r>
      <w:r w:rsidR="00CA4563">
        <w:rPr>
          <w:rtl/>
        </w:rPr>
        <w:t>،</w:t>
      </w:r>
      <w:r w:rsidRPr="00573E19">
        <w:rPr>
          <w:rtl/>
        </w:rPr>
        <w:t xml:space="preserve"> والواو ستة</w:t>
      </w:r>
      <w:r w:rsidR="00CA4563">
        <w:rPr>
          <w:rtl/>
        </w:rPr>
        <w:t>،</w:t>
      </w:r>
      <w:r w:rsidRPr="00573E19">
        <w:rPr>
          <w:rtl/>
        </w:rPr>
        <w:t xml:space="preserve"> والزاي سبعة</w:t>
      </w:r>
      <w:r w:rsidR="00CA4563">
        <w:rPr>
          <w:rtl/>
        </w:rPr>
        <w:t>،</w:t>
      </w:r>
      <w:r w:rsidRPr="00573E19">
        <w:rPr>
          <w:rtl/>
        </w:rPr>
        <w:t xml:space="preserve"> والحاء ثمانية</w:t>
      </w:r>
      <w:r w:rsidR="00CA4563">
        <w:rPr>
          <w:rtl/>
        </w:rPr>
        <w:t>،</w:t>
      </w:r>
      <w:r w:rsidRPr="00573E19">
        <w:rPr>
          <w:rtl/>
        </w:rPr>
        <w:t xml:space="preserve"> والطاء تسعة</w:t>
      </w:r>
      <w:r w:rsidR="00CA4563">
        <w:rPr>
          <w:rtl/>
        </w:rPr>
        <w:t>،</w:t>
      </w:r>
      <w:r w:rsidRPr="00573E19">
        <w:rPr>
          <w:rtl/>
        </w:rPr>
        <w:t xml:space="preserve"> والياء عشرة</w:t>
      </w:r>
      <w:r w:rsidR="009C2257">
        <w:rPr>
          <w:rtl/>
        </w:rPr>
        <w:t xml:space="preserve"> </w:t>
      </w:r>
      <w:r w:rsidRPr="00573E19">
        <w:rPr>
          <w:rtl/>
        </w:rPr>
        <w:t>والكاف عشرون</w:t>
      </w:r>
      <w:r w:rsidR="00CA4563">
        <w:rPr>
          <w:rtl/>
        </w:rPr>
        <w:t>،</w:t>
      </w:r>
      <w:r w:rsidRPr="00573E19">
        <w:rPr>
          <w:rtl/>
        </w:rPr>
        <w:t xml:space="preserve"> واللام ثلاثون</w:t>
      </w:r>
      <w:r w:rsidR="00CA4563">
        <w:rPr>
          <w:rtl/>
        </w:rPr>
        <w:t>،</w:t>
      </w:r>
      <w:r w:rsidRPr="00573E19">
        <w:rPr>
          <w:rtl/>
        </w:rPr>
        <w:t xml:space="preserve"> والميم أربعون</w:t>
      </w:r>
      <w:r w:rsidR="00CA4563">
        <w:rPr>
          <w:rtl/>
        </w:rPr>
        <w:t>،</w:t>
      </w:r>
      <w:r w:rsidRPr="00573E19">
        <w:rPr>
          <w:rtl/>
        </w:rPr>
        <w:t xml:space="preserve"> والنون خمسون</w:t>
      </w:r>
      <w:r w:rsidR="00CA4563">
        <w:rPr>
          <w:rtl/>
        </w:rPr>
        <w:t>،</w:t>
      </w:r>
      <w:r w:rsidRPr="00573E19">
        <w:rPr>
          <w:rtl/>
        </w:rPr>
        <w:t xml:space="preserve"> والسين ستون</w:t>
      </w:r>
      <w:r w:rsidR="009C2257">
        <w:rPr>
          <w:rtl/>
        </w:rPr>
        <w:t xml:space="preserve"> </w:t>
      </w:r>
      <w:r w:rsidRPr="00573E19">
        <w:rPr>
          <w:rtl/>
        </w:rPr>
        <w:t>والعين سبعون</w:t>
      </w:r>
      <w:r w:rsidR="00CA4563">
        <w:rPr>
          <w:rtl/>
        </w:rPr>
        <w:t>،</w:t>
      </w:r>
      <w:r w:rsidRPr="00573E19">
        <w:rPr>
          <w:rtl/>
        </w:rPr>
        <w:t xml:space="preserve"> والفاء ثمانون</w:t>
      </w:r>
      <w:r w:rsidR="00CA4563">
        <w:rPr>
          <w:rtl/>
        </w:rPr>
        <w:t>،</w:t>
      </w:r>
      <w:r w:rsidRPr="00573E19">
        <w:rPr>
          <w:rtl/>
        </w:rPr>
        <w:t xml:space="preserve"> والصاد تسعون</w:t>
      </w:r>
      <w:r w:rsidR="00CA4563">
        <w:rPr>
          <w:rtl/>
        </w:rPr>
        <w:t>،</w:t>
      </w:r>
      <w:r w:rsidRPr="00573E19">
        <w:rPr>
          <w:rtl/>
        </w:rPr>
        <w:t xml:space="preserve"> والقاف مائة</w:t>
      </w:r>
      <w:r w:rsidR="00CA4563">
        <w:rPr>
          <w:rtl/>
        </w:rPr>
        <w:t>،</w:t>
      </w:r>
      <w:r w:rsidRPr="00573E19">
        <w:rPr>
          <w:rtl/>
        </w:rPr>
        <w:t xml:space="preserve"> والراء مائتان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والشين ثلاثمائة</w:t>
      </w:r>
      <w:r w:rsidR="00CA4563">
        <w:rPr>
          <w:rtl/>
        </w:rPr>
        <w:t>،</w:t>
      </w:r>
      <w:r w:rsidRPr="00573E19">
        <w:rPr>
          <w:rtl/>
        </w:rPr>
        <w:t xml:space="preserve"> والتاء أربعمائة وكل حرف يزيد بعد هذا من ا ب ت ث له مائة درهم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فما تضمن هذا الخبر من تفصيل دية الحروف يجوز أن يكون من كلام بعض الرواة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1106</w:t>
      </w:r>
      <w:r>
        <w:rPr>
          <w:rtl/>
        </w:rPr>
        <w:t xml:space="preserve"> - </w:t>
      </w:r>
      <w:r w:rsidRPr="00E928EB">
        <w:rPr>
          <w:rtl/>
        </w:rPr>
        <w:t>1107</w:t>
      </w:r>
      <w:r>
        <w:rPr>
          <w:rtl/>
        </w:rPr>
        <w:t xml:space="preserve"> - </w:t>
      </w:r>
      <w:r w:rsidRPr="00E928EB">
        <w:rPr>
          <w:rtl/>
        </w:rPr>
        <w:t>1108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519 واخرج الأول الكليني في الكافي</w:t>
      </w:r>
      <w:r w:rsidR="009C2257">
        <w:rPr>
          <w:rtl/>
        </w:rPr>
        <w:t xml:space="preserve"> </w:t>
      </w:r>
      <w:r w:rsidRPr="00E928EB">
        <w:rPr>
          <w:rtl/>
        </w:rPr>
        <w:t xml:space="preserve">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>0.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من حيث سمعوا أنه قال</w:t>
      </w:r>
      <w:r w:rsidR="00CA4563">
        <w:rPr>
          <w:rtl/>
        </w:rPr>
        <w:t>:</w:t>
      </w:r>
      <w:r w:rsidRPr="00573E19">
        <w:rPr>
          <w:rtl/>
        </w:rPr>
        <w:t xml:space="preserve"> تفرق ذلك على حروف الجمل ظنوا انه على ما يتعارفه</w:t>
      </w:r>
      <w:r w:rsidR="009C2257">
        <w:rPr>
          <w:rtl/>
        </w:rPr>
        <w:t xml:space="preserve"> </w:t>
      </w:r>
      <w:r w:rsidRPr="00573E19">
        <w:rPr>
          <w:rtl/>
        </w:rPr>
        <w:t>الحساب من ذلك ولم يكن القصد ذلك</w:t>
      </w:r>
      <w:r w:rsidR="00CA4563">
        <w:rPr>
          <w:rtl/>
        </w:rPr>
        <w:t>،</w:t>
      </w:r>
      <w:r w:rsidRPr="00573E19">
        <w:rPr>
          <w:rtl/>
        </w:rPr>
        <w:t xml:space="preserve"> إنما كان المراد ان يقسم على الحروف كلها</w:t>
      </w:r>
      <w:r w:rsidR="009C2257">
        <w:rPr>
          <w:rtl/>
        </w:rPr>
        <w:t xml:space="preserve"> </w:t>
      </w:r>
      <w:r w:rsidRPr="00573E19">
        <w:rPr>
          <w:rtl/>
        </w:rPr>
        <w:t>اجزاء متساوية</w:t>
      </w:r>
      <w:r w:rsidR="00CA4563">
        <w:rPr>
          <w:rtl/>
        </w:rPr>
        <w:t>،</w:t>
      </w:r>
      <w:r w:rsidRPr="00573E19">
        <w:rPr>
          <w:rtl/>
        </w:rPr>
        <w:t xml:space="preserve"> كل حرف جزءا من جملتها على ما فصل السكوني في روايته وغيره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ولو كان الامر على ما تضمنته هذه الرواية لما استكملت الحروف كلها الدية</w:t>
      </w:r>
      <w:r w:rsidR="009C2257">
        <w:rPr>
          <w:rtl/>
        </w:rPr>
        <w:t xml:space="preserve"> </w:t>
      </w:r>
      <w:r w:rsidRPr="00573E19">
        <w:rPr>
          <w:rtl/>
        </w:rPr>
        <w:t>على الكمال لان ذلك لا يبلغ الدية كاملة ان حسبناها على الدراهم وإن حسبناها</w:t>
      </w:r>
      <w:r w:rsidR="009C2257">
        <w:rPr>
          <w:rtl/>
        </w:rPr>
        <w:t xml:space="preserve"> </w:t>
      </w:r>
      <w:r w:rsidRPr="00573E19">
        <w:rPr>
          <w:rtl/>
        </w:rPr>
        <w:t>على الدنانير تضاعفت الدية وكل ذلك فاسد</w:t>
      </w:r>
      <w:r w:rsidR="00CA4563">
        <w:rPr>
          <w:rtl/>
        </w:rPr>
        <w:t>،</w:t>
      </w:r>
      <w:r w:rsidRPr="00573E19">
        <w:rPr>
          <w:rtl/>
        </w:rPr>
        <w:t xml:space="preserve"> فينبغي أن يكون العمل على ما تقدم</w:t>
      </w:r>
      <w:r w:rsidR="009C2257">
        <w:rPr>
          <w:rtl/>
        </w:rPr>
        <w:t xml:space="preserve"> </w:t>
      </w:r>
      <w:r w:rsidRPr="00573E19">
        <w:rPr>
          <w:rtl/>
        </w:rPr>
        <w:t>من الاخبار إن شاء الله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90" w:name="_Toc374810578"/>
      <w:bookmarkStart w:id="391" w:name="_Toc376954953"/>
      <w:r w:rsidRPr="00573E19">
        <w:rPr>
          <w:rtl/>
        </w:rPr>
        <w:t>177</w:t>
      </w:r>
      <w:r>
        <w:rPr>
          <w:rtl/>
        </w:rPr>
        <w:t xml:space="preserve"> - </w:t>
      </w:r>
      <w:r w:rsidRPr="00573E19">
        <w:rPr>
          <w:rtl/>
        </w:rPr>
        <w:t>باب من وطئ جارية فأفضاها</w:t>
      </w:r>
      <w:bookmarkEnd w:id="390"/>
      <w:bookmarkEnd w:id="391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1109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الحسن بن محبوب عن الحرث بن محمد بن النعمان صاحب الطاق عن بريد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العجلي عن أبي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افتض جاريته يعني امرأته فأفضاها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عليه الدية إن كان دخل بها قبل أن تبلغ تسع سنين قال</w:t>
      </w:r>
      <w:r w:rsidR="00CA4563">
        <w:rPr>
          <w:rtl/>
        </w:rPr>
        <w:t>:</w:t>
      </w:r>
      <w:r w:rsidRPr="00573E19">
        <w:rPr>
          <w:rtl/>
        </w:rPr>
        <w:t xml:space="preserve"> فان أمسكها ولم يطلقها</w:t>
      </w:r>
      <w:r w:rsidR="009C2257">
        <w:rPr>
          <w:rtl/>
        </w:rPr>
        <w:t xml:space="preserve"> </w:t>
      </w:r>
      <w:r w:rsidRPr="00573E19">
        <w:rPr>
          <w:rtl/>
        </w:rPr>
        <w:t>فلا شئ عليه</w:t>
      </w:r>
      <w:r w:rsidR="00CA4563">
        <w:rPr>
          <w:rtl/>
        </w:rPr>
        <w:t>،</w:t>
      </w:r>
      <w:r w:rsidRPr="00573E19">
        <w:rPr>
          <w:rtl/>
        </w:rPr>
        <w:t xml:space="preserve"> وإن كان دخل بها ولها تسع سنين فلا شئ عليه إن شاء أمسك</w:t>
      </w:r>
      <w:r w:rsidR="009C2257">
        <w:rPr>
          <w:rtl/>
        </w:rPr>
        <w:t xml:space="preserve"> </w:t>
      </w:r>
      <w:r w:rsidRPr="00573E19">
        <w:rPr>
          <w:rtl/>
        </w:rPr>
        <w:t>وإن شاء طلق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1110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 xml:space="preserve">فاما ما رواه ابن أبي عمير عن حماد عن الحلبي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تزويج جارية فوقع بها فأفضاها قال</w:t>
      </w:r>
      <w:r w:rsidR="00CA4563">
        <w:rPr>
          <w:rtl/>
        </w:rPr>
        <w:t>:</w:t>
      </w:r>
      <w:r w:rsidRPr="00573E19">
        <w:rPr>
          <w:rtl/>
        </w:rPr>
        <w:t xml:space="preserve"> عليه الاجراء عليها</w:t>
      </w:r>
      <w:r w:rsidR="009C2257">
        <w:rPr>
          <w:rtl/>
        </w:rPr>
        <w:t xml:space="preserve"> </w:t>
      </w:r>
      <w:r w:rsidRPr="00573E19">
        <w:rPr>
          <w:rtl/>
        </w:rPr>
        <w:t>ما دامت حية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الخبر الأول لأنا نحمل هذا الخبر على من وطئها بعد التسع سنين فإنه</w:t>
      </w:r>
      <w:r w:rsidR="009C2257">
        <w:rPr>
          <w:rtl/>
        </w:rPr>
        <w:t xml:space="preserve"> </w:t>
      </w:r>
      <w:r w:rsidRPr="00573E19">
        <w:rPr>
          <w:rtl/>
        </w:rPr>
        <w:t>لا يكون عليه الدية وإنما يلزمه الاجراء عليها ما دامت حية لأنها لا تصلح لرجل</w:t>
      </w:r>
      <w:r w:rsidR="00CA4563">
        <w:rPr>
          <w:rtl/>
        </w:rPr>
        <w:t>،</w:t>
      </w:r>
      <w:r w:rsidRPr="00573E19">
        <w:rPr>
          <w:rtl/>
        </w:rPr>
        <w:t xml:space="preserve"> ولا ينافي</w:t>
      </w:r>
      <w:r w:rsidR="009C2257">
        <w:rPr>
          <w:rtl/>
        </w:rPr>
        <w:t xml:space="preserve"> </w:t>
      </w:r>
      <w:r w:rsidRPr="00573E19">
        <w:rPr>
          <w:rtl/>
        </w:rPr>
        <w:t>هذا التأويل قوله في الخبر الأول إن شاء طلق وإن شاء أمسك إذا كان الدخول بعد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1109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515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</w:t>
      </w:r>
      <w:r w:rsidRPr="00E928EB">
        <w:rPr>
          <w:rtl/>
        </w:rPr>
        <w:t xml:space="preserve">8 الفقيه ص </w:t>
      </w:r>
      <w:r>
        <w:rPr>
          <w:rtl/>
        </w:rPr>
        <w:t>3</w:t>
      </w:r>
      <w:r w:rsidRPr="00E928EB">
        <w:rPr>
          <w:rtl/>
        </w:rPr>
        <w:t>96.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515 الفقيه ص </w:t>
      </w:r>
      <w:r>
        <w:rPr>
          <w:rtl/>
        </w:rPr>
        <w:t>3</w:t>
      </w:r>
      <w:r w:rsidRPr="00573E19">
        <w:rPr>
          <w:rtl/>
        </w:rPr>
        <w:t>9</w:t>
      </w:r>
      <w:r>
        <w:rPr>
          <w:rtl/>
        </w:rPr>
        <w:t>2.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تسع سنين لأنه قد ثبت له الخيار بين امساكها وطلاقها ولا يجب عليه واحد منهما</w:t>
      </w:r>
      <w:r w:rsidR="009C2257">
        <w:rPr>
          <w:rtl/>
        </w:rPr>
        <w:t xml:space="preserve"> </w:t>
      </w:r>
      <w:r w:rsidRPr="00573E19">
        <w:rPr>
          <w:rtl/>
        </w:rPr>
        <w:t>وإن كان يلزمه النفقة عليها على كل حال لما قدمناه</w:t>
      </w:r>
      <w:r w:rsidR="00CA4563">
        <w:rPr>
          <w:rtl/>
        </w:rPr>
        <w:t>،</w:t>
      </w:r>
      <w:r w:rsidRPr="00573E19">
        <w:rPr>
          <w:rtl/>
        </w:rPr>
        <w:t xml:space="preserve"> وأما الخبر الذي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1111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رواه محمد بن يعقوب عن عدة من أصحابنا عن سهل بن زياد عن يعقوب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يزيد عن بعض أصحابنا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إذا خطب الرجل</w:t>
      </w:r>
      <w:r w:rsidR="009C2257">
        <w:rPr>
          <w:rtl/>
        </w:rPr>
        <w:t xml:space="preserve"> </w:t>
      </w:r>
      <w:r w:rsidRPr="00573E19">
        <w:rPr>
          <w:rtl/>
        </w:rPr>
        <w:t>المرأة فدخل بها قبل أن تبلغ تسع سنين فرق بينهما ولم تحل له أبدا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ينافي ما تضمنه خبر بريد من قوله</w:t>
      </w:r>
      <w:r w:rsidR="00CA4563">
        <w:rPr>
          <w:rtl/>
        </w:rPr>
        <w:t>:</w:t>
      </w:r>
      <w:r w:rsidRPr="00573E19">
        <w:rPr>
          <w:rtl/>
        </w:rPr>
        <w:t xml:space="preserve"> فان أمسكها ولم يطلقها فلا شئ عليه لان</w:t>
      </w:r>
      <w:r w:rsidR="009C2257">
        <w:rPr>
          <w:rtl/>
        </w:rPr>
        <w:t xml:space="preserve"> </w:t>
      </w:r>
      <w:r w:rsidRPr="00573E19">
        <w:rPr>
          <w:rtl/>
        </w:rPr>
        <w:t>الوجه فيه أن نحمله على أن المرأة إذا اختارت المقام معه واختار هو أيضا ذلك</w:t>
      </w:r>
      <w:r w:rsidR="009C2257">
        <w:rPr>
          <w:rtl/>
        </w:rPr>
        <w:t xml:space="preserve"> </w:t>
      </w:r>
      <w:r w:rsidRPr="00573E19">
        <w:rPr>
          <w:rtl/>
        </w:rPr>
        <w:t>ورضيت بذلك عن الدية كان جايزا ولا يجوز له وطؤها على حال على ما تضمنه الخبر</w:t>
      </w:r>
      <w:r w:rsidR="009C2257">
        <w:rPr>
          <w:rtl/>
        </w:rPr>
        <w:t xml:space="preserve"> </w:t>
      </w:r>
      <w:r w:rsidRPr="00573E19">
        <w:rPr>
          <w:rtl/>
        </w:rPr>
        <w:t>الأخير حتى نعمل بالاخبار كلها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</w:t>
      </w:r>
      <w:r>
        <w:rPr>
          <w:rtl/>
        </w:rPr>
        <w:t>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وأما ما رواه الصفار عن إبراهيم بن هاشم عن النوفلي عن السكوني عن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أبيه عن علي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أن رجلا افضى امرأة فقومها قيمة الأمة الصحيحة</w:t>
      </w:r>
      <w:r w:rsidR="009C2257">
        <w:rPr>
          <w:rtl/>
        </w:rPr>
        <w:t xml:space="preserve"> </w:t>
      </w:r>
      <w:r w:rsidRPr="00573E19">
        <w:rPr>
          <w:rtl/>
        </w:rPr>
        <w:t>وقيمتها مفضاة ثم نظر ما بين ذلك فجعلها من ديتها وجبر الزوج على امساكها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فالوجه في هذا الخبر أن نحمله على ضرب من التقية لان ذلك مذهب كثير</w:t>
      </w:r>
      <w:r w:rsidR="009C2257">
        <w:rPr>
          <w:rtl/>
        </w:rPr>
        <w:t xml:space="preserve"> </w:t>
      </w:r>
      <w:r w:rsidRPr="00573E19">
        <w:rPr>
          <w:rtl/>
        </w:rPr>
        <w:t>من العامة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92" w:name="_Toc374810579"/>
      <w:bookmarkStart w:id="393" w:name="_Toc376954954"/>
      <w:r w:rsidRPr="00573E19">
        <w:rPr>
          <w:rtl/>
        </w:rPr>
        <w:t>178</w:t>
      </w:r>
      <w:r>
        <w:rPr>
          <w:rtl/>
        </w:rPr>
        <w:t xml:space="preserve"> - </w:t>
      </w:r>
      <w:r w:rsidRPr="00573E19">
        <w:rPr>
          <w:rtl/>
        </w:rPr>
        <w:t>باب دية من قطع رأس الميت</w:t>
      </w:r>
      <w:bookmarkEnd w:id="392"/>
      <w:bookmarkEnd w:id="393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</w:t>
      </w:r>
      <w:r>
        <w:rPr>
          <w:rtl/>
        </w:rPr>
        <w:t>3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علي بن إبراهيم عن أبيه عن الحسن بن موسى عن محمد بن الصباح</w:t>
      </w:r>
      <w:r w:rsidR="009C2257">
        <w:rPr>
          <w:rtl/>
        </w:rPr>
        <w:t xml:space="preserve"> </w:t>
      </w:r>
      <w:r w:rsidRPr="00573E19">
        <w:rPr>
          <w:rtl/>
        </w:rPr>
        <w:t>عن بعض أصحابنا قال</w:t>
      </w:r>
      <w:r w:rsidR="00CA4563">
        <w:rPr>
          <w:rtl/>
        </w:rPr>
        <w:t>:</w:t>
      </w:r>
      <w:r w:rsidRPr="00573E19">
        <w:rPr>
          <w:rtl/>
        </w:rPr>
        <w:t xml:space="preserve"> أتى الربيع أبا جعفر المنصور وهو خليفة في الطواف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يا أمير المؤمنين مات فلان مولاك البارحة فقطع فلان مولاك رأسه بعد موته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فاستشاط وغضب قال فقال لابن شبرمة وابن أبي ليلى وعدة من القضاة والفقهاء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1111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2</w:t>
      </w:r>
      <w:r w:rsidRPr="00E928EB">
        <w:rPr>
          <w:rtl/>
        </w:rPr>
        <w:t>0</w:t>
      </w:r>
      <w:r>
        <w:rPr>
          <w:rtl/>
        </w:rPr>
        <w:t>3</w:t>
      </w:r>
      <w:r w:rsidRPr="00E928EB"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</w:t>
      </w:r>
      <w:r>
        <w:rPr>
          <w:rtl/>
        </w:rPr>
        <w:t>2 - التهذيب ج 2 ص 515 الفقيه ص 296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Fonts w:hint="cs"/>
          <w:rtl/>
        </w:rPr>
        <w:t>-</w:t>
      </w:r>
      <w:r>
        <w:rPr>
          <w:rtl/>
        </w:rPr>
        <w:t xml:space="preserve"> </w:t>
      </w:r>
      <w:r w:rsidRPr="00573E19">
        <w:rPr>
          <w:rtl/>
        </w:rPr>
        <w:t>111</w:t>
      </w:r>
      <w:r>
        <w:rPr>
          <w:rtl/>
        </w:rPr>
        <w:t xml:space="preserve">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1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ما تقولون في هذا</w:t>
      </w:r>
      <w:r>
        <w:rPr>
          <w:rtl/>
        </w:rPr>
        <w:t>؟</w:t>
      </w:r>
      <w:r w:rsidRPr="00573E19">
        <w:rPr>
          <w:rtl/>
        </w:rPr>
        <w:t xml:space="preserve"> فكل قال</w:t>
      </w:r>
      <w:r w:rsidR="00CA4563">
        <w:rPr>
          <w:rtl/>
        </w:rPr>
        <w:t>:</w:t>
      </w:r>
      <w:r w:rsidRPr="00573E19">
        <w:rPr>
          <w:rtl/>
        </w:rPr>
        <w:t xml:space="preserve"> ما عندنا في هذا شئ قال</w:t>
      </w:r>
      <w:r w:rsidR="00CA4563">
        <w:rPr>
          <w:rtl/>
        </w:rPr>
        <w:t>:</w:t>
      </w:r>
      <w:r w:rsidRPr="00573E19">
        <w:rPr>
          <w:rtl/>
        </w:rPr>
        <w:t xml:space="preserve"> فجعل يردد المسألة ويقول</w:t>
      </w:r>
      <w:r w:rsidR="009C2257">
        <w:rPr>
          <w:rtl/>
        </w:rPr>
        <w:t xml:space="preserve"> </w:t>
      </w:r>
      <w:r w:rsidRPr="00573E19">
        <w:rPr>
          <w:rtl/>
        </w:rPr>
        <w:t>أقتله أم لا</w:t>
      </w:r>
      <w:r>
        <w:rPr>
          <w:rtl/>
        </w:rPr>
        <w:t>؟</w:t>
      </w:r>
      <w:r w:rsidRPr="00573E19">
        <w:rPr>
          <w:rtl/>
        </w:rPr>
        <w:t xml:space="preserve"> فقالوا</w:t>
      </w:r>
      <w:r w:rsidR="00CA4563">
        <w:rPr>
          <w:rtl/>
        </w:rPr>
        <w:t>:</w:t>
      </w:r>
      <w:r w:rsidRPr="00573E19">
        <w:rPr>
          <w:rtl/>
        </w:rPr>
        <w:t xml:space="preserve"> ما عندنا في هذا شئ ولكن قد قدم رجل الساعة فإن كان عند</w:t>
      </w:r>
      <w:r w:rsidR="009C2257">
        <w:rPr>
          <w:rtl/>
        </w:rPr>
        <w:t xml:space="preserve"> </w:t>
      </w:r>
      <w:r w:rsidRPr="00573E19">
        <w:rPr>
          <w:rtl/>
        </w:rPr>
        <w:t>أحد شئ فعنده الجواب في هذا وهو جعفر بن محمد وقد دخل المسعي فقال</w:t>
      </w:r>
      <w:r w:rsidR="00CA4563">
        <w:rPr>
          <w:rtl/>
        </w:rPr>
        <w:t>:</w:t>
      </w:r>
      <w:r w:rsidRPr="00573E19">
        <w:rPr>
          <w:rtl/>
        </w:rPr>
        <w:t xml:space="preserve"> الربيع</w:t>
      </w:r>
      <w:r w:rsidR="009C2257">
        <w:rPr>
          <w:rtl/>
        </w:rPr>
        <w:t xml:space="preserve"> </w:t>
      </w:r>
      <w:r w:rsidRPr="00573E19">
        <w:rPr>
          <w:rtl/>
        </w:rPr>
        <w:t>اذهب إليه فقل له لولا معرفتنا بشغل ما أنت فيه لسألناك أن تأتينا ولكن أجبنا في كذا</w:t>
      </w:r>
      <w:r w:rsidR="009C2257">
        <w:rPr>
          <w:rtl/>
        </w:rPr>
        <w:t xml:space="preserve"> </w:t>
      </w:r>
      <w:r w:rsidRPr="00573E19">
        <w:rPr>
          <w:rtl/>
        </w:rPr>
        <w:t>وكذا قال</w:t>
      </w:r>
      <w:r w:rsidR="00CA4563">
        <w:rPr>
          <w:rtl/>
        </w:rPr>
        <w:t>:</w:t>
      </w:r>
      <w:r w:rsidRPr="00573E19">
        <w:rPr>
          <w:rtl/>
        </w:rPr>
        <w:t xml:space="preserve"> فأتاه الربيع وهو على المروة فأبلغه الرسالة فقال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قد ترى شغل ما أنا فيه وعندك الفقهاء والعلماء فسلهم قال فقال</w:t>
      </w:r>
      <w:r w:rsidR="00CA4563">
        <w:rPr>
          <w:rtl/>
        </w:rPr>
        <w:t>:</w:t>
      </w:r>
      <w:r w:rsidRPr="00573E19">
        <w:rPr>
          <w:rtl/>
        </w:rPr>
        <w:t xml:space="preserve"> له قد سألتهم ولم يكن</w:t>
      </w:r>
      <w:r w:rsidR="009C2257">
        <w:rPr>
          <w:rtl/>
        </w:rPr>
        <w:t xml:space="preserve"> </w:t>
      </w:r>
      <w:r w:rsidRPr="00573E19">
        <w:rPr>
          <w:rtl/>
        </w:rPr>
        <w:t>عندهم فيه شئ قال</w:t>
      </w:r>
      <w:r w:rsidR="00CA4563">
        <w:rPr>
          <w:rtl/>
        </w:rPr>
        <w:t>:</w:t>
      </w:r>
      <w:r w:rsidRPr="00573E19">
        <w:rPr>
          <w:rtl/>
        </w:rPr>
        <w:t xml:space="preserve"> فرده إليه فقال</w:t>
      </w:r>
      <w:r w:rsidR="00CA4563">
        <w:rPr>
          <w:rtl/>
        </w:rPr>
        <w:t>:</w:t>
      </w:r>
      <w:r w:rsidRPr="00573E19">
        <w:rPr>
          <w:rtl/>
        </w:rPr>
        <w:t xml:space="preserve"> أسألك إلا ما أجبتنا فيه فليس عند القوم في هذا</w:t>
      </w:r>
      <w:r w:rsidR="009C2257">
        <w:rPr>
          <w:rtl/>
        </w:rPr>
        <w:t xml:space="preserve"> </w:t>
      </w:r>
      <w:r w:rsidRPr="00573E19">
        <w:rPr>
          <w:rtl/>
        </w:rPr>
        <w:t>شئ فقال</w:t>
      </w:r>
      <w:r w:rsidR="00CA4563">
        <w:rPr>
          <w:rtl/>
        </w:rPr>
        <w:t>:</w:t>
      </w:r>
      <w:r w:rsidRPr="00573E19">
        <w:rPr>
          <w:rtl/>
        </w:rPr>
        <w:t xml:space="preserve"> له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حتى افرغ مما انا فيه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فلما فرغ</w:t>
      </w:r>
      <w:r w:rsidR="009C2257">
        <w:rPr>
          <w:rtl/>
        </w:rPr>
        <w:t xml:space="preserve"> </w:t>
      </w:r>
      <w:r w:rsidRPr="00573E19">
        <w:rPr>
          <w:rtl/>
        </w:rPr>
        <w:t>جلس في جانب المسجد الحرام فقال</w:t>
      </w:r>
      <w:r w:rsidR="00CA4563">
        <w:rPr>
          <w:rtl/>
        </w:rPr>
        <w:t>:</w:t>
      </w:r>
      <w:r w:rsidRPr="00573E19">
        <w:rPr>
          <w:rtl/>
        </w:rPr>
        <w:t xml:space="preserve"> للربيع اذهب فقل له عليه مائة دينار</w:t>
      </w:r>
      <w:r w:rsidR="00CA4563">
        <w:rPr>
          <w:rtl/>
        </w:rPr>
        <w:t>،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فأبلغه ذلك فقالوا له فسله كيف صار عليه مائة دينار</w:t>
      </w:r>
      <w:r>
        <w:rPr>
          <w:rtl/>
        </w:rPr>
        <w:t>؟</w:t>
      </w:r>
      <w:r w:rsidRPr="00573E19">
        <w:rPr>
          <w:rtl/>
        </w:rPr>
        <w:t xml:space="preserve"> فقال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في النطفة عشرون دينارا وفي العلقة عشرون وفي المضغة عشرون دينارا وفي العظم</w:t>
      </w:r>
      <w:r w:rsidR="009C2257">
        <w:rPr>
          <w:rtl/>
        </w:rPr>
        <w:t xml:space="preserve"> </w:t>
      </w:r>
      <w:r w:rsidRPr="00573E19">
        <w:rPr>
          <w:rtl/>
        </w:rPr>
        <w:t>عشرون دينارا وفي اللحم عشرون دينارا ثم أنشأناه خلقا آخر وهذا هو ميت بمنزلته</w:t>
      </w:r>
      <w:r w:rsidR="009C2257">
        <w:rPr>
          <w:rtl/>
        </w:rPr>
        <w:t xml:space="preserve"> </w:t>
      </w:r>
      <w:r w:rsidRPr="00573E19">
        <w:rPr>
          <w:rtl/>
        </w:rPr>
        <w:t>قبل أن ينفخ فيه الروح في بطن أمه جنينا قال</w:t>
      </w:r>
      <w:r w:rsidR="00CA4563">
        <w:rPr>
          <w:rtl/>
        </w:rPr>
        <w:t>:</w:t>
      </w:r>
      <w:r w:rsidRPr="00573E19">
        <w:rPr>
          <w:rtl/>
        </w:rPr>
        <w:t xml:space="preserve"> فرجع إليهم فأخبرهم الجواب فأعجبهم</w:t>
      </w:r>
      <w:r w:rsidR="009C2257">
        <w:rPr>
          <w:rtl/>
        </w:rPr>
        <w:t xml:space="preserve"> </w:t>
      </w:r>
      <w:r w:rsidRPr="00573E19">
        <w:rPr>
          <w:rtl/>
        </w:rPr>
        <w:t>ذلك قال</w:t>
      </w:r>
      <w:r w:rsidR="00CA4563">
        <w:rPr>
          <w:rtl/>
        </w:rPr>
        <w:t>:</w:t>
      </w:r>
      <w:r w:rsidRPr="00573E19">
        <w:rPr>
          <w:rtl/>
        </w:rPr>
        <w:t xml:space="preserve"> وقالوا ارجع إليه فاسئله الدنانير لمن هي لورثته أم لا</w:t>
      </w:r>
      <w:r>
        <w:rPr>
          <w:rtl/>
        </w:rPr>
        <w:t>؟</w:t>
      </w:r>
      <w:r w:rsidRPr="00573E19">
        <w:rPr>
          <w:rtl/>
        </w:rPr>
        <w:t xml:space="preserve"> فقال أبو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ليس لورثته فيها شئ إنما هذا شئ صار إليه في يده بعد موته</w:t>
      </w:r>
      <w:r w:rsidR="009C2257">
        <w:rPr>
          <w:rtl/>
        </w:rPr>
        <w:t xml:space="preserve"> </w:t>
      </w:r>
      <w:r w:rsidRPr="00573E19">
        <w:rPr>
          <w:rtl/>
        </w:rPr>
        <w:t>يحج بها عنه أو تصير في سبيل من سبل الخير قال</w:t>
      </w:r>
      <w:r w:rsidR="00CA4563">
        <w:rPr>
          <w:rtl/>
        </w:rPr>
        <w:t>:</w:t>
      </w:r>
      <w:r w:rsidRPr="00573E19">
        <w:rPr>
          <w:rtl/>
        </w:rPr>
        <w:t xml:space="preserve"> فزعم الرجل انهم رددوا الرسول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فاجابه فيها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ستة وثلاثين مسألة ولم يحفظ الرجل إلا قدر هذا</w:t>
      </w:r>
      <w:r w:rsidR="009C2257">
        <w:rPr>
          <w:rtl/>
        </w:rPr>
        <w:t xml:space="preserve"> </w:t>
      </w:r>
      <w:r w:rsidRPr="00573E19">
        <w:rPr>
          <w:rtl/>
        </w:rPr>
        <w:t>الجواب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فأما ما رواه محمد بن أبي عمير عن جميل عن غير واحد من أصحابنا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قطع رأس الميت أشد من قطع رأس الحي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1114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22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 xml:space="preserve">8 الفقيه ص </w:t>
      </w:r>
      <w:r>
        <w:rPr>
          <w:rtl/>
        </w:rPr>
        <w:t>3</w:t>
      </w:r>
      <w:r w:rsidRPr="00E928EB">
        <w:rPr>
          <w:rtl/>
        </w:rPr>
        <w:t>97.</w:t>
      </w:r>
    </w:p>
    <w:p w:rsidR="00FE5331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lastRenderedPageBreak/>
        <w:t>1115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 xml:space="preserve">وما رواه ابن أبي عمير وصفوان عن رجالهم قال قال أبو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أبى الله أن يظن بالمؤمن إلا خيرا وكسرك عظامه حيا وميتا سواء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محمد بن أبي عمير عن مسمع كردين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عن رجل كسر عظم ميت قال فقال</w:t>
      </w:r>
      <w:r w:rsidR="00CA4563">
        <w:rPr>
          <w:rtl/>
        </w:rPr>
        <w:t>:</w:t>
      </w:r>
      <w:r w:rsidRPr="00573E19">
        <w:rPr>
          <w:rtl/>
        </w:rPr>
        <w:t xml:space="preserve"> حرمته ميتا أعظم من حرمته وهو حي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والخبر الأول لأنه ليس في شئ منها أن حرمته ميتا</w:t>
      </w:r>
      <w:r w:rsidR="009C2257">
        <w:rPr>
          <w:rtl/>
        </w:rPr>
        <w:t xml:space="preserve"> </w:t>
      </w:r>
      <w:r w:rsidRPr="00573E19">
        <w:rPr>
          <w:rtl/>
        </w:rPr>
        <w:t>كحرمته حيا في وجوب الدية الكاملة على من قطع رأسه</w:t>
      </w:r>
      <w:r w:rsidR="00CA4563">
        <w:rPr>
          <w:rtl/>
        </w:rPr>
        <w:t>،</w:t>
      </w:r>
      <w:r w:rsidRPr="00573E19">
        <w:rPr>
          <w:rtl/>
        </w:rPr>
        <w:t xml:space="preserve"> ويجوز أن يكون المراد</w:t>
      </w:r>
      <w:r w:rsidR="009C2257">
        <w:rPr>
          <w:rtl/>
        </w:rPr>
        <w:t xml:space="preserve"> </w:t>
      </w:r>
      <w:r w:rsidRPr="00573E19">
        <w:rPr>
          <w:rtl/>
        </w:rPr>
        <w:t>بذلك ما تعلق به من استحقاق العقاب على ذلك كما يستحقه لو فعل بحي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>وأما ما رواه محمد بن علي بن محبوب عن يعقوب بن يزيد عن يحيى بن المبارك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عبد الله بن جبلة عن أبي جميلة وإسحاق بن عمار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قلت</w:t>
      </w:r>
      <w:r w:rsidR="00CA4563">
        <w:rPr>
          <w:rtl/>
        </w:rPr>
        <w:t>:</w:t>
      </w:r>
      <w:r w:rsidRPr="00573E19">
        <w:rPr>
          <w:rtl/>
        </w:rPr>
        <w:t xml:space="preserve"> ميت قطع رأسه قال</w:t>
      </w:r>
      <w:r w:rsidR="00CA4563">
        <w:rPr>
          <w:rtl/>
        </w:rPr>
        <w:t>:</w:t>
      </w:r>
      <w:r w:rsidRPr="00573E19">
        <w:rPr>
          <w:rtl/>
        </w:rPr>
        <w:t xml:space="preserve"> عليه الدية</w:t>
      </w:r>
      <w:r w:rsidR="00CA4563">
        <w:rPr>
          <w:rtl/>
        </w:rPr>
        <w:t>،</w:t>
      </w:r>
      <w:r w:rsidRPr="00573E19">
        <w:rPr>
          <w:rtl/>
        </w:rPr>
        <w:t xml:space="preserve"> قلت فمن يأخذ ديته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الامام هذا لله</w:t>
      </w:r>
      <w:r w:rsidR="009C2257">
        <w:rPr>
          <w:rtl/>
        </w:rPr>
        <w:t xml:space="preserve"> </w:t>
      </w:r>
      <w:r w:rsidRPr="00573E19">
        <w:rPr>
          <w:rtl/>
        </w:rPr>
        <w:t>وإن قطعت يمينه أو شئ من جوارحه فعليه الأرش للامام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أحمد بن محمد عن ابن أبي نجران ومحمد بن سنان عن عبد الله بن مسكان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قطع رأس الميت قال</w:t>
      </w:r>
      <w:r w:rsidR="00CA4563">
        <w:rPr>
          <w:rtl/>
        </w:rPr>
        <w:t>:</w:t>
      </w:r>
      <w:r w:rsidRPr="00573E19">
        <w:rPr>
          <w:rtl/>
        </w:rPr>
        <w:t xml:space="preserve"> عليه الدية لان حرمته</w:t>
      </w:r>
      <w:r w:rsidR="009C2257">
        <w:rPr>
          <w:rtl/>
        </w:rPr>
        <w:t xml:space="preserve"> </w:t>
      </w:r>
      <w:r w:rsidRPr="00573E19">
        <w:rPr>
          <w:rtl/>
        </w:rPr>
        <w:t>ميتا كحرمته وهو حي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1119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الحسين بن سعيد عن ابن سنان عمن أخبره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سألته عن رجل قطع رأس رجل ميت</w:t>
      </w:r>
      <w:r>
        <w:rPr>
          <w:rtl/>
        </w:rPr>
        <w:t>؟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عليه الدية فان حرمته ميتا كحرمته</w:t>
      </w:r>
      <w:r w:rsidR="009C2257">
        <w:rPr>
          <w:rtl/>
        </w:rPr>
        <w:t xml:space="preserve"> </w:t>
      </w:r>
      <w:r w:rsidRPr="00573E19">
        <w:rPr>
          <w:rtl/>
        </w:rPr>
        <w:t>وهو حي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وما رواه الحسين بن سعيد عن ابن أبي نجران عن محمد بن سنان عن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1115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22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 xml:space="preserve">8 الفقيه ص </w:t>
      </w:r>
      <w:r>
        <w:rPr>
          <w:rtl/>
        </w:rPr>
        <w:t>3</w:t>
      </w:r>
      <w:r w:rsidRPr="00E928EB">
        <w:rPr>
          <w:rtl/>
        </w:rPr>
        <w:t>97 باختلاف</w:t>
      </w:r>
      <w:r w:rsidR="009C2257">
        <w:rPr>
          <w:rtl/>
        </w:rPr>
        <w:t xml:space="preserve"> </w:t>
      </w:r>
      <w:r w:rsidRPr="00E928EB">
        <w:rPr>
          <w:rtl/>
        </w:rPr>
        <w:t>في المتن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1116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22</w:t>
      </w:r>
      <w:r w:rsidRPr="00573E19">
        <w:rPr>
          <w:rtl/>
        </w:rPr>
        <w:t xml:space="preserve">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8 وهو جزء من حديث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1117</w:t>
      </w:r>
      <w:r>
        <w:rPr>
          <w:rtl/>
        </w:rPr>
        <w:t xml:space="preserve"> - </w:t>
      </w:r>
      <w:r w:rsidRPr="00573E19">
        <w:rPr>
          <w:rtl/>
        </w:rPr>
        <w:t>1118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22</w:t>
      </w:r>
      <w:r w:rsidRPr="00573E19">
        <w:rPr>
          <w:rtl/>
        </w:rPr>
        <w:t xml:space="preserve"> الفقيه ص </w:t>
      </w:r>
      <w:r>
        <w:rPr>
          <w:rtl/>
        </w:rPr>
        <w:t>3</w:t>
      </w:r>
      <w:r w:rsidRPr="00573E19">
        <w:rPr>
          <w:rtl/>
        </w:rPr>
        <w:t>97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1119</w:t>
      </w:r>
      <w:r>
        <w:rPr>
          <w:rtl/>
        </w:rPr>
        <w:t xml:space="preserve"> - </w:t>
      </w: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23.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 xml:space="preserve">ابن مسكان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رجل قطع رأس الميت قال</w:t>
      </w:r>
      <w:r w:rsidR="00CA4563">
        <w:rPr>
          <w:rtl/>
        </w:rPr>
        <w:t>:</w:t>
      </w:r>
      <w:r w:rsidRPr="00573E19">
        <w:rPr>
          <w:rtl/>
        </w:rPr>
        <w:t xml:space="preserve"> عليه الدية</w:t>
      </w:r>
      <w:r w:rsidR="009C2257">
        <w:rPr>
          <w:rtl/>
        </w:rPr>
        <w:t xml:space="preserve"> </w:t>
      </w:r>
      <w:r w:rsidRPr="00573E19">
        <w:rPr>
          <w:rtl/>
        </w:rPr>
        <w:t>لان حرمته ميتا كحرمته وهو حي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والخبر الذي قدمناه لأنه ليس في ظاهرها ان عليه</w:t>
      </w:r>
      <w:r w:rsidR="009C2257">
        <w:rPr>
          <w:rtl/>
        </w:rPr>
        <w:t xml:space="preserve"> </w:t>
      </w:r>
      <w:r w:rsidRPr="00573E19">
        <w:rPr>
          <w:rtl/>
        </w:rPr>
        <w:t>الدية التي هي دية النفس أو دية الجنين وإذا لم يكن ذلك فيها حملناها على أن ذلك</w:t>
      </w:r>
      <w:r w:rsidR="009C2257">
        <w:rPr>
          <w:rtl/>
        </w:rPr>
        <w:t xml:space="preserve"> </w:t>
      </w:r>
      <w:r w:rsidRPr="00573E19">
        <w:rPr>
          <w:rtl/>
        </w:rPr>
        <w:t>دية الجنين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1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علي بن إبراهيم عن أبيه عن محمد بن حفص عن الحسين بن خالد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ورواه محمد بن علي بن محبوب عن محمد بن الحسين عن محمد بن أشيم عن الحسين</w:t>
      </w:r>
      <w:r w:rsidR="009C2257">
        <w:rPr>
          <w:rtl/>
        </w:rPr>
        <w:t xml:space="preserve"> </w:t>
      </w:r>
      <w:r w:rsidRPr="00573E19">
        <w:rPr>
          <w:rtl/>
        </w:rPr>
        <w:t>ابن خالد قال</w:t>
      </w:r>
      <w:r w:rsidR="00CA4563">
        <w:rPr>
          <w:rtl/>
        </w:rPr>
        <w:t>:</w:t>
      </w:r>
      <w:r w:rsidRPr="00573E19">
        <w:rPr>
          <w:rtl/>
        </w:rPr>
        <w:t xml:space="preserve"> سألت أبا الحسن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فقلت إنا روينا عن أبي عبد الله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حديثا أحب ان أسمعه منك فقال</w:t>
      </w:r>
      <w:r w:rsidR="00CA4563">
        <w:rPr>
          <w:rtl/>
        </w:rPr>
        <w:t>:</w:t>
      </w:r>
      <w:r w:rsidRPr="00573E19">
        <w:rPr>
          <w:rtl/>
        </w:rPr>
        <w:t xml:space="preserve"> وما هو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بلغني أنه قال</w:t>
      </w:r>
      <w:r w:rsidR="00CA4563">
        <w:rPr>
          <w:rtl/>
        </w:rPr>
        <w:t>:</w:t>
      </w:r>
      <w:r w:rsidRPr="00573E19">
        <w:rPr>
          <w:rtl/>
        </w:rPr>
        <w:t xml:space="preserve"> في رجل قطع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رأس رجل ميت قال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إن الله حرم من المسلم ميتا</w:t>
      </w:r>
      <w:r w:rsidR="009C2257">
        <w:rPr>
          <w:rtl/>
        </w:rPr>
        <w:t xml:space="preserve"> </w:t>
      </w:r>
      <w:r w:rsidRPr="00573E19">
        <w:rPr>
          <w:rtl/>
        </w:rPr>
        <w:t>ما حرم منه حيا فمن فعل بميت ما يكون في ذلك اجتياح نفس الحي فعليه الدية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صدق أبو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هكذا قال رسول الله </w:t>
      </w:r>
      <w:r w:rsidRPr="00FE5331">
        <w:rPr>
          <w:rStyle w:val="libAlaemChar"/>
          <w:rtl/>
        </w:rPr>
        <w:t>صلى‌الله‌عليه‌وآله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9C2257">
        <w:rPr>
          <w:rtl/>
        </w:rPr>
        <w:t xml:space="preserve"> </w:t>
      </w:r>
      <w:r w:rsidRPr="00573E19">
        <w:rPr>
          <w:rtl/>
        </w:rPr>
        <w:t>من قطع رأس رجل ميتا أو شق بطنه أو فعل به ما يكون في ذلك الفعل اجتياح</w:t>
      </w:r>
      <w:r w:rsidR="009C2257">
        <w:rPr>
          <w:rtl/>
        </w:rPr>
        <w:t xml:space="preserve"> </w:t>
      </w:r>
      <w:r w:rsidRPr="00573E19">
        <w:rPr>
          <w:rtl/>
        </w:rPr>
        <w:t>نفس الحي فعليه الدية دية النفس كاملة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لا ثم أشار إلي بإصبعه الخنصر فقال</w:t>
      </w:r>
      <w:r w:rsidR="009C2257">
        <w:rPr>
          <w:rtl/>
        </w:rPr>
        <w:t xml:space="preserve"> </w:t>
      </w:r>
      <w:r w:rsidRPr="00573E19">
        <w:rPr>
          <w:rtl/>
        </w:rPr>
        <w:t>لي</w:t>
      </w:r>
      <w:r w:rsidR="00CA4563">
        <w:rPr>
          <w:rtl/>
        </w:rPr>
        <w:t>:</w:t>
      </w:r>
      <w:r w:rsidRPr="00573E19">
        <w:rPr>
          <w:rtl/>
        </w:rPr>
        <w:t xml:space="preserve"> ليس لهذه دية فقلت بلى قال</w:t>
      </w:r>
      <w:r w:rsidR="00CA4563">
        <w:rPr>
          <w:rtl/>
        </w:rPr>
        <w:t>:</w:t>
      </w:r>
      <w:r w:rsidRPr="00573E19">
        <w:rPr>
          <w:rtl/>
        </w:rPr>
        <w:t xml:space="preserve"> فتراه دية النفس</w:t>
      </w:r>
      <w:r>
        <w:rPr>
          <w:rtl/>
        </w:rPr>
        <w:t>؟</w:t>
      </w:r>
      <w:r w:rsidRPr="00573E19">
        <w:rPr>
          <w:rtl/>
        </w:rPr>
        <w:t xml:space="preserve"> فقلت لا</w:t>
      </w:r>
      <w:r w:rsidR="00CA4563">
        <w:rPr>
          <w:rtl/>
        </w:rPr>
        <w:t>،</w:t>
      </w:r>
      <w:r w:rsidRPr="00573E19">
        <w:rPr>
          <w:rtl/>
        </w:rPr>
        <w:t xml:space="preserve"> قال صدقت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فقلت له</w:t>
      </w:r>
      <w:r w:rsidR="00CA4563">
        <w:rPr>
          <w:rtl/>
        </w:rPr>
        <w:t>:</w:t>
      </w:r>
      <w:r w:rsidRPr="00573E19">
        <w:rPr>
          <w:rtl/>
        </w:rPr>
        <w:t xml:space="preserve"> وما دية هذا إذا قطع رأسه وهو ميت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ديته دية الجنين في بطن</w:t>
      </w:r>
      <w:r w:rsidR="009C2257">
        <w:rPr>
          <w:rtl/>
        </w:rPr>
        <w:t xml:space="preserve"> </w:t>
      </w:r>
      <w:r w:rsidRPr="00573E19">
        <w:rPr>
          <w:rtl/>
        </w:rPr>
        <w:t>أمه قبل أن ينشأ فيه الروح وذلك مائة دينار قال</w:t>
      </w:r>
      <w:r w:rsidR="00CA4563">
        <w:rPr>
          <w:rtl/>
        </w:rPr>
        <w:t>:</w:t>
      </w:r>
      <w:r w:rsidRPr="00573E19">
        <w:rPr>
          <w:rtl/>
        </w:rPr>
        <w:t xml:space="preserve"> فسكت وسرني ما أجابني فيه</w:t>
      </w:r>
      <w:r w:rsidR="009C2257">
        <w:rPr>
          <w:rtl/>
        </w:rPr>
        <w:t xml:space="preserve"> </w:t>
      </w:r>
      <w:r w:rsidRPr="00573E19">
        <w:rPr>
          <w:rtl/>
        </w:rPr>
        <w:t>فقال لم لا تستوفي مسئلتك</w:t>
      </w:r>
      <w:r>
        <w:rPr>
          <w:rtl/>
        </w:rPr>
        <w:t>؟</w:t>
      </w:r>
      <w:r w:rsidRPr="00573E19">
        <w:rPr>
          <w:rtl/>
        </w:rPr>
        <w:t xml:space="preserve"> فقلت</w:t>
      </w:r>
      <w:r w:rsidR="00CA4563">
        <w:rPr>
          <w:rtl/>
        </w:rPr>
        <w:t>:</w:t>
      </w:r>
      <w:r w:rsidRPr="00573E19">
        <w:rPr>
          <w:rtl/>
        </w:rPr>
        <w:t xml:space="preserve"> ما عندي فيها أكثر مما أجبتني به إلا أن يكون</w:t>
      </w:r>
      <w:r w:rsidR="009C2257">
        <w:rPr>
          <w:rtl/>
        </w:rPr>
        <w:t xml:space="preserve"> </w:t>
      </w:r>
      <w:r w:rsidRPr="00573E19">
        <w:rPr>
          <w:rtl/>
        </w:rPr>
        <w:t>شئ لا اعرفه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الجنين إذا ضربت أمه فسقط من بطنها قبل أن ينشأ فيه الروح</w:t>
      </w:r>
      <w:r w:rsidR="009C2257">
        <w:rPr>
          <w:rtl/>
        </w:rPr>
        <w:t xml:space="preserve"> </w:t>
      </w:r>
      <w:r w:rsidRPr="00573E19">
        <w:rPr>
          <w:rtl/>
        </w:rPr>
        <w:t>مائة دينار وهي لورثته وإن دية هذا إذا قطع رأسه أو شق بطنه فليس هي لورثته إنما</w:t>
      </w:r>
      <w:r w:rsidR="009C2257">
        <w:rPr>
          <w:rtl/>
        </w:rPr>
        <w:t xml:space="preserve"> </w:t>
      </w:r>
      <w:r w:rsidRPr="00573E19">
        <w:rPr>
          <w:rtl/>
        </w:rPr>
        <w:t>هي له دون الورثة</w:t>
      </w:r>
      <w:r w:rsidR="00CA4563">
        <w:rPr>
          <w:rtl/>
        </w:rPr>
        <w:t>،</w:t>
      </w:r>
      <w:r w:rsidRPr="00573E19">
        <w:rPr>
          <w:rtl/>
        </w:rPr>
        <w:t xml:space="preserve"> فقلت وما الفرق بينهما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إن الجنين مستقبل مرجو نفعه وإن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928EB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</w:t>
      </w:r>
      <w:r>
        <w:rPr>
          <w:rtl/>
        </w:rPr>
        <w:t>2</w:t>
      </w:r>
      <w:r w:rsidRPr="00E928EB">
        <w:rPr>
          <w:rtl/>
        </w:rPr>
        <w:t>1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22</w:t>
      </w:r>
      <w:r w:rsidRPr="00E928EB">
        <w:rPr>
          <w:rtl/>
        </w:rPr>
        <w:t xml:space="preserve">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>8.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هذا قد مضى فذهبت منفعته فلما مثل به بعد موته صارت ديته بتلك المثلة له لا لغيره</w:t>
      </w:r>
      <w:r w:rsidR="009C2257">
        <w:rPr>
          <w:rtl/>
        </w:rPr>
        <w:t xml:space="preserve"> </w:t>
      </w:r>
      <w:r w:rsidRPr="00573E19">
        <w:rPr>
          <w:rtl/>
        </w:rPr>
        <w:t>يحج بها عنه ويفعل بها من أبواب البر والخير من صدقة أو غيرها</w:t>
      </w:r>
      <w:r w:rsidR="00CA4563">
        <w:rPr>
          <w:rtl/>
        </w:rPr>
        <w:t>،</w:t>
      </w:r>
      <w:r w:rsidRPr="00573E19">
        <w:rPr>
          <w:rtl/>
        </w:rPr>
        <w:t xml:space="preserve"> قلت</w:t>
      </w:r>
      <w:r w:rsidR="00CA4563">
        <w:rPr>
          <w:rtl/>
        </w:rPr>
        <w:t>:</w:t>
      </w:r>
      <w:r w:rsidRPr="00573E19">
        <w:rPr>
          <w:rtl/>
        </w:rPr>
        <w:t xml:space="preserve"> فان أراد</w:t>
      </w:r>
      <w:r w:rsidR="009C2257">
        <w:rPr>
          <w:rtl/>
        </w:rPr>
        <w:t xml:space="preserve"> </w:t>
      </w:r>
      <w:r w:rsidRPr="00573E19">
        <w:rPr>
          <w:rtl/>
        </w:rPr>
        <w:t>رجل أن يحفر له ليغسله في الحفرة فيبتدر الرجل مما يحفر فدير به فمالت مسحاته من يده</w:t>
      </w:r>
      <w:r w:rsidR="009C2257">
        <w:rPr>
          <w:rtl/>
        </w:rPr>
        <w:t xml:space="preserve"> </w:t>
      </w:r>
      <w:r w:rsidRPr="00573E19">
        <w:rPr>
          <w:rtl/>
        </w:rPr>
        <w:t>فأصاب بطنه فشقه فما عليه</w:t>
      </w:r>
      <w:r>
        <w:rPr>
          <w:rtl/>
        </w:rPr>
        <w:t>؟</w:t>
      </w:r>
      <w:r w:rsidRPr="00573E19">
        <w:rPr>
          <w:rtl/>
        </w:rPr>
        <w:t xml:space="preserve"> فقال</w:t>
      </w:r>
      <w:r w:rsidR="00CA4563">
        <w:rPr>
          <w:rtl/>
        </w:rPr>
        <w:t>:</w:t>
      </w:r>
      <w:r w:rsidRPr="00573E19">
        <w:rPr>
          <w:rtl/>
        </w:rPr>
        <w:t xml:space="preserve"> إذا كان هكذا فهو خطأ فكفارته عتق رقبة</w:t>
      </w:r>
      <w:r w:rsidR="009C2257">
        <w:rPr>
          <w:rtl/>
        </w:rPr>
        <w:t xml:space="preserve"> </w:t>
      </w:r>
      <w:r w:rsidRPr="00573E19">
        <w:rPr>
          <w:rtl/>
        </w:rPr>
        <w:t>أو صيام شهرين متتابعين أو صدقة على ستين مسكينا مد لكل مسكين بمد النبي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FE5331" w:rsidRPr="00573E19" w:rsidRDefault="00FE5331" w:rsidP="00FE5331">
      <w:pPr>
        <w:pStyle w:val="Heading2Center"/>
        <w:rPr>
          <w:rtl/>
        </w:rPr>
      </w:pPr>
      <w:bookmarkStart w:id="394" w:name="_Toc374810580"/>
      <w:bookmarkStart w:id="395" w:name="_Toc376954955"/>
      <w:r w:rsidRPr="00573E19">
        <w:rPr>
          <w:rtl/>
        </w:rPr>
        <w:t>179</w:t>
      </w:r>
      <w:r>
        <w:rPr>
          <w:rtl/>
        </w:rPr>
        <w:t xml:space="preserve"> - </w:t>
      </w:r>
      <w:r w:rsidRPr="00573E19">
        <w:rPr>
          <w:rtl/>
        </w:rPr>
        <w:t>باب دية الجنين</w:t>
      </w:r>
      <w:bookmarkEnd w:id="394"/>
      <w:bookmarkEnd w:id="395"/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22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1</w:t>
      </w:r>
      <w:r>
        <w:rPr>
          <w:rtl/>
        </w:rPr>
        <w:t xml:space="preserve"> - </w:t>
      </w:r>
      <w:r w:rsidRPr="00573E19">
        <w:rPr>
          <w:rtl/>
        </w:rPr>
        <w:t>محمد بن يحيى عن محمد بن الحسين عن محمد بن إسماعيل عن صالح بن عقبة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سليمان بن صالح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النطفة عشرون دينارا</w:t>
      </w:r>
      <w:r w:rsidR="00CA4563">
        <w:rPr>
          <w:rtl/>
        </w:rPr>
        <w:t>،</w:t>
      </w:r>
      <w:r w:rsidRPr="00573E19">
        <w:rPr>
          <w:rtl/>
        </w:rPr>
        <w:t xml:space="preserve"> وفي العلقة</w:t>
      </w:r>
      <w:r w:rsidR="009C2257">
        <w:rPr>
          <w:rtl/>
        </w:rPr>
        <w:t xml:space="preserve"> </w:t>
      </w:r>
      <w:r w:rsidRPr="00573E19">
        <w:rPr>
          <w:rtl/>
        </w:rPr>
        <w:t>أربعون دينارا</w:t>
      </w:r>
      <w:r w:rsidR="00CA4563">
        <w:rPr>
          <w:rtl/>
        </w:rPr>
        <w:t>،</w:t>
      </w:r>
      <w:r w:rsidRPr="00573E19">
        <w:rPr>
          <w:rtl/>
        </w:rPr>
        <w:t xml:space="preserve"> وفي المضغة ستون دينارا وفي العظم ثمانون دينارا فإذا كسى اللحم</w:t>
      </w:r>
      <w:r w:rsidR="009C2257">
        <w:rPr>
          <w:rtl/>
        </w:rPr>
        <w:t xml:space="preserve"> </w:t>
      </w:r>
      <w:r w:rsidRPr="00573E19">
        <w:rPr>
          <w:rtl/>
        </w:rPr>
        <w:t>فمائة دينار ثم هي مائة حتى يستهل فإذا استهل فالدية كاملة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23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2 - </w:t>
      </w:r>
      <w:r w:rsidRPr="00573E19">
        <w:rPr>
          <w:rtl/>
        </w:rPr>
        <w:t>علي بن إبراهيم عن محمد بن عيسى عن يونس عن عبد الله بن مسكان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عمن ذكره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دية الجنين إذا تم مائة دينار فإذا أنشئ</w:t>
      </w:r>
      <w:r w:rsidR="009C2257">
        <w:rPr>
          <w:rtl/>
        </w:rPr>
        <w:t xml:space="preserve"> </w:t>
      </w:r>
      <w:r w:rsidRPr="00573E19">
        <w:rPr>
          <w:rtl/>
        </w:rPr>
        <w:t>فيه الروح فديته ألف دينار أو عشرة آلاف درهم إن كان ذكرا وإن كان أنثى</w:t>
      </w:r>
      <w:r w:rsidR="009C2257">
        <w:rPr>
          <w:rtl/>
        </w:rPr>
        <w:t xml:space="preserve"> </w:t>
      </w:r>
      <w:r w:rsidRPr="00573E19">
        <w:rPr>
          <w:rtl/>
        </w:rPr>
        <w:t>فخمسمائة دينار</w:t>
      </w:r>
      <w:r w:rsidR="00CA4563">
        <w:rPr>
          <w:rtl/>
        </w:rPr>
        <w:t>،</w:t>
      </w:r>
      <w:r w:rsidRPr="00573E19">
        <w:rPr>
          <w:rtl/>
        </w:rPr>
        <w:t xml:space="preserve"> وإن قتلت المرأة وهي حبلى ولم يدر أذكر هو أم أنثى فدية الولد</w:t>
      </w:r>
      <w:r w:rsidR="009C2257">
        <w:rPr>
          <w:rtl/>
        </w:rPr>
        <w:t xml:space="preserve"> </w:t>
      </w:r>
      <w:r w:rsidRPr="00573E19">
        <w:rPr>
          <w:rtl/>
        </w:rPr>
        <w:t>نصفان نصف دية الذكر ونصف دية الأنثى وديتها كاملة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4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 xml:space="preserve">3 - </w:t>
      </w:r>
      <w:r w:rsidRPr="00573E19">
        <w:rPr>
          <w:rtl/>
        </w:rPr>
        <w:t>علي بن إبراهيم عن أبيه عن ابن فضال ومحمد بن عيسى عن يونس جميعا</w:t>
      </w:r>
      <w:r w:rsidR="009C2257">
        <w:rPr>
          <w:rtl/>
        </w:rPr>
        <w:t xml:space="preserve"> </w:t>
      </w:r>
      <w:r w:rsidRPr="00573E19">
        <w:rPr>
          <w:rtl/>
        </w:rPr>
        <w:t>قال</w:t>
      </w:r>
      <w:r w:rsidR="00CA4563">
        <w:rPr>
          <w:rtl/>
        </w:rPr>
        <w:t>:</w:t>
      </w:r>
      <w:r w:rsidRPr="00573E19">
        <w:rPr>
          <w:rtl/>
        </w:rPr>
        <w:t xml:space="preserve"> عرضنا كتاب الفرائض عن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علي أبي الحسن فقال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هو صحيح فكان مما فيه ان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جعل دية الجنين مائة دينار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</w:t>
      </w:r>
      <w:r>
        <w:rPr>
          <w:rtl/>
        </w:rPr>
        <w:t xml:space="preserve">22 -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</w:t>
      </w:r>
      <w:r w:rsidRPr="00E928EB">
        <w:rPr>
          <w:rtl/>
        </w:rPr>
        <w:t xml:space="preserve">4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 xml:space="preserve">7 الفقيه ص </w:t>
      </w:r>
      <w:r>
        <w:rPr>
          <w:rtl/>
        </w:rPr>
        <w:t>3</w:t>
      </w:r>
      <w:r w:rsidRPr="00E928EB">
        <w:rPr>
          <w:rtl/>
        </w:rPr>
        <w:t>94.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 xml:space="preserve">23 -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4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6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5 وهو صدر الحديث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>6 وهو ذيل حديث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lastRenderedPageBreak/>
        <w:t>فإذا أنشئ فيه خلق آخر وهو الروح فهو حينئذ نفس ألف دينار دية كاملة إن كان</w:t>
      </w:r>
      <w:r w:rsidR="009C2257">
        <w:rPr>
          <w:rtl/>
        </w:rPr>
        <w:t xml:space="preserve"> </w:t>
      </w:r>
      <w:r w:rsidRPr="00573E19">
        <w:rPr>
          <w:rtl/>
        </w:rPr>
        <w:t>ذكرا وإن كان أنثى فخمسمائة دينار</w:t>
      </w:r>
      <w:r w:rsidR="00CA4563">
        <w:rPr>
          <w:rtl/>
        </w:rPr>
        <w:t>،</w:t>
      </w:r>
      <w:r w:rsidRPr="00573E19">
        <w:rPr>
          <w:rtl/>
        </w:rPr>
        <w:t xml:space="preserve"> وإن قتلت المرأة وهي حبلى متم فلم يسقط ولدها</w:t>
      </w:r>
      <w:r w:rsidR="009C2257">
        <w:rPr>
          <w:rtl/>
        </w:rPr>
        <w:t xml:space="preserve"> </w:t>
      </w:r>
      <w:r w:rsidRPr="00573E19">
        <w:rPr>
          <w:rtl/>
        </w:rPr>
        <w:t>ولم يعلم أذكر هو أم أنثى ولم يعلم أبعدها مات أو قبلها فديته نصفان نصف دية الذكر</w:t>
      </w:r>
      <w:r w:rsidR="009C2257">
        <w:rPr>
          <w:rtl/>
        </w:rPr>
        <w:t xml:space="preserve"> </w:t>
      </w:r>
      <w:r w:rsidRPr="00573E19">
        <w:rPr>
          <w:rtl/>
        </w:rPr>
        <w:t>ونصف دية الأنثى ودية المرأة كاملة بعد ذلك</w:t>
      </w:r>
      <w:r>
        <w:rPr>
          <w:rtl/>
        </w:rPr>
        <w:t>.</w:t>
      </w:r>
    </w:p>
    <w:p w:rsidR="00FE5331" w:rsidRDefault="00FE5331" w:rsidP="00CA4563">
      <w:pPr>
        <w:pStyle w:val="libNormal"/>
        <w:rPr>
          <w:rtl/>
        </w:rPr>
      </w:pPr>
      <w:r w:rsidRPr="00573E19">
        <w:rPr>
          <w:rtl/>
        </w:rPr>
        <w:t>وقد أوردنا أحاديث مشروحة في تفصيل دية الجنين في كتابنا الكبير من أرادها</w:t>
      </w:r>
      <w:r w:rsidR="009C2257">
        <w:rPr>
          <w:rtl/>
        </w:rPr>
        <w:t xml:space="preserve"> </w:t>
      </w:r>
      <w:r w:rsidRPr="00573E19">
        <w:rPr>
          <w:rtl/>
        </w:rPr>
        <w:t>وقف عليها من هناك</w:t>
      </w:r>
      <w:r>
        <w:rPr>
          <w:rtl/>
        </w:rPr>
        <w:t>.</w:t>
      </w:r>
    </w:p>
    <w:p w:rsidR="00CA4563" w:rsidRPr="00573E19" w:rsidRDefault="00CA4563" w:rsidP="00CA4563">
      <w:pPr>
        <w:pStyle w:val="libNum"/>
        <w:rPr>
          <w:rtl/>
        </w:rPr>
      </w:pPr>
      <w:r>
        <w:rPr>
          <w:rFonts w:hint="cs"/>
          <w:rtl/>
        </w:rPr>
        <w:t>1125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4</w:t>
      </w:r>
      <w:r>
        <w:rPr>
          <w:rtl/>
        </w:rPr>
        <w:t xml:space="preserve"> - </w:t>
      </w:r>
      <w:r w:rsidRPr="00573E19">
        <w:rPr>
          <w:rtl/>
        </w:rPr>
        <w:t>فأما ما رواه أحمد بن محمد بن عيسى عن علي بن الحكم عن ابن أبي حمزة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بصير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ان ضرب رجل امرأة حبلي فألقت ما في</w:t>
      </w:r>
      <w:r w:rsidR="009C2257">
        <w:rPr>
          <w:rtl/>
        </w:rPr>
        <w:t xml:space="preserve"> </w:t>
      </w:r>
      <w:r w:rsidRPr="00573E19">
        <w:rPr>
          <w:rtl/>
        </w:rPr>
        <w:t>بطنها ميتا فان عليه غرة عبد أو أمة يدفعه إليها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6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5</w:t>
      </w:r>
      <w:r>
        <w:rPr>
          <w:rtl/>
        </w:rPr>
        <w:t xml:space="preserve"> - </w:t>
      </w:r>
      <w:r w:rsidRPr="00573E19">
        <w:rPr>
          <w:rtl/>
        </w:rPr>
        <w:t xml:space="preserve">علي عن أبيه عن النوفلي عن السكوني 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قضى رسول الله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في جنين الهلالية حيث رميت بالحجر فألقت ما في</w:t>
      </w:r>
      <w:r w:rsidR="009C2257">
        <w:rPr>
          <w:rtl/>
        </w:rPr>
        <w:t xml:space="preserve"> </w:t>
      </w:r>
      <w:r w:rsidRPr="00573E19">
        <w:rPr>
          <w:rtl/>
        </w:rPr>
        <w:t>بطنها غرة عبد أو أمة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7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6</w:t>
      </w:r>
      <w:r>
        <w:rPr>
          <w:rtl/>
        </w:rPr>
        <w:t xml:space="preserve"> - </w:t>
      </w:r>
      <w:r w:rsidRPr="00573E19">
        <w:rPr>
          <w:rtl/>
        </w:rPr>
        <w:t>عنه عن أبيه عن ابن أبي عمير عن محمد بن أبي حمزة عن داود بن فرقد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قال جاءت امرأة فاستعدت على اعرابي قد أفزعها فألقت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جنينا فقال الاعرابي لم يهل ولم يصح ومثله يطل فقال النبي </w:t>
      </w:r>
      <w:r w:rsidRPr="00FE5331">
        <w:rPr>
          <w:rStyle w:val="libAlaemChar"/>
          <w:rtl/>
        </w:rPr>
        <w:t>صلى‌الله‌عليه‌وآله</w:t>
      </w:r>
      <w:r>
        <w:rPr>
          <w:rtl/>
        </w:rPr>
        <w:t>.</w:t>
      </w:r>
      <w:r w:rsidRPr="00573E19">
        <w:rPr>
          <w:rtl/>
        </w:rPr>
        <w:t xml:space="preserve"> اسكت</w:t>
      </w:r>
      <w:r w:rsidR="009C2257">
        <w:rPr>
          <w:rtl/>
        </w:rPr>
        <w:t xml:space="preserve"> </w:t>
      </w:r>
      <w:r w:rsidRPr="00573E19">
        <w:rPr>
          <w:rtl/>
        </w:rPr>
        <w:t>سجاعة عليك غرة وصيف عبد أو أمة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8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>الحسن بن محبوب عن أبي أيوب عن سليمان بن خالد عن أبي عبد الله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إن رجلا جاء إلى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وقد ضرب امرأة حبلى فأسقطت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</w:t>
      </w:r>
      <w:r>
        <w:rPr>
          <w:rtl/>
        </w:rPr>
        <w:t>2</w:t>
      </w:r>
      <w:r w:rsidRPr="00E928EB">
        <w:rPr>
          <w:rtl/>
        </w:rPr>
        <w:t>5</w:t>
      </w:r>
      <w:r>
        <w:rPr>
          <w:rtl/>
        </w:rPr>
        <w:t xml:space="preserve"> - </w:t>
      </w:r>
      <w:r w:rsidRPr="00E928EB">
        <w:rPr>
          <w:rtl/>
        </w:rPr>
        <w:t>11</w:t>
      </w:r>
      <w:r>
        <w:rPr>
          <w:rtl/>
        </w:rPr>
        <w:t>2</w:t>
      </w:r>
      <w:r w:rsidRPr="00E928EB">
        <w:rPr>
          <w:rtl/>
        </w:rPr>
        <w:t>6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</w:t>
      </w:r>
      <w:r w:rsidRPr="00E928EB">
        <w:rPr>
          <w:rtl/>
        </w:rPr>
        <w:t xml:space="preserve">6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33</w:t>
      </w:r>
      <w:r w:rsidRPr="00E928EB">
        <w:rPr>
          <w:rtl/>
        </w:rPr>
        <w:t>7 واخرج الأول الصدوق</w:t>
      </w:r>
      <w:r w:rsidR="009C2257">
        <w:rPr>
          <w:rtl/>
        </w:rPr>
        <w:t xml:space="preserve"> </w:t>
      </w:r>
      <w:r w:rsidRPr="00E928EB">
        <w:rPr>
          <w:rtl/>
        </w:rPr>
        <w:t xml:space="preserve">في الفقيه ص </w:t>
      </w:r>
      <w:r>
        <w:rPr>
          <w:rtl/>
        </w:rPr>
        <w:t>3</w:t>
      </w:r>
      <w:r w:rsidRPr="00E928EB">
        <w:rPr>
          <w:rtl/>
        </w:rPr>
        <w:t>95.</w:t>
      </w:r>
    </w:p>
    <w:p w:rsidR="00FE5331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7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95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6 الفقيه ص </w:t>
      </w:r>
      <w:r>
        <w:rPr>
          <w:rtl/>
        </w:rPr>
        <w:t>3</w:t>
      </w:r>
      <w:r w:rsidRPr="00573E19">
        <w:rPr>
          <w:rtl/>
        </w:rPr>
        <w:t>95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سقطا ميتا فأتى زوج المرأة النبي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فاستعدى عليه فقال الضارب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يا رسول الله ما أكل ولا شرب ولا استهل ولا صاح ولا استبشر فقال</w:t>
      </w:r>
      <w:r w:rsidR="00CA4563">
        <w:rPr>
          <w:rtl/>
        </w:rPr>
        <w:t>:</w:t>
      </w:r>
      <w:r w:rsidRPr="00573E19">
        <w:rPr>
          <w:rtl/>
        </w:rPr>
        <w:t xml:space="preserve"> النبي </w:t>
      </w:r>
      <w:r w:rsidR="002D79FE" w:rsidRPr="002D79FE">
        <w:rPr>
          <w:rStyle w:val="libAlaemChar"/>
          <w:rtl/>
        </w:rPr>
        <w:t>صلى‌الله‌عليه‌وآله</w:t>
      </w:r>
      <w:r w:rsidR="00CA4563">
        <w:rPr>
          <w:rtl/>
        </w:rPr>
        <w:t>:</w:t>
      </w:r>
      <w:r w:rsidRPr="00573E19">
        <w:rPr>
          <w:rtl/>
        </w:rPr>
        <w:t xml:space="preserve"> انك رجل سجاعة فقضى فيه رقبة</w:t>
      </w:r>
      <w:r>
        <w:rPr>
          <w:rtl/>
        </w:rPr>
        <w:t>.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2</w:t>
      </w:r>
      <w:r w:rsidRPr="00573E19">
        <w:rPr>
          <w:rtl/>
        </w:rPr>
        <w:t>9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8</w:t>
      </w:r>
      <w:r>
        <w:rPr>
          <w:rtl/>
        </w:rPr>
        <w:t xml:space="preserve"> - </w:t>
      </w:r>
      <w:r w:rsidRPr="00573E19">
        <w:rPr>
          <w:rtl/>
        </w:rPr>
        <w:t>محمد بن علي بن محبوب عن أحمد بن محمد عن الحسن بن محبوب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أيوب عن أبي عبيدة والحلبي عن أبي عبد الله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سئل عن رجل</w:t>
      </w:r>
      <w:r w:rsidR="009C2257">
        <w:rPr>
          <w:rtl/>
        </w:rPr>
        <w:t xml:space="preserve"> </w:t>
      </w:r>
      <w:r w:rsidRPr="00573E19">
        <w:rPr>
          <w:rtl/>
        </w:rPr>
        <w:t>قتل امرأة خطأ وهي على رأس الولد تمخض قال</w:t>
      </w:r>
      <w:r w:rsidR="00CA4563">
        <w:rPr>
          <w:rtl/>
        </w:rPr>
        <w:t>:</w:t>
      </w:r>
      <w:r w:rsidRPr="00573E19">
        <w:rPr>
          <w:rtl/>
        </w:rPr>
        <w:t xml:space="preserve"> عليه خمسمائة ألف درهم وعليه دية</w:t>
      </w:r>
      <w:r w:rsidR="009C2257">
        <w:rPr>
          <w:rtl/>
        </w:rPr>
        <w:t xml:space="preserve"> </w:t>
      </w:r>
      <w:r w:rsidRPr="00573E19">
        <w:rPr>
          <w:rtl/>
        </w:rPr>
        <w:t>الذي في بطنها غرة وصيف أو وصيفة أو أربعون دينارا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فلا تنافي بين هذه الأخبار والاخبار الأولة</w:t>
      </w:r>
      <w:r w:rsidR="00CA4563">
        <w:rPr>
          <w:rtl/>
        </w:rPr>
        <w:t>،</w:t>
      </w:r>
      <w:r w:rsidRPr="00573E19">
        <w:rPr>
          <w:rtl/>
        </w:rPr>
        <w:t xml:space="preserve"> لان الاخبار الأولة محمولة على جنين</w:t>
      </w:r>
      <w:r w:rsidR="009C2257">
        <w:rPr>
          <w:rtl/>
        </w:rPr>
        <w:t xml:space="preserve"> </w:t>
      </w:r>
      <w:r w:rsidRPr="00573E19">
        <w:rPr>
          <w:rtl/>
        </w:rPr>
        <w:t>قد كمل وتم غير أنه لم تلجه الروح وهذه محمولة على امرأة تطرح علقة أو مضغة</w:t>
      </w:r>
      <w:r w:rsidR="009C2257">
        <w:rPr>
          <w:rtl/>
        </w:rPr>
        <w:t xml:space="preserve"> </w:t>
      </w:r>
      <w:r w:rsidRPr="00573E19">
        <w:rPr>
          <w:rtl/>
        </w:rPr>
        <w:t>فتكون دية ذلك غرة عبد أو أمة</w:t>
      </w:r>
      <w:r w:rsidR="00CA4563">
        <w:rPr>
          <w:rtl/>
        </w:rPr>
        <w:t>،</w:t>
      </w:r>
      <w:r w:rsidRPr="00573E19">
        <w:rPr>
          <w:rtl/>
        </w:rPr>
        <w:t xml:space="preserve"> والذي يدل على ذلك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um"/>
        <w:rPr>
          <w:rtl/>
        </w:rPr>
      </w:pPr>
      <w:r w:rsidRPr="00573E19">
        <w:rPr>
          <w:rtl/>
        </w:rPr>
        <w:t>11</w:t>
      </w:r>
      <w:r>
        <w:rPr>
          <w:rtl/>
        </w:rPr>
        <w:t>3</w:t>
      </w:r>
      <w:r w:rsidRPr="00573E19">
        <w:rPr>
          <w:rtl/>
        </w:rPr>
        <w:t>0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9</w:t>
      </w:r>
      <w:r>
        <w:rPr>
          <w:rtl/>
        </w:rPr>
        <w:t xml:space="preserve"> - </w:t>
      </w:r>
      <w:r w:rsidRPr="00573E19">
        <w:rPr>
          <w:rtl/>
        </w:rPr>
        <w:t>ما رواه الحسين بن سعيد عن ابن محبوب عن علي بن رئاب عن أبي عبيدة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امرأة شربت دواء وهي حامل لتطرح ولدها فألقت</w:t>
      </w:r>
      <w:r w:rsidR="009C2257">
        <w:rPr>
          <w:rtl/>
        </w:rPr>
        <w:t xml:space="preserve"> </w:t>
      </w:r>
      <w:r w:rsidRPr="00573E19">
        <w:rPr>
          <w:rtl/>
        </w:rPr>
        <w:t>ولدها قال</w:t>
      </w:r>
      <w:r w:rsidR="00CA4563">
        <w:rPr>
          <w:rtl/>
        </w:rPr>
        <w:t>:</w:t>
      </w:r>
      <w:r w:rsidRPr="00573E19">
        <w:rPr>
          <w:rtl/>
        </w:rPr>
        <w:t xml:space="preserve"> إن كان له عظم قد نبت عليه اللحم ورشق له السمع والبصر فان</w:t>
      </w:r>
      <w:r w:rsidR="009C2257">
        <w:rPr>
          <w:rtl/>
        </w:rPr>
        <w:t xml:space="preserve"> </w:t>
      </w:r>
      <w:r w:rsidRPr="00573E19">
        <w:rPr>
          <w:rtl/>
        </w:rPr>
        <w:t>عليها دية تسلمها إلى أبيه</w:t>
      </w:r>
      <w:r>
        <w:rPr>
          <w:rtl/>
        </w:rPr>
        <w:t>.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وإن كان جنينا علقة أو مضغة فان عليها أربعين</w:t>
      </w:r>
      <w:r w:rsidR="009C2257">
        <w:rPr>
          <w:rtl/>
        </w:rPr>
        <w:t xml:space="preserve"> </w:t>
      </w:r>
      <w:r w:rsidRPr="00573E19">
        <w:rPr>
          <w:rtl/>
        </w:rPr>
        <w:t>دينارا أو غرة تسلمها إلى أبيه</w:t>
      </w:r>
      <w:r w:rsidR="00CA4563">
        <w:rPr>
          <w:rtl/>
        </w:rPr>
        <w:t>،</w:t>
      </w:r>
      <w:r w:rsidRPr="00573E19">
        <w:rPr>
          <w:rtl/>
        </w:rPr>
        <w:t xml:space="preserve"> قلت فهي لا ترث من ولدها من ديته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CA4563">
        <w:rPr>
          <w:rtl/>
        </w:rPr>
        <w:t>:</w:t>
      </w:r>
      <w:r w:rsidRPr="00573E19">
        <w:rPr>
          <w:rtl/>
        </w:rPr>
        <w:t xml:space="preserve"> لا لأنها</w:t>
      </w:r>
      <w:r w:rsidR="009C2257">
        <w:rPr>
          <w:rtl/>
        </w:rPr>
        <w:t xml:space="preserve"> </w:t>
      </w:r>
      <w:r w:rsidRPr="00573E19">
        <w:rPr>
          <w:rtl/>
        </w:rPr>
        <w:t>قتلته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ولا ينافي هذا التأويل رواية الحلبي وأبي عبيدة من أن المرأة كانت تمخض لأنه</w:t>
      </w:r>
      <w:r w:rsidR="009C2257">
        <w:rPr>
          <w:rtl/>
        </w:rPr>
        <w:t xml:space="preserve"> </w:t>
      </w:r>
      <w:r w:rsidRPr="00573E19">
        <w:rPr>
          <w:rtl/>
        </w:rPr>
        <w:t>لا يمتنع لأنها كانت تمخض وإن كان الولد غير تام بأن يكون سقطا فلا اعتراض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"/>
        <w:rPr>
          <w:rtl/>
        </w:rPr>
      </w:pPr>
      <w:r w:rsidRPr="00E928EB">
        <w:rPr>
          <w:rtl/>
        </w:rPr>
        <w:t>*</w:t>
      </w:r>
      <w:r>
        <w:rPr>
          <w:rtl/>
        </w:rPr>
        <w:t xml:space="preserve"> - </w:t>
      </w:r>
      <w:r w:rsidRPr="00E928EB">
        <w:rPr>
          <w:rtl/>
        </w:rPr>
        <w:t>11</w:t>
      </w:r>
      <w:r>
        <w:rPr>
          <w:rtl/>
        </w:rPr>
        <w:t>2</w:t>
      </w:r>
      <w:r w:rsidRPr="00E928EB">
        <w:rPr>
          <w:rtl/>
        </w:rPr>
        <w:t>9</w:t>
      </w:r>
      <w:r>
        <w:rPr>
          <w:rtl/>
        </w:rPr>
        <w:t xml:space="preserve"> - </w:t>
      </w:r>
      <w:r w:rsidRPr="00E928EB">
        <w:rPr>
          <w:rtl/>
        </w:rPr>
        <w:t xml:space="preserve">التهذيب ج </w:t>
      </w:r>
      <w:r>
        <w:rPr>
          <w:rtl/>
        </w:rPr>
        <w:t>2</w:t>
      </w:r>
      <w:r w:rsidRPr="00E928EB">
        <w:rPr>
          <w:rtl/>
        </w:rPr>
        <w:t xml:space="preserve"> ص 5</w:t>
      </w:r>
      <w:r>
        <w:rPr>
          <w:rtl/>
        </w:rPr>
        <w:t>2</w:t>
      </w:r>
      <w:r w:rsidRPr="00E928EB">
        <w:rPr>
          <w:rtl/>
        </w:rPr>
        <w:t xml:space="preserve">6 الكافي ج </w:t>
      </w:r>
      <w:r>
        <w:rPr>
          <w:rtl/>
        </w:rPr>
        <w:t>2</w:t>
      </w:r>
      <w:r w:rsidRPr="00E928EB">
        <w:rPr>
          <w:rtl/>
        </w:rPr>
        <w:t xml:space="preserve"> ص </w:t>
      </w:r>
      <w:r>
        <w:rPr>
          <w:rtl/>
        </w:rPr>
        <w:t>323</w:t>
      </w:r>
      <w:r w:rsidRPr="00E928EB"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>
        <w:rPr>
          <w:rtl/>
        </w:rPr>
        <w:t xml:space="preserve">- </w:t>
      </w:r>
      <w:r w:rsidRPr="00573E19">
        <w:rPr>
          <w:rtl/>
        </w:rPr>
        <w:t>11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 xml:space="preserve"> - </w:t>
      </w:r>
      <w:r w:rsidRPr="00573E19">
        <w:rPr>
          <w:rtl/>
        </w:rPr>
        <w:t xml:space="preserve">التهذيب ج </w:t>
      </w:r>
      <w:r>
        <w:rPr>
          <w:rtl/>
        </w:rPr>
        <w:t>2</w:t>
      </w:r>
      <w:r w:rsidRPr="00573E19">
        <w:rPr>
          <w:rtl/>
        </w:rPr>
        <w:t xml:space="preserve"> ص 5</w:t>
      </w:r>
      <w:r>
        <w:rPr>
          <w:rtl/>
        </w:rPr>
        <w:t>2</w:t>
      </w:r>
      <w:r w:rsidRPr="00573E19">
        <w:rPr>
          <w:rtl/>
        </w:rPr>
        <w:t xml:space="preserve">6 الكافي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33</w:t>
      </w:r>
      <w:r w:rsidRPr="00573E19">
        <w:rPr>
          <w:rtl/>
        </w:rPr>
        <w:t xml:space="preserve">7 الفقيه ص </w:t>
      </w:r>
      <w:r>
        <w:rPr>
          <w:rtl/>
        </w:rPr>
        <w:t>3</w:t>
      </w:r>
      <w:r w:rsidRPr="00573E19">
        <w:rPr>
          <w:rtl/>
        </w:rPr>
        <w:t>95</w:t>
      </w:r>
      <w:r>
        <w:rPr>
          <w:rtl/>
        </w:rPr>
        <w:t>.</w:t>
      </w:r>
    </w:p>
    <w:p w:rsidR="00FE5331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بذلك على حال</w:t>
      </w:r>
      <w:r w:rsidR="00CA4563">
        <w:rPr>
          <w:rtl/>
        </w:rPr>
        <w:t>،</w:t>
      </w:r>
      <w:r w:rsidRPr="00573E19">
        <w:rPr>
          <w:rtl/>
        </w:rPr>
        <w:t xml:space="preserve"> ويمكن أن تحمل هذه الر</w:t>
      </w:r>
      <w:r>
        <w:rPr>
          <w:rtl/>
        </w:rPr>
        <w:t>وايات على ضرب من التقية لان ذلك</w:t>
      </w:r>
    </w:p>
    <w:p w:rsidR="00FE5331" w:rsidRPr="00573E19" w:rsidRDefault="00FE5331" w:rsidP="00FE5331">
      <w:pPr>
        <w:pStyle w:val="libCenter"/>
        <w:rPr>
          <w:rtl/>
        </w:rPr>
      </w:pPr>
      <w:r w:rsidRPr="00573E19">
        <w:rPr>
          <w:rtl/>
        </w:rPr>
        <w:t>مذهب كثير من العامة وقد روى ذلك عن النبي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صلى‌الله‌عليه‌وآله</w:t>
      </w:r>
      <w:r w:rsidRPr="00573E19">
        <w:rPr>
          <w:rtl/>
        </w:rPr>
        <w:t xml:space="preserve"> الطاهرين</w:t>
      </w:r>
    </w:p>
    <w:p w:rsidR="00FE5331" w:rsidRDefault="00FE5331" w:rsidP="00FE5331">
      <w:pPr>
        <w:pStyle w:val="libCenter"/>
        <w:rPr>
          <w:rtl/>
        </w:rPr>
      </w:pPr>
      <w:r>
        <w:rPr>
          <w:rFonts w:hint="cs"/>
          <w:rtl/>
        </w:rPr>
        <w:t>ت</w:t>
      </w:r>
      <w:r w:rsidRPr="00573E19">
        <w:rPr>
          <w:rtl/>
        </w:rPr>
        <w:t>م كتاب الاستبصار</w:t>
      </w:r>
    </w:p>
    <w:p w:rsidR="00FE5331" w:rsidRDefault="00FE5331" w:rsidP="00FE5331">
      <w:pPr>
        <w:pStyle w:val="libCenter"/>
        <w:rPr>
          <w:rtl/>
        </w:rPr>
      </w:pPr>
      <w:r w:rsidRPr="00573E19">
        <w:rPr>
          <w:rtl/>
        </w:rPr>
        <w:t>فيما اختلف من الاخبار بحمد الله ومنه وجميل صنعه والصلاة على خير خلقه</w:t>
      </w:r>
    </w:p>
    <w:p w:rsidR="00FE5331" w:rsidRPr="00573E19" w:rsidRDefault="00FE5331" w:rsidP="00FE5331">
      <w:pPr>
        <w:pStyle w:val="libCenter"/>
        <w:rPr>
          <w:rtl/>
        </w:rPr>
      </w:pPr>
      <w:r w:rsidRPr="00573E19">
        <w:rPr>
          <w:rtl/>
        </w:rPr>
        <w:t>محمد وآله الطاهرين</w:t>
      </w:r>
    </w:p>
    <w:p w:rsidR="00FE5331" w:rsidRPr="00573E19" w:rsidRDefault="00FE5331" w:rsidP="00FE5331">
      <w:pPr>
        <w:pStyle w:val="libCenterBold1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سند الكتاب</w:t>
      </w:r>
    </w:p>
    <w:p w:rsidR="00FE5331" w:rsidRPr="00573E19" w:rsidRDefault="00FE5331" w:rsidP="00FE5331">
      <w:pPr>
        <w:pStyle w:val="libCenterBold2"/>
        <w:rPr>
          <w:rtl/>
        </w:rPr>
      </w:pPr>
      <w:r w:rsidRPr="00573E19">
        <w:rPr>
          <w:rtl/>
        </w:rPr>
        <w:t>للمصنف رضوان الله عليه</w:t>
      </w:r>
    </w:p>
    <w:p w:rsidR="00FE5331" w:rsidRPr="00573E19" w:rsidRDefault="00FE5331" w:rsidP="00FE5331">
      <w:pPr>
        <w:pStyle w:val="libCenterBold2"/>
        <w:rPr>
          <w:rtl/>
        </w:rPr>
      </w:pPr>
      <w:r w:rsidRPr="00573E19">
        <w:rPr>
          <w:rtl/>
        </w:rPr>
        <w:t>شرحه وعلق عليه الحجة</w:t>
      </w:r>
    </w:p>
    <w:p w:rsidR="00FE5331" w:rsidRPr="00573E19" w:rsidRDefault="00FE5331" w:rsidP="00FE5331">
      <w:pPr>
        <w:pStyle w:val="libCenterBold2"/>
        <w:rPr>
          <w:rtl/>
        </w:rPr>
      </w:pPr>
      <w:r w:rsidRPr="00573E19">
        <w:rPr>
          <w:rtl/>
        </w:rPr>
        <w:t>السيد حسن الموسوي الخرسان</w:t>
      </w:r>
    </w:p>
    <w:p w:rsidR="00FE5331" w:rsidRPr="00573E19" w:rsidRDefault="00FE5331" w:rsidP="00FE5331">
      <w:pPr>
        <w:pStyle w:val="libCenter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بسم الله الرحمن الرحيم</w:t>
      </w:r>
    </w:p>
    <w:p w:rsidR="00FE5331" w:rsidRPr="00573E19" w:rsidRDefault="00FE5331" w:rsidP="00FE5331">
      <w:pPr>
        <w:pStyle w:val="libCenterBold1"/>
        <w:rPr>
          <w:rtl/>
        </w:rPr>
      </w:pPr>
      <w:r w:rsidRPr="00573E19">
        <w:rPr>
          <w:rtl/>
        </w:rPr>
        <w:t>باب</w:t>
      </w:r>
    </w:p>
    <w:p w:rsidR="00FE5331" w:rsidRDefault="00FE5331" w:rsidP="00FE5331">
      <w:pPr>
        <w:pStyle w:val="libCenterBold2"/>
        <w:rPr>
          <w:rtl/>
        </w:rPr>
      </w:pPr>
      <w:r w:rsidRPr="00573E19">
        <w:rPr>
          <w:rtl/>
        </w:rPr>
        <w:t xml:space="preserve">ترتيب هذا الكتاب وذكر أسانيده وعدد </w:t>
      </w:r>
      <w:r w:rsidRPr="00FE5331">
        <w:rPr>
          <w:rStyle w:val="libFootnotenumChar"/>
          <w:rtl/>
        </w:rPr>
        <w:t>(1)</w:t>
      </w:r>
      <w:r>
        <w:rPr>
          <w:rtl/>
        </w:rPr>
        <w:t xml:space="preserve"> أبوابه ومسائله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الشيخ السعيد الورع العالم أبو جعفر محمد بن الحسن بن علي الطوسي مصنف</w:t>
      </w:r>
      <w:r w:rsidR="009C2257">
        <w:rPr>
          <w:rtl/>
        </w:rPr>
        <w:t xml:space="preserve"> </w:t>
      </w:r>
      <w:r w:rsidRPr="00573E19">
        <w:rPr>
          <w:rtl/>
        </w:rPr>
        <w:t xml:space="preserve">هذا الكتاب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قد أجبتكم أيدكم الله إلى ما سألتم من تجريد الاخبار المختلفة</w:t>
      </w:r>
      <w:r w:rsidR="009C2257">
        <w:rPr>
          <w:rtl/>
        </w:rPr>
        <w:t xml:space="preserve"> </w:t>
      </w:r>
      <w:r w:rsidRPr="00573E19">
        <w:rPr>
          <w:rtl/>
        </w:rPr>
        <w:t>وترتيبها على ترتيب كتب الفقه التي أولها كتاب الطهارة وآخرها كتاب الديات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وأفردت كل باب منه بما يخصه وأوردت ما فيه ولم أخل فيه بشئ قدرت عليه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وبذلت وسعيي وطاقتي في ذلك</w:t>
      </w:r>
      <w:r w:rsidR="00CA4563">
        <w:rPr>
          <w:rtl/>
        </w:rPr>
        <w:t>،</w:t>
      </w:r>
      <w:r w:rsidRPr="00573E19">
        <w:rPr>
          <w:rtl/>
        </w:rPr>
        <w:t xml:space="preserve"> وأنا أرجو من الله تعالى إلا أكون أخللت</w:t>
      </w:r>
      <w:r w:rsidR="009C2257">
        <w:rPr>
          <w:rtl/>
        </w:rPr>
        <w:t xml:space="preserve"> </w:t>
      </w:r>
      <w:r w:rsidRPr="00573E19">
        <w:rPr>
          <w:rtl/>
        </w:rPr>
        <w:t>بأحاديث مختلفة تعرف إلا وقد أوردت إلا شاذا نادرا فاني لا ادعي اني أحيط العلم</w:t>
      </w:r>
      <w:r w:rsidR="009C2257">
        <w:rPr>
          <w:rtl/>
        </w:rPr>
        <w:t xml:space="preserve"> </w:t>
      </w:r>
      <w:r w:rsidRPr="00573E19">
        <w:rPr>
          <w:rtl/>
        </w:rPr>
        <w:t>بجميع ما روي في هذا الفن</w:t>
      </w:r>
      <w:r w:rsidR="00CA4563">
        <w:rPr>
          <w:rtl/>
        </w:rPr>
        <w:t>،</w:t>
      </w:r>
      <w:r w:rsidRPr="00573E19">
        <w:rPr>
          <w:rtl/>
        </w:rPr>
        <w:t xml:space="preserve"> لان كتب أصحابنا </w:t>
      </w:r>
      <w:r w:rsidRPr="00FE5331">
        <w:rPr>
          <w:rStyle w:val="libAlaemChar"/>
          <w:rtl/>
        </w:rPr>
        <w:t>رضي‌الله‌عنهم</w:t>
      </w:r>
      <w:r w:rsidRPr="00573E19">
        <w:rPr>
          <w:rtl/>
        </w:rPr>
        <w:t xml:space="preserve"> المصنفة والأصول</w:t>
      </w:r>
      <w:r w:rsidR="009C2257">
        <w:rPr>
          <w:rtl/>
        </w:rPr>
        <w:t xml:space="preserve"> </w:t>
      </w:r>
      <w:r w:rsidRPr="00573E19">
        <w:rPr>
          <w:rtl/>
        </w:rPr>
        <w:t>المدونة في هذا الباب كثيرة جدا</w:t>
      </w:r>
      <w:r w:rsidR="00CA4563">
        <w:rPr>
          <w:rtl/>
        </w:rPr>
        <w:t>،</w:t>
      </w:r>
      <w:r w:rsidRPr="00573E19">
        <w:rPr>
          <w:rtl/>
        </w:rPr>
        <w:t xml:space="preserve"> وربما يكون قد شذ منها شئ لم اظفر به فإن وقع</w:t>
      </w:r>
      <w:r w:rsidR="009C2257">
        <w:rPr>
          <w:rtl/>
        </w:rPr>
        <w:t xml:space="preserve"> </w:t>
      </w:r>
      <w:r w:rsidRPr="00573E19">
        <w:rPr>
          <w:rtl/>
        </w:rPr>
        <w:t>عليها انسان لا ينسبني إلى التقصير أو التعمد</w:t>
      </w:r>
      <w:r w:rsidR="00CA4563">
        <w:rPr>
          <w:rtl/>
        </w:rPr>
        <w:t>،</w:t>
      </w:r>
      <w:r w:rsidRPr="00573E19">
        <w:rPr>
          <w:rtl/>
        </w:rPr>
        <w:t xml:space="preserve"> فان على كل انسان ما يقدر عليه ويبلغ</w:t>
      </w:r>
      <w:r w:rsidR="009C2257">
        <w:rPr>
          <w:rtl/>
        </w:rPr>
        <w:t xml:space="preserve"> </w:t>
      </w:r>
      <w:r w:rsidRPr="00573E19">
        <w:rPr>
          <w:rtl/>
        </w:rPr>
        <w:t>جهده وطاقته وقدرته</w:t>
      </w:r>
      <w:r w:rsidR="00CA4563">
        <w:rPr>
          <w:rtl/>
        </w:rPr>
        <w:t>،</w:t>
      </w:r>
      <w:r w:rsidRPr="00573E19">
        <w:rPr>
          <w:rtl/>
        </w:rPr>
        <w:t xml:space="preserve"> وقد أوردت في كل باب عقدته إما جميع ما روي فيه إن</w:t>
      </w:r>
      <w:r w:rsidR="009C2257">
        <w:rPr>
          <w:rtl/>
        </w:rPr>
        <w:t xml:space="preserve"> </w:t>
      </w:r>
      <w:r w:rsidRPr="00573E19">
        <w:rPr>
          <w:rtl/>
        </w:rPr>
        <w:t>كانت الاخبار قليلة</w:t>
      </w:r>
      <w:r w:rsidR="00CA4563">
        <w:rPr>
          <w:rtl/>
        </w:rPr>
        <w:t>،</w:t>
      </w:r>
      <w:r w:rsidRPr="00573E19">
        <w:rPr>
          <w:rtl/>
        </w:rPr>
        <w:t xml:space="preserve"> وإن كان ما يتعلق بذلك الباب كثيرا جدا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أوردت</w:t>
      </w:r>
      <w:r w:rsidR="009C2257">
        <w:rPr>
          <w:rtl/>
        </w:rPr>
        <w:t xml:space="preserve"> </w:t>
      </w:r>
      <w:r w:rsidRPr="00573E19">
        <w:rPr>
          <w:rtl/>
        </w:rPr>
        <w:t>منه طرفا مقنعا</w:t>
      </w:r>
      <w:r w:rsidR="00CA4563">
        <w:rPr>
          <w:rtl/>
        </w:rPr>
        <w:t>،</w:t>
      </w:r>
      <w:r w:rsidRPr="00573E19">
        <w:rPr>
          <w:rtl/>
        </w:rPr>
        <w:t xml:space="preserve"> وأحلت بالباقي على الكتاب الكبير</w:t>
      </w:r>
      <w:r w:rsidR="00CA4563">
        <w:rPr>
          <w:rtl/>
        </w:rPr>
        <w:t>،</w:t>
      </w:r>
      <w:r w:rsidRPr="00573E19">
        <w:rPr>
          <w:rtl/>
        </w:rPr>
        <w:t xml:space="preserve"> وكنت سلكت في أول</w:t>
      </w:r>
      <w:r w:rsidR="009C2257">
        <w:rPr>
          <w:rtl/>
        </w:rPr>
        <w:t xml:space="preserve"> </w:t>
      </w:r>
      <w:r w:rsidRPr="00573E19">
        <w:rPr>
          <w:rtl/>
        </w:rPr>
        <w:t>الكتاب ايراد الأحاديث بأسانيدها وعلى ذلك اعتمدت في الجزء الأول والثاني</w:t>
      </w:r>
      <w:r w:rsidR="00CA4563">
        <w:rPr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في نسخة د </w:t>
      </w:r>
      <w:r>
        <w:rPr>
          <w:rtl/>
        </w:rPr>
        <w:t>(</w:t>
      </w:r>
      <w:r w:rsidRPr="00573E19">
        <w:rPr>
          <w:rtl/>
        </w:rPr>
        <w:t xml:space="preserve"> وعدة )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زيادة في نسخة د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ثم اختصرت في الجزء الثالث وعولت على الابتداء بذكر الراوي الذي اخذت</w:t>
      </w:r>
      <w:r w:rsidR="009C2257">
        <w:rPr>
          <w:rtl/>
        </w:rPr>
        <w:t xml:space="preserve"> </w:t>
      </w:r>
      <w:r w:rsidRPr="00573E19">
        <w:rPr>
          <w:rtl/>
        </w:rPr>
        <w:t>الحديث من كتابه أو أصله على أن أورد عند الفراغ من الكتاب جملة من الأسانيد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يتوصل بها إلى هذه الكتب والأصول حسب ما عملته في كتاب </w:t>
      </w:r>
      <w:r>
        <w:rPr>
          <w:rtl/>
        </w:rPr>
        <w:t>(</w:t>
      </w:r>
      <w:r w:rsidRPr="00573E19">
        <w:rPr>
          <w:rtl/>
        </w:rPr>
        <w:t xml:space="preserve"> تهذيب الأحكام )</w:t>
      </w:r>
      <w:r w:rsidR="009C2257">
        <w:rPr>
          <w:rtl/>
        </w:rPr>
        <w:t xml:space="preserve"> </w:t>
      </w:r>
      <w:r w:rsidRPr="00573E19">
        <w:rPr>
          <w:rtl/>
        </w:rPr>
        <w:t>وأرجو من الله سبحانه أن تكون هذه الكتب الثلاثة التي سهل الله تعالى الفراغ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منها لا يحتاج معها إلى شي من الكتب والأصول لان الكتاب الكبير الموسوم </w:t>
      </w:r>
      <w:r>
        <w:rPr>
          <w:rtl/>
        </w:rPr>
        <w:t>(</w:t>
      </w:r>
      <w:r w:rsidRPr="00573E19">
        <w:rPr>
          <w:rtl/>
        </w:rPr>
        <w:t xml:space="preserve"> بتهذيب</w:t>
      </w:r>
      <w:r w:rsidR="009C2257">
        <w:rPr>
          <w:rtl/>
        </w:rPr>
        <w:t xml:space="preserve"> </w:t>
      </w:r>
      <w:r w:rsidRPr="00573E19">
        <w:rPr>
          <w:rtl/>
        </w:rPr>
        <w:t>الأحكام ) يشتمل على جميع أحاديث الفقه المتفق عليه منه والمختلف فيه</w:t>
      </w:r>
      <w:r w:rsidR="00CA4563">
        <w:rPr>
          <w:rtl/>
        </w:rPr>
        <w:t>،</w:t>
      </w:r>
      <w:r w:rsidRPr="00573E19">
        <w:rPr>
          <w:rtl/>
        </w:rPr>
        <w:t xml:space="preserve"> وكتاب</w:t>
      </w:r>
      <w:r w:rsidR="009C2257">
        <w:rPr>
          <w:rtl/>
        </w:rPr>
        <w:t xml:space="preserve"> </w:t>
      </w:r>
      <w:r w:rsidRPr="00573E19">
        <w:rPr>
          <w:rtl/>
        </w:rPr>
        <w:t>النهاية يشتمل على تجريد الفتاوى في جميع أبواب الفقه وذكر جميع ما روي فيه على</w:t>
      </w:r>
      <w:r w:rsidR="009C2257">
        <w:rPr>
          <w:rtl/>
        </w:rPr>
        <w:t xml:space="preserve"> </w:t>
      </w:r>
      <w:r w:rsidRPr="00573E19">
        <w:rPr>
          <w:rtl/>
        </w:rPr>
        <w:t>وجه يصغر حجمه وتكثر فائدته ويصلح للحفظ</w:t>
      </w:r>
      <w:r w:rsidR="00CA4563">
        <w:rPr>
          <w:rtl/>
        </w:rPr>
        <w:t>،</w:t>
      </w:r>
      <w:r w:rsidRPr="00573E19">
        <w:rPr>
          <w:rtl/>
        </w:rPr>
        <w:t xml:space="preserve"> وهذا الكتاب يشتمل على جميع</w:t>
      </w:r>
      <w:r w:rsidR="009C2257">
        <w:rPr>
          <w:rtl/>
        </w:rPr>
        <w:t xml:space="preserve"> </w:t>
      </w:r>
      <w:r w:rsidRPr="00573E19">
        <w:rPr>
          <w:rtl/>
        </w:rPr>
        <w:t>ما روي من الاخبار المختلفة وبيان وجه التأويل فيها والجمع بينها</w:t>
      </w:r>
      <w:r w:rsidR="00CA4563">
        <w:rPr>
          <w:rtl/>
        </w:rPr>
        <w:t>،</w:t>
      </w:r>
      <w:r w:rsidRPr="00573E19">
        <w:rPr>
          <w:rtl/>
        </w:rPr>
        <w:t xml:space="preserve"> والله تعالى اسأل</w:t>
      </w:r>
      <w:r w:rsidR="009C2257">
        <w:rPr>
          <w:rtl/>
        </w:rPr>
        <w:t xml:space="preserve"> </w:t>
      </w:r>
      <w:r w:rsidRPr="00573E19">
        <w:rPr>
          <w:rtl/>
        </w:rPr>
        <w:t>أن يجعله خالصا لوجهه إنه قريب مجيب</w:t>
      </w:r>
      <w:r w:rsidR="00CA4563">
        <w:rPr>
          <w:rtl/>
        </w:rPr>
        <w:t>،</w:t>
      </w:r>
      <w:r w:rsidRPr="00573E19">
        <w:rPr>
          <w:rtl/>
        </w:rPr>
        <w:t xml:space="preserve"> وانا ابتدئ الآن بذكر الأسانيد حسب</w:t>
      </w:r>
      <w:r w:rsidR="009C2257">
        <w:rPr>
          <w:rtl/>
        </w:rPr>
        <w:t xml:space="preserve"> </w:t>
      </w:r>
      <w:r w:rsidRPr="00573E19">
        <w:rPr>
          <w:rtl/>
        </w:rPr>
        <w:t>ما قد وعدت إن شاء الله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فما ذكرته ) عن محمد بن يعقوب الكليني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أخبرنا به الشيخ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بسم الله الرحمن الرحيم</w:t>
      </w:r>
    </w:p>
    <w:p w:rsidR="00FE5331" w:rsidRPr="00573E19" w:rsidRDefault="00FE5331" w:rsidP="00CA4563">
      <w:pPr>
        <w:pStyle w:val="libNormal"/>
        <w:rPr>
          <w:rtl/>
        </w:rPr>
      </w:pPr>
      <w:r w:rsidRPr="00FE5331">
        <w:rPr>
          <w:rStyle w:val="libFootnoteChar"/>
          <w:rtl/>
        </w:rPr>
        <w:t>الحمد لله رب العالمين والصلاة على خاتم النبيين محمد وآله الطاهرين</w:t>
      </w:r>
      <w:r w:rsidR="00CA4563">
        <w:rPr>
          <w:rStyle w:val="libFootnoteChar"/>
          <w:rtl/>
        </w:rPr>
        <w:t>،</w:t>
      </w:r>
      <w:r w:rsidRPr="00FE5331">
        <w:rPr>
          <w:rStyle w:val="libFootnoteChar"/>
          <w:rtl/>
        </w:rPr>
        <w:t xml:space="preserve"> وبعد فهذا تعريف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FootnoteChar"/>
          <w:rtl/>
        </w:rPr>
        <w:t xml:space="preserve">برجال الأسانيد الذين روى عنهم الشيخ </w:t>
      </w:r>
      <w:r w:rsidRPr="00FE5331">
        <w:rPr>
          <w:rStyle w:val="libAlaemChar"/>
          <w:rtl/>
        </w:rPr>
        <w:t>قدس‌سره</w:t>
      </w:r>
      <w:r w:rsidRPr="00FE5331">
        <w:rPr>
          <w:rStyle w:val="libFootnoteChar"/>
          <w:rtl/>
        </w:rPr>
        <w:t xml:space="preserve"> في الجزء الثالث من كتابه وذكرهم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FootnoteChar"/>
          <w:rtl/>
        </w:rPr>
        <w:t>في مشيخته</w:t>
      </w:r>
      <w:r w:rsidR="00CA4563">
        <w:rPr>
          <w:rStyle w:val="libFootnoteChar"/>
          <w:rtl/>
        </w:rPr>
        <w:t>،</w:t>
      </w:r>
      <w:r w:rsidRPr="00FE5331">
        <w:rPr>
          <w:rStyle w:val="libFootnoteChar"/>
          <w:rtl/>
        </w:rPr>
        <w:t xml:space="preserve"> وقد اختصرنا القول في تعريفهم وشرح أحوالهم معتمدين في ذلك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FootnoteChar"/>
          <w:rtl/>
        </w:rPr>
        <w:t>أصح المصادر</w:t>
      </w:r>
      <w:r w:rsidR="00CA4563">
        <w:rPr>
          <w:rStyle w:val="libFootnoteChar"/>
          <w:rtl/>
        </w:rPr>
        <w:t>،</w:t>
      </w:r>
      <w:r w:rsidRPr="00FE5331">
        <w:rPr>
          <w:rStyle w:val="libFootnoteChar"/>
          <w:rtl/>
        </w:rPr>
        <w:t xml:space="preserve"> وقد ختمنا ترجمة كل واحد منهم بذكر مصادر تاريخه ليتسنى لمن</w:t>
      </w:r>
      <w:r w:rsidR="009C2257">
        <w:rPr>
          <w:rStyle w:val="libFootnoteChar"/>
          <w:rtl/>
        </w:rPr>
        <w:t xml:space="preserve"> </w:t>
      </w:r>
      <w:r w:rsidRPr="00FE5331">
        <w:rPr>
          <w:rStyle w:val="libFootnoteChar"/>
          <w:rtl/>
        </w:rPr>
        <w:t>أراد التفصيل الرجوع إليها والله ولي التوفيق.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يعقوب الكليني يكنى أبا جعفر ثقة الاسلام عارف بالاخبار فوق المدح</w:t>
      </w:r>
      <w:r w:rsidR="009C2257">
        <w:rPr>
          <w:rtl/>
        </w:rPr>
        <w:t xml:space="preserve"> </w:t>
      </w:r>
      <w:r w:rsidRPr="00573E19">
        <w:rPr>
          <w:rtl/>
        </w:rPr>
        <w:t>والاطراء من مجددي مذهب الإمامية على رأس المائة الثالثة كما ذكر ذلك كثير من</w:t>
      </w:r>
      <w:r w:rsidR="009C2257">
        <w:rPr>
          <w:rtl/>
        </w:rPr>
        <w:t xml:space="preserve"> </w:t>
      </w:r>
      <w:r w:rsidRPr="00573E19">
        <w:rPr>
          <w:rtl/>
        </w:rPr>
        <w:t>أصحابنا وحكاه بعضهم عن ابن الأثير والطيبي وغيرهما</w:t>
      </w:r>
      <w:r w:rsidR="00CA4563">
        <w:rPr>
          <w:rtl/>
        </w:rPr>
        <w:t>،</w:t>
      </w:r>
      <w:r w:rsidRPr="00573E19">
        <w:rPr>
          <w:rtl/>
        </w:rPr>
        <w:t xml:space="preserve"> له كتب أهمها كتاب الكافي</w:t>
      </w:r>
      <w:r w:rsidR="009C2257">
        <w:rPr>
          <w:rtl/>
        </w:rPr>
        <w:t xml:space="preserve"> </w:t>
      </w:r>
      <w:r w:rsidRPr="00573E19">
        <w:rPr>
          <w:rtl/>
        </w:rPr>
        <w:t>وهو أصح الكتب الأربعة المعتمد عليها قال ابن حجر في لسانه</w:t>
      </w:r>
      <w:r w:rsidR="00CA4563">
        <w:rPr>
          <w:rtl/>
        </w:rPr>
        <w:t>:</w:t>
      </w:r>
      <w:r w:rsidRPr="00573E19">
        <w:rPr>
          <w:rtl/>
        </w:rPr>
        <w:t xml:space="preserve"> سكن بغداد وحدث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المفيد أبو عبد الله محمد بن محمد بن النعمان الحارثي البغدادي رحمة الله عليه </w:t>
      </w:r>
      <w:r w:rsidRPr="00FE5331">
        <w:rPr>
          <w:rStyle w:val="libFootnotenumChar"/>
          <w:rtl/>
        </w:rPr>
        <w:t>(1)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بها</w:t>
      </w:r>
      <w:r>
        <w:rPr>
          <w:rtl/>
        </w:rPr>
        <w:t xml:space="preserve"> ..</w:t>
      </w:r>
      <w:r w:rsidRPr="00573E19">
        <w:rPr>
          <w:rtl/>
        </w:rPr>
        <w:t xml:space="preserve"> وكان من فقهاء الشيعة والمصنفين على مذهبهم توفى سنة </w:t>
      </w:r>
      <w:r>
        <w:rPr>
          <w:rtl/>
        </w:rPr>
        <w:t>32</w:t>
      </w:r>
      <w:r w:rsidRPr="00573E19">
        <w:rPr>
          <w:rtl/>
        </w:rPr>
        <w:t>8 ببغداد اه وقال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غيره انه مات سنة </w:t>
      </w:r>
      <w:r>
        <w:rPr>
          <w:rtl/>
        </w:rPr>
        <w:t>32</w:t>
      </w:r>
      <w:r w:rsidRPr="00573E19">
        <w:rPr>
          <w:rtl/>
        </w:rPr>
        <w:t>9 وهي سنة تناثر النجوم وهي السنة التي مات فيها أبو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بن محمد السمري اخر السفراء الأربعة للحجة صاحب الامر </w:t>
      </w:r>
      <w:r>
        <w:rPr>
          <w:rtl/>
        </w:rPr>
        <w:t>(</w:t>
      </w:r>
      <w:r w:rsidRPr="00573E19">
        <w:rPr>
          <w:rtl/>
        </w:rPr>
        <w:t xml:space="preserve"> عج ) وكانت وفاة</w:t>
      </w:r>
      <w:r w:rsidR="009C2257">
        <w:rPr>
          <w:rtl/>
        </w:rPr>
        <w:t xml:space="preserve"> </w:t>
      </w:r>
      <w:r w:rsidRPr="00573E19">
        <w:rPr>
          <w:rtl/>
        </w:rPr>
        <w:t>ثقة الاسلام الكليني في شعبان وصلى عليه محمد بن جعفر الحسني أبو قيراط ودفن</w:t>
      </w:r>
      <w:r w:rsidR="009C2257">
        <w:rPr>
          <w:rtl/>
        </w:rPr>
        <w:t xml:space="preserve"> </w:t>
      </w:r>
      <w:r w:rsidRPr="00573E19">
        <w:rPr>
          <w:rtl/>
        </w:rPr>
        <w:t>بباب الكوفة في مقبرتها قال ابن عبدون رأيت قبره في مقبرة الطائي وعليه لوح</w:t>
      </w:r>
      <w:r w:rsidR="009C2257">
        <w:rPr>
          <w:rtl/>
        </w:rPr>
        <w:t xml:space="preserve"> </w:t>
      </w:r>
      <w:r w:rsidRPr="00573E19">
        <w:rPr>
          <w:rtl/>
        </w:rPr>
        <w:t>مكتوب فيه اسمه واسم أبيه</w:t>
      </w:r>
      <w:r>
        <w:rPr>
          <w:rtl/>
        </w:rPr>
        <w:t>.</w:t>
      </w:r>
      <w:r w:rsidRPr="00573E19">
        <w:rPr>
          <w:rtl/>
        </w:rPr>
        <w:t xml:space="preserve"> وقبره الآن في الجانب الكبير عند سوق الخفافين</w:t>
      </w:r>
      <w:r w:rsidR="009C2257">
        <w:rPr>
          <w:rtl/>
        </w:rPr>
        <w:t xml:space="preserve"> </w:t>
      </w:r>
      <w:r w:rsidRPr="00573E19">
        <w:rPr>
          <w:rtl/>
        </w:rPr>
        <w:t>والسراجين بباب الجسر من الجانب الشرقي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ترجم له ابن حجر في لسان الميزان وإسماعيل پاشا في هدية العارفين وغيرهما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محمد بن النعمان المفيد يكنى أبا عبد الله المعروف بابن المعلم قال</w:t>
      </w:r>
      <w:r w:rsidR="00CA4563">
        <w:rPr>
          <w:rtl/>
        </w:rPr>
        <w:t>:</w:t>
      </w:r>
      <w:r w:rsidRPr="00573E19">
        <w:rPr>
          <w:rtl/>
        </w:rPr>
        <w:t xml:space="preserve"> ابن النديم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 فهرسته ص </w:t>
      </w:r>
      <w:r>
        <w:rPr>
          <w:rtl/>
        </w:rPr>
        <w:t>2</w:t>
      </w: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 xml:space="preserve"> أبو عبد الله في عصرنا انتهت رياسة متكلمي الشيعة إليه مقدم</w:t>
      </w:r>
      <w:r w:rsidR="009C2257">
        <w:rPr>
          <w:rtl/>
        </w:rPr>
        <w:t xml:space="preserve"> </w:t>
      </w:r>
      <w:r w:rsidRPr="00573E19">
        <w:rPr>
          <w:rtl/>
        </w:rPr>
        <w:t>في صناعة الكلام على مذهب أصحابه دقيق الفطنة ماضي الخاطر شاهدته فرأيته بارعا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وقال في ص </w:t>
      </w:r>
      <w:r>
        <w:rPr>
          <w:rtl/>
        </w:rPr>
        <w:t>2</w:t>
      </w:r>
      <w:r w:rsidRPr="00573E19">
        <w:rPr>
          <w:rtl/>
        </w:rPr>
        <w:t>79 إليه انتهت رياسة أصحابه من الشيعة الإمامية في الفقه والكلام</w:t>
      </w:r>
      <w:r w:rsidR="009C2257">
        <w:rPr>
          <w:rtl/>
        </w:rPr>
        <w:t xml:space="preserve"> </w:t>
      </w:r>
      <w:r w:rsidRPr="00573E19">
        <w:rPr>
          <w:rtl/>
        </w:rPr>
        <w:t>والآثار</w:t>
      </w:r>
      <w:r w:rsidR="00CA4563">
        <w:rPr>
          <w:rtl/>
        </w:rPr>
        <w:t>،</w:t>
      </w:r>
      <w:r w:rsidRPr="00573E19">
        <w:rPr>
          <w:rtl/>
        </w:rPr>
        <w:t xml:space="preserve"> وقال ابن حجر</w:t>
      </w:r>
      <w:r w:rsidR="00CA4563">
        <w:rPr>
          <w:rtl/>
        </w:rPr>
        <w:t>:</w:t>
      </w:r>
      <w:r w:rsidRPr="00573E19">
        <w:rPr>
          <w:rtl/>
        </w:rPr>
        <w:t xml:space="preserve"> عالم الرافضة</w:t>
      </w:r>
      <w:r>
        <w:rPr>
          <w:rtl/>
        </w:rPr>
        <w:t xml:space="preserve"> ..</w:t>
      </w:r>
      <w:r w:rsidRPr="00573E19">
        <w:rPr>
          <w:rtl/>
        </w:rPr>
        <w:t xml:space="preserve"> صاحب التصانيف البديعة له صولة عظيمة</w:t>
      </w:r>
      <w:r w:rsidR="009C2257">
        <w:rPr>
          <w:rtl/>
        </w:rPr>
        <w:t xml:space="preserve"> </w:t>
      </w:r>
      <w:r w:rsidRPr="00573E19">
        <w:rPr>
          <w:rtl/>
        </w:rPr>
        <w:t>بسبب عضد الدولة</w:t>
      </w:r>
      <w:r>
        <w:rPr>
          <w:rtl/>
        </w:rPr>
        <w:t xml:space="preserve"> ..</w:t>
      </w:r>
      <w:r w:rsidRPr="00573E19">
        <w:rPr>
          <w:rtl/>
        </w:rPr>
        <w:t xml:space="preserve"> كان كثير التقشف والتخشع والاكباب على العلم تخرج به</w:t>
      </w:r>
      <w:r w:rsidR="009C2257">
        <w:rPr>
          <w:rtl/>
        </w:rPr>
        <w:t xml:space="preserve"> </w:t>
      </w:r>
      <w:r w:rsidRPr="00573E19">
        <w:rPr>
          <w:rtl/>
        </w:rPr>
        <w:t>جماعة وبرع في المقالة الامامية حتى كان يقال له على كل امام منة وكان أبوه</w:t>
      </w:r>
      <w:r w:rsidR="009C2257">
        <w:rPr>
          <w:rtl/>
        </w:rPr>
        <w:t xml:space="preserve"> </w:t>
      </w:r>
      <w:r w:rsidRPr="00573E19">
        <w:rPr>
          <w:rtl/>
        </w:rPr>
        <w:t>معلما بواسط وولد بها وقتل بعكبراء ويقال ان عضد الدولة كان يزوره في داره</w:t>
      </w:r>
      <w:r w:rsidR="009C2257">
        <w:rPr>
          <w:rtl/>
        </w:rPr>
        <w:t xml:space="preserve"> </w:t>
      </w:r>
      <w:r w:rsidRPr="00573E19">
        <w:rPr>
          <w:rtl/>
        </w:rPr>
        <w:t>ويعوده إذا مرض وقال الشريف أبو يعلى الجعفري</w:t>
      </w:r>
      <w:r w:rsidR="00CA4563">
        <w:rPr>
          <w:rtl/>
        </w:rPr>
        <w:t>:</w:t>
      </w:r>
      <w:r w:rsidRPr="00573E19">
        <w:rPr>
          <w:rtl/>
        </w:rPr>
        <w:t xml:space="preserve"> وكان قد تزوج بنت المفيد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ما كان المفيد ينام من الليل الا هجعة ثم يقول يصلي أو يطالع أو يدرس أو يتلو القرآن اه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ولد سنة </w:t>
      </w:r>
      <w:r>
        <w:rPr>
          <w:rtl/>
        </w:rPr>
        <w:t>33</w:t>
      </w:r>
      <w:r w:rsidRPr="00573E19">
        <w:rPr>
          <w:rtl/>
        </w:rPr>
        <w:t>8 يعرف علو مقامه من التوقيعات الصادرة لتشريفه من الناحية المقدسة</w:t>
      </w:r>
      <w:r w:rsidR="009C2257">
        <w:rPr>
          <w:rtl/>
        </w:rPr>
        <w:t xml:space="preserve"> </w:t>
      </w:r>
      <w:r w:rsidRPr="00573E19">
        <w:rPr>
          <w:rtl/>
        </w:rPr>
        <w:t>فقد جاء في بعضها للأخ السديد والولي الرشيد الشيخ المفيد أبي عبد الله محمد بن محمد</w:t>
      </w:r>
      <w:r w:rsidR="009C2257">
        <w:rPr>
          <w:rtl/>
        </w:rPr>
        <w:t xml:space="preserve"> </w:t>
      </w:r>
      <w:r w:rsidRPr="00573E19">
        <w:rPr>
          <w:rtl/>
        </w:rPr>
        <w:t>ابن النعمان أدام الله اعزازه</w:t>
      </w:r>
      <w:r>
        <w:rPr>
          <w:rtl/>
        </w:rPr>
        <w:t xml:space="preserve"> ..</w:t>
      </w:r>
      <w:r w:rsidRPr="00573E19">
        <w:rPr>
          <w:rtl/>
        </w:rPr>
        <w:t xml:space="preserve"> سلام الله عليك أيها الولي المخلص فينا باليقين</w:t>
      </w:r>
      <w:r>
        <w:rPr>
          <w:rtl/>
        </w:rPr>
        <w:t xml:space="preserve"> ..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ونعلمك أدام الله توفيقك لنصرة الحق واجزل مثوبتك عن نطقك عنا بالصدق أنه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قد اذن لنا في تشريفك بالمكاتبة الخ توفي </w:t>
      </w:r>
      <w:r>
        <w:rPr>
          <w:rtl/>
        </w:rPr>
        <w:t>2</w:t>
      </w:r>
      <w:r w:rsidRPr="00573E19">
        <w:rPr>
          <w:rtl/>
        </w:rPr>
        <w:t xml:space="preserve"> شهر رمضان سنة 41</w:t>
      </w:r>
      <w:r>
        <w:rPr>
          <w:rtl/>
        </w:rPr>
        <w:t>3</w:t>
      </w:r>
      <w:r w:rsidRPr="00573E19">
        <w:rPr>
          <w:rtl/>
        </w:rPr>
        <w:t xml:space="preserve"> قال اليافعي</w:t>
      </w:r>
      <w:r w:rsidR="00CA4563">
        <w:rPr>
          <w:rtl/>
        </w:rPr>
        <w:t>: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عن أبي القاسم جعفر بن محمد بن قولويه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محمد بن يعقوب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وأخبرنا به أيضا الحسين بن عبيد الله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أبي غالب أحمد بن محمد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B75C3" w:rsidRDefault="00FE5331" w:rsidP="002222DA">
      <w:pPr>
        <w:pStyle w:val="libFootnote0"/>
        <w:rPr>
          <w:rtl/>
        </w:rPr>
      </w:pPr>
      <w:r w:rsidRPr="005B75C3">
        <w:rPr>
          <w:rtl/>
        </w:rPr>
        <w:t>وكانت جنازته مشهودة وشيعة ثمانون ألفا من الرافضة والشيعة اه ودفن عند رجلي الامامين</w:t>
      </w:r>
      <w:r w:rsidR="009C2257">
        <w:rPr>
          <w:rtl/>
        </w:rPr>
        <w:t xml:space="preserve"> </w:t>
      </w:r>
      <w:r w:rsidRPr="005B75C3">
        <w:rPr>
          <w:rtl/>
        </w:rPr>
        <w:t xml:space="preserve">الكاظمين </w:t>
      </w:r>
      <w:r w:rsidR="002222DA" w:rsidRPr="00FE5331">
        <w:rPr>
          <w:rStyle w:val="libAlaemChar"/>
          <w:rtl/>
        </w:rPr>
        <w:t>عليه‌السلام</w:t>
      </w:r>
      <w:r w:rsidRPr="005B75C3">
        <w:rPr>
          <w:rtl/>
        </w:rPr>
        <w:t xml:space="preserve"> قبره بالرواق الكاظمي مزار معروف</w:t>
      </w:r>
      <w:r w:rsidR="00CA4563">
        <w:rPr>
          <w:rtl/>
        </w:rPr>
        <w:t>،</w:t>
      </w:r>
      <w:r w:rsidRPr="005B75C3">
        <w:rPr>
          <w:rtl/>
        </w:rPr>
        <w:t xml:space="preserve"> ترجم له ابن النديم والذهبي والخطيب</w:t>
      </w:r>
      <w:r w:rsidR="009C2257">
        <w:rPr>
          <w:rtl/>
        </w:rPr>
        <w:t xml:space="preserve"> </w:t>
      </w:r>
      <w:r w:rsidRPr="005B75C3">
        <w:rPr>
          <w:rtl/>
        </w:rPr>
        <w:t>واليافعي وابن كثير وابن حجر والزركلي وإسماعيل پاشا وغيرهم من اعلام العامة.</w:t>
      </w:r>
      <w:r w:rsidR="002222DA" w:rsidRPr="004F3340">
        <w:rPr>
          <w:rStyle w:val="libFootnoteAlaemChar"/>
          <w:rtl/>
        </w:rPr>
        <w:t xml:space="preserve"> 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جعفر بن محمد بن جعفر بن موسى بن قولويه يكنى أبا القاسم القمي قال ابن حجر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من كبار الشيعة وعلمائهم المشهورين منهم ذكره الطوسي وابن النجاشي وعلي</w:t>
      </w:r>
      <w:r w:rsidR="009C2257">
        <w:rPr>
          <w:rtl/>
        </w:rPr>
        <w:t xml:space="preserve"> </w:t>
      </w:r>
      <w:r w:rsidRPr="00573E19">
        <w:rPr>
          <w:rtl/>
        </w:rPr>
        <w:t>ابن الحكم في شيوخ الشيعة وتلمذ له المفيد وبالغ في اطرائه وحدث عنه أيضا الحسين</w:t>
      </w:r>
      <w:r w:rsidR="009C2257">
        <w:rPr>
          <w:rtl/>
        </w:rPr>
        <w:t xml:space="preserve"> </w:t>
      </w:r>
      <w:r w:rsidRPr="00573E19">
        <w:rPr>
          <w:rtl/>
        </w:rPr>
        <w:t>ابن عبيد الله الغضايري ومحمد بن سليم الصابوني سمع منه بمصر اه كان من ثقات</w:t>
      </w:r>
      <w:r w:rsidR="009C2257">
        <w:rPr>
          <w:rtl/>
        </w:rPr>
        <w:t xml:space="preserve"> </w:t>
      </w:r>
      <w:r w:rsidRPr="00573E19">
        <w:rPr>
          <w:rtl/>
        </w:rPr>
        <w:t>الأصحاب واجلاء مشايخهم في الحديث والفقه ذكره مترجموه بكل جميل له تصانيف</w:t>
      </w:r>
      <w:r w:rsidR="009C2257">
        <w:rPr>
          <w:rtl/>
        </w:rPr>
        <w:t xml:space="preserve"> </w:t>
      </w:r>
      <w:r w:rsidRPr="00573E19">
        <w:rPr>
          <w:rtl/>
        </w:rPr>
        <w:t>في الفقه على عدد أبوابه وفى غير ذلك ذكروها بأسمائها</w:t>
      </w:r>
      <w:r w:rsidR="00CA4563">
        <w:rPr>
          <w:rtl/>
        </w:rPr>
        <w:t>،</w:t>
      </w:r>
      <w:r w:rsidRPr="00573E19">
        <w:rPr>
          <w:rtl/>
        </w:rPr>
        <w:t xml:space="preserve"> ومنها كتاب جامع الزيارات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وما روي في ذلك من الفضل عن الأئمة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وهو المعروف بكامل الزيارة المزار</w:t>
      </w:r>
      <w:r w:rsidR="009C2257">
        <w:rPr>
          <w:rtl/>
        </w:rPr>
        <w:t xml:space="preserve"> </w:t>
      </w:r>
      <w:r w:rsidRPr="00573E19">
        <w:rPr>
          <w:rtl/>
        </w:rPr>
        <w:t>المعروف المشهور المتداول بين الناس نقل عنه جل من ألف في هذا الباب</w:t>
      </w:r>
      <w:r>
        <w:rPr>
          <w:rtl/>
        </w:rPr>
        <w:t>.</w:t>
      </w:r>
      <w:r w:rsidRPr="00573E19">
        <w:rPr>
          <w:rtl/>
        </w:rPr>
        <w:t xml:space="preserve"> كان ره</w:t>
      </w:r>
      <w:r w:rsidR="009C2257">
        <w:rPr>
          <w:rtl/>
        </w:rPr>
        <w:t xml:space="preserve"> </w:t>
      </w:r>
      <w:r w:rsidRPr="00573E19">
        <w:rPr>
          <w:rtl/>
        </w:rPr>
        <w:t>أستاذ المفيد وتلميذ الكليني</w:t>
      </w:r>
      <w:r>
        <w:rPr>
          <w:rtl/>
        </w:rPr>
        <w:t xml:space="preserve"> - </w:t>
      </w:r>
      <w:r w:rsidRPr="00573E19">
        <w:rPr>
          <w:rtl/>
        </w:rPr>
        <w:t>كما في رياض العلماء</w:t>
      </w:r>
      <w:r>
        <w:rPr>
          <w:rtl/>
        </w:rPr>
        <w:t xml:space="preserve"> - </w:t>
      </w:r>
      <w:r w:rsidRPr="00573E19">
        <w:rPr>
          <w:rtl/>
        </w:rPr>
        <w:t xml:space="preserve">وصل بغداد سنة </w:t>
      </w:r>
      <w:r>
        <w:rPr>
          <w:rtl/>
        </w:rPr>
        <w:t>33</w:t>
      </w:r>
      <w:r w:rsidRPr="00573E19">
        <w:rPr>
          <w:rtl/>
        </w:rPr>
        <w:t>7 وهي السنة</w:t>
      </w:r>
      <w:r w:rsidR="009C2257">
        <w:rPr>
          <w:rtl/>
        </w:rPr>
        <w:t xml:space="preserve"> </w:t>
      </w:r>
      <w:r w:rsidRPr="00573E19">
        <w:rPr>
          <w:rtl/>
        </w:rPr>
        <w:t>التي رد القرامطة فيها الحجر إلى مكانه من البيت كما حدث هو بذلك فيما نقله عنه القطب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الراوندي في الخرايج والجرايح توفى سنة </w:t>
      </w:r>
      <w:r>
        <w:rPr>
          <w:rtl/>
        </w:rPr>
        <w:t>3</w:t>
      </w:r>
      <w:r w:rsidRPr="00573E19">
        <w:rPr>
          <w:rtl/>
        </w:rPr>
        <w:t>68 وقبره في الرواق الكاظمي بجنب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قبر تلميذه الشيخ المفيد </w:t>
      </w:r>
      <w:r w:rsidRPr="00FE5331">
        <w:rPr>
          <w:rStyle w:val="libAlaemChar"/>
          <w:rtl/>
        </w:rPr>
        <w:t>رحمهما‌الله</w:t>
      </w:r>
      <w:r>
        <w:rPr>
          <w:rtl/>
        </w:rPr>
        <w:t>.</w:t>
      </w:r>
      <w:r w:rsidRPr="00573E19">
        <w:rPr>
          <w:rtl/>
        </w:rPr>
        <w:t xml:space="preserve"> ترجم له ابن حجر من العامة والنجاشي والشيخ والعلامة</w:t>
      </w:r>
      <w:r w:rsidR="009C2257">
        <w:rPr>
          <w:rtl/>
        </w:rPr>
        <w:t xml:space="preserve"> </w:t>
      </w:r>
      <w:r w:rsidRPr="00573E19">
        <w:rPr>
          <w:rtl/>
        </w:rPr>
        <w:t>وسيد الأعيان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الحسين بن عبيد الله بن إبراهيم الغضائري يكنى أبا عبد الله قال الذهبي</w:t>
      </w:r>
      <w:r w:rsidR="00CA4563">
        <w:rPr>
          <w:rtl/>
        </w:rPr>
        <w:t>:</w:t>
      </w:r>
      <w:r w:rsidRPr="00573E19">
        <w:rPr>
          <w:rtl/>
        </w:rPr>
        <w:t xml:space="preserve"> شيخ</w:t>
      </w:r>
      <w:r w:rsidR="009C2257">
        <w:rPr>
          <w:rtl/>
        </w:rPr>
        <w:t xml:space="preserve"> </w:t>
      </w:r>
      <w:r w:rsidRPr="00573E19">
        <w:rPr>
          <w:rtl/>
        </w:rPr>
        <w:t>الرافضة</w:t>
      </w:r>
      <w:r w:rsidR="00CA4563">
        <w:rPr>
          <w:rtl/>
        </w:rPr>
        <w:t>،</w:t>
      </w:r>
      <w:r w:rsidRPr="00573E19">
        <w:rPr>
          <w:rtl/>
        </w:rPr>
        <w:t xml:space="preserve"> ونقل ابن حجر قوله كان يحفظ شيئا كثيرا وما أبصر ا ه كان من ثقات</w:t>
      </w:r>
      <w:r w:rsidR="009C2257">
        <w:rPr>
          <w:rtl/>
        </w:rPr>
        <w:t xml:space="preserve"> </w:t>
      </w:r>
      <w:r w:rsidRPr="00573E19">
        <w:rPr>
          <w:rtl/>
        </w:rPr>
        <w:t>أصحابنا واجلائهم في الحديث والفقه كثير السماع عارف بالرجال شيخ الطائفة وكانت</w:t>
      </w:r>
      <w:r w:rsidR="009C2257">
        <w:rPr>
          <w:rtl/>
        </w:rPr>
        <w:t xml:space="preserve"> </w:t>
      </w:r>
      <w:r w:rsidRPr="00573E19">
        <w:rPr>
          <w:rtl/>
        </w:rPr>
        <w:t>له مكانة مرموقة بين أهل زمانه</w:t>
      </w:r>
      <w:r w:rsidR="00CA4563">
        <w:rPr>
          <w:rtl/>
        </w:rPr>
        <w:t>،</w:t>
      </w:r>
      <w:r w:rsidRPr="00573E19">
        <w:rPr>
          <w:rtl/>
        </w:rPr>
        <w:t xml:space="preserve"> قال الشيخ </w:t>
      </w:r>
      <w:r>
        <w:rPr>
          <w:rtl/>
        </w:rPr>
        <w:t>(</w:t>
      </w:r>
      <w:r w:rsidRPr="00573E19">
        <w:rPr>
          <w:rtl/>
        </w:rPr>
        <w:t xml:space="preserve"> وكان حكمه انفذ من حكم الملوك ) له</w:t>
      </w:r>
      <w:r w:rsidR="009C2257">
        <w:rPr>
          <w:rtl/>
        </w:rPr>
        <w:t xml:space="preserve"> </w:t>
      </w:r>
      <w:r w:rsidRPr="00573E19">
        <w:rPr>
          <w:rtl/>
        </w:rPr>
        <w:t>كتب ومصنفات صنف كتاب يوم الغدير</w:t>
      </w:r>
      <w:r>
        <w:rPr>
          <w:rtl/>
        </w:rPr>
        <w:t>.</w:t>
      </w:r>
      <w:r w:rsidRPr="00573E19">
        <w:rPr>
          <w:rtl/>
        </w:rPr>
        <w:t xml:space="preserve"> وكتاب أدب العاقل وتنبيه الغافل في فضل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العلم وغير ذلك مات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في النصف من شهر صفر سنة 411 وهو غير ابن الغضائري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الزراري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وأبي محمد هارون بن موسى التلعكبري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وأبي القاسم</w:t>
      </w:r>
      <w:r w:rsidR="009C2257">
        <w:rPr>
          <w:rtl/>
        </w:rPr>
        <w:t xml:space="preserve"> </w:t>
      </w:r>
      <w:r w:rsidRPr="00573E19">
        <w:rPr>
          <w:rtl/>
        </w:rPr>
        <w:t>جعفر بن محمد بن قولويه وأبي عبد الله أحمد بن أبي رافع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 xml:space="preserve">المصنف لكتاب الرجال المعروف بنسبته إليه </w:t>
      </w:r>
      <w:r>
        <w:rPr>
          <w:rtl/>
        </w:rPr>
        <w:t>(</w:t>
      </w:r>
      <w:r w:rsidRPr="00573E19">
        <w:rPr>
          <w:rtl/>
        </w:rPr>
        <w:t xml:space="preserve"> رجال ابن الغضائري ) فان ذاك ولد هذا</w:t>
      </w:r>
      <w:r w:rsidR="009C2257">
        <w:rPr>
          <w:rtl/>
        </w:rPr>
        <w:t xml:space="preserve"> </w:t>
      </w:r>
      <w:r w:rsidRPr="00573E19">
        <w:rPr>
          <w:rtl/>
        </w:rPr>
        <w:t>واسمه أحمد</w:t>
      </w:r>
      <w:r>
        <w:rPr>
          <w:rtl/>
        </w:rPr>
        <w:t>.</w:t>
      </w:r>
      <w:r w:rsidRPr="00573E19">
        <w:rPr>
          <w:rtl/>
        </w:rPr>
        <w:t xml:space="preserve"> ترجمة الذهبي وابن حجر وإسماعيل باشا والنجاشي والشيخ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محمد بن سليمان يكنى أبا غالب الزراري نسبة إلى زرارة بن أعين وليس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هو ولا آباؤه من ولده وإنما هم من ولد بكير بن أعين أخي زرارة بن أعين وكانوا</w:t>
      </w:r>
      <w:r w:rsidR="009C2257">
        <w:rPr>
          <w:rtl/>
        </w:rPr>
        <w:t xml:space="preserve"> </w:t>
      </w:r>
      <w:r w:rsidRPr="00573E19">
        <w:rPr>
          <w:rtl/>
        </w:rPr>
        <w:t>يعرفون بولد الجهم وأول من نسب إلى زرارة جده سليمان نسبه الإمام العسكري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فقد كان إذا ذكره في توقيعاته إلى غيره قال الزراري تورية عنه وسترا</w:t>
      </w:r>
      <w:r w:rsidR="009C2257">
        <w:rPr>
          <w:rtl/>
        </w:rPr>
        <w:t xml:space="preserve"> </w:t>
      </w:r>
      <w:r w:rsidRPr="00573E19">
        <w:rPr>
          <w:rtl/>
        </w:rPr>
        <w:t>عليه ثم اتسع ذلك وسموا به</w:t>
      </w:r>
      <w:r w:rsidR="00CA4563">
        <w:rPr>
          <w:rtl/>
        </w:rPr>
        <w:t>،</w:t>
      </w:r>
      <w:r w:rsidRPr="00573E19">
        <w:rPr>
          <w:rtl/>
        </w:rPr>
        <w:t xml:space="preserve"> ذكر جميع ذلك أبو غالب في رسالته</w:t>
      </w:r>
      <w:r w:rsidR="00CA4563">
        <w:rPr>
          <w:rtl/>
        </w:rPr>
        <w:t>،</w:t>
      </w:r>
      <w:r w:rsidRPr="00573E19">
        <w:rPr>
          <w:rtl/>
        </w:rPr>
        <w:t xml:space="preserve"> وكان أبو غالب</w:t>
      </w:r>
      <w:r w:rsidR="009C2257">
        <w:rPr>
          <w:rtl/>
        </w:rPr>
        <w:t xml:space="preserve"> </w:t>
      </w:r>
      <w:r w:rsidRPr="00573E19">
        <w:rPr>
          <w:rtl/>
        </w:rPr>
        <w:t>شيخ أصحابنا في عصره وأستاذهم وثقتهم كذا قاله الشيخ في ترجمته في فهرسته وقال</w:t>
      </w:r>
      <w:r w:rsidR="009C2257">
        <w:rPr>
          <w:rtl/>
        </w:rPr>
        <w:t xml:space="preserve"> </w:t>
      </w:r>
      <w:r w:rsidRPr="00573E19">
        <w:rPr>
          <w:rtl/>
        </w:rPr>
        <w:t>في رجاله انه جليل القدر كثير الرواية ثقة</w:t>
      </w:r>
      <w:r w:rsidR="00CA4563">
        <w:rPr>
          <w:rtl/>
        </w:rPr>
        <w:t>،</w:t>
      </w:r>
      <w:r w:rsidRPr="00573E19">
        <w:rPr>
          <w:rtl/>
        </w:rPr>
        <w:t xml:space="preserve"> وقال النجاشي شيخ العصابة في زمنه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ووجههم ولد أواخر ربيع الثاني سنة </w:t>
      </w:r>
      <w:r>
        <w:rPr>
          <w:rtl/>
        </w:rPr>
        <w:t>2</w:t>
      </w:r>
      <w:r w:rsidRPr="00573E19">
        <w:rPr>
          <w:rtl/>
        </w:rPr>
        <w:t>85 وكانت ولادة ابنه عبيد الله والد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طاهر الذي كتب إليه الرسالة المعروفة سنة </w:t>
      </w:r>
      <w:r>
        <w:rPr>
          <w:rtl/>
        </w:rPr>
        <w:t>3</w:t>
      </w:r>
      <w:r w:rsidRPr="00573E19">
        <w:rPr>
          <w:rtl/>
        </w:rPr>
        <w:t>1</w:t>
      </w:r>
      <w:r>
        <w:rPr>
          <w:rtl/>
        </w:rPr>
        <w:t>3</w:t>
      </w:r>
      <w:r w:rsidRPr="00573E19">
        <w:rPr>
          <w:rtl/>
        </w:rPr>
        <w:t xml:space="preserve"> وعمر أبي غالب يومئذ </w:t>
      </w:r>
      <w:r>
        <w:rPr>
          <w:rtl/>
        </w:rPr>
        <w:t>2</w:t>
      </w:r>
      <w:r w:rsidRPr="00573E19">
        <w:rPr>
          <w:rtl/>
        </w:rPr>
        <w:t>8 سنة وله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مشايخ روى عنهم كالكليني وعبد الله بن جعفر الحميري وكان سماعه من الأخير سنة </w:t>
      </w:r>
      <w:r>
        <w:rPr>
          <w:rtl/>
        </w:rPr>
        <w:t>2</w:t>
      </w:r>
      <w:r w:rsidRPr="00573E19">
        <w:rPr>
          <w:rtl/>
        </w:rPr>
        <w:t>97</w:t>
      </w:r>
      <w:r w:rsidR="009C2257">
        <w:rPr>
          <w:rtl/>
        </w:rPr>
        <w:t xml:space="preserve"> </w:t>
      </w:r>
      <w:r w:rsidRPr="00573E19">
        <w:rPr>
          <w:rtl/>
        </w:rPr>
        <w:t>وعمره 1</w:t>
      </w:r>
      <w:r>
        <w:rPr>
          <w:rtl/>
        </w:rPr>
        <w:t>2</w:t>
      </w:r>
      <w:r w:rsidRPr="00573E19">
        <w:rPr>
          <w:rtl/>
        </w:rPr>
        <w:t xml:space="preserve"> سنة وشهورا</w:t>
      </w:r>
      <w:r>
        <w:rPr>
          <w:rtl/>
        </w:rPr>
        <w:t>.</w:t>
      </w:r>
      <w:r w:rsidRPr="00573E19">
        <w:rPr>
          <w:rtl/>
        </w:rPr>
        <w:t xml:space="preserve"> ويروى عن أحمد بن محمد العاصمي وأحمد بن إدريس القمي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والتلعكبري وسمع منه سنة </w:t>
      </w:r>
      <w:r>
        <w:rPr>
          <w:rtl/>
        </w:rPr>
        <w:t>3</w:t>
      </w:r>
      <w:r w:rsidRPr="00573E19">
        <w:rPr>
          <w:rtl/>
        </w:rPr>
        <w:t>40 ومن تلاميذه الشيخان المفيد والطوسي</w:t>
      </w:r>
      <w:r w:rsidR="00CA4563">
        <w:rPr>
          <w:rtl/>
        </w:rPr>
        <w:t>،</w:t>
      </w:r>
      <w:r w:rsidRPr="00573E19">
        <w:rPr>
          <w:rtl/>
        </w:rPr>
        <w:t xml:space="preserve"> والغضائري</w:t>
      </w:r>
      <w:r w:rsidR="009C2257">
        <w:rPr>
          <w:rtl/>
        </w:rPr>
        <w:t xml:space="preserve"> </w:t>
      </w:r>
      <w:r w:rsidRPr="00573E19">
        <w:rPr>
          <w:rtl/>
        </w:rPr>
        <w:t>وأحمد بن عبدون وغيرهم</w:t>
      </w:r>
      <w:r w:rsidR="00CA4563">
        <w:rPr>
          <w:rtl/>
        </w:rPr>
        <w:t>،</w:t>
      </w:r>
      <w:r w:rsidRPr="00573E19">
        <w:rPr>
          <w:rtl/>
        </w:rPr>
        <w:t xml:space="preserve"> توفى في جمادى الأول سنة </w:t>
      </w:r>
      <w:r>
        <w:rPr>
          <w:rtl/>
        </w:rPr>
        <w:t>3</w:t>
      </w:r>
      <w:r w:rsidRPr="00573E19">
        <w:rPr>
          <w:rtl/>
        </w:rPr>
        <w:t>68 وتولى جهازه تلميذه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الحسين بن عبيد الله الغضائري قال </w:t>
      </w:r>
      <w:r>
        <w:rPr>
          <w:rtl/>
        </w:rPr>
        <w:t>(</w:t>
      </w:r>
      <w:r w:rsidRPr="00573E19">
        <w:rPr>
          <w:rtl/>
        </w:rPr>
        <w:t xml:space="preserve"> وتوليت جهازه وكان جهازه وحمله إلى مقابر</w:t>
      </w:r>
      <w:r w:rsidR="009C2257">
        <w:rPr>
          <w:rtl/>
        </w:rPr>
        <w:t xml:space="preserve"> </w:t>
      </w:r>
      <w:r w:rsidRPr="00573E19">
        <w:rPr>
          <w:rtl/>
        </w:rPr>
        <w:t>قريش على صاحبها السلام ثم إلى الكوفة ونفذت ما أوصى بانفاذه وأعانني على ذلك</w:t>
      </w:r>
      <w:r w:rsidR="009C2257">
        <w:rPr>
          <w:rtl/>
        </w:rPr>
        <w:t xml:space="preserve"> </w:t>
      </w:r>
      <w:r w:rsidRPr="00573E19">
        <w:rPr>
          <w:rtl/>
        </w:rPr>
        <w:t xml:space="preserve">هلال بن محمد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ثم توفي هلال بن محمد من هذه السنة فتوليت أمره</w:t>
      </w:r>
      <w:r w:rsidR="009C2257">
        <w:rPr>
          <w:rtl/>
        </w:rPr>
        <w:t xml:space="preserve"> </w:t>
      </w:r>
      <w:r w:rsidRPr="00573E19">
        <w:rPr>
          <w:rtl/>
        </w:rPr>
        <w:t>وجهازه ووصيته وحملته إلى المشهدين بمقابر قريش ثم إلى الكوفة</w:t>
      </w:r>
      <w:r w:rsidR="00CA4563">
        <w:rPr>
          <w:rtl/>
        </w:rPr>
        <w:t>،</w:t>
      </w:r>
      <w:r w:rsidRPr="00573E19">
        <w:rPr>
          <w:rtl/>
        </w:rPr>
        <w:t xml:space="preserve"> وقبراهما </w:t>
      </w:r>
      <w:r w:rsidRPr="00FE5331">
        <w:rPr>
          <w:rStyle w:val="libAlaemChar"/>
          <w:rtl/>
        </w:rPr>
        <w:t>رحمهما‌الله</w:t>
      </w:r>
      <w:r w:rsidR="009C2257">
        <w:rPr>
          <w:rtl/>
        </w:rPr>
        <w:t xml:space="preserve"> </w:t>
      </w:r>
      <w:r w:rsidRPr="00573E19">
        <w:rPr>
          <w:rtl/>
        </w:rPr>
        <w:t>بالغري اه</w:t>
      </w:r>
      <w:r>
        <w:rPr>
          <w:rtl/>
        </w:rPr>
        <w:t>.</w:t>
      </w:r>
      <w:r w:rsidRPr="00573E19">
        <w:rPr>
          <w:rtl/>
        </w:rPr>
        <w:t xml:space="preserve"> ترجم له الشيخ والنجاشي والعلامة وسيد الأعيان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هارون بن موسى بن أحمد بن سعد بن سعيد الشيباني البغدادي يكنى أبا محمد</w:t>
      </w:r>
      <w:r w:rsidR="009C2257">
        <w:rPr>
          <w:rtl/>
        </w:rPr>
        <w:t xml:space="preserve"> </w:t>
      </w:r>
      <w:r w:rsidRPr="00573E19">
        <w:rPr>
          <w:rtl/>
        </w:rPr>
        <w:t>كان وجها في أصحابنا جليل القدر عظيم المنزلة واسع الرواية عديم النظير ثقة لا يطعن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الصيمري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وأبي المفضل الشيباني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وغيرهم كلهم عن محمد بن يعقوب</w:t>
      </w:r>
      <w:r w:rsidR="009C2257">
        <w:rPr>
          <w:rtl/>
        </w:rPr>
        <w:t xml:space="preserve"> </w:t>
      </w:r>
      <w:r w:rsidRPr="00573E19">
        <w:rPr>
          <w:rtl/>
        </w:rPr>
        <w:t>وأخبرنا به أيضا أحمد بن عبدون المعروف بابن الحاشر رحمة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عليه روى جميع الأصول والمصنفات سمع كثيرا من الشيوخ من العامة والخاصة منهم</w:t>
      </w:r>
      <w:r w:rsidR="009C2257">
        <w:rPr>
          <w:rtl/>
        </w:rPr>
        <w:t xml:space="preserve"> </w:t>
      </w:r>
      <w:r w:rsidRPr="00573E19">
        <w:rPr>
          <w:rtl/>
        </w:rPr>
        <w:t>أبا القاسم البغوي وأبا بكر الباغندي</w:t>
      </w:r>
      <w:r w:rsidR="00CA4563">
        <w:rPr>
          <w:rtl/>
        </w:rPr>
        <w:t>،</w:t>
      </w:r>
      <w:r w:rsidRPr="00573E19">
        <w:rPr>
          <w:rtl/>
        </w:rPr>
        <w:t xml:space="preserve"> قال ابن حجر راوية للمناكير رافضي له كتاب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الجوارح في علوم الدين مات في ربيع الاخر سنة </w:t>
      </w:r>
      <w:r>
        <w:rPr>
          <w:rtl/>
        </w:rPr>
        <w:t>3</w:t>
      </w:r>
      <w:r w:rsidRPr="00573E19">
        <w:rPr>
          <w:rtl/>
        </w:rPr>
        <w:t>85 ترجمه ابن حجر وإسماعيل پاشا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في كتابيهما وما كتبه أصحابنا في ترجمته أوفى بمعرفة مقامه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أبي رافع إبراهيم الصيمري « الضميري خ ل »</w:t>
      </w:r>
      <w:r>
        <w:rPr>
          <w:rtl/>
        </w:rPr>
        <w:t xml:space="preserve"> - </w:t>
      </w:r>
      <w:r w:rsidRPr="00573E19">
        <w:rPr>
          <w:rtl/>
        </w:rPr>
        <w:t>يكنى أبا عبد الله</w:t>
      </w:r>
      <w:r w:rsidR="009C2257">
        <w:rPr>
          <w:rtl/>
        </w:rPr>
        <w:t xml:space="preserve"> </w:t>
      </w:r>
      <w:r w:rsidRPr="00573E19">
        <w:rPr>
          <w:rtl/>
        </w:rPr>
        <w:t>أصله من الكوفة وسكن بغداد ثقة في الحديث صحيح الاعتقاد روى عن الشيخ</w:t>
      </w:r>
      <w:r w:rsidR="009C2257">
        <w:rPr>
          <w:rtl/>
        </w:rPr>
        <w:t xml:space="preserve"> </w:t>
      </w:r>
      <w:r w:rsidRPr="00573E19">
        <w:rPr>
          <w:rtl/>
        </w:rPr>
        <w:t>الطوسي وروى عنه الشيخ أيضا وأجاز له جميع مروياته صنف كتبا منها كتاب السرائر</w:t>
      </w:r>
      <w:r w:rsidR="009C2257">
        <w:rPr>
          <w:rtl/>
        </w:rPr>
        <w:t xml:space="preserve"> </w:t>
      </w:r>
      <w:r w:rsidRPr="00573E19">
        <w:rPr>
          <w:rtl/>
        </w:rPr>
        <w:t>وكتاب النوادر وهو كتاب حسن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المامقاني في تنقيحه وغيره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محمد بن عبد الله بن محمد بن عبيد الله بن المطلب أبو المفضل الشيباني الكوفي نزل</w:t>
      </w:r>
      <w:r w:rsidR="009C2257">
        <w:rPr>
          <w:rtl/>
        </w:rPr>
        <w:t xml:space="preserve"> </w:t>
      </w:r>
      <w:r w:rsidRPr="00573E19">
        <w:rPr>
          <w:rtl/>
        </w:rPr>
        <w:t>بغداد وحدث بها سافر في طلب الحديث عمره له رحلة إلى مصر والشام</w:t>
      </w:r>
      <w:r>
        <w:rPr>
          <w:rtl/>
        </w:rPr>
        <w:t>.</w:t>
      </w:r>
      <w:r w:rsidRPr="00573E19">
        <w:rPr>
          <w:rtl/>
        </w:rPr>
        <w:t xml:space="preserve"> نقل الوحيد في</w:t>
      </w:r>
      <w:r w:rsidR="009C2257">
        <w:rPr>
          <w:rtl/>
        </w:rPr>
        <w:t xml:space="preserve"> </w:t>
      </w:r>
      <w:r w:rsidRPr="00573E19">
        <w:rPr>
          <w:rtl/>
        </w:rPr>
        <w:t>فصل الكنى انه قد أكثر الثقة الجليل علي بن محمد الخزاز من ذكره مترحما عليه في</w:t>
      </w:r>
      <w:r w:rsidR="009C2257">
        <w:rPr>
          <w:rtl/>
        </w:rPr>
        <w:t xml:space="preserve"> </w:t>
      </w:r>
      <w:r w:rsidRPr="00573E19">
        <w:rPr>
          <w:rtl/>
        </w:rPr>
        <w:t>كتابه الكفاية ويظهر منه انه شيخه</w:t>
      </w:r>
      <w:r>
        <w:rPr>
          <w:rtl/>
        </w:rPr>
        <w:t>.</w:t>
      </w:r>
      <w:r w:rsidRPr="00573E19">
        <w:rPr>
          <w:rtl/>
        </w:rPr>
        <w:t xml:space="preserve"> قال الخطيب</w:t>
      </w:r>
      <w:r>
        <w:rPr>
          <w:rtl/>
        </w:rPr>
        <w:t xml:space="preserve"> ..</w:t>
      </w:r>
      <w:r w:rsidRPr="00573E19">
        <w:rPr>
          <w:rtl/>
        </w:rPr>
        <w:t xml:space="preserve"> وكان يروي غرائب الحديث</w:t>
      </w:r>
      <w:r w:rsidR="009C2257">
        <w:rPr>
          <w:rtl/>
        </w:rPr>
        <w:t xml:space="preserve"> </w:t>
      </w:r>
      <w:r w:rsidRPr="00573E19">
        <w:rPr>
          <w:rtl/>
        </w:rPr>
        <w:t>وسؤالات الشيوخ فكتب الناس عنه بانتخاب الدارقطني ثم بان كذبه فمزقوا حديثه</w:t>
      </w:r>
      <w:r w:rsidR="009C2257">
        <w:rPr>
          <w:rtl/>
        </w:rPr>
        <w:t xml:space="preserve"> </w:t>
      </w:r>
      <w:r w:rsidRPr="00573E19">
        <w:rPr>
          <w:rtl/>
        </w:rPr>
        <w:t>وأبطلوا روايته وكان بعد يضع الأحاديث للرافضة ويملي في مسجد الشرقية اه ومنه</w:t>
      </w:r>
      <w:r w:rsidR="009C2257">
        <w:rPr>
          <w:rtl/>
        </w:rPr>
        <w:t xml:space="preserve"> </w:t>
      </w:r>
      <w:r w:rsidRPr="00573E19">
        <w:rPr>
          <w:rtl/>
        </w:rPr>
        <w:t>يعلم سبب ابطال روايته وتمزيق حديثه</w:t>
      </w:r>
      <w:r w:rsidR="00CA4563">
        <w:rPr>
          <w:rtl/>
        </w:rPr>
        <w:t>،</w:t>
      </w:r>
      <w:r w:rsidRPr="00573E19">
        <w:rPr>
          <w:rtl/>
        </w:rPr>
        <w:t xml:space="preserve"> قال أبو العلاء الواسطي كان حسن الهيئة</w:t>
      </w:r>
      <w:r w:rsidR="009C2257">
        <w:rPr>
          <w:rtl/>
        </w:rPr>
        <w:t xml:space="preserve"> </w:t>
      </w:r>
      <w:r w:rsidRPr="00573E19">
        <w:rPr>
          <w:rtl/>
        </w:rPr>
        <w:t>جميل الظاهر نظيف اللبسة وسمعت الدارقطني سئل عنه فقال يشبه الشيوخ</w:t>
      </w:r>
      <w:r w:rsidR="00CA4563">
        <w:rPr>
          <w:rtl/>
        </w:rPr>
        <w:t>،</w:t>
      </w:r>
      <w:r w:rsidRPr="00573E19">
        <w:rPr>
          <w:rtl/>
        </w:rPr>
        <w:t xml:space="preserve"> قال</w:t>
      </w:r>
      <w:r w:rsidR="009C2257">
        <w:rPr>
          <w:rtl/>
        </w:rPr>
        <w:t xml:space="preserve"> </w:t>
      </w:r>
      <w:r w:rsidRPr="00573E19">
        <w:rPr>
          <w:rtl/>
        </w:rPr>
        <w:t>أبو ذر الهروي كتبت عنه في المعجم للمعرفة ولم اخرج عنه في تصانيفي شيئا وتركت</w:t>
      </w:r>
      <w:r w:rsidR="009C2257">
        <w:rPr>
          <w:rtl/>
        </w:rPr>
        <w:t xml:space="preserve"> </w:t>
      </w:r>
      <w:r w:rsidRPr="00573E19">
        <w:rPr>
          <w:rtl/>
        </w:rPr>
        <w:t>الرواية عنه لأني سمعت الدارقطني يقول كنت أتوهمه من رهبان هذه الأمة وسألته</w:t>
      </w:r>
      <w:r w:rsidR="009C2257">
        <w:rPr>
          <w:rtl/>
        </w:rPr>
        <w:t xml:space="preserve"> </w:t>
      </w:r>
      <w:r w:rsidRPr="00573E19">
        <w:rPr>
          <w:rtl/>
        </w:rPr>
        <w:t>الدعاء لي فتعوذ بالله من الحور بعد الكور وقال أبو ذر</w:t>
      </w:r>
      <w:r w:rsidR="00CA4563">
        <w:rPr>
          <w:rtl/>
        </w:rPr>
        <w:t>:</w:t>
      </w:r>
      <w:r w:rsidRPr="00573E19">
        <w:rPr>
          <w:rtl/>
        </w:rPr>
        <w:t xml:space="preserve"> يعني سبب ذلك أنه قعد</w:t>
      </w:r>
      <w:r w:rsidR="009C2257">
        <w:rPr>
          <w:rtl/>
        </w:rPr>
        <w:t xml:space="preserve"> </w:t>
      </w:r>
      <w:r w:rsidRPr="00573E19">
        <w:rPr>
          <w:rtl/>
        </w:rPr>
        <w:t>للرافضة واملى عليهم أحاديث ذكر فيها مثالب الصحابة ا ه ومنه يعلم ميزان الجرح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والتعديل عند القوم ولد سنة </w:t>
      </w:r>
      <w:r>
        <w:rPr>
          <w:rtl/>
        </w:rPr>
        <w:t>2</w:t>
      </w:r>
      <w:r w:rsidRPr="00573E19">
        <w:rPr>
          <w:rtl/>
        </w:rPr>
        <w:t>97 وتوفي في بغداد في التاسع والعشرين من شهر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ربيع الاخر سنة </w:t>
      </w:r>
      <w:r>
        <w:rPr>
          <w:rtl/>
        </w:rPr>
        <w:t>3</w:t>
      </w:r>
      <w:r w:rsidRPr="00573E19">
        <w:rPr>
          <w:rtl/>
        </w:rPr>
        <w:t>87 له كتب ترجم له الخطيب وابن حجر من العامة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عليه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أحمد بن أبي رافع وأبي الحسين عبد الكريم بن عبد الله بن نصر البزاز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بتنيس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وبغداد عن أبي جعفر محمد بن يعقوب الكليني جميع مصنفاته وأحاديثه</w:t>
      </w:r>
      <w:r w:rsidR="009C2257">
        <w:rPr>
          <w:rtl/>
        </w:rPr>
        <w:t xml:space="preserve"> </w:t>
      </w:r>
      <w:r w:rsidRPr="00573E19">
        <w:rPr>
          <w:rtl/>
        </w:rPr>
        <w:t>سماعا وإجازة ببغداد بباب الكوفة درب السلسلة سنة سبع وعشرين وثلاثمائة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علي بن إبراهيم بن هاشم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فقد رويته بهذه الأسانيد</w:t>
      </w:r>
      <w:r w:rsidR="009C2257">
        <w:rPr>
          <w:rtl/>
        </w:rPr>
        <w:t xml:space="preserve"> </w:t>
      </w:r>
      <w:r w:rsidRPr="00573E19">
        <w:rPr>
          <w:rtl/>
        </w:rPr>
        <w:t>عن محمد بن يعقوب عن علي بن إبراهيم وأخبرني برواياته الشيخ المفيد أبو عبد الله</w:t>
      </w:r>
      <w:r w:rsidR="009C2257">
        <w:rPr>
          <w:rtl/>
        </w:rPr>
        <w:t xml:space="preserve"> </w:t>
      </w:r>
      <w:r w:rsidRPr="00573E19">
        <w:rPr>
          <w:rtl/>
        </w:rPr>
        <w:t>محمد بن محمد بن النعمان والحسين بن عبيد الله وأحمد بن عبدون كلهم عن أبي محمد الحسن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عبد الواحد بن أحمد البزاز أبو عبد الله المعروف بابن عبدون</w:t>
      </w:r>
      <w:r w:rsidR="009C2257">
        <w:rPr>
          <w:rtl/>
        </w:rPr>
        <w:t xml:space="preserve"> </w:t>
      </w:r>
      <w:r w:rsidRPr="00573E19">
        <w:rPr>
          <w:rtl/>
        </w:rPr>
        <w:t>وبابن الحاشر شيخ من مشايخ الإجازة كثير السماع والرواية وكان قويا في الأدب قد قرأ</w:t>
      </w:r>
      <w:r w:rsidR="009C2257">
        <w:rPr>
          <w:rtl/>
        </w:rPr>
        <w:t xml:space="preserve"> </w:t>
      </w:r>
      <w:r w:rsidRPr="00573E19">
        <w:rPr>
          <w:rtl/>
        </w:rPr>
        <w:t>كتب الأدب على شيوخ أهل الأدب له كتب ذكرها مترجموه يروي عن أبي بكر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الجعابي المتوفى سنة </w:t>
      </w:r>
      <w:r>
        <w:rPr>
          <w:rtl/>
        </w:rPr>
        <w:t>3</w:t>
      </w:r>
      <w:r w:rsidRPr="00573E19">
        <w:rPr>
          <w:rtl/>
        </w:rPr>
        <w:t xml:space="preserve">55 وعن أبي بشر العمي المتوفي سنة </w:t>
      </w:r>
      <w:r>
        <w:rPr>
          <w:rtl/>
        </w:rPr>
        <w:t>3</w:t>
      </w:r>
      <w:r w:rsidRPr="00573E19">
        <w:rPr>
          <w:rtl/>
        </w:rPr>
        <w:t>50 بواسطة أبي طالب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الأنباري ولقي أبا الحسن علي بن محمد بن الزبير القرشي المتوفى سنة </w:t>
      </w:r>
      <w:r>
        <w:rPr>
          <w:rtl/>
        </w:rPr>
        <w:t>3</w:t>
      </w:r>
      <w:r w:rsidRPr="00573E19">
        <w:rPr>
          <w:rtl/>
        </w:rPr>
        <w:t>48 توفي</w:t>
      </w:r>
      <w:r w:rsidR="009C2257">
        <w:rPr>
          <w:rtl/>
        </w:rPr>
        <w:t xml:space="preserve"> </w:t>
      </w:r>
      <w:r w:rsidRPr="00573E19">
        <w:rPr>
          <w:rtl/>
        </w:rPr>
        <w:t>ابن الحاشر سنة 4</w:t>
      </w:r>
      <w:r>
        <w:rPr>
          <w:rtl/>
        </w:rPr>
        <w:t>23</w:t>
      </w:r>
      <w:r w:rsidRPr="00573E19">
        <w:rPr>
          <w:rtl/>
        </w:rPr>
        <w:t xml:space="preserve"> ترجم له إسماعيل باشا في هدية العارفين</w:t>
      </w:r>
      <w:r w:rsidR="00CA4563">
        <w:rPr>
          <w:rtl/>
        </w:rPr>
        <w:t>،</w:t>
      </w:r>
      <w:r w:rsidRPr="00573E19">
        <w:rPr>
          <w:rtl/>
        </w:rPr>
        <w:t xml:space="preserve"> كما ترجمه الشيخ والنجاشي</w:t>
      </w:r>
      <w:r w:rsidR="009C2257">
        <w:rPr>
          <w:rtl/>
        </w:rPr>
        <w:t xml:space="preserve"> </w:t>
      </w:r>
      <w:r w:rsidRPr="00573E19">
        <w:rPr>
          <w:rtl/>
        </w:rPr>
        <w:t>والعلامة وابن داود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عبد الكريم بن عبد الله بن نصر</w:t>
      </w:r>
      <w:r>
        <w:rPr>
          <w:rtl/>
        </w:rPr>
        <w:t xml:space="preserve"> - </w:t>
      </w:r>
      <w:r w:rsidRPr="00573E19">
        <w:rPr>
          <w:rtl/>
        </w:rPr>
        <w:t>النضر خ ل</w:t>
      </w:r>
      <w:r>
        <w:rPr>
          <w:rtl/>
        </w:rPr>
        <w:t xml:space="preserve"> - </w:t>
      </w:r>
      <w:r w:rsidRPr="00573E19">
        <w:rPr>
          <w:rtl/>
        </w:rPr>
        <w:t>البزاز أبو الحسين بتنيس</w:t>
      </w:r>
      <w:r>
        <w:rPr>
          <w:rtl/>
        </w:rPr>
        <w:t xml:space="preserve"> - </w:t>
      </w:r>
      <w:r w:rsidRPr="00573E19">
        <w:rPr>
          <w:rtl/>
        </w:rPr>
        <w:t>بتفليس</w:t>
      </w:r>
      <w:r w:rsidR="009C2257">
        <w:rPr>
          <w:rtl/>
        </w:rPr>
        <w:t xml:space="preserve"> </w:t>
      </w:r>
      <w:r w:rsidRPr="00573E19">
        <w:rPr>
          <w:rtl/>
        </w:rPr>
        <w:t>خ ل</w:t>
      </w:r>
      <w:r>
        <w:rPr>
          <w:rtl/>
        </w:rPr>
        <w:t xml:space="preserve"> - </w:t>
      </w:r>
      <w:r w:rsidRPr="00573E19">
        <w:rPr>
          <w:rtl/>
        </w:rPr>
        <w:t>بتستر خ ل</w:t>
      </w:r>
      <w:r>
        <w:rPr>
          <w:rtl/>
        </w:rPr>
        <w:t xml:space="preserve"> - </w:t>
      </w:r>
      <w:r w:rsidRPr="00573E19">
        <w:rPr>
          <w:rtl/>
        </w:rPr>
        <w:t>وبغداد من مشايخ أحمد بن عبدون المعروف بابن الحاشر</w:t>
      </w:r>
      <w:r w:rsidR="009C2257">
        <w:rPr>
          <w:rtl/>
        </w:rPr>
        <w:t xml:space="preserve"> </w:t>
      </w:r>
      <w:r w:rsidRPr="00573E19">
        <w:rPr>
          <w:rtl/>
        </w:rPr>
        <w:t>رحمة الله عليه ومن تلاميذ ثقة الاسلام الكليني لم نعثر على من ترجمة ترجمة مستقلة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علي بن إبراهيم بن هاشم القمي أبو الحسن من مشايخ ثقة الاسلام الكليني ره</w:t>
      </w:r>
      <w:r w:rsidR="009C2257">
        <w:rPr>
          <w:rtl/>
        </w:rPr>
        <w:t xml:space="preserve"> </w:t>
      </w:r>
      <w:r w:rsidRPr="00573E19">
        <w:rPr>
          <w:rtl/>
        </w:rPr>
        <w:t>ومن محدثي أصحابنا ومفسريهم ثقة في الحديث ثبت معتمد صحيح المذهب سمع</w:t>
      </w:r>
      <w:r w:rsidR="009C2257">
        <w:rPr>
          <w:rtl/>
        </w:rPr>
        <w:t xml:space="preserve"> </w:t>
      </w:r>
      <w:r w:rsidRPr="00573E19">
        <w:rPr>
          <w:rtl/>
        </w:rPr>
        <w:t>فأكثر قال عنه ابن النديم من العلماء والفقهاء</w:t>
      </w:r>
      <w:r w:rsidR="00CA4563">
        <w:rPr>
          <w:rtl/>
        </w:rPr>
        <w:t>،</w:t>
      </w:r>
      <w:r w:rsidRPr="00573E19">
        <w:rPr>
          <w:rtl/>
        </w:rPr>
        <w:t xml:space="preserve"> وكان جلدا كما وصفه ابن حجر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فقد بصره في أواسط عمره</w:t>
      </w:r>
      <w:r w:rsidR="00CA4563">
        <w:rPr>
          <w:rtl/>
        </w:rPr>
        <w:t>،</w:t>
      </w:r>
      <w:r w:rsidRPr="00573E19">
        <w:rPr>
          <w:rtl/>
        </w:rPr>
        <w:t xml:space="preserve"> صنف كتبا أشهرها كتاب التفسير المشهور الذي قال</w:t>
      </w:r>
      <w:r w:rsidR="00CA4563">
        <w:rPr>
          <w:rtl/>
        </w:rPr>
        <w:t>:</w:t>
      </w:r>
      <w:r w:rsidRPr="00573E19">
        <w:rPr>
          <w:rtl/>
        </w:rPr>
        <w:t xml:space="preserve"> عنه</w:t>
      </w:r>
      <w:r w:rsidR="009C2257">
        <w:rPr>
          <w:rtl/>
        </w:rPr>
        <w:t xml:space="preserve"> </w:t>
      </w:r>
      <w:r w:rsidRPr="00573E19">
        <w:rPr>
          <w:rtl/>
        </w:rPr>
        <w:t>ابن حجر</w:t>
      </w:r>
      <w:r w:rsidR="00CA4563">
        <w:rPr>
          <w:rtl/>
        </w:rPr>
        <w:t>:</w:t>
      </w:r>
      <w:r w:rsidRPr="00573E19">
        <w:rPr>
          <w:rtl/>
        </w:rPr>
        <w:t xml:space="preserve"> « له تفسير فيه مصائب » وليته دلنا على بعض ما حسبه مصيبة عليه 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حيا إلى سنة </w:t>
      </w:r>
      <w:r>
        <w:rPr>
          <w:rtl/>
        </w:rPr>
        <w:t>3</w:t>
      </w:r>
      <w:r w:rsidRPr="00573E19">
        <w:rPr>
          <w:rtl/>
        </w:rPr>
        <w:t>07 وهي السنة التي روى عنه فيها حمزة بن القاسم بن علي من أحفاد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الفضل العباس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ترجم له ابن النديم وابن حجر وإسماعيل باشا ومن</w:t>
      </w:r>
      <w:r w:rsidR="009C2257">
        <w:rPr>
          <w:rtl/>
        </w:rPr>
        <w:t xml:space="preserve"> </w:t>
      </w:r>
      <w:r w:rsidRPr="00573E19">
        <w:rPr>
          <w:rtl/>
        </w:rPr>
        <w:t>أصحابنا الشيخ والنجاشي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ابن حمزة العلوي الطبري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علي بن إبراهيم بن هاشم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محمد بن يحيى العطار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رويته بهذه الأسانيد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يعقوب عن محمد بن يحيى العطار وأخبرني به أيضا الحسين بن عبيد الله وأبو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أبي جيد القمي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</w:t>
      </w:r>
      <w:r w:rsidRPr="00FE5331">
        <w:rPr>
          <w:rStyle w:val="libAlaemChar"/>
          <w:rtl/>
        </w:rPr>
        <w:t>رحمهما‌الله</w:t>
      </w:r>
      <w:r w:rsidRPr="00573E19">
        <w:rPr>
          <w:rtl/>
        </w:rPr>
        <w:t xml:space="preserve"> جميعا عن أحمد بن محمد بن يحيى عن أبيه محمد</w:t>
      </w:r>
      <w:r w:rsidR="009C2257">
        <w:rPr>
          <w:rtl/>
        </w:rPr>
        <w:t xml:space="preserve"> </w:t>
      </w:r>
      <w:r w:rsidRPr="00573E19">
        <w:rPr>
          <w:rtl/>
        </w:rPr>
        <w:t>ابن يحيى العطار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أحمد بن إدريس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فقد رويته بهذه الأسانيد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يعقوب عن أحمد بن إدريس وأخبرني بجميع رواياته أيضا الشيخ أبو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الحسن بن حمزة بن علي بن عبد الله بن محمد بن الحسن بن الحسين بن الإمام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الحسين السجاد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الملقب بمرعش المكنى بابي محمد العلوي الطبري كان فقيها عارفا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أديبا فاضلا زاهدا ورعا من أجلاء الطائفة وفقهائها قدم بغداد ولقيه الشيوخ سنة </w:t>
      </w:r>
      <w:r>
        <w:rPr>
          <w:rtl/>
        </w:rPr>
        <w:t>3</w:t>
      </w:r>
      <w:r w:rsidRPr="00573E19">
        <w:rPr>
          <w:rtl/>
        </w:rPr>
        <w:t>56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 منه التلعكبري وكان سماعه منه أولا سنة </w:t>
      </w:r>
      <w:r>
        <w:rPr>
          <w:rtl/>
        </w:rPr>
        <w:t>32</w:t>
      </w:r>
      <w:r w:rsidRPr="00573E19">
        <w:rPr>
          <w:rtl/>
        </w:rPr>
        <w:t>8 وله منه إجازة بجميع كتبه ورواياته</w:t>
      </w:r>
      <w:r w:rsidR="009C2257">
        <w:rPr>
          <w:rtl/>
        </w:rPr>
        <w:t xml:space="preserve"> </w:t>
      </w:r>
      <w:r w:rsidRPr="00573E19">
        <w:rPr>
          <w:rtl/>
        </w:rPr>
        <w:t>له عدة كتب ذكرها مترجموه في ترجمته</w:t>
      </w:r>
      <w:r>
        <w:rPr>
          <w:rtl/>
        </w:rPr>
        <w:t>.</w:t>
      </w:r>
      <w:r w:rsidRPr="00573E19">
        <w:rPr>
          <w:rtl/>
        </w:rPr>
        <w:t xml:space="preserve"> لاحظ فهرست الشيخ ورجال النجاشي</w:t>
      </w:r>
      <w:r w:rsidR="009C2257">
        <w:rPr>
          <w:rtl/>
        </w:rPr>
        <w:t xml:space="preserve"> </w:t>
      </w:r>
      <w:r w:rsidRPr="00573E19">
        <w:rPr>
          <w:rtl/>
        </w:rPr>
        <w:t>وهدية العارفين وغير ذلك من معاجم التراجم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محمد بن يحيى العطار أبو جعفر الأشعري القمي شيخ أصحابنا في زمانه ثقة</w:t>
      </w:r>
      <w:r w:rsidR="009C2257">
        <w:rPr>
          <w:rtl/>
        </w:rPr>
        <w:t xml:space="preserve"> </w:t>
      </w:r>
      <w:r w:rsidRPr="00573E19">
        <w:rPr>
          <w:rtl/>
        </w:rPr>
        <w:t>عين كثير الحديث روى الكليني عنه وابنه أحمد ومحمد بن موسى المتوكل ومحمد بن علي</w:t>
      </w:r>
      <w:r w:rsidR="009C2257">
        <w:rPr>
          <w:rtl/>
        </w:rPr>
        <w:t xml:space="preserve"> </w:t>
      </w:r>
      <w:r w:rsidRPr="00573E19">
        <w:rPr>
          <w:rtl/>
        </w:rPr>
        <w:t>ماجيلويه وعلي بن الحسين بن بابويه ومعاوية بن وهب واضرابهم من مشايخ الطائفة</w:t>
      </w:r>
      <w:r w:rsidR="009C2257">
        <w:rPr>
          <w:rtl/>
        </w:rPr>
        <w:t xml:space="preserve"> </w:t>
      </w:r>
      <w:r w:rsidRPr="00573E19">
        <w:rPr>
          <w:rtl/>
        </w:rPr>
        <w:t>له كتب منها كتاب مقتل الحسين وكتاب النوادر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أبو الحسين بن أبي جيد القمي واسمه علي بن أحمد بن محمد بن مشايخ الإجازة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سمع أحمد بن محمد العطار سنة </w:t>
      </w:r>
      <w:r>
        <w:rPr>
          <w:rtl/>
        </w:rPr>
        <w:t>3</w:t>
      </w:r>
      <w:r w:rsidRPr="00573E19">
        <w:rPr>
          <w:rtl/>
        </w:rPr>
        <w:t>56 وله منه إجازة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أحمد بن محمد بن يحيى العطار أبو علي الأشعري القمي من مشايخ الإجازة ومن</w:t>
      </w:r>
      <w:r w:rsidR="009C2257">
        <w:rPr>
          <w:rtl/>
        </w:rPr>
        <w:t xml:space="preserve"> </w:t>
      </w:r>
      <w:r w:rsidRPr="00573E19">
        <w:rPr>
          <w:rtl/>
        </w:rPr>
        <w:t>مشايخ أبي العباس السيرافي وابن أبي جيد القمي يروي عن أبيه وعبد الله بن جعفر</w:t>
      </w:r>
      <w:r w:rsidR="009C2257">
        <w:rPr>
          <w:rtl/>
        </w:rPr>
        <w:t xml:space="preserve"> </w:t>
      </w:r>
      <w:r w:rsidRPr="00573E19">
        <w:rPr>
          <w:rtl/>
        </w:rPr>
        <w:t>الحميري وسعد بن عبد الله وثقة الشهيد والسماهيجي وصاحب الحاوي والأردبيلي وغيرهم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والحسين بن عبيد الله جميعا عن أبي جعفر محمد بن الحسين بن سفيان البزوفري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>عن أحمد بن إدريس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الحسين بن محمد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رويته بهذا الاسناد عن محمد بن يعقوب</w:t>
      </w:r>
      <w:r w:rsidR="009C2257">
        <w:rPr>
          <w:rtl/>
        </w:rPr>
        <w:t xml:space="preserve"> </w:t>
      </w:r>
      <w:r w:rsidRPr="00573E19">
        <w:rPr>
          <w:rtl/>
        </w:rPr>
        <w:t>عن الحسين بن محمد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محمد بن إسماعيل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الفضل بن شاذان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فقد رويته</w:t>
      </w:r>
      <w:r w:rsidR="009C2257">
        <w:rPr>
          <w:rtl/>
        </w:rPr>
        <w:t xml:space="preserve"> </w:t>
      </w:r>
      <w:r w:rsidRPr="00573E19">
        <w:rPr>
          <w:rtl/>
        </w:rPr>
        <w:t>بهذا الاسناد عن محمد بن يعقوب عن محمد بن إسماعيل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إدريس بن أحمد أبو علي الأشعري القمي كان ثقة فقيها في أصحابنا</w:t>
      </w:r>
      <w:r w:rsidR="009C2257">
        <w:rPr>
          <w:rtl/>
        </w:rPr>
        <w:t xml:space="preserve"> </w:t>
      </w:r>
      <w:r w:rsidRPr="00573E19">
        <w:rPr>
          <w:rtl/>
        </w:rPr>
        <w:t>كثير الحديث صحيح الرواية وصفه ابن حجر في لسانه بالفضل فقال</w:t>
      </w:r>
      <w:r w:rsidR="00CA4563">
        <w:rPr>
          <w:rtl/>
        </w:rPr>
        <w:t>:</w:t>
      </w:r>
      <w:r w:rsidRPr="00573E19">
        <w:rPr>
          <w:rtl/>
        </w:rPr>
        <w:t xml:space="preserve"> الفاضل</w:t>
      </w:r>
      <w:r w:rsidR="009C2257">
        <w:rPr>
          <w:rtl/>
        </w:rPr>
        <w:t xml:space="preserve"> </w:t>
      </w:r>
      <w:r w:rsidRPr="00573E19">
        <w:rPr>
          <w:rtl/>
        </w:rPr>
        <w:t>أبو علي القمي الأشعري من كبار مصنفي الرافضة وذكره أبو الحسن بن بابويه في</w:t>
      </w:r>
      <w:r w:rsidR="009C2257">
        <w:rPr>
          <w:rtl/>
        </w:rPr>
        <w:t xml:space="preserve"> </w:t>
      </w:r>
      <w:r w:rsidRPr="00573E19">
        <w:rPr>
          <w:rtl/>
        </w:rPr>
        <w:t>تاريخ الري ونسبه فقال</w:t>
      </w:r>
      <w:r w:rsidR="00CA4563">
        <w:rPr>
          <w:rtl/>
        </w:rPr>
        <w:t>:</w:t>
      </w:r>
      <w:r w:rsidRPr="00573E19">
        <w:rPr>
          <w:rtl/>
        </w:rPr>
        <w:t xml:space="preserve"> أحمد بن إدريس بن زكريا بن طهمان كان من قدماء الشيعة</w:t>
      </w:r>
      <w:r w:rsidR="009C2257">
        <w:rPr>
          <w:rtl/>
        </w:rPr>
        <w:t xml:space="preserve"> </w:t>
      </w:r>
      <w:r w:rsidRPr="00573E19">
        <w:rPr>
          <w:rtl/>
        </w:rPr>
        <w:t>روى عنه جماعة من شيوخ الشيعة منهم علي بن الحسين بن موسى ومحمد بن الحسن</w:t>
      </w:r>
      <w:r w:rsidR="009C2257">
        <w:rPr>
          <w:rtl/>
        </w:rPr>
        <w:t xml:space="preserve"> </w:t>
      </w:r>
      <w:r w:rsidRPr="00573E19">
        <w:rPr>
          <w:rtl/>
        </w:rPr>
        <w:t>ابن الوليد اه وروى عنه أيضا الحسين بن عبيد الله وغيره له كتاب النوادر</w:t>
      </w:r>
      <w:r>
        <w:rPr>
          <w:rtl/>
        </w:rPr>
        <w:t>.</w:t>
      </w:r>
      <w:r w:rsidRPr="00573E19">
        <w:rPr>
          <w:rtl/>
        </w:rPr>
        <w:t xml:space="preserve"> قدم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الري مجتازا إلى مكة توفي بالقرعاء بين مكة والكوفة سنة </w:t>
      </w:r>
      <w:r>
        <w:rPr>
          <w:rtl/>
        </w:rPr>
        <w:t>3</w:t>
      </w:r>
      <w:r w:rsidRPr="00573E19">
        <w:rPr>
          <w:rtl/>
        </w:rPr>
        <w:t>06 والقرعاء منزل بين القادسية</w:t>
      </w:r>
      <w:r w:rsidR="009C2257">
        <w:rPr>
          <w:rtl/>
        </w:rPr>
        <w:t xml:space="preserve"> </w:t>
      </w:r>
      <w:r w:rsidRPr="00573E19">
        <w:rPr>
          <w:rtl/>
        </w:rPr>
        <w:t>والعقبة على طريق الكوفة إلى مكة ترجم له ابن حجر وإسماعيل باشا ومن أصحابنا</w:t>
      </w:r>
      <w:r w:rsidR="009C2257">
        <w:rPr>
          <w:rtl/>
        </w:rPr>
        <w:t xml:space="preserve"> </w:t>
      </w:r>
      <w:r w:rsidRPr="00573E19">
        <w:rPr>
          <w:rtl/>
        </w:rPr>
        <w:t>النجاشي والشيخ وسيد الأعيان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محمد بن الحسين بن سفيان البزوفري أبو جعفر يروي عن أحمد بن إدريس</w:t>
      </w:r>
      <w:r w:rsidR="009C2257">
        <w:rPr>
          <w:rtl/>
        </w:rPr>
        <w:t xml:space="preserve"> </w:t>
      </w:r>
      <w:r w:rsidRPr="00573E19">
        <w:rPr>
          <w:rtl/>
        </w:rPr>
        <w:t>وعنه الشيخ المفيد والحسين بن عبيد الله الغضائري فهو من مشايخهما ولم أقف على ترجمته</w:t>
      </w:r>
      <w:r w:rsidR="009C2257">
        <w:rPr>
          <w:rtl/>
        </w:rPr>
        <w:t xml:space="preserve"> </w:t>
      </w:r>
      <w:r w:rsidRPr="00573E19">
        <w:rPr>
          <w:rtl/>
        </w:rPr>
        <w:t>مستقلة في كتب الرجال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الحسين بن محمد بن عمران بن أبي بكر الأشعري القمي أبو عبد الله من أكابر القميين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واجلاء مشايخ ثقة الاسلام الكليني </w:t>
      </w:r>
      <w:r>
        <w:rPr>
          <w:rtl/>
        </w:rPr>
        <w:t>(ره</w:t>
      </w:r>
      <w:r w:rsidRPr="00573E19">
        <w:rPr>
          <w:rtl/>
        </w:rPr>
        <w:t>) وقد أكثر الرواية عنه في كتابه الكافي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محمد بن إسماعيل أبو الحسن النيسابوري من مشايخ الأصحاب يروي عنه ثقة</w:t>
      </w:r>
      <w:r w:rsidR="009C2257">
        <w:rPr>
          <w:rtl/>
        </w:rPr>
        <w:t xml:space="preserve"> </w:t>
      </w:r>
      <w:r w:rsidRPr="00573E19">
        <w:rPr>
          <w:rtl/>
        </w:rPr>
        <w:t>الاسلام الكليني في كتابه الكافي ولم يرو عن الفضل بن شاذان الا بواسطته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حميد بن زياد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بهذا الاسناد عن محمد بن يعقوب</w:t>
      </w:r>
      <w:r w:rsidR="009C2257">
        <w:rPr>
          <w:rtl/>
        </w:rPr>
        <w:t xml:space="preserve"> </w:t>
      </w:r>
      <w:r w:rsidRPr="00573E19">
        <w:rPr>
          <w:rtl/>
        </w:rPr>
        <w:t>عن حميد بن زياد</w:t>
      </w:r>
      <w:r w:rsidR="00CA4563">
        <w:rPr>
          <w:rtl/>
        </w:rPr>
        <w:t>،</w:t>
      </w:r>
      <w:r w:rsidRPr="00573E19">
        <w:rPr>
          <w:rtl/>
        </w:rPr>
        <w:t xml:space="preserve"> وأخبرني بجميع رواياته وكتبه أيضا أحمد بن عبدون عن أبي طالب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الأنباري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حميد بن زياد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أحمد بن محمد بن عيسى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ما رويته بهذه الأسانيد عن محمد</w:t>
      </w:r>
      <w:r w:rsidR="009C2257">
        <w:rPr>
          <w:rtl/>
        </w:rPr>
        <w:t xml:space="preserve"> </w:t>
      </w:r>
      <w:r w:rsidRPr="00573E19">
        <w:rPr>
          <w:rtl/>
        </w:rPr>
        <w:t>ابن يعقوب عن عدة من أصحابنا عن أحمد بن محمد بن عيسى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2222DA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الفضل بن شاذان بن الخليل النيسابوري أبو محمد الأزدي كان أبوه من أصحاب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يونس وروى عن أبي جعفر الثاني </w:t>
      </w:r>
      <w:r w:rsidR="002222DA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متكلم فقيه من أصحاب الإمامين أبي الحسن</w:t>
      </w:r>
      <w:r w:rsidR="009C2257">
        <w:rPr>
          <w:rtl/>
        </w:rPr>
        <w:t xml:space="preserve"> </w:t>
      </w:r>
      <w:r w:rsidRPr="00573E19">
        <w:rPr>
          <w:rtl/>
        </w:rPr>
        <w:t>الهادي وأبي محمد العسكري ترحم عليه الإمام العسكري مرتين وروي ثلاثا ولاء له كتب</w:t>
      </w:r>
      <w:r w:rsidR="009C2257">
        <w:rPr>
          <w:rtl/>
        </w:rPr>
        <w:t xml:space="preserve"> </w:t>
      </w:r>
      <w:r w:rsidRPr="00573E19">
        <w:rPr>
          <w:rtl/>
        </w:rPr>
        <w:t>كثيرة فقد صنف مائة وثمانين كتابا كما نقل ذلك عن الكنجي أبي القاسم يحيى بن زكريا</w:t>
      </w:r>
      <w:r w:rsidR="009C2257">
        <w:rPr>
          <w:rtl/>
        </w:rPr>
        <w:t xml:space="preserve"> </w:t>
      </w:r>
      <w:r w:rsidRPr="00573E19">
        <w:rPr>
          <w:rtl/>
        </w:rPr>
        <w:t>ذكر بعضها النجاشي والشيخ في فهرستيهما وإسماعيل باشا في هدية العارفين وغيرهم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توفي الفضل سنة </w:t>
      </w:r>
      <w:r>
        <w:rPr>
          <w:rtl/>
        </w:rPr>
        <w:t>2</w:t>
      </w:r>
      <w:r w:rsidRPr="00573E19">
        <w:rPr>
          <w:rtl/>
        </w:rPr>
        <w:t>60</w:t>
      </w:r>
      <w:r>
        <w:rPr>
          <w:rtl/>
        </w:rPr>
        <w:t>.</w:t>
      </w:r>
      <w:r w:rsidR="002222DA" w:rsidRPr="004F3340">
        <w:rPr>
          <w:rStyle w:val="libFootnoteAlaemChar"/>
          <w:rtl/>
        </w:rPr>
        <w:t xml:space="preserve"> 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 xml:space="preserve">) حميد بن زياد بن حماد بن زياد الدهقان النينوي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الكوفي يكنى أبا القاسم</w:t>
      </w:r>
      <w:r w:rsidR="009C2257">
        <w:rPr>
          <w:rtl/>
        </w:rPr>
        <w:t xml:space="preserve"> </w:t>
      </w:r>
      <w:r w:rsidRPr="00573E19">
        <w:rPr>
          <w:rtl/>
        </w:rPr>
        <w:t>نزيل الحائر بعد أن كان يسكن سوراء وهو ثقة كثير التصانيف روى الأصول أكثرها</w:t>
      </w:r>
      <w:r w:rsidR="009C2257">
        <w:rPr>
          <w:rtl/>
        </w:rPr>
        <w:t xml:space="preserve"> </w:t>
      </w:r>
      <w:r w:rsidRPr="00573E19">
        <w:rPr>
          <w:rtl/>
        </w:rPr>
        <w:t>له كتب كثيرة على عدد كتب الأصول روى عنه أبو طالب الأنباري وأبو القاسم</w:t>
      </w:r>
      <w:r w:rsidR="009C2257">
        <w:rPr>
          <w:rtl/>
        </w:rPr>
        <w:t xml:space="preserve"> </w:t>
      </w:r>
      <w:r w:rsidRPr="00573E19">
        <w:rPr>
          <w:rtl/>
        </w:rPr>
        <w:t>علي بن حبشي بن قوتي بن محمد الكاتب صنف الجامع في أنواع الشرائع وكتاب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النوادر وكتاب الرجال وغير ذلك توفي أبو القاسم سنة </w:t>
      </w:r>
      <w:r>
        <w:rPr>
          <w:rtl/>
        </w:rPr>
        <w:t>3</w:t>
      </w:r>
      <w:r w:rsidRPr="00573E19">
        <w:rPr>
          <w:rtl/>
        </w:rPr>
        <w:t>10</w:t>
      </w:r>
      <w:r>
        <w:rPr>
          <w:rtl/>
        </w:rPr>
        <w:t xml:space="preserve"> - </w:t>
      </w:r>
      <w:r w:rsidRPr="00573E19">
        <w:rPr>
          <w:rtl/>
        </w:rPr>
        <w:t>ترجمه الشيخ والنجاشي</w:t>
      </w:r>
      <w:r w:rsidR="009C2257">
        <w:rPr>
          <w:rtl/>
        </w:rPr>
        <w:t xml:space="preserve"> </w:t>
      </w:r>
      <w:r w:rsidRPr="00573E19">
        <w:rPr>
          <w:rtl/>
        </w:rPr>
        <w:t>والعلامة وإسماعيل باشا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أبو طالب الأنباري عبيد الله</w:t>
      </w:r>
      <w:r>
        <w:rPr>
          <w:rtl/>
        </w:rPr>
        <w:t xml:space="preserve"> - </w:t>
      </w:r>
      <w:r w:rsidRPr="00573E19">
        <w:rPr>
          <w:rtl/>
        </w:rPr>
        <w:t>عبد الله خ ل</w:t>
      </w:r>
      <w:r>
        <w:rPr>
          <w:rtl/>
        </w:rPr>
        <w:t xml:space="preserve"> - </w:t>
      </w:r>
      <w:r w:rsidRPr="00573E19">
        <w:rPr>
          <w:rtl/>
        </w:rPr>
        <w:t>بن أبي يزيد أحمد بن يعقوب</w:t>
      </w:r>
      <w:r w:rsidR="009C2257">
        <w:rPr>
          <w:rtl/>
        </w:rPr>
        <w:t xml:space="preserve"> </w:t>
      </w:r>
      <w:r w:rsidRPr="00573E19">
        <w:rPr>
          <w:rtl/>
        </w:rPr>
        <w:t>ابن نصر كان مقيما بواسط عده ابن النديم في الفهرست من الشيعة الذين لا يعرف</w:t>
      </w:r>
      <w:r w:rsidR="009C2257">
        <w:rPr>
          <w:rtl/>
        </w:rPr>
        <w:t xml:space="preserve"> </w:t>
      </w:r>
      <w:r w:rsidRPr="00573E19">
        <w:rPr>
          <w:rtl/>
        </w:rPr>
        <w:t>مذاهبهم</w:t>
      </w:r>
      <w:r w:rsidR="00CA4563">
        <w:rPr>
          <w:rtl/>
        </w:rPr>
        <w:t>،</w:t>
      </w:r>
      <w:r w:rsidRPr="00573E19">
        <w:rPr>
          <w:rtl/>
        </w:rPr>
        <w:t xml:space="preserve"> قال النجاشي شيخ من أصحابنا أبو طالب ثقة في الحديث عالم به</w:t>
      </w:r>
      <w:r w:rsidR="00CA4563">
        <w:rPr>
          <w:rtl/>
        </w:rPr>
        <w:t>،</w:t>
      </w:r>
      <w:r w:rsidRPr="00573E19">
        <w:rPr>
          <w:rtl/>
        </w:rPr>
        <w:t xml:space="preserve"> كان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BA0112" w:rsidRDefault="00FE5331" w:rsidP="00FE5331">
      <w:pPr>
        <w:pStyle w:val="libFootnote0"/>
        <w:rPr>
          <w:rtl/>
        </w:rPr>
      </w:pPr>
      <w:r w:rsidRPr="00BA0112">
        <w:rPr>
          <w:rtl/>
        </w:rPr>
        <w:t>(1) قرية إلى جانب الحائر أو هي نفس كربلا ونسبته إليها على خلاف القياس وهو يقتضي أن تكون</w:t>
      </w:r>
      <w:r w:rsidR="009C2257">
        <w:rPr>
          <w:rtl/>
        </w:rPr>
        <w:t xml:space="preserve"> </w:t>
      </w:r>
      <w:r w:rsidRPr="00BA0112">
        <w:rPr>
          <w:rtl/>
        </w:rPr>
        <w:t>النسبة إليها ( النينوائي ).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ما ذكرته ) عن أحمد بن محمد بن خالد البرقي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ما رويته بهذه الأسانيد</w:t>
      </w:r>
      <w:r w:rsidR="009C2257">
        <w:rPr>
          <w:rtl/>
        </w:rPr>
        <w:t xml:space="preserve"> </w:t>
      </w:r>
      <w:r w:rsidRPr="00573E19">
        <w:rPr>
          <w:rtl/>
        </w:rPr>
        <w:t>عن محمد بن يعقوب عن عدة من أصحابنا عن أحمد بن محمد بن خالد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BA0112" w:rsidRDefault="00FE5331" w:rsidP="00FE5331">
      <w:pPr>
        <w:pStyle w:val="libFootnote0"/>
        <w:rPr>
          <w:rtl/>
        </w:rPr>
      </w:pPr>
      <w:r w:rsidRPr="00BA0112">
        <w:rPr>
          <w:rtl/>
        </w:rPr>
        <w:t>قديما من الواقفة</w:t>
      </w:r>
      <w:r w:rsidR="00CA4563">
        <w:rPr>
          <w:rtl/>
        </w:rPr>
        <w:t>،</w:t>
      </w:r>
      <w:r w:rsidRPr="00BA0112">
        <w:rPr>
          <w:rtl/>
        </w:rPr>
        <w:t xml:space="preserve"> قال أبو غالب الزراري</w:t>
      </w:r>
      <w:r w:rsidR="00CA4563">
        <w:rPr>
          <w:rtl/>
        </w:rPr>
        <w:t>:</w:t>
      </w:r>
      <w:r w:rsidRPr="00BA0112">
        <w:rPr>
          <w:rtl/>
        </w:rPr>
        <w:t xml:space="preserve"> كنت اعرف أبا طالب أكثر عمره واقفا</w:t>
      </w:r>
      <w:r w:rsidR="009C2257">
        <w:rPr>
          <w:rtl/>
        </w:rPr>
        <w:t xml:space="preserve"> </w:t>
      </w:r>
      <w:r w:rsidRPr="00BA0112">
        <w:rPr>
          <w:rtl/>
        </w:rPr>
        <w:t>مختلفا بالواقفة ثم عاد إلى الإمامة وجفاه أصحابه وكان حسن العبادة والخشوع</w:t>
      </w:r>
      <w:r w:rsidR="00CA4563">
        <w:rPr>
          <w:rtl/>
        </w:rPr>
        <w:t>،</w:t>
      </w:r>
      <w:r w:rsidRPr="00BA0112">
        <w:rPr>
          <w:rtl/>
        </w:rPr>
        <w:t xml:space="preserve"> وكان</w:t>
      </w:r>
      <w:r w:rsidR="009C2257">
        <w:rPr>
          <w:rtl/>
        </w:rPr>
        <w:t xml:space="preserve"> </w:t>
      </w:r>
      <w:r w:rsidRPr="00BA0112">
        <w:rPr>
          <w:rtl/>
        </w:rPr>
        <w:t>أبو القاسم بن سهل الواسطي العدل يقول</w:t>
      </w:r>
      <w:r w:rsidR="00CA4563">
        <w:rPr>
          <w:rtl/>
        </w:rPr>
        <w:t>:</w:t>
      </w:r>
      <w:r w:rsidRPr="00BA0112">
        <w:rPr>
          <w:rtl/>
        </w:rPr>
        <w:t xml:space="preserve"> ما رأيت رجلا كان أحسن عبادة</w:t>
      </w:r>
      <w:r w:rsidR="009C2257">
        <w:rPr>
          <w:rtl/>
        </w:rPr>
        <w:t xml:space="preserve"> </w:t>
      </w:r>
      <w:r w:rsidRPr="00BA0112">
        <w:rPr>
          <w:rtl/>
        </w:rPr>
        <w:t>ولا أبين زهادة ولا أنظف ثوبا ولا أكثر تخليا من أبي طالب وكان يتخوف من عامة</w:t>
      </w:r>
      <w:r w:rsidR="009C2257">
        <w:rPr>
          <w:rtl/>
        </w:rPr>
        <w:t xml:space="preserve"> </w:t>
      </w:r>
      <w:r w:rsidRPr="00BA0112">
        <w:rPr>
          <w:rtl/>
        </w:rPr>
        <w:t>أهل واسط ان يشهدوا صلاته ويعرفوا عمله فينفرد في الخراب والكنايس والبيع فإذا</w:t>
      </w:r>
      <w:r w:rsidR="009C2257">
        <w:rPr>
          <w:rtl/>
        </w:rPr>
        <w:t xml:space="preserve"> </w:t>
      </w:r>
      <w:r w:rsidRPr="00BA0112">
        <w:rPr>
          <w:rtl/>
        </w:rPr>
        <w:t>عثروا به وجدوه على أجمل حال من الصلاة والدعاء</w:t>
      </w:r>
      <w:r w:rsidR="00CA4563">
        <w:rPr>
          <w:rtl/>
        </w:rPr>
        <w:t>،</w:t>
      </w:r>
      <w:r w:rsidRPr="00BA0112">
        <w:rPr>
          <w:rtl/>
        </w:rPr>
        <w:t xml:space="preserve"> قال ابن حجر</w:t>
      </w:r>
      <w:r w:rsidR="00CA4563">
        <w:rPr>
          <w:rtl/>
        </w:rPr>
        <w:t>:</w:t>
      </w:r>
      <w:r w:rsidRPr="00BA0112">
        <w:rPr>
          <w:rtl/>
        </w:rPr>
        <w:t xml:space="preserve"> وكان من شيوخ</w:t>
      </w:r>
      <w:r w:rsidR="009C2257">
        <w:rPr>
          <w:rtl/>
        </w:rPr>
        <w:t xml:space="preserve"> </w:t>
      </w:r>
      <w:r w:rsidRPr="00BA0112">
        <w:rPr>
          <w:rtl/>
        </w:rPr>
        <w:t>الشيعة روى عن أبي العباس ثعلب ويوسف بن يعقوب القاضي وأبي بكر بن أبي داود</w:t>
      </w:r>
      <w:r w:rsidR="009C2257">
        <w:rPr>
          <w:rtl/>
        </w:rPr>
        <w:t xml:space="preserve"> </w:t>
      </w:r>
      <w:r w:rsidRPr="00BA0112">
        <w:rPr>
          <w:rtl/>
        </w:rPr>
        <w:t>وحميد بن زياد وغيرهم له عدة كتب نقل ابن النديم عن أبي القاسم بوباش بن الحسن</w:t>
      </w:r>
      <w:r w:rsidR="009C2257">
        <w:rPr>
          <w:rtl/>
        </w:rPr>
        <w:t xml:space="preserve"> </w:t>
      </w:r>
      <w:r w:rsidRPr="00BA0112">
        <w:rPr>
          <w:rtl/>
        </w:rPr>
        <w:t>ان له مائة وأربعين كتابا ورسالة منها الا بانة عند اختلاف الناس في الإمامة</w:t>
      </w:r>
      <w:r w:rsidR="00CA4563">
        <w:rPr>
          <w:rtl/>
        </w:rPr>
        <w:t>،</w:t>
      </w:r>
      <w:r w:rsidRPr="00BA0112">
        <w:rPr>
          <w:rtl/>
        </w:rPr>
        <w:t xml:space="preserve"> الشافي</w:t>
      </w:r>
      <w:r w:rsidR="009C2257">
        <w:rPr>
          <w:rtl/>
        </w:rPr>
        <w:t xml:space="preserve"> </w:t>
      </w:r>
      <w:r w:rsidRPr="00BA0112">
        <w:rPr>
          <w:rtl/>
        </w:rPr>
        <w:t xml:space="preserve">في علم الدين. التوحيد والعدل. اخبار فاطمة </w:t>
      </w:r>
      <w:r w:rsidRPr="00FE5331">
        <w:rPr>
          <w:rStyle w:val="libAlaemChar"/>
          <w:rtl/>
        </w:rPr>
        <w:t>عليها‌السلام</w:t>
      </w:r>
      <w:r w:rsidRPr="00BA0112">
        <w:rPr>
          <w:rtl/>
        </w:rPr>
        <w:t xml:space="preserve"> وغيرها توفي سنة </w:t>
      </w:r>
      <w:r>
        <w:rPr>
          <w:rtl/>
        </w:rPr>
        <w:t>3</w:t>
      </w:r>
      <w:r w:rsidRPr="00BA0112">
        <w:rPr>
          <w:rtl/>
        </w:rPr>
        <w:t>56</w:t>
      </w:r>
      <w:r w:rsidR="009C2257">
        <w:rPr>
          <w:rtl/>
        </w:rPr>
        <w:t xml:space="preserve"> </w:t>
      </w:r>
      <w:r w:rsidRPr="00BA0112">
        <w:rPr>
          <w:rtl/>
        </w:rPr>
        <w:t>بواسط ترجمه ابن النديم وابن حجر وإسماعيل باشا ومن علمائنا النجاشي والشيخ</w:t>
      </w:r>
      <w:r w:rsidR="009C2257">
        <w:rPr>
          <w:rtl/>
        </w:rPr>
        <w:t xml:space="preserve"> </w:t>
      </w:r>
      <w:r w:rsidRPr="00BA0112">
        <w:rPr>
          <w:rtl/>
        </w:rPr>
        <w:t>في فهرستيهما والعلامة وغيرهم.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محمد بن عيسى بن عبد الله بن سعد بن مالك بن الأحوص بن السائب</w:t>
      </w:r>
      <w:r w:rsidR="009C2257">
        <w:rPr>
          <w:rtl/>
        </w:rPr>
        <w:t xml:space="preserve"> </w:t>
      </w:r>
      <w:r w:rsidRPr="00573E19">
        <w:rPr>
          <w:rtl/>
        </w:rPr>
        <w:t>ابن مالك بن عامر الأشعري يكنى أبا جعفر القمي</w:t>
      </w:r>
      <w:r w:rsidR="00CA4563">
        <w:rPr>
          <w:rtl/>
        </w:rPr>
        <w:t>،</w:t>
      </w:r>
      <w:r w:rsidRPr="00573E19">
        <w:rPr>
          <w:rtl/>
        </w:rPr>
        <w:t xml:space="preserve"> وأول من سكن قم من آبائه سعد</w:t>
      </w:r>
      <w:r w:rsidR="009C2257">
        <w:rPr>
          <w:rtl/>
        </w:rPr>
        <w:t xml:space="preserve"> </w:t>
      </w:r>
      <w:r w:rsidRPr="00573E19">
        <w:rPr>
          <w:rtl/>
        </w:rPr>
        <w:t>ابن مالك وذلك بعد الفتح الاسلامي</w:t>
      </w:r>
      <w:r w:rsidR="00CA4563">
        <w:rPr>
          <w:rtl/>
        </w:rPr>
        <w:t>،</w:t>
      </w:r>
      <w:r w:rsidRPr="00573E19">
        <w:rPr>
          <w:rtl/>
        </w:rPr>
        <w:t xml:space="preserve"> كان أحمد شيخ القميين ووجههم بقم وفقيههم غير</w:t>
      </w:r>
      <w:r w:rsidR="009C2257">
        <w:rPr>
          <w:rtl/>
        </w:rPr>
        <w:t xml:space="preserve"> </w:t>
      </w:r>
      <w:r w:rsidRPr="00573E19">
        <w:rPr>
          <w:rtl/>
        </w:rPr>
        <w:t>مدافع</w:t>
      </w:r>
      <w:r w:rsidR="00CA4563">
        <w:rPr>
          <w:rtl/>
        </w:rPr>
        <w:t>،</w:t>
      </w:r>
      <w:r w:rsidRPr="00573E19">
        <w:rPr>
          <w:rtl/>
        </w:rPr>
        <w:t xml:space="preserve"> قال ابن حجر</w:t>
      </w:r>
      <w:r w:rsidR="00CA4563">
        <w:rPr>
          <w:rtl/>
        </w:rPr>
        <w:t>:</w:t>
      </w:r>
      <w:r w:rsidRPr="00573E19">
        <w:rPr>
          <w:rtl/>
        </w:rPr>
        <w:t xml:space="preserve"> بعد ذكر اسمه واسم ابائه إلى سعد العلامة أبو جعفر الأشعري</w:t>
      </w:r>
      <w:r w:rsidR="009C2257">
        <w:rPr>
          <w:rtl/>
        </w:rPr>
        <w:t xml:space="preserve"> </w:t>
      </w:r>
      <w:r w:rsidRPr="00573E19">
        <w:rPr>
          <w:rtl/>
        </w:rPr>
        <w:t>القمي شيخ الرافضة بقم له تصانيف وشهرة اه وكان الرئيس الذي يلقى السلطان بها</w:t>
      </w:r>
      <w:r w:rsidR="009C2257">
        <w:rPr>
          <w:rtl/>
        </w:rPr>
        <w:t xml:space="preserve"> </w:t>
      </w:r>
      <w:r w:rsidRPr="00573E19">
        <w:rPr>
          <w:rtl/>
        </w:rPr>
        <w:t>ولقي أبا الحسن الرضا وأبا جعفر الجواد وأبا الحسن الهادي ثقة عظيم المنزلة روى عنه</w:t>
      </w:r>
      <w:r w:rsidR="009C2257">
        <w:rPr>
          <w:rtl/>
        </w:rPr>
        <w:t xml:space="preserve"> </w:t>
      </w:r>
      <w:r w:rsidRPr="00573E19">
        <w:rPr>
          <w:rtl/>
        </w:rPr>
        <w:t>علي بن إبراهيم وداود بن كورة وابن بطة وسهل بن زياد وأبي عبد الله الحسين بن علي</w:t>
      </w:r>
      <w:r w:rsidR="009C2257">
        <w:rPr>
          <w:rtl/>
        </w:rPr>
        <w:t xml:space="preserve"> </w:t>
      </w:r>
      <w:r w:rsidRPr="00573E19">
        <w:rPr>
          <w:rtl/>
        </w:rPr>
        <w:t>البزوفري والعلاء وسعد بن عبد الله وخلق غيرهم</w:t>
      </w:r>
      <w:r w:rsidR="00CA4563">
        <w:rPr>
          <w:rtl/>
        </w:rPr>
        <w:t>،</w:t>
      </w:r>
      <w:r w:rsidRPr="00573E19">
        <w:rPr>
          <w:rtl/>
        </w:rPr>
        <w:t xml:space="preserve"> له كتب عديدة منها كتاب النوادر</w:t>
      </w:r>
      <w:r w:rsidR="009C2257">
        <w:rPr>
          <w:rtl/>
        </w:rPr>
        <w:t xml:space="preserve"> </w:t>
      </w:r>
      <w:r w:rsidRPr="00573E19">
        <w:rPr>
          <w:rtl/>
        </w:rPr>
        <w:t>وكان غير مبوب فبوبه داود بن كورة</w:t>
      </w:r>
      <w:r>
        <w:rPr>
          <w:rtl/>
        </w:rPr>
        <w:t>.</w:t>
      </w:r>
      <w:r w:rsidRPr="00573E19">
        <w:rPr>
          <w:rtl/>
        </w:rPr>
        <w:t xml:space="preserve"> قال ابن حجر في لسان الميزان</w:t>
      </w:r>
      <w:r w:rsidR="00CA4563">
        <w:rPr>
          <w:rtl/>
        </w:rPr>
        <w:t>:</w:t>
      </w:r>
      <w:r w:rsidRPr="00573E19">
        <w:rPr>
          <w:rtl/>
        </w:rPr>
        <w:t xml:space="preserve"> كان في حدود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ما ذكرته ) عن الفضل بن شاذان ما رويته بهذا الاسناد عن محمد بن يعقوب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بن إبراهيم عن أبيه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ومحمد بن إسماعيل عن الفضل بن شاذان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الحسن بن محبوب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ما رويته بهذا الاسناد عن علي بن إبراهيم</w:t>
      </w:r>
      <w:r w:rsidR="009C2257">
        <w:rPr>
          <w:rtl/>
        </w:rPr>
        <w:t xml:space="preserve"> </w:t>
      </w:r>
      <w:r w:rsidRPr="00573E19">
        <w:rPr>
          <w:rtl/>
        </w:rPr>
        <w:t>عن أبيه عن الحسن بن محبوب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الثلاثمائة وترجم له ابن النديم وابن حجر ومن أصحابنا الشيخ والنجاشي والعلامة</w:t>
      </w:r>
      <w:r w:rsidR="009C2257">
        <w:rPr>
          <w:rtl/>
        </w:rPr>
        <w:t xml:space="preserve"> </w:t>
      </w:r>
      <w:r w:rsidRPr="00573E19">
        <w:rPr>
          <w:rtl/>
        </w:rPr>
        <w:t>وسيد الأعيان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محمد بن خالد بن عبد الرحمن بن محمد بن علي البرقي يكنى أبا جعفر</w:t>
      </w:r>
      <w:r w:rsidR="009C2257">
        <w:rPr>
          <w:rtl/>
        </w:rPr>
        <w:t xml:space="preserve"> </w:t>
      </w:r>
      <w:r w:rsidRPr="00573E19">
        <w:rPr>
          <w:rtl/>
        </w:rPr>
        <w:t>يكنى أبوه أبا عبد الله</w:t>
      </w:r>
      <w:r w:rsidR="00CA4563">
        <w:rPr>
          <w:rtl/>
        </w:rPr>
        <w:t>،</w:t>
      </w:r>
      <w:r w:rsidRPr="00573E19">
        <w:rPr>
          <w:rtl/>
        </w:rPr>
        <w:t xml:space="preserve"> وكان جده محمد بن علي حبسه يوسف بن عمر</w:t>
      </w:r>
      <w:r>
        <w:rPr>
          <w:rtl/>
        </w:rPr>
        <w:t xml:space="preserve"> - </w:t>
      </w:r>
      <w:r w:rsidRPr="00573E19">
        <w:rPr>
          <w:rtl/>
        </w:rPr>
        <w:t>والي العراق</w:t>
      </w:r>
      <w:r w:rsidR="009C2257">
        <w:rPr>
          <w:rtl/>
        </w:rPr>
        <w:t xml:space="preserve"> </w:t>
      </w:r>
      <w:r w:rsidRPr="00573E19">
        <w:rPr>
          <w:rtl/>
        </w:rPr>
        <w:t>من قبل هشام بن عبد الملك</w:t>
      </w:r>
      <w:r>
        <w:rPr>
          <w:rtl/>
        </w:rPr>
        <w:t xml:space="preserve"> - </w:t>
      </w:r>
      <w:r w:rsidRPr="00573E19">
        <w:rPr>
          <w:rtl/>
        </w:rPr>
        <w:t xml:space="preserve">بعد مقتل زيد بن علي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ثم قتله فهرب خالد</w:t>
      </w:r>
      <w:r w:rsidR="009C2257">
        <w:rPr>
          <w:rtl/>
        </w:rPr>
        <w:t xml:space="preserve"> </w:t>
      </w:r>
      <w:r w:rsidRPr="00573E19">
        <w:rPr>
          <w:rtl/>
        </w:rPr>
        <w:t>جد المترجم مع أبيه عبد الرحمن إلى برقة قم فأقاموا بها وولد احمد ونشأ بها</w:t>
      </w:r>
      <w:r w:rsidR="00CA4563">
        <w:rPr>
          <w:rtl/>
        </w:rPr>
        <w:t>،</w:t>
      </w:r>
      <w:r w:rsidRPr="00573E19">
        <w:rPr>
          <w:rtl/>
        </w:rPr>
        <w:t xml:space="preserve"> وكان</w:t>
      </w:r>
      <w:r w:rsidR="009C2257">
        <w:rPr>
          <w:rtl/>
        </w:rPr>
        <w:t xml:space="preserve"> </w:t>
      </w:r>
      <w:r w:rsidRPr="00573E19">
        <w:rPr>
          <w:rtl/>
        </w:rPr>
        <w:t>ثقة في نفسه غير أنه أكثر الرواية عن الضعفاء والمراسيل</w:t>
      </w:r>
      <w:r>
        <w:rPr>
          <w:rtl/>
        </w:rPr>
        <w:t>.</w:t>
      </w:r>
      <w:r w:rsidRPr="00573E19">
        <w:rPr>
          <w:rtl/>
        </w:rPr>
        <w:t xml:space="preserve"> فكان ذلك سبب طعن</w:t>
      </w:r>
      <w:r w:rsidR="009C2257">
        <w:rPr>
          <w:rtl/>
        </w:rPr>
        <w:t xml:space="preserve"> </w:t>
      </w:r>
      <w:r w:rsidRPr="00573E19">
        <w:rPr>
          <w:rtl/>
        </w:rPr>
        <w:t>القميين عليه</w:t>
      </w:r>
      <w:r>
        <w:rPr>
          <w:rtl/>
        </w:rPr>
        <w:t>.</w:t>
      </w:r>
      <w:r w:rsidRPr="00573E19">
        <w:rPr>
          <w:rtl/>
        </w:rPr>
        <w:t xml:space="preserve"> ولم يكن طعنهم فيه إنما الطعن فيمن يروي عنهم فإنه كان يأخذ على طريقة</w:t>
      </w:r>
      <w:r w:rsidR="009C2257">
        <w:rPr>
          <w:rtl/>
        </w:rPr>
        <w:t xml:space="preserve"> </w:t>
      </w:r>
      <w:r w:rsidRPr="00573E19">
        <w:rPr>
          <w:rtl/>
        </w:rPr>
        <w:t>أهل الأخبار</w:t>
      </w:r>
      <w:r w:rsidR="00CA4563">
        <w:rPr>
          <w:rtl/>
        </w:rPr>
        <w:t>،</w:t>
      </w:r>
      <w:r w:rsidRPr="00573E19">
        <w:rPr>
          <w:rtl/>
        </w:rPr>
        <w:t xml:space="preserve"> وقد أخرجه أحمد بن محمد بن عيسى « رئيس قم » من قم ثم اعاده إليها</w:t>
      </w:r>
      <w:r w:rsidR="009C2257">
        <w:rPr>
          <w:rtl/>
        </w:rPr>
        <w:t xml:space="preserve"> </w:t>
      </w:r>
      <w:r w:rsidRPr="00573E19">
        <w:rPr>
          <w:rtl/>
        </w:rPr>
        <w:t>واعتذر إليه</w:t>
      </w:r>
      <w:r w:rsidR="00CA4563">
        <w:rPr>
          <w:rtl/>
        </w:rPr>
        <w:t>،</w:t>
      </w:r>
      <w:r w:rsidRPr="00573E19">
        <w:rPr>
          <w:rtl/>
        </w:rPr>
        <w:t xml:space="preserve"> وقد صنف احمد كتبا كثيرة أهمها كتاب المحاسن المطبوع المتناول وهو</w:t>
      </w:r>
      <w:r w:rsidR="009C2257">
        <w:rPr>
          <w:rtl/>
        </w:rPr>
        <w:t xml:space="preserve"> </w:t>
      </w:r>
      <w:r w:rsidRPr="00573E19">
        <w:rPr>
          <w:rtl/>
        </w:rPr>
        <w:t>مشتمل على عدة كتب</w:t>
      </w:r>
      <w:r>
        <w:rPr>
          <w:rtl/>
        </w:rPr>
        <w:t>.</w:t>
      </w:r>
      <w:r w:rsidRPr="00573E19">
        <w:rPr>
          <w:rtl/>
        </w:rPr>
        <w:t xml:space="preserve"> يروي عنه علي بن الحسين السعد آبادي وأحمد بن عبد الله</w:t>
      </w:r>
      <w:r w:rsidR="009C2257">
        <w:rPr>
          <w:rtl/>
        </w:rPr>
        <w:t xml:space="preserve"> </w:t>
      </w:r>
      <w:r w:rsidRPr="00573E19">
        <w:rPr>
          <w:rtl/>
        </w:rPr>
        <w:t>سبط المترجم ومحمد بن جعفر بن بطة وسعد بن عبد الله وعلي بن إبراهيم بن هاشم</w:t>
      </w:r>
      <w:r w:rsidR="009C2257">
        <w:rPr>
          <w:rtl/>
        </w:rPr>
        <w:t xml:space="preserve"> </w:t>
      </w:r>
      <w:r w:rsidRPr="00573E19">
        <w:rPr>
          <w:rtl/>
        </w:rPr>
        <w:t>القمي ومحمد بن الحسن الصفار وعبد الله بن جعفر الحميري وأحمد بن إدريس وسهل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بن زياد وخلق غيرهم توفي المترجم سنة </w:t>
      </w:r>
      <w:r>
        <w:rPr>
          <w:rtl/>
        </w:rPr>
        <w:t>2</w:t>
      </w:r>
      <w:r w:rsidRPr="00573E19">
        <w:rPr>
          <w:rtl/>
        </w:rPr>
        <w:t>74 وقال علي بن محمد بن ماجيلويه</w:t>
      </w:r>
      <w:r w:rsidR="00CA4563">
        <w:rPr>
          <w:rtl/>
        </w:rPr>
        <w:t>:</w:t>
      </w:r>
      <w:r w:rsidRPr="00573E19">
        <w:rPr>
          <w:rtl/>
        </w:rPr>
        <w:t xml:space="preserve"> توفي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سنة </w:t>
      </w:r>
      <w:r>
        <w:rPr>
          <w:rtl/>
        </w:rPr>
        <w:t>2</w:t>
      </w:r>
      <w:r w:rsidRPr="00573E19">
        <w:rPr>
          <w:rtl/>
        </w:rPr>
        <w:t>80 ولما توفي مشى أحمد بن محمد بن عيسى في جنازته حافيا حاسرا ليبرئ نفسه</w:t>
      </w:r>
      <w:r w:rsidR="009C2257">
        <w:rPr>
          <w:rtl/>
        </w:rPr>
        <w:t xml:space="preserve"> </w:t>
      </w:r>
      <w:r w:rsidRPr="00573E19">
        <w:rPr>
          <w:rtl/>
        </w:rPr>
        <w:t>مما قذفه به</w:t>
      </w:r>
      <w:r w:rsidR="00CA4563">
        <w:rPr>
          <w:rtl/>
        </w:rPr>
        <w:t>،</w:t>
      </w:r>
      <w:r w:rsidRPr="00573E19">
        <w:rPr>
          <w:rtl/>
        </w:rPr>
        <w:t xml:space="preserve"> ترجمه ابن النديم وإسماعيل باشا ومن أصحابنا الشيخ والنجاشي والعلامة</w:t>
      </w:r>
      <w:r w:rsidR="009C2257">
        <w:rPr>
          <w:rtl/>
        </w:rPr>
        <w:t xml:space="preserve"> </w:t>
      </w:r>
      <w:r w:rsidRPr="00573E19">
        <w:rPr>
          <w:rtl/>
        </w:rPr>
        <w:t>واستوفى ترجمته سيد الأعيان في أعيانه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إبراهيم بن هاشم بن الخليل أبو إسحاق الكوفي القمي أصله من</w:t>
      </w:r>
      <w:r w:rsidR="009C2257">
        <w:rPr>
          <w:rtl/>
        </w:rPr>
        <w:t xml:space="preserve"> </w:t>
      </w:r>
      <w:r w:rsidRPr="00573E19">
        <w:rPr>
          <w:rtl/>
        </w:rPr>
        <w:t>الكوفة ثم انتقل إلى قم وهو أول من نشر حديث الكوفيين بقم وقدم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سهل بن زياد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بهذا الاسناد عن محمد بن يعقوب</w:t>
      </w:r>
      <w:r w:rsidR="009C2257">
        <w:rPr>
          <w:rtl/>
        </w:rPr>
        <w:t xml:space="preserve"> </w:t>
      </w:r>
      <w:r w:rsidRPr="00573E19">
        <w:rPr>
          <w:rtl/>
        </w:rPr>
        <w:t>عن عدة من أصحابنا منهم علي بن محمد وغيره عن سهل بن زياد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 xml:space="preserve">الري مجتازا وكان تلميذ يونس بن عبد الرحمن من أصحاب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وكان</w:t>
      </w:r>
      <w:r w:rsidR="009C2257">
        <w:rPr>
          <w:rtl/>
        </w:rPr>
        <w:t xml:space="preserve"> </w:t>
      </w:r>
      <w:r w:rsidRPr="00573E19">
        <w:rPr>
          <w:rtl/>
        </w:rPr>
        <w:t>كثير الرواية واسع الطريق سديد النقل مقبول الحديث روى عنه أجلاء الطائفة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وثقاتها وعده الشيخ في الفهرست فيمن لقي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ذكر في كتابيه التهذيب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والاستبصار والكليني في الكافي رواية عنه تصرح بحضوره عند الجواد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وروايته عنه</w:t>
      </w:r>
      <w:r w:rsidR="00CA4563">
        <w:rPr>
          <w:rtl/>
        </w:rPr>
        <w:t>،</w:t>
      </w:r>
      <w:r w:rsidRPr="00573E19">
        <w:rPr>
          <w:rtl/>
        </w:rPr>
        <w:t xml:space="preserve"> راجع الاستبصار ج </w:t>
      </w:r>
      <w:r>
        <w:rPr>
          <w:rtl/>
        </w:rPr>
        <w:t>2</w:t>
      </w:r>
      <w:r w:rsidRPr="00573E19">
        <w:rPr>
          <w:rtl/>
        </w:rPr>
        <w:t xml:space="preserve"> ص 60 حديث 197 </w:t>
      </w:r>
      <w:r>
        <w:rPr>
          <w:rtl/>
        </w:rPr>
        <w:t>(</w:t>
      </w:r>
      <w:r w:rsidRPr="00573E19">
        <w:rPr>
          <w:rtl/>
        </w:rPr>
        <w:t xml:space="preserve"> وفيه إبراهيم بن سهل</w:t>
      </w:r>
      <w:r w:rsidR="009C2257">
        <w:rPr>
          <w:rtl/>
        </w:rPr>
        <w:t xml:space="preserve"> </w:t>
      </w:r>
      <w:r w:rsidRPr="00573E19">
        <w:rPr>
          <w:rtl/>
        </w:rPr>
        <w:t>ابن هاشم والصواب إبراهيم بن هاشم ) ومنه يعرف غرابة ما نقله ابن حجر عن ابن بابويه</w:t>
      </w:r>
      <w:r w:rsidR="009C2257">
        <w:rPr>
          <w:rtl/>
        </w:rPr>
        <w:t xml:space="preserve"> </w:t>
      </w:r>
      <w:r w:rsidRPr="00573E19">
        <w:rPr>
          <w:rtl/>
        </w:rPr>
        <w:t>في تاريخ الري أنه قال</w:t>
      </w:r>
      <w:r w:rsidR="00CA4563">
        <w:rPr>
          <w:rtl/>
        </w:rPr>
        <w:t>:</w:t>
      </w:r>
      <w:r w:rsidRPr="00573E19">
        <w:rPr>
          <w:rtl/>
        </w:rPr>
        <w:t xml:space="preserve"> وأدرك محمد بن علي الرضا ولم يلقه له عدة كتب روى عن</w:t>
      </w:r>
      <w:r w:rsidR="009C2257">
        <w:rPr>
          <w:rtl/>
        </w:rPr>
        <w:t xml:space="preserve"> </w:t>
      </w:r>
      <w:r w:rsidRPr="00573E19">
        <w:rPr>
          <w:rtl/>
        </w:rPr>
        <w:t>إبراهيم بن محمود الخراساني وأحمد بن محمد بن أبي نصر والحسن بن محبوب وصفوان</w:t>
      </w:r>
      <w:r w:rsidR="009C2257">
        <w:rPr>
          <w:rtl/>
        </w:rPr>
        <w:t xml:space="preserve"> </w:t>
      </w:r>
      <w:r w:rsidRPr="00573E19">
        <w:rPr>
          <w:rtl/>
        </w:rPr>
        <w:t>ابن يحيى وعبد الرحمن بن الحجاج وفضالة بن أيوب ومحمد بن أبي عمير والنضر بن سويد</w:t>
      </w:r>
      <w:r w:rsidR="009C2257">
        <w:rPr>
          <w:rtl/>
        </w:rPr>
        <w:t xml:space="preserve"> </w:t>
      </w:r>
      <w:r w:rsidRPr="00573E19">
        <w:rPr>
          <w:rtl/>
        </w:rPr>
        <w:t>وغيرهم وروى عنه أحمد بن إدريس القمي وسعد بن عبد الله الأشعري ومحمد بن الحسن</w:t>
      </w:r>
      <w:r w:rsidR="009C2257">
        <w:rPr>
          <w:rtl/>
        </w:rPr>
        <w:t xml:space="preserve"> </w:t>
      </w:r>
      <w:r w:rsidRPr="00573E19">
        <w:rPr>
          <w:rtl/>
        </w:rPr>
        <w:t>الصفار ومحمد بن علي بن محبوب ومحمد بن يحيى العطار وابنه علي بن إبراهيم الشيخ</w:t>
      </w:r>
      <w:r w:rsidR="009C2257">
        <w:rPr>
          <w:rtl/>
        </w:rPr>
        <w:t xml:space="preserve"> </w:t>
      </w:r>
      <w:r w:rsidRPr="00573E19">
        <w:rPr>
          <w:rtl/>
        </w:rPr>
        <w:t>الجليل صاحب التفسير</w:t>
      </w:r>
      <w:r w:rsidR="00CA4563">
        <w:rPr>
          <w:rtl/>
        </w:rPr>
        <w:t>،</w:t>
      </w:r>
      <w:r w:rsidRPr="00573E19">
        <w:rPr>
          <w:rtl/>
        </w:rPr>
        <w:t xml:space="preserve"> ترجمه ابن حجر في اللسان ومن أصحابنا الشيخ والنجاشي</w:t>
      </w:r>
      <w:r w:rsidR="009C2257">
        <w:rPr>
          <w:rtl/>
        </w:rPr>
        <w:t xml:space="preserve"> </w:t>
      </w:r>
      <w:r w:rsidRPr="00573E19">
        <w:rPr>
          <w:rtl/>
        </w:rPr>
        <w:t>وابن شهرآشوب والعلامة واستوفي ترجمته مفصلا سيد الأعيان في ج 1 ص 497</w:t>
      </w:r>
      <w:r w:rsidR="009C2257">
        <w:rPr>
          <w:rtl/>
        </w:rPr>
        <w:t xml:space="preserve"> </w:t>
      </w:r>
      <w:r w:rsidRPr="00573E19">
        <w:rPr>
          <w:rtl/>
        </w:rPr>
        <w:t>إلى ص 511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الحسن بن محبوب بن وهب بن جعفر بن وهب أبو علي السراد الزراد الكوفي</w:t>
      </w:r>
      <w:r w:rsidR="009C2257">
        <w:rPr>
          <w:rtl/>
        </w:rPr>
        <w:t xml:space="preserve"> </w:t>
      </w:r>
      <w:r w:rsidRPr="00573E19">
        <w:rPr>
          <w:rtl/>
        </w:rPr>
        <w:t>مولى بجيلة ثقة جليل القدر كثير الرواية أحد الأركان الأربعة في عصره وهو ممن</w:t>
      </w:r>
      <w:r w:rsidR="009C2257">
        <w:rPr>
          <w:rtl/>
        </w:rPr>
        <w:t xml:space="preserve"> </w:t>
      </w:r>
      <w:r w:rsidRPr="00573E19">
        <w:rPr>
          <w:rtl/>
        </w:rPr>
        <w:t>أجمع أصحابنا على تصحيح ما يصح عنهم وتصديقهم وأقروا لهم بالفقه والعلم</w:t>
      </w:r>
      <w:r w:rsidR="00CA4563">
        <w:rPr>
          <w:rtl/>
        </w:rPr>
        <w:t>،</w:t>
      </w:r>
      <w:r w:rsidRPr="00573E19">
        <w:rPr>
          <w:rtl/>
        </w:rPr>
        <w:t xml:space="preserve"> وكان</w:t>
      </w:r>
      <w:r w:rsidR="009C2257">
        <w:rPr>
          <w:rtl/>
        </w:rPr>
        <w:t xml:space="preserve"> </w:t>
      </w:r>
      <w:r w:rsidRPr="00573E19">
        <w:rPr>
          <w:rtl/>
        </w:rPr>
        <w:t>شديد الأدمة أنزع سباطا خفيف العاضين ربعة من الرجال يجمع</w:t>
      </w:r>
      <w:r>
        <w:rPr>
          <w:rtl/>
        </w:rPr>
        <w:t xml:space="preserve"> - </w:t>
      </w:r>
      <w:r w:rsidRPr="00573E19">
        <w:rPr>
          <w:rtl/>
        </w:rPr>
        <w:t>كذا</w:t>
      </w:r>
      <w:r>
        <w:rPr>
          <w:rtl/>
        </w:rPr>
        <w:t xml:space="preserve"> - </w:t>
      </w:r>
      <w:r w:rsidRPr="00573E19">
        <w:rPr>
          <w:rtl/>
        </w:rPr>
        <w:t>من وركه</w:t>
      </w:r>
      <w:r w:rsidR="009C2257">
        <w:rPr>
          <w:rtl/>
        </w:rPr>
        <w:t xml:space="preserve"> </w:t>
      </w:r>
      <w:r w:rsidRPr="00573E19">
        <w:rPr>
          <w:rtl/>
        </w:rPr>
        <w:t>الأيمن وكان محبوب يعطي ابنه الحسن بكل حديث يكتبه عن علي بن رئاب درهما واحدا</w:t>
      </w:r>
      <w:r w:rsidR="009C2257">
        <w:rPr>
          <w:rtl/>
        </w:rPr>
        <w:t xml:space="preserve"> </w:t>
      </w:r>
      <w:r w:rsidRPr="00573E19">
        <w:rPr>
          <w:rtl/>
        </w:rPr>
        <w:t>قال ابن النديم</w:t>
      </w:r>
      <w:r w:rsidR="00CA4563">
        <w:rPr>
          <w:rtl/>
        </w:rPr>
        <w:t>:</w:t>
      </w:r>
      <w:r w:rsidRPr="00573E19">
        <w:rPr>
          <w:rtl/>
        </w:rPr>
        <w:t xml:space="preserve"> وهو الزراد من أصحاب مولانا الرضا ومحمد ابنه اه وقال ابن حجر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 xml:space="preserve">روى عن جعفر الصادق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تعالى والحسن بن صالح بن حي وجعفر بن سالم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في هذا الكتاب عن علي بن الحسن بن فضال </w:t>
      </w:r>
      <w:r w:rsidRPr="00FE5331">
        <w:rPr>
          <w:rStyle w:val="libFootnotenumChar"/>
          <w:rtl/>
        </w:rPr>
        <w:t>(</w:t>
      </w:r>
      <w:r w:rsidRPr="00FE5331">
        <w:rPr>
          <w:rStyle w:val="libFootnotenumChar"/>
          <w:rFonts w:hint="cs"/>
          <w:rtl/>
        </w:rPr>
        <w:t>1</w:t>
      </w:r>
      <w:r w:rsidRPr="00FE5331">
        <w:rPr>
          <w:rStyle w:val="libFootnotenumChar"/>
          <w:rtl/>
        </w:rPr>
        <w:t>)</w:t>
      </w:r>
      <w:r w:rsidRPr="00573E19">
        <w:rPr>
          <w:rtl/>
        </w:rPr>
        <w:t xml:space="preserve"> فقد أخبرني</w:t>
      </w:r>
      <w:r w:rsidR="009C2257">
        <w:rPr>
          <w:rtl/>
        </w:rPr>
        <w:t xml:space="preserve"> </w:t>
      </w:r>
      <w:r w:rsidRPr="00573E19">
        <w:rPr>
          <w:rtl/>
        </w:rPr>
        <w:t>به أحمد بن عبدون المعروف بابن الحاشر سماعا منه وإجازة عن علي بن محمد بن الزبير</w:t>
      </w:r>
      <w:r w:rsidR="009C2257">
        <w:rPr>
          <w:rtl/>
        </w:rPr>
        <w:t xml:space="preserve"> </w:t>
      </w:r>
      <w:r w:rsidRPr="00573E19">
        <w:rPr>
          <w:rtl/>
        </w:rPr>
        <w:t>عن علي بن الحسن بن فضال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2222DA">
      <w:pPr>
        <w:pStyle w:val="libFootnote0"/>
        <w:rPr>
          <w:rtl/>
        </w:rPr>
      </w:pPr>
      <w:r w:rsidRPr="00573E19">
        <w:rPr>
          <w:rtl/>
        </w:rPr>
        <w:t>وحنان بن سدير الخ</w:t>
      </w:r>
      <w:r>
        <w:rPr>
          <w:rtl/>
        </w:rPr>
        <w:t>.</w:t>
      </w:r>
      <w:r w:rsidRPr="00573E19">
        <w:rPr>
          <w:rtl/>
        </w:rPr>
        <w:t xml:space="preserve"> وعده الشيخ في رجاله تارة من أصحاب الكاظم وأخرى 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أصحاب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ومن لاحظ تاريخ وفاة الامام أبي عبد الله الصادق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وتاريخ وفاة المترجم ومدة عمره عرف مدى اشتباه ابن حجر في قوله</w:t>
      </w:r>
      <w:r w:rsidR="00CA4563">
        <w:rPr>
          <w:rtl/>
        </w:rPr>
        <w:t>،</w:t>
      </w:r>
      <w:r w:rsidRPr="00573E19">
        <w:rPr>
          <w:rtl/>
        </w:rPr>
        <w:t xml:space="preserve"> فان ابن محبوب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مات سنة </w:t>
      </w:r>
      <w:r>
        <w:rPr>
          <w:rtl/>
        </w:rPr>
        <w:t>22</w:t>
      </w:r>
      <w:r w:rsidRPr="00573E19">
        <w:rPr>
          <w:rtl/>
        </w:rPr>
        <w:t>4 وعمره 75 سنة فتكون ولادته سنة 149 ووفاة الإمام الصادق سنة 148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فكيف يعقل روايته عنه بعد أن تكون ولادته بعد وفاته </w:t>
      </w:r>
      <w:r w:rsidR="002222DA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بسنة أو أكثر</w:t>
      </w:r>
      <w:r w:rsidR="00CA4563">
        <w:rPr>
          <w:rtl/>
        </w:rPr>
        <w:t>،</w:t>
      </w:r>
      <w:r w:rsidRPr="00573E19">
        <w:rPr>
          <w:rtl/>
        </w:rPr>
        <w:t xml:space="preserve"> أدرك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زمان الأئمة الكاظم والرضا والجواد وأربع سنين من أيام الهادي </w:t>
      </w:r>
      <w:r w:rsidR="002222DA" w:rsidRPr="00FE5331">
        <w:rPr>
          <w:rStyle w:val="libAlaemChar"/>
          <w:rtl/>
        </w:rPr>
        <w:t>عليه‌السلام</w:t>
      </w:r>
      <w:r w:rsidR="002222DA">
        <w:rPr>
          <w:rtl/>
        </w:rPr>
        <w:t xml:space="preserve"> </w:t>
      </w:r>
      <w:r w:rsidR="00CA4563">
        <w:rPr>
          <w:rtl/>
        </w:rPr>
        <w:t>،</w:t>
      </w:r>
      <w:r w:rsidRPr="00573E19">
        <w:rPr>
          <w:rtl/>
        </w:rPr>
        <w:t xml:space="preserve"> روى عن ستين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رجلا من أصحاب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له كتب منها كتاب المشيخة الذي هو معتمد</w:t>
      </w:r>
      <w:r w:rsidR="009C2257">
        <w:rPr>
          <w:rtl/>
        </w:rPr>
        <w:t xml:space="preserve"> </w:t>
      </w:r>
      <w:r w:rsidRPr="00573E19">
        <w:rPr>
          <w:rtl/>
        </w:rPr>
        <w:t>الطائفة والنوادر في الف ورقة روى عنه أحمد بن محمد بن عيسى ومعاوية بن حكيم</w:t>
      </w:r>
      <w:r w:rsidR="009C2257">
        <w:rPr>
          <w:rtl/>
        </w:rPr>
        <w:t xml:space="preserve"> </w:t>
      </w:r>
      <w:r w:rsidRPr="00573E19">
        <w:rPr>
          <w:rtl/>
        </w:rPr>
        <w:t>والهيثم بن أبي مسروق ويونس بن علي العطار ومحمد بن الحسين بن أبي الخطاب وعلي</w:t>
      </w:r>
      <w:r w:rsidR="009C2257">
        <w:rPr>
          <w:rtl/>
        </w:rPr>
        <w:t xml:space="preserve"> </w:t>
      </w:r>
      <w:r w:rsidRPr="00573E19">
        <w:rPr>
          <w:rtl/>
        </w:rPr>
        <w:t>ابن مهزيار وسهل بن زياد وغيرهم خلق كثير ترجمه ابن النديم وابن حجر وإسماعيل</w:t>
      </w:r>
      <w:r w:rsidR="009C2257">
        <w:rPr>
          <w:rtl/>
        </w:rPr>
        <w:t xml:space="preserve"> </w:t>
      </w:r>
      <w:r w:rsidRPr="00573E19">
        <w:rPr>
          <w:rtl/>
        </w:rPr>
        <w:t>باشا ومن أصحابنا الشيخ والنجاشي والسروي والعلامة وغيرهم</w:t>
      </w:r>
      <w:r>
        <w:rPr>
          <w:rtl/>
        </w:rPr>
        <w:t>.</w:t>
      </w:r>
      <w:r w:rsidR="002222DA" w:rsidRPr="004F3340">
        <w:rPr>
          <w:rStyle w:val="libFootnoteAlaemChar"/>
          <w:rtl/>
        </w:rPr>
        <w:t xml:space="preserve"> </w:t>
      </w:r>
    </w:p>
    <w:p w:rsidR="00FE5331" w:rsidRPr="00573E19" w:rsidRDefault="00FE5331" w:rsidP="002222DA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سهل بن زياد الآدمي أبو سعيد الرازي من أصحاب الأئمة الجواد والهادي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والعسكري وثقة الشيخ في رجاله كاتب الامام أبي محمد العسكري </w:t>
      </w:r>
      <w:r w:rsidR="002222DA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على يد محمد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الحميد العطار للنصف من شهر ربيع الآخر سنة </w:t>
      </w:r>
      <w:r>
        <w:rPr>
          <w:rtl/>
        </w:rPr>
        <w:t>2</w:t>
      </w:r>
      <w:r w:rsidRPr="00573E19">
        <w:rPr>
          <w:rtl/>
        </w:rPr>
        <w:t>55 وهو من مشايخ الإجازة</w:t>
      </w:r>
      <w:r w:rsidR="00CA4563">
        <w:rPr>
          <w:rtl/>
        </w:rPr>
        <w:t>،</w:t>
      </w:r>
      <w:r w:rsidRPr="00573E19">
        <w:rPr>
          <w:rtl/>
        </w:rPr>
        <w:t xml:space="preserve"> كثير</w:t>
      </w:r>
      <w:r w:rsidR="009C2257">
        <w:rPr>
          <w:rtl/>
        </w:rPr>
        <w:t xml:space="preserve"> </w:t>
      </w:r>
      <w:r w:rsidRPr="00573E19">
        <w:rPr>
          <w:rtl/>
        </w:rPr>
        <w:t>الرواية ورواياته سديدة مفتى بها</w:t>
      </w:r>
      <w:r w:rsidR="00CA4563">
        <w:rPr>
          <w:rtl/>
        </w:rPr>
        <w:t>،</w:t>
      </w:r>
      <w:r w:rsidRPr="00573E19">
        <w:rPr>
          <w:rtl/>
        </w:rPr>
        <w:t xml:space="preserve"> أكثر عنه الكليني في الكافي</w:t>
      </w:r>
      <w:r w:rsidR="00CA4563">
        <w:rPr>
          <w:rtl/>
        </w:rPr>
        <w:t>،</w:t>
      </w:r>
      <w:r w:rsidRPr="00573E19">
        <w:rPr>
          <w:rtl/>
        </w:rPr>
        <w:t xml:space="preserve"> روى عنه أحمد</w:t>
      </w:r>
      <w:r w:rsidR="009C2257">
        <w:rPr>
          <w:rtl/>
        </w:rPr>
        <w:t xml:space="preserve"> </w:t>
      </w:r>
      <w:r w:rsidRPr="00573E19">
        <w:rPr>
          <w:rtl/>
        </w:rPr>
        <w:t>ابن الفضل بن محمد الهاشمي ومحمد بن أحمد بن يحيى وأحمد بن أبي عبد الله ومحمد بن الحسن</w:t>
      </w:r>
      <w:r w:rsidR="009C2257">
        <w:rPr>
          <w:rtl/>
        </w:rPr>
        <w:t xml:space="preserve"> </w:t>
      </w:r>
      <w:r w:rsidRPr="00573E19">
        <w:rPr>
          <w:rtl/>
        </w:rPr>
        <w:t>ومحمد بن قولويه وأبي الحسين الأسدي وعلي بن إبراهيم وغيرهم</w:t>
      </w:r>
      <w:r w:rsidR="00CA4563">
        <w:rPr>
          <w:rtl/>
        </w:rPr>
        <w:t>،</w:t>
      </w:r>
      <w:r w:rsidRPr="00573E19">
        <w:rPr>
          <w:rtl/>
        </w:rPr>
        <w:t xml:space="preserve"> له كتاب التوحيد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وغيره وله مسائل سأل بها الهادي والعسكري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ذكرها المشايخ لا سيما الصدوقان</w:t>
      </w:r>
      <w:r w:rsidR="009C2257">
        <w:rPr>
          <w:rtl/>
        </w:rPr>
        <w:t xml:space="preserve"> </w:t>
      </w:r>
      <w:r w:rsidRPr="00573E19">
        <w:rPr>
          <w:rtl/>
        </w:rPr>
        <w:t>ترجمه الشيخ في كتابيه والنجاشي والسروي والعلامة واستوفي الشيخ المامقاني</w:t>
      </w:r>
      <w:r w:rsidR="009C2257">
        <w:rPr>
          <w:rtl/>
        </w:rPr>
        <w:t xml:space="preserve"> </w:t>
      </w:r>
      <w:r w:rsidRPr="00573E19">
        <w:rPr>
          <w:rtl/>
        </w:rPr>
        <w:t>الكلام في تنقيحه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الحسن بن محبوب مما أخذته من كتبه ومصنفاته فقد اخبرني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بها أحمد بن عبدون عن علي بن محمد بن الزبير القرشي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أحمد بن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عبد الملك الأزدي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الحسن بن محبوب</w:t>
      </w:r>
      <w:r w:rsidR="00CA4563">
        <w:rPr>
          <w:rtl/>
        </w:rPr>
        <w:t>،</w:t>
      </w:r>
      <w:r w:rsidRPr="00573E19">
        <w:rPr>
          <w:rtl/>
        </w:rPr>
        <w:t xml:space="preserve"> وأخبرني به أيضا الشيخ أبو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علي بن محمد بن الزبير أبو الحسن القرشي الكوفي شيخ الشيوخ وراوية</w:t>
      </w:r>
      <w:r w:rsidR="009C2257">
        <w:rPr>
          <w:rtl/>
        </w:rPr>
        <w:t xml:space="preserve"> </w:t>
      </w:r>
      <w:r w:rsidRPr="00573E19">
        <w:rPr>
          <w:rtl/>
        </w:rPr>
        <w:t>الأصول كان غاية في الفضل والعلم والجلالة والثقة نزل بغداد وحدث بها</w:t>
      </w:r>
      <w:r>
        <w:rPr>
          <w:rtl/>
        </w:rPr>
        <w:t xml:space="preserve"> - </w:t>
      </w:r>
      <w:r w:rsidRPr="00573E19">
        <w:rPr>
          <w:rtl/>
        </w:rPr>
        <w:t>وكان منزله</w:t>
      </w:r>
      <w:r w:rsidR="009C2257">
        <w:rPr>
          <w:rtl/>
        </w:rPr>
        <w:t xml:space="preserve"> </w:t>
      </w:r>
      <w:r w:rsidRPr="00573E19">
        <w:rPr>
          <w:rtl/>
        </w:rPr>
        <w:t>بطاق الحراني</w:t>
      </w:r>
      <w:r>
        <w:rPr>
          <w:rtl/>
        </w:rPr>
        <w:t xml:space="preserve"> - </w:t>
      </w:r>
      <w:r w:rsidRPr="00573E19">
        <w:rPr>
          <w:rtl/>
        </w:rPr>
        <w:t>عن علي بن الحسن بن فضال والحسن ومحمد ابني علي بن عفان</w:t>
      </w:r>
      <w:r w:rsidR="009C2257">
        <w:rPr>
          <w:rtl/>
        </w:rPr>
        <w:t xml:space="preserve"> </w:t>
      </w:r>
      <w:r w:rsidRPr="00573E19">
        <w:rPr>
          <w:rtl/>
        </w:rPr>
        <w:t>وإبراهيم بن عبد الله القصار</w:t>
      </w:r>
      <w:r w:rsidR="00CA4563">
        <w:rPr>
          <w:rtl/>
        </w:rPr>
        <w:t>،</w:t>
      </w:r>
      <w:r w:rsidRPr="00573E19">
        <w:rPr>
          <w:rtl/>
        </w:rPr>
        <w:t xml:space="preserve"> حدث عنه ابن رزقويه وابن البياض وابن عبدون وعلي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أحمد الرزاز وأبو علي بن شاذان والتلعكبري ولد سنة </w:t>
      </w:r>
      <w:r>
        <w:rPr>
          <w:rtl/>
        </w:rPr>
        <w:t>2</w:t>
      </w:r>
      <w:r w:rsidRPr="00573E19">
        <w:rPr>
          <w:rtl/>
        </w:rPr>
        <w:t>54 وتوفي ببغداد يوم</w:t>
      </w:r>
      <w:r w:rsidR="009C2257">
        <w:rPr>
          <w:rtl/>
        </w:rPr>
        <w:t xml:space="preserve"> </w:t>
      </w:r>
      <w:r w:rsidRPr="00573E19">
        <w:rPr>
          <w:rtl/>
        </w:rPr>
        <w:t>الخميس لعشر خلون من ذي القعدة وعمره 94 سنة وحمل إلى الكوفة ودفن في مشهد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ترجمه الخطيب في تاريخه ومن أصحابنا الشيخ المامقاني في</w:t>
      </w:r>
      <w:r w:rsidR="009C2257">
        <w:rPr>
          <w:rtl/>
        </w:rPr>
        <w:t xml:space="preserve"> </w:t>
      </w:r>
      <w:r w:rsidRPr="00573E19">
        <w:rPr>
          <w:rtl/>
        </w:rPr>
        <w:t>تنقيحه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علي بن الحسن بن فضال بن فضال بن عمر بن أيمن أبو الحسن الكوفي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 أصحاب الإمامين أبي الحسن الهادي وأبي محمد العسكري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ثقة كثير العلم واسع</w:t>
      </w:r>
      <w:r w:rsidR="009C2257">
        <w:rPr>
          <w:rtl/>
        </w:rPr>
        <w:t xml:space="preserve"> </w:t>
      </w:r>
      <w:r w:rsidRPr="00573E19">
        <w:rPr>
          <w:rtl/>
        </w:rPr>
        <w:t>الاخبار جيد التصانيف فقيه الامامية بالكوفة ووجههم وثقتهم وعارفهم بالحديث</w:t>
      </w:r>
      <w:r w:rsidR="009C2257">
        <w:rPr>
          <w:rtl/>
        </w:rPr>
        <w:t xml:space="preserve"> </w:t>
      </w:r>
      <w:r w:rsidRPr="00573E19">
        <w:rPr>
          <w:rtl/>
        </w:rPr>
        <w:t>والمسموع قوله فيه سمع كثيرا ولم يعثر له على زلة فيه ولا ما يشينه وقل ما روى عن</w:t>
      </w:r>
      <w:r w:rsidR="009C2257">
        <w:rPr>
          <w:rtl/>
        </w:rPr>
        <w:t xml:space="preserve"> </w:t>
      </w:r>
      <w:r w:rsidRPr="00573E19">
        <w:rPr>
          <w:rtl/>
        </w:rPr>
        <w:t>ضعيف وكان فطحيا قال النجاشي</w:t>
      </w:r>
      <w:r w:rsidR="00CA4563">
        <w:rPr>
          <w:rtl/>
        </w:rPr>
        <w:t>:</w:t>
      </w:r>
      <w:r w:rsidRPr="00573E19">
        <w:rPr>
          <w:rtl/>
        </w:rPr>
        <w:t xml:space="preserve"> ولم يرو عن أبيه شيئا وقال كنت أقابله وسني ثمان</w:t>
      </w:r>
      <w:r w:rsidR="009C2257">
        <w:rPr>
          <w:rtl/>
        </w:rPr>
        <w:t xml:space="preserve"> </w:t>
      </w:r>
      <w:r w:rsidRPr="00573E19">
        <w:rPr>
          <w:rtl/>
        </w:rPr>
        <w:t>عشرة سنة بكتبه ولا افهم إذ ذاك الروايات ولا استحل ان ارويها عنه وروى عن</w:t>
      </w:r>
      <w:r w:rsidR="009C2257">
        <w:rPr>
          <w:rtl/>
        </w:rPr>
        <w:t xml:space="preserve"> </w:t>
      </w:r>
      <w:r w:rsidRPr="00573E19">
        <w:rPr>
          <w:rtl/>
        </w:rPr>
        <w:t>أخويه عن أبيهما</w:t>
      </w:r>
      <w:r w:rsidR="00CA4563">
        <w:rPr>
          <w:rtl/>
        </w:rPr>
        <w:t>:</w:t>
      </w:r>
      <w:r w:rsidRPr="00573E19">
        <w:rPr>
          <w:rtl/>
        </w:rPr>
        <w:t xml:space="preserve"> ويضعف هذا كثرة روايته عن أبيه في العيون والخصال والأمالي</w:t>
      </w:r>
      <w:r w:rsidR="009C2257">
        <w:rPr>
          <w:rtl/>
        </w:rPr>
        <w:t xml:space="preserve"> </w:t>
      </w:r>
      <w:r w:rsidRPr="00573E19">
        <w:rPr>
          <w:rtl/>
        </w:rPr>
        <w:t>والعلل وغيرها قال محمد بن مسعود</w:t>
      </w:r>
      <w:r w:rsidR="00CA4563">
        <w:rPr>
          <w:rtl/>
        </w:rPr>
        <w:t>،</w:t>
      </w:r>
      <w:r w:rsidRPr="00573E19">
        <w:rPr>
          <w:rtl/>
        </w:rPr>
        <w:t xml:space="preserve"> ما لقيت بالعراق وناحية خراسان أفقه ولا أفضل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 علي بن الحسن بالكوفة ولم يكن كتاب عن الأئمة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في كل صنف الا وقد</w:t>
      </w:r>
      <w:r w:rsidR="009C2257">
        <w:rPr>
          <w:rtl/>
        </w:rPr>
        <w:t xml:space="preserve"> </w:t>
      </w:r>
      <w:r w:rsidRPr="00573E19">
        <w:rPr>
          <w:rtl/>
        </w:rPr>
        <w:t>كان عنده وكان احفظ الناس</w:t>
      </w:r>
      <w:r w:rsidR="00CA4563">
        <w:rPr>
          <w:rtl/>
        </w:rPr>
        <w:t>،</w:t>
      </w:r>
      <w:r w:rsidRPr="00573E19">
        <w:rPr>
          <w:rtl/>
        </w:rPr>
        <w:t xml:space="preserve"> وفي بني فضال ورد التنصيص من الامام أبي محمد العسكري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في جواب من سئله عن كتب بني فضال فقالوا كيف نعمل بكتبهم وبيوتنا</w:t>
      </w:r>
      <w:r w:rsidR="009C2257">
        <w:rPr>
          <w:rtl/>
        </w:rPr>
        <w:t xml:space="preserve"> </w:t>
      </w:r>
      <w:r w:rsidRPr="00573E19">
        <w:rPr>
          <w:rtl/>
        </w:rPr>
        <w:t>ملاء منها</w:t>
      </w:r>
      <w:r>
        <w:rPr>
          <w:rtl/>
        </w:rPr>
        <w:t>؟</w:t>
      </w:r>
      <w:r w:rsidRPr="00573E19">
        <w:rPr>
          <w:rtl/>
        </w:rPr>
        <w:t xml:space="preserve"> فقال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</w:t>
      </w:r>
      <w:r>
        <w:rPr>
          <w:rtl/>
        </w:rPr>
        <w:t>(</w:t>
      </w:r>
      <w:r w:rsidRPr="00573E19">
        <w:rPr>
          <w:rtl/>
        </w:rPr>
        <w:t xml:space="preserve"> خذوا منها بما رووا وذروا ما رأوا ) لأنهم كانوا فطحية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محمد بن محمد بن النعمان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والحسين بن عبيد الله وأحمد بن عبدون عن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أحمد بن محمد بن الحسن بن الوليد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أبيه محمد بن الحسن بن الوليد </w:t>
      </w:r>
      <w:r w:rsidRPr="00FE5331">
        <w:rPr>
          <w:rStyle w:val="libFootnotenumChar"/>
          <w:rtl/>
        </w:rPr>
        <w:t>(2)</w:t>
      </w:r>
      <w:r w:rsidR="009C2257">
        <w:rPr>
          <w:rtl/>
        </w:rPr>
        <w:t xml:space="preserve"> </w:t>
      </w:r>
      <w:r w:rsidRPr="00573E19">
        <w:rPr>
          <w:rtl/>
        </w:rPr>
        <w:t>عن الحسن بن محبوب</w:t>
      </w:r>
      <w:r>
        <w:rPr>
          <w:rtl/>
        </w:rPr>
        <w:t>.</w:t>
      </w:r>
      <w:r w:rsidRPr="00573E19">
        <w:rPr>
          <w:rtl/>
        </w:rPr>
        <w:t xml:space="preserve"> وأخبرني أيضا أبو الحسين بن أبي جيد القمي عن محمد بن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الوليد عن محمد بن الحسن الصفار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أحمد بن محمد ومعاوية بن حكيم </w:t>
      </w:r>
      <w:r w:rsidRPr="00FE5331">
        <w:rPr>
          <w:rStyle w:val="libFootnotenumChar"/>
          <w:rtl/>
        </w:rPr>
        <w:t>(4)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 xml:space="preserve">توفي علي بن الحسن سنة </w:t>
      </w:r>
      <w:r>
        <w:rPr>
          <w:rtl/>
        </w:rPr>
        <w:t>22</w:t>
      </w:r>
      <w:r w:rsidRPr="00573E19">
        <w:rPr>
          <w:rtl/>
        </w:rPr>
        <w:t>4 ترجمه إسماعيل باشا ومن أصحابنا الشيخ في كتابيه</w:t>
      </w:r>
      <w:r w:rsidR="009C2257">
        <w:rPr>
          <w:rtl/>
        </w:rPr>
        <w:t xml:space="preserve"> </w:t>
      </w:r>
      <w:r w:rsidRPr="00573E19">
        <w:rPr>
          <w:rtl/>
        </w:rPr>
        <w:t>والنجاشي في رجاله والعلامة في الخلاصة والسروي في معالم العلماء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الحسين بن عبد الملك الأودي</w:t>
      </w:r>
      <w:r>
        <w:rPr>
          <w:rtl/>
        </w:rPr>
        <w:t xml:space="preserve"> - </w:t>
      </w:r>
      <w:r w:rsidRPr="00573E19">
        <w:rPr>
          <w:rtl/>
        </w:rPr>
        <w:t>الأزدي خ ل</w:t>
      </w:r>
      <w:r>
        <w:rPr>
          <w:rtl/>
        </w:rPr>
        <w:t xml:space="preserve"> - </w:t>
      </w:r>
      <w:r w:rsidRPr="00573E19">
        <w:rPr>
          <w:rtl/>
        </w:rPr>
        <w:t>أبو جعفر الكوفي</w:t>
      </w:r>
      <w:r w:rsidR="009C2257">
        <w:rPr>
          <w:rtl/>
        </w:rPr>
        <w:t xml:space="preserve"> </w:t>
      </w:r>
      <w:r w:rsidRPr="00573E19">
        <w:rPr>
          <w:rtl/>
        </w:rPr>
        <w:t>ثقة مرجوع إليه لم يعرف له مصنف الا انه جمع كتاب المشيخة وبوبه على أسماء الشيوخ</w:t>
      </w:r>
      <w:r w:rsidR="009C2257">
        <w:rPr>
          <w:rtl/>
        </w:rPr>
        <w:t xml:space="preserve"> </w:t>
      </w:r>
      <w:r w:rsidRPr="00573E19">
        <w:rPr>
          <w:rtl/>
        </w:rPr>
        <w:t>بعد أن كان منثورا روى عن ابن محبوب وروى عنه علي بن محمد بن الزبير وأحمد ابن</w:t>
      </w:r>
      <w:r w:rsidR="009C2257">
        <w:rPr>
          <w:rtl/>
        </w:rPr>
        <w:t xml:space="preserve"> </w:t>
      </w:r>
      <w:r w:rsidRPr="00573E19">
        <w:rPr>
          <w:rtl/>
        </w:rPr>
        <w:t>محمد بن سعيد ترجمه الشيخ والنجاشي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أحمد بن محمد بن الحسن بن الوليد أبو الحسن من أساتيذ الشيخ المفيد ومن مشايخ</w:t>
      </w:r>
      <w:r w:rsidR="009C2257">
        <w:rPr>
          <w:rtl/>
        </w:rPr>
        <w:t xml:space="preserve"> </w:t>
      </w:r>
      <w:r w:rsidRPr="00573E19">
        <w:rPr>
          <w:rtl/>
        </w:rPr>
        <w:t>الإجازة وثقة الشهيد في الدراية وقال الميرزا</w:t>
      </w:r>
      <w:r w:rsidR="00CA4563">
        <w:rPr>
          <w:rtl/>
        </w:rPr>
        <w:t>:</w:t>
      </w:r>
      <w:r w:rsidRPr="00573E19">
        <w:rPr>
          <w:rtl/>
        </w:rPr>
        <w:t xml:space="preserve"> لم أر إلى الآن ولم اسمع من أحد التأمل</w:t>
      </w:r>
      <w:r w:rsidR="009C2257">
        <w:rPr>
          <w:rtl/>
        </w:rPr>
        <w:t xml:space="preserve"> </w:t>
      </w:r>
      <w:r w:rsidRPr="00573E19">
        <w:rPr>
          <w:rtl/>
        </w:rPr>
        <w:t>في توثيقه اه وقال الداماد في رواشحه انه اجل من أن يحتاج إلى تزكية مزك</w:t>
      </w:r>
      <w:r w:rsidR="009C2257">
        <w:rPr>
          <w:rtl/>
        </w:rPr>
        <w:t xml:space="preserve"> </w:t>
      </w:r>
      <w:r w:rsidRPr="00573E19">
        <w:rPr>
          <w:rtl/>
        </w:rPr>
        <w:t>وتوثيق موثق</w:t>
      </w:r>
      <w:r w:rsidR="00CA4563">
        <w:rPr>
          <w:rtl/>
        </w:rPr>
        <w:t>،</w:t>
      </w:r>
      <w:r w:rsidRPr="00573E19">
        <w:rPr>
          <w:rtl/>
        </w:rPr>
        <w:t xml:space="preserve"> روى عنه المفيد والحسين بن عبيد الله وأحمد بن عبدون والكليني</w:t>
      </w:r>
      <w:r w:rsidR="009C2257">
        <w:rPr>
          <w:rtl/>
        </w:rPr>
        <w:t xml:space="preserve"> </w:t>
      </w:r>
      <w:r w:rsidRPr="00573E19">
        <w:rPr>
          <w:rtl/>
        </w:rPr>
        <w:t>وغيرهم وروى هو عن أبيه محمد بن الحسن بن الوليد</w:t>
      </w:r>
      <w:r w:rsidR="00CA4563">
        <w:rPr>
          <w:rtl/>
        </w:rPr>
        <w:t>،</w:t>
      </w:r>
      <w:r w:rsidRPr="00573E19">
        <w:rPr>
          <w:rtl/>
        </w:rPr>
        <w:t xml:space="preserve"> ترجمه سيد الأعيان في كتابه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محمد بن الحسن بن أحمد بن الوليد يكنى أبا جعفر جليل القدر بصير بالفقه عارف</w:t>
      </w:r>
      <w:r w:rsidR="009C2257">
        <w:rPr>
          <w:rtl/>
        </w:rPr>
        <w:t xml:space="preserve"> </w:t>
      </w:r>
      <w:r w:rsidRPr="00573E19">
        <w:rPr>
          <w:rtl/>
        </w:rPr>
        <w:t>بالرجال موثوق به شيخ القميين ووجههم وفقيههم ومتقدمهم قال النجاشي ويقال</w:t>
      </w:r>
      <w:r w:rsidR="00CA4563">
        <w:rPr>
          <w:rtl/>
        </w:rPr>
        <w:t>:</w:t>
      </w:r>
      <w:r w:rsidRPr="00573E19">
        <w:rPr>
          <w:rtl/>
        </w:rPr>
        <w:t xml:space="preserve"> انه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نزيل قم وكان أصله منها ثقة ثقة عين مسكون إليه اه توفي سنة </w:t>
      </w:r>
      <w:r>
        <w:rPr>
          <w:rtl/>
        </w:rPr>
        <w:t>3</w:t>
      </w:r>
      <w:r w:rsidRPr="00573E19">
        <w:rPr>
          <w:rtl/>
        </w:rPr>
        <w:t>4</w:t>
      </w:r>
      <w:r>
        <w:rPr>
          <w:rtl/>
        </w:rPr>
        <w:t>3</w:t>
      </w:r>
      <w:r w:rsidRPr="00573E19">
        <w:rPr>
          <w:rtl/>
        </w:rPr>
        <w:t xml:space="preserve"> وهي السنة التي</w:t>
      </w:r>
      <w:r w:rsidR="009C2257">
        <w:rPr>
          <w:rtl/>
        </w:rPr>
        <w:t xml:space="preserve"> </w:t>
      </w:r>
      <w:r w:rsidRPr="00573E19">
        <w:rPr>
          <w:rtl/>
        </w:rPr>
        <w:t>حدث بها علي بن أحمد بن طاهر سمع من الصفار وسعد ومحمد بن يحيى والحسن بن</w:t>
      </w:r>
      <w:r w:rsidR="009C2257">
        <w:rPr>
          <w:rtl/>
        </w:rPr>
        <w:t xml:space="preserve"> </w:t>
      </w:r>
      <w:r w:rsidRPr="00573E19">
        <w:rPr>
          <w:rtl/>
        </w:rPr>
        <w:t>متيل الدقاق وعنه التلعكبري وابن أبي جيد وعلي بن الحسين بن بابويه</w:t>
      </w:r>
      <w:r w:rsidR="00CA4563">
        <w:rPr>
          <w:rtl/>
        </w:rPr>
        <w:t>،</w:t>
      </w:r>
      <w:r w:rsidRPr="00573E19">
        <w:rPr>
          <w:rtl/>
        </w:rPr>
        <w:t xml:space="preserve"> صنف كتبا</w:t>
      </w:r>
      <w:r w:rsidR="009C2257">
        <w:rPr>
          <w:rtl/>
        </w:rPr>
        <w:t xml:space="preserve"> </w:t>
      </w:r>
      <w:r w:rsidRPr="00573E19">
        <w:rPr>
          <w:rtl/>
        </w:rPr>
        <w:t>منها تفسير القرآن وكتاب الجامع في الفقه</w:t>
      </w:r>
      <w:r w:rsidR="00CA4563">
        <w:rPr>
          <w:rtl/>
        </w:rPr>
        <w:t>،</w:t>
      </w:r>
      <w:r w:rsidRPr="00573E19">
        <w:rPr>
          <w:rtl/>
        </w:rPr>
        <w:t xml:space="preserve"> ترجمه إسماعيل باشا ومن أصحابنا الشيخ</w:t>
      </w:r>
      <w:r w:rsidR="009C2257">
        <w:rPr>
          <w:rtl/>
        </w:rPr>
        <w:t xml:space="preserve"> </w:t>
      </w:r>
      <w:r w:rsidRPr="00573E19">
        <w:rPr>
          <w:rtl/>
        </w:rPr>
        <w:t>والنجاشي والعلامة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محمد بن الحسن بن فروخ الصفار يكنى أبا جعفر الأعرج القمي ويلقب بممولة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والهيثم بن أبي مسروق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الحسن بن محبوب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الحسين بن سعيد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أخبرني به الشيخ المفيد أبو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محمد بن محمد بن النعمان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والحسين بن عبيد الله وأحمد بن عبدون كلهم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بن الحسن بن الوليد عن أبيه محمد بن الحسن بن الوليد</w:t>
      </w:r>
      <w:r w:rsidR="00CA4563">
        <w:rPr>
          <w:rtl/>
        </w:rPr>
        <w:t>،</w:t>
      </w:r>
      <w:r w:rsidRPr="00573E19">
        <w:rPr>
          <w:rtl/>
        </w:rPr>
        <w:t xml:space="preserve"> وأخبرني</w:t>
      </w:r>
      <w:r w:rsidR="009C2257">
        <w:rPr>
          <w:rtl/>
        </w:rPr>
        <w:t xml:space="preserve"> </w:t>
      </w:r>
      <w:r w:rsidRPr="00573E19">
        <w:rPr>
          <w:rtl/>
        </w:rPr>
        <w:t>أيضا أبو الحسين بن أبي جيد القمي عن محمد بن الحسن بن الوليد عن الحسين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كان وجها في أصحابنا القميين ثقة عظيم القدر قليل السقط في الرواية عده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الشيخ في رجاله من أصحاب العسكري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له عدة كتب منها بصائر الدرجات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المعروف المطبوع المتداول توفي سنة </w:t>
      </w:r>
      <w:r>
        <w:rPr>
          <w:rtl/>
        </w:rPr>
        <w:t>2</w:t>
      </w:r>
      <w:r w:rsidRPr="00573E19">
        <w:rPr>
          <w:rtl/>
        </w:rPr>
        <w:t>90 بقم روى عن يعقوب بن يزيد وأحمد</w:t>
      </w:r>
      <w:r w:rsidR="009C2257">
        <w:rPr>
          <w:rtl/>
        </w:rPr>
        <w:t xml:space="preserve"> </w:t>
      </w:r>
      <w:r w:rsidRPr="00573E19">
        <w:rPr>
          <w:rtl/>
        </w:rPr>
        <w:t>ابن محمد بن عيسى وسهل بن زياد وإبراهيم بن هاشم القمي ومحمد بن عيسى بن عبيد</w:t>
      </w:r>
      <w:r w:rsidR="009C2257">
        <w:rPr>
          <w:rtl/>
        </w:rPr>
        <w:t xml:space="preserve"> </w:t>
      </w:r>
      <w:r w:rsidRPr="00573E19">
        <w:rPr>
          <w:rtl/>
        </w:rPr>
        <w:t>ومعاوية بن حكيم</w:t>
      </w:r>
      <w:r w:rsidR="00CA4563">
        <w:rPr>
          <w:rtl/>
        </w:rPr>
        <w:t>،</w:t>
      </w:r>
      <w:r w:rsidRPr="00573E19">
        <w:rPr>
          <w:rtl/>
        </w:rPr>
        <w:t xml:space="preserve"> وروى عنه الكليني وأحمد بن محمد وعلي بن الحسين وسعد</w:t>
      </w:r>
      <w:r w:rsidR="009C2257">
        <w:rPr>
          <w:rtl/>
        </w:rPr>
        <w:t xml:space="preserve"> </w:t>
      </w:r>
      <w:r w:rsidRPr="00573E19">
        <w:rPr>
          <w:rtl/>
        </w:rPr>
        <w:t>ابن عبد الله وأحمد بن إدريس ومحمد بن جعفر المؤدب وغيرهم</w:t>
      </w:r>
      <w:r w:rsidR="00CA4563">
        <w:rPr>
          <w:rtl/>
        </w:rPr>
        <w:t>،</w:t>
      </w:r>
      <w:r w:rsidRPr="00573E19">
        <w:rPr>
          <w:rtl/>
        </w:rPr>
        <w:t xml:space="preserve"> ترجمه إسماعيل باشا</w:t>
      </w:r>
      <w:r w:rsidR="009C2257">
        <w:rPr>
          <w:rtl/>
        </w:rPr>
        <w:t xml:space="preserve"> </w:t>
      </w:r>
      <w:r w:rsidRPr="00573E19">
        <w:rPr>
          <w:rtl/>
        </w:rPr>
        <w:t>ومن أصحابنا الشيخ والنجاشي والعلامة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معاوية بن حكيم بن معاوية بن عمار الدهني عده الشيخ من أصحاب الإمام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الرضا وأبي جعفر الجواد وأبي الحسن الهادي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من أجلاء العلماء وثقات</w:t>
      </w:r>
      <w:r w:rsidR="009C2257">
        <w:rPr>
          <w:rtl/>
        </w:rPr>
        <w:t xml:space="preserve"> </w:t>
      </w:r>
      <w:r w:rsidRPr="00573E19">
        <w:rPr>
          <w:rtl/>
        </w:rPr>
        <w:t>الفقهاء والعدول روى عن ابن أبي عمير وعلي بن الحسن بن رباط وصفوان بن يحيى</w:t>
      </w:r>
      <w:r w:rsidR="009C2257">
        <w:rPr>
          <w:rtl/>
        </w:rPr>
        <w:t xml:space="preserve"> </w:t>
      </w:r>
      <w:r w:rsidRPr="00573E19">
        <w:rPr>
          <w:rtl/>
        </w:rPr>
        <w:t>وأبي شعيب المحاملي وعنه محمد بن علي بن محبوب وسعد بن عبد الله وأحمد بن محمد بن عيسى</w:t>
      </w:r>
      <w:r w:rsidR="009C2257">
        <w:rPr>
          <w:rtl/>
        </w:rPr>
        <w:t xml:space="preserve"> </w:t>
      </w:r>
      <w:r w:rsidRPr="00573E19">
        <w:rPr>
          <w:rtl/>
        </w:rPr>
        <w:t>ومحمد بن يحيى وسهل بن زياد وخلق غيرهم قال أبو عبد الله الحسين بن عبيد الله سمعت</w:t>
      </w:r>
      <w:r w:rsidR="009C2257">
        <w:rPr>
          <w:rtl/>
        </w:rPr>
        <w:t xml:space="preserve"> </w:t>
      </w:r>
      <w:r w:rsidRPr="00573E19">
        <w:rPr>
          <w:rtl/>
        </w:rPr>
        <w:t>شيوخنا يقولون روى معاوية بن حكيم أربعة وعشرين أصلا لم يرو غيرها</w:t>
      </w:r>
      <w:r w:rsidR="00CA4563">
        <w:rPr>
          <w:rtl/>
        </w:rPr>
        <w:t>،</w:t>
      </w:r>
      <w:r w:rsidRPr="00573E19">
        <w:rPr>
          <w:rtl/>
        </w:rPr>
        <w:t xml:space="preserve"> له كتب</w:t>
      </w:r>
      <w:r w:rsidR="009C2257">
        <w:rPr>
          <w:rtl/>
        </w:rPr>
        <w:t xml:space="preserve"> </w:t>
      </w:r>
      <w:r w:rsidRPr="00573E19">
        <w:rPr>
          <w:rtl/>
        </w:rPr>
        <w:t>ذكرها مترجموه من أصحابنا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الهيثم بن أبي مسروق عبد الله النهدي يكنى أبا محمد كوفي روى عنه محمد بن الحسن</w:t>
      </w:r>
      <w:r w:rsidR="009C2257">
        <w:rPr>
          <w:rtl/>
        </w:rPr>
        <w:t xml:space="preserve"> </w:t>
      </w:r>
      <w:r w:rsidRPr="00573E19">
        <w:rPr>
          <w:rtl/>
        </w:rPr>
        <w:t>الصفار ومحمد بن علي بن محبوب وسعد بن عبد الله وروى هو عن مروك بن عبيد</w:t>
      </w:r>
      <w:r w:rsidR="009C2257">
        <w:rPr>
          <w:rtl/>
        </w:rPr>
        <w:t xml:space="preserve"> </w:t>
      </w:r>
      <w:r w:rsidRPr="00573E19">
        <w:rPr>
          <w:rtl/>
        </w:rPr>
        <w:t>ومحمد بن إسماعيل والحسن بن محبوب له كتاب</w:t>
      </w:r>
      <w:r w:rsidR="00CA4563">
        <w:rPr>
          <w:rtl/>
        </w:rPr>
        <w:t>،</w:t>
      </w:r>
      <w:r w:rsidRPr="00573E19">
        <w:rPr>
          <w:rtl/>
        </w:rPr>
        <w:t xml:space="preserve"> ترجمه ابن حجر ومن أصحابنا الشيخ</w:t>
      </w:r>
      <w:r w:rsidR="009C2257">
        <w:rPr>
          <w:rtl/>
        </w:rPr>
        <w:t xml:space="preserve"> </w:t>
      </w:r>
      <w:r w:rsidRPr="00573E19">
        <w:rPr>
          <w:rtl/>
        </w:rPr>
        <w:t>والنجاشي وغيرهما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ابن الحسن بن أبان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الحسين بن سعيد</w:t>
      </w:r>
      <w:r w:rsidR="00CA4563">
        <w:rPr>
          <w:rtl/>
        </w:rPr>
        <w:t>،</w:t>
      </w:r>
      <w:r w:rsidRPr="00573E19">
        <w:rPr>
          <w:rtl/>
        </w:rPr>
        <w:t xml:space="preserve"> ورواه أيضا محمد بن الحسن بن الوليد</w:t>
      </w:r>
      <w:r w:rsidR="009C2257">
        <w:rPr>
          <w:rtl/>
        </w:rPr>
        <w:t xml:space="preserve"> </w:t>
      </w:r>
      <w:r w:rsidRPr="00573E19">
        <w:rPr>
          <w:rtl/>
        </w:rPr>
        <w:t>عن محمد بن الحسن الصفار عن أحمد بن محمد عن الحسين بن سعيد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الحسين بن سعيد « عن الحسن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»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الحسين بن سعيد بن حماد بن سعيد بن مهران الأهوازي أصله كوفي وانتقل</w:t>
      </w:r>
      <w:r w:rsidR="009C2257">
        <w:rPr>
          <w:rtl/>
        </w:rPr>
        <w:t xml:space="preserve"> </w:t>
      </w:r>
      <w:r w:rsidRPr="00573E19">
        <w:rPr>
          <w:rtl/>
        </w:rPr>
        <w:t>مع أخيه الحسن إلى الأهواز ثم تحول إلى قم فنزل على الحسن بن أبان</w:t>
      </w:r>
      <w:r w:rsidR="00CA4563">
        <w:rPr>
          <w:rtl/>
        </w:rPr>
        <w:t>،</w:t>
      </w:r>
      <w:r w:rsidRPr="00573E19">
        <w:rPr>
          <w:rtl/>
        </w:rPr>
        <w:t xml:space="preserve"> قال ابن النديم</w:t>
      </w:r>
      <w:r w:rsidR="009C2257">
        <w:rPr>
          <w:rtl/>
        </w:rPr>
        <w:t xml:space="preserve"> </w:t>
      </w:r>
      <w:r w:rsidRPr="00573E19">
        <w:rPr>
          <w:rtl/>
        </w:rPr>
        <w:t>عنه وعن أخيه الحسن</w:t>
      </w:r>
      <w:r w:rsidR="00CA4563">
        <w:rPr>
          <w:rtl/>
        </w:rPr>
        <w:t>:</w:t>
      </w:r>
      <w:r w:rsidRPr="00573E19">
        <w:rPr>
          <w:rtl/>
        </w:rPr>
        <w:t xml:space="preserve"> الحسن والحسين ابنا سعيد الأهوازيان من أهل الكوفة من موالي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علي بن الحسين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من أصحاب الرضا أوسع أهل زمانهما عاما بالفقه والآثار</w:t>
      </w:r>
      <w:r w:rsidR="009C2257">
        <w:rPr>
          <w:rtl/>
        </w:rPr>
        <w:t xml:space="preserve"> </w:t>
      </w:r>
      <w:r w:rsidRPr="00573E19">
        <w:rPr>
          <w:rtl/>
        </w:rPr>
        <w:t>والمناقب وغير ذلك من علوم الشيعة</w:t>
      </w:r>
      <w:r>
        <w:rPr>
          <w:rtl/>
        </w:rPr>
        <w:t xml:space="preserve"> ...</w:t>
      </w:r>
      <w:r w:rsidRPr="00573E19">
        <w:rPr>
          <w:rtl/>
        </w:rPr>
        <w:t xml:space="preserve"> وصحبا أيضا أبا جعفر بن الرضا اه وذكر</w:t>
      </w:r>
      <w:r w:rsidR="009C2257">
        <w:rPr>
          <w:rtl/>
        </w:rPr>
        <w:t xml:space="preserve"> </w:t>
      </w:r>
      <w:r w:rsidRPr="00573E19">
        <w:rPr>
          <w:rtl/>
        </w:rPr>
        <w:t>الشيخ انه روى عن أبي الحسن الثالث</w:t>
      </w:r>
      <w:r w:rsidR="00CA4563">
        <w:rPr>
          <w:rtl/>
        </w:rPr>
        <w:t>،</w:t>
      </w:r>
      <w:r w:rsidRPr="00573E19">
        <w:rPr>
          <w:rtl/>
        </w:rPr>
        <w:t xml:space="preserve"> توفي بقم في دار الحسين بن الحسن بن أبان</w:t>
      </w:r>
      <w:r w:rsidR="009C2257">
        <w:rPr>
          <w:rtl/>
        </w:rPr>
        <w:t xml:space="preserve"> </w:t>
      </w:r>
      <w:r w:rsidRPr="00573E19">
        <w:rPr>
          <w:rtl/>
        </w:rPr>
        <w:t>وأوصى له بكتبه روى عن الأئمة الثلاثة وعن صفوان بن يحيى وحماد بن عيسى وعثمان</w:t>
      </w:r>
      <w:r w:rsidR="009C2257">
        <w:rPr>
          <w:rtl/>
        </w:rPr>
        <w:t xml:space="preserve"> </w:t>
      </w:r>
      <w:r w:rsidRPr="00573E19">
        <w:rPr>
          <w:rtl/>
        </w:rPr>
        <w:t>بن عيسى وروى عنه الحسين بن الحسن بن ابان وأحمد بن محمد بن عيسى وأحمد ابن</w:t>
      </w:r>
      <w:r w:rsidR="009C2257">
        <w:rPr>
          <w:rtl/>
        </w:rPr>
        <w:t xml:space="preserve"> </w:t>
      </w:r>
      <w:r w:rsidRPr="00573E19">
        <w:rPr>
          <w:rtl/>
        </w:rPr>
        <w:t>محمد بن خالد البرقي وأحمد بن محمد الدينوري وابنه أحمد بن الحسين بن سعيد</w:t>
      </w:r>
      <w:r w:rsidR="009C2257">
        <w:rPr>
          <w:rtl/>
        </w:rPr>
        <w:t xml:space="preserve"> </w:t>
      </w:r>
      <w:r w:rsidRPr="00573E19">
        <w:rPr>
          <w:rtl/>
        </w:rPr>
        <w:t>ومحمد بن علي بن محبوب وعلي بن إبراهيم وعلي بن مهزيار وخلق غيرهم</w:t>
      </w:r>
      <w:r w:rsidR="00CA4563">
        <w:rPr>
          <w:rtl/>
        </w:rPr>
        <w:t>،</w:t>
      </w:r>
      <w:r w:rsidRPr="00573E19">
        <w:rPr>
          <w:rtl/>
        </w:rPr>
        <w:t xml:space="preserve"> له ثلاثون</w:t>
      </w:r>
      <w:r w:rsidR="009C2257">
        <w:rPr>
          <w:rtl/>
        </w:rPr>
        <w:t xml:space="preserve"> </w:t>
      </w:r>
      <w:r w:rsidRPr="00573E19">
        <w:rPr>
          <w:rtl/>
        </w:rPr>
        <w:t>كتابا على ترتيب أبواب الفقه</w:t>
      </w:r>
      <w:r w:rsidR="00CA4563">
        <w:rPr>
          <w:rtl/>
        </w:rPr>
        <w:t>،</w:t>
      </w:r>
      <w:r w:rsidRPr="00573E19">
        <w:rPr>
          <w:rtl/>
        </w:rPr>
        <w:t xml:space="preserve"> ترجمه ابن النديم وابن حجر وإسماعيل باشا ومن</w:t>
      </w:r>
      <w:r w:rsidR="009C2257">
        <w:rPr>
          <w:rtl/>
        </w:rPr>
        <w:t xml:space="preserve"> </w:t>
      </w:r>
      <w:r w:rsidRPr="00573E19">
        <w:rPr>
          <w:rtl/>
        </w:rPr>
        <w:t>أصحابنا الشيخ والنجاشي والعلامة والسروي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الحسين بن الحسن بن أبان كثير الرواية مقبولها ثقة من مشايخ ابن الوليد</w:t>
      </w:r>
      <w:r w:rsidR="009C2257">
        <w:rPr>
          <w:rtl/>
        </w:rPr>
        <w:t xml:space="preserve"> </w:t>
      </w:r>
      <w:r w:rsidRPr="00573E19">
        <w:rPr>
          <w:rtl/>
        </w:rPr>
        <w:t>روى عنه الاجلاء من القميين مثل سعد بن عبد الله ومحمد بن الحسن بن الوليد واعتمدوا</w:t>
      </w:r>
      <w:r w:rsidR="009C2257">
        <w:rPr>
          <w:rtl/>
        </w:rPr>
        <w:t xml:space="preserve"> </w:t>
      </w:r>
      <w:r w:rsidRPr="00573E19">
        <w:rPr>
          <w:rtl/>
        </w:rPr>
        <w:t>عليه وقبلوا قوله</w:t>
      </w:r>
      <w:r w:rsidR="00CA4563">
        <w:rPr>
          <w:rtl/>
        </w:rPr>
        <w:t>،</w:t>
      </w:r>
      <w:r w:rsidRPr="00573E19">
        <w:rPr>
          <w:rtl/>
        </w:rPr>
        <w:t xml:space="preserve"> نزل عند أبيه الحسن بن أبان الثقة الجليل الحسين بن سعيد الأهوازي</w:t>
      </w:r>
      <w:r w:rsidR="009C2257">
        <w:rPr>
          <w:rtl/>
        </w:rPr>
        <w:t xml:space="preserve"> </w:t>
      </w:r>
      <w:r w:rsidRPr="00573E19">
        <w:rPr>
          <w:rtl/>
        </w:rPr>
        <w:t>ومات في داره وأوصى عند موته بكتبه إلى الحسين</w:t>
      </w:r>
      <w:r>
        <w:rPr>
          <w:rtl/>
        </w:rPr>
        <w:t xml:space="preserve"> - </w:t>
      </w:r>
      <w:r w:rsidRPr="00573E19">
        <w:rPr>
          <w:rtl/>
        </w:rPr>
        <w:t>المترجم</w:t>
      </w:r>
      <w:r>
        <w:rPr>
          <w:rtl/>
        </w:rPr>
        <w:t xml:space="preserve"> - </w:t>
      </w:r>
      <w:r w:rsidRPr="00573E19">
        <w:rPr>
          <w:rtl/>
        </w:rPr>
        <w:t>ترجمه النجاشي وغيره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الحسن بن محمد بن سماعة الكندي الصيرفي يكنى أبا علي وكناه ابن حجر</w:t>
      </w:r>
      <w:r w:rsidR="009C2257">
        <w:rPr>
          <w:rtl/>
        </w:rPr>
        <w:t xml:space="preserve"> </w:t>
      </w:r>
      <w:r w:rsidRPr="00573E19">
        <w:rPr>
          <w:rtl/>
        </w:rPr>
        <w:t>بابي محمد من شيوخ الواقفة إلا أنه جيد التصانيف نقي الفقه حسن الانتقاد كثير</w:t>
      </w:r>
      <w:r w:rsidR="009C2257">
        <w:rPr>
          <w:rtl/>
        </w:rPr>
        <w:t xml:space="preserve"> </w:t>
      </w:r>
      <w:r w:rsidRPr="00573E19">
        <w:rPr>
          <w:rtl/>
        </w:rPr>
        <w:t>الحديث فقيه ثقة</w:t>
      </w:r>
      <w:r w:rsidR="00CA4563">
        <w:rPr>
          <w:rtl/>
        </w:rPr>
        <w:t>،</w:t>
      </w:r>
      <w:r w:rsidRPr="00573E19">
        <w:rPr>
          <w:rtl/>
        </w:rPr>
        <w:t xml:space="preserve"> وكان ينزل كندة بالكوفة</w:t>
      </w:r>
      <w:r w:rsidR="00CA4563">
        <w:rPr>
          <w:rtl/>
        </w:rPr>
        <w:t>،</w:t>
      </w:r>
      <w:r w:rsidRPr="00573E19">
        <w:rPr>
          <w:rtl/>
        </w:rPr>
        <w:t xml:space="preserve"> له كتب ذكرها مترجموه</w:t>
      </w:r>
      <w:r w:rsidR="00CA4563">
        <w:rPr>
          <w:rtl/>
        </w:rPr>
        <w:t>،</w:t>
      </w:r>
      <w:r w:rsidRPr="00573E19">
        <w:rPr>
          <w:rtl/>
        </w:rPr>
        <w:t xml:space="preserve"> روى</w:t>
      </w:r>
      <w:r w:rsidR="009C2257">
        <w:rPr>
          <w:rtl/>
        </w:rPr>
        <w:t xml:space="preserve"> </w:t>
      </w:r>
      <w:r w:rsidRPr="00573E19">
        <w:rPr>
          <w:rtl/>
        </w:rPr>
        <w:t>عنه حميد بن زياد وعلي بن الحسن بن فضال وأبو علي الأشعري وعلي بن إبراهيم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عن زرعة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سماعة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وفضالة ابن أيوب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والنضر بن سويد </w:t>
      </w:r>
      <w:r w:rsidRPr="00FE5331">
        <w:rPr>
          <w:rStyle w:val="libFootnotenumChar"/>
          <w:rtl/>
        </w:rPr>
        <w:t>(4)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وغيرهم</w:t>
      </w:r>
      <w:r w:rsidR="00CA4563">
        <w:rPr>
          <w:rtl/>
        </w:rPr>
        <w:t>،</w:t>
      </w:r>
      <w:r w:rsidRPr="00573E19">
        <w:rPr>
          <w:rtl/>
        </w:rPr>
        <w:t xml:space="preserve"> توفي ليلة الخميس لخمس مضين من جمادى الأولى سنة </w:t>
      </w:r>
      <w:r>
        <w:rPr>
          <w:rtl/>
        </w:rPr>
        <w:t>2</w:t>
      </w:r>
      <w:r w:rsidRPr="00573E19">
        <w:rPr>
          <w:rtl/>
        </w:rPr>
        <w:t>6</w:t>
      </w:r>
      <w:r>
        <w:rPr>
          <w:rtl/>
        </w:rPr>
        <w:t>3</w:t>
      </w:r>
      <w:r w:rsidRPr="00573E19">
        <w:rPr>
          <w:rtl/>
        </w:rPr>
        <w:t xml:space="preserve"> بالكوفة وصلى</w:t>
      </w:r>
      <w:r w:rsidR="009C2257">
        <w:rPr>
          <w:rtl/>
        </w:rPr>
        <w:t xml:space="preserve"> </w:t>
      </w:r>
      <w:r w:rsidRPr="00573E19">
        <w:rPr>
          <w:rtl/>
        </w:rPr>
        <w:t>عليه إبراهيم بن محمد العلوي ودفن في جعفى</w:t>
      </w:r>
      <w:r>
        <w:rPr>
          <w:rtl/>
        </w:rPr>
        <w:t xml:space="preserve"> - </w:t>
      </w:r>
      <w:r w:rsidRPr="00573E19">
        <w:rPr>
          <w:rtl/>
        </w:rPr>
        <w:t>ترجمه ابن النديم وابن حجر وإسماعيل</w:t>
      </w:r>
      <w:r w:rsidR="009C2257">
        <w:rPr>
          <w:rtl/>
        </w:rPr>
        <w:t xml:space="preserve"> </w:t>
      </w:r>
      <w:r w:rsidRPr="00573E19">
        <w:rPr>
          <w:rtl/>
        </w:rPr>
        <w:t>باشا ومن أصحابنا الشيخ والنجاشي والسروي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زرعة بن محمد الحضرمي أبو محمد من أصحاب الإمام أبي عبد الله الصادق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وأبي إبراهيم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وكان صحب سماعة بن مهران الحضرمي وأكثر عنه</w:t>
      </w:r>
      <w:r w:rsidR="009C2257">
        <w:rPr>
          <w:rtl/>
        </w:rPr>
        <w:t xml:space="preserve"> </w:t>
      </w:r>
      <w:r w:rsidRPr="00573E19">
        <w:rPr>
          <w:rtl/>
        </w:rPr>
        <w:t>في الرواية</w:t>
      </w:r>
      <w:r w:rsidR="00CA4563">
        <w:rPr>
          <w:rtl/>
        </w:rPr>
        <w:t>،</w:t>
      </w:r>
      <w:r w:rsidRPr="00573E19">
        <w:rPr>
          <w:rtl/>
        </w:rPr>
        <w:t xml:space="preserve"> وكان واقفيا ثقة له أصل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والسروي وغيرهما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سماعة بن مهران بن عبد الرحمن الحضرمي بياع القز كان يتجر فيه ويخرج به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حران يكنى أبا محمد من أصحاب الإمام الصادق والإمام الكاظم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نزل</w:t>
      </w:r>
      <w:r w:rsidR="009C2257">
        <w:rPr>
          <w:rtl/>
        </w:rPr>
        <w:t xml:space="preserve"> </w:t>
      </w:r>
      <w:r w:rsidRPr="00573E19">
        <w:rPr>
          <w:rtl/>
        </w:rPr>
        <w:t>كندة ثقة ثقة له بالكوفة مسجد حضرموت وهو مسجد زرعة بن محمد الحضرمي</w:t>
      </w:r>
      <w:r w:rsidR="009C2257">
        <w:rPr>
          <w:rtl/>
        </w:rPr>
        <w:t xml:space="preserve"> </w:t>
      </w:r>
      <w:r w:rsidRPr="00573E19">
        <w:rPr>
          <w:rtl/>
        </w:rPr>
        <w:t>من بعده</w:t>
      </w:r>
      <w:r w:rsidR="00CA4563">
        <w:rPr>
          <w:rtl/>
        </w:rPr>
        <w:t>،</w:t>
      </w:r>
      <w:r w:rsidRPr="00573E19">
        <w:rPr>
          <w:rtl/>
        </w:rPr>
        <w:t xml:space="preserve"> له كتاب</w:t>
      </w:r>
      <w:r w:rsidR="00CA4563">
        <w:rPr>
          <w:rtl/>
        </w:rPr>
        <w:t>،</w:t>
      </w:r>
      <w:r w:rsidRPr="00573E19">
        <w:rPr>
          <w:rtl/>
        </w:rPr>
        <w:t xml:space="preserve"> مات بالمدينة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والنجاشي والعلامة وغيرهم</w:t>
      </w:r>
      <w:r>
        <w:rPr>
          <w:rtl/>
        </w:rPr>
        <w:t>.</w:t>
      </w:r>
    </w:p>
    <w:p w:rsidR="00FE5331" w:rsidRPr="00573E19" w:rsidRDefault="00FE5331" w:rsidP="002222DA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فضالة بن أيوب الأزدي عربي صميم سكن الأهواز كان ثقة في حديثه مستقيما</w:t>
      </w:r>
      <w:r w:rsidR="009C2257">
        <w:rPr>
          <w:rtl/>
        </w:rPr>
        <w:t xml:space="preserve"> </w:t>
      </w:r>
      <w:r w:rsidRPr="00573E19">
        <w:rPr>
          <w:rtl/>
        </w:rPr>
        <w:t>في دينه فقيها من فقهائنا قد عده الكشي فيمن أجمع أصحابنا على تصحيح ما يصح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عنهم من أصحاب أبي عبد الله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وتصديقهم وأقروا لهم بالفقه والعلم</w:t>
      </w:r>
      <w:r w:rsidR="00CA4563">
        <w:rPr>
          <w:rtl/>
        </w:rPr>
        <w:t>،</w:t>
      </w:r>
      <w:r w:rsidRPr="00573E19">
        <w:rPr>
          <w:rtl/>
        </w:rPr>
        <w:t xml:space="preserve"> عده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الشيخ من أصحاب الكاظم والرضا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يروي عن جميل بن دراج ومعاوية</w:t>
      </w:r>
      <w:r w:rsidR="009C2257">
        <w:rPr>
          <w:rtl/>
        </w:rPr>
        <w:t xml:space="preserve"> </w:t>
      </w:r>
      <w:r w:rsidRPr="00573E19">
        <w:rPr>
          <w:rtl/>
        </w:rPr>
        <w:t>ابن عمار وسيف بن عميرة والعلاء وعنه حماد بن عيسى وابن أبي عمير والنضر بن سويد</w:t>
      </w:r>
      <w:r w:rsidR="009C2257">
        <w:rPr>
          <w:rtl/>
        </w:rPr>
        <w:t xml:space="preserve"> </w:t>
      </w:r>
      <w:r w:rsidRPr="00573E19">
        <w:rPr>
          <w:rtl/>
        </w:rPr>
        <w:t>وعلي بن مهزيار والحسن والحسين ابنا سعيد الأهوازيان وغيرهم خلق كثير</w:t>
      </w:r>
      <w:r w:rsidR="00CA4563">
        <w:rPr>
          <w:rtl/>
        </w:rPr>
        <w:t>،</w:t>
      </w:r>
      <w:r w:rsidRPr="00573E19">
        <w:rPr>
          <w:rtl/>
        </w:rPr>
        <w:t xml:space="preserve"> له كتاب</w:t>
      </w:r>
      <w:r w:rsidR="009C2257">
        <w:rPr>
          <w:rtl/>
        </w:rPr>
        <w:t xml:space="preserve"> </w:t>
      </w:r>
      <w:r w:rsidRPr="00573E19">
        <w:rPr>
          <w:rtl/>
        </w:rPr>
        <w:t>الصلاة</w:t>
      </w:r>
      <w:r>
        <w:rPr>
          <w:rtl/>
        </w:rPr>
        <w:t xml:space="preserve"> - </w:t>
      </w:r>
      <w:r w:rsidRPr="00573E19">
        <w:rPr>
          <w:rtl/>
        </w:rPr>
        <w:t>ترجمه الشيخ والنجاشي والعلامة والأردبيلي في جامع الرواة وغيرهم</w:t>
      </w:r>
      <w:r>
        <w:rPr>
          <w:rtl/>
        </w:rPr>
        <w:t>.</w:t>
      </w:r>
      <w:r w:rsidR="002222DA" w:rsidRPr="004F3340">
        <w:rPr>
          <w:rStyle w:val="libFootnoteAlaemChar"/>
          <w:rtl/>
        </w:rPr>
        <w:t xml:space="preserve"> </w:t>
      </w:r>
    </w:p>
    <w:p w:rsidR="00FE5331" w:rsidRDefault="00FE5331" w:rsidP="002222DA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4) النضر بن سويد الصيرفي كوفي من أصحاب أبي الحسن الكاظم </w:t>
      </w:r>
      <w:r w:rsidRPr="004F3340">
        <w:rPr>
          <w:rStyle w:val="libFootnoteAlaemChar"/>
          <w:rtl/>
        </w:rPr>
        <w:t>عليه‌السلام</w:t>
      </w:r>
      <w:r w:rsidRPr="00573E19">
        <w:rPr>
          <w:rtl/>
        </w:rPr>
        <w:t xml:space="preserve"> ثقة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صحيح الحديث انتقل إلى بغداد له كتاب النوادر يروي عن أبي الحسن موسى </w:t>
      </w:r>
      <w:r w:rsidR="002222DA" w:rsidRPr="004F3340">
        <w:rPr>
          <w:rStyle w:val="libFootnote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وعبد الله بن مسكان وعبد الله بن سنان ويحيى بن عمران وفضالة بن أيوب وهشام</w:t>
      </w:r>
      <w:r w:rsidR="009C2257">
        <w:rPr>
          <w:rtl/>
        </w:rPr>
        <w:t xml:space="preserve"> </w:t>
      </w:r>
      <w:r w:rsidRPr="00573E19">
        <w:rPr>
          <w:rtl/>
        </w:rPr>
        <w:t>ابن الحكم وهشام بن سالم وغيرهم</w:t>
      </w:r>
      <w:r w:rsidR="00CA4563">
        <w:rPr>
          <w:rtl/>
        </w:rPr>
        <w:t>،</w:t>
      </w:r>
      <w:r w:rsidRPr="00573E19">
        <w:rPr>
          <w:rtl/>
        </w:rPr>
        <w:t xml:space="preserve"> وعنه الحسين بن سعيد وأبو عبد الله البرقي ومحمد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وصفوان بن يحيى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بهذه الأسانيد عن الحسين بن سعيد عنهم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رحمهم‌الله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محمد بن أحمد بن يحيى الأشعري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اخبرني به الشيخ</w:t>
      </w:r>
      <w:r w:rsidR="009C2257">
        <w:rPr>
          <w:rtl/>
        </w:rPr>
        <w:t xml:space="preserve"> </w:t>
      </w:r>
      <w:r w:rsidRPr="00573E19">
        <w:rPr>
          <w:rtl/>
        </w:rPr>
        <w:t>المفيد أبو عبد الله والحسين بن عبيد الله وأحمد بن عبدون كلهم عن أبي جعفر</w:t>
      </w:r>
      <w:r w:rsidR="009C2257">
        <w:rPr>
          <w:rtl/>
        </w:rPr>
        <w:t xml:space="preserve"> </w:t>
      </w:r>
      <w:r w:rsidRPr="00573E19">
        <w:rPr>
          <w:rtl/>
        </w:rPr>
        <w:t>محمد بن الحسين بن سفيان عن أحمد بن إدريس عن محمد بن أحمد بن يحيى</w:t>
      </w:r>
      <w:r w:rsidR="00CA4563">
        <w:rPr>
          <w:rtl/>
        </w:rPr>
        <w:t>،</w:t>
      </w:r>
      <w:r w:rsidRPr="00573E19">
        <w:rPr>
          <w:rtl/>
        </w:rPr>
        <w:t xml:space="preserve"> وأخبرني</w:t>
      </w:r>
      <w:r w:rsidR="009C2257">
        <w:rPr>
          <w:rtl/>
        </w:rPr>
        <w:t xml:space="preserve"> </w:t>
      </w:r>
      <w:r w:rsidRPr="00573E19">
        <w:rPr>
          <w:rtl/>
        </w:rPr>
        <w:t>أبو الحسين بن أبي جيد القمي عن محمد بن الحسن بن الوليد عن محمد بن يحيى وأحمد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ابن عيسى وأيوب بن نوح وعلي بن مهزيار والحسن بن ظريف وخلق غيرهم</w:t>
      </w:r>
      <w:r>
        <w:rPr>
          <w:rtl/>
        </w:rPr>
        <w:t>.</w:t>
      </w:r>
      <w:r w:rsidRPr="00573E19">
        <w:rPr>
          <w:rtl/>
        </w:rPr>
        <w:t xml:space="preserve"> ترجمه</w:t>
      </w:r>
      <w:r w:rsidR="009C2257">
        <w:rPr>
          <w:rtl/>
        </w:rPr>
        <w:t xml:space="preserve"> </w:t>
      </w:r>
      <w:r w:rsidRPr="00573E19">
        <w:rPr>
          <w:rtl/>
        </w:rPr>
        <w:t>الشيخ والنجاشي والعلامة والأردبيلي وغيرهم</w:t>
      </w:r>
      <w:r>
        <w:rPr>
          <w:rtl/>
        </w:rPr>
        <w:t>.</w:t>
      </w:r>
    </w:p>
    <w:p w:rsidR="00FE5331" w:rsidRPr="00573E19" w:rsidRDefault="00FE5331" w:rsidP="002222DA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صفوان بن يحيى البجلي أبو محمد بياع السابري كوفي مولى بجيلة من أصحاب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الأئمة أبي الحسن الكاظم وأبي الحسن الرضا وأبي جعفر الجواد </w:t>
      </w:r>
      <w:r w:rsidR="002222DA" w:rsidRPr="004F3340">
        <w:rPr>
          <w:rStyle w:val="libFootnoteAlaemChar"/>
          <w:rtl/>
        </w:rPr>
        <w:t>عليه‌السلام</w:t>
      </w:r>
      <w:r w:rsidR="002222DA" w:rsidRPr="00573E19">
        <w:rPr>
          <w:rtl/>
        </w:rPr>
        <w:t xml:space="preserve"> </w:t>
      </w:r>
      <w:r w:rsidRPr="00573E19">
        <w:rPr>
          <w:rtl/>
        </w:rPr>
        <w:t>وكان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وكيلا للرضا </w:t>
      </w:r>
      <w:r w:rsidRPr="004F3340">
        <w:rPr>
          <w:rStyle w:val="libFootnoteAlaemChar"/>
          <w:rtl/>
        </w:rPr>
        <w:t>عليه‌السلام</w:t>
      </w:r>
      <w:r w:rsidRPr="00573E19">
        <w:rPr>
          <w:rtl/>
        </w:rPr>
        <w:t xml:space="preserve"> أوثق أهل زمانه عند أهل الحديث واعبدهم</w:t>
      </w:r>
      <w:r w:rsidR="00CA4563">
        <w:rPr>
          <w:rtl/>
        </w:rPr>
        <w:t>،</w:t>
      </w:r>
      <w:r w:rsidRPr="00573E19">
        <w:rPr>
          <w:rtl/>
        </w:rPr>
        <w:t xml:space="preserve"> كان يصلي</w:t>
      </w:r>
      <w:r w:rsidR="009C2257">
        <w:rPr>
          <w:rtl/>
        </w:rPr>
        <w:t xml:space="preserve"> </w:t>
      </w:r>
      <w:r w:rsidRPr="00573E19">
        <w:rPr>
          <w:rtl/>
        </w:rPr>
        <w:t>كل يوم 150 ركعة ويصوم في السنة ثلاثة أشهر ويخرج زكاة ماله كل سنة ثلاث</w:t>
      </w:r>
      <w:r w:rsidR="009C2257">
        <w:rPr>
          <w:rtl/>
        </w:rPr>
        <w:t xml:space="preserve"> </w:t>
      </w:r>
      <w:r w:rsidRPr="00573E19">
        <w:rPr>
          <w:rtl/>
        </w:rPr>
        <w:t>مرات وذلك وفاء بقوله لصاحبيه عبد الله بن جندب وعلي بن النعمان فإنهم اجتمعوا</w:t>
      </w:r>
      <w:r w:rsidR="009C2257">
        <w:rPr>
          <w:rtl/>
        </w:rPr>
        <w:t xml:space="preserve"> </w:t>
      </w:r>
      <w:r w:rsidRPr="00573E19">
        <w:rPr>
          <w:rtl/>
        </w:rPr>
        <w:t>في بيت الله الحرام فتعاقدوا جميعا ان مات واحد منهم يصلي من بقي بعده صلاته</w:t>
      </w:r>
      <w:r w:rsidR="009C2257">
        <w:rPr>
          <w:rtl/>
        </w:rPr>
        <w:t xml:space="preserve"> </w:t>
      </w:r>
      <w:r w:rsidRPr="00573E19">
        <w:rPr>
          <w:rtl/>
        </w:rPr>
        <w:t>ويصوم عنه ويحج عنه ويزكي عنه ما دام حيا</w:t>
      </w:r>
      <w:r w:rsidR="00CA4563">
        <w:rPr>
          <w:rtl/>
        </w:rPr>
        <w:t>،</w:t>
      </w:r>
      <w:r w:rsidRPr="00573E19">
        <w:rPr>
          <w:rtl/>
        </w:rPr>
        <w:t xml:space="preserve"> فمات صاحباه وبقي صفوان بعدهما يفي</w:t>
      </w:r>
      <w:r w:rsidR="009C2257">
        <w:rPr>
          <w:rtl/>
        </w:rPr>
        <w:t xml:space="preserve"> </w:t>
      </w:r>
      <w:r w:rsidRPr="00573E19">
        <w:rPr>
          <w:rtl/>
        </w:rPr>
        <w:t>لهما بذلك</w:t>
      </w:r>
      <w:r w:rsidR="00CA4563">
        <w:rPr>
          <w:rtl/>
        </w:rPr>
        <w:t>،</w:t>
      </w:r>
      <w:r w:rsidRPr="00573E19">
        <w:rPr>
          <w:rtl/>
        </w:rPr>
        <w:t xml:space="preserve"> وكان يفعل لهما كل شئ من البر والصلاح مثل ما يفعله لنفسه</w:t>
      </w:r>
      <w:r w:rsidR="00CA4563">
        <w:rPr>
          <w:rtl/>
        </w:rPr>
        <w:t>،</w:t>
      </w:r>
      <w:r w:rsidRPr="00573E19">
        <w:rPr>
          <w:rtl/>
        </w:rPr>
        <w:t xml:space="preserve"> روى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أربعين رجلا من أصحاب أبي عبد الله الصادق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،</w:t>
      </w:r>
      <w:r w:rsidRPr="00573E19">
        <w:rPr>
          <w:rtl/>
        </w:rPr>
        <w:t xml:space="preserve"> كان على جانب</w:t>
      </w:r>
      <w:r w:rsidR="009C2257">
        <w:rPr>
          <w:rtl/>
        </w:rPr>
        <w:t xml:space="preserve"> </w:t>
      </w:r>
      <w:r w:rsidRPr="00573E19">
        <w:rPr>
          <w:rtl/>
        </w:rPr>
        <w:t>من الورع والعبادة لم يكن عليه أحد من طبقته</w:t>
      </w:r>
      <w:r w:rsidR="00CA4563">
        <w:rPr>
          <w:rtl/>
        </w:rPr>
        <w:t>،</w:t>
      </w:r>
      <w:r w:rsidRPr="00573E19">
        <w:rPr>
          <w:rtl/>
        </w:rPr>
        <w:t xml:space="preserve"> وهو من الستة الذين أجمعت العصابة</w:t>
      </w:r>
      <w:r w:rsidR="009C2257">
        <w:rPr>
          <w:rtl/>
        </w:rPr>
        <w:t xml:space="preserve"> </w:t>
      </w:r>
      <w:r w:rsidRPr="00573E19">
        <w:rPr>
          <w:rtl/>
        </w:rPr>
        <w:t>على تصحيح ما يصح عنهم من أصحاب أبي إبراهيم وأبى الحسن وأقروا لهم بالفقه والعلم</w:t>
      </w:r>
      <w:r w:rsidR="009C2257">
        <w:rPr>
          <w:rtl/>
        </w:rPr>
        <w:t xml:space="preserve"> </w:t>
      </w:r>
      <w:r w:rsidRPr="00573E19">
        <w:rPr>
          <w:rtl/>
        </w:rPr>
        <w:t>له عدة كتب</w:t>
      </w:r>
      <w:r>
        <w:rPr>
          <w:rtl/>
        </w:rPr>
        <w:t>.</w:t>
      </w:r>
      <w:r w:rsidRPr="00573E19">
        <w:rPr>
          <w:rtl/>
        </w:rPr>
        <w:t xml:space="preserve"> توفي بالمدينة سنة </w:t>
      </w:r>
      <w:r>
        <w:rPr>
          <w:rtl/>
        </w:rPr>
        <w:t>2</w:t>
      </w:r>
      <w:r w:rsidRPr="00573E19">
        <w:rPr>
          <w:rtl/>
        </w:rPr>
        <w:t xml:space="preserve">10 وبعث إليه أبو جعفر الجواد </w:t>
      </w:r>
      <w:r w:rsidR="002222DA" w:rsidRPr="004F3340">
        <w:rPr>
          <w:rStyle w:val="libFootnoteAlaemChar"/>
          <w:rtl/>
        </w:rPr>
        <w:t>عليه‌السلام</w:t>
      </w:r>
      <w:r w:rsidRPr="00573E19">
        <w:rPr>
          <w:rtl/>
        </w:rPr>
        <w:t xml:space="preserve"> بحنوطه وكفنه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وأمر إسماعيل بن موسى </w:t>
      </w:r>
      <w:r w:rsidR="002222DA" w:rsidRPr="004F3340">
        <w:rPr>
          <w:rStyle w:val="libFootnoteAlaemChar"/>
          <w:rtl/>
        </w:rPr>
        <w:t>عليه‌السلام</w:t>
      </w:r>
      <w:r w:rsidR="002222DA" w:rsidRPr="00573E19">
        <w:rPr>
          <w:rtl/>
        </w:rPr>
        <w:t xml:space="preserve"> </w:t>
      </w:r>
      <w:r w:rsidRPr="00573E19">
        <w:rPr>
          <w:rtl/>
        </w:rPr>
        <w:t>بالصلاة عليه</w:t>
      </w:r>
      <w:r>
        <w:rPr>
          <w:rtl/>
        </w:rPr>
        <w:t>.</w:t>
      </w:r>
      <w:r w:rsidRPr="00573E19">
        <w:rPr>
          <w:rtl/>
        </w:rPr>
        <w:t xml:space="preserve"> ترجمه ابن النديم وإسماعيل باشا</w:t>
      </w:r>
      <w:r w:rsidR="009C2257">
        <w:rPr>
          <w:rtl/>
        </w:rPr>
        <w:t xml:space="preserve"> </w:t>
      </w:r>
      <w:r w:rsidRPr="00573E19">
        <w:rPr>
          <w:rtl/>
        </w:rPr>
        <w:t>ومن أصحابنا الشيخ والنجاشي والسروي والعلامة والأردبيلي وغيرهم</w:t>
      </w:r>
      <w:r>
        <w:rPr>
          <w:rtl/>
        </w:rPr>
        <w:t>.</w:t>
      </w:r>
      <w:r w:rsidR="002222DA" w:rsidRPr="004F3340">
        <w:rPr>
          <w:rStyle w:val="libFootnoteAlaemChar"/>
          <w:rtl/>
        </w:rPr>
        <w:t xml:space="preserve"> 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محمد بن أحمد بن يحيى بن عمران الأشعري القمي يكنى أبا جعفر جليل القدر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ابن إدريس جميعا عن محمد بن أحمد بن يحيى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 الحسين بن عبيد الله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بن يحيى عن أبيه محمد بن يحيى</w:t>
      </w:r>
      <w:r w:rsidR="00CA4563">
        <w:rPr>
          <w:rtl/>
        </w:rPr>
        <w:t>،</w:t>
      </w:r>
      <w:r w:rsidRPr="00573E19">
        <w:rPr>
          <w:rtl/>
        </w:rPr>
        <w:t xml:space="preserve"> عن محمد بن أحمد بن يحيى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وأخبرني الشيخ أبو عبد الله والحسين بن عبيد الله وأحمد بن عبدون كلهم عن أبي محمد</w:t>
      </w:r>
      <w:r w:rsidR="009C2257">
        <w:rPr>
          <w:rtl/>
        </w:rPr>
        <w:t xml:space="preserve"> </w:t>
      </w:r>
      <w:r w:rsidRPr="00573E19">
        <w:rPr>
          <w:rtl/>
        </w:rPr>
        <w:t>الحسن بن حمزة العلوي وأبي جعفر محمد بن الحسين البزوفري جميعا عن أحمد بن إدريس</w:t>
      </w:r>
      <w:r w:rsidR="009C2257">
        <w:rPr>
          <w:rtl/>
        </w:rPr>
        <w:t xml:space="preserve"> </w:t>
      </w:r>
      <w:r w:rsidRPr="00573E19">
        <w:rPr>
          <w:rtl/>
        </w:rPr>
        <w:t>عن محمد بن أحمد بن يحيى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في هذا الكتاب عن محمد بن علي بن محبوب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</w:t>
      </w:r>
      <w:r w:rsidR="009C2257">
        <w:rPr>
          <w:rtl/>
        </w:rPr>
        <w:t xml:space="preserve"> </w:t>
      </w:r>
      <w:r w:rsidRPr="00573E19">
        <w:rPr>
          <w:rtl/>
        </w:rPr>
        <w:t>عن الحسين بن عبيد الله عن أحمد بن محمد بن يحيى العطار عن أبيه محمد بن يحيى</w:t>
      </w:r>
      <w:r w:rsidR="009C2257">
        <w:rPr>
          <w:rtl/>
        </w:rPr>
        <w:t xml:space="preserve"> </w:t>
      </w:r>
      <w:r w:rsidRPr="00573E19">
        <w:rPr>
          <w:rtl/>
        </w:rPr>
        <w:t>عن محمد بن علي بن محبوب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أحمد بن محمد بن عيسى ما رويته بهذا الاسناد عن محمد بن علي</w:t>
      </w:r>
      <w:r w:rsidR="009C2257">
        <w:rPr>
          <w:rtl/>
        </w:rPr>
        <w:t xml:space="preserve"> </w:t>
      </w:r>
      <w:r w:rsidRPr="00573E19">
        <w:rPr>
          <w:rtl/>
        </w:rPr>
        <w:t>ابن محبوب عن أحمد بن محمد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الحسين بن سعيد والحسن بن محبوب ما رويته بهذا الاسناد</w:t>
      </w:r>
      <w:r w:rsidR="009C2257">
        <w:rPr>
          <w:rtl/>
        </w:rPr>
        <w:t xml:space="preserve"> </w:t>
      </w:r>
      <w:r w:rsidRPr="00573E19">
        <w:rPr>
          <w:rtl/>
        </w:rPr>
        <w:t>عن محمد بن علي بن محبوب عن أحمد بن محمد عنهما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 xml:space="preserve">كثير الرواية ثقة في الحديث له كتاب </w:t>
      </w:r>
      <w:r>
        <w:rPr>
          <w:rFonts w:hint="cs"/>
          <w:rtl/>
        </w:rPr>
        <w:t>«</w:t>
      </w:r>
      <w:r w:rsidRPr="00573E19">
        <w:rPr>
          <w:rtl/>
        </w:rPr>
        <w:t xml:space="preserve"> نوادر الحكمة </w:t>
      </w:r>
      <w:r>
        <w:rPr>
          <w:rFonts w:hint="cs"/>
          <w:rtl/>
        </w:rPr>
        <w:t>»</w:t>
      </w:r>
      <w:r w:rsidRPr="00573E19">
        <w:rPr>
          <w:rtl/>
        </w:rPr>
        <w:t xml:space="preserve"> وهو كتاب حسن كبير</w:t>
      </w:r>
      <w:r w:rsidR="009C2257">
        <w:rPr>
          <w:rtl/>
        </w:rPr>
        <w:t xml:space="preserve"> </w:t>
      </w:r>
      <w:r w:rsidRPr="00573E19">
        <w:rPr>
          <w:rtl/>
        </w:rPr>
        <w:t xml:space="preserve">يعرفه القميون </w:t>
      </w:r>
      <w:r>
        <w:rPr>
          <w:rFonts w:hint="cs"/>
          <w:rtl/>
        </w:rPr>
        <w:t>«</w:t>
      </w:r>
      <w:r w:rsidRPr="00573E19">
        <w:rPr>
          <w:rtl/>
        </w:rPr>
        <w:t xml:space="preserve"> بدبة شبيب </w:t>
      </w:r>
      <w:r>
        <w:rPr>
          <w:rFonts w:hint="cs"/>
          <w:rtl/>
        </w:rPr>
        <w:t>»</w:t>
      </w:r>
      <w:r w:rsidRPr="00573E19">
        <w:rPr>
          <w:rtl/>
        </w:rPr>
        <w:t xml:space="preserve"> قال النجاشي</w:t>
      </w:r>
      <w:r w:rsidR="00CA4563">
        <w:rPr>
          <w:rtl/>
        </w:rPr>
        <w:t>:</w:t>
      </w:r>
      <w:r w:rsidRPr="00573E19">
        <w:rPr>
          <w:rtl/>
        </w:rPr>
        <w:t xml:space="preserve"> وشبيب فامي </w:t>
      </w:r>
      <w:r>
        <w:rPr>
          <w:rFonts w:hint="cs"/>
          <w:rtl/>
        </w:rPr>
        <w:t>«</w:t>
      </w:r>
      <w:r w:rsidRPr="00573E19">
        <w:rPr>
          <w:rtl/>
        </w:rPr>
        <w:t xml:space="preserve"> بياع الفوم </w:t>
      </w:r>
      <w:r>
        <w:rPr>
          <w:rFonts w:hint="cs"/>
          <w:rtl/>
        </w:rPr>
        <w:t>»</w:t>
      </w:r>
      <w:r w:rsidR="009C2257">
        <w:rPr>
          <w:rtl/>
        </w:rPr>
        <w:t xml:space="preserve"> </w:t>
      </w:r>
      <w:r w:rsidRPr="00573E19">
        <w:rPr>
          <w:rtl/>
        </w:rPr>
        <w:t>كان بقم له دبة ذات بيوت يعطي منها ما يطلب منه من دهن فشبهوا هذا الكتاب بذلك</w:t>
      </w:r>
      <w:r w:rsidR="009C2257">
        <w:rPr>
          <w:rtl/>
        </w:rPr>
        <w:t xml:space="preserve"> </w:t>
      </w:r>
      <w:r w:rsidRPr="00573E19">
        <w:rPr>
          <w:rtl/>
        </w:rPr>
        <w:t>لاشتماله على ما تشتهيه الأنفس</w:t>
      </w:r>
      <w:r w:rsidR="00CA4563">
        <w:rPr>
          <w:rtl/>
        </w:rPr>
        <w:t>،</w:t>
      </w:r>
      <w:r w:rsidRPr="00573E19">
        <w:rPr>
          <w:rtl/>
        </w:rPr>
        <w:t xml:space="preserve"> وله غير ذلك كتب أخرى روى عن محمد بن موسى</w:t>
      </w:r>
      <w:r w:rsidR="009C2257">
        <w:rPr>
          <w:rtl/>
        </w:rPr>
        <w:t xml:space="preserve"> </w:t>
      </w:r>
      <w:r w:rsidRPr="00573E19">
        <w:rPr>
          <w:rtl/>
        </w:rPr>
        <w:t>الهمداني وسهل بن زياد الآدمي وأحمد بن الحسين بن سعيد والحسن بن الحسين اللؤلؤي</w:t>
      </w:r>
      <w:r w:rsidR="009C2257">
        <w:rPr>
          <w:rtl/>
        </w:rPr>
        <w:t xml:space="preserve"> </w:t>
      </w:r>
      <w:r w:rsidRPr="00573E19">
        <w:rPr>
          <w:rtl/>
        </w:rPr>
        <w:t>وموسى بن القاسم البجلي وابن فضال وعنه أحمد بن إدريس وعباس بن نوح وسعد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عبد الله ومحمد بن علي بن محبوب وغيرهم توفي سنة </w:t>
      </w:r>
      <w:r>
        <w:rPr>
          <w:rtl/>
        </w:rPr>
        <w:t>2</w:t>
      </w:r>
      <w:r w:rsidRPr="00573E19">
        <w:rPr>
          <w:rtl/>
        </w:rPr>
        <w:t>80 ترجمه إسماعيل باشا</w:t>
      </w:r>
      <w:r w:rsidR="009C2257">
        <w:rPr>
          <w:rtl/>
        </w:rPr>
        <w:t xml:space="preserve"> </w:t>
      </w:r>
      <w:r w:rsidRPr="00573E19">
        <w:rPr>
          <w:rtl/>
        </w:rPr>
        <w:t>ومن أصحابنا الشيخ والنجاشي والأردبيلي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علي بن محبوب الأشعري القمي أبو جعفر شيخ القميين في زمانه ثقة</w:t>
      </w:r>
      <w:r w:rsidR="009C2257">
        <w:rPr>
          <w:rtl/>
        </w:rPr>
        <w:t xml:space="preserve"> </w:t>
      </w:r>
      <w:r w:rsidRPr="00573E19">
        <w:rPr>
          <w:rtl/>
        </w:rPr>
        <w:t>عين فقيه صحيح المذهب له كتب وروايات فمن كتبه « الجامع » وهو يشتمل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محمد بن الحسن الصفار فقد أخبرني به الشيخ أبو عبد الله</w:t>
      </w:r>
      <w:r w:rsidR="009C2257">
        <w:rPr>
          <w:rtl/>
        </w:rPr>
        <w:t xml:space="preserve"> </w:t>
      </w:r>
      <w:r w:rsidRPr="00573E19">
        <w:rPr>
          <w:rtl/>
        </w:rPr>
        <w:t>والحسين بن عبيد الله وأحمد بن عبدون كلهم عن أحمد بن محمد بن الحسن بن الوليد</w:t>
      </w:r>
      <w:r w:rsidR="009C2257">
        <w:rPr>
          <w:rtl/>
        </w:rPr>
        <w:t xml:space="preserve"> </w:t>
      </w:r>
      <w:r w:rsidRPr="00573E19">
        <w:rPr>
          <w:rtl/>
        </w:rPr>
        <w:t>عن أبيه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 أبو الحسين بن أبي جيد عن محمد بن الحسن بن الوليد</w:t>
      </w:r>
      <w:r w:rsidR="009C2257">
        <w:rPr>
          <w:rtl/>
        </w:rPr>
        <w:t xml:space="preserve"> </w:t>
      </w:r>
      <w:r w:rsidRPr="00573E19">
        <w:rPr>
          <w:rtl/>
        </w:rPr>
        <w:t>عن محمد بن الحسن الصفار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أحمد بن محمد ما رويته بهذه الأسانيد عن محمد بن الحسن الصفار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الحسن بن محبوب والحسين بن سعيد ما رويته بهذا الاسناد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عنهما جميعا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سعد بن عبد الله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أخبرني به الشيخ المفيد أبو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محمد بن محمد بن النعمان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عن أبي القاسم جعفر بن محمد بن قولويه عن أبيه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2222DA">
      <w:pPr>
        <w:pStyle w:val="libFootnote0"/>
        <w:rPr>
          <w:rtl/>
        </w:rPr>
      </w:pPr>
      <w:r w:rsidRPr="00573E19">
        <w:rPr>
          <w:rtl/>
        </w:rPr>
        <w:t>على عدة كتب الفقه وأبوابه ذكرها مفصلا الشيخ والنجاشي في كتابيهما روى</w:t>
      </w:r>
      <w:r w:rsidR="009C2257">
        <w:rPr>
          <w:rtl/>
        </w:rPr>
        <w:t xml:space="preserve"> </w:t>
      </w:r>
      <w:r w:rsidRPr="00573E19">
        <w:rPr>
          <w:rtl/>
        </w:rPr>
        <w:t>عن محمد بن أحمد بن يحيى الأشعري والحسين بن سعيد ومعاوية بن حكيم وغيرهم</w:t>
      </w:r>
      <w:r w:rsidR="009C2257">
        <w:rPr>
          <w:rtl/>
        </w:rPr>
        <w:t xml:space="preserve"> </w:t>
      </w:r>
      <w:r w:rsidRPr="00573E19">
        <w:rPr>
          <w:rtl/>
        </w:rPr>
        <w:t>وعنه أحمد بن إدريس ومحمد بن يحيى وأحمد بن محمد بن يحيى وغيرهم</w:t>
      </w:r>
      <w:r>
        <w:rPr>
          <w:rtl/>
        </w:rPr>
        <w:t>.</w:t>
      </w:r>
      <w:r w:rsidRPr="00573E19">
        <w:rPr>
          <w:rtl/>
        </w:rPr>
        <w:t xml:space="preserve"> ترجمه الشيخ</w:t>
      </w:r>
      <w:r w:rsidR="009C2257">
        <w:rPr>
          <w:rtl/>
        </w:rPr>
        <w:t xml:space="preserve"> </w:t>
      </w:r>
      <w:r w:rsidRPr="00573E19">
        <w:rPr>
          <w:rtl/>
        </w:rPr>
        <w:t>والنجاشي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سعد بن عبد الله بن أبي خلف الأشعري القمي أبو القاسم ثقة جليل القدر</w:t>
      </w:r>
      <w:r w:rsidR="009C2257">
        <w:rPr>
          <w:rtl/>
        </w:rPr>
        <w:t xml:space="preserve"> </w:t>
      </w:r>
      <w:r w:rsidRPr="00573E19">
        <w:rPr>
          <w:rtl/>
        </w:rPr>
        <w:t>واسع الاخبار كثير التصانيف قال النجاشي</w:t>
      </w:r>
      <w:r w:rsidR="00CA4563">
        <w:rPr>
          <w:rtl/>
        </w:rPr>
        <w:t>:</w:t>
      </w:r>
      <w:r w:rsidRPr="00573E19">
        <w:rPr>
          <w:rtl/>
        </w:rPr>
        <w:t xml:space="preserve"> شيخ هذه الطائفة وفقيهها ووجهها كان</w:t>
      </w:r>
      <w:r w:rsidR="009C2257">
        <w:rPr>
          <w:rtl/>
        </w:rPr>
        <w:t xml:space="preserve"> </w:t>
      </w:r>
      <w:r w:rsidRPr="00573E19">
        <w:rPr>
          <w:rtl/>
        </w:rPr>
        <w:t>قد سمع من حديث العامة وسافر في طلب الحديث</w:t>
      </w:r>
      <w:r w:rsidR="00CA4563">
        <w:rPr>
          <w:rtl/>
        </w:rPr>
        <w:t>،</w:t>
      </w:r>
      <w:r w:rsidRPr="00573E19">
        <w:rPr>
          <w:rtl/>
        </w:rPr>
        <w:t xml:space="preserve"> عده الشيخ الطوسي في رجاله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من أصحاب الإمام الحسن بن علي العسكري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له عدة كتب فمن كتبه كتاب</w:t>
      </w:r>
      <w:r w:rsidR="009C2257">
        <w:rPr>
          <w:rtl/>
        </w:rPr>
        <w:t xml:space="preserve"> </w:t>
      </w:r>
      <w:r>
        <w:rPr>
          <w:rtl/>
        </w:rPr>
        <w:t>(</w:t>
      </w:r>
      <w:r w:rsidRPr="00573E19">
        <w:rPr>
          <w:rtl/>
        </w:rPr>
        <w:t xml:space="preserve"> الرحمة ) وهو يشتمل على كتب جماعة</w:t>
      </w:r>
      <w:r w:rsidR="00CA4563">
        <w:rPr>
          <w:rtl/>
        </w:rPr>
        <w:t>،</w:t>
      </w:r>
      <w:r w:rsidRPr="00573E19">
        <w:rPr>
          <w:rtl/>
        </w:rPr>
        <w:t xml:space="preserve"> عدها الشيخ في الفهرست روى عن الحكم</w:t>
      </w:r>
      <w:r w:rsidR="009C2257">
        <w:rPr>
          <w:rtl/>
        </w:rPr>
        <w:t xml:space="preserve"> </w:t>
      </w:r>
      <w:r w:rsidRPr="00573E19">
        <w:rPr>
          <w:rtl/>
        </w:rPr>
        <w:t>ابن مسكين وأحمد بن محمد بن عيسى وعنه محمد بن الحسن بن الوليد وأحمد بن محمد</w:t>
      </w:r>
      <w:r w:rsidR="009C2257">
        <w:rPr>
          <w:rtl/>
        </w:rPr>
        <w:t xml:space="preserve"> </w:t>
      </w:r>
      <w:r w:rsidRPr="00573E19">
        <w:rPr>
          <w:rtl/>
        </w:rPr>
        <w:t>بن يحيى وعلي بن الحسين بن بابويه ومحمد بن قولويه وغيرهم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والنجاشي</w:t>
      </w:r>
      <w:r w:rsidR="009C2257">
        <w:rPr>
          <w:rtl/>
        </w:rPr>
        <w:t xml:space="preserve"> </w:t>
      </w:r>
      <w:r w:rsidRPr="00573E19">
        <w:rPr>
          <w:rtl/>
        </w:rPr>
        <w:t>والعلامة والأردبيلي وغيرهم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عن سعد بن عبد الله</w:t>
      </w:r>
      <w:r w:rsidR="00CA4563">
        <w:rPr>
          <w:rtl/>
        </w:rPr>
        <w:t>،</w:t>
      </w:r>
      <w:r w:rsidRPr="00573E19">
        <w:rPr>
          <w:rtl/>
        </w:rPr>
        <w:t xml:space="preserve"> وأخبرني به أيضا الشيخ المفيد أبو عبد الله عن شيخه الفقيه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عماد الدين أبي جعفر محمد بن علي بن الحسين بن بابويه القمي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أبيه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الفقيه علي بن الحسين بن بابويه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سعد بن عبد الله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2222DA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علي بن الحسين بن بابويه القمي أبو جعفر الصدوق شيخ مشايخ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الشيعة وركن من أركان الاسلام رئيس المحدثين الصدوق فيما يرويه عن الأئمة </w:t>
      </w:r>
      <w:r w:rsidR="002222DA" w:rsidRPr="00FE5331">
        <w:rPr>
          <w:rStyle w:val="libAlaemChar"/>
          <w:rtl/>
        </w:rPr>
        <w:t>عليه‌السلام</w:t>
      </w:r>
      <w:r w:rsidR="002222DA" w:rsidRPr="00573E19">
        <w:rPr>
          <w:rtl/>
        </w:rPr>
        <w:t xml:space="preserve"> </w:t>
      </w:r>
      <w:r w:rsidR="00CA4563">
        <w:rPr>
          <w:rtl/>
        </w:rPr>
        <w:t>،</w:t>
      </w:r>
      <w:r w:rsidRPr="00573E19">
        <w:rPr>
          <w:rtl/>
        </w:rPr>
        <w:t xml:space="preserve"> ولد بدعاء صاحب الامر « عج » ونال بذلك عظيم الفضل والفخر</w:t>
      </w:r>
      <w:r w:rsidR="00CA4563">
        <w:rPr>
          <w:rtl/>
        </w:rPr>
        <w:t>،</w:t>
      </w:r>
      <w:r w:rsidRPr="00573E19">
        <w:rPr>
          <w:rtl/>
        </w:rPr>
        <w:t xml:space="preserve"> وصفه</w:t>
      </w:r>
      <w:r w:rsidR="009C2257">
        <w:rPr>
          <w:rtl/>
        </w:rPr>
        <w:t xml:space="preserve"> </w:t>
      </w:r>
      <w:r w:rsidRPr="00573E19">
        <w:rPr>
          <w:rtl/>
        </w:rPr>
        <w:t>الإمام الحجة « ع » في التوقيع الخارج من الناحية المقدسة بأنه فقيه خير مبارك ينفع</w:t>
      </w:r>
      <w:r w:rsidR="009C2257">
        <w:rPr>
          <w:rtl/>
        </w:rPr>
        <w:t xml:space="preserve"> </w:t>
      </w:r>
      <w:r w:rsidRPr="00573E19">
        <w:rPr>
          <w:rtl/>
        </w:rPr>
        <w:t>الله به</w:t>
      </w:r>
      <w:r w:rsidR="00CA4563">
        <w:rPr>
          <w:rtl/>
        </w:rPr>
        <w:t>،</w:t>
      </w:r>
      <w:r w:rsidRPr="00573E19">
        <w:rPr>
          <w:rtl/>
        </w:rPr>
        <w:t xml:space="preserve"> فعمت بركته ببركة الامام وبقيت آثاره ومصنفاته مدى الأيام ذكره العلماء</w:t>
      </w:r>
      <w:r w:rsidR="009C2257">
        <w:rPr>
          <w:rtl/>
        </w:rPr>
        <w:t xml:space="preserve"> </w:t>
      </w:r>
      <w:r w:rsidRPr="00573E19">
        <w:rPr>
          <w:rtl/>
        </w:rPr>
        <w:t>واثنوا عليه غاية الثناء</w:t>
      </w:r>
      <w:r w:rsidR="00CA4563">
        <w:rPr>
          <w:rtl/>
        </w:rPr>
        <w:t>،</w:t>
      </w:r>
      <w:r w:rsidRPr="00573E19">
        <w:rPr>
          <w:rtl/>
        </w:rPr>
        <w:t xml:space="preserve"> قال الخطيب بعد ذكر اسمه وكنيته</w:t>
      </w:r>
      <w:r w:rsidR="00CA4563">
        <w:rPr>
          <w:rtl/>
        </w:rPr>
        <w:t>:</w:t>
      </w:r>
      <w:r w:rsidRPr="00573E19">
        <w:rPr>
          <w:rtl/>
        </w:rPr>
        <w:t xml:space="preserve"> نزل بغداد وحدث بها</w:t>
      </w:r>
      <w:r w:rsidR="009C2257">
        <w:rPr>
          <w:rtl/>
        </w:rPr>
        <w:t xml:space="preserve"> </w:t>
      </w:r>
      <w:r w:rsidRPr="00573E19">
        <w:rPr>
          <w:rtl/>
        </w:rPr>
        <w:t>عن أبيه</w:t>
      </w:r>
      <w:r w:rsidR="00CA4563">
        <w:rPr>
          <w:rtl/>
        </w:rPr>
        <w:t>،</w:t>
      </w:r>
      <w:r w:rsidRPr="00573E19">
        <w:rPr>
          <w:rtl/>
        </w:rPr>
        <w:t xml:space="preserve"> وكان من شيوخ الشيعة ومشهوري الرافضة اه وقال الزركلي عنه</w:t>
      </w:r>
      <w:r w:rsidR="00CA4563">
        <w:rPr>
          <w:rtl/>
        </w:rPr>
        <w:t>:</w:t>
      </w:r>
      <w:r w:rsidRPr="00573E19">
        <w:rPr>
          <w:rtl/>
        </w:rPr>
        <w:t xml:space="preserve"> محدث</w:t>
      </w:r>
      <w:r w:rsidR="009C2257">
        <w:rPr>
          <w:rtl/>
        </w:rPr>
        <w:t xml:space="preserve"> </w:t>
      </w:r>
      <w:r w:rsidRPr="00573E19">
        <w:rPr>
          <w:rtl/>
        </w:rPr>
        <w:t>امامي كبير لم ير في القميين مثله</w:t>
      </w:r>
      <w:r w:rsidR="00CA4563">
        <w:rPr>
          <w:rtl/>
        </w:rPr>
        <w:t>،</w:t>
      </w:r>
      <w:r w:rsidRPr="00573E19">
        <w:rPr>
          <w:rtl/>
        </w:rPr>
        <w:t xml:space="preserve"> أصله من قم ونزل بالري وارتفع شأنه في خراسان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وتوفي ودفن في الري اه انتقل من نيسابور إلى العراق سنة </w:t>
      </w:r>
      <w:r>
        <w:rPr>
          <w:rtl/>
        </w:rPr>
        <w:t>3</w:t>
      </w:r>
      <w:r w:rsidRPr="00573E19">
        <w:rPr>
          <w:rtl/>
        </w:rPr>
        <w:t>5</w:t>
      </w:r>
      <w:r>
        <w:rPr>
          <w:rtl/>
        </w:rPr>
        <w:t>2</w:t>
      </w:r>
      <w:r w:rsidRPr="00573E19">
        <w:rPr>
          <w:rtl/>
        </w:rPr>
        <w:t xml:space="preserve"> وسمع من أبي بكر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النقاش في الكوفة سنة </w:t>
      </w:r>
      <w:r>
        <w:rPr>
          <w:rtl/>
        </w:rPr>
        <w:t>3</w:t>
      </w:r>
      <w:r w:rsidRPr="00573E19">
        <w:rPr>
          <w:rtl/>
        </w:rPr>
        <w:t xml:space="preserve">54 ودخل بغداد مرة ثانية سنة </w:t>
      </w:r>
      <w:r>
        <w:rPr>
          <w:rtl/>
        </w:rPr>
        <w:t>3</w:t>
      </w:r>
      <w:r w:rsidRPr="00573E19">
        <w:rPr>
          <w:rtl/>
        </w:rPr>
        <w:t>55 وسمع منه الشيوخ</w:t>
      </w:r>
      <w:r w:rsidR="009C2257">
        <w:rPr>
          <w:rtl/>
        </w:rPr>
        <w:t xml:space="preserve"> </w:t>
      </w:r>
      <w:r w:rsidRPr="00573E19">
        <w:rPr>
          <w:rtl/>
        </w:rPr>
        <w:t>وهو حدث السن وله كتب كثيرة ذكر النجاشي انها مائة ونيفا وتسعين كتابا ورسالة</w:t>
      </w:r>
      <w:r w:rsidR="009C2257">
        <w:rPr>
          <w:rtl/>
        </w:rPr>
        <w:t xml:space="preserve"> </w:t>
      </w:r>
      <w:r w:rsidRPr="00573E19">
        <w:rPr>
          <w:rtl/>
        </w:rPr>
        <w:t>وقال الشيخ</w:t>
      </w:r>
      <w:r w:rsidR="00CA4563">
        <w:rPr>
          <w:rtl/>
        </w:rPr>
        <w:t>:</w:t>
      </w:r>
      <w:r w:rsidRPr="00573E19">
        <w:rPr>
          <w:rtl/>
        </w:rPr>
        <w:t xml:space="preserve"> له نحو من ثلاثمائة مصنف</w:t>
      </w:r>
      <w:r w:rsidR="00CA4563">
        <w:rPr>
          <w:rtl/>
        </w:rPr>
        <w:t>،</w:t>
      </w:r>
      <w:r w:rsidRPr="00573E19">
        <w:rPr>
          <w:rtl/>
        </w:rPr>
        <w:t xml:space="preserve"> وقد عد المشايخ مراسيله في الفقيه كمراسيل</w:t>
      </w:r>
      <w:r w:rsidR="009C2257">
        <w:rPr>
          <w:rtl/>
        </w:rPr>
        <w:t xml:space="preserve"> </w:t>
      </w:r>
      <w:r w:rsidRPr="00573E19">
        <w:rPr>
          <w:rtl/>
        </w:rPr>
        <w:t>محمد بن أبي عمير ووصفوها بالصحة منهم العلامة في المختلف والشهيد في شرح الارشاد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والسيد الداماد في حواشي الفقيه توفي سنة </w:t>
      </w:r>
      <w:r>
        <w:rPr>
          <w:rtl/>
        </w:rPr>
        <w:t>3</w:t>
      </w:r>
      <w:r w:rsidRPr="00573E19">
        <w:rPr>
          <w:rtl/>
        </w:rPr>
        <w:t>81 بالري ودفن هناك وقبره مشهور يزار</w:t>
      </w:r>
      <w:r w:rsidR="009C2257">
        <w:rPr>
          <w:rtl/>
        </w:rPr>
        <w:t xml:space="preserve"> </w:t>
      </w:r>
      <w:r w:rsidRPr="00573E19">
        <w:rPr>
          <w:rtl/>
        </w:rPr>
        <w:t>ويتبرك به</w:t>
      </w:r>
      <w:r>
        <w:rPr>
          <w:rtl/>
        </w:rPr>
        <w:t>.</w:t>
      </w:r>
      <w:r w:rsidRPr="00573E19">
        <w:rPr>
          <w:rtl/>
        </w:rPr>
        <w:t xml:space="preserve"> ترجمه الخطيب وإسماعيل باشا والزركلي ومن أصحابنا الشيخ والنجاشي</w:t>
      </w:r>
      <w:r w:rsidR="009C2257">
        <w:rPr>
          <w:rtl/>
        </w:rPr>
        <w:t xml:space="preserve"> </w:t>
      </w:r>
      <w:r w:rsidRPr="00573E19">
        <w:rPr>
          <w:rtl/>
        </w:rPr>
        <w:t>والعلامة والخوانساري في الروضات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علي بن الحسين بن موسى بن بابويه القمي شيخ القميين في عصره ومتقدمهم</w:t>
      </w:r>
      <w:r w:rsidR="009C2257">
        <w:rPr>
          <w:rtl/>
        </w:rPr>
        <w:t xml:space="preserve"> </w:t>
      </w:r>
      <w:r w:rsidRPr="00573E19">
        <w:rPr>
          <w:rtl/>
        </w:rPr>
        <w:t>وفقيههم وثقتهم</w:t>
      </w:r>
      <w:r w:rsidR="00CA4563">
        <w:rPr>
          <w:rtl/>
        </w:rPr>
        <w:t>،</w:t>
      </w:r>
      <w:r w:rsidRPr="00573E19">
        <w:rPr>
          <w:rtl/>
        </w:rPr>
        <w:t xml:space="preserve"> قدم العراق واجتمع مع أبي القاسم الحسين بن روح النوبختي </w:t>
      </w:r>
      <w:r w:rsidRPr="00FE5331">
        <w:rPr>
          <w:rStyle w:val="libAlaemChar"/>
          <w:rtl/>
        </w:rPr>
        <w:t>رحمه‌الله</w:t>
      </w:r>
      <w:r w:rsidR="009C2257">
        <w:rPr>
          <w:rtl/>
        </w:rPr>
        <w:t xml:space="preserve"> </w:t>
      </w:r>
      <w:r w:rsidRPr="00573E19">
        <w:rPr>
          <w:rtl/>
        </w:rPr>
        <w:t>أيام سفارته وسأله مسائل ثم كاتبه بعد ذلك على يد محمد بن علي بن جعفر الأسود يسأله</w:t>
      </w:r>
      <w:r w:rsidR="009C2257">
        <w:rPr>
          <w:rtl/>
        </w:rPr>
        <w:t xml:space="preserve"> </w:t>
      </w:r>
      <w:r w:rsidRPr="00573E19">
        <w:rPr>
          <w:rtl/>
        </w:rPr>
        <w:t>أن يوصل إلى صاحب الامر « عج » رقعة يسأله فيها الولد</w:t>
      </w:r>
      <w:r w:rsidR="00CA4563">
        <w:rPr>
          <w:rtl/>
        </w:rPr>
        <w:t>،</w:t>
      </w:r>
      <w:r w:rsidRPr="00573E19">
        <w:rPr>
          <w:rtl/>
        </w:rPr>
        <w:t xml:space="preserve"> فأوصلها وكان الجواب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ما ذكرته ) عن أحمد بن محمد ما رويته بهذا الاسناد عن سعد بن عبد الله عن أحمد</w:t>
      </w:r>
      <w:r w:rsidR="009C2257">
        <w:rPr>
          <w:rtl/>
        </w:rPr>
        <w:t xml:space="preserve"> </w:t>
      </w:r>
      <w:r w:rsidRPr="00573E19">
        <w:rPr>
          <w:rtl/>
        </w:rPr>
        <w:t>ابن محمد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الحسين بن سعيد والحسن بن محبوب ما رويته بهذا الاسناد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عنهما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أحمد بن محمد بن عيسى الذي اخذته من نوادره فقد اخبرني</w:t>
      </w:r>
      <w:r w:rsidR="009C2257">
        <w:rPr>
          <w:rtl/>
        </w:rPr>
        <w:t xml:space="preserve"> </w:t>
      </w:r>
      <w:r w:rsidRPr="00573E19">
        <w:rPr>
          <w:rtl/>
        </w:rPr>
        <w:t>به الشيخ المفيد أبو عبد الله والحسين بن عبيد الله وأحمد بن عبدون كلهم عن الحسن</w:t>
      </w:r>
      <w:r w:rsidR="009C2257">
        <w:rPr>
          <w:rtl/>
        </w:rPr>
        <w:t xml:space="preserve"> </w:t>
      </w:r>
      <w:r w:rsidRPr="00573E19">
        <w:rPr>
          <w:rtl/>
        </w:rPr>
        <w:t>ابن حمزة العلوي ومحمد بن الحسين البزوفري جميعا عن أحمد بن إدريس عن أحمد</w:t>
      </w:r>
      <w:r w:rsidR="009C2257">
        <w:rPr>
          <w:rtl/>
        </w:rPr>
        <w:t xml:space="preserve"> </w:t>
      </w:r>
      <w:r w:rsidRPr="00573E19">
        <w:rPr>
          <w:rtl/>
        </w:rPr>
        <w:t>ابن محمد بن عيسى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 الحسين بن عبيد الله وأبو الحسين بن أبي جيد</w:t>
      </w:r>
      <w:r w:rsidR="009C2257">
        <w:rPr>
          <w:rtl/>
        </w:rPr>
        <w:t xml:space="preserve"> </w:t>
      </w:r>
      <w:r w:rsidRPr="00573E19">
        <w:rPr>
          <w:rtl/>
        </w:rPr>
        <w:t>جميعا عن أحمد بن محمد بن يحيى عن أبيه عن أحمد بن محمد بن عيسى</w:t>
      </w:r>
      <w:r w:rsidR="00CA4563">
        <w:rPr>
          <w:rtl/>
        </w:rPr>
        <w:t>،</w:t>
      </w:r>
      <w:r w:rsidRPr="00573E19">
        <w:rPr>
          <w:rtl/>
        </w:rPr>
        <w:t xml:space="preserve"> ومن جملة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ما ذكرته ) عن الحسن بن محبوب ما رويته بهذا الاسناد عن أحمد بن محمد</w:t>
      </w:r>
      <w:r w:rsidR="009C2257">
        <w:rPr>
          <w:rtl/>
        </w:rPr>
        <w:t xml:space="preserve"> </w:t>
      </w:r>
      <w:r w:rsidRPr="00573E19">
        <w:rPr>
          <w:rtl/>
        </w:rPr>
        <w:t>عن الحسن بن محبوب</w:t>
      </w:r>
      <w:r>
        <w:rPr>
          <w:rtl/>
        </w:rPr>
        <w:t>.</w:t>
      </w:r>
    </w:p>
    <w:p w:rsidR="00FE5331" w:rsidRPr="00573E19" w:rsidRDefault="00FE5331" w:rsidP="00823520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محمد بن الحسن بن الوليد والفقيه علي بن الحسين بن موسى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بابويه </w:t>
      </w:r>
      <w:r w:rsidRPr="00FE5331">
        <w:rPr>
          <w:rStyle w:val="libAlaemChar"/>
          <w:rtl/>
        </w:rPr>
        <w:t>رضي‌الله‌عنهما</w:t>
      </w:r>
      <w:r w:rsidRPr="00573E19">
        <w:rPr>
          <w:rtl/>
        </w:rPr>
        <w:t xml:space="preserve"> فقد أخبرني به الشيخ المفيد أبو عبد الله عن عماد</w:t>
      </w:r>
      <w:r w:rsidR="009C2257">
        <w:rPr>
          <w:rtl/>
        </w:rPr>
        <w:t xml:space="preserve"> </w:t>
      </w:r>
      <w:r w:rsidRPr="00573E19">
        <w:rPr>
          <w:rtl/>
        </w:rPr>
        <w:t>الدين أبي جعفر محمد بن علي بن الحسين بن موسى بن بابويه عن أبيه ومحمد بن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الوليد </w:t>
      </w:r>
      <w:r w:rsidR="00823520" w:rsidRPr="00FE5331">
        <w:rPr>
          <w:rStyle w:val="libAlaemChar"/>
          <w:rtl/>
        </w:rPr>
        <w:t>رضي‌الله‌عنه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من الناحية المقدسة « قد دعونا الله لك بذلك وسترزق ولدين ذكرين خيرين » فولد</w:t>
      </w:r>
      <w:r w:rsidR="009C2257">
        <w:rPr>
          <w:rtl/>
        </w:rPr>
        <w:t xml:space="preserve"> </w:t>
      </w:r>
      <w:r w:rsidRPr="00573E19">
        <w:rPr>
          <w:rtl/>
        </w:rPr>
        <w:t>للمترجم بعد ذلك أبو جعفر الصدوق وأبو عبد الله من أم ولد</w:t>
      </w:r>
      <w:r w:rsidR="00CA4563">
        <w:rPr>
          <w:rtl/>
        </w:rPr>
        <w:t>،</w:t>
      </w:r>
      <w:r w:rsidRPr="00573E19">
        <w:rPr>
          <w:rtl/>
        </w:rPr>
        <w:t xml:space="preserve"> وكان أبو جعفر يقول</w:t>
      </w:r>
      <w:r w:rsidR="009C2257">
        <w:rPr>
          <w:rtl/>
        </w:rPr>
        <w:t xml:space="preserve"> </w:t>
      </w:r>
      <w:r w:rsidRPr="00573E19">
        <w:rPr>
          <w:rtl/>
        </w:rPr>
        <w:t>« انا ولدت بدعوة صاحب الامر » مفتخرا بذلك</w:t>
      </w:r>
      <w:r w:rsidR="00CA4563">
        <w:rPr>
          <w:rtl/>
        </w:rPr>
        <w:t>،</w:t>
      </w:r>
      <w:r w:rsidRPr="00573E19">
        <w:rPr>
          <w:rtl/>
        </w:rPr>
        <w:t xml:space="preserve"> توفي المترجم سنة </w:t>
      </w:r>
      <w:r>
        <w:rPr>
          <w:rtl/>
        </w:rPr>
        <w:t>32</w:t>
      </w:r>
      <w:r w:rsidRPr="00573E19">
        <w:rPr>
          <w:rtl/>
        </w:rPr>
        <w:t>9 وهي</w:t>
      </w:r>
      <w:r w:rsidR="009C2257">
        <w:rPr>
          <w:rtl/>
        </w:rPr>
        <w:t xml:space="preserve"> </w:t>
      </w:r>
      <w:r w:rsidRPr="00573E19">
        <w:rPr>
          <w:rtl/>
        </w:rPr>
        <w:t>السنة التي تناثرت فيها النجوم</w:t>
      </w:r>
      <w:r>
        <w:rPr>
          <w:rtl/>
        </w:rPr>
        <w:t xml:space="preserve"> - </w:t>
      </w:r>
      <w:r w:rsidRPr="00573E19">
        <w:rPr>
          <w:rtl/>
        </w:rPr>
        <w:t xml:space="preserve">سنة وفاة ثقة الاسلام الكليني </w:t>
      </w:r>
      <w:r w:rsidRPr="00FE5331">
        <w:rPr>
          <w:rStyle w:val="libAlaemChar"/>
          <w:rtl/>
        </w:rPr>
        <w:t>قدس‌سره</w:t>
      </w:r>
      <w:r>
        <w:rPr>
          <w:rtl/>
        </w:rPr>
        <w:t xml:space="preserve"> - </w:t>
      </w:r>
      <w:r w:rsidRPr="00573E19">
        <w:rPr>
          <w:rtl/>
        </w:rPr>
        <w:t>دفن بقم</w:t>
      </w:r>
      <w:r w:rsidR="009C2257">
        <w:rPr>
          <w:rtl/>
        </w:rPr>
        <w:t xml:space="preserve"> </w:t>
      </w:r>
      <w:r w:rsidRPr="00573E19">
        <w:rPr>
          <w:rtl/>
        </w:rPr>
        <w:t>له كتب كثيرة منها كتاب « الرسالة » إلى ابنه أبي جعفر محمد بن علي وقد نقل عنها ابنه</w:t>
      </w:r>
      <w:r w:rsidR="009C2257">
        <w:rPr>
          <w:rtl/>
        </w:rPr>
        <w:t xml:space="preserve"> </w:t>
      </w:r>
      <w:r w:rsidRPr="00573E19">
        <w:rPr>
          <w:rtl/>
        </w:rPr>
        <w:t>كثيرا في كتابه « من لا يحضره الفقيه » ترجمه إسماعيل باشا ومن أصحابنا الشيخ</w:t>
      </w:r>
      <w:r w:rsidR="009C2257">
        <w:rPr>
          <w:rtl/>
        </w:rPr>
        <w:t xml:space="preserve"> </w:t>
      </w:r>
      <w:r w:rsidRPr="00573E19">
        <w:rPr>
          <w:rtl/>
        </w:rPr>
        <w:t>والنجاشي والعلامة وغيرهم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الحسن بن محمد بن سماعة فقد أخبرني به أحمد بن عبدون</w:t>
      </w:r>
      <w:r w:rsidR="009C2257">
        <w:rPr>
          <w:rtl/>
        </w:rPr>
        <w:t xml:space="preserve"> </w:t>
      </w:r>
      <w:r w:rsidRPr="00573E19">
        <w:rPr>
          <w:rtl/>
        </w:rPr>
        <w:t>عن أبي طالب الأنباري عن حميد بن زياد عن الحسن بن محمد بن سماعة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</w:t>
      </w:r>
      <w:r w:rsidR="009C2257">
        <w:rPr>
          <w:rtl/>
        </w:rPr>
        <w:t xml:space="preserve"> </w:t>
      </w:r>
      <w:r w:rsidRPr="00573E19">
        <w:rPr>
          <w:rtl/>
        </w:rPr>
        <w:t>الشيخ أبو عبد الله والحسين بن عبيد الله وأحمد بن عبدون كلهم عن أبي عبد الله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علي بن سفيان البزوفري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حميد بن زياد عن الحسن بن محمد بن سماعة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علي بن الحسن الطاطري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اخبرني به أحمد بن عبدون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بن محمد بن الزبير عن أحمد بن عمر بن كيسبة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علي بن الحسن</w:t>
      </w:r>
      <w:r w:rsidR="009C2257">
        <w:rPr>
          <w:rtl/>
        </w:rPr>
        <w:t xml:space="preserve"> </w:t>
      </w:r>
      <w:r w:rsidRPr="00573E19">
        <w:rPr>
          <w:rtl/>
        </w:rPr>
        <w:t>الطاطري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الحسين بن علي بن سفيان بن خالد بن سفيان أبو عبد الله البزوفري خاصي شيخ</w:t>
      </w:r>
      <w:r w:rsidR="009C2257">
        <w:rPr>
          <w:rtl/>
        </w:rPr>
        <w:t xml:space="preserve"> </w:t>
      </w:r>
      <w:r w:rsidRPr="00573E19">
        <w:rPr>
          <w:rtl/>
        </w:rPr>
        <w:t>من أصحابنا ثقة جليل القدر روى عنه الشيخ المفيد وأبو عبد الله الحسين بن عبيد الله</w:t>
      </w:r>
      <w:r w:rsidR="009C2257">
        <w:rPr>
          <w:rtl/>
        </w:rPr>
        <w:t xml:space="preserve"> </w:t>
      </w:r>
      <w:r w:rsidRPr="00573E19">
        <w:rPr>
          <w:rtl/>
        </w:rPr>
        <w:t>الغضائري التلعكبري وأحمد بن عبدون المعروف بابن الحاشر وروى هو عن حميد</w:t>
      </w:r>
      <w:r w:rsidR="009C2257">
        <w:rPr>
          <w:rtl/>
        </w:rPr>
        <w:t xml:space="preserve"> </w:t>
      </w:r>
      <w:r w:rsidRPr="00573E19">
        <w:rPr>
          <w:rtl/>
        </w:rPr>
        <w:t>بن زياد وغيره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والنجاشي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علي بن الحسن بن محمد الطائي الجرمي المعروف بالطاطري</w:t>
      </w:r>
      <w:r>
        <w:rPr>
          <w:rtl/>
        </w:rPr>
        <w:t xml:space="preserve"> - </w:t>
      </w:r>
      <w:r w:rsidRPr="00573E19">
        <w:rPr>
          <w:rtl/>
        </w:rPr>
        <w:t>وإنما سمي بذلك</w:t>
      </w:r>
      <w:r w:rsidR="009C2257">
        <w:rPr>
          <w:rtl/>
        </w:rPr>
        <w:t xml:space="preserve"> </w:t>
      </w:r>
      <w:r w:rsidRPr="00573E19">
        <w:rPr>
          <w:rtl/>
        </w:rPr>
        <w:t>لبيعه ثيابا يقال لها الطاطرية</w:t>
      </w:r>
      <w:r>
        <w:rPr>
          <w:rtl/>
        </w:rPr>
        <w:t xml:space="preserve"> - </w:t>
      </w:r>
      <w:r w:rsidRPr="00573E19">
        <w:rPr>
          <w:rtl/>
        </w:rPr>
        <w:t>قاله النجاشي يكنى أبا الحسن وكان فقيها ثقة في حديثه</w:t>
      </w:r>
      <w:r w:rsidR="009C2257">
        <w:rPr>
          <w:rtl/>
        </w:rPr>
        <w:t xml:space="preserve"> </w:t>
      </w:r>
      <w:r w:rsidRPr="00573E19">
        <w:rPr>
          <w:rtl/>
        </w:rPr>
        <w:t>وكان من وجوه الواقفة وشيوخهم وهو أستاذ الحسن بن محمد بن سماعة الصيرفي الحضرمي</w:t>
      </w:r>
      <w:r w:rsidR="009C2257">
        <w:rPr>
          <w:rtl/>
        </w:rPr>
        <w:t xml:space="preserve"> </w:t>
      </w:r>
      <w:r w:rsidRPr="00573E19">
        <w:rPr>
          <w:rtl/>
        </w:rPr>
        <w:t>ومنه تعلم وكان يشركه في كثير من الرجال ولا يروي الحسن عن علي شيئا بلى منه تعلم</w:t>
      </w:r>
      <w:r w:rsidR="009C2257">
        <w:rPr>
          <w:rtl/>
        </w:rPr>
        <w:t xml:space="preserve"> </w:t>
      </w:r>
      <w:r w:rsidRPr="00573E19">
        <w:rPr>
          <w:rtl/>
        </w:rPr>
        <w:t>المذهب اه وقال الشيخ في العدة « ان الطائفة عملت بما رواه الطاطريون » للمترجم</w:t>
      </w:r>
      <w:r w:rsidR="009C2257">
        <w:rPr>
          <w:rtl/>
        </w:rPr>
        <w:t xml:space="preserve"> </w:t>
      </w:r>
      <w:r w:rsidRPr="00573E19">
        <w:rPr>
          <w:rtl/>
        </w:rPr>
        <w:t>كتب كثيرة في نصرة مذهبه وله كتب في الفقه رواها عن الرجال الموثوق بهم</w:t>
      </w:r>
      <w:r w:rsidR="009C2257">
        <w:rPr>
          <w:rtl/>
        </w:rPr>
        <w:t xml:space="preserve"> </w:t>
      </w:r>
      <w:r w:rsidRPr="00573E19">
        <w:rPr>
          <w:rtl/>
        </w:rPr>
        <w:t>وبروا يأتهم منها كتاب التوحيد وكتاب الإمامة وكتاب المناقب وغيرها</w:t>
      </w:r>
      <w:r w:rsidR="00CA4563">
        <w:rPr>
          <w:rtl/>
        </w:rPr>
        <w:t>،</w:t>
      </w:r>
      <w:r w:rsidRPr="00573E19">
        <w:rPr>
          <w:rtl/>
        </w:rPr>
        <w:t xml:space="preserve"> روى</w:t>
      </w:r>
      <w:r w:rsidR="009C2257">
        <w:rPr>
          <w:rtl/>
        </w:rPr>
        <w:t xml:space="preserve"> </w:t>
      </w:r>
      <w:r w:rsidRPr="00573E19">
        <w:rPr>
          <w:rtl/>
        </w:rPr>
        <w:t>عن محمد بن أبي حمزة وعلي بن أبي حمزة وروى عنه علي بن الحسن بن فضال وأحمد ابن</w:t>
      </w:r>
      <w:r w:rsidR="009C2257">
        <w:rPr>
          <w:rtl/>
        </w:rPr>
        <w:t xml:space="preserve"> </w:t>
      </w:r>
      <w:r w:rsidRPr="00573E19">
        <w:rPr>
          <w:rtl/>
        </w:rPr>
        <w:t>عمرو بن كيسبة والهيثم بن أبي مسروق النهدي وابن نهيك وغيرهم</w:t>
      </w:r>
      <w:r w:rsidR="00CA4563">
        <w:rPr>
          <w:rtl/>
        </w:rPr>
        <w:t>،</w:t>
      </w:r>
      <w:r w:rsidRPr="00573E19">
        <w:rPr>
          <w:rtl/>
        </w:rPr>
        <w:t xml:space="preserve"> ترجمه الشيخ</w:t>
      </w:r>
      <w:r w:rsidR="009C2257">
        <w:rPr>
          <w:rtl/>
        </w:rPr>
        <w:t xml:space="preserve"> </w:t>
      </w:r>
      <w:r w:rsidRPr="00573E19">
        <w:rPr>
          <w:rtl/>
        </w:rPr>
        <w:t>والنجاشي والعلامة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أحمد بن عمرو بن كيسبة أبو الملك روى عن علي بن الحسن الطاطري وعنه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أبي العباس أحمد بن محمد بن سعيد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علي بن محمد بن الزبير القرشي</w:t>
      </w:r>
      <w:r w:rsidR="00CA4563">
        <w:rPr>
          <w:rtl/>
        </w:rPr>
        <w:t>،</w:t>
      </w:r>
      <w:r w:rsidRPr="00573E19">
        <w:rPr>
          <w:rtl/>
        </w:rPr>
        <w:t xml:space="preserve"> ولم نجد له ذكرا في كتب الرجال سوى ما وقع في</w:t>
      </w:r>
      <w:r w:rsidR="009C2257">
        <w:rPr>
          <w:rtl/>
        </w:rPr>
        <w:t xml:space="preserve"> </w:t>
      </w:r>
      <w:r w:rsidRPr="00573E19">
        <w:rPr>
          <w:rtl/>
        </w:rPr>
        <w:t>مشيخة كتابي التهذيب والاستبصار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محمد بن سعيد بن عبد الرحمن بن زياد بن عبد الله بن زياد بن محمد</w:t>
      </w:r>
      <w:r w:rsidR="009C2257">
        <w:rPr>
          <w:rtl/>
        </w:rPr>
        <w:t xml:space="preserve"> </w:t>
      </w:r>
      <w:r w:rsidRPr="00573E19">
        <w:rPr>
          <w:rtl/>
        </w:rPr>
        <w:t>ابن عجلان مولى عبد الرحمن بن قيس السبيعي الهمداني أبو العباس الكوفي المعروف</w:t>
      </w:r>
      <w:r w:rsidR="009C2257">
        <w:rPr>
          <w:rtl/>
        </w:rPr>
        <w:t xml:space="preserve"> </w:t>
      </w:r>
      <w:r w:rsidRPr="00573E19">
        <w:rPr>
          <w:rtl/>
        </w:rPr>
        <w:t xml:space="preserve">بابن عقدة </w:t>
      </w:r>
      <w:r w:rsidRPr="00FE5331">
        <w:rPr>
          <w:rStyle w:val="libFootnotenumChar"/>
          <w:rFonts w:hint="cs"/>
          <w:rtl/>
        </w:rPr>
        <w:t>(</w:t>
      </w:r>
      <w:r w:rsidRPr="00FE5331">
        <w:rPr>
          <w:rStyle w:val="libFootnotenumChar"/>
          <w:rtl/>
        </w:rPr>
        <w:t>1</w:t>
      </w:r>
      <w:r w:rsidRPr="00FE5331">
        <w:rPr>
          <w:rStyle w:val="libFootnotenumChar"/>
          <w:rFonts w:hint="cs"/>
          <w:rtl/>
        </w:rPr>
        <w:t>)</w:t>
      </w:r>
      <w:r w:rsidRPr="00573E19">
        <w:rPr>
          <w:rtl/>
        </w:rPr>
        <w:t xml:space="preserve"> الحافظ قال الشيخ في الفهرست</w:t>
      </w:r>
      <w:r w:rsidR="00CA4563">
        <w:rPr>
          <w:rtl/>
        </w:rPr>
        <w:t>:</w:t>
      </w:r>
      <w:r w:rsidRPr="00573E19">
        <w:rPr>
          <w:rtl/>
        </w:rPr>
        <w:t xml:space="preserve"> امره في الثقة والجلالة وعظم الحفظ</w:t>
      </w:r>
      <w:r w:rsidR="009C2257">
        <w:rPr>
          <w:rtl/>
        </w:rPr>
        <w:t xml:space="preserve"> </w:t>
      </w:r>
      <w:r w:rsidRPr="00573E19">
        <w:rPr>
          <w:rtl/>
        </w:rPr>
        <w:t>أشهر من أن يذكر وكان زيديا جاروديا وقال النجاشي</w:t>
      </w:r>
      <w:r w:rsidR="00CA4563">
        <w:rPr>
          <w:rtl/>
        </w:rPr>
        <w:t>:</w:t>
      </w:r>
      <w:r w:rsidRPr="00573E19">
        <w:rPr>
          <w:rtl/>
        </w:rPr>
        <w:t xml:space="preserve"> هذا رجل جليل في أصحاب</w:t>
      </w:r>
      <w:r w:rsidR="009C2257">
        <w:rPr>
          <w:rtl/>
        </w:rPr>
        <w:t xml:space="preserve"> </w:t>
      </w:r>
      <w:r w:rsidRPr="00573E19">
        <w:rPr>
          <w:rtl/>
        </w:rPr>
        <w:t>الحديث مشهور بالحفظ والحكايات تختلف عنه في الحفظ وعظمه وكان زيديا جاروديا</w:t>
      </w:r>
      <w:r w:rsidR="009C2257">
        <w:rPr>
          <w:rtl/>
        </w:rPr>
        <w:t xml:space="preserve"> </w:t>
      </w:r>
      <w:r w:rsidRPr="00573E19">
        <w:rPr>
          <w:rtl/>
        </w:rPr>
        <w:t>وعلى ذلك مات</w:t>
      </w:r>
      <w:r w:rsidR="00CA4563">
        <w:rPr>
          <w:rtl/>
        </w:rPr>
        <w:t>،</w:t>
      </w:r>
      <w:r w:rsidRPr="00573E19">
        <w:rPr>
          <w:rtl/>
        </w:rPr>
        <w:t xml:space="preserve"> وذكره أصحابنا لاختلاطه بهم ومداخلته إياهم وعظم محله وثقته</w:t>
      </w:r>
      <w:r w:rsidR="009C2257">
        <w:rPr>
          <w:rtl/>
        </w:rPr>
        <w:t xml:space="preserve"> </w:t>
      </w:r>
      <w:r w:rsidRPr="00573E19">
        <w:rPr>
          <w:rtl/>
        </w:rPr>
        <w:t>وأمانته اه</w:t>
      </w:r>
      <w:r>
        <w:rPr>
          <w:rtl/>
        </w:rPr>
        <w:t>.</w:t>
      </w:r>
      <w:r w:rsidRPr="00573E19">
        <w:rPr>
          <w:rtl/>
        </w:rPr>
        <w:t xml:space="preserve"> قال الخطيب</w:t>
      </w:r>
      <w:r w:rsidR="00CA4563">
        <w:rPr>
          <w:rtl/>
        </w:rPr>
        <w:t>:</w:t>
      </w:r>
      <w:r w:rsidRPr="00573E19">
        <w:rPr>
          <w:rtl/>
        </w:rPr>
        <w:t xml:space="preserve"> قدم أبو العباس بغداد فسمع من محمد بن عبيد الله المنادي</w:t>
      </w:r>
      <w:r w:rsidR="009C2257">
        <w:rPr>
          <w:rtl/>
        </w:rPr>
        <w:t xml:space="preserve"> </w:t>
      </w:r>
      <w:r>
        <w:rPr>
          <w:rtl/>
        </w:rPr>
        <w:t xml:space="preserve"> - </w:t>
      </w:r>
      <w:r w:rsidRPr="00573E19">
        <w:rPr>
          <w:rtl/>
        </w:rPr>
        <w:t>وعد آخرين لم نذكرهم</w:t>
      </w:r>
      <w:r>
        <w:rPr>
          <w:rtl/>
        </w:rPr>
        <w:t xml:space="preserve"> - ..</w:t>
      </w:r>
      <w:r w:rsidRPr="00573E19">
        <w:rPr>
          <w:rtl/>
        </w:rPr>
        <w:t xml:space="preserve"> وقدمها في آخر عمره فحدث بها عن هؤلاء الشيوخ وعن</w:t>
      </w:r>
      <w:r w:rsidR="009C2257">
        <w:rPr>
          <w:rtl/>
        </w:rPr>
        <w:t xml:space="preserve"> </w:t>
      </w:r>
      <w:r>
        <w:rPr>
          <w:rtl/>
        </w:rPr>
        <w:t xml:space="preserve"> - </w:t>
      </w:r>
      <w:r w:rsidRPr="00573E19">
        <w:rPr>
          <w:rtl/>
        </w:rPr>
        <w:t>ثم عد جماعة آخرين</w:t>
      </w:r>
      <w:r>
        <w:rPr>
          <w:rtl/>
        </w:rPr>
        <w:t xml:space="preserve"> - ..</w:t>
      </w:r>
      <w:r w:rsidRPr="00573E19">
        <w:rPr>
          <w:rtl/>
        </w:rPr>
        <w:t xml:space="preserve"> وكان حافظا عالما مكثرا جمع التراجم والأبواب والمشيخة وأكثر</w:t>
      </w:r>
      <w:r w:rsidR="009C2257">
        <w:rPr>
          <w:rtl/>
        </w:rPr>
        <w:t xml:space="preserve"> </w:t>
      </w:r>
      <w:r w:rsidRPr="00573E19">
        <w:rPr>
          <w:rtl/>
        </w:rPr>
        <w:t>الرواية وانتشر حديثه وروى عنه الحفاظ والأكابر الخ ولد سنة 549 في النصف</w:t>
      </w:r>
      <w:r w:rsidR="009C2257">
        <w:rPr>
          <w:rtl/>
        </w:rPr>
        <w:t xml:space="preserve"> </w:t>
      </w:r>
      <w:r w:rsidRPr="00573E19">
        <w:rPr>
          <w:rtl/>
        </w:rPr>
        <w:t>من محرم</w:t>
      </w:r>
      <w:r w:rsidR="00CA4563">
        <w:rPr>
          <w:rtl/>
        </w:rPr>
        <w:t>،</w:t>
      </w:r>
      <w:r w:rsidRPr="00573E19">
        <w:rPr>
          <w:rtl/>
        </w:rPr>
        <w:t xml:space="preserve"> حدث عن حفظه جماعة واليك كلماتهم قال ابن النجار</w:t>
      </w:r>
      <w:r w:rsidR="00CA4563">
        <w:rPr>
          <w:rtl/>
        </w:rPr>
        <w:t>:</w:t>
      </w:r>
      <w:r w:rsidRPr="00573E19">
        <w:rPr>
          <w:rtl/>
        </w:rPr>
        <w:t xml:space="preserve"> وكان ابنه</w:t>
      </w:r>
      <w:r>
        <w:rPr>
          <w:rtl/>
        </w:rPr>
        <w:t xml:space="preserve"> - </w:t>
      </w:r>
      <w:r w:rsidRPr="00573E19">
        <w:rPr>
          <w:rtl/>
        </w:rPr>
        <w:t>أبو العباس</w:t>
      </w:r>
      <w:r w:rsidR="009C2257">
        <w:rPr>
          <w:rtl/>
        </w:rPr>
        <w:t xml:space="preserve"> </w:t>
      </w:r>
      <w:r w:rsidRPr="00573E19">
        <w:rPr>
          <w:rtl/>
        </w:rPr>
        <w:t>ابن عقدة</w:t>
      </w:r>
      <w:r>
        <w:rPr>
          <w:rtl/>
        </w:rPr>
        <w:t xml:space="preserve"> - </w:t>
      </w:r>
      <w:r w:rsidRPr="00573E19">
        <w:rPr>
          <w:rtl/>
        </w:rPr>
        <w:t>احفظ من كان في عصرنا للحديث</w:t>
      </w:r>
      <w:r>
        <w:rPr>
          <w:rtl/>
        </w:rPr>
        <w:t>.</w:t>
      </w:r>
      <w:r w:rsidRPr="00573E19">
        <w:rPr>
          <w:rtl/>
        </w:rPr>
        <w:t xml:space="preserve"> حدثت عن أبي أحمد محمد بن محمد بن أحمد</w:t>
      </w:r>
      <w:r w:rsidR="009C2257">
        <w:rPr>
          <w:rtl/>
        </w:rPr>
        <w:t xml:space="preserve"> </w:t>
      </w:r>
      <w:r w:rsidRPr="00573E19">
        <w:rPr>
          <w:rtl/>
        </w:rPr>
        <w:t>ابن إسحاق الحافظ النيسابوري قال قال لي أبو العباس بن عقدة</w:t>
      </w:r>
      <w:r w:rsidR="00CA4563">
        <w:rPr>
          <w:rtl/>
        </w:rPr>
        <w:t>:</w:t>
      </w:r>
      <w:r w:rsidRPr="00573E19">
        <w:rPr>
          <w:rtl/>
        </w:rPr>
        <w:t xml:space="preserve"> دخل البرديجي</w:t>
      </w:r>
      <w:r w:rsidR="009C2257">
        <w:rPr>
          <w:rtl/>
        </w:rPr>
        <w:t xml:space="preserve"> </w:t>
      </w:r>
      <w:r w:rsidRPr="00573E19">
        <w:rPr>
          <w:rtl/>
        </w:rPr>
        <w:t>الكوفة فزعم أنه احفظ مني فقلت لا تطول</w:t>
      </w:r>
      <w:r w:rsidR="00CA4563">
        <w:rPr>
          <w:rtl/>
        </w:rPr>
        <w:t>،</w:t>
      </w:r>
      <w:r w:rsidRPr="00573E19">
        <w:rPr>
          <w:rtl/>
        </w:rPr>
        <w:t xml:space="preserve"> تتقدم إلى دكان وراق وتضع القبان</w:t>
      </w:r>
      <w:r w:rsidR="009C2257">
        <w:rPr>
          <w:rtl/>
        </w:rPr>
        <w:t xml:space="preserve"> </w:t>
      </w:r>
      <w:r w:rsidRPr="00573E19">
        <w:rPr>
          <w:rtl/>
        </w:rPr>
        <w:t>وتزن من الكتب ما شئت ثم تلقي علينا فنذكره</w:t>
      </w:r>
      <w:r>
        <w:rPr>
          <w:rtl/>
        </w:rPr>
        <w:t>.</w:t>
      </w:r>
      <w:r w:rsidRPr="00573E19">
        <w:rPr>
          <w:rtl/>
        </w:rPr>
        <w:t xml:space="preserve"> فبقي </w:t>
      </w:r>
      <w:r w:rsidRPr="00FE5331">
        <w:rPr>
          <w:rStyle w:val="libFootnotenumChar"/>
          <w:rFonts w:hint="cs"/>
          <w:rtl/>
        </w:rPr>
        <w:t>(</w:t>
      </w:r>
      <w:r w:rsidRPr="00FE5331">
        <w:rPr>
          <w:rStyle w:val="libFootnotenumChar"/>
          <w:rtl/>
        </w:rPr>
        <w:t>2</w:t>
      </w:r>
      <w:r w:rsidRPr="00FE5331">
        <w:rPr>
          <w:rStyle w:val="libFootnotenumChar"/>
          <w:rFonts w:hint="cs"/>
          <w:rtl/>
        </w:rPr>
        <w:t>)</w:t>
      </w:r>
      <w:r w:rsidRPr="00573E19">
        <w:rPr>
          <w:rtl/>
        </w:rPr>
        <w:t xml:space="preserve"> وقال أبو علي الحافظ فيما</w:t>
      </w:r>
      <w:r w:rsidR="009C2257">
        <w:rPr>
          <w:rtl/>
        </w:rPr>
        <w:t xml:space="preserve"> </w:t>
      </w:r>
      <w:r w:rsidRPr="00573E19">
        <w:rPr>
          <w:rtl/>
        </w:rPr>
        <w:t>حدث عنه الحاكم ابن البيع النيسابوري</w:t>
      </w:r>
      <w:r w:rsidR="00CA4563">
        <w:rPr>
          <w:rtl/>
        </w:rPr>
        <w:t>:</w:t>
      </w:r>
      <w:r w:rsidRPr="00573E19">
        <w:rPr>
          <w:rtl/>
        </w:rPr>
        <w:t xml:space="preserve"> ما رأيت أحدا احفظ لحديث الكوفيين</w:t>
      </w:r>
      <w:r>
        <w:rPr>
          <w:rFonts w:hint="cs"/>
          <w:rtl/>
        </w:rPr>
        <w:t xml:space="preserve"> -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F351D7" w:rsidRDefault="00FE5331" w:rsidP="00FE533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351D7">
        <w:rPr>
          <w:rtl/>
        </w:rPr>
        <w:t>1</w:t>
      </w:r>
      <w:r>
        <w:rPr>
          <w:rFonts w:hint="cs"/>
          <w:rtl/>
        </w:rPr>
        <w:t>)</w:t>
      </w:r>
      <w:r w:rsidRPr="00F351D7">
        <w:rPr>
          <w:rtl/>
        </w:rPr>
        <w:t xml:space="preserve"> وعقدة هو لقب محمد والد أبى العباس وإنما لقب بذلك لأجل تعقيده في التصريف فقد كان</w:t>
      </w:r>
      <w:r w:rsidR="009C2257">
        <w:rPr>
          <w:rtl/>
        </w:rPr>
        <w:t xml:space="preserve"> </w:t>
      </w:r>
      <w:r w:rsidRPr="00F351D7">
        <w:rPr>
          <w:rtl/>
        </w:rPr>
        <w:t>عالما بالتصريف والنحو وكان وراقا بالكوفة جيد الخط ويعلم القرآن والأدب قال ابن النجار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F351D7">
        <w:rPr>
          <w:rtl/>
        </w:rPr>
        <w:t>وكا</w:t>
      </w:r>
      <w:r>
        <w:rPr>
          <w:rtl/>
        </w:rPr>
        <w:t>ن عقدة زيديا وكان ورعا ناسكا اه</w:t>
      </w:r>
      <w:r w:rsidRPr="00F351D7">
        <w:rPr>
          <w:rtl/>
        </w:rPr>
        <w:t>.</w:t>
      </w:r>
    </w:p>
    <w:p w:rsidR="00FE5331" w:rsidRPr="00F351D7" w:rsidRDefault="00FE5331" w:rsidP="00FE533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F351D7">
        <w:rPr>
          <w:rtl/>
        </w:rPr>
        <w:t>2</w:t>
      </w:r>
      <w:r>
        <w:rPr>
          <w:rFonts w:hint="cs"/>
          <w:rtl/>
        </w:rPr>
        <w:t>)</w:t>
      </w:r>
      <w:r w:rsidRPr="00F351D7">
        <w:rPr>
          <w:rtl/>
        </w:rPr>
        <w:t xml:space="preserve"> كذا في </w:t>
      </w:r>
      <w:r>
        <w:rPr>
          <w:rtl/>
        </w:rPr>
        <w:t>سائر الكتب التي نقلت فيها القصة</w:t>
      </w:r>
      <w:r w:rsidRPr="00F351D7">
        <w:rPr>
          <w:rtl/>
        </w:rPr>
        <w:t>. ولعله فبقي مدهوش</w:t>
      </w:r>
      <w:r>
        <w:rPr>
          <w:rtl/>
        </w:rPr>
        <w:t>ا أو مبهوتا أو حائرا</w:t>
      </w:r>
      <w:r w:rsidR="009C2257">
        <w:rPr>
          <w:rtl/>
        </w:rPr>
        <w:t xml:space="preserve"> </w:t>
      </w:r>
      <w:r>
        <w:rPr>
          <w:rtl/>
        </w:rPr>
        <w:t>أو نحو ذلك</w:t>
      </w:r>
      <w:r w:rsidRPr="00F351D7">
        <w:rPr>
          <w:rtl/>
        </w:rPr>
        <w:t>.</w:t>
      </w:r>
    </w:p>
    <w:p w:rsidR="00FE5331" w:rsidRDefault="00FE5331" w:rsidP="00FE5331">
      <w:pPr>
        <w:pStyle w:val="libLine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__________________</w:t>
      </w:r>
    </w:p>
    <w:p w:rsidR="00FE5331" w:rsidRDefault="00FE5331" w:rsidP="00823520">
      <w:pPr>
        <w:pStyle w:val="libFootnote0"/>
        <w:rPr>
          <w:rtl/>
        </w:rPr>
      </w:pPr>
      <w:r>
        <w:rPr>
          <w:rtl/>
        </w:rPr>
        <w:t>-</w:t>
      </w:r>
      <w:r>
        <w:rPr>
          <w:rFonts w:hint="cs"/>
          <w:rtl/>
        </w:rPr>
        <w:t xml:space="preserve"> </w:t>
      </w:r>
      <w:r w:rsidRPr="00573E19">
        <w:rPr>
          <w:rtl/>
        </w:rPr>
        <w:t>من أبي العباس بن عقدة</w:t>
      </w:r>
      <w:r w:rsidR="00CA4563">
        <w:rPr>
          <w:rtl/>
        </w:rPr>
        <w:t>،</w:t>
      </w:r>
      <w:r w:rsidRPr="00573E19">
        <w:rPr>
          <w:rtl/>
        </w:rPr>
        <w:t xml:space="preserve"> وقال الدارقطني</w:t>
      </w:r>
      <w:r w:rsidR="00CA4563">
        <w:rPr>
          <w:rtl/>
        </w:rPr>
        <w:t>:</w:t>
      </w:r>
      <w:r w:rsidRPr="00573E19">
        <w:rPr>
          <w:rtl/>
        </w:rPr>
        <w:t xml:space="preserve"> أجمع أهل الكوفة انه لم ير من زمن</w:t>
      </w:r>
      <w:r w:rsidR="009C2257">
        <w:rPr>
          <w:rtl/>
        </w:rPr>
        <w:t xml:space="preserve"> </w:t>
      </w:r>
      <w:r w:rsidRPr="00573E19">
        <w:rPr>
          <w:rtl/>
        </w:rPr>
        <w:t>عبد الله بن مسعود إلى زمن أبي العباس بن عقدة احفظ منه</w:t>
      </w:r>
      <w:r w:rsidR="00CA4563">
        <w:rPr>
          <w:rtl/>
        </w:rPr>
        <w:t>،</w:t>
      </w:r>
      <w:r w:rsidRPr="00573E19">
        <w:rPr>
          <w:rtl/>
        </w:rPr>
        <w:t xml:space="preserve"> وحدث عنه أحمد بن الحسن</w:t>
      </w:r>
      <w:r w:rsidR="009C2257">
        <w:rPr>
          <w:rtl/>
        </w:rPr>
        <w:t xml:space="preserve"> </w:t>
      </w:r>
      <w:r w:rsidRPr="00573E19">
        <w:rPr>
          <w:rtl/>
        </w:rPr>
        <w:t>ابن هرثمة أنه قال</w:t>
      </w:r>
      <w:r w:rsidR="00CA4563">
        <w:rPr>
          <w:rtl/>
        </w:rPr>
        <w:t>:</w:t>
      </w:r>
      <w:r w:rsidRPr="00573E19">
        <w:rPr>
          <w:rtl/>
        </w:rPr>
        <w:t xml:space="preserve"> في مجلسه</w:t>
      </w:r>
      <w:r>
        <w:rPr>
          <w:rtl/>
        </w:rPr>
        <w:t xml:space="preserve"> - </w:t>
      </w:r>
      <w:r w:rsidRPr="00573E19">
        <w:rPr>
          <w:rtl/>
        </w:rPr>
        <w:t>وقد جرى ذكر الحفاظ</w:t>
      </w:r>
      <w:r>
        <w:rPr>
          <w:rtl/>
        </w:rPr>
        <w:t xml:space="preserve"> - </w:t>
      </w:r>
      <w:r w:rsidRPr="00573E19">
        <w:rPr>
          <w:rtl/>
        </w:rPr>
        <w:t>انا أجيب في ثلاثمائة الف حديث</w:t>
      </w:r>
      <w:r w:rsidR="009C2257">
        <w:rPr>
          <w:rtl/>
        </w:rPr>
        <w:t xml:space="preserve"> </w:t>
      </w:r>
      <w:r w:rsidRPr="00573E19">
        <w:rPr>
          <w:rtl/>
        </w:rPr>
        <w:t>من حديث أهل بيت هذا</w:t>
      </w:r>
      <w:r>
        <w:rPr>
          <w:rtl/>
        </w:rPr>
        <w:t xml:space="preserve"> - </w:t>
      </w:r>
      <w:r w:rsidRPr="00573E19">
        <w:rPr>
          <w:rtl/>
        </w:rPr>
        <w:t>وضرب بيده على هاشمي عنده</w:t>
      </w:r>
      <w:r>
        <w:rPr>
          <w:rtl/>
        </w:rPr>
        <w:t xml:space="preserve"> - </w:t>
      </w:r>
      <w:r w:rsidRPr="00573E19">
        <w:rPr>
          <w:rtl/>
        </w:rPr>
        <w:t>سوى غيرهم ونحوه حكى</w:t>
      </w:r>
      <w:r w:rsidR="009C2257">
        <w:rPr>
          <w:rtl/>
        </w:rPr>
        <w:t xml:space="preserve"> </w:t>
      </w:r>
      <w:r w:rsidRPr="00573E19">
        <w:rPr>
          <w:rtl/>
        </w:rPr>
        <w:t>الدارقطني والحافظ ابن أبي دارم الكوفي عنه</w:t>
      </w:r>
      <w:r w:rsidR="00CA4563">
        <w:rPr>
          <w:rtl/>
        </w:rPr>
        <w:t>،</w:t>
      </w:r>
      <w:r w:rsidRPr="00573E19">
        <w:rPr>
          <w:rtl/>
        </w:rPr>
        <w:t xml:space="preserve"> وسئله مرة أبو الحسن محمد بن عمر بن يحيى</w:t>
      </w:r>
      <w:r w:rsidR="009C2257">
        <w:rPr>
          <w:rtl/>
        </w:rPr>
        <w:t xml:space="preserve"> </w:t>
      </w:r>
      <w:r w:rsidRPr="00573E19">
        <w:rPr>
          <w:rtl/>
        </w:rPr>
        <w:t>العلوي عن حفظه واكثار الناس في الحديث عنه فامتنع فعزم عليه فقال</w:t>
      </w:r>
      <w:r w:rsidR="00CA4563">
        <w:rPr>
          <w:rtl/>
        </w:rPr>
        <w:t>:</w:t>
      </w:r>
      <w:r w:rsidRPr="00573E19">
        <w:rPr>
          <w:rtl/>
        </w:rPr>
        <w:t xml:space="preserve"> احفظ مائة</w:t>
      </w:r>
      <w:r w:rsidR="009C2257">
        <w:rPr>
          <w:rtl/>
        </w:rPr>
        <w:t xml:space="preserve"> </w:t>
      </w:r>
      <w:r w:rsidRPr="00573E19">
        <w:rPr>
          <w:rtl/>
        </w:rPr>
        <w:t>الف حديث بالاسناد والمتن وإذا كر بثلاثمائة الف حديث</w:t>
      </w:r>
      <w:r w:rsidR="00CA4563">
        <w:rPr>
          <w:rtl/>
        </w:rPr>
        <w:t>،</w:t>
      </w:r>
      <w:r w:rsidRPr="00573E19">
        <w:rPr>
          <w:rtl/>
        </w:rPr>
        <w:t xml:space="preserve"> قال أبو العلاء</w:t>
      </w:r>
      <w:r w:rsidR="00CA4563">
        <w:rPr>
          <w:rtl/>
        </w:rPr>
        <w:t>:</w:t>
      </w:r>
      <w:r w:rsidRPr="00573E19">
        <w:rPr>
          <w:rtl/>
        </w:rPr>
        <w:t xml:space="preserve"> وقد سمعت</w:t>
      </w:r>
      <w:r w:rsidR="009C2257">
        <w:rPr>
          <w:rtl/>
        </w:rPr>
        <w:t xml:space="preserve"> </w:t>
      </w:r>
      <w:r w:rsidRPr="00573E19">
        <w:rPr>
          <w:rtl/>
        </w:rPr>
        <w:t>جماعة من أهل الكوفة وبغداد يذكرون عن أبي العباس بن عقدة مثل ذلك</w:t>
      </w:r>
      <w:r w:rsidR="00CA4563">
        <w:rPr>
          <w:rtl/>
        </w:rPr>
        <w:t>،</w:t>
      </w:r>
      <w:r w:rsidRPr="00573E19">
        <w:rPr>
          <w:rtl/>
        </w:rPr>
        <w:t xml:space="preserve"> ودونك</w:t>
      </w:r>
      <w:r w:rsidR="009C2257">
        <w:rPr>
          <w:rtl/>
        </w:rPr>
        <w:t xml:space="preserve"> </w:t>
      </w:r>
      <w:r w:rsidRPr="00573E19">
        <w:rPr>
          <w:rtl/>
        </w:rPr>
        <w:t>قصته مع محمد بن عمر بن يحيى العلوي حين عزم أبوه على قتال بني عبيد الله حين فشت</w:t>
      </w:r>
      <w:r w:rsidR="009C2257">
        <w:rPr>
          <w:rtl/>
        </w:rPr>
        <w:t xml:space="preserve"> </w:t>
      </w:r>
      <w:r w:rsidRPr="00573E19">
        <w:rPr>
          <w:rtl/>
        </w:rPr>
        <w:t>رياستهم بالكوفة وكانت قبل ذلك في بني الفدان فاتاه ابن عقدة يحمل جزءا فيه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ست وثلاثون ورقة فيها حديث كثير في صلة الرحم عن النبي </w:t>
      </w:r>
      <w:r w:rsidR="00823520" w:rsidRPr="004F3340">
        <w:rPr>
          <w:rStyle w:val="libFootnoteAlaemChar"/>
          <w:rtl/>
        </w:rPr>
        <w:t>صلى‌الله‌عليه‌وآله</w:t>
      </w:r>
      <w:r w:rsidRPr="00573E19">
        <w:rPr>
          <w:rtl/>
        </w:rPr>
        <w:t xml:space="preserve"> وعن أهل البيت عن</w:t>
      </w:r>
      <w:r w:rsidR="009C2257">
        <w:rPr>
          <w:rtl/>
        </w:rPr>
        <w:t xml:space="preserve"> </w:t>
      </w:r>
      <w:r w:rsidRPr="00573E19">
        <w:rPr>
          <w:rtl/>
        </w:rPr>
        <w:t>أصحاب الحديث</w:t>
      </w:r>
      <w:r w:rsidR="00CA4563">
        <w:rPr>
          <w:rtl/>
        </w:rPr>
        <w:t>،</w:t>
      </w:r>
      <w:r w:rsidRPr="00573E19">
        <w:rPr>
          <w:rtl/>
        </w:rPr>
        <w:t xml:space="preserve"> فاستعظم ذلك منه عمر بن يحيى العلوي وسأله عن حفظه فقال</w:t>
      </w:r>
      <w:r w:rsidR="00CA4563">
        <w:rPr>
          <w:rtl/>
        </w:rPr>
        <w:t>:</w:t>
      </w:r>
      <w:r w:rsidRPr="00573E19">
        <w:rPr>
          <w:rtl/>
        </w:rPr>
        <w:t xml:space="preserve"> له</w:t>
      </w:r>
      <w:r w:rsidR="009C2257">
        <w:rPr>
          <w:rtl/>
        </w:rPr>
        <w:t xml:space="preserve"> </w:t>
      </w:r>
      <w:r w:rsidRPr="00573E19">
        <w:rPr>
          <w:rtl/>
        </w:rPr>
        <w:t>انا احفظ منسقا من الحديث بالأسانيد والمتون خمسين ومائتي الف حديث وأذاكر</w:t>
      </w:r>
      <w:r w:rsidR="009C2257">
        <w:rPr>
          <w:rtl/>
        </w:rPr>
        <w:t xml:space="preserve"> </w:t>
      </w:r>
      <w:r w:rsidRPr="00573E19">
        <w:rPr>
          <w:rtl/>
        </w:rPr>
        <w:t>بالأسانيد وبعض المتون والمراسيل والمقاطيع ستمائة الف حديث إلى غير ذلك من أحاديث</w:t>
      </w:r>
      <w:r w:rsidR="009C2257">
        <w:rPr>
          <w:rtl/>
        </w:rPr>
        <w:t xml:space="preserve"> </w:t>
      </w:r>
      <w:r w:rsidRPr="00573E19">
        <w:rPr>
          <w:rtl/>
        </w:rPr>
        <w:t>حفظه وايات ذكائه</w:t>
      </w:r>
      <w:r>
        <w:rPr>
          <w:rtl/>
        </w:rPr>
        <w:t>.</w:t>
      </w:r>
      <w:r w:rsidRPr="00573E19">
        <w:rPr>
          <w:rtl/>
        </w:rPr>
        <w:t xml:space="preserve"> وكانت عنده مكتبة غنية ثرية بالنفائس والآثار تضم أكبر عدد</w:t>
      </w:r>
      <w:r w:rsidR="009C2257">
        <w:rPr>
          <w:rtl/>
        </w:rPr>
        <w:t xml:space="preserve"> </w:t>
      </w:r>
      <w:r w:rsidRPr="00573E19">
        <w:rPr>
          <w:rtl/>
        </w:rPr>
        <w:t>ممكن يومئذ فقد أراد مرة ان ينتقل من الموضع الذي كان فيه إلى موضع آخر</w:t>
      </w:r>
      <w:r w:rsidR="009C2257">
        <w:rPr>
          <w:rtl/>
        </w:rPr>
        <w:t xml:space="preserve"> </w:t>
      </w:r>
      <w:r w:rsidRPr="00573E19">
        <w:rPr>
          <w:rtl/>
        </w:rPr>
        <w:t>فاستأجر من يحمل كتبه وشارط الحمالين ان يدفع لكل واحد منهم دانقا لكل كرة</w:t>
      </w:r>
      <w:r w:rsidR="009C2257">
        <w:rPr>
          <w:rtl/>
        </w:rPr>
        <w:t xml:space="preserve"> </w:t>
      </w:r>
      <w:r w:rsidRPr="00573E19">
        <w:rPr>
          <w:rtl/>
        </w:rPr>
        <w:t>فوزن لهم أجورهم مائة درهم وكانت كتبه ستمائة حمل</w:t>
      </w:r>
      <w:r>
        <w:rPr>
          <w:rtl/>
        </w:rPr>
        <w:t>.</w:t>
      </w:r>
      <w:r w:rsidRPr="00573E19">
        <w:rPr>
          <w:rtl/>
        </w:rPr>
        <w:t xml:space="preserve"> ذكره الذهبي في ميزانه بأنه</w:t>
      </w:r>
      <w:r w:rsidR="009C2257">
        <w:rPr>
          <w:rtl/>
        </w:rPr>
        <w:t xml:space="preserve"> </w:t>
      </w:r>
      <w:r w:rsidRPr="00573E19">
        <w:rPr>
          <w:rtl/>
        </w:rPr>
        <w:t>محدث الكوفة شيعي متوسط وذكره في تذكرة الحفاظ فقال وكان إليه المنتهى في</w:t>
      </w:r>
      <w:r w:rsidR="009C2257">
        <w:rPr>
          <w:rtl/>
        </w:rPr>
        <w:t xml:space="preserve"> </w:t>
      </w:r>
      <w:r w:rsidRPr="00573E19">
        <w:rPr>
          <w:rtl/>
        </w:rPr>
        <w:t>قوة الحفظ وكثرة الحديث وصنف وجمع وألف في الأبواب والتراجم ورحلته قليلة</w:t>
      </w:r>
      <w:r w:rsidR="009C2257">
        <w:rPr>
          <w:rtl/>
        </w:rPr>
        <w:t xml:space="preserve"> </w:t>
      </w:r>
      <w:r w:rsidRPr="00573E19">
        <w:rPr>
          <w:rtl/>
        </w:rPr>
        <w:t>ولهذا كان يأخذ عن الذين يرحلون إليه ولو صان نفسه وجود لضربت إليه أكباد</w:t>
      </w:r>
      <w:r w:rsidR="009C2257">
        <w:rPr>
          <w:rtl/>
        </w:rPr>
        <w:t xml:space="preserve"> </w:t>
      </w:r>
      <w:r w:rsidRPr="00573E19">
        <w:rPr>
          <w:rtl/>
        </w:rPr>
        <w:t>الإبل ولضرب بإمامته المثل</w:t>
      </w:r>
      <w:r w:rsidR="00CA4563">
        <w:rPr>
          <w:rtl/>
        </w:rPr>
        <w:t>،</w:t>
      </w:r>
      <w:r w:rsidRPr="00573E19">
        <w:rPr>
          <w:rtl/>
        </w:rPr>
        <w:t xml:space="preserve"> لكنه جمع فأوعى وخلط الغث بالسمين والخرز بالدر الثمين</w:t>
      </w:r>
      <w:r w:rsidR="009C2257">
        <w:rPr>
          <w:rtl/>
        </w:rPr>
        <w:t xml:space="preserve"> </w:t>
      </w:r>
      <w:r w:rsidRPr="00573E19">
        <w:rPr>
          <w:rtl/>
        </w:rPr>
        <w:t>ومقت لتشيعه اه أقول</w:t>
      </w:r>
      <w:r w:rsidR="00CA4563">
        <w:rPr>
          <w:rtl/>
        </w:rPr>
        <w:t>:</w:t>
      </w:r>
      <w:r w:rsidRPr="00573E19">
        <w:rPr>
          <w:rtl/>
        </w:rPr>
        <w:t xml:space="preserve"> ولا ذنب له عند القوم وخاصة البغداديين يومئذ الا التشيع</w:t>
      </w:r>
      <w:r w:rsidR="009C2257">
        <w:rPr>
          <w:rtl/>
        </w:rPr>
        <w:t xml:space="preserve"> </w:t>
      </w:r>
      <w:r w:rsidRPr="00573E19">
        <w:rPr>
          <w:rtl/>
        </w:rPr>
        <w:t>واتهم انه كان في جامع براثا يملي مثالب أصحاب رسول الله « ص » أو الشيخين فترك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عن أحمد بن محمد بن موسى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أبي العباس أحمد بن محمد بن سعيد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6D2594" w:rsidRDefault="00FE5331" w:rsidP="00FE5331">
      <w:pPr>
        <w:pStyle w:val="libFootnote0"/>
        <w:rPr>
          <w:rtl/>
        </w:rPr>
      </w:pPr>
      <w:r w:rsidRPr="006D2594">
        <w:rPr>
          <w:rtl/>
        </w:rPr>
        <w:t>حديث عندهم لهذا ونحوه مضافا إلى ما كان يفضحهم به من تخليطهم في الأسانيد كما</w:t>
      </w:r>
      <w:r w:rsidR="009C2257">
        <w:rPr>
          <w:rtl/>
        </w:rPr>
        <w:t xml:space="preserve"> </w:t>
      </w:r>
      <w:r w:rsidRPr="006D2594">
        <w:rPr>
          <w:rtl/>
        </w:rPr>
        <w:t>فعل مع يحيى بن صاعد في بغداد حتى ثار به أصحاب ابن صاعد وأمر به الوالي فحبس</w:t>
      </w:r>
      <w:r w:rsidR="009C2257">
        <w:rPr>
          <w:rtl/>
        </w:rPr>
        <w:t xml:space="preserve"> </w:t>
      </w:r>
      <w:r w:rsidRPr="006D2594">
        <w:rPr>
          <w:rtl/>
        </w:rPr>
        <w:t>وحتى هدده ابن صاعد مرة بقوله « والله لأجعلن على كل شجرة من لحمه قطعة »</w:t>
      </w:r>
      <w:r w:rsidR="009C2257">
        <w:rPr>
          <w:rtl/>
        </w:rPr>
        <w:t xml:space="preserve"> </w:t>
      </w:r>
      <w:r w:rsidRPr="006D2594">
        <w:rPr>
          <w:rtl/>
        </w:rPr>
        <w:t>فكان إذا سئل بعدها لم يجب حتى يخرج من بغداد كما فعل مع ابن الجعابي فقد</w:t>
      </w:r>
      <w:r w:rsidR="009C2257">
        <w:rPr>
          <w:rtl/>
        </w:rPr>
        <w:t xml:space="preserve"> </w:t>
      </w:r>
      <w:r w:rsidRPr="006D2594">
        <w:rPr>
          <w:rtl/>
        </w:rPr>
        <w:t>سأله عن مسألة فلم يجبه حتى جاوز قنطرة الياسرية خارجا من بغداد روى عن جماعة</w:t>
      </w:r>
      <w:r w:rsidR="009C2257">
        <w:rPr>
          <w:rtl/>
        </w:rPr>
        <w:t xml:space="preserve"> </w:t>
      </w:r>
      <w:r w:rsidRPr="006D2594">
        <w:rPr>
          <w:rtl/>
        </w:rPr>
        <w:t>من الخاصة والعامة تكفلت معاجم التراجم بذكرهم وكذا من روى عنه وفي طليعة</w:t>
      </w:r>
      <w:r w:rsidR="009C2257">
        <w:rPr>
          <w:rtl/>
        </w:rPr>
        <w:t xml:space="preserve"> </w:t>
      </w:r>
      <w:r w:rsidRPr="006D2594">
        <w:rPr>
          <w:rtl/>
        </w:rPr>
        <w:t>من روى عنه الشيخ الطوسي بواسطة أحمد بن موسى الأهوازي روى عنه جميع كتب</w:t>
      </w:r>
      <w:r w:rsidR="009C2257">
        <w:rPr>
          <w:rtl/>
        </w:rPr>
        <w:t xml:space="preserve"> </w:t>
      </w:r>
      <w:r w:rsidRPr="006D2594">
        <w:rPr>
          <w:rtl/>
        </w:rPr>
        <w:t>ابن عقدة ورواياته توفي ابن عقدة بالكوفة سنة 333 عن 84 سنة.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 xml:space="preserve">تجد تفصيل حياته في تاريخ بغداد ج 5 ص 14 إلى ص </w:t>
      </w:r>
      <w:r>
        <w:rPr>
          <w:rtl/>
        </w:rPr>
        <w:t>23</w:t>
      </w:r>
      <w:r w:rsidRPr="00573E19">
        <w:rPr>
          <w:rtl/>
        </w:rPr>
        <w:t xml:space="preserve"> وأعيان الشيعة ج 9 ص 4</w:t>
      </w:r>
      <w:r>
        <w:rPr>
          <w:rtl/>
        </w:rPr>
        <w:t>2</w:t>
      </w:r>
      <w:r w:rsidRPr="00573E19">
        <w:rPr>
          <w:rtl/>
        </w:rPr>
        <w:t>8</w:t>
      </w:r>
      <w:r w:rsidR="009C2257">
        <w:rPr>
          <w:rtl/>
        </w:rPr>
        <w:t xml:space="preserve"> </w:t>
      </w:r>
      <w:r w:rsidRPr="00573E19">
        <w:rPr>
          <w:rtl/>
        </w:rPr>
        <w:t>إلى ص 445 كما وقد ترجمه الذهبي في الميزان والتذكرة واليافعي في مرآة الجنان</w:t>
      </w:r>
      <w:r w:rsidR="009C2257">
        <w:rPr>
          <w:rtl/>
        </w:rPr>
        <w:t xml:space="preserve"> </w:t>
      </w:r>
      <w:r w:rsidRPr="00573E19">
        <w:rPr>
          <w:rtl/>
        </w:rPr>
        <w:t>وابن حجر في اللسان وإسماعيل باشا في الهدية والزركلي في الاعلام ومن أصحابنا</w:t>
      </w:r>
      <w:r w:rsidR="009C2257">
        <w:rPr>
          <w:rtl/>
        </w:rPr>
        <w:t xml:space="preserve"> </w:t>
      </w:r>
      <w:r w:rsidRPr="00573E19">
        <w:rPr>
          <w:rtl/>
        </w:rPr>
        <w:t>الشيخ في كتابيه الفهرست والرجال والنجاشي والعلامة وابن داود والأردبيلي</w:t>
      </w:r>
      <w:r w:rsidR="009C2257">
        <w:rPr>
          <w:rtl/>
        </w:rPr>
        <w:t xml:space="preserve"> </w:t>
      </w:r>
      <w:r w:rsidRPr="00573E19">
        <w:rPr>
          <w:rtl/>
        </w:rPr>
        <w:t>والخوانساري والمامقاني وغيرهم ممن لا تحضرنا كتبهم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محمد بن موسى بن هارون الأهوازي المعروف بابن الصلت الأهوازي</w:t>
      </w:r>
      <w:r w:rsidR="009C2257">
        <w:rPr>
          <w:rtl/>
        </w:rPr>
        <w:t xml:space="preserve"> </w:t>
      </w:r>
      <w:r w:rsidRPr="00573E19">
        <w:rPr>
          <w:rtl/>
        </w:rPr>
        <w:t>أبو الحسن المجبر من ساكني الجانب الشرقي قال الخطيب</w:t>
      </w:r>
      <w:r w:rsidR="00CA4563">
        <w:rPr>
          <w:rtl/>
        </w:rPr>
        <w:t>:</w:t>
      </w:r>
      <w:r w:rsidRPr="00573E19">
        <w:rPr>
          <w:rtl/>
        </w:rPr>
        <w:t xml:space="preserve"> سمعت أبا بكر البرقاني</w:t>
      </w:r>
      <w:r w:rsidR="009C2257">
        <w:rPr>
          <w:rtl/>
        </w:rPr>
        <w:t xml:space="preserve"> </w:t>
      </w:r>
      <w:r>
        <w:rPr>
          <w:rtl/>
        </w:rPr>
        <w:t xml:space="preserve"> - </w:t>
      </w:r>
      <w:r w:rsidRPr="00573E19">
        <w:rPr>
          <w:rtl/>
        </w:rPr>
        <w:t>وسئل عن ابن الصلت المجبر فقال</w:t>
      </w:r>
      <w:r w:rsidR="00CA4563">
        <w:rPr>
          <w:rtl/>
        </w:rPr>
        <w:t>:</w:t>
      </w:r>
      <w:r w:rsidRPr="00573E19">
        <w:rPr>
          <w:rtl/>
        </w:rPr>
        <w:t xml:space="preserve"> ابنا الصلت ضعيفان</w:t>
      </w:r>
      <w:r w:rsidR="00CA4563">
        <w:rPr>
          <w:rtl/>
        </w:rPr>
        <w:t>،</w:t>
      </w:r>
      <w:r w:rsidRPr="00573E19">
        <w:rPr>
          <w:rtl/>
        </w:rPr>
        <w:t xml:space="preserve"> سألت أبا طاهر حمزة</w:t>
      </w:r>
      <w:r w:rsidR="009C2257">
        <w:rPr>
          <w:rtl/>
        </w:rPr>
        <w:t xml:space="preserve"> </w:t>
      </w:r>
      <w:r w:rsidRPr="00573E19">
        <w:rPr>
          <w:rtl/>
        </w:rPr>
        <w:t>ابن محمد بن طاهر الدقاق عن ابن الصلت فقال</w:t>
      </w:r>
      <w:r w:rsidR="00CA4563">
        <w:rPr>
          <w:rtl/>
        </w:rPr>
        <w:t>:</w:t>
      </w:r>
      <w:r w:rsidRPr="00573E19">
        <w:rPr>
          <w:rtl/>
        </w:rPr>
        <w:t xml:space="preserve"> كان شيخا صالحا دينا</w:t>
      </w:r>
      <w:r>
        <w:rPr>
          <w:rtl/>
        </w:rPr>
        <w:t xml:space="preserve"> ..</w:t>
      </w:r>
      <w:r w:rsidRPr="00573E19">
        <w:rPr>
          <w:rtl/>
        </w:rPr>
        <w:t xml:space="preserve"> اه</w:t>
      </w:r>
      <w:r>
        <w:rPr>
          <w:rtl/>
        </w:rPr>
        <w:t>.</w:t>
      </w:r>
      <w:r w:rsidRPr="00573E19">
        <w:rPr>
          <w:rtl/>
        </w:rPr>
        <w:t xml:space="preserve"> وقال</w:t>
      </w:r>
      <w:r w:rsidR="009C2257">
        <w:rPr>
          <w:rtl/>
        </w:rPr>
        <w:t xml:space="preserve"> </w:t>
      </w:r>
      <w:r w:rsidRPr="00573E19">
        <w:rPr>
          <w:rtl/>
        </w:rPr>
        <w:t>الحر العاملي في أمل الآمل</w:t>
      </w:r>
      <w:r w:rsidR="00CA4563">
        <w:rPr>
          <w:rtl/>
        </w:rPr>
        <w:t>:</w:t>
      </w:r>
      <w:r w:rsidRPr="00573E19">
        <w:rPr>
          <w:rtl/>
        </w:rPr>
        <w:t xml:space="preserve"> فاضل جليل يروي عنه الشيخ الطوسي اه</w:t>
      </w:r>
      <w:r>
        <w:rPr>
          <w:rtl/>
        </w:rPr>
        <w:t>.</w:t>
      </w:r>
    </w:p>
    <w:p w:rsidR="00FE5331" w:rsidRDefault="00FE5331" w:rsidP="00FE5331">
      <w:pPr>
        <w:pStyle w:val="libFootnote"/>
        <w:rPr>
          <w:rtl/>
        </w:rPr>
      </w:pPr>
      <w:r w:rsidRPr="00573E19">
        <w:rPr>
          <w:rtl/>
        </w:rPr>
        <w:t>ويروي عنه النجاشي أيضا وقال الشيخ في الفهرست</w:t>
      </w:r>
      <w:r w:rsidR="00CA4563">
        <w:rPr>
          <w:rtl/>
        </w:rPr>
        <w:t>:</w:t>
      </w:r>
      <w:r w:rsidRPr="00573E19">
        <w:rPr>
          <w:rtl/>
        </w:rPr>
        <w:t xml:space="preserve"> أخبرنا بجميع رواياته وكتبه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يعني أبن عقدة أبو الحسن أحمد بن محمد بن موسى الأهوازي وكان معه خط</w:t>
      </w:r>
      <w:r w:rsidR="009C2257">
        <w:rPr>
          <w:rtl/>
        </w:rPr>
        <w:t xml:space="preserve"> </w:t>
      </w:r>
      <w:r w:rsidRPr="00573E19">
        <w:rPr>
          <w:rtl/>
        </w:rPr>
        <w:t>أبي العباس بإجازته وشرح رواياته وكتبه</w:t>
      </w:r>
      <w:r>
        <w:rPr>
          <w:rtl/>
        </w:rPr>
        <w:t xml:space="preserve"> ...</w:t>
      </w:r>
      <w:r w:rsidRPr="00573E19">
        <w:rPr>
          <w:rtl/>
        </w:rPr>
        <w:t xml:space="preserve"> اه</w:t>
      </w:r>
      <w:r>
        <w:rPr>
          <w:rtl/>
        </w:rPr>
        <w:t>.</w:t>
      </w:r>
      <w:r w:rsidRPr="00573E19">
        <w:rPr>
          <w:rtl/>
        </w:rPr>
        <w:t xml:space="preserve"> روى عن ابن عقدة والمحاملي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وروى عنه الشيخ والنجاشي والخطيب ولد سنة </w:t>
      </w:r>
      <w:r>
        <w:rPr>
          <w:rtl/>
        </w:rPr>
        <w:t>3</w:t>
      </w:r>
      <w:r w:rsidRPr="00573E19">
        <w:rPr>
          <w:rtl/>
        </w:rPr>
        <w:t>14</w:t>
      </w:r>
      <w:r>
        <w:rPr>
          <w:rtl/>
        </w:rPr>
        <w:t xml:space="preserve"> - 3</w:t>
      </w:r>
      <w:r w:rsidRPr="00573E19">
        <w:rPr>
          <w:rtl/>
        </w:rPr>
        <w:t>17 وتوفي يوم الأربعاء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« الشيخ الفقيه عماد الدين خ ل » أبي جعفر محمد بن علي بن الحسين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موسى بن بابويه القمي </w:t>
      </w:r>
      <w:r w:rsidRPr="00FE5331">
        <w:rPr>
          <w:rStyle w:val="libAlaemChar"/>
          <w:rtl/>
        </w:rPr>
        <w:t>رضي‌الله‌عنه</w:t>
      </w:r>
      <w:r w:rsidRPr="00573E19">
        <w:rPr>
          <w:rtl/>
        </w:rPr>
        <w:t xml:space="preserve"> فقد رويته عن الشيخ أبي عبد الله عنه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أحمد بن داود القمي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عن الشيخ أبي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والحسين بن عبيد الله عن أبي الحسن محمد بن أحمد بن داود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أبيه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أبي القاسم جعفر بن محمد بن قولويه فقد رويته عن الشيخ</w:t>
      </w:r>
      <w:r w:rsidR="009C2257">
        <w:rPr>
          <w:rtl/>
        </w:rPr>
        <w:t xml:space="preserve"> </w:t>
      </w:r>
      <w:r w:rsidRPr="00573E19">
        <w:rPr>
          <w:rtl/>
        </w:rPr>
        <w:t>المفيد أبي عبد الله والحسين بن عبيد الله جميعا عن جعفر بن محمد بن قولويه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461B5A" w:rsidRDefault="00FE5331" w:rsidP="00FE5331">
      <w:pPr>
        <w:pStyle w:val="libFootnote0"/>
        <w:rPr>
          <w:rtl/>
        </w:rPr>
      </w:pPr>
      <w:r w:rsidRPr="00461B5A">
        <w:rPr>
          <w:rtl/>
        </w:rPr>
        <w:t>لخمس بقين من رجب سنة 405 ببغداد ودفن بباب حرب وذكر اليافعي انه توفي</w:t>
      </w:r>
      <w:r w:rsidR="009C2257">
        <w:rPr>
          <w:rtl/>
        </w:rPr>
        <w:t xml:space="preserve"> </w:t>
      </w:r>
      <w:r w:rsidRPr="00461B5A">
        <w:rPr>
          <w:rtl/>
        </w:rPr>
        <w:t>سنة 409 ترجمه الخطيب وسيد الأعيان والعلامة المامقاني في كتبهم.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أحمد بن داود بن علي أبو الحسين القمي قال النجاشي</w:t>
      </w:r>
      <w:r w:rsidR="00CA4563">
        <w:rPr>
          <w:rtl/>
        </w:rPr>
        <w:t>:</w:t>
      </w:r>
      <w:r w:rsidRPr="00573E19">
        <w:rPr>
          <w:rtl/>
        </w:rPr>
        <w:t xml:space="preserve"> أخو شيخنا الفقيه كان</w:t>
      </w:r>
      <w:r w:rsidR="009C2257">
        <w:rPr>
          <w:rtl/>
        </w:rPr>
        <w:t xml:space="preserve"> </w:t>
      </w:r>
      <w:r w:rsidRPr="00573E19">
        <w:rPr>
          <w:rtl/>
        </w:rPr>
        <w:t>ثقة ثقة كثير الحديث صحب أبا الحسن علي بن الحسين ابن بابويه</w:t>
      </w:r>
      <w:r>
        <w:rPr>
          <w:rtl/>
        </w:rPr>
        <w:t xml:space="preserve"> - </w:t>
      </w:r>
      <w:r w:rsidRPr="00573E19">
        <w:rPr>
          <w:rtl/>
        </w:rPr>
        <w:t>والد الصدوق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وله كتاب نوادر اه</w:t>
      </w:r>
      <w:r>
        <w:rPr>
          <w:rtl/>
        </w:rPr>
        <w:t>.</w:t>
      </w:r>
      <w:r w:rsidRPr="00573E19">
        <w:rPr>
          <w:rtl/>
        </w:rPr>
        <w:t xml:space="preserve"> وكتاب النوادر كثير الفوائد والظاهر أنه قد وقع سهو في</w:t>
      </w:r>
      <w:r w:rsidR="009C2257">
        <w:rPr>
          <w:rtl/>
        </w:rPr>
        <w:t xml:space="preserve"> </w:t>
      </w:r>
      <w:r w:rsidRPr="00573E19">
        <w:rPr>
          <w:rtl/>
        </w:rPr>
        <w:t>قوله أخو شيخنا والصواب أبو شيخنا كما يستفاد من ترجمة ولده محمد بن أحمد بن داود</w:t>
      </w:r>
      <w:r w:rsidR="009C2257">
        <w:rPr>
          <w:rtl/>
        </w:rPr>
        <w:t xml:space="preserve"> </w:t>
      </w:r>
      <w:r w:rsidRPr="00573E19">
        <w:rPr>
          <w:rtl/>
        </w:rPr>
        <w:t>الآتي ذكره</w:t>
      </w:r>
      <w:r w:rsidR="00CA4563">
        <w:rPr>
          <w:rtl/>
        </w:rPr>
        <w:t>،</w:t>
      </w:r>
      <w:r w:rsidRPr="00573E19">
        <w:rPr>
          <w:rtl/>
        </w:rPr>
        <w:t xml:space="preserve"> كما نبه على ذلك الجزائري في الحاوي فيما حكي عنه روى عنه ابنه</w:t>
      </w:r>
      <w:r w:rsidR="009C2257">
        <w:rPr>
          <w:rtl/>
        </w:rPr>
        <w:t xml:space="preserve"> </w:t>
      </w:r>
      <w:r w:rsidRPr="00573E19">
        <w:rPr>
          <w:rtl/>
        </w:rPr>
        <w:t>الثقة محمد وروى هو عن أبي الحسين علي بن الحسين بن بابويه</w:t>
      </w:r>
      <w:r w:rsidR="00CA4563">
        <w:rPr>
          <w:rtl/>
        </w:rPr>
        <w:t>،</w:t>
      </w:r>
      <w:r w:rsidRPr="00573E19">
        <w:rPr>
          <w:rtl/>
        </w:rPr>
        <w:t xml:space="preserve"> ترجمه السيد في الأعيان</w:t>
      </w:r>
      <w:r w:rsidR="009C2257">
        <w:rPr>
          <w:rtl/>
        </w:rPr>
        <w:t xml:space="preserve"> </w:t>
      </w:r>
      <w:r w:rsidRPr="00573E19">
        <w:rPr>
          <w:rtl/>
        </w:rPr>
        <w:t>والشيخ المامقاني في التنقيح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محمد بن أحمد بن داود بن علي أبو الحسن القمي شيخ هذه الطائفة وعالمها</w:t>
      </w:r>
      <w:r w:rsidR="009C2257">
        <w:rPr>
          <w:rtl/>
        </w:rPr>
        <w:t xml:space="preserve"> </w:t>
      </w:r>
      <w:r w:rsidRPr="00573E19">
        <w:rPr>
          <w:rtl/>
        </w:rPr>
        <w:t>وشيخ القميين في وقته وفقيههم حكى أبو عبد الله الحسين بن عبيد الله انه لم ير أحدا</w:t>
      </w:r>
      <w:r w:rsidR="009C2257">
        <w:rPr>
          <w:rtl/>
        </w:rPr>
        <w:t xml:space="preserve"> </w:t>
      </w:r>
      <w:r w:rsidRPr="00573E19">
        <w:rPr>
          <w:rtl/>
        </w:rPr>
        <w:t>أحفظ منه ولا أفقه ولا أعرف بالحديث</w:t>
      </w:r>
      <w:r w:rsidR="00CA4563">
        <w:rPr>
          <w:rtl/>
        </w:rPr>
        <w:t>،</w:t>
      </w:r>
      <w:r w:rsidRPr="00573E19">
        <w:rPr>
          <w:rtl/>
        </w:rPr>
        <w:t xml:space="preserve"> كانت أمه أخت سلامة بن محمد الأرزني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ورد بغداد وأقام بها وحدث جماعة صنف كتبا منها كتاب المزار كبير حسن وكتاب</w:t>
      </w:r>
      <w:r w:rsidR="009C2257">
        <w:rPr>
          <w:rtl/>
        </w:rPr>
        <w:t xml:space="preserve"> </w:t>
      </w:r>
      <w:r w:rsidRPr="00573E19">
        <w:rPr>
          <w:rtl/>
        </w:rPr>
        <w:t>الذخاير الذي جمعه وهو كتاب حسن وغير ذلك</w:t>
      </w:r>
      <w:r w:rsidR="00CA4563">
        <w:rPr>
          <w:rtl/>
        </w:rPr>
        <w:t>،</w:t>
      </w:r>
      <w:r w:rsidRPr="00573E19">
        <w:rPr>
          <w:rtl/>
        </w:rPr>
        <w:t xml:space="preserve"> روى عن أبيه أحمد بن داود بن علي القمي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وروى عنه الشيخ المفيد والحسين بن عبيد الله وأحمد بن عبدون وغيرهم مات سنة </w:t>
      </w:r>
      <w:r>
        <w:rPr>
          <w:rtl/>
        </w:rPr>
        <w:t>3</w:t>
      </w:r>
      <w:r w:rsidRPr="00573E19">
        <w:rPr>
          <w:rtl/>
        </w:rPr>
        <w:t>78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ودفن بمقابر قريش </w:t>
      </w:r>
      <w:r w:rsidRPr="00FE5331">
        <w:rPr>
          <w:rStyle w:val="libAlaemChar"/>
          <w:rtl/>
        </w:rPr>
        <w:t>رحمه‌الله</w:t>
      </w:r>
      <w:r w:rsidR="00CA4563">
        <w:rPr>
          <w:rtl/>
        </w:rPr>
        <w:t>،</w:t>
      </w:r>
      <w:r w:rsidRPr="00573E19">
        <w:rPr>
          <w:rtl/>
        </w:rPr>
        <w:t xml:space="preserve"> ترجمه الشيخ والنجاشي والعلامة وغيرهم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ابن أبي عمير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بهذا الاسناد عن أبي القاسم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جعفر بن محمد بن قولويه عن أبي القاسم جعفر بن محمد العلوي الموسوي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عبيد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823520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أبي عمير زياد بن عيسى الأزدي أبو أحمد البغدادي الأصل والمقام</w:t>
      </w:r>
      <w:r w:rsidR="009C2257">
        <w:rPr>
          <w:rtl/>
        </w:rPr>
        <w:t xml:space="preserve"> </w:t>
      </w:r>
      <w:r w:rsidRPr="00573E19">
        <w:rPr>
          <w:rtl/>
        </w:rPr>
        <w:t>قال الشيخ</w:t>
      </w:r>
      <w:r w:rsidR="00CA4563">
        <w:rPr>
          <w:rtl/>
        </w:rPr>
        <w:t>:</w:t>
      </w:r>
      <w:r w:rsidRPr="00573E19">
        <w:rPr>
          <w:rtl/>
        </w:rPr>
        <w:t xml:space="preserve"> وكان من أوثق الناس عند الخاصة والعامة وأنسكهم نسكا وأورعهم</w:t>
      </w:r>
      <w:r w:rsidR="009C2257">
        <w:rPr>
          <w:rtl/>
        </w:rPr>
        <w:t xml:space="preserve"> </w:t>
      </w:r>
      <w:r w:rsidRPr="00573E19">
        <w:rPr>
          <w:rtl/>
        </w:rPr>
        <w:t>وأعبدهم</w:t>
      </w:r>
      <w:r w:rsidR="00CA4563">
        <w:rPr>
          <w:rtl/>
        </w:rPr>
        <w:t>،</w:t>
      </w:r>
      <w:r w:rsidRPr="00573E19">
        <w:rPr>
          <w:rtl/>
        </w:rPr>
        <w:t xml:space="preserve"> وحكي عن الجاحظ أنه قال</w:t>
      </w:r>
      <w:r w:rsidR="00CA4563">
        <w:rPr>
          <w:rtl/>
        </w:rPr>
        <w:t>:</w:t>
      </w:r>
      <w:r w:rsidRPr="00573E19">
        <w:rPr>
          <w:rtl/>
        </w:rPr>
        <w:t xml:space="preserve"> كان أوحد أهل زمانه في الأشياء كلها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وقال أيضا عنه وكان وجها من وجوه الرافضة اه حبس أيام الرشيد ليلي القضاء وقيل إنه</w:t>
      </w:r>
      <w:r w:rsidR="009C2257">
        <w:rPr>
          <w:rtl/>
        </w:rPr>
        <w:t xml:space="preserve"> </w:t>
      </w:r>
      <w:r w:rsidRPr="00573E19">
        <w:rPr>
          <w:rtl/>
        </w:rPr>
        <w:t>ولي بعد ذلك</w:t>
      </w:r>
      <w:r w:rsidR="00CA4563">
        <w:rPr>
          <w:rtl/>
        </w:rPr>
        <w:t>،</w:t>
      </w:r>
      <w:r w:rsidRPr="00573E19">
        <w:rPr>
          <w:rtl/>
        </w:rPr>
        <w:t xml:space="preserve"> وقيل بل ليدل على مواضع الشيعة وأصحاب موسى بن جعفر </w:t>
      </w:r>
      <w:r w:rsidR="00823520"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وضرب على ذلك أسواطا بلغت منه وكاد ان يقر لعظيم الا لم فسمع محمد بن يونس</w:t>
      </w:r>
      <w:r w:rsidR="009C2257">
        <w:rPr>
          <w:rtl/>
        </w:rPr>
        <w:t xml:space="preserve"> </w:t>
      </w:r>
      <w:r w:rsidRPr="00573E19">
        <w:rPr>
          <w:rtl/>
        </w:rPr>
        <w:t>ابن عبد الرحمن وهو يقول</w:t>
      </w:r>
      <w:r w:rsidR="00CA4563">
        <w:rPr>
          <w:rtl/>
        </w:rPr>
        <w:t>:</w:t>
      </w:r>
      <w:r w:rsidRPr="00573E19">
        <w:rPr>
          <w:rtl/>
        </w:rPr>
        <w:t xml:space="preserve"> اتق الله يا محمد بن أبي عمير فصبر ففرج الله عنه</w:t>
      </w:r>
      <w:r w:rsidR="00CA4563">
        <w:rPr>
          <w:rtl/>
        </w:rPr>
        <w:t>،</w:t>
      </w:r>
      <w:r w:rsidRPr="00573E19">
        <w:rPr>
          <w:rtl/>
        </w:rPr>
        <w:t xml:space="preserve"> ذكر</w:t>
      </w:r>
      <w:r w:rsidR="009C2257">
        <w:rPr>
          <w:rtl/>
        </w:rPr>
        <w:t xml:space="preserve"> </w:t>
      </w:r>
      <w:r w:rsidRPr="00573E19">
        <w:rPr>
          <w:rtl/>
        </w:rPr>
        <w:t>الكشي</w:t>
      </w:r>
      <w:r w:rsidR="00CA4563">
        <w:rPr>
          <w:rtl/>
        </w:rPr>
        <w:t>:</w:t>
      </w:r>
      <w:r w:rsidRPr="00573E19">
        <w:rPr>
          <w:rtl/>
        </w:rPr>
        <w:t xml:space="preserve"> انه ضرب مائة وعشرين خشبة أيام هارون وتولى ضربه السندي</w:t>
      </w:r>
      <w:r w:rsidR="009C2257">
        <w:rPr>
          <w:rtl/>
        </w:rPr>
        <w:t xml:space="preserve"> </w:t>
      </w:r>
      <w:r w:rsidRPr="00573E19">
        <w:rPr>
          <w:rtl/>
        </w:rPr>
        <w:t>ابن شاهك وكان ذلك على التشيع وحبس فلم يفرج عنه حتى أدى مائة واحد وعشرين</w:t>
      </w:r>
      <w:r w:rsidR="009C2257">
        <w:rPr>
          <w:rtl/>
        </w:rPr>
        <w:t xml:space="preserve"> </w:t>
      </w:r>
      <w:r w:rsidRPr="00573E19">
        <w:rPr>
          <w:rtl/>
        </w:rPr>
        <w:t>ألف درهم وروي ان المأمون حبسه حتى ولاه قضاء بعض البلاد</w:t>
      </w:r>
      <w:r w:rsidR="00CA4563">
        <w:rPr>
          <w:rtl/>
        </w:rPr>
        <w:t>،</w:t>
      </w:r>
      <w:r w:rsidRPr="00573E19">
        <w:rPr>
          <w:rtl/>
        </w:rPr>
        <w:t xml:space="preserve"> وروى المفيد في الإختصاص</w:t>
      </w:r>
      <w:r w:rsidR="009C2257">
        <w:rPr>
          <w:rtl/>
        </w:rPr>
        <w:t xml:space="preserve"> </w:t>
      </w:r>
      <w:r w:rsidRPr="00573E19">
        <w:rPr>
          <w:rtl/>
        </w:rPr>
        <w:t>فيما حكي عنه</w:t>
      </w:r>
      <w:r w:rsidR="00CA4563">
        <w:rPr>
          <w:rtl/>
        </w:rPr>
        <w:t>:</w:t>
      </w:r>
      <w:r w:rsidRPr="00573E19">
        <w:rPr>
          <w:rtl/>
        </w:rPr>
        <w:t xml:space="preserve"> انه حبس سبع عشرة سنة وفي مدة حبسه وحال استتاره</w:t>
      </w:r>
      <w:r w:rsidR="009C2257">
        <w:rPr>
          <w:rtl/>
        </w:rPr>
        <w:t xml:space="preserve"> </w:t>
      </w:r>
      <w:r w:rsidRPr="00573E19">
        <w:rPr>
          <w:rtl/>
        </w:rPr>
        <w:t>دفنت أخته كتبه فبقيت مدة أربع سنين فهلكت الكتب وقيل تركها في غرفة فسال</w:t>
      </w:r>
      <w:r w:rsidR="009C2257">
        <w:rPr>
          <w:rtl/>
        </w:rPr>
        <w:t xml:space="preserve"> </w:t>
      </w:r>
      <w:r w:rsidRPr="00573E19">
        <w:rPr>
          <w:rtl/>
        </w:rPr>
        <w:t>عليها المطر لذلك حدث من حفظه ومما كان سلف له في أيدي الناس فلهذا يسكنون</w:t>
      </w:r>
      <w:r w:rsidR="009C2257">
        <w:rPr>
          <w:rtl/>
        </w:rPr>
        <w:t xml:space="preserve"> </w:t>
      </w:r>
      <w:r w:rsidRPr="00573E19">
        <w:rPr>
          <w:rtl/>
        </w:rPr>
        <w:t>إلى مراسيله</w:t>
      </w:r>
      <w:r>
        <w:rPr>
          <w:rtl/>
        </w:rPr>
        <w:t>.</w:t>
      </w:r>
      <w:r w:rsidRPr="00573E19">
        <w:rPr>
          <w:rtl/>
        </w:rPr>
        <w:t xml:space="preserve"> وروى عنه أحمد بن محمد بن عيسى الأشعري كتب مائة رجل 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أصحاب الصادق </w:t>
      </w:r>
      <w:r w:rsidRPr="00FE5331">
        <w:rPr>
          <w:rStyle w:val="libAlaemChar"/>
          <w:rtl/>
        </w:rPr>
        <w:t>عليه‌السلام</w:t>
      </w:r>
      <w:r>
        <w:rPr>
          <w:rtl/>
        </w:rPr>
        <w:t>.</w:t>
      </w:r>
      <w:r w:rsidRPr="00573E19">
        <w:rPr>
          <w:rtl/>
        </w:rPr>
        <w:t xml:space="preserve"> لم يحدث عن أبي الحسن الكاظم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وان أدركه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وقد أدرك أيام أبي الحسن الرضا وأيام أبي جعفر الجواد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ومات في أيامه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سنة </w:t>
      </w:r>
      <w:r>
        <w:rPr>
          <w:rtl/>
        </w:rPr>
        <w:t>2</w:t>
      </w:r>
      <w:r w:rsidRPr="00573E19">
        <w:rPr>
          <w:rtl/>
        </w:rPr>
        <w:t>17</w:t>
      </w:r>
      <w:r w:rsidR="00CA4563">
        <w:rPr>
          <w:rtl/>
        </w:rPr>
        <w:t>،</w:t>
      </w:r>
      <w:r w:rsidRPr="00573E19">
        <w:rPr>
          <w:rtl/>
        </w:rPr>
        <w:t xml:space="preserve"> ترجمه إسماعيل باشا وغيره والشيخ والنجاشي والكشي وغيرهم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 xml:space="preserve">) جعفر بن محمد بن إبراهيم بن محمد بن عبيد الله بن موسى بن جعفر الكاظم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أبو القاسم العلوي الموسوي المصري من مشايخ الإجازة عبر عنه القاضي النصيبي أحد</w:t>
      </w:r>
      <w:r w:rsidR="009C2257">
        <w:rPr>
          <w:rtl/>
        </w:rPr>
        <w:t xml:space="preserve"> </w:t>
      </w:r>
      <w:r w:rsidRPr="00573E19">
        <w:rPr>
          <w:rtl/>
        </w:rPr>
        <w:t>مشايخ النجاشي بالشريف الصالح</w:t>
      </w:r>
      <w:r w:rsidR="00CA4563">
        <w:rPr>
          <w:rtl/>
        </w:rPr>
        <w:t>،</w:t>
      </w:r>
      <w:r w:rsidRPr="00573E19">
        <w:rPr>
          <w:rtl/>
        </w:rPr>
        <w:t xml:space="preserve"> سمع منه التلعكبري سنة </w:t>
      </w:r>
      <w:r>
        <w:rPr>
          <w:rtl/>
        </w:rPr>
        <w:t>3</w:t>
      </w:r>
      <w:r w:rsidRPr="00573E19">
        <w:rPr>
          <w:rtl/>
        </w:rPr>
        <w:t>40 بمصر وله منه إجازة</w:t>
      </w:r>
      <w:r w:rsidR="009C2257">
        <w:rPr>
          <w:rtl/>
        </w:rPr>
        <w:t xml:space="preserve"> </w:t>
      </w:r>
      <w:r w:rsidRPr="00573E19">
        <w:rPr>
          <w:rtl/>
        </w:rPr>
        <w:t>وجعفر بن محمد بن قولويه والقاضي أبو الحسين محمد بن عثمان بن الحسن النصيبي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ابن أحمد بن نهيك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ابن أبي عمير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إبراهيم بن إسحاق الأحمري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فقد رويته عن الشيخ</w:t>
      </w:r>
      <w:r w:rsidR="009C2257">
        <w:rPr>
          <w:rtl/>
        </w:rPr>
        <w:t xml:space="preserve"> </w:t>
      </w:r>
      <w:r w:rsidRPr="00573E19">
        <w:rPr>
          <w:rtl/>
        </w:rPr>
        <w:t>المفيد أبي عبد الله والحسين بن عبيد الله عن أبي محمد هارون بن موسى التلعكبري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محمد بن هوذة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إبراهيم بن إسحاق الأحمري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 w:rsidRPr="00573E19">
        <w:rPr>
          <w:rtl/>
        </w:rPr>
        <w:t>وروى هو عن عبيد الله بن أحمد بن نهيك ترجمه العلامة المامقاني في التنقيح وسيد</w:t>
      </w:r>
      <w:r w:rsidR="009C2257">
        <w:rPr>
          <w:rtl/>
        </w:rPr>
        <w:t xml:space="preserve"> </w:t>
      </w:r>
      <w:r w:rsidRPr="00573E19">
        <w:rPr>
          <w:rtl/>
        </w:rPr>
        <w:t>الأعيان في كتابه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عبيد الله بن أحمد بن نهيك أبو العباس كوفي وآل نهيك بيت من أصحابنا</w:t>
      </w:r>
      <w:r w:rsidR="009C2257">
        <w:rPr>
          <w:rtl/>
        </w:rPr>
        <w:t xml:space="preserve"> </w:t>
      </w:r>
      <w:r w:rsidRPr="00573E19">
        <w:rPr>
          <w:rtl/>
        </w:rPr>
        <w:t>بالكوفة قال ابن حجر</w:t>
      </w:r>
      <w:r w:rsidR="00CA4563">
        <w:rPr>
          <w:rtl/>
        </w:rPr>
        <w:t>:</w:t>
      </w:r>
      <w:r w:rsidRPr="00573E19">
        <w:rPr>
          <w:rtl/>
        </w:rPr>
        <w:t xml:space="preserve"> كوفي صدوق</w:t>
      </w:r>
      <w:r w:rsidR="00CA4563">
        <w:rPr>
          <w:rtl/>
        </w:rPr>
        <w:t>،</w:t>
      </w:r>
      <w:r w:rsidRPr="00573E19">
        <w:rPr>
          <w:rtl/>
        </w:rPr>
        <w:t xml:space="preserve"> وكان جعفر بن محمد العلوي يقول معلمنا</w:t>
      </w:r>
      <w:r w:rsidR="009C2257">
        <w:rPr>
          <w:rtl/>
        </w:rPr>
        <w:t xml:space="preserve"> </w:t>
      </w:r>
      <w:r w:rsidRPr="00573E19">
        <w:rPr>
          <w:rtl/>
        </w:rPr>
        <w:t>ومؤدبنا</w:t>
      </w:r>
      <w:r>
        <w:rPr>
          <w:rtl/>
        </w:rPr>
        <w:t>.</w:t>
      </w:r>
      <w:r w:rsidRPr="00573E19">
        <w:rPr>
          <w:rtl/>
        </w:rPr>
        <w:t xml:space="preserve"> روى عنه حميد بن زياد كتبا كثيرة من الأصول وجعفر بن محمد العلوي</w:t>
      </w:r>
      <w:r w:rsidR="009C2257">
        <w:rPr>
          <w:rtl/>
        </w:rPr>
        <w:t xml:space="preserve"> </w:t>
      </w:r>
      <w:r w:rsidRPr="00573E19">
        <w:rPr>
          <w:rtl/>
        </w:rPr>
        <w:t>وله منه إجازة على ساير ما رواه ابن نهيك</w:t>
      </w:r>
      <w:r>
        <w:rPr>
          <w:rtl/>
        </w:rPr>
        <w:t>.</w:t>
      </w:r>
      <w:r w:rsidRPr="00573E19">
        <w:rPr>
          <w:rtl/>
        </w:rPr>
        <w:t xml:space="preserve"> وقال القاضي محمد بن عثمان النصيبي</w:t>
      </w:r>
      <w:r w:rsidR="00CA4563">
        <w:rPr>
          <w:rtl/>
        </w:rPr>
        <w:t>:</w:t>
      </w:r>
      <w:r w:rsidRPr="00573E19">
        <w:rPr>
          <w:rtl/>
        </w:rPr>
        <w:t xml:space="preserve"> كان</w:t>
      </w:r>
      <w:r w:rsidR="009C2257">
        <w:rPr>
          <w:rtl/>
        </w:rPr>
        <w:t xml:space="preserve"> </w:t>
      </w:r>
      <w:r>
        <w:rPr>
          <w:rtl/>
        </w:rPr>
        <w:t xml:space="preserve"> - </w:t>
      </w:r>
      <w:r w:rsidRPr="00573E19">
        <w:rPr>
          <w:rtl/>
        </w:rPr>
        <w:t>عبيد الله</w:t>
      </w:r>
      <w:r>
        <w:rPr>
          <w:rtl/>
        </w:rPr>
        <w:t xml:space="preserve"> - </w:t>
      </w:r>
      <w:r w:rsidRPr="00573E19">
        <w:rPr>
          <w:rtl/>
        </w:rPr>
        <w:t>بالكوفة وخرج إلى مكة</w:t>
      </w:r>
      <w:r>
        <w:rPr>
          <w:rtl/>
        </w:rPr>
        <w:t>.</w:t>
      </w:r>
      <w:r w:rsidRPr="00573E19">
        <w:rPr>
          <w:rtl/>
        </w:rPr>
        <w:t xml:space="preserve"> ترجمه العلامة المامقاني في التنقيح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إبراهيم بن إسحاق الأحمري أبو إسحاق النهاوندي قال الشيخ</w:t>
      </w:r>
      <w:r w:rsidR="00CA4563">
        <w:rPr>
          <w:rtl/>
        </w:rPr>
        <w:t>:</w:t>
      </w:r>
      <w:r w:rsidRPr="00573E19">
        <w:rPr>
          <w:rtl/>
        </w:rPr>
        <w:t xml:space="preserve"> كان ضعيفا</w:t>
      </w:r>
      <w:r w:rsidR="009C2257">
        <w:rPr>
          <w:rtl/>
        </w:rPr>
        <w:t xml:space="preserve"> </w:t>
      </w:r>
      <w:r w:rsidRPr="00573E19">
        <w:rPr>
          <w:rtl/>
        </w:rPr>
        <w:t>في حديثه متهما في دينه وصنف كتبا جماعة قريبة من السداد منها كتاب الصيام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كتاب المتعة</w:t>
      </w:r>
      <w:r w:rsidR="00CA4563">
        <w:rPr>
          <w:rtl/>
        </w:rPr>
        <w:t>،</w:t>
      </w:r>
      <w:r w:rsidRPr="00573E19">
        <w:rPr>
          <w:rtl/>
        </w:rPr>
        <w:t xml:space="preserve"> كتاب الدواجن</w:t>
      </w:r>
      <w:r w:rsidR="00CA4563">
        <w:rPr>
          <w:rtl/>
        </w:rPr>
        <w:t>،</w:t>
      </w:r>
      <w:r w:rsidRPr="00573E19">
        <w:rPr>
          <w:rtl/>
        </w:rPr>
        <w:t xml:space="preserve"> كتاب جواهر الاسرار كبير</w:t>
      </w:r>
      <w:r w:rsidR="00CA4563">
        <w:rPr>
          <w:rtl/>
        </w:rPr>
        <w:t>،</w:t>
      </w:r>
      <w:r w:rsidRPr="00573E19">
        <w:rPr>
          <w:rtl/>
        </w:rPr>
        <w:t xml:space="preserve"> كتاب النوادر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كتاب الغيبة</w:t>
      </w:r>
      <w:r w:rsidR="00CA4563">
        <w:rPr>
          <w:rtl/>
        </w:rPr>
        <w:t>،</w:t>
      </w:r>
      <w:r w:rsidRPr="00573E19">
        <w:rPr>
          <w:rtl/>
        </w:rPr>
        <w:t xml:space="preserve"> كتاب مقتل الحسين بن علي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وزاد النجاشي كتاب المآكل</w:t>
      </w:r>
      <w:r w:rsidR="009C2257">
        <w:rPr>
          <w:rtl/>
        </w:rPr>
        <w:t xml:space="preserve"> </w:t>
      </w:r>
      <w:r w:rsidRPr="00573E19">
        <w:rPr>
          <w:rtl/>
        </w:rPr>
        <w:t>وكتاب الجنائز</w:t>
      </w:r>
      <w:r w:rsidR="00CA4563">
        <w:rPr>
          <w:rtl/>
        </w:rPr>
        <w:t>،</w:t>
      </w:r>
      <w:r w:rsidRPr="00573E19">
        <w:rPr>
          <w:rtl/>
        </w:rPr>
        <w:t xml:space="preserve"> وكتاب الصيد</w:t>
      </w:r>
      <w:r w:rsidR="00CA4563">
        <w:rPr>
          <w:rtl/>
        </w:rPr>
        <w:t>،</w:t>
      </w:r>
      <w:r w:rsidRPr="00573E19">
        <w:rPr>
          <w:rtl/>
        </w:rPr>
        <w:t xml:space="preserve"> وكتاب نفي أبي ذر</w:t>
      </w:r>
      <w:r>
        <w:rPr>
          <w:rtl/>
        </w:rPr>
        <w:t>.</w:t>
      </w:r>
      <w:r w:rsidRPr="00573E19">
        <w:rPr>
          <w:rtl/>
        </w:rPr>
        <w:t xml:space="preserve"> قال أبو عبد الله بن شاذان</w:t>
      </w:r>
      <w:r w:rsidR="009C2257">
        <w:rPr>
          <w:rtl/>
        </w:rPr>
        <w:t xml:space="preserve"> </w:t>
      </w:r>
      <w:r w:rsidRPr="00573E19">
        <w:rPr>
          <w:rtl/>
        </w:rPr>
        <w:t>حدثنا علي بن حاتم قال أطلق لي أبو أحمد القاسم بن محمد الهمداني عن إبراهيم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إسحاق وسمع منه سنة </w:t>
      </w:r>
      <w:r>
        <w:rPr>
          <w:rtl/>
        </w:rPr>
        <w:t>2</w:t>
      </w:r>
      <w:r w:rsidRPr="00573E19">
        <w:rPr>
          <w:rtl/>
        </w:rPr>
        <w:t>69 اه روى عنه أبو منصور البادرائي وابن أبي هراسة الباهلي</w:t>
      </w:r>
      <w:r w:rsidR="009C2257">
        <w:rPr>
          <w:rtl/>
        </w:rPr>
        <w:t xml:space="preserve"> </w:t>
      </w:r>
      <w:r w:rsidRPr="00573E19">
        <w:rPr>
          <w:rtl/>
        </w:rPr>
        <w:t>ومحمد بن الحسن الصفار وأبو احمد القاسم بن محمد الهمداني ومحمد بن هوذة وإبراهيم</w:t>
      </w:r>
      <w:r w:rsidR="009C2257">
        <w:rPr>
          <w:rtl/>
        </w:rPr>
        <w:t xml:space="preserve"> </w:t>
      </w:r>
      <w:r w:rsidRPr="00573E19">
        <w:rPr>
          <w:rtl/>
        </w:rPr>
        <w:t>بن هاشم وغيرهم ترجمه سيد الأعيان والعلامة المامقاني وإسماعيل باشا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محمد بن هوذة هكذا ورد اسمه في مشيخة الكتاب</w:t>
      </w:r>
      <w:r w:rsidR="00CA4563">
        <w:rPr>
          <w:rtl/>
        </w:rPr>
        <w:t>،</w:t>
      </w:r>
      <w:r w:rsidRPr="00573E19">
        <w:rPr>
          <w:rtl/>
        </w:rPr>
        <w:t xml:space="preserve"> وفى نسخة ج </w:t>
      </w:r>
      <w:r>
        <w:rPr>
          <w:rtl/>
        </w:rPr>
        <w:t>(</w:t>
      </w:r>
      <w:r w:rsidRPr="00573E19">
        <w:rPr>
          <w:rtl/>
        </w:rPr>
        <w:t xml:space="preserve"> أحمد بن</w:t>
      </w:r>
      <w:r w:rsidR="009C2257">
        <w:rPr>
          <w:rtl/>
        </w:rPr>
        <w:t xml:space="preserve"> </w:t>
      </w:r>
      <w:r w:rsidRPr="00573E19">
        <w:rPr>
          <w:rtl/>
        </w:rPr>
        <w:t>هوذة ) وكلاهما يشتركان بالرواية عن إبراهيم بن إسحاق الأحمري ورواية أبى محمد هارون</w:t>
      </w:r>
      <w:r w:rsidR="009C2257">
        <w:rPr>
          <w:rtl/>
        </w:rPr>
        <w:t xml:space="preserve"> </w:t>
      </w:r>
      <w:r w:rsidRPr="00573E19">
        <w:rPr>
          <w:rtl/>
        </w:rPr>
        <w:t>ابن موسى التلعكبري عنه ولم أقف على ترجمة مستقلة لمحمد بن هوذة ولا لأحمد</w:t>
      </w:r>
      <w:r w:rsidR="009C2257">
        <w:rPr>
          <w:rtl/>
        </w:rPr>
        <w:t xml:space="preserve"> </w:t>
      </w:r>
      <w:r w:rsidRPr="00573E19">
        <w:rPr>
          <w:rtl/>
        </w:rPr>
        <w:t>في معاجم الرجال فراجع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علي بن حاتم القزويني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عن الشيخ أبي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وأحمد بن عبدون عن أبي عبد الله الحسين بن علي بن شيبان القزويني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علي</w:t>
      </w:r>
      <w:r w:rsidR="009C2257">
        <w:rPr>
          <w:rtl/>
        </w:rPr>
        <w:t xml:space="preserve"> </w:t>
      </w:r>
      <w:r w:rsidRPr="00573E19">
        <w:rPr>
          <w:rtl/>
        </w:rPr>
        <w:t>ابن حاتم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موسى بن القاسم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بن معاوية بن وهب فقد اخبرني به</w:t>
      </w:r>
      <w:r w:rsidR="009C2257">
        <w:rPr>
          <w:rtl/>
        </w:rPr>
        <w:t xml:space="preserve"> </w:t>
      </w:r>
      <w:r w:rsidRPr="00573E19">
        <w:rPr>
          <w:rtl/>
        </w:rPr>
        <w:t>الشيخ أبو عبد الله عن الشيخ الفقيه أبي جعفر محمد بن علي بن الحسين بن بابويه رضي</w:t>
      </w:r>
      <w:r w:rsidR="009C2257">
        <w:rPr>
          <w:rtl/>
        </w:rPr>
        <w:t xml:space="preserve"> </w:t>
      </w:r>
      <w:r w:rsidRPr="00573E19">
        <w:rPr>
          <w:rtl/>
        </w:rPr>
        <w:t>الله عنهما عن محمد بن الحسن بن الوليد عن محمد بن الحسن الصفار</w:t>
      </w:r>
      <w:r w:rsidR="00CA4563">
        <w:rPr>
          <w:rtl/>
        </w:rPr>
        <w:t>،</w:t>
      </w:r>
      <w:r w:rsidRPr="00573E19">
        <w:rPr>
          <w:rtl/>
        </w:rPr>
        <w:t xml:space="preserve"> وسعد بن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عبد الله عن الفضل بن عامر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وأحمد بن محمد عن موسى بن القاسم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علي بن حاتم القزويني أبو الحسن ثقة في نفسه يروي عن الضعفاء سمع فأكثر</w:t>
      </w:r>
      <w:r w:rsidR="00CA4563">
        <w:rPr>
          <w:rtl/>
        </w:rPr>
        <w:t>،</w:t>
      </w:r>
      <w:r w:rsidRPr="00573E19">
        <w:rPr>
          <w:rtl/>
        </w:rPr>
        <w:t xml:space="preserve"> له</w:t>
      </w:r>
      <w:r w:rsidR="009C2257">
        <w:rPr>
          <w:rtl/>
        </w:rPr>
        <w:t xml:space="preserve"> </w:t>
      </w:r>
      <w:r w:rsidRPr="00573E19">
        <w:rPr>
          <w:rtl/>
        </w:rPr>
        <w:t>كتب كثيرة</w:t>
      </w:r>
      <w:r w:rsidR="00CA4563">
        <w:rPr>
          <w:rtl/>
        </w:rPr>
        <w:t>،</w:t>
      </w:r>
      <w:r w:rsidRPr="00573E19">
        <w:rPr>
          <w:rtl/>
        </w:rPr>
        <w:t xml:space="preserve"> جيدة معتمدة نحوا من ثلاثين كتابا على ترتيب أبواب الفقه سمع منه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محمد هارون بن موسى التلعكبري سنة </w:t>
      </w:r>
      <w:r>
        <w:rPr>
          <w:rtl/>
        </w:rPr>
        <w:t>32</w:t>
      </w:r>
      <w:r w:rsidRPr="00573E19">
        <w:rPr>
          <w:rtl/>
        </w:rPr>
        <w:t>6 وفيما بعدها وله منه إجازة وكان حيا</w:t>
      </w:r>
      <w:r w:rsidR="009C2257">
        <w:rPr>
          <w:rtl/>
        </w:rPr>
        <w:t xml:space="preserve"> </w:t>
      </w:r>
      <w:r w:rsidRPr="00573E19">
        <w:rPr>
          <w:rtl/>
        </w:rPr>
        <w:t xml:space="preserve">إلى سنة </w:t>
      </w:r>
      <w:r>
        <w:rPr>
          <w:rtl/>
        </w:rPr>
        <w:t>3</w:t>
      </w:r>
      <w:r w:rsidRPr="00573E19">
        <w:rPr>
          <w:rtl/>
        </w:rPr>
        <w:t>50 وسمع منه أبو عبد الله الحسين بن علي بن شيبان القزويني</w:t>
      </w:r>
      <w:r w:rsidR="00CA4563">
        <w:rPr>
          <w:rtl/>
        </w:rPr>
        <w:t>،</w:t>
      </w:r>
      <w:r w:rsidRPr="00573E19">
        <w:rPr>
          <w:rtl/>
        </w:rPr>
        <w:t xml:space="preserve"> ترجمه</w:t>
      </w:r>
      <w:r w:rsidR="009C2257">
        <w:rPr>
          <w:rtl/>
        </w:rPr>
        <w:t xml:space="preserve"> </w:t>
      </w:r>
      <w:r w:rsidRPr="00573E19">
        <w:rPr>
          <w:rtl/>
        </w:rPr>
        <w:t>الشيخ المامقاني في التنقيح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أبو عبد الله الحسين بن علي بن شيبان القزويني من مشايخ الإجازة سمع منه</w:t>
      </w:r>
      <w:r w:rsidR="009C2257">
        <w:rPr>
          <w:rtl/>
        </w:rPr>
        <w:t xml:space="preserve"> </w:t>
      </w:r>
      <w:r w:rsidRPr="00573E19">
        <w:rPr>
          <w:rtl/>
        </w:rPr>
        <w:t>الشيخ أبو عبد الله محمد بن محمد بن النعمان المفيد وأحمد بن عبد الواحد البزاز المعروف</w:t>
      </w:r>
      <w:r w:rsidR="009C2257">
        <w:rPr>
          <w:rtl/>
        </w:rPr>
        <w:t xml:space="preserve"> </w:t>
      </w:r>
      <w:r w:rsidRPr="00573E19">
        <w:rPr>
          <w:rtl/>
        </w:rPr>
        <w:t>بابن عبدون وبابن الحاشر وروى هو عن أبي الحسن علي بن حاتم القزويني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موسى بن القاسم بن معاوية بن وهب البجلي عربي كوفي ثقة جليل واضح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الحديث حسن الطريقة من أصحاب أبي الحسن الرضا وأبي جعفر الجواد </w:t>
      </w:r>
      <w:r w:rsidRPr="00FE5331">
        <w:rPr>
          <w:rStyle w:val="libAlaemChar"/>
          <w:rtl/>
        </w:rPr>
        <w:t>عليهما‌السلام</w:t>
      </w:r>
      <w:r w:rsidR="009C2257">
        <w:rPr>
          <w:rtl/>
        </w:rPr>
        <w:t xml:space="preserve"> </w:t>
      </w:r>
      <w:r w:rsidRPr="00573E19">
        <w:rPr>
          <w:rtl/>
        </w:rPr>
        <w:t>له ثلاثون كتابا مثل كتب الحسين بن سعيد مستوفاة حسنة وزيادة كتاب الجامع</w:t>
      </w:r>
      <w:r w:rsidR="009C2257">
        <w:rPr>
          <w:rtl/>
        </w:rPr>
        <w:t xml:space="preserve"> </w:t>
      </w:r>
      <w:r w:rsidRPr="00573E19">
        <w:rPr>
          <w:rtl/>
        </w:rPr>
        <w:t>روى عنه الفضل بن عامر وأحمد بن محمد وغيرهما ترجمه الشيخ والنجاشي والعلامة وغيرهم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4) الفضل بن عامر وفي نسخة حاتم وفي المطبوعة غانم</w:t>
      </w:r>
      <w:r>
        <w:rPr>
          <w:rtl/>
        </w:rPr>
        <w:t>.</w:t>
      </w:r>
      <w:r w:rsidRPr="00573E19">
        <w:rPr>
          <w:rtl/>
        </w:rPr>
        <w:t xml:space="preserve"> ولم نقف على ترجمة الرجل</w:t>
      </w:r>
      <w:r w:rsidR="009C2257">
        <w:rPr>
          <w:rtl/>
        </w:rPr>
        <w:t xml:space="preserve"> </w:t>
      </w:r>
      <w:r w:rsidRPr="00573E19">
        <w:rPr>
          <w:rtl/>
        </w:rPr>
        <w:t>ولم نعرف من أحواله شيئا سوى ما جاء في المشيخة من روايته عن موسى بن القاسم</w:t>
      </w:r>
      <w:r w:rsidR="009C2257">
        <w:rPr>
          <w:rtl/>
        </w:rPr>
        <w:t xml:space="preserve"> </w:t>
      </w:r>
      <w:r w:rsidRPr="00573E19">
        <w:rPr>
          <w:rtl/>
        </w:rPr>
        <w:t>ابن معاوية بن وهب ورواية سعد بن عبد الله عنه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يونس بن عبد الرحمن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عن الشيخ أبي عبد الله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الشيخ أبي جعفر محمد بن علي بن الحسين بن بابويه </w:t>
      </w:r>
      <w:r w:rsidRPr="00FE5331">
        <w:rPr>
          <w:rStyle w:val="libAlaemChar"/>
          <w:rtl/>
        </w:rPr>
        <w:t>رحمهم‌الله</w:t>
      </w:r>
      <w:r w:rsidRPr="00573E19">
        <w:rPr>
          <w:rtl/>
        </w:rPr>
        <w:t xml:space="preserve"> عن أبيه</w:t>
      </w:r>
      <w:r w:rsidR="00CA4563">
        <w:rPr>
          <w:rtl/>
        </w:rPr>
        <w:t>،</w:t>
      </w:r>
      <w:r w:rsidRPr="00573E19">
        <w:rPr>
          <w:rtl/>
        </w:rPr>
        <w:t xml:space="preserve"> ومحمد</w:t>
      </w:r>
      <w:r w:rsidR="009C2257">
        <w:rPr>
          <w:rtl/>
        </w:rPr>
        <w:t xml:space="preserve"> </w:t>
      </w:r>
      <w:r w:rsidRPr="00573E19">
        <w:rPr>
          <w:rtl/>
        </w:rPr>
        <w:t>ابن الحسن عن سعد بن عبد الله والحميري وعلي بن إبراهيم عن إبراهيم بن هاشم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823520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يونس بن عبد الرحمن أبو محمد مولى علي بن يقطين من أصحاب أبي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الكاظم وأبي الحسن الرضا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كان وجها في أصحابنا متقدما عظيم المنزلة</w:t>
      </w:r>
      <w:r w:rsidR="00CA4563">
        <w:rPr>
          <w:rtl/>
        </w:rPr>
        <w:t>،</w:t>
      </w:r>
      <w:r w:rsidRPr="00573E19">
        <w:rPr>
          <w:rtl/>
        </w:rPr>
        <w:t xml:space="preserve"> ولد</w:t>
      </w:r>
      <w:r w:rsidR="009C2257">
        <w:rPr>
          <w:rtl/>
        </w:rPr>
        <w:t xml:space="preserve"> </w:t>
      </w:r>
      <w:r w:rsidRPr="00573E19">
        <w:rPr>
          <w:rtl/>
        </w:rPr>
        <w:t>في أيام هشام بن عبد الملك ورأي الإمام الصادق بين الصفا والمروة ولم يرو عنه</w:t>
      </w:r>
      <w:r>
        <w:rPr>
          <w:rtl/>
        </w:rPr>
        <w:t>.</w:t>
      </w:r>
      <w:r w:rsidRPr="00573E19">
        <w:rPr>
          <w:rtl/>
        </w:rPr>
        <w:t xml:space="preserve"> روى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الامامين الكاظم والرضا </w:t>
      </w:r>
      <w:r w:rsidRPr="00FE5331">
        <w:rPr>
          <w:rStyle w:val="libAlaemChar"/>
          <w:rtl/>
        </w:rPr>
        <w:t>عليهما‌السلام</w:t>
      </w:r>
      <w:r w:rsidRPr="00573E19">
        <w:rPr>
          <w:rtl/>
        </w:rPr>
        <w:t xml:space="preserve"> وكان الرضا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يشير إليه في العلم والفتيا</w:t>
      </w:r>
      <w:r w:rsidR="009C2257">
        <w:rPr>
          <w:rtl/>
        </w:rPr>
        <w:t xml:space="preserve"> </w:t>
      </w:r>
      <w:r w:rsidRPr="00573E19">
        <w:rPr>
          <w:rtl/>
        </w:rPr>
        <w:t>وكان ممن بذل على الوقف مال جزيل فامتنع من اخذه وثبت على الحق وقد ضمن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له الرضا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الجنة ثلاث مرات</w:t>
      </w:r>
      <w:r w:rsidR="00CA4563">
        <w:rPr>
          <w:rtl/>
        </w:rPr>
        <w:t>،</w:t>
      </w:r>
      <w:r w:rsidRPr="00573E19">
        <w:rPr>
          <w:rtl/>
        </w:rPr>
        <w:t xml:space="preserve"> قال الفضل بن شاذان</w:t>
      </w:r>
      <w:r w:rsidR="00CA4563">
        <w:rPr>
          <w:rtl/>
        </w:rPr>
        <w:t>:</w:t>
      </w:r>
      <w:r w:rsidRPr="00573E19">
        <w:rPr>
          <w:rtl/>
        </w:rPr>
        <w:t xml:space="preserve"> حدثني عبد العزيز</w:t>
      </w:r>
      <w:r w:rsidR="009C2257">
        <w:rPr>
          <w:rtl/>
        </w:rPr>
        <w:t xml:space="preserve"> </w:t>
      </w:r>
      <w:r w:rsidRPr="00573E19">
        <w:rPr>
          <w:rtl/>
        </w:rPr>
        <w:t>ابن المهتدي</w:t>
      </w:r>
      <w:r>
        <w:rPr>
          <w:rtl/>
        </w:rPr>
        <w:t xml:space="preserve"> - </w:t>
      </w:r>
      <w:r w:rsidRPr="00573E19">
        <w:rPr>
          <w:rtl/>
        </w:rPr>
        <w:t>وكان خير قمي رأيته وكان وكيل الرضا وخاصته</w:t>
      </w:r>
      <w:r>
        <w:rPr>
          <w:rtl/>
        </w:rPr>
        <w:t xml:space="preserve"> - </w:t>
      </w:r>
      <w:r w:rsidRPr="00573E19">
        <w:rPr>
          <w:rtl/>
        </w:rPr>
        <w:t xml:space="preserve">قال سألت الرضا </w:t>
      </w:r>
      <w:r w:rsidR="00823520"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فقلت انى لا ألقاك في كل وقت فعن من اخذ معالم ديني فقال</w:t>
      </w:r>
      <w:r w:rsidR="00CA4563">
        <w:rPr>
          <w:rtl/>
        </w:rPr>
        <w:t>:</w:t>
      </w:r>
      <w:r w:rsidRPr="00573E19">
        <w:rPr>
          <w:rtl/>
        </w:rPr>
        <w:t xml:space="preserve"> خذ من يونس بن</w:t>
      </w:r>
      <w:r w:rsidR="009C2257">
        <w:rPr>
          <w:rtl/>
        </w:rPr>
        <w:t xml:space="preserve"> </w:t>
      </w:r>
      <w:r w:rsidRPr="00573E19">
        <w:rPr>
          <w:rtl/>
        </w:rPr>
        <w:t>عبد الرحمن اه</w:t>
      </w:r>
      <w:r>
        <w:rPr>
          <w:rtl/>
        </w:rPr>
        <w:t>.</w:t>
      </w:r>
      <w:r w:rsidRPr="00573E19">
        <w:rPr>
          <w:rtl/>
        </w:rPr>
        <w:t xml:space="preserve"> وكفى بهذا مدحا وثناء</w:t>
      </w:r>
      <w:r w:rsidR="00CA4563">
        <w:rPr>
          <w:rtl/>
        </w:rPr>
        <w:t>،</w:t>
      </w:r>
      <w:r w:rsidRPr="00573E19">
        <w:rPr>
          <w:rtl/>
        </w:rPr>
        <w:t xml:space="preserve"> له كتب وتصانيف كثيرة يقال إنه ألف الف</w:t>
      </w:r>
      <w:r w:rsidR="009C2257">
        <w:rPr>
          <w:rtl/>
        </w:rPr>
        <w:t xml:space="preserve"> </w:t>
      </w:r>
      <w:r w:rsidRPr="00573E19">
        <w:rPr>
          <w:rtl/>
        </w:rPr>
        <w:t xml:space="preserve">جلد ردا على المخالفين نقل الصدوق عن محمد بن الحسن بن الوليد </w:t>
      </w:r>
      <w:r w:rsidRPr="00FE5331">
        <w:rPr>
          <w:rStyle w:val="libAlaemChar"/>
          <w:rtl/>
        </w:rPr>
        <w:t>رحمه‌الله</w:t>
      </w:r>
      <w:r w:rsidRPr="00573E19">
        <w:rPr>
          <w:rtl/>
        </w:rPr>
        <w:t xml:space="preserve"> أنه 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كتب يونس بن عبد الرحمن التي هي بالروايات كلها صحيحة يعتمد عليها وقال ابن النديم</w:t>
      </w:r>
      <w:r w:rsidR="009C2257">
        <w:rPr>
          <w:rtl/>
        </w:rPr>
        <w:t xml:space="preserve"> </w:t>
      </w:r>
      <w:r w:rsidRPr="00573E19">
        <w:rPr>
          <w:rtl/>
        </w:rPr>
        <w:t>عنه</w:t>
      </w:r>
      <w:r w:rsidR="00CA4563">
        <w:rPr>
          <w:rtl/>
        </w:rPr>
        <w:t>:</w:t>
      </w:r>
      <w:r w:rsidRPr="00573E19">
        <w:rPr>
          <w:rtl/>
        </w:rPr>
        <w:t xml:space="preserve"> علامة زمانه كثير التصنيف والتأليف على مذاهب الشيعة ثم عد كتبه</w:t>
      </w:r>
      <w:r w:rsidR="00CA4563">
        <w:rPr>
          <w:rtl/>
        </w:rPr>
        <w:t>،</w:t>
      </w:r>
      <w:r w:rsidR="009C2257">
        <w:rPr>
          <w:rtl/>
        </w:rPr>
        <w:t xml:space="preserve"> </w:t>
      </w:r>
      <w:r w:rsidRPr="00573E19">
        <w:rPr>
          <w:rtl/>
        </w:rPr>
        <w:t>وكتبه مثل كتب الحسين بن سعيد في كونها مرتبة على أبواب الفقه وفي الجودة</w:t>
      </w:r>
      <w:r w:rsidR="009C2257">
        <w:rPr>
          <w:rtl/>
        </w:rPr>
        <w:t xml:space="preserve"> </w:t>
      </w:r>
      <w:r w:rsidRPr="00573E19">
        <w:rPr>
          <w:rtl/>
        </w:rPr>
        <w:t>والانتقاء وزاد هو كتابه عمل يوم وليلة وهو الذي كانت نسخته عند أبي هاشم الجعفري</w:t>
      </w:r>
      <w:r w:rsidR="009C2257">
        <w:rPr>
          <w:rtl/>
        </w:rPr>
        <w:t xml:space="preserve"> </w:t>
      </w:r>
      <w:r w:rsidRPr="00573E19">
        <w:rPr>
          <w:rtl/>
        </w:rPr>
        <w:t>فعرضه على الإمام العسكري فسأله تصنيف من هذا</w:t>
      </w:r>
      <w:r>
        <w:rPr>
          <w:rtl/>
        </w:rPr>
        <w:t>؟</w:t>
      </w:r>
      <w:r w:rsidRPr="00573E19">
        <w:rPr>
          <w:rtl/>
        </w:rPr>
        <w:t xml:space="preserve"> فأخبره فقال</w:t>
      </w:r>
      <w:r w:rsidR="00CA4563">
        <w:rPr>
          <w:rtl/>
        </w:rPr>
        <w:t>:</w:t>
      </w:r>
      <w:r w:rsidRPr="00573E19">
        <w:rPr>
          <w:rtl/>
        </w:rPr>
        <w:t xml:space="preserve"> أعطاه الله بكل حرف</w:t>
      </w:r>
      <w:r w:rsidR="009C2257">
        <w:rPr>
          <w:rtl/>
        </w:rPr>
        <w:t xml:space="preserve"> </w:t>
      </w:r>
      <w:r w:rsidRPr="00573E19">
        <w:rPr>
          <w:rtl/>
        </w:rPr>
        <w:t xml:space="preserve">نورا يوم القيامة وهو الكتاب الذي كان عند رأس أحمد بن أبي خالد ظئر الجواد </w:t>
      </w:r>
      <w:r w:rsidR="00823520"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وحينما عاده الامام في مرضه أخذ الكتاب فتصفحه ورقة ورقة حتى اتى عليه من أوله</w:t>
      </w:r>
      <w:r w:rsidR="009C2257">
        <w:rPr>
          <w:rtl/>
        </w:rPr>
        <w:t xml:space="preserve"> </w:t>
      </w:r>
      <w:r w:rsidRPr="00573E19">
        <w:rPr>
          <w:rtl/>
        </w:rPr>
        <w:t>إلى آخره وجعل يقول رحم الله يونس رحم الله يونس اه</w:t>
      </w:r>
      <w:r>
        <w:rPr>
          <w:rtl/>
        </w:rPr>
        <w:t>.</w:t>
      </w:r>
      <w:r w:rsidRPr="00573E19">
        <w:rPr>
          <w:rtl/>
        </w:rPr>
        <w:t xml:space="preserve"> والاخبار بمدحه كثيرة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وهو ممن أجمعت العصابة على تصحيح ما يصح عنه مات يونس بالمدينة سنة </w:t>
      </w:r>
      <w:r>
        <w:rPr>
          <w:rtl/>
        </w:rPr>
        <w:t>2</w:t>
      </w:r>
      <w:r w:rsidRPr="00573E19">
        <w:rPr>
          <w:rtl/>
        </w:rPr>
        <w:t>08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عن إسماعيل بن مرار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وصالح بن السندي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يونس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 الشيخ</w:t>
      </w:r>
      <w:r w:rsidR="009C2257">
        <w:rPr>
          <w:rtl/>
        </w:rPr>
        <w:t xml:space="preserve"> </w:t>
      </w:r>
      <w:r w:rsidRPr="00573E19">
        <w:rPr>
          <w:rtl/>
        </w:rPr>
        <w:t>أبو عبد الله والحسين بن عبيد الله وأحمد بن عبدون كلهم عن الحسن بن حمزة العلوي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 علي بن إبراهيم عن محمد بن عيسى بن عبيد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يونس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</w:t>
      </w:r>
      <w:r w:rsidR="009C2257">
        <w:rPr>
          <w:rtl/>
        </w:rPr>
        <w:t xml:space="preserve"> </w:t>
      </w:r>
      <w:r w:rsidRPr="00573E19">
        <w:rPr>
          <w:rtl/>
        </w:rPr>
        <w:t>الحسين بن عبيد الله عن أبي المفضل محمد بن عبد الله بن محمد بن عبيد الله بن المطلب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الشيباني عن أبي العباس محمد بن جعفر الرزاز </w:t>
      </w:r>
      <w:r w:rsidRPr="00FE5331">
        <w:rPr>
          <w:rStyle w:val="libFootnotenumChar"/>
          <w:rtl/>
        </w:rPr>
        <w:t>(4)</w:t>
      </w:r>
      <w:r w:rsidRPr="00573E19">
        <w:rPr>
          <w:rtl/>
        </w:rPr>
        <w:t xml:space="preserve"> عن محمد بن عيسى بن عبيد</w:t>
      </w:r>
      <w:r w:rsidR="009C2257">
        <w:rPr>
          <w:rtl/>
        </w:rPr>
        <w:t xml:space="preserve"> </w:t>
      </w:r>
      <w:r w:rsidRPr="00573E19">
        <w:rPr>
          <w:rtl/>
        </w:rPr>
        <w:t>اليقطيني عن يونس بن عبد الرحمن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إسماعيل بن مرار ذكره الشيخ في رجاله فيمن لم يرو عنهم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وقال</w:t>
      </w:r>
      <w:r w:rsidR="00CA4563">
        <w:rPr>
          <w:rtl/>
        </w:rPr>
        <w:t>:</w:t>
      </w:r>
      <w:r w:rsidR="009C2257">
        <w:rPr>
          <w:rtl/>
        </w:rPr>
        <w:t xml:space="preserve"> </w:t>
      </w:r>
      <w:r w:rsidRPr="00573E19">
        <w:rPr>
          <w:rtl/>
        </w:rPr>
        <w:t>روى عن يونس بن عبد الرحمن وروى عنه إبراهيم بن هاشم اه وقد ذكر سيد الأعيان</w:t>
      </w:r>
      <w:r w:rsidR="009C2257">
        <w:rPr>
          <w:rtl/>
        </w:rPr>
        <w:t xml:space="preserve"> </w:t>
      </w:r>
      <w:r w:rsidRPr="00573E19">
        <w:rPr>
          <w:rtl/>
        </w:rPr>
        <w:t>في ترجمته ما يشعر بحسن حاله ووثاقته وعدالته</w:t>
      </w:r>
      <w:r w:rsidR="00CA4563">
        <w:rPr>
          <w:rtl/>
        </w:rPr>
        <w:t>،</w:t>
      </w:r>
      <w:r w:rsidRPr="00573E19">
        <w:rPr>
          <w:rtl/>
        </w:rPr>
        <w:t xml:space="preserve"> روى عن يونس كتبه كلها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صالح بن السندي</w:t>
      </w:r>
      <w:r w:rsidR="00CA4563">
        <w:rPr>
          <w:rtl/>
        </w:rPr>
        <w:t>:</w:t>
      </w:r>
      <w:r w:rsidRPr="00573E19">
        <w:rPr>
          <w:rtl/>
        </w:rPr>
        <w:t xml:space="preserve"> من طبقة إسماعيل بن مرار وشريكه فيمن يروى عنه وهو يونس</w:t>
      </w:r>
      <w:r w:rsidR="009C2257">
        <w:rPr>
          <w:rtl/>
        </w:rPr>
        <w:t xml:space="preserve"> </w:t>
      </w:r>
      <w:r w:rsidRPr="00573E19">
        <w:rPr>
          <w:rtl/>
        </w:rPr>
        <w:t>ابن عبد الرحمن كما أن الراوي عن إسماعيل وهو إبراهيم بن هاشم يروي عن صالح</w:t>
      </w:r>
      <w:r w:rsidR="009C2257">
        <w:rPr>
          <w:rtl/>
        </w:rPr>
        <w:t xml:space="preserve"> </w:t>
      </w:r>
      <w:r w:rsidRPr="00573E19">
        <w:rPr>
          <w:rtl/>
        </w:rPr>
        <w:t>ابن السندي أيضا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محمد بن عيسى بن عبيد اليقطيني أبو جعفر الأسدي الخزيمي البغدادي من أصحاب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أبي الحسن الرضا وأبي جعفر الثاني وأبي الحسن الثالث وأبي محمد العسكري </w:t>
      </w:r>
      <w:r w:rsidRPr="00FE5331">
        <w:rPr>
          <w:rStyle w:val="libAlaemChar"/>
          <w:rtl/>
        </w:rPr>
        <w:t>عليهم‌السلام</w:t>
      </w:r>
      <w:r w:rsidR="009C2257">
        <w:rPr>
          <w:rtl/>
        </w:rPr>
        <w:t xml:space="preserve"> </w:t>
      </w:r>
      <w:r w:rsidRPr="00573E19">
        <w:rPr>
          <w:rtl/>
        </w:rPr>
        <w:t>جليل ثقة عين كثير الرواية حسن التصانيف</w:t>
      </w:r>
      <w:r w:rsidR="00CA4563">
        <w:rPr>
          <w:rtl/>
        </w:rPr>
        <w:t>،</w:t>
      </w:r>
      <w:r w:rsidRPr="00573E19">
        <w:rPr>
          <w:rtl/>
        </w:rPr>
        <w:t xml:space="preserve"> وكان الفضل بن شاذان يحب العبيدي</w:t>
      </w:r>
      <w:r w:rsidR="009C2257">
        <w:rPr>
          <w:rtl/>
        </w:rPr>
        <w:t xml:space="preserve"> </w:t>
      </w:r>
      <w:r w:rsidRPr="00573E19">
        <w:rPr>
          <w:rtl/>
        </w:rPr>
        <w:t>ويثني عليه ويمدحه ويميل إليه ويقول</w:t>
      </w:r>
      <w:r w:rsidR="00CA4563">
        <w:rPr>
          <w:rtl/>
        </w:rPr>
        <w:t>:</w:t>
      </w:r>
      <w:r w:rsidRPr="00573E19">
        <w:rPr>
          <w:rtl/>
        </w:rPr>
        <w:t xml:space="preserve"> ليس في اقرانه مثله</w:t>
      </w:r>
      <w:r w:rsidR="00CA4563">
        <w:rPr>
          <w:rtl/>
        </w:rPr>
        <w:t>،</w:t>
      </w:r>
      <w:r w:rsidRPr="00573E19">
        <w:rPr>
          <w:rtl/>
        </w:rPr>
        <w:t xml:space="preserve"> سكن سوق العطش ببغداد</w:t>
      </w:r>
      <w:r w:rsidR="009C2257">
        <w:rPr>
          <w:rtl/>
        </w:rPr>
        <w:t xml:space="preserve"> </w:t>
      </w:r>
      <w:r w:rsidRPr="00573E19">
        <w:rPr>
          <w:rtl/>
        </w:rPr>
        <w:t>له كتب ذكرها مترجموه روى عن يونس بن عبد الرحمن ومحمد بن سنان وصفوان</w:t>
      </w:r>
      <w:r w:rsidR="009C2257">
        <w:rPr>
          <w:rtl/>
        </w:rPr>
        <w:t xml:space="preserve"> </w:t>
      </w:r>
      <w:r w:rsidRPr="00573E19">
        <w:rPr>
          <w:rtl/>
        </w:rPr>
        <w:t>وابن أبي عمير وغيرهم وروى عنه علي بن إبراهيم ومحمد بن الحسين وإبراهيم بن إسحاق</w:t>
      </w:r>
      <w:r w:rsidR="009C2257">
        <w:rPr>
          <w:rtl/>
        </w:rPr>
        <w:t xml:space="preserve"> </w:t>
      </w:r>
      <w:r w:rsidRPr="00573E19">
        <w:rPr>
          <w:rtl/>
        </w:rPr>
        <w:t>الأحمري وغيرهم</w:t>
      </w:r>
      <w:r>
        <w:rPr>
          <w:rtl/>
        </w:rPr>
        <w:t>.</w:t>
      </w:r>
    </w:p>
    <w:p w:rsidR="00FE5331" w:rsidRDefault="00FE5331" w:rsidP="00FE5331">
      <w:pPr>
        <w:pStyle w:val="libFootnote0"/>
      </w:pPr>
      <w:r>
        <w:rPr>
          <w:rtl/>
        </w:rPr>
        <w:t>(</w:t>
      </w:r>
      <w:r w:rsidRPr="00573E19">
        <w:rPr>
          <w:rtl/>
        </w:rPr>
        <w:t>4) محمد بن جعفر بن محمد بن الحسن القرشي أبو العباس الرزاز خال محمد بن محمد</w:t>
      </w:r>
      <w:r w:rsidR="009C2257">
        <w:rPr>
          <w:rtl/>
        </w:rPr>
        <w:t xml:space="preserve"> </w:t>
      </w:r>
      <w:r w:rsidRPr="00573E19">
        <w:rPr>
          <w:rtl/>
        </w:rPr>
        <w:t>بن سليمان والد أبي غالب الزراري</w:t>
      </w:r>
      <w:r w:rsidR="00CA4563">
        <w:rPr>
          <w:rtl/>
        </w:rPr>
        <w:t>،</w:t>
      </w:r>
      <w:r w:rsidRPr="00573E19">
        <w:rPr>
          <w:rtl/>
        </w:rPr>
        <w:t xml:space="preserve"> وقد ترجمه أبو غالب في رسالته بقوله</w:t>
      </w:r>
      <w:r w:rsidR="00CA4563">
        <w:rPr>
          <w:rtl/>
        </w:rPr>
        <w:t>:</w:t>
      </w:r>
      <w:r w:rsidRPr="00573E19">
        <w:rPr>
          <w:rtl/>
        </w:rPr>
        <w:t xml:space="preserve"> وهو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محمد بن جعفر</w:t>
      </w:r>
      <w:r>
        <w:rPr>
          <w:rtl/>
        </w:rPr>
        <w:t xml:space="preserve"> - </w:t>
      </w:r>
      <w:r w:rsidRPr="00573E19">
        <w:rPr>
          <w:rtl/>
        </w:rPr>
        <w:t>أحد رواة الحديث ومشايخ الشيعة</w:t>
      </w:r>
      <w:r>
        <w:rPr>
          <w:rtl/>
        </w:rPr>
        <w:t xml:space="preserve"> ...</w:t>
      </w:r>
      <w:r w:rsidRPr="00573E19">
        <w:rPr>
          <w:rtl/>
        </w:rPr>
        <w:t xml:space="preserve"> كان محله من الشيعة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انه كان الوافد عنهم إلى المدينة عند وقوع الغيبة سنة </w:t>
      </w:r>
      <w:r>
        <w:rPr>
          <w:rtl/>
        </w:rPr>
        <w:t>2</w:t>
      </w:r>
      <w:r w:rsidRPr="00573E19">
        <w:rPr>
          <w:rtl/>
        </w:rPr>
        <w:t>60 وأقام بها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في هذا الكتاب عن علي بن مهزيار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عن الشيخ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المفيد أبي عبد الله عن الشيخ أبي جعفر محمد بن علي بن الحسين بن بابويه </w:t>
      </w:r>
      <w:r w:rsidRPr="00FE5331">
        <w:rPr>
          <w:rStyle w:val="libAlaemChar"/>
          <w:rtl/>
        </w:rPr>
        <w:t>رحمهما‌الله</w:t>
      </w:r>
      <w:r w:rsidR="009C2257">
        <w:rPr>
          <w:rtl/>
        </w:rPr>
        <w:t xml:space="preserve"> </w:t>
      </w:r>
      <w:r w:rsidRPr="00573E19">
        <w:rPr>
          <w:rtl/>
        </w:rPr>
        <w:t>عن أبيه علي بن الحسين بن بابويه ومحمد بن الحسن « بن الوليد خ ل » عن سعد بن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سنة وعاد</w:t>
      </w:r>
      <w:r w:rsidR="00CA4563">
        <w:rPr>
          <w:rtl/>
        </w:rPr>
        <w:t>،</w:t>
      </w:r>
      <w:r w:rsidRPr="00573E19">
        <w:rPr>
          <w:rtl/>
        </w:rPr>
        <w:t xml:space="preserve"> وقد ظهر له من أمر الصاحب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ما احتاج إليه</w:t>
      </w:r>
      <w:r w:rsidR="00CA4563">
        <w:rPr>
          <w:rtl/>
        </w:rPr>
        <w:t>،</w:t>
      </w:r>
      <w:r w:rsidRPr="00573E19">
        <w:rPr>
          <w:rtl/>
        </w:rPr>
        <w:t xml:space="preserve"> ولد محمد بن جعفر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سنة </w:t>
      </w:r>
      <w:r>
        <w:rPr>
          <w:rtl/>
        </w:rPr>
        <w:t>23</w:t>
      </w:r>
      <w:r w:rsidRPr="00573E19">
        <w:rPr>
          <w:rtl/>
        </w:rPr>
        <w:t xml:space="preserve">6 وتوفي سنة </w:t>
      </w:r>
      <w:r>
        <w:rPr>
          <w:rtl/>
        </w:rPr>
        <w:t>3</w:t>
      </w:r>
      <w:r w:rsidRPr="00573E19">
        <w:rPr>
          <w:rtl/>
        </w:rPr>
        <w:t>16 وسنة ثمانون سنة روى عن محمد بن عيسى اليقطيني وعنه</w:t>
      </w:r>
      <w:r w:rsidR="009C2257">
        <w:rPr>
          <w:rtl/>
        </w:rPr>
        <w:t xml:space="preserve"> </w:t>
      </w:r>
      <w:r w:rsidRPr="00573E19">
        <w:rPr>
          <w:rtl/>
        </w:rPr>
        <w:t>أبو المفضل الشيباني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علي بن مهزيار أبو الحسن الأهوازي الدورقي ثقة صحيح جليل القدر واسع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الرواية من أصحاب الأئمة الرضا الجواد والهادي </w:t>
      </w:r>
      <w:r w:rsidRPr="00FE5331">
        <w:rPr>
          <w:rStyle w:val="libAlaemChar"/>
          <w:rtl/>
        </w:rPr>
        <w:t>عليهم‌السلام</w:t>
      </w:r>
      <w:r>
        <w:rPr>
          <w:rtl/>
        </w:rPr>
        <w:t>.</w:t>
      </w:r>
      <w:r w:rsidRPr="00573E19">
        <w:rPr>
          <w:rtl/>
        </w:rPr>
        <w:t xml:space="preserve"> وكان علي بن مهزيار</w:t>
      </w:r>
      <w:r w:rsidR="009C2257">
        <w:rPr>
          <w:rtl/>
        </w:rPr>
        <w:t xml:space="preserve"> </w:t>
      </w:r>
      <w:r w:rsidRPr="00573E19">
        <w:rPr>
          <w:rtl/>
        </w:rPr>
        <w:t>نصرانيا فهداه الله وقيل أسلم وهو صغير ومن الله عليه بمعرفة هذا الامر</w:t>
      </w:r>
      <w:r>
        <w:rPr>
          <w:rtl/>
        </w:rPr>
        <w:t xml:space="preserve"> - </w:t>
      </w:r>
      <w:r w:rsidRPr="00573E19">
        <w:rPr>
          <w:rtl/>
        </w:rPr>
        <w:t>يعني</w:t>
      </w:r>
      <w:r w:rsidR="009C2257">
        <w:rPr>
          <w:rtl/>
        </w:rPr>
        <w:t xml:space="preserve"> </w:t>
      </w:r>
      <w:r w:rsidRPr="00573E19">
        <w:rPr>
          <w:rtl/>
        </w:rPr>
        <w:t>التشيع</w:t>
      </w:r>
      <w:r>
        <w:rPr>
          <w:rtl/>
        </w:rPr>
        <w:t xml:space="preserve"> - </w:t>
      </w:r>
      <w:r w:rsidRPr="00573E19">
        <w:rPr>
          <w:rtl/>
        </w:rPr>
        <w:t xml:space="preserve">وتفقه واختص بابي جعفر الثاني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وتوكل له وعظم محله منه وكذلك</w:t>
      </w:r>
      <w:r w:rsidR="009C2257">
        <w:rPr>
          <w:rtl/>
        </w:rPr>
        <w:t xml:space="preserve"> </w:t>
      </w:r>
      <w:r w:rsidRPr="00573E19">
        <w:rPr>
          <w:rtl/>
        </w:rPr>
        <w:t>الإمام الهادي وتوكل لهم في بعض النواحي وخرجت إلى الشيعة فيه توقيعات</w:t>
      </w:r>
      <w:r w:rsidR="009C2257">
        <w:rPr>
          <w:rtl/>
        </w:rPr>
        <w:t xml:space="preserve"> </w:t>
      </w:r>
      <w:r w:rsidRPr="00573E19">
        <w:rPr>
          <w:rtl/>
        </w:rPr>
        <w:t>بكل خير</w:t>
      </w:r>
      <w:r w:rsidR="00CA4563">
        <w:rPr>
          <w:rtl/>
        </w:rPr>
        <w:t>،</w:t>
      </w:r>
      <w:r w:rsidRPr="00573E19">
        <w:rPr>
          <w:rtl/>
        </w:rPr>
        <w:t xml:space="preserve"> وكان إذا طلعت الشمس سجد فكان لا يرفع رأسه حتى يدعو لألف من</w:t>
      </w:r>
      <w:r w:rsidR="009C2257">
        <w:rPr>
          <w:rtl/>
        </w:rPr>
        <w:t xml:space="preserve"> </w:t>
      </w:r>
      <w:r w:rsidRPr="00573E19">
        <w:rPr>
          <w:rtl/>
        </w:rPr>
        <w:t>إخوانه بمثل ما دعى لنفسه وكان على جبهته مثل ركبة البعير</w:t>
      </w:r>
      <w:r w:rsidR="00CA4563">
        <w:rPr>
          <w:rtl/>
        </w:rPr>
        <w:t>،</w:t>
      </w:r>
      <w:r w:rsidRPr="00573E19">
        <w:rPr>
          <w:rtl/>
        </w:rPr>
        <w:t xml:space="preserve"> خرجت فيه توقيعات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تدل على عظم شأنه وعلو مقامه فمنها ما جاء في كتاب لأبي جعفر الثاني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إليه « قد وصل إلي كتابك وقد فهمت ما ذكرت ما فيه وقد ملأتني سرورا</w:t>
      </w:r>
      <w:r w:rsidR="009C2257">
        <w:rPr>
          <w:rtl/>
        </w:rPr>
        <w:t xml:space="preserve"> </w:t>
      </w:r>
      <w:r w:rsidRPr="00573E19">
        <w:rPr>
          <w:rtl/>
        </w:rPr>
        <w:t>فسرك الله وانا أرجو من الكافي الدافع أن تكفى كيد كل كائد انشاء الله » وجاء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 كتاب آخر منه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« واسئل الله ان يحفظك من بين يديك ومن خلفك</w:t>
      </w:r>
      <w:r w:rsidR="009C2257">
        <w:rPr>
          <w:rtl/>
        </w:rPr>
        <w:t xml:space="preserve"> </w:t>
      </w:r>
      <w:r w:rsidRPr="00573E19">
        <w:rPr>
          <w:rtl/>
        </w:rPr>
        <w:t>وفي كل حالاتك فأبشر فاني أرجو ان يدفع الله عنك والله اسئل أن يجعل لك الخير فيما</w:t>
      </w:r>
      <w:r w:rsidR="009C2257">
        <w:rPr>
          <w:rtl/>
        </w:rPr>
        <w:t xml:space="preserve"> </w:t>
      </w:r>
      <w:r w:rsidRPr="00573E19">
        <w:rPr>
          <w:rtl/>
        </w:rPr>
        <w:t>عزم لك به</w:t>
      </w:r>
      <w:r>
        <w:rPr>
          <w:rtl/>
        </w:rPr>
        <w:t xml:space="preserve"> ...</w:t>
      </w:r>
      <w:r w:rsidRPr="00573E19">
        <w:rPr>
          <w:rtl/>
        </w:rPr>
        <w:t xml:space="preserve"> » ومنها في جوابه وقد سأله التحلل لما في يده والتوسع عليه فكتب</w:t>
      </w:r>
      <w:r w:rsidR="009C2257">
        <w:rPr>
          <w:rtl/>
        </w:rPr>
        <w:t xml:space="preserve">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« وسع الله عليك ولمن سألت التوسعة له من أهلك وأهل بيتك ولك يا علي</w:t>
      </w:r>
      <w:r w:rsidR="009C2257">
        <w:rPr>
          <w:rtl/>
        </w:rPr>
        <w:t xml:space="preserve"> </w:t>
      </w:r>
      <w:r w:rsidRPr="00573E19">
        <w:rPr>
          <w:rtl/>
        </w:rPr>
        <w:t>عندي أكثر من التوسعة</w:t>
      </w:r>
      <w:r w:rsidR="00CA4563">
        <w:rPr>
          <w:rtl/>
        </w:rPr>
        <w:t>،</w:t>
      </w:r>
      <w:r w:rsidRPr="00573E19">
        <w:rPr>
          <w:rtl/>
        </w:rPr>
        <w:t xml:space="preserve"> وانا اسئل الله ان يصحبك العافية ويقدمك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على العافية ويسترك بالعافية انه سميع الدعاء » ومنها ما جاء في كتابه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إليه « بسم الله الرحمن الرحيم يا علي أحسن الله جزاك وأسكنك جنته ومنعك من الخزي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والحميري ومحمد بن يحيى وأحمد بن إدريس كلهم عن أحمد بن محمد عن العباس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معروف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علي بن مهزيار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أحمد ابن أبي عبد الله البرقي فقد رويته عن الشيخ المفيد</w:t>
      </w:r>
      <w:r w:rsidR="009C2257">
        <w:rPr>
          <w:rtl/>
        </w:rPr>
        <w:t xml:space="preserve"> </w:t>
      </w:r>
      <w:r w:rsidRPr="00573E19">
        <w:rPr>
          <w:rtl/>
        </w:rPr>
        <w:t>أبي عبد الله عن أبي الحسن أحمد بن محمد بن الحسن بن الوليد عن أبيه عن سعد</w:t>
      </w:r>
      <w:r w:rsidR="009C2257">
        <w:rPr>
          <w:rtl/>
        </w:rPr>
        <w:t xml:space="preserve"> </w:t>
      </w:r>
      <w:r w:rsidRPr="00573E19">
        <w:rPr>
          <w:rtl/>
        </w:rPr>
        <w:t>ابن عبد الله عنه</w:t>
      </w:r>
      <w:r w:rsidR="00CA4563">
        <w:rPr>
          <w:rtl/>
        </w:rPr>
        <w:t>،</w:t>
      </w:r>
      <w:r w:rsidRPr="00573E19">
        <w:rPr>
          <w:rtl/>
        </w:rPr>
        <w:t xml:space="preserve"> وأخبرني أيضا الشيخ المفيد أبو عبد الله عن أبي جعفر محمد بن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الحسين بن بابويه عن أبيه </w:t>
      </w:r>
      <w:r w:rsidRPr="00FE5331">
        <w:rPr>
          <w:rStyle w:val="libAlaemChar"/>
          <w:rtl/>
        </w:rPr>
        <w:t>رحمهما‌الله</w:t>
      </w:r>
      <w:r w:rsidRPr="00573E19">
        <w:rPr>
          <w:rtl/>
        </w:rPr>
        <w:t xml:space="preserve"> ومحمد بن الحسن بن الوليد عن سعد بن عبد الله</w:t>
      </w:r>
      <w:r w:rsidR="009C2257">
        <w:rPr>
          <w:rtl/>
        </w:rPr>
        <w:t xml:space="preserve"> </w:t>
      </w:r>
      <w:r w:rsidRPr="00573E19">
        <w:rPr>
          <w:rtl/>
        </w:rPr>
        <w:t>والحميري عن أحمد بن أبي عبد الله</w:t>
      </w:r>
      <w:r w:rsidR="00CA4563">
        <w:rPr>
          <w:rtl/>
        </w:rPr>
        <w:t>،</w:t>
      </w:r>
      <w:r w:rsidRPr="00573E19">
        <w:rPr>
          <w:rtl/>
        </w:rPr>
        <w:t xml:space="preserve"> وأخبرني به أيضا الحسين بن عبيد الله عن أحمد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محمد الزراري عن علي بن الحسين السعد آبادي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أحمد بن أبي عبد الله</w:t>
      </w:r>
      <w:r>
        <w:rPr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في الدنيا والآخرة وحشرك الله معنا</w:t>
      </w:r>
      <w:r w:rsidR="00CA4563">
        <w:rPr>
          <w:rtl/>
        </w:rPr>
        <w:t>،</w:t>
      </w:r>
      <w:r w:rsidRPr="00573E19">
        <w:rPr>
          <w:rtl/>
        </w:rPr>
        <w:t xml:space="preserve"> يا علي قد بلوتك وخبرتك في النصيحة والطاعة</w:t>
      </w:r>
      <w:r w:rsidR="009C2257">
        <w:rPr>
          <w:rtl/>
        </w:rPr>
        <w:t xml:space="preserve"> </w:t>
      </w:r>
      <w:r w:rsidRPr="00573E19">
        <w:rPr>
          <w:rtl/>
        </w:rPr>
        <w:t>والخدمة والتوقير والقيام بما يجب عليك</w:t>
      </w:r>
      <w:r w:rsidR="00CA4563">
        <w:rPr>
          <w:rtl/>
        </w:rPr>
        <w:t>،</w:t>
      </w:r>
      <w:r w:rsidRPr="00573E19">
        <w:rPr>
          <w:rtl/>
        </w:rPr>
        <w:t xml:space="preserve"> فلو قلت اني لم أر مثلك رجوت ان أكون</w:t>
      </w:r>
      <w:r w:rsidR="009C2257">
        <w:rPr>
          <w:rtl/>
        </w:rPr>
        <w:t xml:space="preserve"> </w:t>
      </w:r>
      <w:r w:rsidRPr="00573E19">
        <w:rPr>
          <w:rtl/>
        </w:rPr>
        <w:t>صادقا فجزاك الله جنات الفردوس ولا خفي علي مقامك ولا خدمتك في الحر والبرد</w:t>
      </w:r>
      <w:r w:rsidR="009C2257">
        <w:rPr>
          <w:rtl/>
        </w:rPr>
        <w:t xml:space="preserve"> </w:t>
      </w:r>
      <w:r w:rsidRPr="00573E19">
        <w:rPr>
          <w:rtl/>
        </w:rPr>
        <w:t>في الليل والنهار فاسئل الله إذا جمع الخلائق للقيامة ان يحبوك برحمة تغتبط بها انه</w:t>
      </w:r>
      <w:r w:rsidR="009C2257">
        <w:rPr>
          <w:rtl/>
        </w:rPr>
        <w:t xml:space="preserve"> </w:t>
      </w:r>
      <w:r w:rsidRPr="00573E19">
        <w:rPr>
          <w:rtl/>
        </w:rPr>
        <w:t>سميع الدعاء » صنف أبو الحسن كتبا كثيرة وهي مثل كتب الحسين بن سعيد وزاد</w:t>
      </w:r>
      <w:r w:rsidR="009C2257">
        <w:rPr>
          <w:rtl/>
        </w:rPr>
        <w:t xml:space="preserve"> </w:t>
      </w:r>
      <w:r w:rsidRPr="00573E19">
        <w:rPr>
          <w:rtl/>
        </w:rPr>
        <w:t>عليها وقيل إن مصنفاته تزيد على ثلاثين كتابا</w:t>
      </w:r>
      <w:r w:rsidR="00CA4563">
        <w:rPr>
          <w:rtl/>
        </w:rPr>
        <w:t>،</w:t>
      </w:r>
      <w:r w:rsidRPr="00573E19">
        <w:rPr>
          <w:rtl/>
        </w:rPr>
        <w:t xml:space="preserve"> روى عنه اخوه إبراهيم والعباس</w:t>
      </w:r>
      <w:r w:rsidR="009C2257">
        <w:rPr>
          <w:rtl/>
        </w:rPr>
        <w:t xml:space="preserve"> </w:t>
      </w:r>
      <w:r w:rsidRPr="00573E19">
        <w:rPr>
          <w:rtl/>
        </w:rPr>
        <w:t>ابن معروف وأحمد بن محمد بن عيسى وعلي بن الحسن بن فضال والحسين بن سعيد</w:t>
      </w:r>
      <w:r w:rsidR="009C2257">
        <w:rPr>
          <w:rtl/>
        </w:rPr>
        <w:t xml:space="preserve"> </w:t>
      </w:r>
      <w:r w:rsidRPr="00573E19">
        <w:rPr>
          <w:rtl/>
        </w:rPr>
        <w:t>وخلق كثير غيرهم</w:t>
      </w:r>
      <w:r w:rsidR="00CA4563">
        <w:rPr>
          <w:rtl/>
        </w:rPr>
        <w:t>،</w:t>
      </w:r>
      <w:r w:rsidRPr="00573E19">
        <w:rPr>
          <w:rtl/>
        </w:rPr>
        <w:t xml:space="preserve"> توفي سنة </w:t>
      </w:r>
      <w:r>
        <w:rPr>
          <w:rtl/>
        </w:rPr>
        <w:t>22</w:t>
      </w:r>
      <w:r w:rsidRPr="00573E19">
        <w:rPr>
          <w:rtl/>
        </w:rPr>
        <w:t>9 ترجمه إسماعيل باشا ومن أصحابنا النجاشي والكشي</w:t>
      </w:r>
      <w:r w:rsidR="009C2257">
        <w:rPr>
          <w:rtl/>
        </w:rPr>
        <w:t xml:space="preserve"> </w:t>
      </w:r>
      <w:r w:rsidRPr="00573E19">
        <w:rPr>
          <w:rtl/>
        </w:rPr>
        <w:t>والشيخ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العباس بن معروف أبو الفضل القمي من أصحاب الهادي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ثقة صحيح</w:t>
      </w:r>
      <w:r w:rsidR="009C2257">
        <w:rPr>
          <w:rtl/>
        </w:rPr>
        <w:t xml:space="preserve"> </w:t>
      </w:r>
      <w:r w:rsidRPr="00573E19">
        <w:rPr>
          <w:rtl/>
        </w:rPr>
        <w:t>مولى جعفر بن عمران بن عبد الله الأشعري له كتاب الآداب وكتاب النوادر</w:t>
      </w:r>
      <w:r w:rsidR="00CA4563">
        <w:rPr>
          <w:rtl/>
        </w:rPr>
        <w:t>،</w:t>
      </w:r>
      <w:r w:rsidRPr="00573E19">
        <w:rPr>
          <w:rtl/>
        </w:rPr>
        <w:t xml:space="preserve"> روى</w:t>
      </w:r>
      <w:r w:rsidR="009C2257">
        <w:rPr>
          <w:rtl/>
        </w:rPr>
        <w:t xml:space="preserve"> </w:t>
      </w:r>
      <w:r w:rsidRPr="00573E19">
        <w:rPr>
          <w:rtl/>
        </w:rPr>
        <w:t>عن علي بن مهزيار وعنه أحمد بن محمد بن خالد ومحمد بن علي بن محبوب ومحمد بن أحمد بن يحيى</w:t>
      </w:r>
      <w:r w:rsidR="009C2257">
        <w:rPr>
          <w:rtl/>
        </w:rPr>
        <w:t xml:space="preserve"> </w:t>
      </w:r>
      <w:r w:rsidRPr="00573E19">
        <w:rPr>
          <w:rtl/>
        </w:rPr>
        <w:t>وغيرهم</w:t>
      </w:r>
      <w:r w:rsidR="00CA4563">
        <w:rPr>
          <w:rtl/>
        </w:rPr>
        <w:t>،</w:t>
      </w:r>
      <w:r w:rsidRPr="00573E19">
        <w:rPr>
          <w:rtl/>
        </w:rPr>
        <w:t xml:space="preserve"> ترجمه النجاشي والشيخ والعلامة</w:t>
      </w:r>
      <w:r>
        <w:rPr>
          <w:rtl/>
        </w:rPr>
        <w:t>.</w:t>
      </w:r>
    </w:p>
    <w:p w:rsidR="00FE5331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علي بن الحسين السعد آبادي</w:t>
      </w:r>
      <w:r>
        <w:rPr>
          <w:rtl/>
        </w:rPr>
        <w:t xml:space="preserve"> - </w:t>
      </w:r>
      <w:r w:rsidRPr="00573E19">
        <w:rPr>
          <w:rtl/>
        </w:rPr>
        <w:t>نسبة إلى بليدة في جبل طبرستان</w:t>
      </w:r>
      <w:r>
        <w:rPr>
          <w:rtl/>
        </w:rPr>
        <w:t xml:space="preserve"> - </w:t>
      </w:r>
      <w:r w:rsidRPr="00573E19">
        <w:rPr>
          <w:rtl/>
        </w:rPr>
        <w:t>أبو الحسن</w:t>
      </w:r>
      <w:r w:rsidR="009C2257">
        <w:rPr>
          <w:rtl/>
        </w:rPr>
        <w:t xml:space="preserve"> </w:t>
      </w:r>
      <w:r w:rsidRPr="00573E19">
        <w:rPr>
          <w:rtl/>
        </w:rPr>
        <w:t>القمي روى عنه ثقة الاسلام الكليني فهو من مشايخه وكان مؤدب أبي غالب الزراري</w:t>
      </w:r>
    </w:p>
    <w:p w:rsidR="00FE5331" w:rsidRPr="00573E19" w:rsidRDefault="00FE5331" w:rsidP="00CA4563">
      <w:pPr>
        <w:pStyle w:val="libNormal"/>
        <w:rPr>
          <w:rtl/>
        </w:rPr>
      </w:pPr>
      <w:r w:rsidRPr="009C2257">
        <w:rPr>
          <w:rStyle w:val="libPoemTiniChar0"/>
          <w:rtl/>
        </w:rPr>
        <w:br w:type="page"/>
      </w:r>
      <w:r>
        <w:rPr>
          <w:rtl/>
        </w:rPr>
        <w:t>(</w:t>
      </w:r>
      <w:r w:rsidRPr="00573E19">
        <w:rPr>
          <w:rtl/>
        </w:rPr>
        <w:t xml:space="preserve"> وما ذكرته ) عن علي بن جعفر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فقد رويته عن الحسين بن عبيد الله</w:t>
      </w:r>
      <w:r w:rsidR="009C2257">
        <w:rPr>
          <w:rtl/>
        </w:rPr>
        <w:t xml:space="preserve"> </w:t>
      </w:r>
      <w:r w:rsidRPr="00573E19">
        <w:rPr>
          <w:rtl/>
        </w:rPr>
        <w:t>عن أحمد بن محمد بن يحيى عن أبيه محمد بن يحيى</w:t>
      </w:r>
      <w:r w:rsidR="00CA4563">
        <w:rPr>
          <w:rFonts w:hint="cs"/>
          <w:rtl/>
        </w:rPr>
        <w:t>،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Default="00FE5331" w:rsidP="00FE5331">
      <w:pPr>
        <w:pStyle w:val="libFootnote0"/>
        <w:rPr>
          <w:rtl/>
        </w:rPr>
      </w:pPr>
      <w:r w:rsidRPr="00573E19">
        <w:rPr>
          <w:rtl/>
        </w:rPr>
        <w:t>وروى عنه أبو غالب</w:t>
      </w:r>
      <w:r w:rsidR="00CA4563">
        <w:rPr>
          <w:rtl/>
        </w:rPr>
        <w:t>،</w:t>
      </w:r>
      <w:r w:rsidRPr="00573E19">
        <w:rPr>
          <w:rtl/>
        </w:rPr>
        <w:t xml:space="preserve"> وكان من مشايخ الإجازة وروى هو عن أحمد بن أبي عبد الله</w:t>
      </w:r>
      <w:r w:rsidR="009C2257">
        <w:rPr>
          <w:rtl/>
        </w:rPr>
        <w:t xml:space="preserve"> </w:t>
      </w:r>
      <w:r w:rsidRPr="00573E19">
        <w:rPr>
          <w:rtl/>
        </w:rPr>
        <w:t>ترجمه العلامة المامقاني</w:t>
      </w:r>
      <w:r>
        <w:rPr>
          <w:rtl/>
        </w:rPr>
        <w:t>.</w:t>
      </w:r>
    </w:p>
    <w:p w:rsidR="00FE5331" w:rsidRPr="00573E19" w:rsidRDefault="00FE5331" w:rsidP="00823520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1) علي بن جعفر بن محمد بن علي بن الحسين بن علي بن أبي طالب </w:t>
      </w:r>
      <w:r w:rsidRPr="00FE5331">
        <w:rPr>
          <w:rStyle w:val="libAlaemChar"/>
          <w:rtl/>
        </w:rPr>
        <w:t>عليهم‌السلام</w:t>
      </w:r>
      <w:r w:rsidRPr="00573E19">
        <w:rPr>
          <w:rtl/>
        </w:rPr>
        <w:t xml:space="preserve"> أبو الحسن وهو</w:t>
      </w:r>
      <w:r w:rsidR="009C2257">
        <w:rPr>
          <w:rtl/>
        </w:rPr>
        <w:t xml:space="preserve"> </w:t>
      </w:r>
      <w:r w:rsidRPr="00573E19">
        <w:rPr>
          <w:rtl/>
        </w:rPr>
        <w:t>أصغر أولاد أبيه توفي أبوه وهو طفل كان من أصحاب أبيه وأخيه وأدرك ابن أخيه أبا الحسن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الرضا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وروى عنه ومات أيام الجواد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جليل القدر ثقة غني عن التعريف اتفق الفقهاء</w:t>
      </w:r>
      <w:r w:rsidR="009C2257">
        <w:rPr>
          <w:rtl/>
        </w:rPr>
        <w:t xml:space="preserve"> </w:t>
      </w:r>
      <w:r w:rsidRPr="00573E19">
        <w:rPr>
          <w:rtl/>
        </w:rPr>
        <w:t>والمحدثون على جلالة قدره وثقته والاعتماد على اخباره</w:t>
      </w:r>
      <w:r w:rsidR="00CA4563">
        <w:rPr>
          <w:rtl/>
        </w:rPr>
        <w:t>،</w:t>
      </w:r>
      <w:r w:rsidRPr="00573E19">
        <w:rPr>
          <w:rtl/>
        </w:rPr>
        <w:t xml:space="preserve"> سكن أول أمره العريض</w:t>
      </w:r>
      <w:r>
        <w:rPr>
          <w:rtl/>
        </w:rPr>
        <w:t xml:space="preserve"> - </w:t>
      </w:r>
      <w:r w:rsidRPr="00573E19">
        <w:rPr>
          <w:rtl/>
        </w:rPr>
        <w:t>من نواحي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المدينة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فنسب إليها ولده</w:t>
      </w:r>
      <w:r>
        <w:rPr>
          <w:rtl/>
        </w:rPr>
        <w:t xml:space="preserve"> - </w:t>
      </w:r>
      <w:r w:rsidRPr="00573E19">
        <w:rPr>
          <w:rtl/>
        </w:rPr>
        <w:t xml:space="preserve">له كتاب المناسك ومسائل سأل أخاه موسى بن جعفر </w:t>
      </w:r>
      <w:r w:rsidR="00823520"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 xml:space="preserve">عنها وكان عالما كبيرا روى ثقة الاسلام في باب النص على امامة الجواد </w:t>
      </w:r>
      <w:r w:rsidRPr="00FE5331">
        <w:rPr>
          <w:rStyle w:val="libAlaemChar"/>
          <w:rtl/>
        </w:rPr>
        <w:t>عليه‌السلام</w:t>
      </w:r>
      <w:r w:rsidR="009C2257">
        <w:rPr>
          <w:rtl/>
        </w:rPr>
        <w:t xml:space="preserve"> </w:t>
      </w:r>
      <w:r w:rsidRPr="00573E19">
        <w:rPr>
          <w:rtl/>
        </w:rPr>
        <w:t>« انه دخل عليه</w:t>
      </w:r>
      <w:r>
        <w:rPr>
          <w:rtl/>
        </w:rPr>
        <w:t xml:space="preserve"> - </w:t>
      </w:r>
      <w:r w:rsidRPr="00573E19">
        <w:rPr>
          <w:rtl/>
        </w:rPr>
        <w:t>أي على علي بن جعفر</w:t>
      </w:r>
      <w:r>
        <w:rPr>
          <w:rtl/>
        </w:rPr>
        <w:t xml:space="preserve"> - </w:t>
      </w:r>
      <w:r w:rsidRPr="00573E19">
        <w:rPr>
          <w:rtl/>
        </w:rPr>
        <w:t xml:space="preserve">أبو جعفر محمد بن علي الرضا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مسجد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الرسول </w:t>
      </w:r>
      <w:r>
        <w:rPr>
          <w:rFonts w:hint="cs"/>
          <w:rtl/>
        </w:rPr>
        <w:t>«</w:t>
      </w:r>
      <w:r w:rsidRPr="00573E19">
        <w:rPr>
          <w:rtl/>
        </w:rPr>
        <w:t xml:space="preserve"> ص </w:t>
      </w:r>
      <w:r>
        <w:rPr>
          <w:rFonts w:hint="cs"/>
          <w:rtl/>
        </w:rPr>
        <w:t>»</w:t>
      </w:r>
      <w:r w:rsidRPr="00573E19">
        <w:rPr>
          <w:rtl/>
        </w:rPr>
        <w:t xml:space="preserve"> فوثب علي بن جعفر بلا حذاء ولا رداء فقبل يده وعظمه فقال</w:t>
      </w:r>
      <w:r w:rsidR="009C2257">
        <w:rPr>
          <w:rtl/>
        </w:rPr>
        <w:t xml:space="preserve"> </w:t>
      </w:r>
      <w:r w:rsidRPr="00573E19">
        <w:rPr>
          <w:rtl/>
        </w:rPr>
        <w:t xml:space="preserve">أبو جعفر </w:t>
      </w:r>
      <w:r w:rsidRPr="00FE5331">
        <w:rPr>
          <w:rStyle w:val="libAlaemChar"/>
          <w:rtl/>
        </w:rPr>
        <w:t>عليه‌السلام</w:t>
      </w:r>
      <w:r w:rsidR="00CA4563">
        <w:rPr>
          <w:rtl/>
        </w:rPr>
        <w:t>:</w:t>
      </w:r>
      <w:r w:rsidRPr="00573E19">
        <w:rPr>
          <w:rtl/>
        </w:rPr>
        <w:t xml:space="preserve"> يا عم اجلس رحمك الله فقال يا سيدي كيف اجلس وأنت قائم فلما</w:t>
      </w:r>
      <w:r w:rsidR="009C2257">
        <w:rPr>
          <w:rtl/>
        </w:rPr>
        <w:t xml:space="preserve"> </w:t>
      </w:r>
      <w:r w:rsidRPr="00573E19">
        <w:rPr>
          <w:rtl/>
        </w:rPr>
        <w:t>رجع علي بن جعفر إلى مجلسه جعل أصحابه يوبخونه ويقولون أنت عم أبيه وأنت</w:t>
      </w:r>
      <w:r w:rsidR="009C2257">
        <w:rPr>
          <w:rtl/>
        </w:rPr>
        <w:t xml:space="preserve"> </w:t>
      </w:r>
      <w:r w:rsidRPr="00573E19">
        <w:rPr>
          <w:rtl/>
        </w:rPr>
        <w:t xml:space="preserve">تفعل به هذا الفعل فقال اسكتوا إذا كان الله </w:t>
      </w:r>
      <w:r w:rsidRPr="00FE5331">
        <w:rPr>
          <w:rStyle w:val="libAlaemChar"/>
          <w:rtl/>
        </w:rPr>
        <w:t>عزوجل</w:t>
      </w:r>
      <w:r>
        <w:rPr>
          <w:rtl/>
        </w:rPr>
        <w:t xml:space="preserve"> - </w:t>
      </w:r>
      <w:r w:rsidRPr="00573E19">
        <w:rPr>
          <w:rtl/>
        </w:rPr>
        <w:t>وقبض على لحيته</w:t>
      </w:r>
      <w:r>
        <w:rPr>
          <w:rtl/>
        </w:rPr>
        <w:t xml:space="preserve"> - </w:t>
      </w:r>
      <w:r w:rsidRPr="00573E19">
        <w:rPr>
          <w:rtl/>
        </w:rPr>
        <w:t>لم يؤهل</w:t>
      </w:r>
      <w:r w:rsidR="009C2257">
        <w:rPr>
          <w:rtl/>
        </w:rPr>
        <w:t xml:space="preserve"> </w:t>
      </w:r>
      <w:r w:rsidRPr="00573E19">
        <w:rPr>
          <w:rtl/>
        </w:rPr>
        <w:t>هذه الشيبة وأهل هذا الفتى ووضعه حيث وضعه أنكر فضله نعوذ بالله مما تقولون بل أنا عبد له »</w:t>
      </w:r>
      <w:r w:rsidR="009C2257">
        <w:rPr>
          <w:rtl/>
        </w:rPr>
        <w:t xml:space="preserve"> </w:t>
      </w:r>
      <w:r w:rsidRPr="00573E19">
        <w:rPr>
          <w:rtl/>
        </w:rPr>
        <w:t xml:space="preserve">وفي رجال الكشي « ان أبا جعفر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لما أراد النهوض قام علي بن جعفر فسوى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له نعليه حتى يلبسهما » توفي سنة </w:t>
      </w:r>
      <w:r>
        <w:rPr>
          <w:rtl/>
        </w:rPr>
        <w:t>2</w:t>
      </w:r>
      <w:r w:rsidRPr="00573E19">
        <w:rPr>
          <w:rtl/>
        </w:rPr>
        <w:t xml:space="preserve">10 أيام امامة الجواد </w:t>
      </w:r>
      <w:r w:rsidR="00823520" w:rsidRPr="00FE5331">
        <w:rPr>
          <w:rStyle w:val="libAlaemChar"/>
          <w:rtl/>
        </w:rPr>
        <w:t>عليه‌السلام</w:t>
      </w:r>
      <w:r w:rsidR="00823520">
        <w:rPr>
          <w:rtl/>
        </w:rPr>
        <w:t xml:space="preserve"> </w:t>
      </w:r>
      <w:r w:rsidR="00CA4563">
        <w:rPr>
          <w:rtl/>
        </w:rPr>
        <w:t>،</w:t>
      </w:r>
      <w:r w:rsidRPr="00573E19">
        <w:rPr>
          <w:rtl/>
        </w:rPr>
        <w:t xml:space="preserve"> روى عنه العمركي بن علي</w:t>
      </w:r>
      <w:r w:rsidR="009C2257">
        <w:rPr>
          <w:rtl/>
        </w:rPr>
        <w:t xml:space="preserve"> </w:t>
      </w:r>
      <w:r w:rsidRPr="00573E19">
        <w:rPr>
          <w:rtl/>
        </w:rPr>
        <w:t>النيسابوري كثيرا</w:t>
      </w:r>
      <w:r w:rsidR="00CA4563">
        <w:rPr>
          <w:rtl/>
        </w:rPr>
        <w:t>،</w:t>
      </w:r>
      <w:r w:rsidRPr="00573E19">
        <w:rPr>
          <w:rtl/>
        </w:rPr>
        <w:t xml:space="preserve"> ترجمه ابن حجر واليافعي ومن أصحابنا الكشي والنجاشي</w:t>
      </w:r>
      <w:r w:rsidR="009C2257">
        <w:rPr>
          <w:rtl/>
        </w:rPr>
        <w:t xml:space="preserve"> </w:t>
      </w:r>
      <w:r w:rsidRPr="00573E19">
        <w:rPr>
          <w:rtl/>
        </w:rPr>
        <w:t>والشيخ والعلامة وغيرهم</w:t>
      </w:r>
      <w:r>
        <w:rPr>
          <w:rtl/>
        </w:rPr>
        <w:t>.</w:t>
      </w:r>
    </w:p>
    <w:p w:rsidR="00FE5331" w:rsidRPr="00FE5331" w:rsidRDefault="00FE5331" w:rsidP="00FE5331">
      <w:pPr>
        <w:pStyle w:val="libLine"/>
        <w:rPr>
          <w:rStyle w:val="libFootnoteChar"/>
          <w:rtl/>
        </w:rPr>
      </w:pPr>
      <w:r w:rsidRPr="00573E19">
        <w:rPr>
          <w:rtl/>
        </w:rPr>
        <w:t>__________________</w:t>
      </w:r>
    </w:p>
    <w:p w:rsidR="00FE5331" w:rsidRPr="00EB5801" w:rsidRDefault="00FE5331" w:rsidP="00FE5331">
      <w:pPr>
        <w:pStyle w:val="libFootnote0"/>
        <w:rPr>
          <w:rtl/>
        </w:rPr>
      </w:pPr>
      <w:r w:rsidRPr="00EB5801">
        <w:rPr>
          <w:rtl/>
        </w:rPr>
        <w:t>(1) قال الزبيدي في تاج العروس</w:t>
      </w:r>
      <w:r>
        <w:rPr>
          <w:rtl/>
        </w:rPr>
        <w:t xml:space="preserve"> - </w:t>
      </w:r>
      <w:r w:rsidRPr="00EB5801">
        <w:rPr>
          <w:rtl/>
        </w:rPr>
        <w:t>عرض</w:t>
      </w:r>
      <w:r>
        <w:rPr>
          <w:rtl/>
        </w:rPr>
        <w:t xml:space="preserve"> - </w:t>
      </w:r>
      <w:r w:rsidRPr="00EB5801">
        <w:rPr>
          <w:rtl/>
        </w:rPr>
        <w:t>عريض كزبير واد بالمدينة به أموال لأهلها واليه</w:t>
      </w:r>
      <w:r w:rsidR="009C2257">
        <w:rPr>
          <w:rtl/>
        </w:rPr>
        <w:t xml:space="preserve"> </w:t>
      </w:r>
      <w:r w:rsidRPr="00EB5801">
        <w:rPr>
          <w:rtl/>
        </w:rPr>
        <w:t>نسب الإمام أبو الحسن علي بن جعفر بن محمد بن علي بن الحسين العريضي لأنه نزل به وسكنه فأولاده</w:t>
      </w:r>
      <w:r w:rsidR="009C2257">
        <w:rPr>
          <w:rtl/>
        </w:rPr>
        <w:t xml:space="preserve"> </w:t>
      </w:r>
      <w:r w:rsidRPr="00EB5801">
        <w:rPr>
          <w:rtl/>
        </w:rPr>
        <w:t>العريضيون وبه يعرفون وفيهم كثرة وعدد اه.</w:t>
      </w:r>
    </w:p>
    <w:p w:rsidR="00FE5331" w:rsidRPr="00573E19" w:rsidRDefault="00FE5331" w:rsidP="00823520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عن العمركي بن علي النيسابوري البوفكي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علي بن جعفر </w:t>
      </w:r>
      <w:r w:rsidR="00823520" w:rsidRPr="00FE5331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الفضل بن شاذان فقد رويته عن الشيخ المفيد أبي عبد الله</w:t>
      </w:r>
      <w:r w:rsidR="009C2257">
        <w:rPr>
          <w:rtl/>
        </w:rPr>
        <w:t xml:space="preserve"> </w:t>
      </w:r>
      <w:r w:rsidRPr="00573E19">
        <w:rPr>
          <w:rtl/>
        </w:rPr>
        <w:t>والحسين بن عبيد الله وأحمد بن عبدون كلهم عن أبي محمد الحسن بن حمزة العلوي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الحسيني الطبري عن علي بن محمد بن قتيبة النيسابوري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عن الفضل بن شاذان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وروى أبو محمد الحسن بن حمزة عن علي بن إبراهيم عن أبيه عن الفضل بن شاذان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وأخبرني الشريف أبو محمد الحسن بن أحمد القاسم العلوي المحمدي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عن أبي عبد الله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823520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العمركي بن علي بن محمد النيسابوري البوفكي</w:t>
      </w:r>
      <w:r>
        <w:rPr>
          <w:rtl/>
        </w:rPr>
        <w:t xml:space="preserve"> - </w:t>
      </w:r>
      <w:r w:rsidRPr="00573E19">
        <w:rPr>
          <w:rtl/>
        </w:rPr>
        <w:t>نسبة إلى قرية قرب نيسابور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>شيخ من أصحابنا ثقة روى عنه الشيوخ</w:t>
      </w:r>
      <w:r w:rsidR="00CA4563">
        <w:rPr>
          <w:rtl/>
        </w:rPr>
        <w:t>،</w:t>
      </w:r>
      <w:r w:rsidRPr="00573E19">
        <w:rPr>
          <w:rtl/>
        </w:rPr>
        <w:t xml:space="preserve"> يقال إنه اشترى غلمانا أتراكا بسمرقند</w:t>
      </w:r>
      <w:r w:rsidR="009C2257">
        <w:rPr>
          <w:rtl/>
        </w:rPr>
        <w:t xml:space="preserve"> </w:t>
      </w:r>
      <w:r w:rsidRPr="00573E19">
        <w:rPr>
          <w:rtl/>
        </w:rPr>
        <w:t xml:space="preserve">للإمام العسكري </w:t>
      </w:r>
      <w:r w:rsidR="00823520"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له كتاب الملاحم وكتاب النوادر</w:t>
      </w:r>
      <w:r w:rsidR="00CA4563">
        <w:rPr>
          <w:rtl/>
        </w:rPr>
        <w:t>،</w:t>
      </w:r>
      <w:r w:rsidRPr="00573E19">
        <w:rPr>
          <w:rtl/>
        </w:rPr>
        <w:t xml:space="preserve"> روى عن علي بن جعفر العلوي</w:t>
      </w:r>
      <w:r w:rsidR="009C2257">
        <w:rPr>
          <w:rtl/>
        </w:rPr>
        <w:t xml:space="preserve"> </w:t>
      </w:r>
      <w:r w:rsidRPr="00573E19">
        <w:rPr>
          <w:rtl/>
        </w:rPr>
        <w:t>وعنه عبد الله بن جعفر الحميري</w:t>
      </w:r>
      <w:r>
        <w:rPr>
          <w:rtl/>
        </w:rPr>
        <w:t xml:space="preserve"> - </w:t>
      </w:r>
      <w:r w:rsidRPr="00573E19">
        <w:rPr>
          <w:rtl/>
        </w:rPr>
        <w:t>ترجمه الشيخ والعلامة وغيرهما</w:t>
      </w:r>
      <w:r>
        <w:rPr>
          <w:rtl/>
        </w:rPr>
        <w:t>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>) علي بن محمد بن قتيبة النيسابوري أبو الحسن القتيبي تلميذ الفضل بن شاذان</w:t>
      </w:r>
      <w:r w:rsidR="009C2257">
        <w:rPr>
          <w:rtl/>
        </w:rPr>
        <w:t xml:space="preserve"> </w:t>
      </w:r>
      <w:r w:rsidRPr="00573E19">
        <w:rPr>
          <w:rtl/>
        </w:rPr>
        <w:t>وصاحبه عالم فاضل عليه اعتمد الكشي في كتاب الرجال له كتب منها كتاب يشتمل</w:t>
      </w:r>
      <w:r w:rsidR="009C2257">
        <w:rPr>
          <w:rtl/>
        </w:rPr>
        <w:t xml:space="preserve"> </w:t>
      </w:r>
      <w:r w:rsidRPr="00573E19">
        <w:rPr>
          <w:rtl/>
        </w:rPr>
        <w:t>على ذكر مجالس الفضل مع أهل الخلاف ومسائل أهل البلدان روى عن الفضل بن شاذان</w:t>
      </w:r>
      <w:r w:rsidR="009C2257">
        <w:rPr>
          <w:rtl/>
        </w:rPr>
        <w:t xml:space="preserve"> </w:t>
      </w:r>
      <w:r w:rsidRPr="00573E19">
        <w:rPr>
          <w:rtl/>
        </w:rPr>
        <w:t>وعنه محمد بن الحسن بن حمزة العلوي الحسيني الطبري وأحمد بن إدريس وغيرهما</w:t>
      </w:r>
      <w:r w:rsidR="009C2257">
        <w:rPr>
          <w:rtl/>
        </w:rPr>
        <w:t xml:space="preserve"> </w:t>
      </w:r>
      <w:r w:rsidRPr="00573E19">
        <w:rPr>
          <w:rtl/>
        </w:rPr>
        <w:t>ترجمه النجاشي</w:t>
      </w:r>
      <w:r>
        <w:rPr>
          <w:rtl/>
        </w:rPr>
        <w:t>.</w:t>
      </w:r>
    </w:p>
    <w:p w:rsidR="00FE5331" w:rsidRPr="00573E19" w:rsidRDefault="00FE5331" w:rsidP="00823520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الحسن بن أحمد بن القاسم بن محمد بن علي بن أبي طالب أبو محمد العلوي المحمدي</w:t>
      </w:r>
      <w:r w:rsidR="009C2257">
        <w:rPr>
          <w:rtl/>
        </w:rPr>
        <w:t xml:space="preserve"> </w:t>
      </w:r>
      <w:r>
        <w:rPr>
          <w:rtl/>
        </w:rPr>
        <w:t xml:space="preserve"> - </w:t>
      </w:r>
      <w:r w:rsidRPr="00573E19">
        <w:rPr>
          <w:rtl/>
        </w:rPr>
        <w:t xml:space="preserve">من ذرية محمد بن الحنفية </w:t>
      </w:r>
      <w:r w:rsidR="00823520" w:rsidRPr="00FE5331">
        <w:rPr>
          <w:rStyle w:val="libAlaemChar"/>
          <w:rtl/>
        </w:rPr>
        <w:t>عليه‌السلام</w:t>
      </w:r>
      <w:r>
        <w:rPr>
          <w:rtl/>
        </w:rPr>
        <w:t xml:space="preserve"> - </w:t>
      </w:r>
      <w:r w:rsidRPr="00573E19">
        <w:rPr>
          <w:rtl/>
        </w:rPr>
        <w:t>النقيب الشريف أبو محمد سيد هذه الطائفة له كتب منها</w:t>
      </w:r>
      <w:r w:rsidR="009C2257">
        <w:rPr>
          <w:rtl/>
        </w:rPr>
        <w:t xml:space="preserve"> </w:t>
      </w:r>
      <w:r w:rsidRPr="00573E19">
        <w:rPr>
          <w:rtl/>
        </w:rPr>
        <w:t xml:space="preserve">كتاب خصايص أمير المؤمنين </w:t>
      </w:r>
      <w:r w:rsidRPr="00FE5331">
        <w:rPr>
          <w:rStyle w:val="libAlaemChar"/>
          <w:rtl/>
        </w:rPr>
        <w:t>عليه‌السلام</w:t>
      </w:r>
      <w:r w:rsidRPr="00573E19">
        <w:rPr>
          <w:rtl/>
        </w:rPr>
        <w:t xml:space="preserve"> من القرآن وكتاب في فضل العتق وكتاب في</w:t>
      </w:r>
      <w:r w:rsidR="009C2257">
        <w:rPr>
          <w:rtl/>
        </w:rPr>
        <w:t xml:space="preserve"> </w:t>
      </w:r>
      <w:r w:rsidRPr="00573E19">
        <w:rPr>
          <w:rtl/>
        </w:rPr>
        <w:t>طرق الحديث المروي في الصحابي</w:t>
      </w:r>
      <w:r w:rsidR="00CA4563">
        <w:rPr>
          <w:rtl/>
        </w:rPr>
        <w:t>،</w:t>
      </w:r>
      <w:r w:rsidRPr="00573E19">
        <w:rPr>
          <w:rtl/>
        </w:rPr>
        <w:t xml:space="preserve"> قال النجاشي</w:t>
      </w:r>
      <w:r w:rsidR="00CA4563">
        <w:rPr>
          <w:rtl/>
        </w:rPr>
        <w:t>:</w:t>
      </w:r>
      <w:r w:rsidRPr="00573E19">
        <w:rPr>
          <w:rtl/>
        </w:rPr>
        <w:t xml:space="preserve"> قرأت فوائد كثيرة وقرء عليه وأنا</w:t>
      </w:r>
      <w:r w:rsidR="009C2257">
        <w:rPr>
          <w:rtl/>
        </w:rPr>
        <w:t xml:space="preserve"> </w:t>
      </w:r>
      <w:r w:rsidRPr="00573E19">
        <w:rPr>
          <w:rtl/>
        </w:rPr>
        <w:t>اسمع اه والشريف من مشايخ الإجازة وممن روى عنه النجاشي والشيخ وروى هو</w:t>
      </w:r>
      <w:r w:rsidR="009C2257">
        <w:rPr>
          <w:rtl/>
        </w:rPr>
        <w:t xml:space="preserve"> </w:t>
      </w:r>
      <w:r w:rsidRPr="00573E19">
        <w:rPr>
          <w:rtl/>
        </w:rPr>
        <w:t>عن أبي عبد الله الصفواني وغيره</w:t>
      </w:r>
      <w:r w:rsidR="00CA4563">
        <w:rPr>
          <w:rtl/>
        </w:rPr>
        <w:t>،</w:t>
      </w:r>
      <w:r w:rsidRPr="00573E19">
        <w:rPr>
          <w:rtl/>
        </w:rPr>
        <w:t xml:space="preserve"> ترجمه النجاشي والشيخ والعلامة وغيرهم</w:t>
      </w:r>
      <w:r>
        <w:rPr>
          <w:rtl/>
        </w:rPr>
        <w:t>.</w:t>
      </w:r>
    </w:p>
    <w:p w:rsidR="00FE5331" w:rsidRPr="00573E19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 xml:space="preserve">محمد بن أحمد الصفواني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عن علي بن إبراهيم عن أبيه عن الفضل بن شاذان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أبي عبد الله الحسين بن سفيان البزوفري فقد أخبرني به احمد</w:t>
      </w:r>
      <w:r w:rsidR="009C2257">
        <w:rPr>
          <w:rtl/>
        </w:rPr>
        <w:t xml:space="preserve"> </w:t>
      </w:r>
      <w:r w:rsidRPr="00573E19">
        <w:rPr>
          <w:rtl/>
        </w:rPr>
        <w:t>ابن عبدون والحسين بن عبيد الله عنه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>
        <w:rPr>
          <w:rtl/>
        </w:rPr>
        <w:t>(</w:t>
      </w:r>
      <w:r w:rsidRPr="00573E19">
        <w:rPr>
          <w:rtl/>
        </w:rPr>
        <w:t xml:space="preserve"> وما ذكرته ) عن أبي طالب الأنباري فقد رويته عن أحمد بن عبدون عنه رضي</w:t>
      </w:r>
      <w:r w:rsidR="009C2257">
        <w:rPr>
          <w:rtl/>
        </w:rPr>
        <w:t xml:space="preserve"> </w:t>
      </w:r>
      <w:r w:rsidRPr="00573E19">
        <w:rPr>
          <w:rtl/>
        </w:rPr>
        <w:t>الله عنهم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قال مصنف هذا الكتاب قد أوردت جملا من الطرق إلى هذه المصنفات والأصول</w:t>
      </w:r>
      <w:r w:rsidR="009C2257">
        <w:rPr>
          <w:rtl/>
        </w:rPr>
        <w:t xml:space="preserve"> </w:t>
      </w:r>
      <w:r w:rsidRPr="00573E19">
        <w:rPr>
          <w:rtl/>
        </w:rPr>
        <w:t>ولتفصيل ذلك شرح يطول هو مذكور في الفهارست للشيوخ فمن أراده وقف</w:t>
      </w:r>
      <w:r w:rsidR="009C2257">
        <w:rPr>
          <w:rtl/>
        </w:rPr>
        <w:t xml:space="preserve"> </w:t>
      </w:r>
      <w:r w:rsidRPr="00573E19">
        <w:rPr>
          <w:rtl/>
        </w:rPr>
        <w:t>عليه من هناك انشاء الله تعالى</w:t>
      </w:r>
      <w:r>
        <w:rPr>
          <w:rtl/>
        </w:rPr>
        <w:t>.</w:t>
      </w:r>
    </w:p>
    <w:p w:rsidR="00FE5331" w:rsidRPr="00573E19" w:rsidRDefault="00FE5331" w:rsidP="00CA4563">
      <w:pPr>
        <w:pStyle w:val="libNormal"/>
        <w:rPr>
          <w:rtl/>
        </w:rPr>
      </w:pPr>
      <w:r w:rsidRPr="00573E19">
        <w:rPr>
          <w:rtl/>
        </w:rPr>
        <w:t>واعلموا أيدكم الله اني جزأت هذا الكتاب ثلاثة اجزاء</w:t>
      </w:r>
      <w:r w:rsidR="00CA4563">
        <w:rPr>
          <w:rtl/>
        </w:rPr>
        <w:t>،</w:t>
      </w:r>
      <w:r w:rsidRPr="00573E19">
        <w:rPr>
          <w:rtl/>
        </w:rPr>
        <w:t xml:space="preserve"> الجزء الأول والثاني</w:t>
      </w:r>
      <w:r w:rsidR="009C2257">
        <w:rPr>
          <w:rtl/>
        </w:rPr>
        <w:t xml:space="preserve"> </w:t>
      </w:r>
      <w:r w:rsidRPr="00573E19">
        <w:rPr>
          <w:rtl/>
        </w:rPr>
        <w:t>يشتملان على ما يتعلق بالعبادات والثالث يتعلق بالمعاملات وغيرها من أبواب الفقه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محمد بن أحمد بن عبد الله بن قضاعة بن صفوان بن مهران الجمال</w:t>
      </w:r>
      <w:r w:rsidR="009C2257">
        <w:rPr>
          <w:rtl/>
        </w:rPr>
        <w:t xml:space="preserve"> </w:t>
      </w:r>
      <w:r w:rsidRPr="00573E19">
        <w:rPr>
          <w:rtl/>
        </w:rPr>
        <w:t>المعروف بالصفواني يكنى أبا عبد الله كان حفظة كثير العلم جيد اللسان وكان رجلا</w:t>
      </w:r>
      <w:r w:rsidR="009C2257">
        <w:rPr>
          <w:rtl/>
        </w:rPr>
        <w:t xml:space="preserve"> </w:t>
      </w:r>
      <w:r w:rsidRPr="00573E19">
        <w:rPr>
          <w:rtl/>
        </w:rPr>
        <w:t>طوالا حسن الملبوس قال النجاشي</w:t>
      </w:r>
      <w:r w:rsidR="00CA4563">
        <w:rPr>
          <w:rtl/>
        </w:rPr>
        <w:t>:</w:t>
      </w:r>
      <w:r w:rsidRPr="00573E19">
        <w:rPr>
          <w:rtl/>
        </w:rPr>
        <w:t xml:space="preserve"> شيخ الطائفة ثقة فقيه فاضل وكانت له منزلة من</w:t>
      </w:r>
      <w:r w:rsidR="009C2257">
        <w:rPr>
          <w:rtl/>
        </w:rPr>
        <w:t xml:space="preserve"> </w:t>
      </w:r>
      <w:r w:rsidRPr="00573E19">
        <w:rPr>
          <w:rtl/>
        </w:rPr>
        <w:t>السلطان وسبب ذلك أنه ناظر قاضي الموصل في الإمامة بين يدي ابن حمدان فانتهى القول</w:t>
      </w:r>
      <w:r w:rsidR="009C2257">
        <w:rPr>
          <w:rtl/>
        </w:rPr>
        <w:t xml:space="preserve"> </w:t>
      </w:r>
      <w:r w:rsidRPr="00573E19">
        <w:rPr>
          <w:rtl/>
        </w:rPr>
        <w:t>بينهما إلى أن قال للقاضي تباهلني فوعده إلى غد ثم حضروا فباهله وجعل كفه في كفه ثم</w:t>
      </w:r>
      <w:r w:rsidR="009C2257">
        <w:rPr>
          <w:rtl/>
        </w:rPr>
        <w:t xml:space="preserve"> </w:t>
      </w:r>
      <w:r w:rsidRPr="00573E19">
        <w:rPr>
          <w:rtl/>
        </w:rPr>
        <w:t>قاما من المجلس وكان القاضي يحضر دار الأمير ابن حمدان في كل يوم فتأخر ذلك اليوم</w:t>
      </w:r>
      <w:r w:rsidR="009C2257">
        <w:rPr>
          <w:rtl/>
        </w:rPr>
        <w:t xml:space="preserve"> </w:t>
      </w:r>
      <w:r w:rsidRPr="00573E19">
        <w:rPr>
          <w:rtl/>
        </w:rPr>
        <w:t>ومن غده فقال الأمير اعرفوا خبر القاضي فعاد الرسول فقال إنه منذ قام من موضع</w:t>
      </w:r>
      <w:r w:rsidR="009C2257">
        <w:rPr>
          <w:rtl/>
        </w:rPr>
        <w:t xml:space="preserve"> </w:t>
      </w:r>
      <w:r w:rsidRPr="00573E19">
        <w:rPr>
          <w:rtl/>
        </w:rPr>
        <w:t>المباهلة حم وانتفخ الكف الذي مده للمباهلة وقد اسودت ثم مات من الغد فانتشر</w:t>
      </w:r>
      <w:r w:rsidR="009C2257">
        <w:rPr>
          <w:rtl/>
        </w:rPr>
        <w:t xml:space="preserve"> </w:t>
      </w:r>
      <w:r w:rsidRPr="00573E19">
        <w:rPr>
          <w:rtl/>
        </w:rPr>
        <w:t>لأبي عبد الله الصفواني بهذا ذكر عند الملوك وحظي منهم وكانت له منزلة</w:t>
      </w:r>
      <w:r w:rsidR="00CA4563">
        <w:rPr>
          <w:rtl/>
        </w:rPr>
        <w:t>،</w:t>
      </w:r>
      <w:r w:rsidRPr="00573E19">
        <w:rPr>
          <w:rtl/>
        </w:rPr>
        <w:t xml:space="preserve"> وله كتب</w:t>
      </w:r>
      <w:r w:rsidR="009C2257">
        <w:rPr>
          <w:rtl/>
        </w:rPr>
        <w:t xml:space="preserve"> </w:t>
      </w:r>
      <w:r w:rsidRPr="00573E19">
        <w:rPr>
          <w:rtl/>
        </w:rPr>
        <w:t xml:space="preserve">ذكرها النجاشي في فهرسته والشيخ في فهرسته لقيه ابن النديم سنة </w:t>
      </w:r>
      <w:r>
        <w:rPr>
          <w:rtl/>
        </w:rPr>
        <w:t>3</w:t>
      </w:r>
      <w:r w:rsidRPr="00573E19">
        <w:rPr>
          <w:rtl/>
        </w:rPr>
        <w:t>46 روى عنه</w:t>
      </w:r>
      <w:r w:rsidR="009C2257">
        <w:rPr>
          <w:rtl/>
        </w:rPr>
        <w:t xml:space="preserve"> </w:t>
      </w:r>
      <w:r w:rsidRPr="00573E19">
        <w:rPr>
          <w:rtl/>
        </w:rPr>
        <w:t>التلعكبري والمفيد والحسن بن أحمد بن القاسم العلوي المحمدي وروى هو عن علي</w:t>
      </w:r>
      <w:r w:rsidR="009C2257">
        <w:rPr>
          <w:rtl/>
        </w:rPr>
        <w:t xml:space="preserve"> </w:t>
      </w:r>
      <w:r w:rsidRPr="00573E19">
        <w:rPr>
          <w:rtl/>
        </w:rPr>
        <w:t xml:space="preserve">ابن إبراهيم القمي </w:t>
      </w:r>
      <w:r w:rsidRPr="00FE5331">
        <w:rPr>
          <w:rStyle w:val="libAlaemChar"/>
          <w:rtl/>
        </w:rPr>
        <w:t>رحمهم‌الله</w:t>
      </w:r>
      <w:r w:rsidRPr="00573E19">
        <w:rPr>
          <w:rtl/>
        </w:rPr>
        <w:t xml:space="preserve"> جميعا</w:t>
      </w:r>
      <w:r>
        <w:rPr>
          <w:rtl/>
        </w:rPr>
        <w:t>.</w:t>
      </w:r>
    </w:p>
    <w:p w:rsidR="00FE5331" w:rsidRDefault="00FE5331" w:rsidP="00FE5331">
      <w:pPr>
        <w:pStyle w:val="libNormal0"/>
        <w:rPr>
          <w:rtl/>
        </w:rPr>
      </w:pPr>
      <w:r w:rsidRPr="009C2257">
        <w:rPr>
          <w:rStyle w:val="libPoemTiniChar0"/>
          <w:rtl/>
        </w:rPr>
        <w:br w:type="page"/>
      </w:r>
      <w:r w:rsidRPr="00573E19">
        <w:rPr>
          <w:rtl/>
        </w:rPr>
        <w:t>والأول يشتمل على ثلاثمائة باب يتضمن جميعها ألفا وثمانمائة وتسعة وتسعين حديثا</w:t>
      </w:r>
      <w:r w:rsidR="009C2257">
        <w:rPr>
          <w:rtl/>
        </w:rPr>
        <w:t xml:space="preserve"> </w:t>
      </w:r>
      <w:r w:rsidRPr="00573E19">
        <w:rPr>
          <w:rtl/>
        </w:rPr>
        <w:t>والثاني يشتمل على مائتين وسبعة عشر بابا يتضمن ألفا ومائة وسبعة وسبعين حديثا</w:t>
      </w:r>
      <w:r w:rsidR="009C2257">
        <w:rPr>
          <w:rtl/>
        </w:rPr>
        <w:t xml:space="preserve"> </w:t>
      </w:r>
      <w:r w:rsidRPr="00573E19">
        <w:rPr>
          <w:rtl/>
        </w:rPr>
        <w:t>والثالث يشتمل على ثلاثمائة وثمانية وتسعين بابا يشتمل جميعها على الفين وأربعمائة</w:t>
      </w:r>
      <w:r w:rsidR="009C2257">
        <w:rPr>
          <w:rtl/>
        </w:rPr>
        <w:t xml:space="preserve"> </w:t>
      </w:r>
      <w:r w:rsidRPr="00573E19">
        <w:rPr>
          <w:rtl/>
        </w:rPr>
        <w:t>وخمسة وخمسين حديثا</w:t>
      </w:r>
      <w:r w:rsidR="00CA4563">
        <w:rPr>
          <w:rtl/>
        </w:rPr>
        <w:t>،</w:t>
      </w:r>
      <w:r w:rsidRPr="00573E19">
        <w:rPr>
          <w:rtl/>
        </w:rPr>
        <w:t xml:space="preserve"> أبواب الكتاب تسعمائة وخمسة وعشرون بابا تشتمل على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خمسة آلاف وخمسمائة واحد عشر حديثا حصرتها لئلا يقع فيها زيادة أو نقصان </w:t>
      </w:r>
      <w:r w:rsidRPr="00FE5331">
        <w:rPr>
          <w:rStyle w:val="libFootnotenumChar"/>
          <w:rtl/>
        </w:rPr>
        <w:t>(1)</w:t>
      </w:r>
      <w:r w:rsidR="009C2257">
        <w:rPr>
          <w:rtl/>
        </w:rPr>
        <w:t xml:space="preserve"> </w:t>
      </w:r>
      <w:r w:rsidRPr="00573E19">
        <w:rPr>
          <w:rtl/>
        </w:rPr>
        <w:t>والله تعالى الموفق للصواب وهو حسبنا ونعم الوكيل</w:t>
      </w:r>
      <w:r>
        <w:rPr>
          <w:rFonts w:hint="cs"/>
          <w:rtl/>
        </w:rPr>
        <w:t>.</w:t>
      </w:r>
    </w:p>
    <w:p w:rsidR="00FE5331" w:rsidRPr="00573E19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</w:t>
      </w:r>
      <w:r w:rsidRPr="00573E19">
        <w:rPr>
          <w:rtl/>
        </w:rPr>
        <w:t>1) الذي أحصيناه في مجموع الاجزاء الثلاثة « 5558 » حديثا وهو يزيد على</w:t>
      </w:r>
      <w:r w:rsidR="009C2257">
        <w:rPr>
          <w:rtl/>
        </w:rPr>
        <w:t xml:space="preserve"> </w:t>
      </w:r>
      <w:r w:rsidRPr="00573E19">
        <w:rPr>
          <w:rtl/>
        </w:rPr>
        <w:t xml:space="preserve">ما ذكره الشيخ </w:t>
      </w:r>
      <w:r w:rsidRPr="00FE5331">
        <w:rPr>
          <w:rStyle w:val="libAlaemChar"/>
          <w:rtl/>
        </w:rPr>
        <w:t>قدس‌سره</w:t>
      </w:r>
      <w:r w:rsidRPr="00573E19">
        <w:rPr>
          <w:rtl/>
        </w:rPr>
        <w:t xml:space="preserve"> « 47 » حديثا</w:t>
      </w:r>
      <w:r w:rsidR="00CA4563">
        <w:rPr>
          <w:rtl/>
        </w:rPr>
        <w:t>،</w:t>
      </w:r>
      <w:r w:rsidRPr="00573E19">
        <w:rPr>
          <w:rtl/>
        </w:rPr>
        <w:t xml:space="preserve"> فإذا ما لاحظنا بعض ما ذكر له الشيخ</w:t>
      </w:r>
      <w:r w:rsidR="009C2257">
        <w:rPr>
          <w:rtl/>
        </w:rPr>
        <w:t xml:space="preserve"> </w:t>
      </w:r>
      <w:r w:rsidRPr="00573E19">
        <w:rPr>
          <w:rtl/>
        </w:rPr>
        <w:t xml:space="preserve">سندا آخر وعطفه بقوله « مثله » </w:t>
      </w:r>
      <w:r w:rsidRPr="00FE5331">
        <w:rPr>
          <w:rStyle w:val="libFootnotenumChar"/>
          <w:rtl/>
        </w:rPr>
        <w:t>(1)</w:t>
      </w:r>
      <w:r w:rsidRPr="00573E19">
        <w:rPr>
          <w:rtl/>
        </w:rPr>
        <w:t xml:space="preserve"> ولاحظنا بعض الأحاديث التي كررها الشيخ</w:t>
      </w:r>
      <w:r w:rsidR="009C2257">
        <w:rPr>
          <w:rtl/>
        </w:rPr>
        <w:t xml:space="preserve"> </w:t>
      </w:r>
      <w:r w:rsidRPr="00573E19">
        <w:rPr>
          <w:rtl/>
        </w:rPr>
        <w:t xml:space="preserve">في باب واحد بدون أي تغيير </w:t>
      </w:r>
      <w:r w:rsidRPr="00FE5331">
        <w:rPr>
          <w:rStyle w:val="libFootnotenumChar"/>
          <w:rtl/>
        </w:rPr>
        <w:t>(2)</w:t>
      </w:r>
      <w:r w:rsidRPr="00573E19">
        <w:rPr>
          <w:rtl/>
        </w:rPr>
        <w:t xml:space="preserve"> ولاحظنا ما كان من تفاوت النسخ </w:t>
      </w:r>
      <w:r w:rsidRPr="00FE5331">
        <w:rPr>
          <w:rStyle w:val="libFootnotenumChar"/>
          <w:rtl/>
        </w:rPr>
        <w:t>(3)</w:t>
      </w:r>
      <w:r w:rsidRPr="00573E19">
        <w:rPr>
          <w:rtl/>
        </w:rPr>
        <w:t xml:space="preserve"> هان الامر</w:t>
      </w:r>
      <w:r w:rsidR="009C2257">
        <w:rPr>
          <w:rtl/>
        </w:rPr>
        <w:t xml:space="preserve"> </w:t>
      </w:r>
      <w:r w:rsidRPr="00573E19">
        <w:rPr>
          <w:rtl/>
        </w:rPr>
        <w:t>وقارب العدد ما أحصاه الشيخ ره بل اتفق معه فلاحظ</w:t>
      </w:r>
      <w:r>
        <w:rPr>
          <w:rtl/>
        </w:rPr>
        <w:t>.</w:t>
      </w:r>
    </w:p>
    <w:p w:rsidR="00FE5331" w:rsidRPr="00573E19" w:rsidRDefault="00FE5331" w:rsidP="00FE5331">
      <w:pPr>
        <w:pStyle w:val="libFootnote"/>
        <w:rPr>
          <w:rtl/>
        </w:rPr>
      </w:pPr>
      <w:r w:rsidRPr="00573E19">
        <w:rPr>
          <w:rtl/>
        </w:rPr>
        <w:t>والحمد لله رب العالمين والصلاة على خاتم النبيين محمد وآله الطاهرين تم شرح سند</w:t>
      </w:r>
      <w:r w:rsidR="009C2257">
        <w:rPr>
          <w:rtl/>
        </w:rPr>
        <w:t xml:space="preserve"> </w:t>
      </w:r>
      <w:r w:rsidRPr="00573E19">
        <w:rPr>
          <w:rtl/>
        </w:rPr>
        <w:t>كتاب « الاستبصار » على يد الفقير المعترف بالعصيان حسن الموسوي الخرسان في</w:t>
      </w:r>
      <w:r w:rsidR="009C2257">
        <w:rPr>
          <w:rtl/>
        </w:rPr>
        <w:t xml:space="preserve"> </w:t>
      </w:r>
      <w:r w:rsidRPr="00573E19">
        <w:rPr>
          <w:rtl/>
        </w:rPr>
        <w:t>اليوم السابع والعشرين من شهر ذي القعدة الحرام سنة 1</w:t>
      </w:r>
      <w:r>
        <w:rPr>
          <w:rtl/>
        </w:rPr>
        <w:t>3</w:t>
      </w:r>
      <w:r w:rsidRPr="00573E19">
        <w:rPr>
          <w:rtl/>
        </w:rPr>
        <w:t>76 هجرية</w:t>
      </w:r>
      <w:r>
        <w:rPr>
          <w:rtl/>
        </w:rPr>
        <w:t>.</w:t>
      </w:r>
    </w:p>
    <w:p w:rsidR="00FE5331" w:rsidRPr="0027290B" w:rsidRDefault="00FE5331" w:rsidP="00FE5331">
      <w:pPr>
        <w:pStyle w:val="libLine"/>
        <w:rPr>
          <w:rtl/>
        </w:rPr>
      </w:pPr>
      <w:r w:rsidRPr="00573E19">
        <w:rPr>
          <w:rtl/>
        </w:rPr>
        <w:t>__________________</w:t>
      </w:r>
    </w:p>
    <w:p w:rsidR="00FE5331" w:rsidRPr="00EB5801" w:rsidRDefault="00FE5331" w:rsidP="00FE5331">
      <w:pPr>
        <w:pStyle w:val="libFootnote0"/>
        <w:rPr>
          <w:rtl/>
        </w:rPr>
      </w:pPr>
      <w:r w:rsidRPr="00EB5801">
        <w:rPr>
          <w:rtl/>
        </w:rPr>
        <w:t>(1) أحصينا استطرادا (</w:t>
      </w:r>
      <w:r>
        <w:rPr>
          <w:rtl/>
        </w:rPr>
        <w:t>3</w:t>
      </w:r>
      <w:r w:rsidRPr="00EB5801">
        <w:rPr>
          <w:rtl/>
        </w:rPr>
        <w:t>8) حديثا عطفها الشيخ بقوله « مثله ».</w:t>
      </w:r>
    </w:p>
    <w:p w:rsidR="00FE5331" w:rsidRPr="00573E19" w:rsidRDefault="00FE5331" w:rsidP="00FE5331">
      <w:pPr>
        <w:pStyle w:val="libFootnote0"/>
        <w:rPr>
          <w:rtl/>
        </w:rPr>
      </w:pPr>
      <w:r>
        <w:rPr>
          <w:rtl/>
        </w:rPr>
        <w:t>(2</w:t>
      </w:r>
      <w:r w:rsidRPr="00573E19">
        <w:rPr>
          <w:rtl/>
        </w:rPr>
        <w:t xml:space="preserve">) لاحظ ج </w:t>
      </w:r>
      <w:r>
        <w:rPr>
          <w:rtl/>
        </w:rPr>
        <w:t>2</w:t>
      </w:r>
      <w:r w:rsidRPr="00573E19">
        <w:rPr>
          <w:rtl/>
        </w:rPr>
        <w:t xml:space="preserve"> ص </w:t>
      </w:r>
      <w:r>
        <w:rPr>
          <w:rtl/>
        </w:rPr>
        <w:t>2</w:t>
      </w:r>
      <w:r w:rsidRPr="00573E19">
        <w:rPr>
          <w:rtl/>
        </w:rPr>
        <w:t>48 حديث 868 وحديث 87</w:t>
      </w:r>
      <w:r>
        <w:rPr>
          <w:rtl/>
        </w:rPr>
        <w:t xml:space="preserve">2 - </w:t>
      </w:r>
      <w:r w:rsidRPr="00573E19">
        <w:rPr>
          <w:rtl/>
        </w:rPr>
        <w:t xml:space="preserve">وص </w:t>
      </w:r>
      <w:r>
        <w:rPr>
          <w:rtl/>
        </w:rPr>
        <w:t>2</w:t>
      </w:r>
      <w:r w:rsidRPr="00573E19">
        <w:rPr>
          <w:rtl/>
        </w:rPr>
        <w:t>57 حديث 907 وما بعده</w:t>
      </w:r>
      <w:r>
        <w:rPr>
          <w:rtl/>
        </w:rPr>
        <w:t xml:space="preserve"> - </w:t>
      </w:r>
      <w:r w:rsidR="009C2257">
        <w:rPr>
          <w:rtl/>
        </w:rPr>
        <w:t xml:space="preserve"> </w:t>
      </w:r>
      <w:r w:rsidRPr="00573E19">
        <w:rPr>
          <w:rtl/>
        </w:rPr>
        <w:t xml:space="preserve">وص </w:t>
      </w:r>
      <w:r>
        <w:rPr>
          <w:rtl/>
        </w:rPr>
        <w:t>32</w:t>
      </w:r>
      <w:r w:rsidRPr="00573E19">
        <w:rPr>
          <w:rtl/>
        </w:rPr>
        <w:t>6 حديث 1154 وما بعده</w:t>
      </w:r>
      <w:r>
        <w:rPr>
          <w:rtl/>
        </w:rPr>
        <w:t xml:space="preserve"> - </w:t>
      </w:r>
      <w:r w:rsidRPr="00573E19">
        <w:rPr>
          <w:rtl/>
        </w:rPr>
        <w:t xml:space="preserve">وص </w:t>
      </w:r>
      <w:r>
        <w:rPr>
          <w:rtl/>
        </w:rPr>
        <w:t>332</w:t>
      </w:r>
      <w:r w:rsidRPr="00573E19">
        <w:rPr>
          <w:rtl/>
        </w:rPr>
        <w:t xml:space="preserve"> حديث 1184 وما بعده وغير ذلك</w:t>
      </w:r>
      <w:r>
        <w:rPr>
          <w:rtl/>
        </w:rPr>
        <w:t>.</w:t>
      </w:r>
    </w:p>
    <w:p w:rsidR="00C86EE3" w:rsidRDefault="00FE5331" w:rsidP="00FE5331">
      <w:pPr>
        <w:pStyle w:val="libFootnote0"/>
        <w:rPr>
          <w:rtl/>
        </w:rPr>
      </w:pPr>
      <w:r>
        <w:rPr>
          <w:rtl/>
        </w:rPr>
        <w:t>(3</w:t>
      </w:r>
      <w:r w:rsidRPr="00573E19">
        <w:rPr>
          <w:rtl/>
        </w:rPr>
        <w:t>) لاحظ ج 1 ص 447 حديث 17</w:t>
      </w:r>
      <w:r>
        <w:rPr>
          <w:rtl/>
        </w:rPr>
        <w:t>3</w:t>
      </w:r>
      <w:r w:rsidRPr="00573E19">
        <w:rPr>
          <w:rtl/>
        </w:rPr>
        <w:t>0</w:t>
      </w:r>
      <w:r>
        <w:rPr>
          <w:rtl/>
        </w:rPr>
        <w:t>.</w:t>
      </w:r>
    </w:p>
    <w:p w:rsidR="00FE5331" w:rsidRPr="00FE5331" w:rsidRDefault="00FE5331" w:rsidP="009C2257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5513926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CA4563" w:rsidRDefault="005E1CAE" w:rsidP="005E1CAE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895538">
            <w:fldChar w:fldCharType="begin"/>
          </w:r>
          <w:r w:rsidR="00CA4563">
            <w:instrText xml:space="preserve"> TOC \o "1-3" \h \z \u </w:instrText>
          </w:r>
          <w:r w:rsidRPr="00895538">
            <w:fldChar w:fldCharType="separate"/>
          </w:r>
          <w:hyperlink w:anchor="_Toc376954758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العتق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Toc376954758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59" w:history="1">
            <w:r w:rsidR="00CA4563" w:rsidRPr="00AB3A79">
              <w:rPr>
                <w:rStyle w:val="Hyperlink"/>
                <w:noProof/>
                <w:rtl/>
              </w:rPr>
              <w:t xml:space="preserve">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كافرا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Toc376954759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0" w:history="1">
            <w:r w:rsidR="00CA4563" w:rsidRPr="00AB3A79">
              <w:rPr>
                <w:rStyle w:val="Hyperlink"/>
                <w:noProof/>
                <w:rtl/>
              </w:rPr>
              <w:t xml:space="preserve">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المملوك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شركاء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أحدهم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نصيبه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1" w:history="1">
            <w:r w:rsidR="00CA4563" w:rsidRPr="00AB3A79">
              <w:rPr>
                <w:rStyle w:val="Hyperlink"/>
                <w:noProof/>
                <w:rtl/>
              </w:rPr>
              <w:t xml:space="preserve">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قبل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الملك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2" w:history="1">
            <w:r w:rsidR="00CA4563" w:rsidRPr="00AB3A79">
              <w:rPr>
                <w:rStyle w:val="Hyperlink"/>
                <w:noProof/>
                <w:rtl/>
              </w:rPr>
              <w:t xml:space="preserve">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مملوكه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3" w:history="1">
            <w:r w:rsidR="00CA4563" w:rsidRPr="00AB3A79">
              <w:rPr>
                <w:rStyle w:val="Hyperlink"/>
                <w:noProof/>
                <w:rtl/>
              </w:rPr>
              <w:t xml:space="preserve">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عبده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4" w:history="1">
            <w:r w:rsidR="00CA4563" w:rsidRPr="00AB3A79">
              <w:rPr>
                <w:rStyle w:val="Hyperlink"/>
                <w:noProof/>
                <w:rtl/>
              </w:rPr>
              <w:t xml:space="preserve">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مملوكا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5" w:history="1">
            <w:r w:rsidR="00CA4563" w:rsidRPr="00AB3A79">
              <w:rPr>
                <w:rStyle w:val="Hyperlink"/>
                <w:noProof/>
                <w:rtl/>
              </w:rPr>
              <w:t xml:space="preserve">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بيع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أمهات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الأولاد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6" w:history="1">
            <w:r w:rsidR="00CA4563" w:rsidRPr="00AB3A79">
              <w:rPr>
                <w:rStyle w:val="Hyperlink"/>
                <w:noProof/>
                <w:rtl/>
              </w:rPr>
              <w:t xml:space="preserve">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وترك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وولدها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فإنها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تجعل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نصيب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وتنعتق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الحال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7" w:history="1">
            <w:r w:rsidR="00CA4563" w:rsidRPr="00AB3A79">
              <w:rPr>
                <w:rStyle w:val="Hyperlink"/>
                <w:noProof/>
                <w:rtl/>
              </w:rPr>
              <w:t xml:space="preserve">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استرقاقه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ذوي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الأنساب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يصح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8" w:history="1">
            <w:r w:rsidR="00CA4563" w:rsidRPr="00AB3A79">
              <w:rPr>
                <w:rStyle w:val="Hyperlink"/>
                <w:noProof/>
                <w:rtl/>
              </w:rPr>
              <w:t xml:space="preserve">10 -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ملكه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جهة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النسب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ملكه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جهة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الرضاع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69" w:history="1">
            <w:r w:rsidR="00CA4563" w:rsidRPr="00AB3A79">
              <w:rPr>
                <w:rStyle w:val="Hyperlink"/>
                <w:noProof/>
                <w:rtl/>
              </w:rPr>
              <w:t xml:space="preserve">11 -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عبدا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العبد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Toc376954769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0" w:history="1">
            <w:r w:rsidR="00CA4563" w:rsidRPr="00AB3A79">
              <w:rPr>
                <w:rStyle w:val="Hyperlink"/>
                <w:noProof/>
                <w:rtl/>
              </w:rPr>
              <w:t xml:space="preserve">12 -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الولاء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1" w:history="1">
            <w:r w:rsidR="00CA4563" w:rsidRPr="00AB3A79">
              <w:rPr>
                <w:rStyle w:val="Hyperlink"/>
                <w:noProof/>
                <w:rtl/>
              </w:rPr>
              <w:t xml:space="preserve">13 -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مولاه،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الذكور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دون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الإناث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فإن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ذكر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ذلك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للعصبة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2" w:history="1">
            <w:r w:rsidR="00CA4563" w:rsidRPr="00AB3A79">
              <w:rPr>
                <w:rStyle w:val="Hyperlink"/>
                <w:noProof/>
                <w:rtl/>
              </w:rPr>
              <w:t xml:space="preserve">14 -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السائبة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773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التدبير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4" w:history="1">
            <w:r w:rsidR="00CA4563" w:rsidRPr="00AB3A79">
              <w:rPr>
                <w:rStyle w:val="Hyperlink"/>
                <w:noProof/>
                <w:rtl/>
              </w:rPr>
              <w:t xml:space="preserve">15 -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جواز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بيع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المدبر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5" w:history="1">
            <w:r w:rsidR="00CA4563" w:rsidRPr="00AB3A79">
              <w:rPr>
                <w:rStyle w:val="Hyperlink"/>
                <w:noProof/>
                <w:rtl/>
              </w:rPr>
              <w:t xml:space="preserve">16 -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دبر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جارية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حبلى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6" w:history="1">
            <w:r w:rsidR="00CA4563" w:rsidRPr="00AB3A79">
              <w:rPr>
                <w:rStyle w:val="Hyperlink"/>
                <w:noProof/>
                <w:rtl/>
              </w:rPr>
              <w:t xml:space="preserve">17 -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المدبر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يأبق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يوجد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موت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دبره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777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8" w:history="1">
            <w:r w:rsidR="00CA4563" w:rsidRPr="00AB3A79">
              <w:rPr>
                <w:rStyle w:val="Hyperlink"/>
                <w:noProof/>
                <w:rtl/>
              </w:rPr>
              <w:t xml:space="preserve">18 -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المشروط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عجز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فهو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رد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العجز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ذلك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79" w:history="1">
            <w:r w:rsidR="00CA4563" w:rsidRPr="00AB3A79">
              <w:rPr>
                <w:rStyle w:val="Hyperlink"/>
                <w:noProof/>
                <w:rtl/>
              </w:rPr>
              <w:t xml:space="preserve">19 -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جعل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منجما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بذله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دفعة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أخذه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Toc376954779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0" w:history="1">
            <w:r w:rsidR="00CA4563" w:rsidRPr="00AB3A79">
              <w:rPr>
                <w:rStyle w:val="Hyperlink"/>
                <w:noProof/>
                <w:rtl/>
              </w:rPr>
              <w:t xml:space="preserve">20 -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وطئ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أدت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شيئا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مكاتبتها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1" w:history="1">
            <w:r w:rsidR="00CA4563" w:rsidRPr="00AB3A79">
              <w:rPr>
                <w:rStyle w:val="Hyperlink"/>
                <w:noProof/>
                <w:rtl/>
              </w:rPr>
              <w:t xml:space="preserve">21 -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782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الايمان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والنذور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والكفارات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3" w:history="1">
            <w:r w:rsidR="00CA4563" w:rsidRPr="00AB3A79">
              <w:rPr>
                <w:rStyle w:val="Hyperlink"/>
                <w:noProof/>
                <w:rtl/>
              </w:rPr>
              <w:t xml:space="preserve">22 -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يحلف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الذمة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4" w:history="1">
            <w:r w:rsidR="00CA4563" w:rsidRPr="00AB3A79">
              <w:rPr>
                <w:rStyle w:val="Hyperlink"/>
                <w:noProof/>
                <w:rtl/>
              </w:rPr>
              <w:t xml:space="preserve">23 -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يقسم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يفعل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فعلا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يفعله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5" w:history="1">
            <w:r w:rsidR="00CA4563" w:rsidRPr="00AB3A79">
              <w:rPr>
                <w:rStyle w:val="Hyperlink"/>
                <w:noProof/>
                <w:rtl/>
              </w:rPr>
              <w:t xml:space="preserve">24 -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اقسام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الايمان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تجب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6" w:history="1">
            <w:r w:rsidR="00CA4563" w:rsidRPr="00AB3A79">
              <w:rPr>
                <w:rStyle w:val="Hyperlink"/>
                <w:noProof/>
                <w:rtl/>
              </w:rPr>
              <w:t xml:space="preserve">25 -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تقع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بالعتق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7" w:history="1">
            <w:r w:rsidR="00CA4563" w:rsidRPr="00AB3A79">
              <w:rPr>
                <w:rStyle w:val="Hyperlink"/>
                <w:noProof/>
                <w:rtl/>
              </w:rPr>
              <w:t xml:space="preserve">26 -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قبل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الحنث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788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النذور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89" w:history="1">
            <w:r w:rsidR="00CA4563" w:rsidRPr="00AB3A79">
              <w:rPr>
                <w:rStyle w:val="Hyperlink"/>
                <w:noProof/>
                <w:rtl/>
              </w:rPr>
              <w:t xml:space="preserve">27 -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اقسام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النذر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Toc376954789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0" w:history="1">
            <w:r w:rsidR="00CA4563" w:rsidRPr="00AB3A79">
              <w:rPr>
                <w:rStyle w:val="Hyperlink"/>
                <w:noProof/>
                <w:rtl/>
              </w:rPr>
              <w:t xml:space="preserve">28 -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نذر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معصية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1" w:history="1">
            <w:r w:rsidR="00CA4563" w:rsidRPr="00AB3A79">
              <w:rPr>
                <w:rStyle w:val="Hyperlink"/>
                <w:noProof/>
                <w:rtl/>
              </w:rPr>
              <w:t xml:space="preserve">29 -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نذر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يذبح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2" w:history="1">
            <w:r w:rsidR="00CA4563" w:rsidRPr="00AB3A79">
              <w:rPr>
                <w:rStyle w:val="Hyperlink"/>
                <w:noProof/>
                <w:rtl/>
              </w:rPr>
              <w:t xml:space="preserve">30 -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بشرط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جهة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النذر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3" w:history="1">
            <w:r w:rsidR="00CA4563" w:rsidRPr="00AB3A79">
              <w:rPr>
                <w:rStyle w:val="Hyperlink"/>
                <w:noProof/>
                <w:rtl/>
              </w:rPr>
              <w:t xml:space="preserve">31 -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نذر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يحج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ماشيا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فعجز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794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الكفارات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5" w:history="1">
            <w:r w:rsidR="00CA4563" w:rsidRPr="00AB3A79">
              <w:rPr>
                <w:rStyle w:val="Hyperlink"/>
                <w:noProof/>
                <w:rtl/>
              </w:rPr>
              <w:t xml:space="preserve">32 -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يجزى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الكسوة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اليمين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6" w:history="1">
            <w:r w:rsidR="00CA4563" w:rsidRPr="00AB3A79">
              <w:rPr>
                <w:rStyle w:val="Hyperlink"/>
                <w:noProof/>
                <w:rtl/>
              </w:rPr>
              <w:t xml:space="preserve">33 -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اطعام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الصغير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7" w:history="1">
            <w:r w:rsidR="00CA4563" w:rsidRPr="00AB3A79">
              <w:rPr>
                <w:rStyle w:val="Hyperlink"/>
                <w:noProof/>
                <w:rtl/>
              </w:rPr>
              <w:t xml:space="preserve">34 -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تكرير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الاطعام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8" w:history="1">
            <w:r w:rsidR="00CA4563" w:rsidRPr="00AB3A79">
              <w:rPr>
                <w:rStyle w:val="Hyperlink"/>
                <w:noProof/>
                <w:rtl/>
              </w:rPr>
              <w:t xml:space="preserve">35 -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خالف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النذر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العهد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799" w:history="1">
            <w:r w:rsidR="00CA4563" w:rsidRPr="00AB3A79">
              <w:rPr>
                <w:rStyle w:val="Hyperlink"/>
                <w:noProof/>
                <w:rtl/>
              </w:rPr>
              <w:t xml:space="preserve">36 -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كفارة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الظهار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فعجز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أجمع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باقيا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ذمته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وطئ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حتى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يكفر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Toc376954799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00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والذبائح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01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السمك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2" w:history="1">
            <w:r w:rsidR="00CA4563" w:rsidRPr="00AB3A79">
              <w:rPr>
                <w:rStyle w:val="Hyperlink"/>
                <w:noProof/>
                <w:rtl/>
              </w:rPr>
              <w:t xml:space="preserve">38 -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النهى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الجري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والمار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والزمار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3" w:history="1">
            <w:r w:rsidR="00CA4563" w:rsidRPr="00AB3A79">
              <w:rPr>
                <w:rStyle w:val="Hyperlink"/>
                <w:noProof/>
                <w:rtl/>
              </w:rPr>
              <w:t xml:space="preserve">39 -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تحريم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السمك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الطافي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وهو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يموت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الماء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4" w:history="1">
            <w:r w:rsidR="00CA4563" w:rsidRPr="00AB3A79">
              <w:rPr>
                <w:rStyle w:val="Hyperlink"/>
                <w:noProof/>
                <w:rtl/>
              </w:rPr>
              <w:t xml:space="preserve">40 -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المجوسي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للسمك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bCs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05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الصيد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6" w:history="1">
            <w:r w:rsidR="00CA4563" w:rsidRPr="00AB3A79">
              <w:rPr>
                <w:rStyle w:val="Hyperlink"/>
                <w:noProof/>
                <w:rtl/>
              </w:rPr>
              <w:t xml:space="preserve">41 -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كراهية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الليل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7" w:history="1">
            <w:r w:rsidR="00CA4563" w:rsidRPr="00AB3A79">
              <w:rPr>
                <w:rStyle w:val="Hyperlink"/>
                <w:noProof/>
                <w:rtl/>
              </w:rPr>
              <w:t xml:space="preserve">42 -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كراهية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الغراب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8" w:history="1">
            <w:r w:rsidR="00CA4563" w:rsidRPr="00AB3A79">
              <w:rPr>
                <w:rStyle w:val="Hyperlink"/>
                <w:noProof/>
                <w:rtl/>
              </w:rPr>
              <w:t xml:space="preserve">43 -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كراهية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الخطاف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09" w:history="1">
            <w:r w:rsidR="00CA4563" w:rsidRPr="00AB3A79">
              <w:rPr>
                <w:rStyle w:val="Hyperlink"/>
                <w:noProof/>
                <w:rtl/>
              </w:rPr>
              <w:t xml:space="preserve">44 -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جواز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ذبحه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الكلب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المعلم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وإن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Toc376954809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0" w:history="1">
            <w:r w:rsidR="00CA4563" w:rsidRPr="00AB3A79">
              <w:rPr>
                <w:rStyle w:val="Hyperlink"/>
                <w:noProof/>
                <w:rtl/>
              </w:rPr>
              <w:t xml:space="preserve">45 -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كلب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المجوس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1" w:history="1">
            <w:r w:rsidR="00CA4563" w:rsidRPr="00AB3A79">
              <w:rPr>
                <w:rStyle w:val="Hyperlink"/>
                <w:noProof/>
                <w:rtl/>
              </w:rPr>
              <w:t xml:space="preserve">46 -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يؤكل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صيد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الفهد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والبازي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أدرك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ذكاته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2" w:history="1">
            <w:r w:rsidR="00CA4563" w:rsidRPr="00AB3A79">
              <w:rPr>
                <w:rStyle w:val="Hyperlink"/>
                <w:noProof/>
                <w:rtl/>
              </w:rPr>
              <w:t xml:space="preserve">47 -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الحمر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الأهلية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والخيل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والبغال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3" w:history="1">
            <w:r w:rsidR="00CA4563" w:rsidRPr="00AB3A79">
              <w:rPr>
                <w:rStyle w:val="Hyperlink"/>
                <w:noProof/>
                <w:rtl/>
              </w:rPr>
              <w:t xml:space="preserve">48 -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تحريم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الغنم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لبن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خنزيرة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4" w:history="1">
            <w:r w:rsidR="00CA4563" w:rsidRPr="00AB3A79">
              <w:rPr>
                <w:rStyle w:val="Hyperlink"/>
                <w:noProof/>
                <w:rtl/>
              </w:rPr>
              <w:t xml:space="preserve">49 -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كراهية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لحوم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الجلالات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5" w:history="1">
            <w:r w:rsidR="00CA4563" w:rsidRPr="00AB3A79">
              <w:rPr>
                <w:rStyle w:val="Hyperlink"/>
                <w:noProof/>
                <w:rtl/>
              </w:rPr>
              <w:t xml:space="preserve">50 -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لحم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البخاتي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6" w:history="1">
            <w:r w:rsidR="00CA4563" w:rsidRPr="00AB3A79">
              <w:rPr>
                <w:rStyle w:val="Hyperlink"/>
                <w:noProof/>
                <w:rtl/>
              </w:rPr>
              <w:t xml:space="preserve">51 -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الذبح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بالحديد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7" w:history="1">
            <w:r w:rsidR="00CA4563" w:rsidRPr="00AB3A79">
              <w:rPr>
                <w:rStyle w:val="Hyperlink"/>
                <w:noProof/>
                <w:rtl/>
              </w:rPr>
              <w:t xml:space="preserve">52 -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ذبائح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الكفار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8" w:history="1">
            <w:r w:rsidR="00CA4563" w:rsidRPr="00AB3A79">
              <w:rPr>
                <w:rStyle w:val="Hyperlink"/>
                <w:noProof/>
                <w:rtl/>
              </w:rPr>
              <w:t xml:space="preserve">53 -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ذبائح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نصب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العداوة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لآل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محمد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19" w:history="1">
            <w:r w:rsidR="00CA4563" w:rsidRPr="00AB3A79">
              <w:rPr>
                <w:rStyle w:val="Hyperlink"/>
                <w:noProof/>
                <w:rtl/>
              </w:rPr>
              <w:t xml:space="preserve">54 -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الانتفاع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الميتة</w:t>
            </w:r>
            <w:r w:rsidR="00CA4563" w:rsidRPr="00AB3A79">
              <w:rPr>
                <w:rStyle w:val="Hyperlink"/>
                <w:noProof/>
                <w:rtl/>
              </w:rPr>
              <w:t>.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Toc376954819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0" w:history="1">
            <w:r w:rsidR="00CA4563" w:rsidRPr="00AB3A79">
              <w:rPr>
                <w:rStyle w:val="Hyperlink"/>
                <w:noProof/>
                <w:rtl/>
              </w:rPr>
              <w:t xml:space="preserve">55 -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تحريم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جلود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الميتة</w:t>
            </w:r>
            <w:r w:rsidR="00CA4563" w:rsidRPr="00AB3A79">
              <w:rPr>
                <w:rStyle w:val="Hyperlink"/>
                <w:noProof/>
                <w:rtl/>
              </w:rPr>
              <w:t>.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21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الأطعمة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والأشربة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 w:rsidP="005E1CAE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2" w:history="1">
            <w:r w:rsidR="00CA4563" w:rsidRPr="00AB3A79">
              <w:rPr>
                <w:rStyle w:val="Hyperlink"/>
                <w:noProof/>
                <w:rtl/>
              </w:rPr>
              <w:t xml:space="preserve">56 -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الربيثا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3" w:history="1">
            <w:r w:rsidR="00CA4563" w:rsidRPr="00AB3A79">
              <w:rPr>
                <w:rStyle w:val="Hyperlink"/>
                <w:noProof/>
                <w:rtl/>
              </w:rPr>
              <w:t xml:space="preserve">57 -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الثوم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والبصل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4" w:history="1">
            <w:r w:rsidR="00CA4563" w:rsidRPr="00AB3A79">
              <w:rPr>
                <w:rStyle w:val="Hyperlink"/>
                <w:noProof/>
                <w:rtl/>
              </w:rPr>
              <w:t xml:space="preserve">58 -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كراهية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قائما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5" w:history="1">
            <w:r w:rsidR="00CA4563" w:rsidRPr="00AB3A79">
              <w:rPr>
                <w:rStyle w:val="Hyperlink"/>
                <w:noProof/>
                <w:rtl/>
              </w:rPr>
              <w:t xml:space="preserve">59 -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الخمر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يصير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يطرح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6" w:history="1">
            <w:r w:rsidR="00CA4563" w:rsidRPr="00AB3A79">
              <w:rPr>
                <w:rStyle w:val="Hyperlink"/>
                <w:noProof/>
                <w:rtl/>
              </w:rPr>
              <w:t xml:space="preserve">60 -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تحريم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الفقاع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27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الوقوف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والصدقات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8" w:history="1">
            <w:r w:rsidR="00CA4563" w:rsidRPr="00AB3A79">
              <w:rPr>
                <w:rStyle w:val="Hyperlink"/>
                <w:noProof/>
                <w:rtl/>
              </w:rPr>
              <w:t xml:space="preserve">61 -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بيع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الوقف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29" w:history="1">
            <w:r w:rsidR="00CA4563" w:rsidRPr="00AB3A79">
              <w:rPr>
                <w:rStyle w:val="Hyperlink"/>
                <w:noProof/>
                <w:rtl/>
              </w:rPr>
              <w:t xml:space="preserve">62 -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وقف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وقفا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يذكر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الموقوف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Toc376954829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0" w:history="1">
            <w:r w:rsidR="00CA4563" w:rsidRPr="00AB3A79">
              <w:rPr>
                <w:rStyle w:val="Hyperlink"/>
                <w:noProof/>
                <w:rtl/>
              </w:rPr>
              <w:t xml:space="preserve">63 -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تصدق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الصغار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أراد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يدخل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1" w:history="1">
            <w:r w:rsidR="00CA4563" w:rsidRPr="00AB3A79">
              <w:rPr>
                <w:rStyle w:val="Hyperlink"/>
                <w:noProof/>
                <w:rtl/>
              </w:rPr>
              <w:t xml:space="preserve">64 -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تصدق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بمسكن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يسكن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2" w:history="1">
            <w:r w:rsidR="00CA4563" w:rsidRPr="00AB3A79">
              <w:rPr>
                <w:rStyle w:val="Hyperlink"/>
                <w:noProof/>
                <w:rtl/>
              </w:rPr>
              <w:t xml:space="preserve">65 -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السكنى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والعمرى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3" w:history="1">
            <w:r w:rsidR="00CA4563" w:rsidRPr="00AB3A79">
              <w:rPr>
                <w:rStyle w:val="Hyperlink"/>
                <w:noProof/>
                <w:rtl/>
              </w:rPr>
              <w:t xml:space="preserve">66 -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وهب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لولده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الصغار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4" w:history="1">
            <w:r w:rsidR="00CA4563" w:rsidRPr="00AB3A79">
              <w:rPr>
                <w:rStyle w:val="Hyperlink"/>
                <w:noProof/>
                <w:rtl/>
              </w:rPr>
              <w:t xml:space="preserve">67 -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الهبة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المقبوضة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35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الوصايا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36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الاقرار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7" w:history="1">
            <w:r w:rsidR="00CA4563" w:rsidRPr="00AB3A79">
              <w:rPr>
                <w:rStyle w:val="Hyperlink"/>
                <w:noProof/>
                <w:rtl/>
              </w:rPr>
              <w:t xml:space="preserve">68 -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الاقرار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لبعض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الورثة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بدين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8" w:history="1">
            <w:r w:rsidR="00CA4563" w:rsidRPr="00AB3A79">
              <w:rPr>
                <w:rStyle w:val="Hyperlink"/>
                <w:noProof/>
                <w:rtl/>
              </w:rPr>
              <w:t xml:space="preserve">69 -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اقرار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الورثة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بدين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39" w:history="1">
            <w:r w:rsidR="00CA4563" w:rsidRPr="00AB3A79">
              <w:rPr>
                <w:rStyle w:val="Hyperlink"/>
                <w:noProof/>
                <w:rtl/>
              </w:rPr>
              <w:t xml:space="preserve">70 -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يموت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أولاد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صغار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وخلف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بمقدار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الدين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Toc376954839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0" w:history="1">
            <w:r w:rsidR="00CA4563" w:rsidRPr="00AB3A79">
              <w:rPr>
                <w:rStyle w:val="Hyperlink"/>
                <w:noProof/>
                <w:rtl/>
              </w:rPr>
              <w:t xml:space="preserve">71 -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وخلف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متاع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بعينه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1" w:history="1">
            <w:r w:rsidR="00CA4563" w:rsidRPr="00AB3A79">
              <w:rPr>
                <w:rStyle w:val="Hyperlink"/>
                <w:noProof/>
                <w:rtl/>
              </w:rPr>
              <w:t xml:space="preserve">72 -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بشئ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لأقوام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يعطهم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إياه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فهلك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الضمان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2" w:history="1">
            <w:r w:rsidR="00CA4563" w:rsidRPr="00AB3A79">
              <w:rPr>
                <w:rStyle w:val="Hyperlink"/>
                <w:noProof/>
                <w:rtl/>
              </w:rPr>
              <w:t xml:space="preserve">73 -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نفسين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ينفرد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بنصف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3" w:history="1">
            <w:r w:rsidR="00CA4563" w:rsidRPr="00AB3A79">
              <w:rPr>
                <w:rStyle w:val="Hyperlink"/>
                <w:noProof/>
                <w:rtl/>
              </w:rPr>
              <w:t xml:space="preserve">74 -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الوصية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بأكثر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الثلث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4" w:history="1">
            <w:r w:rsidR="00CA4563" w:rsidRPr="00AB3A79">
              <w:rPr>
                <w:rStyle w:val="Hyperlink"/>
                <w:noProof/>
                <w:rtl/>
              </w:rPr>
              <w:t xml:space="preserve">75 -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صحة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الوصية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للوارث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5" w:history="1">
            <w:r w:rsidR="00CA4563" w:rsidRPr="00AB3A79">
              <w:rPr>
                <w:rStyle w:val="Hyperlink"/>
                <w:noProof/>
                <w:rtl/>
              </w:rPr>
              <w:t xml:space="preserve">76 -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عطية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الوالد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لولده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المرض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6" w:history="1">
            <w:r w:rsidR="00CA4563" w:rsidRPr="00AB3A79">
              <w:rPr>
                <w:rStyle w:val="Hyperlink"/>
                <w:noProof/>
                <w:rtl/>
              </w:rPr>
              <w:t xml:space="preserve">77 -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الوصية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لأهل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الضلال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7" w:history="1">
            <w:r w:rsidR="00CA4563" w:rsidRPr="00AB3A79">
              <w:rPr>
                <w:rStyle w:val="Hyperlink"/>
                <w:noProof/>
                <w:rtl/>
              </w:rPr>
              <w:t xml:space="preserve">78 -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بشئ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سبيل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تعالى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8" w:history="1">
            <w:r w:rsidR="00CA4563" w:rsidRPr="00AB3A79">
              <w:rPr>
                <w:rStyle w:val="Hyperlink"/>
                <w:noProof/>
                <w:rtl/>
              </w:rPr>
              <w:t xml:space="preserve">79 -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بجزء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ماله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49" w:history="1">
            <w:r w:rsidR="00CA4563" w:rsidRPr="00AB3A79">
              <w:rPr>
                <w:rStyle w:val="Hyperlink"/>
                <w:noProof/>
                <w:rtl/>
              </w:rPr>
              <w:t xml:space="preserve">80 -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بسهم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ماله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Toc376954849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0" w:history="1">
            <w:r w:rsidR="00CA4563" w:rsidRPr="00AB3A79">
              <w:rPr>
                <w:rStyle w:val="Hyperlink"/>
                <w:noProof/>
                <w:rtl/>
              </w:rPr>
              <w:t xml:space="preserve">81 -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لمملوكه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بشئ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1" w:history="1">
            <w:r w:rsidR="00CA4563" w:rsidRPr="00AB3A79">
              <w:rPr>
                <w:rStyle w:val="Hyperlink"/>
                <w:noProof/>
                <w:rtl/>
              </w:rPr>
              <w:t xml:space="preserve">82 -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بحج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وعتق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وصدقة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يبلغ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الثلث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ذلك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2" w:history="1">
            <w:r w:rsidR="00CA4563" w:rsidRPr="00AB3A79">
              <w:rPr>
                <w:rStyle w:val="Hyperlink"/>
                <w:noProof/>
                <w:rtl/>
              </w:rPr>
              <w:t xml:space="preserve">83 -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جارية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حبلى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ومملوكين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فشهدا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3" w:history="1">
            <w:r w:rsidR="00CA4563" w:rsidRPr="00AB3A79">
              <w:rPr>
                <w:rStyle w:val="Hyperlink"/>
                <w:noProof/>
                <w:rtl/>
              </w:rPr>
              <w:t xml:space="preserve">84 -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فقال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حجوا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مبهما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يبينه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4" w:history="1">
            <w:r w:rsidR="00CA4563" w:rsidRPr="00AB3A79">
              <w:rPr>
                <w:rStyle w:val="Hyperlink"/>
                <w:noProof/>
                <w:rtl/>
              </w:rPr>
              <w:t xml:space="preserve">85 -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يموت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قبل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الموصى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5" w:history="1">
            <w:r w:rsidR="00CA4563" w:rsidRPr="00AB3A79">
              <w:rPr>
                <w:rStyle w:val="Hyperlink"/>
                <w:noProof/>
                <w:rtl/>
              </w:rPr>
              <w:t xml:space="preserve">86 -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أقربه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نفاه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يلتفت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نفيه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انكاره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6" w:history="1">
            <w:r w:rsidR="00CA4563" w:rsidRPr="00AB3A79">
              <w:rPr>
                <w:rStyle w:val="Hyperlink"/>
                <w:noProof/>
                <w:rtl/>
              </w:rPr>
              <w:t xml:space="preserve">87 -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يوصى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امرأة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bCs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57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الفرائض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8" w:history="1">
            <w:r w:rsidR="00CA4563" w:rsidRPr="00AB3A79">
              <w:rPr>
                <w:rStyle w:val="Hyperlink"/>
                <w:noProof/>
                <w:rtl/>
              </w:rPr>
              <w:t xml:space="preserve">88 -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تحجب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الثلث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السدس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بأربع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أخوات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59" w:history="1">
            <w:r w:rsidR="00CA4563" w:rsidRPr="00AB3A79">
              <w:rPr>
                <w:rStyle w:val="Hyperlink"/>
                <w:noProof/>
                <w:rtl/>
              </w:rPr>
              <w:t xml:space="preserve">89 -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الأبوين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الزوج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Toc376954859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0" w:history="1">
            <w:r w:rsidR="00CA4563" w:rsidRPr="00AB3A79">
              <w:rPr>
                <w:rStyle w:val="Hyperlink"/>
                <w:noProof/>
                <w:rtl/>
              </w:rPr>
              <w:t xml:space="preserve">90 -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يختص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الأكبر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ذكرا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الميراث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1" w:history="1">
            <w:r w:rsidR="00CA4563" w:rsidRPr="00AB3A79">
              <w:rPr>
                <w:rStyle w:val="Hyperlink"/>
                <w:noProof/>
                <w:rtl/>
              </w:rPr>
              <w:t xml:space="preserve">91 -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الاخوة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والأخوات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اختلاف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أنسابهم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يرثون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الأبوين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شيئا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2" w:history="1">
            <w:r w:rsidR="00CA4563" w:rsidRPr="00AB3A79">
              <w:rPr>
                <w:rStyle w:val="Hyperlink"/>
                <w:noProof/>
                <w:rtl/>
              </w:rPr>
              <w:t xml:space="preserve">92 -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الزوج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3" w:history="1">
            <w:r w:rsidR="00CA4563" w:rsidRPr="00AB3A79">
              <w:rPr>
                <w:rStyle w:val="Hyperlink"/>
                <w:noProof/>
                <w:rtl/>
              </w:rPr>
              <w:t xml:space="preserve">93 -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الزوجة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4" w:history="1">
            <w:r w:rsidR="00CA4563" w:rsidRPr="00AB3A79">
              <w:rPr>
                <w:rStyle w:val="Hyperlink"/>
                <w:noProof/>
                <w:rtl/>
              </w:rPr>
              <w:t xml:space="preserve">94 -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العقار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والدور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والأرضين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شيئا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تربة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الأرض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نصيبها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قيمة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الطوب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والخشب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والبنيان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5" w:history="1">
            <w:r w:rsidR="00CA4563" w:rsidRPr="00AB3A79">
              <w:rPr>
                <w:rStyle w:val="Hyperlink"/>
                <w:noProof/>
                <w:rtl/>
              </w:rPr>
              <w:t xml:space="preserve">95 -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كلالة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6" w:history="1">
            <w:r w:rsidR="00CA4563" w:rsidRPr="00AB3A79">
              <w:rPr>
                <w:rStyle w:val="Hyperlink"/>
                <w:noProof/>
                <w:rtl/>
              </w:rPr>
              <w:t xml:space="preserve">96 -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كلالة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7" w:history="1">
            <w:r w:rsidR="00CA4563" w:rsidRPr="00AB3A79">
              <w:rPr>
                <w:rStyle w:val="Hyperlink"/>
                <w:noProof/>
                <w:rtl/>
              </w:rPr>
              <w:t xml:space="preserve">97 -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الأبوين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والجدة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8" w:history="1">
            <w:r w:rsidR="00CA4563" w:rsidRPr="00AB3A79">
              <w:rPr>
                <w:rStyle w:val="Hyperlink"/>
                <w:noProof/>
                <w:rtl/>
              </w:rPr>
              <w:t xml:space="preserve">98 -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الأدنى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يمنع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الميراث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69" w:history="1">
            <w:r w:rsidR="00CA4563" w:rsidRPr="00AB3A79">
              <w:rPr>
                <w:rStyle w:val="Hyperlink"/>
                <w:noProof/>
                <w:rtl/>
              </w:rPr>
              <w:t xml:space="preserve">99 -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بقوم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مقام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Toc376954869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0" w:history="1">
            <w:r w:rsidR="00CA4563" w:rsidRPr="00AB3A79">
              <w:rPr>
                <w:rStyle w:val="Hyperlink"/>
                <w:noProof/>
                <w:rtl/>
              </w:rPr>
              <w:t xml:space="preserve">100 -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أولاد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الإخوة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والأخوات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 w:rsidP="005E1CAE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1" w:history="1">
            <w:r w:rsidR="00CA4563" w:rsidRPr="00AB3A79">
              <w:rPr>
                <w:rStyle w:val="Hyperlink"/>
                <w:noProof/>
                <w:rtl/>
              </w:rPr>
              <w:t xml:space="preserve">101 -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الأولى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ذوي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الأرحام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2" w:history="1">
            <w:r w:rsidR="00CA4563" w:rsidRPr="00AB3A79">
              <w:rPr>
                <w:rStyle w:val="Hyperlink"/>
                <w:noProof/>
                <w:rtl/>
              </w:rPr>
              <w:t xml:space="preserve">102 -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الموالي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وجود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ذوي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الأرحام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3" w:history="1">
            <w:r w:rsidR="00CA4563" w:rsidRPr="00AB3A79">
              <w:rPr>
                <w:rStyle w:val="Hyperlink"/>
                <w:noProof/>
                <w:rtl/>
              </w:rPr>
              <w:t xml:space="preserve">103 -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خلف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مملوكا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ليس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4" w:history="1">
            <w:r w:rsidR="00CA4563" w:rsidRPr="00AB3A79">
              <w:rPr>
                <w:rStyle w:val="Hyperlink"/>
                <w:noProof/>
                <w:rtl/>
              </w:rPr>
              <w:t xml:space="preserve">104 -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الملاعنة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أخواله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ويرثونه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يكن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هناك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اخوة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5" w:history="1">
            <w:r w:rsidR="00CA4563" w:rsidRPr="00AB3A79">
              <w:rPr>
                <w:rStyle w:val="Hyperlink"/>
                <w:noProof/>
                <w:rtl/>
              </w:rPr>
              <w:t xml:space="preserve">105 -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الزنا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6" w:history="1">
            <w:r w:rsidR="00CA4563" w:rsidRPr="00AB3A79">
              <w:rPr>
                <w:rStyle w:val="Hyperlink"/>
                <w:noProof/>
                <w:rtl/>
              </w:rPr>
              <w:t xml:space="preserve">106 -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أقر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نفاه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يلتفت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انكاره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7" w:history="1">
            <w:r w:rsidR="00CA4563" w:rsidRPr="00AB3A79">
              <w:rPr>
                <w:rStyle w:val="Hyperlink"/>
                <w:noProof/>
                <w:rtl/>
              </w:rPr>
              <w:t xml:space="preserve">107 -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الحميل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8" w:history="1">
            <w:r w:rsidR="00CA4563" w:rsidRPr="00AB3A79">
              <w:rPr>
                <w:rStyle w:val="Hyperlink"/>
                <w:noProof/>
                <w:rtl/>
              </w:rPr>
              <w:t xml:space="preserve">108 -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المولود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للرجال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للنساء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يشكل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امره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79" w:history="1">
            <w:r w:rsidR="00CA4563" w:rsidRPr="00AB3A79">
              <w:rPr>
                <w:rStyle w:val="Hyperlink"/>
                <w:noProof/>
                <w:rtl/>
              </w:rPr>
              <w:t xml:space="preserve">109 -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المجوس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Toc376954879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0" w:history="1">
            <w:r w:rsidR="00CA4563" w:rsidRPr="00AB3A79">
              <w:rPr>
                <w:rStyle w:val="Hyperlink"/>
                <w:noProof/>
                <w:rtl/>
              </w:rPr>
              <w:t xml:space="preserve">110 -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المسلم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الكافر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الكافر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1" w:history="1">
            <w:r w:rsidR="00CA4563" w:rsidRPr="00AB3A79">
              <w:rPr>
                <w:rStyle w:val="Hyperlink"/>
                <w:noProof/>
                <w:rtl/>
              </w:rPr>
              <w:t xml:space="preserve">111 -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القاتل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خطأ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المقتول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2" w:history="1">
            <w:r w:rsidR="00CA4563" w:rsidRPr="00AB3A79">
              <w:rPr>
                <w:rStyle w:val="Hyperlink"/>
                <w:noProof/>
                <w:rtl/>
              </w:rPr>
              <w:t xml:space="preserve">112 -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الزوج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والزوجة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صاحبه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أحدهما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الاخر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3" w:history="1">
            <w:r w:rsidR="00CA4563" w:rsidRPr="00AB3A79">
              <w:rPr>
                <w:rStyle w:val="Hyperlink"/>
                <w:noProof/>
                <w:rtl/>
              </w:rPr>
              <w:t xml:space="preserve">113 -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ذوي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الأرحام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والموالي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4" w:history="1">
            <w:r w:rsidR="00CA4563" w:rsidRPr="00AB3A79">
              <w:rPr>
                <w:rStyle w:val="Hyperlink"/>
                <w:noProof/>
                <w:rtl/>
              </w:rPr>
              <w:t xml:space="preserve">114 -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المفقود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يعرف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وارث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5" w:history="1">
            <w:r w:rsidR="00CA4563" w:rsidRPr="00AB3A79">
              <w:rPr>
                <w:rStyle w:val="Hyperlink"/>
                <w:noProof/>
                <w:rtl/>
              </w:rPr>
              <w:t xml:space="preserve">115 -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المستهل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6" w:history="1">
            <w:r w:rsidR="00CA4563" w:rsidRPr="00AB3A79">
              <w:rPr>
                <w:rStyle w:val="Hyperlink"/>
                <w:noProof/>
                <w:rtl/>
              </w:rPr>
              <w:t xml:space="preserve">116 -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السائبة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887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الحدود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8" w:history="1">
            <w:r w:rsidR="00CA4563" w:rsidRPr="00AB3A79">
              <w:rPr>
                <w:rStyle w:val="Hyperlink"/>
                <w:noProof/>
                <w:rtl/>
              </w:rPr>
              <w:t xml:space="preserve">117 -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89" w:history="1">
            <w:r w:rsidR="00CA4563" w:rsidRPr="00AB3A79">
              <w:rPr>
                <w:rStyle w:val="Hyperlink"/>
                <w:noProof/>
                <w:rtl/>
              </w:rPr>
              <w:t xml:space="preserve">118 -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يحصن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يحصن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Toc376954889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0" w:history="1">
            <w:r w:rsidR="00CA4563" w:rsidRPr="00AB3A79">
              <w:rPr>
                <w:rStyle w:val="Hyperlink"/>
                <w:noProof/>
                <w:rtl/>
              </w:rPr>
              <w:t xml:space="preserve">119 -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زنى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بذات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محرم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1" w:history="1">
            <w:r w:rsidR="00CA4563" w:rsidRPr="00AB3A79">
              <w:rPr>
                <w:rStyle w:val="Hyperlink"/>
                <w:noProof/>
                <w:rtl/>
              </w:rPr>
              <w:t xml:space="preserve">120 -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تزوج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زوج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2" w:history="1">
            <w:r w:rsidR="00CA4563" w:rsidRPr="00AB3A79">
              <w:rPr>
                <w:rStyle w:val="Hyperlink"/>
                <w:noProof/>
                <w:rtl/>
              </w:rPr>
              <w:t xml:space="preserve">121 -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التي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أدت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مكاتبتها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وقع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مولاها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3" w:history="1">
            <w:r w:rsidR="00CA4563" w:rsidRPr="00AB3A79">
              <w:rPr>
                <w:rStyle w:val="Hyperlink"/>
                <w:noProof/>
                <w:rtl/>
              </w:rPr>
              <w:t xml:space="preserve">122 -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المريض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المدنف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يصيب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كيف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4" w:history="1">
            <w:r w:rsidR="00CA4563" w:rsidRPr="00AB3A79">
              <w:rPr>
                <w:rStyle w:val="Hyperlink"/>
                <w:noProof/>
                <w:rtl/>
              </w:rPr>
              <w:t xml:space="preserve">123 -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الزاني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ثلاث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مراث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5" w:history="1">
            <w:r w:rsidR="00CA4563" w:rsidRPr="00AB3A79">
              <w:rPr>
                <w:rStyle w:val="Hyperlink"/>
                <w:noProof/>
                <w:rtl/>
              </w:rPr>
              <w:t xml:space="preserve">124 -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يوجب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التعزير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6" w:history="1">
            <w:r w:rsidR="00CA4563" w:rsidRPr="00AB3A79">
              <w:rPr>
                <w:rStyle w:val="Hyperlink"/>
                <w:noProof/>
                <w:rtl/>
              </w:rPr>
              <w:t xml:space="preserve">125 -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كيفية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إقامة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الشهادة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7" w:history="1">
            <w:r w:rsidR="00CA4563" w:rsidRPr="00AB3A79">
              <w:rPr>
                <w:rStyle w:val="Hyperlink"/>
                <w:noProof/>
                <w:rtl/>
              </w:rPr>
              <w:t xml:space="preserve">126 -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اللواط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8" w:history="1">
            <w:r w:rsidR="00CA4563" w:rsidRPr="00AB3A79">
              <w:rPr>
                <w:rStyle w:val="Hyperlink"/>
                <w:noProof/>
                <w:rtl/>
              </w:rPr>
              <w:t xml:space="preserve">127 -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أتي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بهيمة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899" w:history="1">
            <w:r w:rsidR="00CA4563" w:rsidRPr="00AB3A79">
              <w:rPr>
                <w:rStyle w:val="Hyperlink"/>
                <w:noProof/>
                <w:rtl/>
              </w:rPr>
              <w:t xml:space="preserve">128 -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أتى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ميتة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الناس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Toc376954899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0" w:history="1">
            <w:r w:rsidR="00CA4563" w:rsidRPr="00AB3A79">
              <w:rPr>
                <w:rStyle w:val="Hyperlink"/>
                <w:noProof/>
                <w:rtl/>
              </w:rPr>
              <w:t xml:space="preserve">129 -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استمنى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بيده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901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القذف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2" w:history="1">
            <w:r w:rsidR="00CA4563" w:rsidRPr="00AB3A79">
              <w:rPr>
                <w:rStyle w:val="Hyperlink"/>
                <w:noProof/>
                <w:rtl/>
              </w:rPr>
              <w:t xml:space="preserve">130 -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قذف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جماعة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3" w:history="1">
            <w:r w:rsidR="00CA4563" w:rsidRPr="00AB3A79">
              <w:rPr>
                <w:rStyle w:val="Hyperlink"/>
                <w:noProof/>
                <w:rtl/>
              </w:rPr>
              <w:t xml:space="preserve">131 -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المملوك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يقذف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حرا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4" w:history="1">
            <w:r w:rsidR="00CA4563" w:rsidRPr="00AB3A79">
              <w:rPr>
                <w:rStyle w:val="Hyperlink"/>
                <w:noProof/>
                <w:rtl/>
              </w:rPr>
              <w:t xml:space="preserve">132 -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قال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لامرأته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أجدك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عذراء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5" w:history="1">
            <w:r w:rsidR="00CA4563" w:rsidRPr="00AB3A79">
              <w:rPr>
                <w:rStyle w:val="Hyperlink"/>
                <w:noProof/>
                <w:rtl/>
              </w:rPr>
              <w:t xml:space="preserve">133 -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جواز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العفو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القاذف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يقذفه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6" w:history="1">
            <w:r w:rsidR="00CA4563" w:rsidRPr="00AB3A79">
              <w:rPr>
                <w:rStyle w:val="Hyperlink"/>
                <w:noProof/>
                <w:rtl/>
              </w:rPr>
              <w:t xml:space="preserve">134 -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أقر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ثم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نفاه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7" w:history="1">
            <w:r w:rsidR="00CA4563" w:rsidRPr="00AB3A79">
              <w:rPr>
                <w:rStyle w:val="Hyperlink"/>
                <w:noProof/>
                <w:rtl/>
              </w:rPr>
              <w:t xml:space="preserve">135 -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قذف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صبيا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08" w:history="1">
            <w:r w:rsidR="00CA4563" w:rsidRPr="00AB3A79">
              <w:rPr>
                <w:rStyle w:val="Hyperlink"/>
                <w:noProof/>
                <w:rtl/>
              </w:rPr>
              <w:t xml:space="preserve">136 -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يورث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909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الخمر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Toc376954909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0" w:history="1">
            <w:r w:rsidR="00CA4563" w:rsidRPr="00AB3A79">
              <w:rPr>
                <w:rStyle w:val="Hyperlink"/>
                <w:noProof/>
                <w:rtl/>
              </w:rPr>
              <w:t xml:space="preserve">137 -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النبيذ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المسكر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1" w:history="1">
            <w:r w:rsidR="00CA4563" w:rsidRPr="00AB3A79">
              <w:rPr>
                <w:rStyle w:val="Hyperlink"/>
                <w:noProof/>
                <w:rtl/>
              </w:rPr>
              <w:t xml:space="preserve">138 -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المملوك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شرب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المسكر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912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السرقة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3" w:history="1">
            <w:r w:rsidR="00CA4563" w:rsidRPr="00AB3A79">
              <w:rPr>
                <w:rStyle w:val="Hyperlink"/>
                <w:noProof/>
                <w:rtl/>
              </w:rPr>
              <w:t xml:space="preserve">139 -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مقدار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القطع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4" w:history="1">
            <w:r w:rsidR="00CA4563" w:rsidRPr="00AB3A79">
              <w:rPr>
                <w:rStyle w:val="Hyperlink"/>
                <w:noProof/>
                <w:rtl/>
              </w:rPr>
              <w:t xml:space="preserve">140 -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سرق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شيئا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المغنم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5" w:history="1">
            <w:r w:rsidR="00CA4563" w:rsidRPr="00AB3A79">
              <w:rPr>
                <w:rStyle w:val="Hyperlink"/>
                <w:noProof/>
                <w:rtl/>
              </w:rPr>
              <w:t xml:space="preserve">141 -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القطع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وكانت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يسراه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شلاء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يقطع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يمينه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6" w:history="1">
            <w:r w:rsidR="00CA4563" w:rsidRPr="00AB3A79">
              <w:rPr>
                <w:rStyle w:val="Hyperlink"/>
                <w:noProof/>
                <w:rtl/>
              </w:rPr>
              <w:t xml:space="preserve">142 -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قطع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سرق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حرز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7" w:history="1">
            <w:r w:rsidR="00CA4563" w:rsidRPr="00AB3A79">
              <w:rPr>
                <w:rStyle w:val="Hyperlink"/>
                <w:noProof/>
                <w:rtl/>
              </w:rPr>
              <w:t xml:space="preserve">143 -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المملوك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أقر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بالسرقة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يقطع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 w:rsidP="005E1CAE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8" w:history="1">
            <w:r w:rsidR="00CA4563" w:rsidRPr="00AB3A79">
              <w:rPr>
                <w:rStyle w:val="Hyperlink"/>
                <w:noProof/>
                <w:rtl/>
              </w:rPr>
              <w:t xml:space="preserve">144 -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الطرار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19" w:history="1">
            <w:r w:rsidR="00CA4563" w:rsidRPr="00AB3A79">
              <w:rPr>
                <w:rStyle w:val="Hyperlink"/>
                <w:noProof/>
                <w:rtl/>
              </w:rPr>
              <w:t xml:space="preserve">145 -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النباش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Toc376954919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0" w:history="1">
            <w:r w:rsidR="00CA4563" w:rsidRPr="00AB3A79">
              <w:rPr>
                <w:rStyle w:val="Hyperlink"/>
                <w:noProof/>
                <w:rtl/>
              </w:rPr>
              <w:t xml:space="preserve">146 -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الصبي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القطع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سرق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1" w:history="1">
            <w:r w:rsidR="00CA4563" w:rsidRPr="00AB3A79">
              <w:rPr>
                <w:rStyle w:val="Hyperlink"/>
                <w:noProof/>
                <w:rtl/>
              </w:rPr>
              <w:t xml:space="preserve">147 -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يعتبر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الاقرار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بالسرقة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دفعتان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دفعة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2" w:history="1">
            <w:r w:rsidR="00CA4563" w:rsidRPr="00AB3A79">
              <w:rPr>
                <w:rStyle w:val="Hyperlink"/>
                <w:noProof/>
                <w:rtl/>
              </w:rPr>
              <w:t xml:space="preserve">148 -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يجوز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للامام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يعفو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حمل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وقامت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البينة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3" w:history="1">
            <w:r w:rsidR="00CA4563" w:rsidRPr="00AB3A79">
              <w:rPr>
                <w:rStyle w:val="Hyperlink"/>
                <w:noProof/>
                <w:rtl/>
              </w:rPr>
              <w:t xml:space="preserve">149 -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المرتد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والمرتدة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4" w:history="1">
            <w:r w:rsidR="00CA4563" w:rsidRPr="00AB3A79">
              <w:rPr>
                <w:rStyle w:val="Hyperlink"/>
                <w:noProof/>
                <w:rtl/>
              </w:rPr>
              <w:t xml:space="preserve">150 -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المحارب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925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كتاب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الديات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6" w:history="1">
            <w:r w:rsidR="00CA4563" w:rsidRPr="00AB3A79">
              <w:rPr>
                <w:rStyle w:val="Hyperlink"/>
                <w:noProof/>
                <w:rtl/>
              </w:rPr>
              <w:t xml:space="preserve">151 -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مقدار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الدية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7" w:history="1">
            <w:r w:rsidR="00CA4563" w:rsidRPr="00AB3A79">
              <w:rPr>
                <w:rStyle w:val="Hyperlink"/>
                <w:noProof/>
                <w:rtl/>
              </w:rPr>
              <w:t xml:space="preserve">152 -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يجب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العاقلة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عمد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اقرار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صلح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8" w:history="1">
            <w:r w:rsidR="00CA4563" w:rsidRPr="00AB3A79">
              <w:rPr>
                <w:rStyle w:val="Hyperlink"/>
                <w:noProof/>
                <w:rtl/>
              </w:rPr>
              <w:t xml:space="preserve">153 -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ليس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للنساء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عفو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قود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29" w:history="1">
            <w:r w:rsidR="00CA4563" w:rsidRPr="00AB3A79">
              <w:rPr>
                <w:rStyle w:val="Hyperlink"/>
                <w:noProof/>
                <w:rtl/>
              </w:rPr>
              <w:t xml:space="preserve">154 -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الرجل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امرأة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Toc376954929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0" w:history="1">
            <w:r w:rsidR="00CA4563" w:rsidRPr="00AB3A79">
              <w:rPr>
                <w:rStyle w:val="Hyperlink"/>
                <w:noProof/>
                <w:rtl/>
              </w:rPr>
              <w:t xml:space="preserve">155 -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قتلت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رجلا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1" w:history="1">
            <w:r w:rsidR="00CA4563" w:rsidRPr="00AB3A79">
              <w:rPr>
                <w:rStyle w:val="Hyperlink"/>
                <w:noProof/>
                <w:rtl/>
              </w:rPr>
              <w:t xml:space="preserve">156 -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مقدار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أهل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الذمة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1CAE" w:rsidRPr="000919F7" w:rsidRDefault="005E1CAE" w:rsidP="000919F7">
          <w:pPr>
            <w:pStyle w:val="libNormal"/>
            <w:rPr>
              <w:rStyle w:val="Hyperlink"/>
              <w:noProof/>
              <w:u w:val="none"/>
              <w:rtl/>
            </w:rPr>
          </w:pPr>
          <w:r w:rsidRPr="000919F7">
            <w:rPr>
              <w:rStyle w:val="Hyperlink"/>
              <w:noProof/>
              <w:u w:val="none"/>
              <w:rtl/>
            </w:rPr>
            <w:br w:type="page"/>
          </w:r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2" w:history="1">
            <w:r w:rsidR="00CA4563" w:rsidRPr="00AB3A79">
              <w:rPr>
                <w:rStyle w:val="Hyperlink"/>
                <w:noProof/>
                <w:rtl/>
              </w:rPr>
              <w:t xml:space="preserve">157 -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يقاد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مسلم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بكافر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3" w:history="1">
            <w:r w:rsidR="00CA4563" w:rsidRPr="00AB3A79">
              <w:rPr>
                <w:rStyle w:val="Hyperlink"/>
                <w:noProof/>
                <w:rtl/>
              </w:rPr>
              <w:t xml:space="preserve">158 -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بعبد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4" w:history="1">
            <w:r w:rsidR="00CA4563" w:rsidRPr="00AB3A79">
              <w:rPr>
                <w:rStyle w:val="Hyperlink"/>
                <w:noProof/>
                <w:rtl/>
              </w:rPr>
              <w:t xml:space="preserve">159 -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العبد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جماعة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أحرار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واحدا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بعد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الاخر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5" w:history="1">
            <w:r w:rsidR="00CA4563" w:rsidRPr="00AB3A79">
              <w:rPr>
                <w:rStyle w:val="Hyperlink"/>
                <w:noProof/>
                <w:rtl/>
              </w:rPr>
              <w:t xml:space="preserve">160 -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المدبر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حرا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6" w:history="1">
            <w:r w:rsidR="00CA4563" w:rsidRPr="00AB3A79">
              <w:rPr>
                <w:rStyle w:val="Hyperlink"/>
                <w:noProof/>
                <w:rtl/>
              </w:rPr>
              <w:t xml:space="preserve">161 -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الولد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سيدها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خطأ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7" w:history="1">
            <w:r w:rsidR="00CA4563" w:rsidRPr="00AB3A79">
              <w:rPr>
                <w:rStyle w:val="Hyperlink"/>
                <w:noProof/>
                <w:rtl/>
              </w:rPr>
              <w:t xml:space="preserve">162 -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المكاتب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8" w:history="1">
            <w:r w:rsidR="00CA4563" w:rsidRPr="00AB3A79">
              <w:rPr>
                <w:rStyle w:val="Hyperlink"/>
                <w:noProof/>
                <w:rtl/>
              </w:rPr>
              <w:t xml:space="preserve">163 -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المقتول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يوجد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في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قبيلة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أو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قرية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39" w:history="1">
            <w:r w:rsidR="00CA4563" w:rsidRPr="00AB3A79">
              <w:rPr>
                <w:rStyle w:val="Hyperlink"/>
                <w:noProof/>
                <w:rtl/>
              </w:rPr>
              <w:t xml:space="preserve">164 -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قتله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الحر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Toc376954939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0" w:history="1">
            <w:r w:rsidR="00CA4563" w:rsidRPr="00AB3A79">
              <w:rPr>
                <w:rStyle w:val="Hyperlink"/>
                <w:noProof/>
                <w:rtl/>
              </w:rPr>
              <w:t xml:space="preserve">165 -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أعنف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أحد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الزوجين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صاحبه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فقتله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حكمه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1" w:history="1">
            <w:r w:rsidR="00CA4563" w:rsidRPr="00AB3A79">
              <w:rPr>
                <w:rStyle w:val="Hyperlink"/>
                <w:noProof/>
                <w:rtl/>
              </w:rPr>
              <w:t xml:space="preserve">166 -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زلق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فوق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على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فقتله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2" w:history="1">
            <w:r w:rsidR="00CA4563" w:rsidRPr="00AB3A79">
              <w:rPr>
                <w:rStyle w:val="Hyperlink"/>
                <w:noProof/>
                <w:rtl/>
              </w:rPr>
              <w:t xml:space="preserve">167 -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جواز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الاثنين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فصاعدا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بواحد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3" w:history="1">
            <w:r w:rsidR="00CA4563" w:rsidRPr="00AB3A79">
              <w:rPr>
                <w:rStyle w:val="Hyperlink"/>
                <w:noProof/>
                <w:rtl/>
              </w:rPr>
              <w:t xml:space="preserve">168 -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أمر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غيره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بقتل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انسان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فقتله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4" w:history="1">
            <w:r w:rsidR="00CA4563" w:rsidRPr="00AB3A79">
              <w:rPr>
                <w:rStyle w:val="Hyperlink"/>
                <w:noProof/>
                <w:rtl/>
              </w:rPr>
              <w:t xml:space="preserve">169 -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ضمان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الراكب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لما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تجنيه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الدابة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5" w:history="1">
            <w:r w:rsidR="00CA4563" w:rsidRPr="00AB3A79">
              <w:rPr>
                <w:rStyle w:val="Hyperlink"/>
                <w:noProof/>
                <w:rtl/>
              </w:rPr>
              <w:t xml:space="preserve">170 -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المرأة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والعبد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يقتلان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رجلا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76954946" w:history="1">
            <w:r w:rsidR="00CA4563" w:rsidRPr="00AB3A79">
              <w:rPr>
                <w:rStyle w:val="Hyperlink"/>
                <w:rFonts w:hint="eastAsia"/>
                <w:noProof/>
                <w:rtl/>
              </w:rPr>
              <w:t>أبواب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الأعضاء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Toc376954946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7" w:history="1">
            <w:r w:rsidR="00CA4563" w:rsidRPr="00AB3A79">
              <w:rPr>
                <w:rStyle w:val="Hyperlink"/>
                <w:noProof/>
                <w:rtl/>
              </w:rPr>
              <w:t xml:space="preserve">171 -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الشفتين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Toc376954947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8" w:history="1">
            <w:r w:rsidR="00CA4563" w:rsidRPr="00AB3A79">
              <w:rPr>
                <w:rStyle w:val="Hyperlink"/>
                <w:noProof/>
                <w:rtl/>
              </w:rPr>
              <w:t xml:space="preserve">172 -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ديات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الأسنان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Toc376954948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49" w:history="1">
            <w:r w:rsidR="00CA4563" w:rsidRPr="00AB3A79">
              <w:rPr>
                <w:rStyle w:val="Hyperlink"/>
                <w:noProof/>
                <w:rtl/>
              </w:rPr>
              <w:t xml:space="preserve">173 -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السن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ضربت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فاسودت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ولم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تقع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Toc376954949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0" w:history="1">
            <w:r w:rsidR="00CA4563" w:rsidRPr="00AB3A79">
              <w:rPr>
                <w:rStyle w:val="Hyperlink"/>
                <w:noProof/>
                <w:rtl/>
              </w:rPr>
              <w:t xml:space="preserve">174 -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الإصبع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إذا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شلت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Toc376954950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1" w:history="1">
            <w:r w:rsidR="00CA4563" w:rsidRPr="00AB3A79">
              <w:rPr>
                <w:rStyle w:val="Hyperlink"/>
                <w:noProof/>
                <w:rtl/>
              </w:rPr>
              <w:t xml:space="preserve">175 -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الأصابع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Toc376954951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2" w:history="1">
            <w:r w:rsidR="00CA4563" w:rsidRPr="00AB3A79">
              <w:rPr>
                <w:rStyle w:val="Hyperlink"/>
                <w:noProof/>
                <w:rtl/>
              </w:rPr>
              <w:t xml:space="preserve">176 -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نقصان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الحروف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اللسان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Toc376954952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3" w:history="1">
            <w:r w:rsidR="00CA4563" w:rsidRPr="00AB3A79">
              <w:rPr>
                <w:rStyle w:val="Hyperlink"/>
                <w:noProof/>
                <w:rtl/>
              </w:rPr>
              <w:t xml:space="preserve">177 -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وطئ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جارية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فأفضاها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Toc376954953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4" w:history="1">
            <w:r w:rsidR="00CA4563" w:rsidRPr="00AB3A79">
              <w:rPr>
                <w:rStyle w:val="Hyperlink"/>
                <w:noProof/>
                <w:rtl/>
              </w:rPr>
              <w:t xml:space="preserve">178 -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من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قطع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رأس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الميت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Toc376954954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>
          <w:pPr>
            <w:pStyle w:val="TOC2"/>
            <w:tabs>
              <w:tab w:val="right" w:leader="dot" w:pos="835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76954955" w:history="1">
            <w:r w:rsidR="00CA4563" w:rsidRPr="00AB3A79">
              <w:rPr>
                <w:rStyle w:val="Hyperlink"/>
                <w:noProof/>
                <w:rtl/>
              </w:rPr>
              <w:t xml:space="preserve">179 -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باب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دية</w:t>
            </w:r>
            <w:r w:rsidR="00CA4563" w:rsidRPr="00AB3A79">
              <w:rPr>
                <w:rStyle w:val="Hyperlink"/>
                <w:noProof/>
                <w:rtl/>
              </w:rPr>
              <w:t xml:space="preserve"> </w:t>
            </w:r>
            <w:r w:rsidR="00CA4563" w:rsidRPr="00AB3A79">
              <w:rPr>
                <w:rStyle w:val="Hyperlink"/>
                <w:rFonts w:hint="eastAsia"/>
                <w:noProof/>
                <w:rtl/>
              </w:rPr>
              <w:t>الجنين</w:t>
            </w:r>
            <w:r w:rsidR="00CA456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 w:rsidR="00CA4563">
              <w:rPr>
                <w:noProof/>
                <w:webHidden/>
              </w:rPr>
              <w:instrText>PAGEREF</w:instrText>
            </w:r>
            <w:r w:rsidR="00CA4563">
              <w:rPr>
                <w:noProof/>
                <w:webHidden/>
                <w:rtl/>
              </w:rPr>
              <w:instrText xml:space="preserve"> _</w:instrText>
            </w:r>
            <w:r w:rsidR="00CA4563">
              <w:rPr>
                <w:noProof/>
                <w:webHidden/>
              </w:rPr>
              <w:instrText>Toc376954955 \h</w:instrText>
            </w:r>
            <w:r w:rsidR="00CA456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D6E7B"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4563" w:rsidRDefault="00895538" w:rsidP="005E1CAE">
          <w:pPr>
            <w:pStyle w:val="libNormal"/>
          </w:pPr>
          <w:r>
            <w:fldChar w:fldCharType="end"/>
          </w:r>
        </w:p>
      </w:sdtContent>
    </w:sdt>
    <w:sectPr w:rsidR="00CA4563" w:rsidSect="009C2257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1701" w:bottom="1701" w:left="1843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664" w:rsidRDefault="00162664">
      <w:r>
        <w:separator/>
      </w:r>
    </w:p>
  </w:endnote>
  <w:endnote w:type="continuationSeparator" w:id="0">
    <w:p w:rsidR="00162664" w:rsidRDefault="0016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64" w:rsidRPr="00460435" w:rsidRDefault="00895538" w:rsidP="002045CF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1626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D6E7B">
      <w:rPr>
        <w:rFonts w:ascii="Traditional Arabic" w:hAnsi="Traditional Arabic"/>
        <w:noProof/>
        <w:sz w:val="28"/>
        <w:szCs w:val="28"/>
        <w:rtl/>
      </w:rPr>
      <w:t>350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64" w:rsidRPr="00460435" w:rsidRDefault="00895538" w:rsidP="00460435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1626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D6E7B">
      <w:rPr>
        <w:rFonts w:ascii="Traditional Arabic" w:hAnsi="Traditional Arabic"/>
        <w:noProof/>
        <w:sz w:val="28"/>
        <w:szCs w:val="28"/>
        <w:rtl/>
      </w:rPr>
      <w:t>351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64" w:rsidRPr="00460435" w:rsidRDefault="00895538" w:rsidP="002045CF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1626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D6E7B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664" w:rsidRDefault="00162664">
      <w:r>
        <w:separator/>
      </w:r>
    </w:p>
  </w:footnote>
  <w:footnote w:type="continuationSeparator" w:id="0">
    <w:p w:rsidR="00162664" w:rsidRDefault="00162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257"/>
    <w:rsid w:val="00005A19"/>
    <w:rsid w:val="00024DBC"/>
    <w:rsid w:val="000267FE"/>
    <w:rsid w:val="00030DAC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19F7"/>
    <w:rsid w:val="00092805"/>
    <w:rsid w:val="00092A0C"/>
    <w:rsid w:val="000A7750"/>
    <w:rsid w:val="000B2E78"/>
    <w:rsid w:val="000B3529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266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3A8"/>
    <w:rsid w:val="002139CB"/>
    <w:rsid w:val="00214077"/>
    <w:rsid w:val="00214801"/>
    <w:rsid w:val="002222DA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97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D79F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A7B6A"/>
    <w:rsid w:val="003B0913"/>
    <w:rsid w:val="003B20C5"/>
    <w:rsid w:val="003B42C3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928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5E46"/>
    <w:rsid w:val="004C77B5"/>
    <w:rsid w:val="004D67F7"/>
    <w:rsid w:val="004D6E7B"/>
    <w:rsid w:val="004D7678"/>
    <w:rsid w:val="004D7CD7"/>
    <w:rsid w:val="004E6E95"/>
    <w:rsid w:val="004E7BA2"/>
    <w:rsid w:val="004F3340"/>
    <w:rsid w:val="004F58BA"/>
    <w:rsid w:val="004F6137"/>
    <w:rsid w:val="005022E5"/>
    <w:rsid w:val="00514000"/>
    <w:rsid w:val="005254BC"/>
    <w:rsid w:val="00526724"/>
    <w:rsid w:val="00530FC2"/>
    <w:rsid w:val="005351A8"/>
    <w:rsid w:val="00540F36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1CAE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0B4"/>
    <w:rsid w:val="0068115C"/>
    <w:rsid w:val="00682902"/>
    <w:rsid w:val="00683F3A"/>
    <w:rsid w:val="00684527"/>
    <w:rsid w:val="0068652E"/>
    <w:rsid w:val="00687928"/>
    <w:rsid w:val="0069163F"/>
    <w:rsid w:val="00691DBB"/>
    <w:rsid w:val="00695DB0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958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0165"/>
    <w:rsid w:val="00821493"/>
    <w:rsid w:val="00822733"/>
    <w:rsid w:val="00823380"/>
    <w:rsid w:val="00823520"/>
    <w:rsid w:val="00823B45"/>
    <w:rsid w:val="00826B87"/>
    <w:rsid w:val="00827EFD"/>
    <w:rsid w:val="0083003C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95538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14FD"/>
    <w:rsid w:val="009433A3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6769E"/>
    <w:rsid w:val="0097061F"/>
    <w:rsid w:val="0097091C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257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482"/>
    <w:rsid w:val="00A05A22"/>
    <w:rsid w:val="00A05F81"/>
    <w:rsid w:val="00A068A7"/>
    <w:rsid w:val="00A1214D"/>
    <w:rsid w:val="00A12D37"/>
    <w:rsid w:val="00A16415"/>
    <w:rsid w:val="00A2056F"/>
    <w:rsid w:val="00A209AB"/>
    <w:rsid w:val="00A21090"/>
    <w:rsid w:val="00A22363"/>
    <w:rsid w:val="00A2310F"/>
    <w:rsid w:val="00A24090"/>
    <w:rsid w:val="00A25E9B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56D54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4D4C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38D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6EE3"/>
    <w:rsid w:val="00C8734B"/>
    <w:rsid w:val="00C9021F"/>
    <w:rsid w:val="00C9028D"/>
    <w:rsid w:val="00C906FE"/>
    <w:rsid w:val="00CA2801"/>
    <w:rsid w:val="00CA41BF"/>
    <w:rsid w:val="00CA4563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05743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74D22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383"/>
    <w:rsid w:val="00DF5E1E"/>
    <w:rsid w:val="00DF6442"/>
    <w:rsid w:val="00DF67A3"/>
    <w:rsid w:val="00DF7A42"/>
    <w:rsid w:val="00E011E4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683"/>
    <w:rsid w:val="00E51F94"/>
    <w:rsid w:val="00E5512D"/>
    <w:rsid w:val="00E574E5"/>
    <w:rsid w:val="00E63C51"/>
    <w:rsid w:val="00E65987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3D8C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331"/>
    <w:rsid w:val="00FE57BE"/>
    <w:rsid w:val="00FE5FEC"/>
    <w:rsid w:val="00FF08F6"/>
    <w:rsid w:val="00FF095B"/>
    <w:rsid w:val="00FF0A8C"/>
    <w:rsid w:val="00FF21EB"/>
    <w:rsid w:val="00FF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5331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IQ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CA45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CA4563"/>
    <w:rPr>
      <w:rFonts w:ascii="Tahoma" w:hAnsi="Tahoma" w:cs="Tahoma"/>
      <w:color w:val="000000"/>
      <w:sz w:val="16"/>
      <w:szCs w:val="16"/>
      <w:lang w:bidi="ar-IQ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100" w:firstLine="0"/>
      <w:jc w:val="left"/>
    </w:pPr>
    <w:rPr>
      <w:rFonts w:ascii="Calibri" w:hAnsi="Calibri" w:cs="Arial"/>
      <w:color w:val="auto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320" w:firstLine="0"/>
      <w:jc w:val="left"/>
    </w:pPr>
    <w:rPr>
      <w:rFonts w:ascii="Calibri" w:hAnsi="Calibri" w:cs="Arial"/>
      <w:color w:val="auto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540" w:firstLine="0"/>
      <w:jc w:val="left"/>
    </w:pPr>
    <w:rPr>
      <w:rFonts w:ascii="Calibri" w:hAnsi="Calibri" w:cs="Arial"/>
      <w:color w:val="auto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760" w:firstLine="0"/>
      <w:jc w:val="left"/>
    </w:pPr>
    <w:rPr>
      <w:rFonts w:ascii="Calibri" w:hAnsi="Calibri" w:cs="Arial"/>
      <w:color w:val="auto"/>
      <w:sz w:val="22"/>
      <w:szCs w:val="22"/>
      <w:lang w:bidi="ar-S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Share%20Rahimi\Template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792D-AB25-4440-945E-FC4A4D4F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</Template>
  <TotalTime>1</TotalTime>
  <Pages>351</Pages>
  <Words>102146</Words>
  <Characters>400309</Characters>
  <Application>Microsoft Office Word</Application>
  <DocSecurity>0</DocSecurity>
  <Lines>3335</Lines>
  <Paragraphs>1002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2</cp:revision>
  <cp:lastPrinted>2014-05-03T08:04:00Z</cp:lastPrinted>
  <dcterms:created xsi:type="dcterms:W3CDTF">2014-05-03T08:05:00Z</dcterms:created>
  <dcterms:modified xsi:type="dcterms:W3CDTF">2014-05-03T08:05:00Z</dcterms:modified>
</cp:coreProperties>
</file>